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4" w:rsidRDefault="00681A3F" w:rsidP="00681A3F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5892710" cy="8333509"/>
            <wp:effectExtent l="19050" t="0" r="0" b="0"/>
            <wp:docPr id="2" name="Picture 1" descr="L:\New_kar\safer_1439\kanz_ul_matalib_manaqib_ali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safer_1439\kanz_ul_matalib_manaqib_ali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099" cy="833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A3F" w:rsidRDefault="00681A3F" w:rsidP="00F55001">
      <w:pPr>
        <w:pStyle w:val="libNormal"/>
      </w:pPr>
      <w:r>
        <w:rPr>
          <w:rtl/>
        </w:rPr>
        <w:br w:type="page"/>
      </w:r>
    </w:p>
    <w:p w:rsidR="00681A3F" w:rsidRDefault="00681A3F" w:rsidP="00681A3F">
      <w:pPr>
        <w:pStyle w:val="libNormal"/>
        <w:rPr>
          <w:rtl/>
          <w:lang w:bidi="ur-PK"/>
        </w:rPr>
      </w:pPr>
      <w:r w:rsidRPr="00681A3F">
        <w:rPr>
          <w:rFonts w:hint="cs"/>
          <w:rtl/>
          <w:lang w:bidi="ur-PK"/>
        </w:rPr>
        <w:lastRenderedPageBreak/>
        <w:t>ی</w:t>
      </w:r>
      <w:r w:rsidRPr="00681A3F">
        <w:rPr>
          <w:rFonts w:hint="eastAsia"/>
          <w:rtl/>
          <w:lang w:bidi="ur-PK"/>
        </w:rPr>
        <w:t>ہ</w:t>
      </w:r>
      <w:r w:rsidRPr="00681A3F">
        <w:rPr>
          <w:rtl/>
          <w:lang w:bidi="ur-PK"/>
        </w:rPr>
        <w:t xml:space="preserve"> کتاب برق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شکل م</w:t>
      </w:r>
      <w:r w:rsidRPr="00681A3F">
        <w:rPr>
          <w:rFonts w:hint="cs"/>
          <w:rtl/>
          <w:lang w:bidi="ur-PK"/>
        </w:rPr>
        <w:t>ی</w:t>
      </w:r>
      <w:r w:rsidRPr="00681A3F">
        <w:rPr>
          <w:rFonts w:hint="eastAsia"/>
          <w:rtl/>
          <w:lang w:bidi="ur-PK"/>
        </w:rPr>
        <w:t>ں</w:t>
      </w:r>
      <w:r w:rsidRPr="00681A3F">
        <w:rPr>
          <w:rtl/>
          <w:lang w:bidi="ur-PK"/>
        </w:rPr>
        <w:t xml:space="preserve"> نشرہوئ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ہے اور شبکہ الامام</w:t>
      </w:r>
      <w:r w:rsidRPr="00681A3F">
        <w:rPr>
          <w:rFonts w:hint="cs"/>
          <w:rtl/>
          <w:lang w:bidi="ur-PK"/>
        </w:rPr>
        <w:t>ی</w:t>
      </w:r>
      <w:r w:rsidRPr="00681A3F">
        <w:rPr>
          <w:rFonts w:hint="eastAsia"/>
          <w:rtl/>
          <w:lang w:bidi="ur-PK"/>
        </w:rPr>
        <w:t>ن</w:t>
      </w:r>
      <w:r w:rsidRPr="00681A3F">
        <w:rPr>
          <w:rtl/>
          <w:lang w:bidi="ur-PK"/>
        </w:rPr>
        <w:t xml:space="preserve"> الحسن</w:t>
      </w:r>
      <w:r w:rsidRPr="00681A3F">
        <w:rPr>
          <w:rFonts w:hint="cs"/>
          <w:rtl/>
          <w:lang w:bidi="ur-PK"/>
        </w:rPr>
        <w:t>ی</w:t>
      </w:r>
      <w:r w:rsidRPr="00681A3F">
        <w:rPr>
          <w:rFonts w:hint="eastAsia"/>
          <w:rtl/>
          <w:lang w:bidi="ur-PK"/>
        </w:rPr>
        <w:t>ن</w:t>
      </w:r>
      <w:r w:rsidRPr="00681A3F">
        <w:rPr>
          <w:rtl/>
          <w:lang w:bidi="ur-PK"/>
        </w:rPr>
        <w:t xml:space="preserve"> (عل</w:t>
      </w:r>
      <w:r w:rsidRPr="00681A3F">
        <w:rPr>
          <w:rFonts w:hint="cs"/>
          <w:rtl/>
          <w:lang w:bidi="ur-PK"/>
        </w:rPr>
        <w:t>ی</w:t>
      </w:r>
      <w:r w:rsidRPr="00681A3F">
        <w:rPr>
          <w:rFonts w:hint="eastAsia"/>
          <w:rtl/>
          <w:lang w:bidi="ur-PK"/>
        </w:rPr>
        <w:t>ہما</w:t>
      </w:r>
      <w:r w:rsidRPr="00681A3F">
        <w:rPr>
          <w:rtl/>
          <w:lang w:bidi="ur-PK"/>
        </w:rPr>
        <w:t xml:space="preserve"> السلام) کے گروہ علم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ک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نگران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م</w:t>
      </w:r>
      <w:r w:rsidRPr="00681A3F">
        <w:rPr>
          <w:rFonts w:hint="cs"/>
          <w:rtl/>
          <w:lang w:bidi="ur-PK"/>
        </w:rPr>
        <w:t>ی</w:t>
      </w:r>
      <w:r w:rsidRPr="00681A3F">
        <w:rPr>
          <w:rFonts w:hint="eastAsia"/>
          <w:rtl/>
          <w:lang w:bidi="ur-PK"/>
        </w:rPr>
        <w:t>ں</w:t>
      </w:r>
      <w:r w:rsidRPr="00681A3F">
        <w:rPr>
          <w:rtl/>
          <w:lang w:bidi="ur-PK"/>
        </w:rPr>
        <w:t xml:space="preserve"> اس ک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فن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طورپرتصح</w:t>
      </w:r>
      <w:r w:rsidRPr="00681A3F">
        <w:rPr>
          <w:rFonts w:hint="cs"/>
          <w:rtl/>
          <w:lang w:bidi="ur-PK"/>
        </w:rPr>
        <w:t>ی</w:t>
      </w:r>
      <w:r w:rsidRPr="00681A3F">
        <w:rPr>
          <w:rFonts w:hint="eastAsia"/>
          <w:rtl/>
          <w:lang w:bidi="ur-PK"/>
        </w:rPr>
        <w:t>ح</w:t>
      </w:r>
      <w:r w:rsidRPr="00681A3F">
        <w:rPr>
          <w:rtl/>
          <w:lang w:bidi="ur-PK"/>
        </w:rPr>
        <w:t xml:space="preserve"> اور تنظ</w:t>
      </w:r>
      <w:r w:rsidRPr="00681A3F">
        <w:rPr>
          <w:rFonts w:hint="cs"/>
          <w:rtl/>
          <w:lang w:bidi="ur-PK"/>
        </w:rPr>
        <w:t>ی</w:t>
      </w:r>
      <w:r w:rsidRPr="00681A3F">
        <w:rPr>
          <w:rFonts w:hint="eastAsia"/>
          <w:rtl/>
          <w:lang w:bidi="ur-PK"/>
        </w:rPr>
        <w:t>م</w:t>
      </w:r>
      <w:r w:rsidRPr="00681A3F">
        <w:rPr>
          <w:rtl/>
          <w:lang w:bidi="ur-PK"/>
        </w:rPr>
        <w:t xml:space="preserve"> ہوئ</w:t>
      </w:r>
      <w:r w:rsidRPr="00681A3F">
        <w:rPr>
          <w:rFonts w:hint="cs"/>
          <w:rtl/>
          <w:lang w:bidi="ur-PK"/>
        </w:rPr>
        <w:t>ی</w:t>
      </w:r>
      <w:r w:rsidRPr="00681A3F">
        <w:rPr>
          <w:rtl/>
          <w:lang w:bidi="ur-PK"/>
        </w:rPr>
        <w:t xml:space="preserve"> ہے</w:t>
      </w:r>
    </w:p>
    <w:p w:rsidR="00681A3F" w:rsidRDefault="00681A3F" w:rsidP="00F55001">
      <w:pPr>
        <w:pStyle w:val="libNormal"/>
        <w:rPr>
          <w:rtl/>
        </w:rPr>
      </w:pPr>
      <w:r>
        <w:rPr>
          <w:rtl/>
        </w:rPr>
        <w:br w:type="page"/>
      </w:r>
    </w:p>
    <w:p w:rsidR="00681A3F" w:rsidRPr="007E182E" w:rsidRDefault="00681A3F" w:rsidP="007E182E">
      <w:pPr>
        <w:pStyle w:val="libNormal"/>
        <w:rPr>
          <w:rtl/>
        </w:rPr>
      </w:pPr>
    </w:p>
    <w:p w:rsidR="00AA2774" w:rsidRDefault="00AA2774" w:rsidP="00AA2774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t>کنزالمطالب فی مناقب علی ابن ابی طالب</w:t>
      </w:r>
    </w:p>
    <w:p w:rsidR="001F16A4" w:rsidRDefault="001F16A4" w:rsidP="00681A3F">
      <w:pPr>
        <w:pStyle w:val="libCenterBold2"/>
        <w:rPr>
          <w:rtl/>
        </w:rPr>
      </w:pP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ڈاکٹر محمد طاہر القادر</w:t>
      </w:r>
      <w:r>
        <w:rPr>
          <w:rFonts w:hint="cs"/>
          <w:rtl/>
        </w:rPr>
        <w:t>ی</w:t>
      </w:r>
    </w:p>
    <w:p w:rsidR="001F16A4" w:rsidRDefault="001F16A4" w:rsidP="00681A3F">
      <w:pPr>
        <w:pStyle w:val="libCenterBold2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محمد عل</w:t>
      </w:r>
      <w:r>
        <w:rPr>
          <w:rFonts w:hint="cs"/>
          <w:rtl/>
        </w:rPr>
        <w:t>ی</w:t>
      </w:r>
      <w:r>
        <w:rPr>
          <w:rtl/>
        </w:rPr>
        <w:t xml:space="preserve"> قادر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(منہاج</w:t>
      </w:r>
      <w:r>
        <w:rPr>
          <w:rFonts w:hint="cs"/>
          <w:rtl/>
        </w:rPr>
        <w:t>ی</w:t>
      </w:r>
      <w:r>
        <w:rPr>
          <w:rFonts w:hint="eastAsia"/>
          <w:rtl/>
        </w:rPr>
        <w:t>نز</w:t>
      </w:r>
      <w:r>
        <w:rPr>
          <w:rtl/>
        </w:rPr>
        <w:t>)</w:t>
      </w:r>
    </w:p>
    <w:p w:rsidR="001F16A4" w:rsidRDefault="001F16A4" w:rsidP="00681A3F">
      <w:pPr>
        <w:pStyle w:val="libCenterBold2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اِہتمام :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ملت (رح)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اِنسٹ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</w:p>
    <w:p w:rsidR="001F16A4" w:rsidRDefault="001F16A4" w:rsidP="00681A3F">
      <w:pPr>
        <w:pStyle w:val="libCenterBold2"/>
      </w:pPr>
      <w:r>
        <w:t>www.research.com.pk</w:t>
      </w:r>
    </w:p>
    <w:p w:rsidR="001F16A4" w:rsidRDefault="001F16A4" w:rsidP="00681A3F">
      <w:pPr>
        <w:pStyle w:val="libCenterBold2"/>
        <w:rPr>
          <w:rtl/>
        </w:rPr>
      </w:pPr>
      <w:r>
        <w:rPr>
          <w:rFonts w:hint="eastAsia"/>
          <w:rtl/>
        </w:rPr>
        <w:t>مطبع</w:t>
      </w:r>
      <w:r>
        <w:rPr>
          <w:rtl/>
        </w:rPr>
        <w:t xml:space="preserve"> : منہاجُ القرآن پرنٹرز، لاہور</w:t>
      </w:r>
    </w:p>
    <w:p w:rsidR="001F16A4" w:rsidRDefault="001F16A4" w:rsidP="00681A3F">
      <w:pPr>
        <w:pStyle w:val="libCenterBold2"/>
        <w:rPr>
          <w:rtl/>
        </w:rPr>
      </w:pPr>
      <w:r>
        <w:rPr>
          <w:rFonts w:hint="eastAsia"/>
          <w:rtl/>
        </w:rPr>
        <w:t>اِشاعتِ</w:t>
      </w:r>
      <w:r>
        <w:rPr>
          <w:rtl/>
        </w:rPr>
        <w:t xml:space="preserve"> اوّل :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2005ء</w:t>
      </w:r>
    </w:p>
    <w:p w:rsidR="001F16A4" w:rsidRDefault="001F16A4" w:rsidP="00681A3F">
      <w:pPr>
        <w:pStyle w:val="libCenterBold2"/>
        <w:rPr>
          <w:rtl/>
        </w:rPr>
      </w:pPr>
      <w:r>
        <w:rPr>
          <w:rFonts w:hint="eastAsia"/>
          <w:rtl/>
        </w:rPr>
        <w:t>تعداد</w:t>
      </w:r>
      <w:r>
        <w:rPr>
          <w:rtl/>
        </w:rPr>
        <w:t xml:space="preserve"> : 1100</w:t>
      </w:r>
    </w:p>
    <w:p w:rsidR="00FF3A86" w:rsidRDefault="00FF3A86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1F16A4">
      <w:pPr>
        <w:pStyle w:val="libNormal"/>
        <w:rPr>
          <w:rtl/>
        </w:rPr>
      </w:pPr>
    </w:p>
    <w:p w:rsidR="00FF3A86" w:rsidRDefault="00FF3A86" w:rsidP="001F16A4">
      <w:pPr>
        <w:pStyle w:val="libNormal"/>
        <w:rPr>
          <w:rtl/>
        </w:rPr>
      </w:pPr>
    </w:p>
    <w:p w:rsidR="00FF3A86" w:rsidRDefault="00FF3A86" w:rsidP="001F16A4">
      <w:pPr>
        <w:pStyle w:val="libNormal"/>
        <w:rPr>
          <w:rtl/>
        </w:rPr>
      </w:pPr>
    </w:p>
    <w:p w:rsidR="001F16A4" w:rsidRPr="00FF3A86" w:rsidRDefault="001F16A4" w:rsidP="00FF3A86">
      <w:pPr>
        <w:pStyle w:val="libArabic"/>
        <w:rPr>
          <w:rtl/>
        </w:rPr>
      </w:pPr>
      <w:r w:rsidRPr="00FF3A86">
        <w:rPr>
          <w:rFonts w:hint="eastAsia"/>
          <w:rtl/>
        </w:rPr>
        <w:t>مَو</w:t>
      </w:r>
      <w:r w:rsidRPr="00FF3A86">
        <w:rPr>
          <w:rFonts w:hint="cs"/>
          <w:rtl/>
        </w:rPr>
        <w:t>ْلَاي</w:t>
      </w:r>
      <w:r w:rsidRPr="00FF3A86">
        <w:rPr>
          <w:rtl/>
        </w:rPr>
        <w:t xml:space="preserve"> صَلِّ وَ سَلِّم</w:t>
      </w:r>
      <w:r w:rsidRPr="00FF3A86">
        <w:rPr>
          <w:rFonts w:hint="cs"/>
          <w:rtl/>
        </w:rPr>
        <w:t>ْ دَآئِمًا اَبَدًا</w:t>
      </w:r>
    </w:p>
    <w:p w:rsidR="001F16A4" w:rsidRPr="00FF3A86" w:rsidRDefault="001F16A4" w:rsidP="00FF3A86">
      <w:pPr>
        <w:pStyle w:val="libArabic"/>
        <w:rPr>
          <w:rtl/>
        </w:rPr>
      </w:pPr>
      <w:r w:rsidRPr="00FF3A86">
        <w:rPr>
          <w:rFonts w:hint="eastAsia"/>
          <w:rtl/>
        </w:rPr>
        <w:t>عَلٰ</w:t>
      </w:r>
      <w:r w:rsidRPr="00FF3A86">
        <w:rPr>
          <w:rFonts w:hint="cs"/>
          <w:rtl/>
        </w:rPr>
        <w:t>ي</w:t>
      </w:r>
      <w:r w:rsidRPr="00FF3A86">
        <w:rPr>
          <w:rtl/>
        </w:rPr>
        <w:t xml:space="preserve"> حَبِ</w:t>
      </w:r>
      <w:r w:rsidRPr="00FF3A86">
        <w:rPr>
          <w:rFonts w:hint="cs"/>
          <w:rtl/>
        </w:rPr>
        <w:t>يْبِکَ خَيْرِ الْخَلْقِ کُلِّهِم</w:t>
      </w:r>
    </w:p>
    <w:p w:rsidR="001F16A4" w:rsidRPr="00FF3A86" w:rsidRDefault="001F16A4" w:rsidP="00FF3A86">
      <w:pPr>
        <w:pStyle w:val="libArabic"/>
        <w:rPr>
          <w:rtl/>
        </w:rPr>
      </w:pPr>
      <w:r w:rsidRPr="00FF3A86">
        <w:rPr>
          <w:rFonts w:hint="eastAsia"/>
          <w:rtl/>
        </w:rPr>
        <w:t>وَ</w:t>
      </w:r>
      <w:r w:rsidRPr="00FF3A86">
        <w:rPr>
          <w:rtl/>
        </w:rPr>
        <w:t xml:space="preserve"> الآلِ وَ الصَّح</w:t>
      </w:r>
      <w:r w:rsidRPr="00FF3A86">
        <w:rPr>
          <w:rFonts w:hint="cs"/>
          <w:rtl/>
        </w:rPr>
        <w:t>ْبِ ثُمَّ التَّابِعِيْنَ لَهُمْ</w:t>
      </w:r>
    </w:p>
    <w:p w:rsidR="001F16A4" w:rsidRPr="00FF3A86" w:rsidRDefault="001F16A4" w:rsidP="00FF3A86">
      <w:pPr>
        <w:pStyle w:val="libArabic"/>
        <w:rPr>
          <w:rtl/>
        </w:rPr>
      </w:pPr>
      <w:r w:rsidRPr="00FF3A86">
        <w:rPr>
          <w:rFonts w:hint="cs"/>
          <w:rtl/>
        </w:rPr>
        <w:t>أَهْلِ</w:t>
      </w:r>
      <w:r w:rsidRPr="00FF3A86">
        <w:rPr>
          <w:rtl/>
        </w:rPr>
        <w:t xml:space="preserve"> التُّقٰ</w:t>
      </w:r>
      <w:r w:rsidRPr="00FF3A86">
        <w:rPr>
          <w:rFonts w:hint="cs"/>
          <w:rtl/>
        </w:rPr>
        <w:t xml:space="preserve">ي وَ النُّقٰي و الْحِلْمِ وَ الْکَرَم </w:t>
      </w:r>
    </w:p>
    <w:p w:rsidR="001F16A4" w:rsidRPr="00FF3A86" w:rsidRDefault="001F16A4" w:rsidP="00FF3A86">
      <w:pPr>
        <w:pStyle w:val="libArabic"/>
        <w:rPr>
          <w:rtl/>
        </w:rPr>
      </w:pPr>
      <w:r w:rsidRPr="00FF3A86">
        <w:rPr>
          <w:rtl/>
        </w:rPr>
        <w:t>(صَلَّ</w:t>
      </w:r>
      <w:r w:rsidRPr="00FF3A86">
        <w:rPr>
          <w:rFonts w:hint="cs"/>
          <w:rtl/>
        </w:rPr>
        <w:t>ي اﷲُ</w:t>
      </w:r>
      <w:r w:rsidRPr="00FF3A86">
        <w:rPr>
          <w:rtl/>
        </w:rPr>
        <w:t xml:space="preserve"> تَعَالٰ</w:t>
      </w:r>
      <w:r w:rsidRPr="00FF3A86">
        <w:rPr>
          <w:rFonts w:hint="cs"/>
          <w:rtl/>
        </w:rPr>
        <w:t xml:space="preserve">ي عَلَيْهِ وَ عَلٰي آلِه وَ اَصْحَابِه وَ بَارِکْ وَسَلِّمْ) </w:t>
      </w:r>
    </w:p>
    <w:p w:rsidR="00FF3A86" w:rsidRDefault="00FF3A86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1107E5">
      <w:pPr>
        <w:pStyle w:val="Heading2Center"/>
        <w:rPr>
          <w:rtl/>
        </w:rPr>
      </w:pPr>
      <w:bookmarkStart w:id="0" w:name="_Toc497651133"/>
      <w:r>
        <w:rPr>
          <w:rFonts w:hint="eastAsia"/>
          <w:rtl/>
        </w:rPr>
        <w:lastRenderedPageBreak/>
        <w:t>باب</w:t>
      </w:r>
      <w:r>
        <w:rPr>
          <w:rtl/>
        </w:rPr>
        <w:t>1</w:t>
      </w:r>
      <w:bookmarkEnd w:id="0"/>
    </w:p>
    <w:p w:rsidR="001F16A4" w:rsidRDefault="001F16A4" w:rsidP="001107E5">
      <w:pPr>
        <w:pStyle w:val="Heading2Center"/>
        <w:rPr>
          <w:rtl/>
        </w:rPr>
      </w:pPr>
      <w:bookmarkStart w:id="1" w:name="_Toc497651134"/>
      <w:r>
        <w:rPr>
          <w:rtl/>
        </w:rPr>
        <w:t xml:space="preserve">(1) </w:t>
      </w:r>
      <w:r w:rsidRPr="001107E5">
        <w:rPr>
          <w:rStyle w:val="libArabicChar"/>
          <w:rtl/>
        </w:rPr>
        <w:t>بَابٌ فِ</w:t>
      </w:r>
      <w:r w:rsidRPr="001107E5">
        <w:rPr>
          <w:rStyle w:val="libArabicChar"/>
          <w:rFonts w:hint="cs"/>
          <w:rtl/>
        </w:rPr>
        <w:t>يْ کَوْنِهِ رضي الله عنه أَوَّلَ مَنْ أَسْلَمَ وَ صَلَّي</w:t>
      </w:r>
      <w:bookmarkEnd w:id="1"/>
    </w:p>
    <w:p w:rsidR="001F16A4" w:rsidRDefault="001F16A4" w:rsidP="001107E5">
      <w:pPr>
        <w:pStyle w:val="Heading2Center"/>
        <w:rPr>
          <w:rtl/>
        </w:rPr>
      </w:pPr>
      <w:bookmarkStart w:id="2" w:name="_Toc497651135"/>
      <w:r>
        <w:rPr>
          <w:rtl/>
        </w:rPr>
        <w:t>(قبولِ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اوّل اور نماز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اوّل)</w:t>
      </w:r>
      <w:bookmarkEnd w:id="2"/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1. عَن</w:t>
      </w:r>
      <w:r w:rsidRPr="001107E5">
        <w:rPr>
          <w:rFonts w:hint="cs"/>
          <w:rtl/>
        </w:rPr>
        <w:t>ْ أَبِيْ حَمْزَة</w:t>
      </w:r>
      <w:r w:rsidRPr="001107E5">
        <w:rPr>
          <w:rtl/>
        </w:rPr>
        <w:t>َ رَجُلٍ مِنَ ال</w:t>
      </w:r>
      <w:r w:rsidRPr="001107E5">
        <w:rPr>
          <w:rFonts w:hint="cs"/>
          <w:rtl/>
        </w:rPr>
        <w:t xml:space="preserve">ْأَنْصَارِ، قَالَ : سَمِعْتُ زَيْدَ بْنَ أَرْقَمَ يَقُوْلُ : أَوَّلُ مَنْ أَسْلَمَ عَلِيٌّ. رَوَاهُ التِّرْمِذِيُّ. </w:t>
      </w: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Fonts w:hint="eastAsia"/>
          <w:rtl/>
        </w:rPr>
        <w:t>وَ</w:t>
      </w:r>
      <w:r w:rsidRPr="001107E5">
        <w:rPr>
          <w:rtl/>
        </w:rPr>
        <w:t xml:space="preserve"> قَالَ </w:t>
      </w:r>
      <w:r w:rsidRPr="001107E5">
        <w:rPr>
          <w:rFonts w:hint="cs"/>
          <w:rtl/>
        </w:rPr>
        <w:t xml:space="preserve">هَذَا حَدِيْثٌ حَسَنٌ صَحِيْحٌ.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شخص ابو حمزہ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کو فرماتے ہوئے سنا کہ سب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Pr="008742E8" w:rsidRDefault="001F16A4" w:rsidP="008742E8">
      <w:pPr>
        <w:pStyle w:val="libFootNoteArabic"/>
        <w:rPr>
          <w:rtl/>
        </w:rPr>
      </w:pPr>
      <w:r w:rsidRPr="008742E8">
        <w:rPr>
          <w:rFonts w:hint="eastAsia"/>
          <w:rtl/>
        </w:rPr>
        <w:t>الحد</w:t>
      </w:r>
      <w:r w:rsidRPr="008742E8">
        <w:rPr>
          <w:rFonts w:hint="cs"/>
          <w:rtl/>
        </w:rPr>
        <w:t>يث</w:t>
      </w:r>
      <w:r w:rsidRPr="008742E8">
        <w:rPr>
          <w:rtl/>
        </w:rPr>
        <w:t xml:space="preserve"> رقم 1 : </w:t>
      </w:r>
      <w:r w:rsidRPr="008742E8">
        <w:rPr>
          <w:rFonts w:hint="cs"/>
          <w:rtl/>
        </w:rPr>
        <w:t>أخرجه الترمذی</w:t>
      </w:r>
      <w:r w:rsidRPr="008742E8">
        <w:rPr>
          <w:rtl/>
        </w:rPr>
        <w:t xml:space="preserve"> ف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الجامع الصح</w:t>
      </w:r>
      <w:r w:rsidRPr="008742E8">
        <w:rPr>
          <w:rFonts w:hint="cs"/>
          <w:rtl/>
        </w:rPr>
        <w:t>يح، ابواب المناقب، باب مناقب علی</w:t>
      </w:r>
      <w:r w:rsidRPr="008742E8">
        <w:rPr>
          <w:rFonts w:hint="eastAsia"/>
          <w:rtl/>
        </w:rPr>
        <w:t>،</w:t>
      </w:r>
      <w:r w:rsidRPr="008742E8">
        <w:rPr>
          <w:rtl/>
        </w:rPr>
        <w:t xml:space="preserve"> 5 / 642، الحد</w:t>
      </w:r>
      <w:r w:rsidRPr="008742E8">
        <w:rPr>
          <w:rFonts w:hint="cs"/>
          <w:rtl/>
        </w:rPr>
        <w:t xml:space="preserve">يث رقم : 3735، و الطبراني في المعجم الکبير، 11 / 406، الحديث رقم : 12151، والهيثمي في مجمع الزوائد، 9 / 102.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2. فِ</w:t>
      </w:r>
      <w:r w:rsidRPr="001107E5">
        <w:rPr>
          <w:rFonts w:hint="cs"/>
          <w:rtl/>
        </w:rPr>
        <w:t>ي رِوَايَةٍ عَنْهُ أَوَّلُ مَنْ أَسْلَمَ مَعَ رَسُوْلِ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 xml:space="preserve">ي الله عليه وآله وسلم عَلِيٌّ رضي الله عنه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ہ</w:t>
      </w:r>
      <w:r>
        <w:rPr>
          <w:rFonts w:hint="cs"/>
          <w:rtl/>
        </w:rPr>
        <w:t>ی</w:t>
      </w:r>
      <w:r>
        <w:rPr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سب سے پہلے اسلام لانے والے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2 : </w:t>
      </w:r>
      <w:r w:rsidRPr="001107E5">
        <w:rPr>
          <w:rFonts w:hint="cs"/>
          <w:rtl/>
        </w:rPr>
        <w:t>أخرجه أحمد بن حنبل في المسند،</w:t>
      </w:r>
      <w:r w:rsidRPr="001107E5">
        <w:rPr>
          <w:rtl/>
        </w:rPr>
        <w:t xml:space="preserve"> 4 / 367، و الحاکم ف</w:t>
      </w:r>
      <w:r w:rsidRPr="001107E5">
        <w:rPr>
          <w:rFonts w:hint="cs"/>
          <w:rtl/>
        </w:rPr>
        <w:t xml:space="preserve">ي المستدرک، 3 / 447، الحديث رقم : 4663، و ابن أبي شيبة في المصنف، 6 / 371، الحديث رقم : 32106، و الطبراني في المعجم اکبير، 22 / 452، الحديث رقم : 1102.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3. عَن</w:t>
      </w:r>
      <w:r w:rsidRPr="001107E5">
        <w:rPr>
          <w:rFonts w:hint="cs"/>
          <w:rtl/>
        </w:rPr>
        <w:t>ْ أَنَسِ بْنِ مَالِکٍ، قَالَ بُعِثَ النَّبِيُّ صلي الله عليه وآله وسلم يَوْم</w:t>
      </w:r>
      <w:r w:rsidRPr="001107E5">
        <w:rPr>
          <w:rtl/>
        </w:rPr>
        <w:t>َ ال</w:t>
      </w:r>
      <w:r w:rsidRPr="001107E5">
        <w:rPr>
          <w:rFonts w:hint="cs"/>
          <w:rtl/>
        </w:rPr>
        <w:t xml:space="preserve">ْإِثْنَيْنِ وَصَلَّي عَلِيٌّ يَوْمَ الثُّلَاثَاءِ. رَوَاهُ التِّرْمِذِيُّ.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دن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بعثت ہوئ</w:t>
      </w:r>
      <w:r>
        <w:rPr>
          <w:rFonts w:hint="cs"/>
          <w:rtl/>
        </w:rPr>
        <w:t>ی</w:t>
      </w:r>
      <w:r>
        <w:rPr>
          <w:rtl/>
        </w:rPr>
        <w:t xml:space="preserve"> اور منگل کے دن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نماز پڑھ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3 : </w:t>
      </w:r>
      <w:r w:rsidRPr="001107E5">
        <w:rPr>
          <w:rFonts w:hint="cs"/>
          <w:rtl/>
        </w:rPr>
        <w:t xml:space="preserve">أخرجه الترمذي في الجامع الصحيح، ابواب المناقب، باب مناقب علي بن أبي طالب، 5 / 640، الحديث رقم : 3728، و الحاکم في المستدرک علي الصحيحين، 3 / 121، الحديث رقم : 4587، و المناوي في فيض القدير، 4 / 355. 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lastRenderedPageBreak/>
        <w:t>4. عَنِ اب</w:t>
      </w:r>
      <w:r w:rsidRPr="001107E5">
        <w:rPr>
          <w:rFonts w:hint="cs"/>
          <w:rtl/>
        </w:rPr>
        <w:t xml:space="preserve">ْنِ عَبَّاسٍ قَالَ : أَوَّلُ مَنْ صَلَّي عَلِيٌّ. رَوَاهُ التِّرْمِذِيُّ. </w:t>
      </w: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Fonts w:hint="eastAsia"/>
          <w:rtl/>
        </w:rPr>
        <w:t>وَ</w:t>
      </w:r>
      <w:r w:rsidRPr="001107E5">
        <w:rPr>
          <w:rtl/>
        </w:rPr>
        <w:t xml:space="preserve"> قَالَ قَدِ اخ</w:t>
      </w:r>
      <w:r w:rsidRPr="001107E5">
        <w:rPr>
          <w:rFonts w:hint="cs"/>
          <w:rtl/>
        </w:rPr>
        <w:t>ْتَلَفَ أَهْلُ الْعِلْمِ فِيْ هَذَا فَقَالَ بَعْضُهُمْ : أَوَّلُ مَنْ أَسْلَمَ أَبُوْ بَکْرٍ الصِّدِّيْقُ، وَقَالَ بَعْضُهُمْ : أَوَّلُ مَنْ أَسْلَمَ عَلِيٌّ و</w:t>
      </w:r>
      <w:r w:rsidRPr="001107E5">
        <w:rPr>
          <w:rtl/>
        </w:rPr>
        <w:t>َقَالَ بَع</w:t>
      </w:r>
      <w:r w:rsidRPr="001107E5">
        <w:rPr>
          <w:rFonts w:hint="cs"/>
          <w:rtl/>
        </w:rPr>
        <w:t>ْضُ أَهْلِ الْعِلْمِ : أَوَّلُ مَنْ أَسْلَمَ مِنَ الرِّجَالِ أَبُوْبَکْ</w:t>
      </w:r>
      <w:r w:rsidRPr="001107E5">
        <w:rPr>
          <w:rFonts w:hint="eastAsia"/>
          <w:rtl/>
        </w:rPr>
        <w:t>رٍ،</w:t>
      </w:r>
      <w:r w:rsidRPr="001107E5">
        <w:rPr>
          <w:rtl/>
        </w:rPr>
        <w:t xml:space="preserve"> وَ</w:t>
      </w:r>
      <w:r w:rsidRPr="001107E5">
        <w:rPr>
          <w:rFonts w:hint="cs"/>
          <w:rtl/>
        </w:rPr>
        <w:t xml:space="preserve">أَسْلَمَ عَلِيٌّ وَهُوَ غُلَامٌ ابْنُ ثَمَانِ سِنِيْنَ، وَأَوَّلُ مَنْ أَسْلَمَ مِنَ النِّسَّاءِ خَدِيْجَةُ.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نماز پڑھ</w:t>
      </w:r>
      <w:r>
        <w:rPr>
          <w:rFonts w:hint="cs"/>
          <w:rtl/>
        </w:rPr>
        <w:t>ی</w:t>
      </w:r>
      <w:r>
        <w:rPr>
          <w:rtl/>
        </w:rPr>
        <w:t>۔ اسے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علم کا اختلاف ہے۔ بعض نے کہا : سب سے پہلے ابو 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اسلام لائے اور بع</w:t>
      </w:r>
      <w:r>
        <w:rPr>
          <w:rFonts w:hint="eastAsia"/>
          <w:rtl/>
        </w:rPr>
        <w:t>ض</w:t>
      </w:r>
      <w:r>
        <w:rPr>
          <w:rtl/>
        </w:rPr>
        <w:t xml:space="preserve"> نے کہا : سب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اسلام لائے جبکہ بعض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کہنا ہے کہ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اسلام لانے والے حضرت ابوبکر رض</w:t>
      </w:r>
      <w:r>
        <w:rPr>
          <w:rFonts w:hint="cs"/>
          <w:rtl/>
        </w:rPr>
        <w:t>ی</w:t>
      </w:r>
      <w:r>
        <w:rPr>
          <w:rtl/>
        </w:rPr>
        <w:t xml:space="preserve"> اللہ عنہ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اسلام لانے والے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آٹھ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لائے اور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مشرف بہ اسلام ہونے وال</w:t>
      </w:r>
      <w:r>
        <w:rPr>
          <w:rFonts w:hint="cs"/>
          <w:rtl/>
        </w:rPr>
        <w:t>ی</w:t>
      </w:r>
      <w:r>
        <w:rPr>
          <w:rtl/>
        </w:rPr>
        <w:t xml:space="preserve">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ۃ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4 : </w:t>
      </w:r>
      <w:r w:rsidRPr="001107E5">
        <w:rPr>
          <w:rFonts w:hint="cs"/>
          <w:rtl/>
        </w:rPr>
        <w:t xml:space="preserve">أخرجه الترمذي في الجامع الصحيح، ابواب المناقب، باب مناقب علي، 5 / 642، الحديث رقم : 3734.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5. عَن</w:t>
      </w:r>
      <w:r w:rsidRPr="001107E5">
        <w:rPr>
          <w:rFonts w:hint="cs"/>
          <w:rtl/>
        </w:rPr>
        <w:t xml:space="preserve">ْ عَمْرِو بْنِ مَيْمُوْنٍ عَنِ ابْنِ عَبَّاسٍ فِيْ رِوَايَةٍ طَوِيْلَةٍ مِنْهَا عَنْهُ قَالَ : وَ کَانَ أَوَّلَ مَنْ أَسْلَمَ مِنَ النَّاسِ بَعْدَ خَدِيْجَةَ.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بعد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اسلام لائے۔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5 : </w:t>
      </w:r>
      <w:r w:rsidRPr="001107E5">
        <w:rPr>
          <w:rFonts w:hint="cs"/>
          <w:rtl/>
        </w:rPr>
        <w:t>أخرجه احمد بن حنبل في المسند، 1 / 330، الحديث رقم : 3062، و ابن ابي</w:t>
      </w:r>
      <w:r w:rsidRPr="001107E5">
        <w:rPr>
          <w:rtl/>
        </w:rPr>
        <w:t xml:space="preserve"> عاصم ف</w:t>
      </w:r>
      <w:r w:rsidRPr="001107E5">
        <w:rPr>
          <w:rFonts w:hint="cs"/>
          <w:rtl/>
        </w:rPr>
        <w:t>ي السنة، 2 / 603، و الهيثمي في مجمع الزوائد، 9 / 119، وابن سعد في الطبقات الکبریٰ</w:t>
      </w:r>
      <w:r w:rsidRPr="001107E5">
        <w:rPr>
          <w:rFonts w:hint="eastAsia"/>
          <w:rtl/>
        </w:rPr>
        <w:t>،</w:t>
      </w:r>
      <w:r w:rsidRPr="001107E5">
        <w:rPr>
          <w:rtl/>
        </w:rPr>
        <w:t xml:space="preserve"> 3 / 21.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6. عَنِ اب</w:t>
      </w:r>
      <w:r w:rsidRPr="001107E5">
        <w:rPr>
          <w:rFonts w:hint="cs"/>
          <w:rtl/>
        </w:rPr>
        <w:t>ْنِ عَبَّاسٍ قَالَ : أَوَّلُ مَنْ صَلَّی</w:t>
      </w:r>
      <w:r w:rsidRPr="001107E5">
        <w:rPr>
          <w:rtl/>
        </w:rPr>
        <w:t xml:space="preserve"> مَعَ النَّبِ</w:t>
      </w:r>
      <w:r w:rsidRPr="001107E5">
        <w:rPr>
          <w:rFonts w:hint="cs"/>
          <w:rtl/>
        </w:rPr>
        <w:t>يِّ صلی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 xml:space="preserve">ه عليه وآله وسلم ، بَعْدَ خَدِيْجَةَ، عَلِيٌّ، وَ قَالَ مَرَّةً : أَسْلَمَ.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سے پہلے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بعد جس شخص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نماز ادا ک</w:t>
      </w:r>
      <w:r>
        <w:rPr>
          <w:rFonts w:hint="cs"/>
          <w:rtl/>
        </w:rPr>
        <w:t>ی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</w:t>
      </w:r>
      <w:r>
        <w:rPr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</w:t>
      </w:r>
      <w:r>
        <w:rPr>
          <w:rFonts w:hint="eastAsia"/>
          <w:rtl/>
        </w:rPr>
        <w:t>کے</w:t>
      </w:r>
      <w:r>
        <w:rPr>
          <w:rtl/>
        </w:rPr>
        <w:t xml:space="preserve"> بعد سب سے پہلے جو شخص 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6 : </w:t>
      </w:r>
      <w:r w:rsidRPr="001107E5">
        <w:rPr>
          <w:rFonts w:hint="cs"/>
          <w:rtl/>
        </w:rPr>
        <w:t>أخرجه أحمد بن حنبل في المسند، 1 / 37</w:t>
      </w:r>
      <w:r w:rsidRPr="001107E5">
        <w:rPr>
          <w:rtl/>
        </w:rPr>
        <w:t>3، الحد</w:t>
      </w:r>
      <w:r w:rsidRPr="001107E5">
        <w:rPr>
          <w:rFonts w:hint="cs"/>
          <w:rtl/>
        </w:rPr>
        <w:t xml:space="preserve">يث رقم : 3542، و الطيالسي في المسند، 1 / 360، الحديث رقم : 2753.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7. عَن</w:t>
      </w:r>
      <w:r w:rsidRPr="001107E5">
        <w:rPr>
          <w:rFonts w:hint="cs"/>
          <w:rtl/>
        </w:rPr>
        <w:t>ْ إِسْمَاعِيْلَ بْنِ إِيَاسِ بْنِ عَفِيْفٍ الْکِنْدِيِّ عَنْ أَبِيْهِ، عَنْ جَدِّه، قَالَ : کُنْتُ امْرَءً ا تَاجِرًا، فَقَدِمْتُ الْحَجَّ فَأَتَيْتُ الْعَبَّاسَ بْنَ عَبْدِ الْمُطَّلِبِ لأَبْتَاعَ مِنْهُ بَعْضَ التِّجَارَةِ وَ کَانَ امْرَءً ا تَاجِر</w:t>
      </w:r>
      <w:r w:rsidRPr="001107E5">
        <w:rPr>
          <w:rFonts w:hint="eastAsia"/>
          <w:rtl/>
        </w:rPr>
        <w:t>ًا،</w:t>
      </w:r>
      <w:r w:rsidRPr="001107E5">
        <w:rPr>
          <w:rtl/>
        </w:rPr>
        <w:t xml:space="preserve"> فَوَا</w:t>
      </w:r>
      <w:r w:rsidRPr="001107E5">
        <w:rPr>
          <w:rFonts w:hint="cs"/>
          <w:rtl/>
        </w:rPr>
        <w:t>ﷲِ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إِنِّيْ لَعِنْدَهُ بِمِنًی</w:t>
      </w:r>
      <w:r w:rsidRPr="001107E5">
        <w:rPr>
          <w:rFonts w:hint="eastAsia"/>
          <w:rtl/>
        </w:rPr>
        <w:t>،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إِذْ خَرَجَ رَجُلٌ مِنْ خِبَاءٍ قَرِيْبٍ مِْنهُ فَنَظَرَ إِلَی</w:t>
      </w:r>
      <w:r w:rsidRPr="001107E5">
        <w:rPr>
          <w:rtl/>
        </w:rPr>
        <w:t xml:space="preserve"> الشَّم</w:t>
      </w:r>
      <w:r w:rsidRPr="001107E5">
        <w:rPr>
          <w:rFonts w:hint="cs"/>
          <w:rtl/>
        </w:rPr>
        <w:t>ْسِ، فَلَمَّا رَهَا مَالَتْ، يَعْنِي قَامَ يُصَلِّي قَالَ : ثُمَّ خَرَجَت</w:t>
      </w:r>
      <w:r w:rsidRPr="001107E5">
        <w:rPr>
          <w:rtl/>
        </w:rPr>
        <w:t>ِ ام</w:t>
      </w:r>
      <w:r w:rsidRPr="001107E5">
        <w:rPr>
          <w:rFonts w:hint="cs"/>
          <w:rtl/>
        </w:rPr>
        <w:t>ْرَأَةٌ مِنْ ذَلِکَ الْخِبَاءِ الَّذِيْ خَرَجَ مِنْهُ ذَلِکَ الرَّجُلُ</w:t>
      </w:r>
      <w:r w:rsidRPr="001107E5">
        <w:rPr>
          <w:rFonts w:hint="eastAsia"/>
          <w:rtl/>
        </w:rPr>
        <w:t>،</w:t>
      </w:r>
      <w:r w:rsidRPr="001107E5">
        <w:rPr>
          <w:rtl/>
        </w:rPr>
        <w:t xml:space="preserve"> فَقَامَت</w:t>
      </w:r>
      <w:r w:rsidRPr="001107E5">
        <w:rPr>
          <w:rFonts w:hint="cs"/>
          <w:rtl/>
        </w:rPr>
        <w:t xml:space="preserve">ْ خَلْفَهُ تُصَلِّي، ثُمَّ خَرَجَ غُلَامٌ حِيْنَ رَهَقَ الْحُلُمَ مِنْ ذَلِکَ الْخِبَاءِ، فَقَامَ مَعَهُ يُصَلِّي. قَالَ : فَقُلْتُ لِلْعَبَّاسِ : مَنْ هَذَا يَا عَبَّاسُ؟ </w:t>
      </w:r>
      <w:r w:rsidRPr="001107E5">
        <w:rPr>
          <w:rtl/>
        </w:rPr>
        <w:t xml:space="preserve">قَالَ : </w:t>
      </w:r>
      <w:r w:rsidRPr="001107E5">
        <w:rPr>
          <w:rFonts w:hint="cs"/>
          <w:rtl/>
        </w:rPr>
        <w:t>هَذَا مُحَمَّدُ بْنُ عَبْدِاﷲِ</w:t>
      </w:r>
      <w:r w:rsidRPr="001107E5">
        <w:rPr>
          <w:rtl/>
        </w:rPr>
        <w:t xml:space="preserve"> ب</w:t>
      </w:r>
      <w:r w:rsidRPr="001107E5">
        <w:rPr>
          <w:rFonts w:hint="cs"/>
          <w:rtl/>
        </w:rPr>
        <w:t>ْنِ عَبْدِ الْمُطَّلِبِ ابْنُ أَخِيْ</w:t>
      </w:r>
      <w:r w:rsidRPr="001107E5">
        <w:rPr>
          <w:rtl/>
        </w:rPr>
        <w:t xml:space="preserve"> قَالَ : فَقُل</w:t>
      </w:r>
      <w:r w:rsidRPr="001107E5">
        <w:rPr>
          <w:rFonts w:hint="cs"/>
          <w:rtl/>
        </w:rPr>
        <w:t>ْتُ : مَنِ الْمَرْأَةُ؟ قَالَ : هَذِهِ امْرَأَتُهُ خَدِيْجَةُ ابْنَةُ خُوَيْلَدٍ قَالَ : قُلْتُ : مَنْ هَذَا الْفَتَی</w:t>
      </w:r>
      <w:r w:rsidRPr="001107E5">
        <w:rPr>
          <w:rFonts w:hint="eastAsia"/>
          <w:rtl/>
        </w:rPr>
        <w:t>؟</w:t>
      </w:r>
      <w:r w:rsidRPr="001107E5">
        <w:rPr>
          <w:rtl/>
        </w:rPr>
        <w:t xml:space="preserve"> قَالَ : </w:t>
      </w:r>
      <w:r w:rsidRPr="001107E5">
        <w:rPr>
          <w:rFonts w:hint="cs"/>
          <w:rtl/>
        </w:rPr>
        <w:t>هذَا عَلِيُّ بْنُ أَبِي طَالِبٍ ابْنُ ع</w:t>
      </w:r>
      <w:r w:rsidRPr="001107E5">
        <w:rPr>
          <w:rtl/>
        </w:rPr>
        <w:t>َمِّ</w:t>
      </w:r>
      <w:r w:rsidRPr="001107E5">
        <w:rPr>
          <w:rFonts w:hint="cs"/>
          <w:rtl/>
        </w:rPr>
        <w:t xml:space="preserve">هِ قَالَ : فَقُلْتُ : فَمَا هذَا الَّذِيْ يَصْنَعُ؟ قَالَ : يُصَلِّيْ </w:t>
      </w:r>
      <w:r w:rsidRPr="001107E5">
        <w:rPr>
          <w:rFonts w:hint="eastAsia"/>
          <w:rtl/>
        </w:rPr>
        <w:t>وَ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هُوَ يَزْعُمُ أَنَّهُ نَبِيٌّ وَ لَمْ يَتْبَعْهُ عَلَی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أَمْرِهِ إِلاَّ امْرَأْتُهُ وَ ابْنُ عَمِّهِ هَذَا الْفَتٰی</w:t>
      </w:r>
      <w:r w:rsidRPr="001107E5">
        <w:rPr>
          <w:rtl/>
        </w:rPr>
        <w:t xml:space="preserve"> وَ </w:t>
      </w:r>
      <w:r w:rsidRPr="001107E5">
        <w:rPr>
          <w:rFonts w:hint="cs"/>
          <w:rtl/>
        </w:rPr>
        <w:t>هُوَ يَزْعُمُ أَنَّهُ سَيُفْتَحُ عَلَيْهِ کُنُوْزُ کِسْرَی</w:t>
      </w:r>
      <w:r w:rsidRPr="001107E5">
        <w:rPr>
          <w:rtl/>
        </w:rPr>
        <w:t xml:space="preserve"> وَ قَ</w:t>
      </w:r>
      <w:r w:rsidRPr="001107E5">
        <w:rPr>
          <w:rFonts w:hint="cs"/>
          <w:rtl/>
        </w:rPr>
        <w:t>يْصَرَ قَالَ : فَکَانَ عَفِيْفٌ وَ هُوَ ابْنُ عَمِّ الْأَشْعَثِ بْنِ قَيْسٍ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يَقُوْلُ : وَ أَسْلَمَ بَعْدَ ذَلِکَ فَحَسُنَ إِسْلَامُهُ لَوْ کَانَ اﷲُ</w:t>
      </w:r>
      <w:r w:rsidRPr="001107E5">
        <w:rPr>
          <w:rtl/>
        </w:rPr>
        <w:t xml:space="preserve"> رَزَقَنِ</w:t>
      </w:r>
      <w:r w:rsidRPr="001107E5">
        <w:rPr>
          <w:rFonts w:hint="cs"/>
          <w:rtl/>
        </w:rPr>
        <w:t xml:space="preserve">يَ اْلإِسْلَامَ يَوْمَئِذٍ، فَأَکُوْنَ ثَالِثًا مَعَ عَلِيِّ بْنِ أَبِيْ طَالِبٍ.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صاپ نے والد سے اور وہ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غرض سے مکہ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عباس بن عبد المطلب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ملنے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آپ سے کچھ مال تجارت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لوں اور آپ رض</w:t>
      </w:r>
      <w:r>
        <w:rPr>
          <w:rFonts w:hint="cs"/>
          <w:rtl/>
        </w:rPr>
        <w:t>ی</w:t>
      </w:r>
      <w:r>
        <w:rPr>
          <w:rtl/>
        </w:rPr>
        <w:t xml:space="preserve"> اللہ عنہ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تھے۔ </w:t>
      </w:r>
      <w:r>
        <w:rPr>
          <w:rFonts w:hint="eastAsia"/>
          <w:rtl/>
        </w:rPr>
        <w:t>بخدا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پاس 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نکلا اس نے سورج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پس جب اس نے سورج کو ڈھلتے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کھڑے ہو کر نماز ادا کرنے لگا۔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پھر اس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جس سے وہ آدم</w:t>
      </w:r>
      <w:r>
        <w:rPr>
          <w:rFonts w:hint="cs"/>
          <w:rtl/>
        </w:rPr>
        <w:t>ی</w:t>
      </w:r>
      <w:r>
        <w:rPr>
          <w:rtl/>
        </w:rPr>
        <w:t xml:space="preserve"> نکلا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نکل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پڑھنے کے لئے کھڑ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پھر اس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البلوغ تھا نکلا اور اس شخص کے ساتھ کھڑا ہو کر نماز پڑھنے لگا۔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عباس رض</w:t>
      </w:r>
      <w:r>
        <w:rPr>
          <w:rFonts w:hint="cs"/>
          <w:rtl/>
        </w:rPr>
        <w:t>ی</w:t>
      </w:r>
      <w:r>
        <w:rPr>
          <w:rtl/>
        </w:rPr>
        <w:t xml:space="preserve"> اللہ عنہ سے کہا اے عباس!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 تو انہوں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مح</w:t>
      </w:r>
      <w:r>
        <w:rPr>
          <w:rFonts w:hint="eastAsia"/>
          <w:rtl/>
        </w:rPr>
        <w:t>مد</w:t>
      </w:r>
      <w:r>
        <w:rPr>
          <w:rtl/>
        </w:rPr>
        <w:t xml:space="preserve"> بن عبدا</w:t>
      </w:r>
      <w:r>
        <w:rPr>
          <w:rFonts w:hint="cs"/>
          <w:rtl/>
        </w:rPr>
        <w:t>ﷲ</w:t>
      </w:r>
      <w:r>
        <w:rPr>
          <w:rtl/>
        </w:rPr>
        <w:t xml:space="preserve"> بن عبدالمطلب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کون ہے؟ انہوں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بنت خو</w:t>
      </w:r>
      <w:r>
        <w:rPr>
          <w:rFonts w:hint="cs"/>
          <w:rtl/>
        </w:rPr>
        <w:t>ی</w:t>
      </w:r>
      <w:r>
        <w:rPr>
          <w:rFonts w:hint="eastAsia"/>
          <w:rtl/>
        </w:rPr>
        <w:t>لد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نوجوان کون ہے؟ تو انہوں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چچا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ہے۔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انہوں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ان ک</w:t>
      </w:r>
      <w:r>
        <w:rPr>
          <w:rFonts w:hint="cs"/>
          <w:rtl/>
        </w:rPr>
        <w:t>ی</w:t>
      </w:r>
      <w:r>
        <w:rPr>
          <w:rtl/>
        </w:rPr>
        <w:t xml:space="preserve"> اتباع سوائے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چچا زاد اس نوجوان کے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گمان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 xml:space="preserve"> و کسر</w:t>
      </w:r>
      <w:r>
        <w:rPr>
          <w:rFonts w:hint="cs"/>
          <w:rtl/>
        </w:rPr>
        <w:t>ی</w:t>
      </w:r>
      <w:r>
        <w:rPr>
          <w:rtl/>
        </w:rPr>
        <w:t xml:space="preserve"> کے خزانے ان کے لئے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eastAsia"/>
          <w:rtl/>
        </w:rPr>
        <w:t>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کہ اشعث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 کے بعد اسلام لائے، پس اس کا اسلام لانا اچھا ہے مگر کاش ا</w:t>
      </w:r>
      <w:r>
        <w:rPr>
          <w:rFonts w:hint="cs"/>
          <w:rtl/>
        </w:rPr>
        <w:t>ﷲ</w:t>
      </w:r>
      <w:r>
        <w:rPr>
          <w:rtl/>
        </w:rPr>
        <w:t xml:space="preserve"> تبارک و تعال</w:t>
      </w:r>
      <w:r>
        <w:rPr>
          <w:rFonts w:hint="cs"/>
          <w:rtl/>
        </w:rPr>
        <w:t>یٰ</w:t>
      </w:r>
      <w:r>
        <w:rPr>
          <w:rtl/>
        </w:rPr>
        <w:t xml:space="preserve"> اس دن مجھے اسلام ک</w:t>
      </w:r>
      <w:r>
        <w:rPr>
          <w:rFonts w:hint="cs"/>
          <w:rtl/>
        </w:rPr>
        <w:t>ی</w:t>
      </w:r>
      <w:r>
        <w:rPr>
          <w:rtl/>
        </w:rPr>
        <w:t xml:space="preserve"> دولت عطا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اسلام قبول کرنے والا شخص ہو جاتا۔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eastAsia"/>
          <w:rtl/>
        </w:rPr>
        <w:t>امام</w:t>
      </w:r>
      <w:r>
        <w:rPr>
          <w:rtl/>
        </w:rPr>
        <w:t xml:space="preserve">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7 : </w:t>
      </w:r>
      <w:r w:rsidRPr="001107E5">
        <w:rPr>
          <w:rFonts w:hint="cs"/>
          <w:rtl/>
        </w:rPr>
        <w:t xml:space="preserve">أخرجه أحمد بن حنبل في المسند، 1 / 209 و الحديث رقم : 1787، و ابن عبد البر في الإستيعاب، 3 / 1096، و المقدسي في الأحاديث المختارة، 8 / 388، الحديث رقم : 6479.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8. عَن</w:t>
      </w:r>
      <w:r w:rsidRPr="001107E5">
        <w:rPr>
          <w:rFonts w:hint="cs"/>
          <w:rtl/>
        </w:rPr>
        <w:t>ْ حَبَّةَ الْعُرَنِيِّ قَالَ : سَمِعْتُ عَلِيًّا يَقُوْلُ : أَنَا أَوَّلُ رَجُلٍ صَلَّی</w:t>
      </w:r>
      <w:r w:rsidRPr="001107E5">
        <w:rPr>
          <w:rtl/>
        </w:rPr>
        <w:t xml:space="preserve"> مَعَ رَسُو</w:t>
      </w:r>
      <w:r w:rsidRPr="001107E5">
        <w:rPr>
          <w:rFonts w:hint="cs"/>
          <w:rtl/>
        </w:rPr>
        <w:t>ْلِ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 xml:space="preserve">ه عليه وآله وسلم 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حبہ عرن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فرماتے ہوئے سنا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پہلا شخص ہوں جس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نماز پڑھ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8 : </w:t>
      </w:r>
      <w:r w:rsidRPr="001107E5">
        <w:rPr>
          <w:rFonts w:hint="cs"/>
          <w:rtl/>
        </w:rPr>
        <w:t>أخرجه أحمد بن حنبل في المسند، 1 / 141، الحديث رقم : 1191، وابن ابي شيبة في المصنف، 6 / 368، الحديث رقم : 32085، و الشيب</w:t>
      </w:r>
      <w:r w:rsidRPr="001107E5">
        <w:rPr>
          <w:rtl/>
        </w:rPr>
        <w:t>ان</w:t>
      </w:r>
      <w:r w:rsidRPr="001107E5">
        <w:rPr>
          <w:rFonts w:hint="cs"/>
          <w:rtl/>
        </w:rPr>
        <w:t xml:space="preserve">ي في الآحاد و المثاني، 1 / 149، الحديث رقم : 179.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9. عَن</w:t>
      </w:r>
      <w:r w:rsidRPr="001107E5">
        <w:rPr>
          <w:rFonts w:hint="cs"/>
          <w:rtl/>
        </w:rPr>
        <w:t>ْ حَبَّةَ الْعُرَنِيِّ قَالَ : رَأَيْتُ عَلِيًّا ضَحِکَ عَلَی</w:t>
      </w:r>
      <w:r w:rsidRPr="001107E5">
        <w:rPr>
          <w:rtl/>
        </w:rPr>
        <w:t xml:space="preserve"> ال</w:t>
      </w:r>
      <w:r w:rsidRPr="001107E5">
        <w:rPr>
          <w:rFonts w:hint="cs"/>
          <w:rtl/>
        </w:rPr>
        <w:t>ْمِنْبَرِ، لَمْ أَرَهُ ضَحِکَ ضِحْکًا أَکْثَرَ مِنْهُ حَتَّی</w:t>
      </w:r>
      <w:r w:rsidRPr="001107E5">
        <w:rPr>
          <w:rtl/>
        </w:rPr>
        <w:t xml:space="preserve"> بَدَت</w:t>
      </w:r>
      <w:r w:rsidRPr="001107E5">
        <w:rPr>
          <w:rFonts w:hint="cs"/>
          <w:rtl/>
        </w:rPr>
        <w:t>ْ نَوَاجِذُهُ ثُمَّ قَالَ : ذَکَرْتُ قَوْلَ أَبِيْ طَالِبٍ ظَهَرَ عَلَيْنَا أَبُوْطَالِبٍ وَ أنَا مَعَ رَسُوْلِ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ی</w:t>
      </w:r>
      <w:r w:rsidRPr="001107E5">
        <w:rPr>
          <w:rtl/>
        </w:rPr>
        <w:t xml:space="preserve"> </w:t>
      </w:r>
      <w:r w:rsidRPr="001107E5">
        <w:rPr>
          <w:rFonts w:hint="eastAsia"/>
          <w:rtl/>
        </w:rPr>
        <w:t>الل</w:t>
      </w:r>
      <w:r w:rsidRPr="001107E5">
        <w:rPr>
          <w:rFonts w:hint="cs"/>
          <w:rtl/>
        </w:rPr>
        <w:t>ه</w:t>
      </w:r>
      <w:r w:rsidRPr="001107E5">
        <w:rPr>
          <w:rtl/>
        </w:rPr>
        <w:t xml:space="preserve"> عل</w:t>
      </w:r>
      <w:r w:rsidRPr="001107E5">
        <w:rPr>
          <w:rFonts w:hint="cs"/>
          <w:rtl/>
        </w:rPr>
        <w:t>يه وآله وسلم وَ نَحْنُ نُصَلِّيْ بِبَطْنِ نَخْلَةَ، فَقَالَ : مَا تَصْنَعَانِ يَا بْنَ أَخِيْ؟ فَدَعَاهُ رَسُوْلُ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عليه وآله وسلم إِلَی</w:t>
      </w:r>
      <w:r w:rsidRPr="001107E5">
        <w:rPr>
          <w:rtl/>
        </w:rPr>
        <w:t xml:space="preserve"> ال</w:t>
      </w:r>
      <w:r w:rsidRPr="001107E5">
        <w:rPr>
          <w:rFonts w:hint="cs"/>
          <w:rtl/>
        </w:rPr>
        <w:t>ْإِسْلَامِ، فَقَالَ : مَا بِالَّذِيْ تَصْنَعَانِ بَأْسٌ أَوْ بِالَّذِيْ تَقُوْلَانِ بَأْسٌ وَ لَکِنْ</w:t>
      </w:r>
      <w:r w:rsidRPr="001107E5">
        <w:rPr>
          <w:rtl/>
        </w:rPr>
        <w:t xml:space="preserve"> وَا</w:t>
      </w:r>
      <w:r w:rsidRPr="001107E5">
        <w:rPr>
          <w:rFonts w:hint="cs"/>
          <w:rtl/>
        </w:rPr>
        <w:t>ﷲِ</w:t>
      </w:r>
      <w:r w:rsidRPr="001107E5">
        <w:rPr>
          <w:rtl/>
        </w:rPr>
        <w:t>! لَا تَع</w:t>
      </w:r>
      <w:r w:rsidRPr="001107E5">
        <w:rPr>
          <w:rFonts w:hint="cs"/>
          <w:rtl/>
        </w:rPr>
        <w:t>ْلُوْنِيْ سِنِّيْ أَبَدًا! وَضَحِکَ تَعَجُّبًا لِقَوْلِ أَبِيْهِ ثُمَّ قَالَ : اللَّهُمَّ! لَا أَعْتَرِفُ أَنَّ عَ</w:t>
      </w:r>
      <w:r w:rsidRPr="001107E5">
        <w:rPr>
          <w:rtl/>
        </w:rPr>
        <w:t>ب</w:t>
      </w:r>
      <w:r w:rsidRPr="001107E5">
        <w:rPr>
          <w:rFonts w:hint="cs"/>
          <w:rtl/>
        </w:rPr>
        <w:t xml:space="preserve">ْدًا لَکَ مِنْ هَذِهِ الْأُمَّةِ عَبَدَکَ قَبْلِيْ، غَيْرَ نَبِيِّکَ ثَلاَثَ مَرَّاتٍ لَقَدْ صَلَّيْتُ قَبْلَ أَنْ يُصَلِّيَ </w:t>
      </w:r>
      <w:r w:rsidRPr="001107E5">
        <w:rPr>
          <w:rFonts w:hint="eastAsia"/>
          <w:rtl/>
        </w:rPr>
        <w:t>النَّاسُ</w:t>
      </w:r>
      <w:r w:rsidRPr="001107E5">
        <w:rPr>
          <w:rtl/>
        </w:rPr>
        <w:t xml:space="preserve"> سَب</w:t>
      </w:r>
      <w:r w:rsidRPr="001107E5">
        <w:rPr>
          <w:rFonts w:hint="cs"/>
          <w:rtl/>
        </w:rPr>
        <w:t xml:space="preserve">ْعًا.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حبہ عرن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منبر پر ہنستے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ہنستے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دانت نظر آنے لگے۔ پھر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اپنے والد ابو طالب کا قول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ہمارے پاس آئے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تھا اور ہم واد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نخلہ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 رہے تھے، پس انہوں نے کہا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!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</w:t>
      </w:r>
      <w:r>
        <w:rPr>
          <w:rFonts w:hint="eastAsia"/>
          <w:rtl/>
        </w:rPr>
        <w:t>ہ</w:t>
      </w:r>
      <w:r>
        <w:rPr>
          <w:rtl/>
        </w:rPr>
        <w:t xml:space="preserve"> وسلم نے آپ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تو انہوں نے کہا : جو کچھ آپ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(تجربہ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پس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tl/>
        </w:rPr>
        <w:lastRenderedPageBreak/>
        <w:t>عنہ اپنے والد ک</w:t>
      </w:r>
      <w:r>
        <w:rPr>
          <w:rFonts w:hint="cs"/>
          <w:rtl/>
        </w:rPr>
        <w:t>ی</w:t>
      </w:r>
      <w:r>
        <w:rPr>
          <w:rtl/>
        </w:rPr>
        <w:t xml:space="preserve"> اس بات پر ہنس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انتا</w:t>
      </w:r>
      <w:r>
        <w:rPr>
          <w:rtl/>
        </w:rPr>
        <w:t xml:space="preserve"> کہ مجھ سے پہلے اس امت کے کس</w:t>
      </w:r>
      <w:r>
        <w:rPr>
          <w:rFonts w:hint="cs"/>
          <w:rtl/>
        </w:rPr>
        <w:t>ی</w:t>
      </w:r>
      <w:r>
        <w:rPr>
          <w:rtl/>
        </w:rPr>
        <w:t xml:space="preserve"> اور فرد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ہو سوائے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عام</w:t>
      </w:r>
      <w:r>
        <w:rPr>
          <w:rFonts w:hint="cs"/>
          <w:rtl/>
        </w:rPr>
        <w:t>ۃ</w:t>
      </w:r>
      <w:r>
        <w:rPr>
          <w:rtl/>
        </w:rPr>
        <w:t xml:space="preserve"> الناس کے نماز پڑھنے سے سات سال پہلے نماز ادا ک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9 : </w:t>
      </w:r>
      <w:r w:rsidRPr="001107E5">
        <w:rPr>
          <w:rFonts w:hint="cs"/>
          <w:rtl/>
        </w:rPr>
        <w:t>أخرجه أحمد بن حنبل في المسند، 1 / 99، الحديث رقم : 776، و الهيثمي في مجمع الزو</w:t>
      </w:r>
      <w:r w:rsidRPr="001107E5">
        <w:rPr>
          <w:rtl/>
        </w:rPr>
        <w:t>ائد، 9 / 102، و الط</w:t>
      </w:r>
      <w:r w:rsidRPr="001107E5">
        <w:rPr>
          <w:rFonts w:hint="cs"/>
          <w:rtl/>
        </w:rPr>
        <w:t xml:space="preserve">يالسي في المسند، 1 / 36، الحديث رقم : 188.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10. عَن</w:t>
      </w:r>
      <w:r w:rsidRPr="001107E5">
        <w:rPr>
          <w:rFonts w:hint="cs"/>
          <w:rtl/>
        </w:rPr>
        <w:t>ْ سَلْمَانَ، قَالَ : أَوَّلُ هَذِهِ الْأُمَّةِ وَرُوْدًا عَلَي نَبِيِّهَا صلی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عليه وآله وسلم أَوَّلُهَا إِسْلَامًا، عَلِيُّ بْنُ أَبِي طَالِبٍ رضی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 xml:space="preserve">ه عنه. رَوَاهُ ابْنُ أَبِيْ شَيْبَه وَ الطَّبَرَانِيٌّ وَالْهَيْثَمِيُّ.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پہلے حوض کوثر 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والے اسلام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اول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اور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10 : </w:t>
      </w:r>
      <w:r w:rsidRPr="001107E5">
        <w:rPr>
          <w:rFonts w:hint="cs"/>
          <w:rtl/>
        </w:rPr>
        <w:t>أخرجه ابن أبي شيبه في المصنف، 7 / 267، الحديث رقم : 35954، و الطبراني في المعجم الکبير، 6 / 265، الحديث رقم : 6174، والهيثمي في مجمع الزوائد، 9 / 102، والشيباني في الآحاد والمثاني، 1 / 149، الحديث رقم : 179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11. عَن</w:t>
      </w:r>
      <w:r w:rsidRPr="001107E5">
        <w:rPr>
          <w:rFonts w:hint="cs"/>
          <w:rtl/>
        </w:rPr>
        <w:t>ْ مُجَاهِدٍ أَوَّلُ مَنْ صَلَّی</w:t>
      </w:r>
      <w:r w:rsidRPr="001107E5">
        <w:rPr>
          <w:rtl/>
        </w:rPr>
        <w:t xml:space="preserve"> عَلِ</w:t>
      </w:r>
      <w:r w:rsidRPr="001107E5">
        <w:rPr>
          <w:rFonts w:hint="cs"/>
          <w:rtl/>
        </w:rPr>
        <w:t>يٌّ، وَ هُوَ ابْنُ عَشْرِ سِنِيْنَ وَ عَنْ مُحَمَّدِ بْنِ عَبْدِ الرَّحْمٰنِ بْنِ زُرَارَةَ قَالَ : أَسْلَمَ عَلِيٌّ وَ هُوَ ابْنُ تِسْعِ سِنِيْنَ وَ عَنِ الْحَسَنِ بْنِ زَيْدِ بْنِ الْحَسَنِ بْنِ عَلِيِّ بْنِ أَب</w:t>
      </w:r>
      <w:r w:rsidRPr="001107E5">
        <w:rPr>
          <w:rFonts w:hint="eastAsia"/>
          <w:rtl/>
        </w:rPr>
        <w:t>ِ</w:t>
      </w:r>
      <w:r w:rsidRPr="001107E5">
        <w:rPr>
          <w:rFonts w:hint="cs"/>
          <w:rtl/>
        </w:rPr>
        <w:t>يْ</w:t>
      </w:r>
      <w:r w:rsidRPr="001107E5">
        <w:rPr>
          <w:rtl/>
        </w:rPr>
        <w:t xml:space="preserve"> طَالِبٍ، </w:t>
      </w:r>
      <w:r w:rsidRPr="001107E5">
        <w:rPr>
          <w:rFonts w:hint="cs"/>
          <w:rtl/>
        </w:rPr>
        <w:t>أَنَّ عَلِيَّ بْنَ أَبِيْ</w:t>
      </w:r>
      <w:r w:rsidRPr="001107E5">
        <w:rPr>
          <w:rtl/>
        </w:rPr>
        <w:t xml:space="preserve"> طَالِبٍ، حِ</w:t>
      </w:r>
      <w:r w:rsidRPr="001107E5">
        <w:rPr>
          <w:rFonts w:hint="cs"/>
          <w:rtl/>
        </w:rPr>
        <w:t>يْنَ دَعَاهُ النَّبِيُّ صلی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عليه وآله وسلم إِلَی</w:t>
      </w:r>
      <w:r w:rsidRPr="001107E5">
        <w:rPr>
          <w:rtl/>
        </w:rPr>
        <w:t xml:space="preserve"> ال</w:t>
      </w:r>
      <w:r w:rsidRPr="001107E5">
        <w:rPr>
          <w:rFonts w:hint="cs"/>
          <w:rtl/>
        </w:rPr>
        <w:t>ْإِسْلَامِ کَانَ ابْنَ تِسْعِ سِنِيْنَ قَالَ الْحَسَنُ بْنُ زَيْدٍ وَ يُقَالُ : دُوْنَ تِسْعِ سِنِيْنَ وَ لَمْ يَعْبُدِ الْأَوْثَانَ قَطُّ لِصِغَرِهِ. رَوَاهُ ابْنُ سَعْدٍ فِي الطَّبَقَاتِ</w:t>
      </w:r>
      <w:r w:rsidRPr="001107E5">
        <w:rPr>
          <w:rtl/>
        </w:rPr>
        <w:t xml:space="preserve"> ال</w:t>
      </w:r>
      <w:r w:rsidRPr="001107E5">
        <w:rPr>
          <w:rFonts w:hint="cs"/>
          <w:rtl/>
        </w:rPr>
        <w:t>ْکُبْرَی</w:t>
      </w:r>
      <w:r w:rsidRPr="001107E5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مجاہد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سب سے پہلے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نماز ادا ک</w:t>
      </w:r>
      <w:r>
        <w:rPr>
          <w:rFonts w:hint="cs"/>
          <w:rtl/>
        </w:rPr>
        <w:t>ی</w:t>
      </w:r>
      <w:r>
        <w:rPr>
          <w:rtl/>
        </w:rPr>
        <w:t xml:space="preserve"> اور وہ اس وقت دس سال کے تھے اور حضرت محمد بن عبد الرحمٰن بن زرارہ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عمر نو سال تھ</w:t>
      </w:r>
      <w:r>
        <w:rPr>
          <w:rFonts w:hint="cs"/>
          <w:rtl/>
        </w:rPr>
        <w:t>ی</w:t>
      </w:r>
      <w:r>
        <w:rPr>
          <w:rtl/>
        </w:rPr>
        <w:t xml:space="preserve"> اور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اس وقت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عمر نو سال تھ</w:t>
      </w:r>
      <w:r>
        <w:rPr>
          <w:rFonts w:hint="cs"/>
          <w:rtl/>
        </w:rPr>
        <w:t>ی</w:t>
      </w:r>
      <w:r>
        <w:rPr>
          <w:rtl/>
        </w:rPr>
        <w:t xml:space="preserve"> اور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کہا جاتا ہے کہ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نو سال سے بھ</w:t>
      </w:r>
      <w:r>
        <w:rPr>
          <w:rFonts w:hint="cs"/>
          <w:rtl/>
        </w:rPr>
        <w:t>ی</w:t>
      </w:r>
      <w:r>
        <w:rPr>
          <w:rtl/>
        </w:rPr>
        <w:t xml:space="preserve"> کم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لائے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اپنے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بتوں ک</w:t>
      </w:r>
      <w:r>
        <w:rPr>
          <w:rFonts w:hint="cs"/>
          <w:rtl/>
        </w:rPr>
        <w:t>ی</w:t>
      </w:r>
      <w:r>
        <w:rPr>
          <w:rtl/>
        </w:rPr>
        <w:t xml:space="preserve"> پوجا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اسے ابن سعد نے ’’الطبقات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lastRenderedPageBreak/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11 : </w:t>
      </w:r>
      <w:r w:rsidRPr="001107E5">
        <w:rPr>
          <w:rFonts w:hint="cs"/>
          <w:rtl/>
        </w:rPr>
        <w:t>أخرجه ابن سعد في الطبقات الکبریٰ</w:t>
      </w:r>
      <w:r w:rsidRPr="001107E5">
        <w:rPr>
          <w:rFonts w:hint="eastAsia"/>
          <w:rtl/>
        </w:rPr>
        <w:t>،</w:t>
      </w:r>
      <w:r w:rsidRPr="001107E5">
        <w:rPr>
          <w:rtl/>
        </w:rPr>
        <w:t xml:space="preserve"> 3 / 21</w:t>
      </w:r>
    </w:p>
    <w:p w:rsidR="001107E5" w:rsidRDefault="001107E5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1107E5">
      <w:pPr>
        <w:pStyle w:val="Heading2Center"/>
        <w:rPr>
          <w:rtl/>
        </w:rPr>
      </w:pPr>
      <w:bookmarkStart w:id="3" w:name="_Toc497651136"/>
      <w:r>
        <w:rPr>
          <w:rFonts w:hint="eastAsia"/>
          <w:rtl/>
        </w:rPr>
        <w:lastRenderedPageBreak/>
        <w:t>باب</w:t>
      </w:r>
      <w:r>
        <w:rPr>
          <w:rtl/>
        </w:rPr>
        <w:t>2</w:t>
      </w:r>
      <w:bookmarkEnd w:id="3"/>
    </w:p>
    <w:p w:rsidR="001F16A4" w:rsidRDefault="001F16A4" w:rsidP="001107E5">
      <w:pPr>
        <w:pStyle w:val="Heading2Center"/>
        <w:rPr>
          <w:rtl/>
        </w:rPr>
      </w:pPr>
      <w:bookmarkStart w:id="4" w:name="_Toc497651137"/>
      <w:r>
        <w:rPr>
          <w:rtl/>
        </w:rPr>
        <w:t xml:space="preserve">(2) </w:t>
      </w:r>
      <w:r w:rsidRPr="001107E5">
        <w:rPr>
          <w:rStyle w:val="libArabicChar"/>
          <w:rtl/>
        </w:rPr>
        <w:t>بَابٌ فِ</w:t>
      </w:r>
      <w:r w:rsidRPr="001107E5">
        <w:rPr>
          <w:rStyle w:val="libArabicChar"/>
          <w:rFonts w:hint="cs"/>
          <w:rtl/>
        </w:rPr>
        <w:t>ي إِخْتِصَاصِ زِوَاجِهِ رضی</w:t>
      </w:r>
      <w:r w:rsidRPr="001107E5">
        <w:rPr>
          <w:rStyle w:val="libArabicChar"/>
          <w:rtl/>
        </w:rPr>
        <w:t xml:space="preserve"> الل</w:t>
      </w:r>
      <w:r w:rsidRPr="001107E5">
        <w:rPr>
          <w:rStyle w:val="libArabicChar"/>
          <w:rFonts w:hint="cs"/>
          <w:rtl/>
        </w:rPr>
        <w:t>ه عنه بِسَيِّدَةِ نِسَاءِ أَهْلِ الْجَنَّةِ رضی</w:t>
      </w:r>
      <w:r w:rsidRPr="001107E5">
        <w:rPr>
          <w:rStyle w:val="libArabicChar"/>
          <w:rtl/>
        </w:rPr>
        <w:t xml:space="preserve"> ا</w:t>
      </w:r>
      <w:r w:rsidRPr="001107E5">
        <w:rPr>
          <w:rStyle w:val="libArabicChar"/>
          <w:rFonts w:hint="cs"/>
          <w:rtl/>
        </w:rPr>
        <w:t>ﷲ</w:t>
      </w:r>
      <w:r w:rsidRPr="001107E5">
        <w:rPr>
          <w:rStyle w:val="libArabicChar"/>
          <w:rtl/>
        </w:rPr>
        <w:t xml:space="preserve"> عن</w:t>
      </w:r>
      <w:r w:rsidRPr="001107E5">
        <w:rPr>
          <w:rStyle w:val="libArabicChar"/>
          <w:rFonts w:hint="cs"/>
          <w:rtl/>
        </w:rPr>
        <w:t>ها</w:t>
      </w:r>
      <w:bookmarkEnd w:id="4"/>
    </w:p>
    <w:p w:rsidR="001F16A4" w:rsidRDefault="001F16A4" w:rsidP="008742E8">
      <w:pPr>
        <w:pStyle w:val="Heading2Center"/>
        <w:rPr>
          <w:rtl/>
        </w:rPr>
      </w:pPr>
      <w:bookmarkStart w:id="5" w:name="_Toc497651138"/>
      <w:r>
        <w:rPr>
          <w:rtl/>
        </w:rPr>
        <w:t>(</w:t>
      </w:r>
      <w:r w:rsidRPr="008742E8">
        <w:rPr>
          <w:rtl/>
        </w:rPr>
        <w:t>س</w:t>
      </w:r>
      <w:r w:rsidRPr="008742E8">
        <w:rPr>
          <w:rFonts w:hint="cs"/>
          <w:rtl/>
        </w:rPr>
        <w:t>ی</w:t>
      </w:r>
      <w:r w:rsidRPr="008742E8">
        <w:rPr>
          <w:rFonts w:hint="eastAsia"/>
          <w:rtl/>
        </w:rPr>
        <w:t>د</w:t>
      </w:r>
      <w:r w:rsidR="008742E8" w:rsidRPr="008742E8">
        <w:rPr>
          <w:rFonts w:hint="cs"/>
          <w:rtl/>
        </w:rPr>
        <w:t>ہ</w:t>
      </w:r>
      <w:r w:rsidRPr="008742E8">
        <w:rPr>
          <w:rtl/>
        </w:rPr>
        <w:t xml:space="preserve"> کائنات فاطم</w:t>
      </w:r>
      <w:r w:rsidR="008742E8" w:rsidRPr="008742E8">
        <w:rPr>
          <w:rFonts w:hint="cs"/>
          <w:rtl/>
        </w:rPr>
        <w:t>ہ</w:t>
      </w:r>
      <w:r w:rsidRPr="008742E8">
        <w:rPr>
          <w:rtl/>
        </w:rPr>
        <w:t xml:space="preserve"> الزھراء رض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ا</w:t>
      </w:r>
      <w:r w:rsidRPr="008742E8">
        <w:rPr>
          <w:rFonts w:hint="cs"/>
          <w:rtl/>
        </w:rPr>
        <w:t>ﷲ</w:t>
      </w:r>
      <w:r w:rsidRPr="008742E8">
        <w:rPr>
          <w:rtl/>
        </w:rPr>
        <w:t xml:space="preserve"> عنہا سے شاد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کا اعزاز پانے والے</w:t>
      </w:r>
      <w:r>
        <w:rPr>
          <w:rtl/>
        </w:rPr>
        <w:t>)</w:t>
      </w:r>
      <w:bookmarkEnd w:id="5"/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12. عَن</w:t>
      </w:r>
      <w:r w:rsidRPr="001107E5">
        <w:rPr>
          <w:rFonts w:hint="cs"/>
          <w:rtl/>
        </w:rPr>
        <w:t>ْ عَبْدِ اﷲِ</w:t>
      </w:r>
      <w:r w:rsidRPr="001107E5">
        <w:rPr>
          <w:rtl/>
        </w:rPr>
        <w:t xml:space="preserve"> ب</w:t>
      </w:r>
      <w:r w:rsidRPr="001107E5">
        <w:rPr>
          <w:rFonts w:hint="cs"/>
          <w:rtl/>
        </w:rPr>
        <w:t>ْنِ مَسْعُوْدٍ رضی</w:t>
      </w:r>
      <w:r w:rsidRPr="001107E5">
        <w:rPr>
          <w:rtl/>
        </w:rPr>
        <w:t xml:space="preserve"> ا</w:t>
      </w:r>
      <w:r w:rsidRPr="001107E5">
        <w:rPr>
          <w:rFonts w:hint="cs"/>
          <w:rtl/>
        </w:rPr>
        <w:t>ﷲ</w:t>
      </w:r>
      <w:r w:rsidRPr="001107E5">
        <w:rPr>
          <w:rtl/>
        </w:rPr>
        <w:t xml:space="preserve"> عن</w:t>
      </w:r>
      <w:r w:rsidRPr="001107E5">
        <w:rPr>
          <w:rFonts w:hint="cs"/>
          <w:rtl/>
        </w:rPr>
        <w:t>هم</w:t>
      </w:r>
      <w:r w:rsidRPr="001107E5">
        <w:rPr>
          <w:rtl/>
        </w:rPr>
        <w:t>ا، عَن</w:t>
      </w:r>
      <w:r w:rsidRPr="001107E5">
        <w:rPr>
          <w:rFonts w:hint="cs"/>
          <w:rtl/>
        </w:rPr>
        <w:t>ْ رَسُوْلِ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عليه وآله وسلم ، قَالَ : إِنَّ اﷲَ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 xml:space="preserve">أَمَرَنِيْ أَنْ أُزَوِّجَ فَاطِمَةَ مِنْ عَلِيٍّ. رَوَاهُ الطَّبَرَانِيُّ فِي 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اللہ تعال</w:t>
      </w:r>
      <w:r>
        <w:rPr>
          <w:rFonts w:hint="cs"/>
          <w:rtl/>
        </w:rPr>
        <w:t>یٰ</w:t>
      </w:r>
      <w:r>
        <w:rPr>
          <w:rtl/>
        </w:rPr>
        <w:t xml:space="preserve">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کا نکاح عل</w:t>
      </w:r>
      <w:r>
        <w:rPr>
          <w:rFonts w:hint="cs"/>
          <w:rtl/>
        </w:rPr>
        <w:t>ی</w:t>
      </w:r>
      <w:r>
        <w:rPr>
          <w:rtl/>
        </w:rPr>
        <w:t xml:space="preserve"> سے کردوں۔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 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12 : </w:t>
      </w:r>
      <w:r w:rsidRPr="001107E5">
        <w:rPr>
          <w:rFonts w:hint="cs"/>
          <w:rtl/>
        </w:rPr>
        <w:t>أخرجه الطبراني في المعجم الکبير، 10 / 156، رقم؛ 10305، و الهيثمي في مجمع الزوائد، 9 / 2</w:t>
      </w:r>
      <w:r w:rsidRPr="001107E5">
        <w:rPr>
          <w:rtl/>
        </w:rPr>
        <w:t>04، والمناو</w:t>
      </w:r>
      <w:r w:rsidRPr="001107E5">
        <w:rPr>
          <w:rFonts w:hint="cs"/>
          <w:rtl/>
        </w:rPr>
        <w:t xml:space="preserve">ي في فيض القدير، 2 / 215، و الحسيني في البيان و التعريف، 1 / 174. </w:t>
      </w:r>
    </w:p>
    <w:p w:rsidR="001F16A4" w:rsidRDefault="001F16A4" w:rsidP="001F16A4">
      <w:pPr>
        <w:pStyle w:val="libNormal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13. عَن</w:t>
      </w:r>
      <w:r w:rsidRPr="001107E5">
        <w:rPr>
          <w:rFonts w:hint="cs"/>
          <w:rtl/>
        </w:rPr>
        <w:t>ْ سَعِيْدِ بْنِ الْمُسَيَبِ عَنْ أُمِّ أَيْمَنَ قَالَتْ : زَوَّجَ رَسُوْلُ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ي الله عليه وآله وسلم ابْنَتَهُ فَاطِمَةَ مِنْ عَلِيِّ بْنِ أَبِيْ طَالِبٍ وَأَمَرَهُ أَنْ يَدْخُلَ عَلَی</w:t>
      </w:r>
      <w:r w:rsidRPr="001107E5">
        <w:rPr>
          <w:rtl/>
        </w:rPr>
        <w:t xml:space="preserve"> فَاطِمَةَ حَتَّ</w:t>
      </w:r>
      <w:r w:rsidRPr="001107E5">
        <w:rPr>
          <w:rFonts w:hint="cs"/>
          <w:rtl/>
        </w:rPr>
        <w:t>ی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يَجِيْئَهُ. وَکَانَ الْيَهُوْدُ يُؤَخِّرُوْنَ الرَّّجُلَ عَنْ أَهْلِهِ. فَجَاءَ رَسُوْلُ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عليه وآله وسلم حَتَّی</w:t>
      </w:r>
      <w:r w:rsidRPr="001107E5">
        <w:rPr>
          <w:rtl/>
        </w:rPr>
        <w:t xml:space="preserve"> وَقَفَ بِال</w:t>
      </w:r>
      <w:r w:rsidRPr="001107E5">
        <w:rPr>
          <w:rFonts w:hint="cs"/>
          <w:rtl/>
        </w:rPr>
        <w:t>ْبَابِ وَسَلَّمَ، فَاسْتَأْذَنَ فَأُذِنَ لَهُ، فَقَالَ : أَثَمَّ أَخِيْ؟ فَقَالَتْ أُمّ</w:t>
      </w:r>
      <w:r w:rsidRPr="001107E5">
        <w:rPr>
          <w:rtl/>
        </w:rPr>
        <w:t xml:space="preserve">ُ </w:t>
      </w:r>
      <w:r w:rsidRPr="001107E5">
        <w:rPr>
          <w:rFonts w:hint="cs"/>
          <w:rtl/>
        </w:rPr>
        <w:t>أَيْمَنَ : بِأَبِي أَنْتَ وَأُمِّي يَارَسُوْلَ اﷲِ</w:t>
      </w:r>
      <w:r w:rsidRPr="001107E5">
        <w:rPr>
          <w:rtl/>
        </w:rPr>
        <w:t>! مَن</w:t>
      </w:r>
      <w:r w:rsidRPr="001107E5">
        <w:rPr>
          <w:rFonts w:hint="cs"/>
          <w:rtl/>
        </w:rPr>
        <w:t>ْ أَخُوْکَ؟ قَالَ : عَ</w:t>
      </w:r>
      <w:r w:rsidRPr="001107E5">
        <w:rPr>
          <w:rFonts w:hint="eastAsia"/>
          <w:rtl/>
        </w:rPr>
        <w:t>لِ</w:t>
      </w:r>
      <w:r w:rsidRPr="001107E5">
        <w:rPr>
          <w:rFonts w:hint="cs"/>
          <w:rtl/>
        </w:rPr>
        <w:t>يُّ</w:t>
      </w:r>
      <w:r w:rsidRPr="001107E5">
        <w:rPr>
          <w:rtl/>
        </w:rPr>
        <w:t xml:space="preserve"> ب</w:t>
      </w:r>
      <w:r w:rsidRPr="001107E5">
        <w:rPr>
          <w:rFonts w:hint="cs"/>
          <w:rtl/>
        </w:rPr>
        <w:t>ْنُ أَبِي طَالِبٍ، قَالَتْ : وَکَيْفَ يَکُوْنُ أَخَاکَ وَقَدْ زَوَّجْتَهُ ابْنَتَکَ؟ قَالَ : هُوَ ذَاکَ يَا أُمَّ أَيْمًنَ، فَدَعَا بِمَاءِ إِنَاءٍ فَغَسَلَ فِيْهِ يَدَيْهِ ثُمَّ دَعَا عَلِيًّا فَجَلَسَ بَيْنَ يَدَيْهِ فَنَضَخَ عَلَی</w:t>
      </w:r>
      <w:r w:rsidRPr="001107E5">
        <w:rPr>
          <w:rtl/>
        </w:rPr>
        <w:t xml:space="preserve"> صَد</w:t>
      </w:r>
      <w:r w:rsidRPr="001107E5">
        <w:rPr>
          <w:rFonts w:hint="cs"/>
          <w:rtl/>
        </w:rPr>
        <w:t>ْرِهِ مِنْ ذ</w:t>
      </w:r>
      <w:r w:rsidRPr="001107E5">
        <w:rPr>
          <w:rFonts w:hint="eastAsia"/>
          <w:rtl/>
        </w:rPr>
        <w:t>َلِکَ</w:t>
      </w:r>
      <w:r w:rsidRPr="001107E5">
        <w:rPr>
          <w:rtl/>
        </w:rPr>
        <w:t xml:space="preserve"> ال</w:t>
      </w:r>
      <w:r w:rsidRPr="001107E5">
        <w:rPr>
          <w:rFonts w:hint="cs"/>
          <w:rtl/>
        </w:rPr>
        <w:t>ْمَاءِ وَبَيْنَ کَتِفَيْهِ، ثُمَّ دَعَا فَاطِمَةَ فَجَاءَتْ بِغَيْرِ خِمَارٍ تَعْثُرُ فِي ثَوْبِهَا ثُمَّ نَضَخَ عَلَيْهَا مِنْ ذَلِکَ الْمَاءِ، ثُمَّ قَالَ : واﷲِ</w:t>
      </w:r>
      <w:r w:rsidRPr="001107E5">
        <w:rPr>
          <w:rtl/>
        </w:rPr>
        <w:t xml:space="preserve"> مَا </w:t>
      </w:r>
      <w:r w:rsidRPr="001107E5">
        <w:rPr>
          <w:rFonts w:hint="cs"/>
          <w:rtl/>
        </w:rPr>
        <w:t>أ</w:t>
      </w:r>
      <w:r w:rsidRPr="001107E5">
        <w:rPr>
          <w:rtl/>
        </w:rPr>
        <w:t>َلَو</w:t>
      </w:r>
      <w:r w:rsidRPr="001107E5">
        <w:rPr>
          <w:rFonts w:hint="cs"/>
          <w:rtl/>
        </w:rPr>
        <w:t>ْتُ أَنْ زَوَّجْتُکِ خَيْرَ أَهْلِيْ وَ قَالَتْ أُمُّ أَيْمَنَ : وُلِيْتُ ج</w:t>
      </w:r>
      <w:r w:rsidRPr="001107E5">
        <w:rPr>
          <w:rFonts w:hint="eastAsia"/>
          <w:rtl/>
        </w:rPr>
        <w:t>ِ</w:t>
      </w:r>
      <w:r w:rsidRPr="001107E5">
        <w:rPr>
          <w:rFonts w:hint="cs"/>
          <w:rtl/>
        </w:rPr>
        <w:t>هَازَهَا</w:t>
      </w:r>
      <w:r w:rsidRPr="001107E5">
        <w:rPr>
          <w:rtl/>
        </w:rPr>
        <w:t xml:space="preserve"> فَکَانَ فِ</w:t>
      </w:r>
      <w:r w:rsidRPr="001107E5">
        <w:rPr>
          <w:rFonts w:hint="cs"/>
          <w:rtl/>
        </w:rPr>
        <w:t>يْمَا جَهَزْتُهَا بِهِ مِرْفَقَةٌ مِنْ أَدَمٍ حَشْوُهَا لِيْفٌ، وَبَطْحَاءُ مَفْرُوشٌ فِي بَيْتِهَا. رَوَاهُ ابْنُ سَعْدٍ فِي الطَّبَقَاتِ الْکُبْرَیٰ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اُم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کہا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سے ک</w:t>
      </w:r>
      <w:r>
        <w:rPr>
          <w:rFonts w:hint="cs"/>
          <w:rtl/>
        </w:rPr>
        <w:t>ی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فاطمہ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پاس آگئے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تھ</w:t>
      </w:r>
      <w:r>
        <w:rPr>
          <w:rFonts w:hint="cs"/>
          <w:rtl/>
        </w:rPr>
        <w:t>ی</w:t>
      </w:r>
      <w:r>
        <w:rPr>
          <w:rtl/>
        </w:rPr>
        <w:t xml:space="preserve"> کہ وہ شوہر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ملاقات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تھے)۔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</w:t>
      </w:r>
      <w:r>
        <w:rPr>
          <w:rtl/>
        </w:rPr>
        <w:lastRenderedPageBreak/>
        <w:t>دروازے پر کھڑے ہوگئے اور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اندر آنے ک</w:t>
      </w:r>
      <w:r>
        <w:rPr>
          <w:rFonts w:hint="cs"/>
          <w:rtl/>
        </w:rPr>
        <w:t>ی</w:t>
      </w:r>
      <w:r>
        <w:rPr>
          <w:rtl/>
        </w:rPr>
        <w:t xml:space="preserve"> اجازت طلب فرمائ</w:t>
      </w:r>
      <w:r>
        <w:rPr>
          <w:rFonts w:hint="cs"/>
          <w:rtl/>
        </w:rPr>
        <w:t>ی</w:t>
      </w:r>
      <w:r>
        <w:rPr>
          <w:rtl/>
        </w:rPr>
        <w:t xml:space="preserve">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ہے؟ تو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نے </w:t>
      </w: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ہوں. آپ کا بھائ</w:t>
      </w:r>
      <w:r>
        <w:rPr>
          <w:rFonts w:hint="cs"/>
          <w:rtl/>
        </w:rPr>
        <w:t>ی</w:t>
      </w:r>
      <w:r>
        <w:rPr>
          <w:rtl/>
        </w:rPr>
        <w:t xml:space="preserve"> کون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ہے پھر انہوں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وہ آپ کے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حالانکہ آپ نے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کا نکاح ان کے سات</w:t>
      </w:r>
      <w:r>
        <w:rPr>
          <w:rFonts w:hint="eastAsia"/>
          <w:rtl/>
        </w:rPr>
        <w:t>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! وہ اس</w:t>
      </w:r>
      <w:r>
        <w:rPr>
          <w:rFonts w:hint="cs"/>
          <w:rtl/>
        </w:rPr>
        <w:t>ی</w:t>
      </w:r>
      <w:r>
        <w:rPr>
          <w:rtl/>
        </w:rPr>
        <w:t xml:space="preserve"> طرح ہے۔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پان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برتن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 مبارک دھوئے اور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اور کچھ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کندھوں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چھڑکا۔ پھر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آپ اپنے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وہ پان</w:t>
      </w:r>
      <w:r>
        <w:rPr>
          <w:rFonts w:hint="cs"/>
          <w:rtl/>
        </w:rPr>
        <w:t>ی</w:t>
      </w:r>
      <w:r>
        <w:rPr>
          <w:rtl/>
        </w:rPr>
        <w:t xml:space="preserve"> آپ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پر بھ</w:t>
      </w:r>
      <w:r>
        <w:rPr>
          <w:rFonts w:hint="cs"/>
          <w:rtl/>
        </w:rPr>
        <w:t>ی</w:t>
      </w:r>
      <w:r>
        <w:rPr>
          <w:rtl/>
        </w:rPr>
        <w:t xml:space="preserve"> چھڑکا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قسم! اے فاطمہ!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اپنے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کے ساتھ کر د</w:t>
      </w:r>
      <w:r>
        <w:rPr>
          <w:rFonts w:hint="cs"/>
          <w:rtl/>
        </w:rPr>
        <w:t>ی</w:t>
      </w:r>
      <w:r>
        <w:rPr>
          <w:rtl/>
        </w:rPr>
        <w:t xml:space="preserve"> ہے اور تمہارے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حضرت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مجھے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پس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ں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چمڑے کا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جو کھجور ک</w:t>
      </w:r>
      <w:r>
        <w:rPr>
          <w:rFonts w:hint="cs"/>
          <w:rtl/>
        </w:rPr>
        <w:t>ی</w:t>
      </w:r>
      <w:r>
        <w:rPr>
          <w:rtl/>
        </w:rPr>
        <w:t xml:space="preserve"> چھال سے بھرا ہوا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بچھونا تھا جو آپ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گھر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اسے ابن سعد نے ’’الطبقات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13 : </w:t>
      </w:r>
      <w:r w:rsidRPr="001107E5">
        <w:rPr>
          <w:rFonts w:hint="cs"/>
          <w:rtl/>
        </w:rPr>
        <w:t>أخرجه ابن سعد في الطبقات الکبریٰ</w:t>
      </w:r>
      <w:r w:rsidRPr="001107E5">
        <w:rPr>
          <w:rFonts w:hint="eastAsia"/>
          <w:rtl/>
        </w:rPr>
        <w:t>،</w:t>
      </w:r>
      <w:r w:rsidRPr="001107E5">
        <w:rPr>
          <w:rtl/>
        </w:rPr>
        <w:t xml:space="preserve"> 8 / 24. </w:t>
      </w:r>
    </w:p>
    <w:p w:rsidR="001F16A4" w:rsidRPr="001107E5" w:rsidRDefault="001F16A4" w:rsidP="001107E5">
      <w:pPr>
        <w:pStyle w:val="libArabic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14. عَن</w:t>
      </w:r>
      <w:r w:rsidRPr="001107E5">
        <w:rPr>
          <w:rFonts w:hint="cs"/>
          <w:rtl/>
        </w:rPr>
        <w:t>ْ أَنَسٍ رضی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عنه، قَالَ : بَيْنَمَا رَسُوْلُ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عليه وآله وسلم فِي الْمَسْجِدِ، إِذْ قَالَ صلی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عليه وآله وسلم لِعَلِيٍّ : هَذَا جِبْرِيْلُ يُخْبِرُنِيْ أَنَّ اﷲَ</w:t>
      </w:r>
      <w:r w:rsidRPr="001107E5">
        <w:rPr>
          <w:rtl/>
        </w:rPr>
        <w:t xml:space="preserve"> عزوجل زَوَّجَکَ فَاطِمَةَ، وَ </w:t>
      </w:r>
      <w:r w:rsidRPr="001107E5">
        <w:rPr>
          <w:rFonts w:hint="cs"/>
          <w:rtl/>
        </w:rPr>
        <w:t>أَشْهَدَ عَلَی</w:t>
      </w:r>
      <w:r w:rsidRPr="001107E5">
        <w:rPr>
          <w:rtl/>
        </w:rPr>
        <w:t xml:space="preserve"> تَز</w:t>
      </w:r>
      <w:r w:rsidRPr="001107E5">
        <w:rPr>
          <w:rFonts w:hint="cs"/>
          <w:rtl/>
        </w:rPr>
        <w:t>ْوِيْجِکَ أَرْبَعِيْنَ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 xml:space="preserve">أَلْفَ مَلَکٍ، </w:t>
      </w:r>
      <w:r w:rsidRPr="001107E5">
        <w:rPr>
          <w:rtl/>
        </w:rPr>
        <w:t xml:space="preserve">وَ </w:t>
      </w:r>
      <w:r w:rsidRPr="001107E5">
        <w:rPr>
          <w:rFonts w:hint="cs"/>
          <w:rtl/>
        </w:rPr>
        <w:t>أَوْحٰی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إِليَ شَجَرَةِ طُوْبٰی</w:t>
      </w:r>
      <w:r w:rsidRPr="001107E5">
        <w:rPr>
          <w:rtl/>
        </w:rPr>
        <w:t xml:space="preserve"> </w:t>
      </w:r>
      <w:r w:rsidRPr="001107E5">
        <w:rPr>
          <w:rFonts w:hint="cs"/>
          <w:rtl/>
        </w:rPr>
        <w:t>أَنِ انْثُرِيْ عَلَيْهِمُ الدُّرَّ وَاليَاقُوْتَ، فَنَثَرَتْ عَلَيْهِمُ الدُّرَّ وَ اليَاقُوْتَ، فَابْتَدَرَتْ إِلَيْهِ الْحُوْرُ الْعِيْنُ يَلْتَقِطْنَ مِنْ أَطْبَاقِ الدُّرِّ وَ اليَاقُوْتِ، فَهُمْ يَت</w:t>
      </w:r>
      <w:r w:rsidRPr="001107E5">
        <w:rPr>
          <w:rFonts w:hint="eastAsia"/>
          <w:rtl/>
        </w:rPr>
        <w:t>َ</w:t>
      </w:r>
      <w:r w:rsidRPr="001107E5">
        <w:rPr>
          <w:rFonts w:hint="cs"/>
          <w:rtl/>
        </w:rPr>
        <w:t>هَادُوْنَهُ</w:t>
      </w:r>
      <w:r w:rsidRPr="001107E5">
        <w:rPr>
          <w:rtl/>
        </w:rPr>
        <w:t xml:space="preserve"> بَ</w:t>
      </w:r>
      <w:r w:rsidRPr="001107E5">
        <w:rPr>
          <w:rFonts w:hint="cs"/>
          <w:rtl/>
        </w:rPr>
        <w:t xml:space="preserve">يْنَهُمْ إِليَ يَوْمِ الْقِيَامَةِ. رَوَاهُ مُحِبُّ الدِّيْنِ أَحْمَدُ الطَّبْرِيُّ فِي الرِّيَاضِ النَّضِرَةِ.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مجھے خبر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فاطمہ سے تمہار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ہے۔ اور تمہارے نکاح پر (ملاء اعل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فرشتوں کو گواہ کے طور پر مجلس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شجر ہائے طوب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پر موت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نچھاور کرو، پھردلکش آنکھوں وال</w:t>
      </w:r>
      <w:r>
        <w:rPr>
          <w:rFonts w:hint="cs"/>
          <w:rtl/>
        </w:rPr>
        <w:t>ی</w:t>
      </w:r>
      <w:r>
        <w:rPr>
          <w:rtl/>
        </w:rPr>
        <w:t xml:space="preserve"> حور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اقوتوں</w:t>
      </w:r>
      <w:r>
        <w:rPr>
          <w:rtl/>
        </w:rPr>
        <w:t xml:space="preserve"> سے تھال بھرنے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</w:rPr>
        <w:lastRenderedPageBreak/>
        <w:t>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والے) فرشتے ق</w:t>
      </w:r>
      <w:r>
        <w:rPr>
          <w:rFonts w:hint="cs"/>
          <w:rtl/>
        </w:rPr>
        <w:t>ی</w:t>
      </w:r>
      <w:r>
        <w:rPr>
          <w:rtl/>
        </w:rPr>
        <w:t>امت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بطور تحائف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کو امام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الطبر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8742E8" w:rsidRDefault="001F16A4" w:rsidP="001107E5">
      <w:pPr>
        <w:pStyle w:val="libArabic"/>
        <w:rPr>
          <w:rStyle w:val="libFootNoteArabicChar"/>
          <w:rtl/>
        </w:rPr>
      </w:pPr>
      <w:r w:rsidRPr="008742E8">
        <w:rPr>
          <w:rStyle w:val="libFootNoteArabicChar"/>
          <w:rFonts w:hint="eastAsia"/>
          <w:rtl/>
        </w:rPr>
        <w:t>الحد</w:t>
      </w:r>
      <w:r w:rsidRPr="008742E8">
        <w:rPr>
          <w:rStyle w:val="libFootNoteArabicChar"/>
          <w:rFonts w:hint="cs"/>
          <w:rtl/>
        </w:rPr>
        <w:t>يث</w:t>
      </w:r>
      <w:r w:rsidRPr="008742E8">
        <w:rPr>
          <w:rStyle w:val="libFootNoteArabicChar"/>
          <w:rtl/>
        </w:rPr>
        <w:t xml:space="preserve"> رقم 14 : </w:t>
      </w:r>
      <w:r w:rsidRPr="008742E8">
        <w:rPr>
          <w:rStyle w:val="libFootNoteArabicChar"/>
          <w:rFonts w:hint="cs"/>
          <w:rtl/>
        </w:rPr>
        <w:t>أخرجه محب الدين أحمد الطبري في الرياض النضره في مناقب العشره، 3 / 146 و في</w:t>
      </w:r>
      <w:r w:rsidRPr="001107E5">
        <w:rPr>
          <w:rFonts w:hint="cs"/>
          <w:rtl/>
        </w:rPr>
        <w:t xml:space="preserve"> </w:t>
      </w:r>
      <w:r w:rsidRPr="008742E8">
        <w:rPr>
          <w:rStyle w:val="libFootNoteArabicChar"/>
          <w:rFonts w:hint="cs"/>
          <w:rtl/>
        </w:rPr>
        <w:t>ذخائر العقبي في مناقب ذَوِي القربي : 72</w:t>
      </w:r>
    </w:p>
    <w:p w:rsidR="001F16A4" w:rsidRPr="001107E5" w:rsidRDefault="001F16A4" w:rsidP="001107E5">
      <w:pPr>
        <w:pStyle w:val="libArabic"/>
        <w:rPr>
          <w:rtl/>
        </w:rPr>
      </w:pPr>
    </w:p>
    <w:p w:rsidR="001F16A4" w:rsidRPr="001107E5" w:rsidRDefault="001F16A4" w:rsidP="001107E5">
      <w:pPr>
        <w:pStyle w:val="libArabic"/>
        <w:rPr>
          <w:rtl/>
        </w:rPr>
      </w:pPr>
      <w:r w:rsidRPr="001107E5">
        <w:rPr>
          <w:rtl/>
        </w:rPr>
        <w:t>15. عَن</w:t>
      </w:r>
      <w:r w:rsidRPr="001107E5">
        <w:rPr>
          <w:rFonts w:hint="cs"/>
          <w:rtl/>
        </w:rPr>
        <w:t>ْ عَلِيٍّ رضی</w:t>
      </w:r>
      <w:r w:rsidRPr="001107E5">
        <w:rPr>
          <w:rtl/>
        </w:rPr>
        <w:t xml:space="preserve"> الل</w:t>
      </w:r>
      <w:r w:rsidRPr="001107E5">
        <w:rPr>
          <w:rFonts w:hint="cs"/>
          <w:rtl/>
        </w:rPr>
        <w:t>ه عنه قَالَ : قَالَ رَسُوْلُ اﷲِ</w:t>
      </w:r>
      <w:r w:rsidRPr="001107E5">
        <w:rPr>
          <w:rtl/>
        </w:rPr>
        <w:t xml:space="preserve"> صل</w:t>
      </w:r>
      <w:r w:rsidRPr="001107E5">
        <w:rPr>
          <w:rFonts w:hint="cs"/>
          <w:rtl/>
        </w:rPr>
        <w:t>ي الله عليه وآله وسلم : أَتَانِي مَلَکٌ، فَقَالَ : يَا مُحَمَّدُ! إِنَّ</w:t>
      </w:r>
      <w:r w:rsidRPr="001107E5">
        <w:rPr>
          <w:rtl/>
        </w:rPr>
        <w:t xml:space="preserve"> ا</w:t>
      </w:r>
      <w:r w:rsidRPr="001107E5">
        <w:rPr>
          <w:rFonts w:hint="cs"/>
          <w:rtl/>
        </w:rPr>
        <w:t>ﷲَ</w:t>
      </w:r>
      <w:r w:rsidRPr="001107E5">
        <w:rPr>
          <w:rtl/>
        </w:rPr>
        <w:t xml:space="preserve"> تَعَالٰ</w:t>
      </w:r>
      <w:r w:rsidRPr="001107E5">
        <w:rPr>
          <w:rFonts w:hint="cs"/>
          <w:rtl/>
        </w:rPr>
        <w:t>ي يَقْرَأُ عَلَيْکَ السَّلَامَ، وَ يَقُوْلُ لَکَ : إِنِّيْ قَدْ زَوَّجْتُ فَاطِمَةَ ابْنَتَکَ مِنْ عَلِيِّّ بْنِ أ</w:t>
      </w:r>
      <w:r w:rsidRPr="001107E5">
        <w:rPr>
          <w:rFonts w:hint="eastAsia"/>
          <w:rtl/>
        </w:rPr>
        <w:t>َبِ</w:t>
      </w:r>
      <w:r w:rsidRPr="001107E5">
        <w:rPr>
          <w:rFonts w:hint="cs"/>
          <w:rtl/>
        </w:rPr>
        <w:t>يْ</w:t>
      </w:r>
      <w:r w:rsidRPr="001107E5">
        <w:rPr>
          <w:rtl/>
        </w:rPr>
        <w:t xml:space="preserve"> طَالِبٍ فِ</w:t>
      </w:r>
      <w:r w:rsidRPr="001107E5">
        <w:rPr>
          <w:rFonts w:hint="cs"/>
          <w:rtl/>
        </w:rPr>
        <w:t>يْ المَلَأِ الْأَعْلَي، فَزَوِّجْهَا مِنْهُ فِي الْأَرْضِ. رَوَاهُ مُحِبُّ الدِّيْنِ أَحْمَدُ الطَّبْرِيُّ فِي ذَخ</w:t>
      </w:r>
      <w:r w:rsidRPr="001107E5">
        <w:rPr>
          <w:rtl/>
        </w:rPr>
        <w:t>َائِرِ ال</w:t>
      </w:r>
      <w:r w:rsidRPr="001107E5">
        <w:rPr>
          <w:rFonts w:hint="cs"/>
          <w:rtl/>
        </w:rPr>
        <w:t xml:space="preserve">ْعُقْبَي.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کرم ا</w:t>
      </w:r>
      <w:r>
        <w:rPr>
          <w:rFonts w:hint="cs"/>
          <w:rtl/>
        </w:rPr>
        <w:t>ﷲ</w:t>
      </w:r>
      <w:r>
        <w:rPr>
          <w:rtl/>
        </w:rPr>
        <w:t xml:space="preserve"> وجہہ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نے آ کر کہا ہے اے محمد!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آپ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فاطمہ کا نکاح ملاء اعل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سے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پس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فاطمہ کا نکاح عل</w:t>
      </w:r>
      <w:r>
        <w:rPr>
          <w:rFonts w:hint="cs"/>
          <w:rtl/>
        </w:rPr>
        <w:t>ی</w:t>
      </w:r>
      <w:r>
        <w:rPr>
          <w:rtl/>
        </w:rPr>
        <w:t xml:space="preserve"> سے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کو امام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الطبر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۔‘‘</w:t>
      </w:r>
    </w:p>
    <w:p w:rsidR="001F16A4" w:rsidRPr="001107E5" w:rsidRDefault="001F16A4" w:rsidP="008742E8">
      <w:pPr>
        <w:pStyle w:val="libFootNoteArabic"/>
        <w:rPr>
          <w:rtl/>
        </w:rPr>
      </w:pPr>
      <w:r w:rsidRPr="001107E5">
        <w:rPr>
          <w:rFonts w:hint="eastAsia"/>
          <w:rtl/>
        </w:rPr>
        <w:t>الحد</w:t>
      </w:r>
      <w:r w:rsidRPr="001107E5">
        <w:rPr>
          <w:rFonts w:hint="cs"/>
          <w:rtl/>
        </w:rPr>
        <w:t>يث</w:t>
      </w:r>
      <w:r w:rsidRPr="001107E5">
        <w:rPr>
          <w:rtl/>
        </w:rPr>
        <w:t xml:space="preserve"> رقم 15 : </w:t>
      </w:r>
      <w:r w:rsidRPr="001107E5">
        <w:rPr>
          <w:rFonts w:hint="cs"/>
          <w:rtl/>
        </w:rPr>
        <w:t>أخرجه محب الدين أحمد الطبري في ذخائر العقبي في مناقب ذوي القربي : 73</w:t>
      </w:r>
    </w:p>
    <w:p w:rsidR="001F16A4" w:rsidRDefault="001F16A4" w:rsidP="001F16A4">
      <w:pPr>
        <w:pStyle w:val="libNormal"/>
        <w:rPr>
          <w:rtl/>
        </w:rPr>
      </w:pPr>
    </w:p>
    <w:p w:rsidR="001107E5" w:rsidRDefault="001107E5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6" w:name="_Toc497651139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3</w:t>
      </w:r>
      <w:bookmarkEnd w:id="6"/>
    </w:p>
    <w:p w:rsidR="001F16A4" w:rsidRPr="001F0B8F" w:rsidRDefault="001F16A4" w:rsidP="001F0B8F">
      <w:pPr>
        <w:pStyle w:val="Heading2Center"/>
        <w:rPr>
          <w:rtl/>
        </w:rPr>
      </w:pPr>
      <w:bookmarkStart w:id="7" w:name="_Toc497651140"/>
      <w:r w:rsidRPr="001F0B8F">
        <w:rPr>
          <w:rtl/>
        </w:rPr>
        <w:t xml:space="preserve">(3) </w:t>
      </w:r>
      <w:r w:rsidRPr="008742E8">
        <w:rPr>
          <w:rStyle w:val="libArabicChar"/>
          <w:rtl/>
        </w:rPr>
        <w:t>بَابٌ فِ</w:t>
      </w:r>
      <w:r w:rsidRPr="008742E8">
        <w:rPr>
          <w:rStyle w:val="libArabicChar"/>
          <w:rFonts w:hint="cs"/>
          <w:rtl/>
        </w:rPr>
        <w:t>يْ کَوْنِهِ رضي الله عنه مِنْ أَهْلِ الْبَيْتِ</w:t>
      </w:r>
      <w:bookmarkEnd w:id="7"/>
    </w:p>
    <w:p w:rsidR="001F16A4" w:rsidRPr="001F0B8F" w:rsidRDefault="001F16A4" w:rsidP="001F0B8F">
      <w:pPr>
        <w:pStyle w:val="Heading2Center"/>
        <w:rPr>
          <w:rtl/>
        </w:rPr>
      </w:pPr>
      <w:bookmarkStart w:id="8" w:name="_Toc497651141"/>
      <w:r w:rsidRPr="001F0B8F">
        <w:rPr>
          <w:rtl/>
        </w:rPr>
        <w:t>(عل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المرتض</w:t>
      </w:r>
      <w:r w:rsidRPr="001F0B8F">
        <w:rPr>
          <w:rFonts w:hint="cs"/>
          <w:rtl/>
        </w:rPr>
        <w:t>یٰ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اہلِ ب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ت</w:t>
      </w:r>
      <w:r w:rsidRPr="001F0B8F">
        <w:rPr>
          <w:rtl/>
        </w:rPr>
        <w:t xml:space="preserve">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 xml:space="preserve"> سے ہ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>)</w:t>
      </w:r>
      <w:bookmarkEnd w:id="8"/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tl/>
        </w:rPr>
        <w:t>16. عَن</w:t>
      </w:r>
      <w:r w:rsidRPr="008742E8">
        <w:rPr>
          <w:rFonts w:hint="cs"/>
          <w:rtl/>
        </w:rPr>
        <w:t>ْ سَعْدِ بْنِ أَبِيْ وَقَّاصٍ رضی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عنه قَالَ : لَمَّا نَزَلَتْ هَذِهِ الْآيَةُ (فَقُلْ تَعَالَوْا نَدْعُ أَبْنَآءَ نَا وَ</w:t>
      </w:r>
      <w:r w:rsidRPr="008742E8">
        <w:rPr>
          <w:rtl/>
        </w:rPr>
        <w:t xml:space="preserve"> </w:t>
      </w:r>
      <w:r w:rsidRPr="008742E8">
        <w:rPr>
          <w:rFonts w:hint="cs"/>
          <w:rtl/>
        </w:rPr>
        <w:t>أَبْنَآءَ کُمْ) آل عمران : 61، دَعَا رَسُوْلُ اﷲِ</w:t>
      </w:r>
      <w:r w:rsidRPr="008742E8">
        <w:rPr>
          <w:rtl/>
        </w:rPr>
        <w:t xml:space="preserve"> صل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عليه وآله وسلم عَلِيًّا وَ فَاطِمَةَ وَ حَسَنًا وَ حُسَيْنًا فَق</w:t>
      </w:r>
      <w:r w:rsidRPr="008742E8">
        <w:rPr>
          <w:rFonts w:hint="eastAsia"/>
          <w:rtl/>
        </w:rPr>
        <w:t>َالَ</w:t>
      </w:r>
      <w:r w:rsidRPr="008742E8">
        <w:rPr>
          <w:rtl/>
        </w:rPr>
        <w:t xml:space="preserve"> : اللَّ</w:t>
      </w:r>
      <w:r w:rsidRPr="008742E8">
        <w:rPr>
          <w:rFonts w:hint="cs"/>
          <w:rtl/>
        </w:rPr>
        <w:t xml:space="preserve">هُمَّ هَؤُلَاءِ أَهْلِيْ. رَوَاهُ مُسْلِمٌ وَ التِّرْمِذِيُّ. </w:t>
      </w: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Fonts w:hint="eastAsia"/>
          <w:rtl/>
        </w:rPr>
        <w:t>وَ</w:t>
      </w:r>
      <w:r w:rsidRPr="008742E8">
        <w:rPr>
          <w:rtl/>
        </w:rPr>
        <w:t xml:space="preserve"> قَالَ التِّر</w:t>
      </w:r>
      <w:r w:rsidRPr="008742E8">
        <w:rPr>
          <w:rFonts w:hint="cs"/>
          <w:rtl/>
        </w:rPr>
        <w:t xml:space="preserve">ْمِذِيُّ : هَذَا حَدِيْثٌ حَسَنٌ.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مباہلہ ’’آپ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بلاؤ‘‘ نازل ہوئ</w:t>
      </w:r>
      <w:r>
        <w:rPr>
          <w:rFonts w:hint="cs"/>
          <w:rtl/>
        </w:rPr>
        <w:t>ی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فاطمہ، حضرت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 اور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ترمذ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 </w:t>
      </w:r>
    </w:p>
    <w:p w:rsidR="001F16A4" w:rsidRDefault="001F16A4" w:rsidP="008742E8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 :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مسلم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: من فضائل عل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طالب رضی</w:t>
      </w:r>
      <w:r>
        <w:rPr>
          <w:rtl/>
        </w:rPr>
        <w:t xml:space="preserve"> الل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>، 4 / 1871،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2404، والترمذ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ح، کتاب تفس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ر القرآن عن رسول اﷲ</w:t>
      </w:r>
      <w:r>
        <w:rPr>
          <w:rtl/>
        </w:rPr>
        <w:t xml:space="preserve"> صل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8742E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وسلم ، باب : و من سورة آل عمران، 5 / 225،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</w:t>
      </w:r>
      <w:r>
        <w:rPr>
          <w:rFonts w:hint="eastAsia"/>
          <w:rtl/>
        </w:rPr>
        <w:t>رقم</w:t>
      </w:r>
      <w:r>
        <w:rPr>
          <w:rtl/>
        </w:rPr>
        <w:t xml:space="preserve"> : 2999، وف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کتاب المناقب عن رسول اﷲ</w:t>
      </w:r>
      <w:r>
        <w:rPr>
          <w:rtl/>
        </w:rPr>
        <w:t xml:space="preserve"> صل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8742E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وسلم ، باب : (21)، 5 / 638، الحد</w:t>
      </w:r>
      <w:r w:rsidRPr="008742E8">
        <w:rPr>
          <w:rFonts w:hint="cs"/>
          <w:rtl/>
        </w:rPr>
        <w:t>ي</w:t>
      </w:r>
      <w:r>
        <w:rPr>
          <w:rtl/>
        </w:rPr>
        <w:t xml:space="preserve">ث رقم : 3724، و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المسند، 1 / 185،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1608، والب</w:t>
      </w:r>
      <w:r w:rsidRPr="008742E8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، 7 / 63،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(13169 - 13170)، والنسائ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، 5 / 107،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8399، و الحاکم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163،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4719. </w:t>
      </w:r>
    </w:p>
    <w:p w:rsidR="001F16A4" w:rsidRDefault="001F16A4" w:rsidP="001F16A4">
      <w:pPr>
        <w:pStyle w:val="libNormal"/>
        <w:rPr>
          <w:rtl/>
        </w:rPr>
      </w:pP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tl/>
        </w:rPr>
        <w:t>17. عَن</w:t>
      </w:r>
      <w:r w:rsidRPr="008742E8">
        <w:rPr>
          <w:rFonts w:hint="cs"/>
          <w:rtl/>
        </w:rPr>
        <w:t xml:space="preserve">ْ صَفِيَةَ </w:t>
      </w:r>
      <w:r w:rsidRPr="008742E8">
        <w:rPr>
          <w:rtl/>
        </w:rPr>
        <w:t>بِن</w:t>
      </w:r>
      <w:r w:rsidRPr="008742E8">
        <w:rPr>
          <w:rFonts w:hint="cs"/>
          <w:rtl/>
        </w:rPr>
        <w:t>ْتِ شَيْبَةَ، قَالَتْ : قَالَتْ عَائِشَةُ رضي اﷲ</w:t>
      </w:r>
      <w:r w:rsidRPr="008742E8">
        <w:rPr>
          <w:rtl/>
        </w:rPr>
        <w:t xml:space="preserve"> عن</w:t>
      </w:r>
      <w:r w:rsidRPr="008742E8">
        <w:rPr>
          <w:rFonts w:hint="cs"/>
          <w:rtl/>
        </w:rPr>
        <w:t>ها : خَرَجَ النَّبِيُّ صلي الله عليه وآله وسلم غَدَاةً وَ عَلَيْهِ مِرْطٌ مُرَحَّلٌ، مِنْ شَعْرٍ أَسْوَدَ. فَجَاءَ الْحَسَنُ بْنُ عَلِيٍّ رضی</w:t>
      </w:r>
      <w:r w:rsidRPr="008742E8">
        <w:rPr>
          <w:rtl/>
        </w:rPr>
        <w:t xml:space="preserve"> ا</w:t>
      </w:r>
      <w:r w:rsidRPr="008742E8">
        <w:rPr>
          <w:rFonts w:hint="cs"/>
          <w:rtl/>
        </w:rPr>
        <w:t>ﷲ</w:t>
      </w:r>
      <w:r w:rsidRPr="008742E8">
        <w:rPr>
          <w:rtl/>
        </w:rPr>
        <w:t xml:space="preserve"> عن</w:t>
      </w:r>
      <w:r w:rsidRPr="008742E8">
        <w:rPr>
          <w:rFonts w:hint="cs"/>
          <w:rtl/>
        </w:rPr>
        <w:t>هما فَأَدْخَلَهُ، ثُمَّ جَاءَ الْحُسَيْنُ</w:t>
      </w:r>
      <w:r w:rsidRPr="008742E8">
        <w:rPr>
          <w:rtl/>
        </w:rPr>
        <w:t xml:space="preserve"> رض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 xml:space="preserve">ه عنه </w:t>
      </w:r>
      <w:r w:rsidRPr="008742E8">
        <w:rPr>
          <w:rtl/>
        </w:rPr>
        <w:t>فَدَخَلَ مَعَ</w:t>
      </w:r>
      <w:r w:rsidRPr="008742E8">
        <w:rPr>
          <w:rFonts w:hint="cs"/>
          <w:rtl/>
        </w:rPr>
        <w:t>هُ، ثُمَّ جَاءَ تْ فَاطِمَةُ رضی</w:t>
      </w:r>
      <w:r w:rsidRPr="008742E8">
        <w:rPr>
          <w:rtl/>
        </w:rPr>
        <w:t xml:space="preserve"> ا</w:t>
      </w:r>
      <w:r w:rsidRPr="008742E8">
        <w:rPr>
          <w:rFonts w:hint="cs"/>
          <w:rtl/>
        </w:rPr>
        <w:t>ﷲ</w:t>
      </w:r>
      <w:r w:rsidRPr="008742E8">
        <w:rPr>
          <w:rtl/>
        </w:rPr>
        <w:t xml:space="preserve"> عن</w:t>
      </w:r>
      <w:r w:rsidRPr="008742E8">
        <w:rPr>
          <w:rFonts w:hint="cs"/>
          <w:rtl/>
        </w:rPr>
        <w:t>ها فَأَدْخَلَهَا، ثُمَّ جَاءَ عَلِيٌّ رضی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عنه فَأَدْخَلَهُ، ثُمَّ قَالَ : (إِنَّمَا يُرِيْدُ اﷲُ</w:t>
      </w:r>
      <w:r w:rsidRPr="008742E8">
        <w:rPr>
          <w:rtl/>
        </w:rPr>
        <w:t xml:space="preserve"> لِ</w:t>
      </w:r>
      <w:r w:rsidRPr="008742E8">
        <w:rPr>
          <w:rFonts w:hint="cs"/>
          <w:rtl/>
        </w:rPr>
        <w:t xml:space="preserve">يُذْهِبَ عَنْکُمُ الرِّجْسَ أَهْلَ الْبَيْتِ وَ يُطَهِرَکُمْ تَطْهِيْرًا). رَوَاهُ </w:t>
      </w:r>
      <w:r w:rsidRPr="008742E8">
        <w:rPr>
          <w:rFonts w:hint="eastAsia"/>
          <w:rtl/>
        </w:rPr>
        <w:t>مُس</w:t>
      </w:r>
      <w:r w:rsidRPr="008742E8">
        <w:rPr>
          <w:rFonts w:hint="cs"/>
          <w:rtl/>
        </w:rPr>
        <w:t>ْلِمٌ</w:t>
      </w:r>
      <w:r w:rsidRPr="008742E8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بنت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 حضرت عائشہ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صبح کے وقت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اوڑھ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اُون سے کجاووں کے نقش بن</w:t>
      </w:r>
      <w:r>
        <w:rPr>
          <w:rFonts w:hint="eastAsia"/>
          <w:rtl/>
        </w:rPr>
        <w:t>ے</w:t>
      </w:r>
      <w:r>
        <w:rPr>
          <w:rtl/>
        </w:rPr>
        <w:t xml:space="preserve"> ہوئے تھے۔ حضرت حسن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آئے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اُس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آئے اور ان کے ساتھ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گئے،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چادر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حضرت عل</w:t>
      </w:r>
      <w:r>
        <w:rPr>
          <w:rFonts w:hint="cs"/>
          <w:rtl/>
        </w:rPr>
        <w:t>ی</w:t>
      </w:r>
      <w:r>
        <w:rPr>
          <w:rtl/>
        </w:rPr>
        <w:t xml:space="preserve"> کرم ا</w:t>
      </w:r>
      <w:r>
        <w:rPr>
          <w:rFonts w:hint="cs"/>
          <w:rtl/>
        </w:rPr>
        <w:t>ﷲ</w:t>
      </w:r>
      <w:r>
        <w:rPr>
          <w:rtl/>
        </w:rPr>
        <w:t xml:space="preserve"> وجہہ آئے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پڑھ</w:t>
      </w:r>
      <w:r>
        <w:rPr>
          <w:rFonts w:hint="cs"/>
          <w:rtl/>
        </w:rPr>
        <w:t>ی</w:t>
      </w:r>
      <w:r>
        <w:rPr>
          <w:rtl/>
        </w:rPr>
        <w:t xml:space="preserve"> : ’’اے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ا</w:t>
      </w:r>
      <w:r>
        <w:rPr>
          <w:rFonts w:hint="cs"/>
          <w:rtl/>
        </w:rPr>
        <w:t>ﷲ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تم سے (ہر طرح ک</w:t>
      </w:r>
      <w:r>
        <w:rPr>
          <w:rFonts w:hint="cs"/>
          <w:rtl/>
        </w:rPr>
        <w:t>ی</w:t>
      </w:r>
      <w:r>
        <w:rPr>
          <w:rtl/>
        </w:rPr>
        <w:t>) آلودگ</w:t>
      </w:r>
      <w:r>
        <w:rPr>
          <w:rFonts w:hint="cs"/>
          <w:rtl/>
        </w:rPr>
        <w:t>ی</w:t>
      </w:r>
      <w:r>
        <w:rPr>
          <w:rtl/>
        </w:rPr>
        <w:t xml:space="preserve"> دُور کر دے اور تمہ</w:t>
      </w:r>
      <w:r>
        <w:rPr>
          <w:rFonts w:hint="cs"/>
          <w:rtl/>
        </w:rPr>
        <w:t>ی</w:t>
      </w:r>
      <w:r>
        <w:rPr>
          <w:rtl/>
        </w:rPr>
        <w:t>ں خوب پاک و صاف کر دے۔‘‘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F16A4" w:rsidRDefault="001F16A4" w:rsidP="008742E8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17 :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مسلم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ح، کتاب فضائل الصحابة، باب فضائل </w:t>
      </w:r>
      <w:r w:rsidRPr="008742E8">
        <w:rPr>
          <w:rFonts w:hint="cs"/>
          <w:rtl/>
        </w:rPr>
        <w:t>أه</w:t>
      </w:r>
      <w:r>
        <w:rPr>
          <w:rFonts w:hint="cs"/>
          <w:rtl/>
        </w:rPr>
        <w:t>ل 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ت النب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، 4 / 1883،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2424، و </w:t>
      </w:r>
      <w:r w:rsidRPr="008742E8">
        <w:rPr>
          <w:rFonts w:hint="cs"/>
          <w:rtl/>
        </w:rPr>
        <w:t>إ</w:t>
      </w:r>
      <w:r>
        <w:rPr>
          <w:rFonts w:hint="cs"/>
          <w:rtl/>
        </w:rPr>
        <w:t xml:space="preserve">بن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المصنف، 6 / 370،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36102، و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فضائل ا</w:t>
      </w:r>
      <w:r>
        <w:rPr>
          <w:rtl/>
        </w:rPr>
        <w:t>لصحاب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>، 2 / 672،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1149، و </w:t>
      </w:r>
      <w:r w:rsidRPr="008742E8">
        <w:rPr>
          <w:rFonts w:hint="cs"/>
          <w:rtl/>
        </w:rPr>
        <w:t>إ</w:t>
      </w:r>
      <w:r>
        <w:rPr>
          <w:rFonts w:hint="cs"/>
          <w:rtl/>
        </w:rPr>
        <w:t>بن را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>و</w:t>
      </w:r>
      <w:r w:rsidRPr="008742E8">
        <w:rPr>
          <w:rFonts w:hint="cs"/>
          <w:rtl/>
        </w:rPr>
        <w:t>يه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المسند، 3 / 678،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1271، و الحاکم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159،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4707، و الب</w:t>
      </w:r>
      <w:r w:rsidRPr="008742E8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، 2 / 149. </w:t>
      </w:r>
    </w:p>
    <w:p w:rsidR="001F16A4" w:rsidRDefault="001F16A4" w:rsidP="001F16A4">
      <w:pPr>
        <w:pStyle w:val="libNormal"/>
        <w:rPr>
          <w:rtl/>
        </w:rPr>
      </w:pP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tl/>
        </w:rPr>
        <w:t>18. عَن</w:t>
      </w:r>
      <w:r w:rsidRPr="008742E8">
        <w:rPr>
          <w:rFonts w:hint="cs"/>
          <w:rtl/>
        </w:rPr>
        <w:t>ْ أَنَسِ بْنِ مَالِکٍ رضی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عنه : أَنَّ رَسُوْلَ اﷲِ</w:t>
      </w:r>
      <w:r w:rsidRPr="008742E8">
        <w:rPr>
          <w:rtl/>
        </w:rPr>
        <w:t xml:space="preserve"> صل</w:t>
      </w:r>
      <w:r w:rsidRPr="008742E8">
        <w:rPr>
          <w:rFonts w:hint="cs"/>
          <w:rtl/>
        </w:rPr>
        <w:t>ي الله عليه وآله وسلم کَانَ يَمُرُّ بِبَابِ فَاطِمَةَ سِتَّةَ أَشْهُرٍ إِذَا خَرَجَ إِليَ صَلَاةِ الْفَجْرِ، يَقُوْلُ : اَلصَّلَاةَ! يَا أَهْلَ الْبَيْتِ (إِنَّمَا يُرِيْدُ اﷲُ</w:t>
      </w:r>
      <w:r w:rsidRPr="008742E8">
        <w:rPr>
          <w:rtl/>
        </w:rPr>
        <w:t xml:space="preserve"> لِ</w:t>
      </w:r>
      <w:r w:rsidRPr="008742E8">
        <w:rPr>
          <w:rFonts w:hint="cs"/>
          <w:rtl/>
        </w:rPr>
        <w:t>يُذْهِبَ عَنْکُمُ</w:t>
      </w:r>
      <w:r w:rsidRPr="008742E8">
        <w:rPr>
          <w:rtl/>
        </w:rPr>
        <w:t xml:space="preserve"> الرِّج</w:t>
      </w:r>
      <w:r w:rsidRPr="008742E8">
        <w:rPr>
          <w:rFonts w:hint="cs"/>
          <w:rtl/>
        </w:rPr>
        <w:t>ْسَ أَهْلَ الْبَيْتِ وَ يُطَهِرَکُمْ تَطْهِيْرًا) رَوَاهُ التِّرْمِذ</w:t>
      </w:r>
      <w:r w:rsidRPr="008742E8">
        <w:rPr>
          <w:rtl/>
        </w:rPr>
        <w:t>ِ</w:t>
      </w:r>
      <w:r w:rsidRPr="008742E8">
        <w:rPr>
          <w:rFonts w:hint="cs"/>
          <w:rtl/>
        </w:rPr>
        <w:t xml:space="preserve">يُّ. </w:t>
      </w: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Fonts w:hint="eastAsia"/>
          <w:rtl/>
        </w:rPr>
        <w:t>وَ</w:t>
      </w:r>
      <w:r w:rsidRPr="008742E8">
        <w:rPr>
          <w:rtl/>
        </w:rPr>
        <w:t xml:space="preserve"> قَالَ </w:t>
      </w:r>
      <w:r w:rsidRPr="008742E8">
        <w:rPr>
          <w:rFonts w:hint="cs"/>
          <w:rtl/>
        </w:rPr>
        <w:t xml:space="preserve">هَذَا حَدِيْثٌ حَسَنٌ.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چھ (6) ماہ تک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 رہا کہ جب نمازِ فجر کے لئے نکلتے تو حضرت فاطمہ سلام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دروازہ کے پاس سے گزرتے ہوئے فرماتے :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! نماز قائم کرو (اور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م</w:t>
      </w:r>
      <w:r>
        <w:rPr>
          <w:rFonts w:hint="eastAsia"/>
          <w:rtl/>
        </w:rPr>
        <w:t>بارکہ</w:t>
      </w:r>
      <w:r>
        <w:rPr>
          <w:rtl/>
        </w:rPr>
        <w:t xml:space="preserve"> پڑھتے : )۔ . . اے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ا</w:t>
      </w:r>
      <w:r>
        <w:rPr>
          <w:rFonts w:hint="cs"/>
          <w:rtl/>
        </w:rPr>
        <w:t>ﷲ</w:t>
      </w:r>
      <w:r>
        <w:rPr>
          <w:rtl/>
        </w:rPr>
        <w:t xml:space="preserve"> چاہتا ہے کہ تم سے (ہر طرح ک</w:t>
      </w:r>
      <w:r>
        <w:rPr>
          <w:rFonts w:hint="cs"/>
          <w:rtl/>
        </w:rPr>
        <w:t>ی</w:t>
      </w:r>
      <w:r>
        <w:rPr>
          <w:rtl/>
        </w:rPr>
        <w:t>) آلودگ</w:t>
      </w:r>
      <w:r>
        <w:rPr>
          <w:rFonts w:hint="cs"/>
          <w:rtl/>
        </w:rPr>
        <w:t>ی</w:t>
      </w:r>
      <w:r>
        <w:rPr>
          <w:rtl/>
        </w:rPr>
        <w:t xml:space="preserve"> دُور کر دے اور تم کو خوب پاک و صاف کر دے۔‘‘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 </w:t>
      </w:r>
    </w:p>
    <w:p w:rsidR="001F16A4" w:rsidRDefault="001F16A4" w:rsidP="008742E8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18 :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ح، کتاب التفس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ر، باب ومن سورة ال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حزاب، 5 / 352،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3206، و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المسند، 3 / 259، 285، و الحاکم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172،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4748، و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>، 2 / 761،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1340،</w:t>
      </w:r>
      <w:r>
        <w:rPr>
          <w:rtl/>
        </w:rPr>
        <w:t xml:space="preserve"> 1341، و </w:t>
      </w:r>
      <w:r w:rsidRPr="008742E8">
        <w:rPr>
          <w:rFonts w:hint="cs"/>
          <w:rtl/>
        </w:rPr>
        <w:t>إ</w:t>
      </w:r>
      <w:r>
        <w:rPr>
          <w:rFonts w:hint="cs"/>
          <w:rtl/>
        </w:rPr>
        <w:t xml:space="preserve">بن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المصنف، 6 / 388،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32272، و الش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بان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الآحادو المثان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، 5 / 360،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2953، و عبد بن حم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د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المسند : 367،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12223. </w:t>
      </w:r>
    </w:p>
    <w:p w:rsidR="001F16A4" w:rsidRDefault="001F16A4" w:rsidP="001F16A4">
      <w:pPr>
        <w:pStyle w:val="libNormal"/>
        <w:rPr>
          <w:rtl/>
        </w:rPr>
      </w:pP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tl/>
        </w:rPr>
        <w:t>19. عَن</w:t>
      </w:r>
      <w:r w:rsidRPr="008742E8">
        <w:rPr>
          <w:rFonts w:hint="cs"/>
          <w:rtl/>
        </w:rPr>
        <w:t>ْ عُمَرَ بْنِ أَبِيْ سَلَمَةَ رَبِيْبِ النَّبِيِّ صلي الله عليه وآله وسلم ،</w:t>
      </w:r>
      <w:r w:rsidRPr="008742E8">
        <w:rPr>
          <w:rtl/>
        </w:rPr>
        <w:t xml:space="preserve"> قَالَ : لَمَّا نَزَلَت</w:t>
      </w:r>
      <w:r w:rsidRPr="008742E8">
        <w:rPr>
          <w:rFonts w:hint="cs"/>
          <w:rtl/>
        </w:rPr>
        <w:t>ْ هَذِهِ الْآيَةُ عَلَي النَّبِيِّ صلي الله عليه وآله وسلم : (إِنَّمَا يُرِيْدُ اﷲُ</w:t>
      </w:r>
      <w:r w:rsidRPr="008742E8">
        <w:rPr>
          <w:rtl/>
        </w:rPr>
        <w:t xml:space="preserve"> لِ</w:t>
      </w:r>
      <w:r w:rsidRPr="008742E8">
        <w:rPr>
          <w:rFonts w:hint="cs"/>
          <w:rtl/>
        </w:rPr>
        <w:t>يُذْهِبَ عَنْکُمُ الرِّجْسَ أَهْلَ الْبَيْتِ وَ يُطَهِرَکُمْ تَطْهِيْرًا</w:t>
      </w:r>
      <w:r w:rsidRPr="008742E8">
        <w:rPr>
          <w:rtl/>
        </w:rPr>
        <w:t>) فِ</w:t>
      </w:r>
      <w:r w:rsidRPr="008742E8">
        <w:rPr>
          <w:rFonts w:hint="cs"/>
          <w:rtl/>
        </w:rPr>
        <w:t xml:space="preserve">يْ بَيْتِ أُمِّ سَلَمَةَ، فَدَعَا </w:t>
      </w:r>
      <w:r w:rsidRPr="008742E8">
        <w:rPr>
          <w:rFonts w:hint="cs"/>
          <w:rtl/>
        </w:rPr>
        <w:lastRenderedPageBreak/>
        <w:t>فَاطِمَةَ وَ حَسَنًا وَ حُسَيْنًا رضي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عنهم فَجَلَّلَهُمْ بِکِسَاءٍ، وَ عَلِيٌّ رضي الله عنه خَلْفَ ظَهْرِهِ فَجَلَّلَهُ بِکِسَاءٍ، ثُمَّ قَالَ : اللَّهُمَّ! هَؤُلَاءِ أَهْلُ بَيْتِيْ، فَأَذْهِبْ عَنْهُمُ ال</w:t>
      </w:r>
      <w:r w:rsidRPr="008742E8">
        <w:rPr>
          <w:rFonts w:hint="eastAsia"/>
          <w:rtl/>
        </w:rPr>
        <w:t>رِّج</w:t>
      </w:r>
      <w:r w:rsidRPr="008742E8">
        <w:rPr>
          <w:rFonts w:hint="cs"/>
          <w:rtl/>
        </w:rPr>
        <w:t>ْسَ</w:t>
      </w:r>
      <w:r w:rsidRPr="008742E8">
        <w:rPr>
          <w:rtl/>
        </w:rPr>
        <w:t xml:space="preserve"> وَ طَ</w:t>
      </w:r>
      <w:r w:rsidRPr="008742E8">
        <w:rPr>
          <w:rFonts w:hint="cs"/>
          <w:rtl/>
        </w:rPr>
        <w:t xml:space="preserve">هِرْهُمْ تَطْهِيْرًا. رَوَاهُ التِّرْمِذِيُّ.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’’پروردہء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عمر بن اب</w:t>
      </w:r>
      <w:r>
        <w:rPr>
          <w:rFonts w:hint="cs"/>
          <w:rtl/>
        </w:rPr>
        <w:t>ی</w:t>
      </w:r>
      <w:r>
        <w:rPr>
          <w:rtl/>
        </w:rPr>
        <w:t xml:space="preserve"> سلمہ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حضرت اُمّ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مبارکہ. . . اے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ا</w:t>
      </w:r>
      <w:r>
        <w:rPr>
          <w:rFonts w:hint="cs"/>
          <w:rtl/>
        </w:rPr>
        <w:t>ﷲ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تم سے (ہر طرح ک</w:t>
      </w:r>
      <w:r>
        <w:rPr>
          <w:rFonts w:hint="cs"/>
          <w:rtl/>
        </w:rPr>
        <w:t>ی</w:t>
      </w:r>
      <w:r>
        <w:rPr>
          <w:rtl/>
        </w:rPr>
        <w:t>) آلودگ</w:t>
      </w:r>
      <w:r>
        <w:rPr>
          <w:rFonts w:hint="cs"/>
          <w:rtl/>
        </w:rPr>
        <w:t>ی</w:t>
      </w:r>
      <w:r>
        <w:rPr>
          <w:rtl/>
        </w:rPr>
        <w:t xml:space="preserve"> دُور کر دے اور تم کو خوب پاک و ص</w:t>
      </w:r>
      <w:r>
        <w:rPr>
          <w:rFonts w:hint="eastAsia"/>
          <w:rtl/>
        </w:rPr>
        <w:t>اف</w:t>
      </w:r>
      <w:r>
        <w:rPr>
          <w:rtl/>
        </w:rPr>
        <w:t xml:space="preserve"> کر دے۔ . . نازل ہوئ</w:t>
      </w:r>
      <w:r>
        <w:rPr>
          <w:rFonts w:hint="cs"/>
          <w:rtl/>
        </w:rPr>
        <w:t>ی</w:t>
      </w:r>
      <w:r>
        <w:rPr>
          <w:rtl/>
        </w:rPr>
        <w:t>۔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فاطمہ، حضرت حسن اور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عنھم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تھے،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اِلٰہ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 ہر آلودگ</w:t>
      </w:r>
      <w:r>
        <w:rPr>
          <w:rFonts w:hint="cs"/>
          <w:rtl/>
        </w:rPr>
        <w:t>ی</w:t>
      </w:r>
      <w:r>
        <w:rPr>
          <w:rtl/>
        </w:rPr>
        <w:t xml:space="preserve"> کو دور کردے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پاک و صاف فرما دے۔‘‘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F16A4" w:rsidRDefault="001F16A4" w:rsidP="008742E8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19 :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ح، کتاب التفس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ر، باب و من سورة ال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حزاب، 5 / 351،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320</w:t>
      </w:r>
      <w:r>
        <w:rPr>
          <w:rtl/>
        </w:rPr>
        <w:t>5، و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کتاب المناقب، باب مناقب </w:t>
      </w:r>
      <w:r w:rsidRPr="008742E8">
        <w:rPr>
          <w:rFonts w:hint="cs"/>
          <w:rtl/>
        </w:rPr>
        <w:t>أه</w:t>
      </w:r>
      <w:r>
        <w:rPr>
          <w:rFonts w:hint="cs"/>
          <w:rtl/>
        </w:rPr>
        <w:t>ل 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ت النب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، 5 / 663،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3787، و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المسند، 6 / 292، و الحاکم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المستدرک عل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ن، 2 / 451،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3558، و ف</w:t>
      </w:r>
      <w:r w:rsidRPr="008742E8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8742E8">
        <w:rPr>
          <w:rFonts w:hint="cs"/>
          <w:rtl/>
        </w:rPr>
        <w:t>أي</w:t>
      </w:r>
      <w:r>
        <w:rPr>
          <w:rFonts w:hint="cs"/>
          <w:rtl/>
        </w:rPr>
        <w:t>ضاً، 3 / 158،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4705، و الطبران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ر، 3 / 54،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: 2668، و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 xml:space="preserve">حمد بن حنبل </w:t>
      </w:r>
      <w:r w:rsidRPr="008742E8">
        <w:rPr>
          <w:rFonts w:hint="cs"/>
          <w:rtl/>
        </w:rPr>
        <w:t>أي</w:t>
      </w:r>
      <w:r>
        <w:rPr>
          <w:rFonts w:hint="cs"/>
          <w:rtl/>
        </w:rPr>
        <w:t>ضاً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الصحابة، 2 / 587،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994. </w:t>
      </w:r>
    </w:p>
    <w:p w:rsidR="001F16A4" w:rsidRDefault="001F16A4" w:rsidP="001F16A4">
      <w:pPr>
        <w:pStyle w:val="libNormal"/>
        <w:rPr>
          <w:rtl/>
        </w:rPr>
      </w:pP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tl/>
        </w:rPr>
        <w:t>20. عَن</w:t>
      </w:r>
      <w:r w:rsidRPr="008742E8">
        <w:rPr>
          <w:rFonts w:hint="cs"/>
          <w:rtl/>
        </w:rPr>
        <w:t>ْ أَبِيْ سَعِيْدٍ الْخُدْرِيِّ رضی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عنه فِيْ قَوْلِهِ تَعَالٰي : (إِنَّمَا يُرِيْدُ اﷲُ</w:t>
      </w:r>
      <w:r w:rsidRPr="008742E8">
        <w:rPr>
          <w:rtl/>
        </w:rPr>
        <w:t xml:space="preserve"> لِ</w:t>
      </w:r>
      <w:r w:rsidRPr="008742E8">
        <w:rPr>
          <w:rFonts w:hint="cs"/>
          <w:rtl/>
        </w:rPr>
        <w:t>يُذْهِبَ عَنْکُمُ الرِّجْسَ أَهْلَ الْبَيْتِ) قَالَ : نَزَلَتْ فِيْ خَمْسَ</w:t>
      </w:r>
      <w:r w:rsidRPr="008742E8">
        <w:rPr>
          <w:rtl/>
        </w:rPr>
        <w:t>ةٍ : فِ</w:t>
      </w:r>
      <w:r w:rsidRPr="008742E8">
        <w:rPr>
          <w:rFonts w:hint="cs"/>
          <w:rtl/>
        </w:rPr>
        <w:t>يْ رَسُوْلِ اﷲِ</w:t>
      </w:r>
      <w:r w:rsidRPr="008742E8">
        <w:rPr>
          <w:rtl/>
        </w:rPr>
        <w:t xml:space="preserve"> صل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عليه وآله وسلم، وَ عَلِيٍّ، وَ فاَطِمَةَ، وَالْحَ</w:t>
      </w:r>
      <w:r w:rsidRPr="008742E8">
        <w:rPr>
          <w:rFonts w:hint="eastAsia"/>
          <w:rtl/>
        </w:rPr>
        <w:t>سَنِ،</w:t>
      </w:r>
      <w:r w:rsidRPr="008742E8">
        <w:rPr>
          <w:rtl/>
        </w:rPr>
        <w:t xml:space="preserve"> وَ ال</w:t>
      </w:r>
      <w:r w:rsidRPr="008742E8">
        <w:rPr>
          <w:rFonts w:hint="cs"/>
          <w:rtl/>
        </w:rPr>
        <w:t>ْحُسَيْنِ رضی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عنهم. رَوَاهُ الطَّبَرَانِيُّ فِي الْمُعْجَمِ الْأَوْسَطِ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فرمانِ خداوند</w:t>
      </w:r>
      <w:r>
        <w:rPr>
          <w:rFonts w:hint="cs"/>
          <w:rtl/>
        </w:rPr>
        <w:t>ی</w:t>
      </w:r>
      <w:r>
        <w:rPr>
          <w:rtl/>
        </w:rPr>
        <w:t xml:space="preserve"> : ’’اے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ا</w:t>
      </w:r>
      <w:r>
        <w:rPr>
          <w:rFonts w:hint="cs"/>
          <w:rtl/>
        </w:rPr>
        <w:t>ﷲ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چاہتا ہے کہ تم سے (ہر طرح ک</w:t>
      </w:r>
      <w:r>
        <w:rPr>
          <w:rFonts w:hint="cs"/>
          <w:rtl/>
        </w:rPr>
        <w:t>ی</w:t>
      </w:r>
      <w:r>
        <w:rPr>
          <w:rtl/>
        </w:rPr>
        <w:t>) آلودگ</w:t>
      </w:r>
      <w:r>
        <w:rPr>
          <w:rFonts w:hint="cs"/>
          <w:rtl/>
        </w:rPr>
        <w:t>ی</w:t>
      </w:r>
      <w:r>
        <w:rPr>
          <w:rtl/>
        </w:rPr>
        <w:t xml:space="preserve"> دُور کر دے‘‘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مبارکہ پانچ تن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،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فاطمہ، ح</w:t>
      </w:r>
      <w:r>
        <w:rPr>
          <w:rFonts w:hint="eastAsia"/>
          <w:rtl/>
        </w:rPr>
        <w:t>ضرت</w:t>
      </w:r>
      <w:r>
        <w:rPr>
          <w:rtl/>
        </w:rPr>
        <w:t xml:space="preserve"> حسن اور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عنھم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F16A4" w:rsidRDefault="001F16A4" w:rsidP="008742E8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20 :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المعجم الاوسط، 3 / 380،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3456، و الطبران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المعجم الصغ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ر، 1 / 231،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ث رقم : 375، و </w:t>
      </w:r>
      <w:r w:rsidRPr="008742E8">
        <w:rPr>
          <w:rFonts w:hint="cs"/>
          <w:rtl/>
        </w:rPr>
        <w:t>إ</w:t>
      </w:r>
      <w:r>
        <w:rPr>
          <w:rFonts w:hint="cs"/>
          <w:rtl/>
        </w:rPr>
        <w:t>بن ح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ان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طبقات المحدث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ن باصب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>ان، 3 / 384، و خط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ب البغداد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خ بغداد، 10 / 278. </w:t>
      </w:r>
    </w:p>
    <w:p w:rsidR="001F16A4" w:rsidRDefault="001F16A4" w:rsidP="001F16A4">
      <w:pPr>
        <w:pStyle w:val="libNormal"/>
        <w:rPr>
          <w:rtl/>
        </w:rPr>
      </w:pP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tl/>
        </w:rPr>
        <w:lastRenderedPageBreak/>
        <w:t>21. عَنِ اب</w:t>
      </w:r>
      <w:r w:rsidRPr="008742E8">
        <w:rPr>
          <w:rFonts w:hint="cs"/>
          <w:rtl/>
        </w:rPr>
        <w:t>ْنِ عَبَّاسٍ رضي اﷲ</w:t>
      </w:r>
      <w:r w:rsidRPr="008742E8">
        <w:rPr>
          <w:rtl/>
        </w:rPr>
        <w:t xml:space="preserve"> عن</w:t>
      </w:r>
      <w:r w:rsidRPr="008742E8">
        <w:rPr>
          <w:rFonts w:hint="cs"/>
          <w:rtl/>
        </w:rPr>
        <w:t>هما. قَالَ : لَمَّا نَزَلَتْ هَذِهِ الآيَةُ : (قُلْ لاَّ أَسْئَلُکُمْ عَلَيْهِ أَجْراً إِلاَّ الْمًوَدَّةَ فِيْ القُرْبیٰ</w:t>
      </w:r>
      <w:r w:rsidRPr="008742E8">
        <w:rPr>
          <w:rtl/>
        </w:rPr>
        <w:t>) قَالُو</w:t>
      </w:r>
      <w:r w:rsidRPr="008742E8">
        <w:rPr>
          <w:rFonts w:hint="cs"/>
          <w:rtl/>
        </w:rPr>
        <w:t>ْا : يَا رَسُوْلَ اﷲِ</w:t>
      </w:r>
      <w:r w:rsidRPr="008742E8">
        <w:rPr>
          <w:rtl/>
        </w:rPr>
        <w:t xml:space="preserve"> صل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عليه وآله وسلم ! مَنْ قَرَابَتُکَ هَؤُلَاءِ الَّذِيْنَ وَجَبَتْ</w:t>
      </w:r>
      <w:r w:rsidRPr="008742E8">
        <w:rPr>
          <w:rtl/>
        </w:rPr>
        <w:t xml:space="preserve"> عَلَ</w:t>
      </w:r>
      <w:r w:rsidRPr="008742E8">
        <w:rPr>
          <w:rFonts w:hint="cs"/>
          <w:rtl/>
        </w:rPr>
        <w:t xml:space="preserve">يْنَا مَوَدَّتُهُمْ؟ قَالَ : عَلِيٌّ وَ فَاطِمَةُ وَابْنَاهُمَا. رَوَاهُ الطَّبَرَانِيُّ فِي 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مرو</w:t>
      </w:r>
      <w:r>
        <w:rPr>
          <w:rFonts w:hint="cs"/>
          <w:rtl/>
        </w:rPr>
        <w:t>ی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 ’’ اے محبوب!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صرف اپن</w:t>
      </w:r>
      <w:r>
        <w:rPr>
          <w:rFonts w:hint="cs"/>
          <w:rtl/>
        </w:rPr>
        <w:t>ی</w:t>
      </w:r>
      <w:r>
        <w:rPr>
          <w:rtl/>
        </w:rPr>
        <w:t xml:space="preserve"> قرابت کے ساتھ محبت کا سوال کرتا ہوں‘‘ تو صحابہ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آپ ک</w:t>
      </w:r>
      <w:r>
        <w:rPr>
          <w:rFonts w:hint="cs"/>
          <w:rtl/>
        </w:rPr>
        <w:t>ی</w:t>
      </w:r>
      <w:r>
        <w:rPr>
          <w:rtl/>
        </w:rPr>
        <w:t xml:space="preserve"> قرابت والے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محبت ہم پر واجب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فاطمہ، اور ان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(حسن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نے’’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8742E8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21 :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ر، 3 / 47،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2641، وال</w:t>
      </w:r>
      <w:r w:rsidRPr="008742E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168. </w:t>
      </w:r>
    </w:p>
    <w:p w:rsidR="001F16A4" w:rsidRDefault="001F16A4" w:rsidP="001F16A4">
      <w:pPr>
        <w:pStyle w:val="libNormal"/>
        <w:rPr>
          <w:rtl/>
        </w:rPr>
      </w:pPr>
    </w:p>
    <w:p w:rsidR="001F16A4" w:rsidRPr="008742E8" w:rsidRDefault="001F16A4" w:rsidP="008742E8">
      <w:pPr>
        <w:pStyle w:val="libArabic"/>
        <w:rPr>
          <w:rtl/>
        </w:rPr>
      </w:pPr>
      <w:r w:rsidRPr="008742E8">
        <w:rPr>
          <w:rtl/>
        </w:rPr>
        <w:t>22. عَن</w:t>
      </w:r>
      <w:r w:rsidRPr="008742E8">
        <w:rPr>
          <w:rFonts w:hint="cs"/>
          <w:rtl/>
        </w:rPr>
        <w:t>ْ أَبِيْ بَرْزَةَ قَالَ : قَالَ رَسُوْلُ اﷲِ</w:t>
      </w:r>
      <w:r w:rsidRPr="008742E8">
        <w:rPr>
          <w:rtl/>
        </w:rPr>
        <w:t xml:space="preserve"> صل</w:t>
      </w:r>
      <w:r w:rsidRPr="008742E8">
        <w:rPr>
          <w:rFonts w:hint="cs"/>
          <w:rtl/>
        </w:rPr>
        <w:t>ي الله عليه وآله وسلم : لاَ يَنْعَقِدُ قَدَمَا عَ</w:t>
      </w:r>
      <w:r w:rsidRPr="008742E8">
        <w:rPr>
          <w:rtl/>
        </w:rPr>
        <w:t>ب</w:t>
      </w:r>
      <w:r w:rsidRPr="008742E8">
        <w:rPr>
          <w:rFonts w:hint="cs"/>
          <w:rtl/>
        </w:rPr>
        <w:t>ْدٍ حَتَّي يُسْأَلَ عَنْ أَرْبَعَةٍ عَنْ جَسَدِهِ فِيْمَا أَبْلَاهُ، وَعُمْرِهِ فِيْمَا أَفْنَاهُ، وَ مَالِهِ مِنْ أَيْنَ اکْتَسَبَهُ وَ فِيْمَا أَنْفَق</w:t>
      </w:r>
      <w:r w:rsidRPr="008742E8">
        <w:rPr>
          <w:rFonts w:hint="eastAsia"/>
          <w:rtl/>
        </w:rPr>
        <w:t>َ</w:t>
      </w:r>
      <w:r w:rsidRPr="008742E8">
        <w:rPr>
          <w:rFonts w:hint="cs"/>
          <w:rtl/>
        </w:rPr>
        <w:t>هُ،</w:t>
      </w:r>
      <w:r w:rsidRPr="008742E8">
        <w:rPr>
          <w:rtl/>
        </w:rPr>
        <w:t xml:space="preserve"> وَ عَن</w:t>
      </w:r>
      <w:r w:rsidRPr="008742E8">
        <w:rPr>
          <w:rFonts w:hint="cs"/>
          <w:rtl/>
        </w:rPr>
        <w:t>ْ حُبِّ أَهْلِ الْبَيْتِ فَقِيْلَ يَا رَسُوْلَ اﷲِ</w:t>
      </w:r>
      <w:r w:rsidRPr="008742E8">
        <w:rPr>
          <w:rtl/>
        </w:rPr>
        <w:t xml:space="preserve"> صل</w:t>
      </w:r>
      <w:r w:rsidRPr="008742E8">
        <w:rPr>
          <w:rFonts w:hint="cs"/>
          <w:rtl/>
        </w:rPr>
        <w:t>ی</w:t>
      </w:r>
      <w:r w:rsidRPr="008742E8">
        <w:rPr>
          <w:rtl/>
        </w:rPr>
        <w:t xml:space="preserve"> الل</w:t>
      </w:r>
      <w:r w:rsidRPr="008742E8">
        <w:rPr>
          <w:rFonts w:hint="cs"/>
          <w:rtl/>
        </w:rPr>
        <w:t>ه عليه وآله وسلم ! فَمَا عَلَامَةُ</w:t>
      </w:r>
      <w:r w:rsidRPr="008742E8">
        <w:rPr>
          <w:rtl/>
        </w:rPr>
        <w:t xml:space="preserve"> حُبِّکُم</w:t>
      </w:r>
      <w:r w:rsidRPr="008742E8">
        <w:rPr>
          <w:rFonts w:hint="cs"/>
          <w:rtl/>
        </w:rPr>
        <w:t>ْ فَضَرَبَ بِيَدِهِ عَلَی</w:t>
      </w:r>
      <w:r w:rsidRPr="008742E8">
        <w:rPr>
          <w:rtl/>
        </w:rPr>
        <w:t xml:space="preserve"> مَن</w:t>
      </w:r>
      <w:r w:rsidRPr="008742E8">
        <w:rPr>
          <w:rFonts w:hint="cs"/>
          <w:rtl/>
        </w:rPr>
        <w:t xml:space="preserve">ْکَبِ عَلِيٍّ. رَوَاهُ الطَّبَرَانِيُّ فِي الْأَوسَطِ.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برز</w:t>
      </w:r>
      <w:r>
        <w:rPr>
          <w:rFonts w:hint="cs"/>
          <w:rtl/>
        </w:rPr>
        <w:t>ۃ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آدم</w:t>
      </w:r>
      <w:r>
        <w:rPr>
          <w:rFonts w:hint="cs"/>
          <w:rtl/>
        </w:rPr>
        <w:t>ی</w:t>
      </w:r>
      <w:r>
        <w:rPr>
          <w:rtl/>
        </w:rPr>
        <w:t xml:space="preserve"> کے دونوں قدم اس وقت تک اگلے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پڑتے جب تک کہ اس سے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سوال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کے جسم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اسے کس طرح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اور اس کے 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سے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اورکہاں کہاں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آپ 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محبت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علامت ہے؟ تو آپ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اپنا دست اقدس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شانے پر مارا (کہ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علامت ہے)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 </w:t>
      </w:r>
    </w:p>
    <w:p w:rsidR="001F16A4" w:rsidRDefault="001F16A4" w:rsidP="008742E8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22 : 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8742E8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8742E8">
        <w:rPr>
          <w:rFonts w:hint="cs"/>
          <w:rtl/>
        </w:rPr>
        <w:t>أ</w:t>
      </w:r>
      <w:r>
        <w:rPr>
          <w:rFonts w:hint="cs"/>
          <w:rtl/>
        </w:rPr>
        <w:t>وسط، 2 / 348، الحد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>ث رقم : 2191، و ال</w:t>
      </w:r>
      <w:r w:rsidRPr="008742E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8742E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10 / 346. </w:t>
      </w:r>
    </w:p>
    <w:p w:rsidR="008742E8" w:rsidRPr="0038770D" w:rsidRDefault="008742E8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9" w:name="_Toc497651142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4</w:t>
      </w:r>
      <w:bookmarkEnd w:id="9"/>
    </w:p>
    <w:p w:rsidR="001F16A4" w:rsidRPr="001F0B8F" w:rsidRDefault="001F16A4" w:rsidP="001F0B8F">
      <w:pPr>
        <w:pStyle w:val="Heading2Center"/>
        <w:rPr>
          <w:rtl/>
        </w:rPr>
      </w:pPr>
      <w:bookmarkStart w:id="10" w:name="_Toc497651143"/>
      <w:r w:rsidRPr="001F0B8F">
        <w:rPr>
          <w:rtl/>
        </w:rPr>
        <w:t xml:space="preserve">(4) </w:t>
      </w:r>
      <w:r w:rsidRPr="008742E8">
        <w:rPr>
          <w:rStyle w:val="libArabicChar"/>
          <w:rtl/>
        </w:rPr>
        <w:t>بَابٌ فِ</w:t>
      </w:r>
      <w:r w:rsidRPr="008742E8">
        <w:rPr>
          <w:rStyle w:val="libArabicChar"/>
          <w:rFonts w:hint="cs"/>
          <w:rtl/>
        </w:rPr>
        <w:t>يْ قَوْلِ النَّبِيِ</w:t>
      </w:r>
      <w:r w:rsidRPr="008742E8">
        <w:rPr>
          <w:rStyle w:val="libArabicChar"/>
          <w:rtl/>
        </w:rPr>
        <w:t>ّ صل</w:t>
      </w:r>
      <w:r w:rsidRPr="008742E8">
        <w:rPr>
          <w:rStyle w:val="libArabicChar"/>
          <w:rFonts w:hint="cs"/>
          <w:rtl/>
        </w:rPr>
        <w:t>ی</w:t>
      </w:r>
      <w:r w:rsidRPr="008742E8">
        <w:rPr>
          <w:rStyle w:val="libArabicChar"/>
          <w:rtl/>
        </w:rPr>
        <w:t xml:space="preserve"> الل</w:t>
      </w:r>
      <w:r w:rsidRPr="008742E8">
        <w:rPr>
          <w:rStyle w:val="libArabicChar"/>
          <w:rFonts w:hint="cs"/>
          <w:rtl/>
        </w:rPr>
        <w:t>ه عليه وآله وسلم : مَنْ کُنْتُ مَوْلَاهُ فَعَلِيٌّ مَوْلَاهُ</w:t>
      </w:r>
      <w:bookmarkEnd w:id="10"/>
    </w:p>
    <w:p w:rsidR="001F16A4" w:rsidRPr="001F0B8F" w:rsidRDefault="001F16A4" w:rsidP="001F0B8F">
      <w:pPr>
        <w:pStyle w:val="Heading2Center"/>
        <w:rPr>
          <w:rtl/>
        </w:rPr>
      </w:pPr>
      <w:bookmarkStart w:id="11" w:name="_Toc497651144"/>
      <w:r w:rsidRPr="001F0B8F">
        <w:rPr>
          <w:rtl/>
        </w:rPr>
        <w:t>(فرمانِ مصطف</w:t>
      </w:r>
      <w:r w:rsidRPr="001F0B8F">
        <w:rPr>
          <w:rFonts w:hint="cs"/>
          <w:rtl/>
        </w:rPr>
        <w:t>یٰ</w:t>
      </w:r>
      <w:r w:rsidRPr="001F0B8F">
        <w:rPr>
          <w:rtl/>
        </w:rPr>
        <w:t xml:space="preserve">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: جس کا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 xml:space="preserve"> مولا ہوں اس کا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مولا ہے)</w:t>
      </w:r>
      <w:bookmarkEnd w:id="11"/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23. عَن</w:t>
      </w:r>
      <w:r w:rsidRPr="00AA2774">
        <w:rPr>
          <w:rFonts w:hint="cs"/>
          <w:rtl/>
        </w:rPr>
        <w:t>ْ شُعْبَةَ، عَنْ سَلَمَةَ بْنِ کُهَيْلٍ، قَالَ : سَمِعْتُ أَبَا الطُّفَيْلِ يُحَدِّثُ عَنْ أَبِيْ سَ</w:t>
      </w:r>
      <w:r w:rsidRPr="00AA2774">
        <w:rPr>
          <w:rtl/>
        </w:rPr>
        <w:t>رِ</w:t>
      </w:r>
      <w:r w:rsidRPr="00AA2774">
        <w:rPr>
          <w:rFonts w:hint="cs"/>
          <w:rtl/>
        </w:rPr>
        <w:t>يْحَةَ . . . أَوْ زَيْدِ بْنِ أرْقَمَ، (شَکَّ شُعْبَةُ). . . عَنِ النَّبِيِّ، قَالَ : مَنْ کُنْتُ مَوْلَاهُ فَعَلِيٌّ مَوْلاَهُ. رَوَاهُ التِّرْمِذ</w:t>
      </w:r>
      <w:r w:rsidRPr="00AA2774">
        <w:rPr>
          <w:rFonts w:hint="eastAsia"/>
          <w:rtl/>
        </w:rPr>
        <w:t>ِ</w:t>
      </w:r>
      <w:r w:rsidRPr="00AA2774">
        <w:rPr>
          <w:rFonts w:hint="cs"/>
          <w:rtl/>
        </w:rPr>
        <w:t>يُّ</w:t>
      </w:r>
      <w:r w:rsidRPr="00AA2774">
        <w:rPr>
          <w:rtl/>
        </w:rPr>
        <w:t xml:space="preserve">. </w:t>
      </w: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Fonts w:hint="eastAsia"/>
          <w:rtl/>
        </w:rPr>
        <w:t>وَ</w:t>
      </w:r>
      <w:r w:rsidRPr="00AA2774">
        <w:rPr>
          <w:rtl/>
        </w:rPr>
        <w:t xml:space="preserve"> قَالَ </w:t>
      </w:r>
      <w:r w:rsidRPr="00AA2774">
        <w:rPr>
          <w:rFonts w:hint="cs"/>
          <w:rtl/>
        </w:rPr>
        <w:t>هَذَا حَدِيْثٌ حَسَنٌ صَحِيْحٌ. (قَالَ : ) وَ قَدْ رَوَی</w:t>
      </w:r>
      <w:r w:rsidRPr="00AA2774">
        <w:rPr>
          <w:rtl/>
        </w:rPr>
        <w:t xml:space="preserve"> شُع</w:t>
      </w:r>
      <w:r w:rsidRPr="00AA2774">
        <w:rPr>
          <w:rFonts w:hint="cs"/>
          <w:rtl/>
        </w:rPr>
        <w:t>ْبَةُ هَذَا الحديث عَنْ مَيْمُوْنٍ أبِيْ عَبْدِ اﷲِ</w:t>
      </w:r>
      <w:r w:rsidRPr="00AA2774">
        <w:rPr>
          <w:rtl/>
        </w:rPr>
        <w:t xml:space="preserve"> عَن</w:t>
      </w:r>
      <w:r w:rsidRPr="00AA2774">
        <w:rPr>
          <w:rFonts w:hint="cs"/>
          <w:rtl/>
        </w:rPr>
        <w:t>ْ زَيْدِ بْنِ أرْقَمَ عَنِ النَّبِيِّ صلی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شعبہ رض</w:t>
      </w:r>
      <w:r>
        <w:rPr>
          <w:rFonts w:hint="cs"/>
          <w:rtl/>
        </w:rPr>
        <w:t>ی</w:t>
      </w:r>
      <w:r>
        <w:rPr>
          <w:rtl/>
        </w:rPr>
        <w:t xml:space="preserve"> اللہ عنہ، سلمہ بن کہ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سنا کہ ابوسر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. .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عنہما۔ . . سے مرو</w:t>
      </w:r>
      <w:r>
        <w:rPr>
          <w:rFonts w:hint="cs"/>
          <w:rtl/>
        </w:rPr>
        <w:t>ی</w:t>
      </w:r>
      <w:r>
        <w:rPr>
          <w:rtl/>
        </w:rPr>
        <w:t xml:space="preserve"> ہے (شعبہ کو راو</w:t>
      </w:r>
      <w:r>
        <w:rPr>
          <w:rFonts w:hint="cs"/>
          <w:rtl/>
        </w:rPr>
        <w:t>ی</w:t>
      </w:r>
      <w:r>
        <w:rPr>
          <w:rtl/>
        </w:rPr>
        <w:t xml:space="preserve"> کے متعلق شک ہے)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ہوں، اُس ک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 ہے۔‘‘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شعبہ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ابو عبد اللہ سے، اُنہوں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اور اُنہوں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23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الترمذی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ح، ابواب المناقب باب مناقب عل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بی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5 / 633،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3713، و الطبرانی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5 / 195، 204، ا</w:t>
      </w:r>
      <w:r>
        <w:rPr>
          <w:rtl/>
        </w:rPr>
        <w:t>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5071، 5096. 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قَد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 xml:space="preserve"> رُوِ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َذَا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عَن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 xml:space="preserve"> حُب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شِ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ّ ب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نِ جُنَادَة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 xml:space="preserve"> فِی</w:t>
      </w:r>
      <w:r>
        <w:rPr>
          <w:rtl/>
        </w:rPr>
        <w:t xml:space="preserve">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کُتُبِ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آتِ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َةِ. </w:t>
      </w:r>
    </w:p>
    <w:p w:rsidR="001F16A4" w:rsidRDefault="001F16A4" w:rsidP="00AA2774">
      <w:pPr>
        <w:pStyle w:val="libFootNoteArabic"/>
        <w:rPr>
          <w:rtl/>
        </w:rPr>
      </w:pP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tl/>
        </w:rPr>
        <w:t xml:space="preserve"> الحاکم ف</w:t>
      </w:r>
      <w:r>
        <w:rPr>
          <w:rFonts w:hint="cs"/>
          <w:rtl/>
        </w:rPr>
        <w:t>ی</w:t>
      </w:r>
      <w:r>
        <w:rPr>
          <w:rtl/>
        </w:rPr>
        <w:t xml:space="preserve"> المستدرک، 3 / 134،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4652، والطبرانی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12 / 78،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12593، ابن ابی</w:t>
      </w:r>
      <w:r>
        <w:rPr>
          <w:rtl/>
        </w:rPr>
        <w:t xml:space="preserve"> عاصم ف</w:t>
      </w:r>
      <w:r>
        <w:rPr>
          <w:rFonts w:hint="cs"/>
          <w:rtl/>
        </w:rPr>
        <w:t>ی</w:t>
      </w:r>
      <w:r>
        <w:rPr>
          <w:rtl/>
        </w:rPr>
        <w:t xml:space="preserve">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602،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</w:t>
      </w:r>
      <w:r>
        <w:rPr>
          <w:rtl/>
        </w:rPr>
        <w:t>رقم : 1359، وحسام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کنزالعمال، 11 / 608، رقم : 32946، وابن عساکرف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77، 144، و خط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 البغدادی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بغداد، 12 / 343،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فی</w:t>
      </w:r>
      <w:r>
        <w:rPr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 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، 5 / 451، وال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مجمع الزوائد، 9 / 108. 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قَد رُوِ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َذَا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</w:t>
      </w:r>
      <w:r w:rsidRPr="007E675A">
        <w:rPr>
          <w:rFonts w:hint="cs"/>
          <w:rtl/>
        </w:rPr>
        <w:t>أي</w:t>
      </w:r>
      <w:r>
        <w:rPr>
          <w:rFonts w:hint="cs"/>
          <w:rtl/>
        </w:rPr>
        <w:t>ضا عَن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 xml:space="preserve"> جَابِرِ ب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نِ عَب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دِاﷲِ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کُتُبِ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آتِ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َةِ. </w:t>
      </w:r>
    </w:p>
    <w:p w:rsidR="001F16A4" w:rsidRDefault="001F16A4" w:rsidP="00AA2774">
      <w:pPr>
        <w:pStyle w:val="libFootNoteArabic"/>
        <w:rPr>
          <w:rtl/>
        </w:rPr>
      </w:pP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عاصم ف</w:t>
      </w:r>
      <w:r>
        <w:rPr>
          <w:rFonts w:hint="cs"/>
          <w:rtl/>
        </w:rPr>
        <w:t>ی</w:t>
      </w:r>
      <w:r>
        <w:rPr>
          <w:rtl/>
        </w:rPr>
        <w:t xml:space="preserve">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602،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1355، وابن ابی</w:t>
      </w:r>
      <w:r>
        <w:rPr>
          <w:rtl/>
        </w:rPr>
        <w:t xml:space="preserve"> ش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المصنف، 6 / 366،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32072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وَقَد</w:t>
      </w:r>
      <w:r w:rsidRPr="007E675A">
        <w:rPr>
          <w:rFonts w:hint="cs"/>
          <w:rtl/>
        </w:rPr>
        <w:t>ْ</w:t>
      </w:r>
      <w:r>
        <w:rPr>
          <w:rtl/>
        </w:rPr>
        <w:t xml:space="preserve"> رُوِ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َذَ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عَن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 xml:space="preserve"> ا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ُو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بٍ ال</w:t>
      </w:r>
      <w:r w:rsidRPr="007E675A">
        <w:rPr>
          <w:rFonts w:hint="cs"/>
          <w:rtl/>
        </w:rPr>
        <w:t>ْأ</w:t>
      </w:r>
      <w:r>
        <w:rPr>
          <w:rFonts w:hint="cs"/>
          <w:rtl/>
        </w:rPr>
        <w:t>َن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صَارِ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ِّ فِ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کُ</w:t>
      </w:r>
      <w:r>
        <w:rPr>
          <w:rtl/>
        </w:rPr>
        <w:t>ت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بِ الآتِ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َةِ. </w:t>
      </w:r>
    </w:p>
    <w:p w:rsidR="001F16A4" w:rsidRDefault="001F16A4" w:rsidP="00AA2774">
      <w:pPr>
        <w:pStyle w:val="libFootNoteArabic"/>
        <w:rPr>
          <w:rtl/>
        </w:rPr>
      </w:pP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عاصم ف</w:t>
      </w:r>
      <w:r>
        <w:rPr>
          <w:rFonts w:hint="cs"/>
          <w:rtl/>
        </w:rPr>
        <w:t>ی</w:t>
      </w:r>
      <w:r>
        <w:rPr>
          <w:rtl/>
        </w:rPr>
        <w:t xml:space="preserve">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602،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1354، والطبرانی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 / 173،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4052، والطبرانی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الاوسط، 1 / 229،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348. 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وَقَدَرُوِ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ِّ</w:t>
      </w:r>
      <w:r>
        <w:rPr>
          <w:rtl/>
        </w:rPr>
        <w:t xml:space="preserve">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َذَالحد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عَن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 xml:space="preserve"> بُرَ</w:t>
      </w:r>
      <w:r w:rsidRPr="007E675A">
        <w:rPr>
          <w:rFonts w:hint="cs"/>
          <w:rtl/>
        </w:rPr>
        <w:t>يْ</w:t>
      </w:r>
      <w:r>
        <w:rPr>
          <w:rFonts w:hint="cs"/>
          <w:rtl/>
        </w:rPr>
        <w:t>دَةَ فِ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کُت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بِ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آتِ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َةِ. </w:t>
      </w:r>
    </w:p>
    <w:p w:rsidR="001F16A4" w:rsidRDefault="001F16A4" w:rsidP="00AA2774">
      <w:pPr>
        <w:pStyle w:val="libFootNoteArabic"/>
        <w:rPr>
          <w:rtl/>
        </w:rPr>
      </w:pPr>
      <w:r w:rsidRPr="007E675A">
        <w:rPr>
          <w:rFonts w:hint="cs"/>
          <w:rtl/>
        </w:rPr>
        <w:lastRenderedPageBreak/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tl/>
        </w:rPr>
        <w:t xml:space="preserve"> عبدالرزاق ف</w:t>
      </w:r>
      <w:r>
        <w:rPr>
          <w:rFonts w:hint="cs"/>
          <w:rtl/>
        </w:rPr>
        <w:t>ی</w:t>
      </w:r>
      <w:r>
        <w:rPr>
          <w:rtl/>
        </w:rPr>
        <w:t xml:space="preserve"> المصنف، 11 / 225،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20388، و الطبرانی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الصغ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1 : 71، وابن عساکر فی</w:t>
      </w:r>
      <w:r>
        <w:rPr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143، وابن ابی</w:t>
      </w:r>
      <w:r>
        <w:rPr>
          <w:rtl/>
        </w:rPr>
        <w:t xml:space="preserve"> عاصم ف</w:t>
      </w:r>
      <w:r>
        <w:rPr>
          <w:rFonts w:hint="cs"/>
          <w:rtl/>
        </w:rPr>
        <w:t>ی</w:t>
      </w:r>
      <w:r>
        <w:rPr>
          <w:rtl/>
        </w:rPr>
        <w:t xml:space="preserve">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1353، وابن عساکر فی</w:t>
      </w:r>
      <w:r>
        <w:rPr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146، وابن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رفی</w:t>
      </w:r>
      <w:r>
        <w:rPr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 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،</w:t>
      </w:r>
      <w:r>
        <w:rPr>
          <w:rtl/>
        </w:rPr>
        <w:t xml:space="preserve"> 5 / 457، وحسام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کنز العمال، 11 / 602، رقم : 32904. 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وَقَد</w:t>
      </w:r>
      <w:r w:rsidRPr="007E675A">
        <w:rPr>
          <w:rFonts w:hint="cs"/>
          <w:rtl/>
        </w:rPr>
        <w:t>ْ</w:t>
      </w:r>
      <w:r>
        <w:rPr>
          <w:rtl/>
        </w:rPr>
        <w:t xml:space="preserve"> رُوِ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َذَالحد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عَن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 xml:space="preserve"> مَالِکِ ب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نِ حُوَ</w:t>
      </w:r>
      <w:r w:rsidRPr="007E675A">
        <w:rPr>
          <w:rFonts w:hint="cs"/>
          <w:rtl/>
        </w:rPr>
        <w:t>يْ</w:t>
      </w:r>
      <w:r>
        <w:rPr>
          <w:rFonts w:hint="cs"/>
          <w:rtl/>
        </w:rPr>
        <w:t>رَثٍ فِ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کُت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بِ ال</w:t>
      </w:r>
      <w:r w:rsidRPr="007E675A">
        <w:rPr>
          <w:rFonts w:hint="cs"/>
          <w:rtl/>
        </w:rPr>
        <w:t>ْ</w:t>
      </w:r>
      <w:r>
        <w:rPr>
          <w:rFonts w:hint="cs"/>
          <w:rtl/>
        </w:rPr>
        <w:t>آتِ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َةِ. </w:t>
      </w:r>
    </w:p>
    <w:p w:rsidR="001F16A4" w:rsidRDefault="001F16A4" w:rsidP="00AA2774">
      <w:pPr>
        <w:pStyle w:val="libFootNoteArabic"/>
        <w:rPr>
          <w:rtl/>
        </w:rPr>
      </w:pP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tl/>
        </w:rPr>
        <w:t xml:space="preserve">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19 / 252،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646، و ابن عساکر،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: 177، وال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مجمع الزوائد، 9 / 106.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24. عَن</w:t>
      </w:r>
      <w:r w:rsidRPr="00AA2774">
        <w:rPr>
          <w:rFonts w:hint="cs"/>
          <w:rtl/>
        </w:rPr>
        <w:t>ْ سَعْدِ بْنِ أبِي وَقَّاصٍ، قَالَ فِي رِوَايَةٍ سَمِعْتُ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: مَنْ کُنْتُ مَوْلَاهُ فَعِليٌّ مَوْلَاهُ، وَ سَمِعْتُهُ يَقُوْلُ : أَنْتَ مِنِّي بِمَنْزَلَةِ هَارُوْنَ مِنْ مُوْس</w:t>
      </w:r>
      <w:r w:rsidRPr="00AA2774">
        <w:rPr>
          <w:rtl/>
        </w:rPr>
        <w:t>ٰ</w:t>
      </w:r>
      <w:r w:rsidRPr="00AA2774">
        <w:rPr>
          <w:rFonts w:hint="cs"/>
          <w:rtl/>
        </w:rPr>
        <w:t>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إِلاَّ أنَّهُ لاَ نَبِيَّ بَعْدِيْ، وَ سَمِعْتُهُ يَقُوْلُ : لَأعْطِيَنَّ الرَّأيَةَ الْيَوْمَ رَجُلاً يُحِبُّ اﷲَ</w:t>
      </w:r>
      <w:r w:rsidRPr="00AA2774">
        <w:rPr>
          <w:rtl/>
        </w:rPr>
        <w:t xml:space="preserve"> وَرَسُو</w:t>
      </w:r>
      <w:r w:rsidRPr="00AA2774">
        <w:rPr>
          <w:rFonts w:hint="cs"/>
          <w:rtl/>
        </w:rPr>
        <w:t xml:space="preserve">ْلَهُ. رَوَاهُ ابْنُ ماَجَةَ وَالنَّسَائِيّ.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ہوں اُس کا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(حضرت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تھے،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(غزو</w:t>
      </w:r>
      <w:r w:rsidR="0038770D" w:rsidRPr="0038770D">
        <w:rPr>
          <w:rFonts w:hint="cs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موقع پر)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فرماتے ہوئے سنا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اس شخص کو جھنڈا عطا کروں گا جو اللہ اور اس کے رسول سے محبت کرتا ہے۔‘‘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24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ابن ماجة فی</w:t>
      </w:r>
      <w:r>
        <w:rPr>
          <w:rtl/>
        </w:rPr>
        <w:t xml:space="preserve"> السنن، المقدم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باب فی</w:t>
      </w:r>
      <w:r>
        <w:rPr>
          <w:rtl/>
        </w:rPr>
        <w:t xml:space="preserve"> فضائل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صحاب رسول اﷲ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وسلم، 1 / 45،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121، و النسائ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الخصائص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م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المؤمن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عل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طالب رض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: 32، 33،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91.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25. عَنِ ال</w:t>
      </w:r>
      <w:r w:rsidRPr="00AA2774">
        <w:rPr>
          <w:rFonts w:hint="cs"/>
          <w:rtl/>
        </w:rPr>
        <w:t>ْبَرَائِ بْنِ عَازِبٍ، قَالَ : أَقْبَلْنَا مَعَ رَسُوْلِ</w:t>
      </w:r>
      <w:r w:rsidRPr="00AA2774">
        <w:rPr>
          <w:rtl/>
        </w:rPr>
        <w:t xml:space="preserve"> ا</w:t>
      </w:r>
      <w:r w:rsidRPr="00AA2774">
        <w:rPr>
          <w:rFonts w:hint="cs"/>
          <w:rtl/>
        </w:rPr>
        <w:t>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ي الله عليه وآله وسلم فِي حَجَّتِهِ الَّتِي حَجَّ، فَنَزَلَ فِي بَعْضِ الطَّرِيْقِ، فَأَمَرَ الصَّلاَةَ جَامِعَةً، فَأَخَذَ بِيَدِ عَلِيٍّ رضي الله عنه ، فَقَالَ : أَلَسْتُ أَوْلٰی</w:t>
      </w:r>
      <w:r w:rsidRPr="00AA2774">
        <w:rPr>
          <w:rtl/>
        </w:rPr>
        <w:t xml:space="preserve"> ب</w:t>
      </w:r>
      <w:r w:rsidRPr="00AA2774">
        <w:rPr>
          <w:rFonts w:hint="eastAsia"/>
          <w:rtl/>
        </w:rPr>
        <w:t>ِال</w:t>
      </w:r>
      <w:r w:rsidRPr="00AA2774">
        <w:rPr>
          <w:rFonts w:hint="cs"/>
          <w:rtl/>
        </w:rPr>
        <w:t>ْمُؤْمِنِيْنَ</w:t>
      </w:r>
      <w:r w:rsidRPr="00AA2774">
        <w:rPr>
          <w:rtl/>
        </w:rPr>
        <w:t xml:space="preserve"> مِن</w:t>
      </w:r>
      <w:r w:rsidRPr="00AA2774">
        <w:rPr>
          <w:rFonts w:hint="cs"/>
          <w:rtl/>
        </w:rPr>
        <w:t>ْ أَنْفُسِهِمْ؟ قَالُوْا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</w:t>
      </w:r>
      <w:r w:rsidRPr="00AA2774">
        <w:rPr>
          <w:rFonts w:hint="cs"/>
          <w:rtl/>
        </w:rPr>
        <w:t>أَلَسْتُ أوْلٰی</w:t>
      </w:r>
      <w:r w:rsidRPr="00AA2774">
        <w:rPr>
          <w:rtl/>
        </w:rPr>
        <w:t xml:space="preserve"> بِکُلِّ مُؤ</w:t>
      </w:r>
      <w:r w:rsidRPr="00AA2774">
        <w:rPr>
          <w:rFonts w:hint="cs"/>
          <w:rtl/>
        </w:rPr>
        <w:t>ْمِنٍ مِنْ نَفْسِهِ؟ قَالَوْا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فَ</w:t>
      </w:r>
      <w:r w:rsidRPr="00AA2774">
        <w:rPr>
          <w:rFonts w:hint="cs"/>
          <w:rtl/>
        </w:rPr>
        <w:t>هَذَا وَلِيُّ مَنْ أَنَا مَوْلَاهُ، اللَّهُمَّ! وَالِ مَنْ وَالَاهُ، اللَّهُمَّ! عَادِ مَنْ عَادَاهُ. رَوَاهُ ابْنُ مَ</w:t>
      </w:r>
      <w:r w:rsidRPr="00AA2774">
        <w:rPr>
          <w:rFonts w:hint="eastAsia"/>
          <w:rtl/>
        </w:rPr>
        <w:t>اجَةَ</w:t>
      </w:r>
      <w:r w:rsidRPr="00AA2774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براء بن عازب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حج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باجماعت (قائم کرنے)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</w:t>
      </w:r>
      <w:r>
        <w:rPr>
          <w:rFonts w:hint="eastAsia"/>
          <w:rtl/>
        </w:rPr>
        <w:t>پکڑ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مومنوں 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مومن ک</w:t>
      </w:r>
      <w:r>
        <w:rPr>
          <w:rFonts w:hint="cs"/>
          <w:rtl/>
        </w:rPr>
        <w:t>ی</w:t>
      </w:r>
      <w:r>
        <w:rPr>
          <w:rtl/>
        </w:rPr>
        <w:t xml:space="preserve"> جان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ہر اس شخص کا ول</w:t>
      </w:r>
      <w:r>
        <w:rPr>
          <w:rFonts w:hint="cs"/>
          <w:rtl/>
        </w:rPr>
        <w:t>ی</w:t>
      </w:r>
      <w:r>
        <w:rPr>
          <w:rtl/>
        </w:rPr>
        <w:t xml:space="preserve"> ہے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ہوں۔ اے اللہ! جو اسے دوست رکھے اسے تو بھ</w:t>
      </w:r>
      <w:r>
        <w:rPr>
          <w:rFonts w:hint="cs"/>
          <w:rtl/>
        </w:rPr>
        <w:t>ی</w:t>
      </w:r>
      <w:r>
        <w:rPr>
          <w:rtl/>
        </w:rPr>
        <w:t xml:space="preserve"> دوست رکھ (اور) جو اس سے عداوت رکھے اُس سے تو بھ</w:t>
      </w:r>
      <w:r>
        <w:rPr>
          <w:rFonts w:hint="cs"/>
          <w:rtl/>
        </w:rPr>
        <w:t>ی</w:t>
      </w:r>
      <w:r>
        <w:rPr>
          <w:rtl/>
        </w:rPr>
        <w:t xml:space="preserve"> عداوت رکھ۔‘‘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25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ابن ماج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السنن، المقدم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، باب فضائل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صحاب رسول اﷲ</w:t>
      </w:r>
      <w:r>
        <w:rPr>
          <w:rtl/>
        </w:rPr>
        <w:t xml:space="preserve"> صل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وسلم، 1 / 88،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116.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26. عَن</w:t>
      </w:r>
      <w:r w:rsidRPr="00AA2774">
        <w:rPr>
          <w:rFonts w:hint="cs"/>
          <w:rtl/>
        </w:rPr>
        <w:t>ْ بُرَيْدَةَ، قَالَ : غَزَوْتُ مَعَ عَلِيٍّ الْيَمَنَ فَرَأَيْتُ مِنْهُ جَفْوَةً، فَلَمَّا قَدِمْتُ عَلَي رَسُوْلِ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ي الله عليه وآله وسلم ذَکَرْتُ عَلِيًّا، فَتَنَقَّصْتُهُ، فَرَأَيْتُ وَجْهَ رَسُوْلِ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يَتَغَيَرُ، فَق</w:t>
      </w:r>
      <w:r w:rsidRPr="00AA2774">
        <w:rPr>
          <w:rFonts w:hint="eastAsia"/>
          <w:rtl/>
        </w:rPr>
        <w:t>َالَ</w:t>
      </w:r>
      <w:r w:rsidRPr="00AA2774">
        <w:rPr>
          <w:rtl/>
        </w:rPr>
        <w:t xml:space="preserve"> : </w:t>
      </w:r>
      <w:r w:rsidRPr="00AA2774">
        <w:rPr>
          <w:rFonts w:hint="cs"/>
          <w:rtl/>
        </w:rPr>
        <w:t>يَا بُرَيْدَةُ! أَلَسْتُ أَوْلٰی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 مِْن أَنْفُسِهِمْ؟ قُلْتُ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يَارَسُوْلَ اﷲِ</w:t>
      </w:r>
      <w:r w:rsidRPr="00AA2774">
        <w:rPr>
          <w:rtl/>
        </w:rPr>
        <w:t>! قَالَ : مَن</w:t>
      </w:r>
      <w:r w:rsidRPr="00AA2774">
        <w:rPr>
          <w:rFonts w:hint="cs"/>
          <w:rtl/>
        </w:rPr>
        <w:t>ْ کُنْتُ مُوْلَاهُ فَعَلِيٌّ مَوْلَاهُ. رَوَاهُ أَحْمَدُ وَالنَّسَائِيُّ فِي السُّنَنِ الْکُبْریٰ</w:t>
      </w:r>
      <w:r w:rsidRPr="00AA2774">
        <w:rPr>
          <w:rtl/>
        </w:rPr>
        <w:t xml:space="preserve"> وَال</w:t>
      </w:r>
      <w:r w:rsidRPr="00AA2774">
        <w:rPr>
          <w:rFonts w:hint="cs"/>
          <w:rtl/>
        </w:rPr>
        <w:t xml:space="preserve">ْحَاکِمُ وَابْنُ أَبِيْ شَيْبَةَ. </w:t>
      </w: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Fonts w:hint="eastAsia"/>
          <w:rtl/>
        </w:rPr>
        <w:t>وَ</w:t>
      </w:r>
      <w:r w:rsidRPr="00AA2774">
        <w:rPr>
          <w:rtl/>
        </w:rPr>
        <w:t xml:space="preserve"> قَالَ ال</w:t>
      </w:r>
      <w:r w:rsidRPr="00AA2774">
        <w:rPr>
          <w:rFonts w:hint="cs"/>
          <w:rtl/>
        </w:rPr>
        <w:t>ْحَاکِمُ هَذَا حَدِيْثٌ صَحِيْحٌ عَلَی</w:t>
      </w:r>
      <w:r w:rsidRPr="00AA2774">
        <w:rPr>
          <w:rtl/>
        </w:rPr>
        <w:t xml:space="preserve"> شَر</w:t>
      </w:r>
      <w:r w:rsidRPr="00AA2774">
        <w:rPr>
          <w:rFonts w:hint="cs"/>
          <w:rtl/>
        </w:rPr>
        <w:t xml:space="preserve">ْطِ مُسْلِمٍ.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غزوہ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آپ سے کچھ شکوہ ہوا۔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ںحضور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ذکر کرتے ہوئے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چہرہ مبارک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’’اے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ہوں؟‘‘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اس 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احمدنے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نسائ</w:t>
      </w:r>
      <w:r>
        <w:rPr>
          <w:rFonts w:hint="cs"/>
          <w:rtl/>
        </w:rPr>
        <w:t>ی</w:t>
      </w:r>
      <w:r>
        <w:rPr>
          <w:rtl/>
        </w:rPr>
        <w:t xml:space="preserve"> نے ’’السنن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حاکم اور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بہ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حاکم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مسلم ک</w:t>
      </w:r>
      <w:r>
        <w:rPr>
          <w:rFonts w:hint="cs"/>
          <w:rtl/>
        </w:rPr>
        <w:t>ی</w:t>
      </w:r>
      <w:r>
        <w:rPr>
          <w:rtl/>
        </w:rPr>
        <w:t xml:space="preserve"> شرائط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 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26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5 / 347،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22995، والنسائ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/ 130،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8465، والحاکم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110،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4578، وابن اب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المصنف، 12 / 84،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12181.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27. عَن</w:t>
      </w:r>
      <w:r w:rsidRPr="00AA2774">
        <w:rPr>
          <w:rFonts w:hint="cs"/>
          <w:rtl/>
        </w:rPr>
        <w:t>ْ مَيْمُوْنٍ أَبِيْ عَبْدِ اﷲِ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قَالَ زَ</w:t>
      </w:r>
      <w:r w:rsidRPr="00AA2774">
        <w:rPr>
          <w:rFonts w:hint="cs"/>
          <w:rtl/>
        </w:rPr>
        <w:t>يْدُ بْنُ أَرْقَمَ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عنه وَ أَناَ أَسْمَعُ : نَزَلْنَا مَعَ </w:t>
      </w:r>
      <w:r w:rsidRPr="00AA2774">
        <w:rPr>
          <w:rtl/>
        </w:rPr>
        <w:t>رَسُو</w:t>
      </w:r>
      <w:r w:rsidRPr="00AA2774">
        <w:rPr>
          <w:rFonts w:hint="cs"/>
          <w:rtl/>
        </w:rPr>
        <w:t>ْلِ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بِوَادٍ يُقَالَ لَهُ وَادِی</w:t>
      </w:r>
      <w:r w:rsidRPr="00AA2774">
        <w:rPr>
          <w:rtl/>
        </w:rPr>
        <w:t xml:space="preserve"> خُمٍ، فَ</w:t>
      </w:r>
      <w:r w:rsidRPr="00AA2774">
        <w:rPr>
          <w:rFonts w:hint="cs"/>
          <w:rtl/>
        </w:rPr>
        <w:t>أمَرَ بِالصَّلَاةِ، فَصَلاَّهَا بِهَجِيْرٍ، قَالَ : فَخَطَبَن</w:t>
      </w:r>
      <w:r w:rsidRPr="00AA2774">
        <w:rPr>
          <w:rFonts w:hint="eastAsia"/>
          <w:rtl/>
        </w:rPr>
        <w:t>َا</w:t>
      </w:r>
      <w:r w:rsidRPr="00AA2774">
        <w:rPr>
          <w:rtl/>
        </w:rPr>
        <w:t xml:space="preserve"> وَ ظُلِّلَ لِرَسُو</w:t>
      </w:r>
      <w:r w:rsidRPr="00AA2774">
        <w:rPr>
          <w:rFonts w:hint="cs"/>
          <w:rtl/>
        </w:rPr>
        <w:t>ْلِ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بِثَوْبٍ عَلَی</w:t>
      </w:r>
      <w:r w:rsidRPr="00AA2774">
        <w:rPr>
          <w:rtl/>
        </w:rPr>
        <w:t xml:space="preserve"> شَجَرَةِ سَم</w:t>
      </w:r>
      <w:r w:rsidRPr="00AA2774">
        <w:rPr>
          <w:rFonts w:hint="cs"/>
          <w:rtl/>
        </w:rPr>
        <w:t>ْرَةَ مِنَ الشَّمْسِ، فَقَالَ : أَلَسْتُمْ</w:t>
      </w:r>
      <w:r w:rsidRPr="00AA2774">
        <w:rPr>
          <w:rtl/>
        </w:rPr>
        <w:t xml:space="preserve"> تَع</w:t>
      </w:r>
      <w:r w:rsidRPr="00AA2774">
        <w:rPr>
          <w:rFonts w:hint="cs"/>
          <w:rtl/>
        </w:rPr>
        <w:t>ْلَمُوْنَ أَوْ لَسْتُمْ تَشْهَدُوْنَ أَنِّيْ أَوْلٰٰی</w:t>
      </w:r>
      <w:r w:rsidRPr="00AA2774">
        <w:rPr>
          <w:rtl/>
        </w:rPr>
        <w:t xml:space="preserve"> بِکُلِّ مُؤ</w:t>
      </w:r>
      <w:r w:rsidRPr="00AA2774">
        <w:rPr>
          <w:rFonts w:hint="cs"/>
          <w:rtl/>
        </w:rPr>
        <w:t>ْمِنٍ مِنَ نَفْسِهِ؟ قَالُوَا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فَمَن</w:t>
      </w:r>
      <w:r w:rsidRPr="00AA2774">
        <w:rPr>
          <w:rFonts w:hint="cs"/>
          <w:rtl/>
        </w:rPr>
        <w:t>ْ کُنْتُ مَوْ</w:t>
      </w:r>
      <w:r w:rsidRPr="00AA2774">
        <w:rPr>
          <w:rFonts w:hint="eastAsia"/>
          <w:rtl/>
        </w:rPr>
        <w:t>لَا</w:t>
      </w:r>
      <w:r w:rsidRPr="00AA2774">
        <w:rPr>
          <w:rFonts w:hint="cs"/>
          <w:rtl/>
        </w:rPr>
        <w:t>هُ</w:t>
      </w:r>
      <w:r w:rsidRPr="00AA2774">
        <w:rPr>
          <w:rtl/>
        </w:rPr>
        <w:t xml:space="preserve"> فَ</w:t>
      </w:r>
      <w:r w:rsidRPr="00AA2774">
        <w:rPr>
          <w:rFonts w:hint="cs"/>
          <w:rtl/>
        </w:rPr>
        <w:t>إِنَّ عَلِيًّا مَوْلَاهُ، اللّٰهُمَّ! عَادِ مَنْ عَادَاهُ وَ وَالِ مَنْ وَالَاهُ. رَوَاهُ أَحْمَدُ وَالْبَيْهَقِيّ</w:t>
      </w:r>
      <w:r w:rsidRPr="00AA2774">
        <w:rPr>
          <w:rtl/>
        </w:rPr>
        <w:t>ُ فِ</w:t>
      </w:r>
      <w:r w:rsidRPr="00AA2774">
        <w:rPr>
          <w:rFonts w:hint="cs"/>
          <w:rtl/>
        </w:rPr>
        <w:t>ي السُّنُنِ الْکُبْرَی</w:t>
      </w:r>
      <w:r w:rsidRPr="00AA2774">
        <w:rPr>
          <w:rtl/>
        </w:rPr>
        <w:t xml:space="preserve"> وَالطَّبَرَانِ</w:t>
      </w:r>
      <w:r w:rsidRPr="00AA2774">
        <w:rPr>
          <w:rFonts w:hint="cs"/>
          <w:rtl/>
        </w:rPr>
        <w:t>يُّ فِی</w:t>
      </w:r>
      <w:r w:rsidRPr="00AA2774">
        <w:rPr>
          <w:rtl/>
        </w:rPr>
        <w:t xml:space="preserve"> ال</w:t>
      </w:r>
      <w:r w:rsidRPr="00AA2774">
        <w:rPr>
          <w:rFonts w:hint="cs"/>
          <w:rtl/>
        </w:rPr>
        <w:t xml:space="preserve">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ابو عبد 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: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>۔ . . جسے وادئ خم کہا جاتا تھا۔ . .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اُترے۔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نماز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سخت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کروائ</w:t>
      </w:r>
      <w:r>
        <w:rPr>
          <w:rFonts w:hint="cs"/>
          <w:rtl/>
        </w:rPr>
        <w:t>ی</w:t>
      </w:r>
      <w:r>
        <w:rPr>
          <w:rtl/>
        </w:rPr>
        <w:t>۔ پھر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سورج ک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سے بچانے کے لئے درخت پر کپڑا لٹکا کر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(اس بات ک</w:t>
      </w:r>
      <w:r>
        <w:rPr>
          <w:rFonts w:hint="cs"/>
          <w:rtl/>
        </w:rPr>
        <w:t>ی</w:t>
      </w:r>
      <w:r>
        <w:rPr>
          <w:rtl/>
        </w:rPr>
        <w:t>) گوا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مومن ک</w:t>
      </w:r>
      <w:r>
        <w:rPr>
          <w:rFonts w:hint="cs"/>
          <w:rtl/>
        </w:rPr>
        <w:t>ی</w:t>
      </w:r>
      <w:r>
        <w:rPr>
          <w:rtl/>
        </w:rPr>
        <w:t xml:space="preserve"> جان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ہوں؟‘‘ لوگوں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’’پس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 ! تو اُس سے عداوت رکھ جو اِس سے عداوت رکھے اور اُسے دوست رکھ جواِسے دوست رکھے۔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اپن</w:t>
      </w:r>
      <w:r>
        <w:rPr>
          <w:rFonts w:hint="cs"/>
          <w:rtl/>
        </w:rPr>
        <w:t>ی</w:t>
      </w:r>
      <w:r>
        <w:rPr>
          <w:rFonts w:hint="eastAsia"/>
          <w:rtl/>
        </w:rPr>
        <w:t>’’</w:t>
      </w:r>
      <w:r>
        <w:rPr>
          <w:rtl/>
        </w:rPr>
        <w:t xml:space="preserve"> مسند ‘‘م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نے ’’السنن الکبر</w:t>
      </w:r>
      <w:r>
        <w:rPr>
          <w:rFonts w:hint="cs"/>
          <w:rtl/>
        </w:rPr>
        <w:t>یٰ</w:t>
      </w:r>
      <w:r>
        <w:rPr>
          <w:rtl/>
        </w:rPr>
        <w:t xml:space="preserve"> ‘‘م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27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4 / 372، والب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/ 131، والطبران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5 / 195،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5068، بسند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28. عَن</w:t>
      </w:r>
      <w:r w:rsidRPr="00AA2774">
        <w:rPr>
          <w:rFonts w:hint="cs"/>
          <w:rtl/>
        </w:rPr>
        <w:t>ْ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أنَّ النَّبِيَّ صلی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قَالَ يَوْمَ غَدِيْرِ خُمٍّ : مَنْ ک</w:t>
      </w:r>
      <w:r w:rsidRPr="00AA2774">
        <w:rPr>
          <w:rtl/>
        </w:rPr>
        <w:t>ُن</w:t>
      </w:r>
      <w:r w:rsidRPr="00AA2774">
        <w:rPr>
          <w:rFonts w:hint="cs"/>
          <w:rtl/>
        </w:rPr>
        <w:t xml:space="preserve">ْتُ مَوْلَاهُ فَعَلِيٌّ مَوْلَاهُ. رَوَاهُ أَحْمَدُ وَ الطَّبَرَانِيُّ فِي الْمُعْجَمِ الْأَوْسَطِ.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(خود)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نے، اور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28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 / 152، و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الاوسط، 7 / 448،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6878،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107،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، </w:t>
      </w:r>
      <w:r>
        <w:rPr>
          <w:rtl/>
        </w:rPr>
        <w:t>2 / 705،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1206، و ابن ابی</w:t>
      </w:r>
      <w:r>
        <w:rPr>
          <w:rtl/>
        </w:rPr>
        <w:t xml:space="preserve"> عاصم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کتاب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1369،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: 161، 162، 163،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 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، 4 / 171، وحسام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 العمال، 13 / 77، 168،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32950، 36511.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29. عَن</w:t>
      </w:r>
      <w:r w:rsidRPr="00AA2774">
        <w:rPr>
          <w:rFonts w:hint="cs"/>
          <w:rtl/>
        </w:rPr>
        <w:t>ْ عَمَّارِ بْنِ يَاسِرٍ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عنه، يَقُوْلُ : وَقَفَ عَلَی</w:t>
      </w:r>
      <w:r w:rsidRPr="00AA2774">
        <w:rPr>
          <w:rtl/>
        </w:rPr>
        <w:t xml:space="preserve"> عَلِ</w:t>
      </w:r>
      <w:r w:rsidRPr="00AA2774">
        <w:rPr>
          <w:rFonts w:hint="cs"/>
          <w:rtl/>
        </w:rPr>
        <w:t>يٍّ بْنِ أبِي طالب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سَائِلٌ وَ هُوَ رَاکِعٌ فِي تَطَوُّعٍ فَنَزَعَ خَاتَمَهُ فَأعْطَاهُ السَّائِلَ، فَأتَی</w:t>
      </w:r>
      <w:r w:rsidRPr="00AA2774">
        <w:rPr>
          <w:rtl/>
        </w:rPr>
        <w:t xml:space="preserve"> رَسُو</w:t>
      </w:r>
      <w:r w:rsidRPr="00AA2774">
        <w:rPr>
          <w:rFonts w:hint="cs"/>
          <w:rtl/>
        </w:rPr>
        <w:t>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فَأعْلَمَهُ ذَلِکَ، فَنَزَل</w:t>
      </w:r>
      <w:r w:rsidRPr="00AA2774">
        <w:rPr>
          <w:rFonts w:hint="eastAsia"/>
          <w:rtl/>
        </w:rPr>
        <w:t>َت</w:t>
      </w:r>
      <w:r w:rsidRPr="00AA2774">
        <w:rPr>
          <w:rFonts w:hint="cs"/>
          <w:rtl/>
        </w:rPr>
        <w:t>ْ</w:t>
      </w:r>
      <w:r w:rsidRPr="00AA2774">
        <w:rPr>
          <w:rtl/>
        </w:rPr>
        <w:t xml:space="preserve"> عَلَ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النَّبِ</w:t>
      </w:r>
      <w:r w:rsidRPr="00AA2774">
        <w:rPr>
          <w:rFonts w:hint="cs"/>
          <w:rtl/>
        </w:rPr>
        <w:t>ي صلی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هَذِهِ الآيَةُ : (إِنَّمَا وَلِيُکُمُ اﷲُ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ْلُهُ وَ الَّذِيْنَ اٰمَنُوا الَّذِيْنَ يُقِيْمُوْنَ الصَّلَاةَ وَ يُؤْتُوْنَ الزَّکَاةَ وَ هُمْ رَاکِعُوْنَ) فَقَرَأهَا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ثُمَّ</w:t>
      </w:r>
      <w:r w:rsidRPr="00AA2774">
        <w:rPr>
          <w:rtl/>
        </w:rPr>
        <w:t xml:space="preserve"> قَالَ : مَن</w:t>
      </w:r>
      <w:r w:rsidRPr="00AA2774">
        <w:rPr>
          <w:rFonts w:hint="cs"/>
          <w:rtl/>
        </w:rPr>
        <w:t xml:space="preserve">ْ کُنْتُ مَوْلَاهُ فَعَلِيٌّ مَوْلَاهُ، اللّٰهُمَّ! وَالِ مَنْ وَالَاهُ وَ عَادِ مَنْ عَادَاهُ. رَوَاهُ أَحْمَدُ وَالْحَاکِمُ وَ الطَّبَرَانِيُّ فِي الْمُعْجَمِ الْأَوْسَطِ.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سائل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پاس آ کر کھڑا ہوا۔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حالتِ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اُس نے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>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انگوٹھ</w:t>
      </w:r>
      <w:r>
        <w:rPr>
          <w:rFonts w:hint="cs"/>
          <w:rtl/>
        </w:rPr>
        <w:t>ی</w:t>
      </w:r>
      <w:r>
        <w:rPr>
          <w:rtl/>
        </w:rPr>
        <w:t xml:space="preserve"> سائل کو عطا فرما د</w:t>
      </w:r>
      <w:r>
        <w:rPr>
          <w:rFonts w:hint="cs"/>
          <w:rtl/>
        </w:rPr>
        <w:t>ی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</w:t>
      </w:r>
      <w:r>
        <w:rPr>
          <w:rFonts w:hint="eastAsia"/>
          <w:rtl/>
        </w:rPr>
        <w:t>ہ</w:t>
      </w:r>
      <w:r>
        <w:rPr>
          <w:rtl/>
        </w:rPr>
        <w:t xml:space="preserve"> رسولِ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آئے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اُس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>۔ اس موقع 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: (بے شک تمہارا (مدد گار) دوست اللہ اور اُس کا رسول ہ</w:t>
      </w:r>
      <w:r>
        <w:rPr>
          <w:rFonts w:hint="cs"/>
          <w:rtl/>
        </w:rPr>
        <w:t>ی</w:t>
      </w:r>
      <w:r>
        <w:rPr>
          <w:rtl/>
        </w:rPr>
        <w:t xml:space="preserve"> ہے اور (ساتھ)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نماز قائم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زکوٰ</w:t>
      </w:r>
      <w:r>
        <w:rPr>
          <w:rFonts w:hint="cs"/>
          <w:rtl/>
        </w:rPr>
        <w:t>ۃ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(اللہ کے حضور عاجز</w:t>
      </w:r>
      <w:r>
        <w:rPr>
          <w:rFonts w:hint="cs"/>
          <w:rtl/>
        </w:rPr>
        <w:t>ی</w:t>
      </w:r>
      <w:r>
        <w:rPr>
          <w:rtl/>
        </w:rPr>
        <w:t xml:space="preserve"> سے) جھکنے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اِسے دوست رکھے تو اُسے دوست رکھ اور جو اِس سے عداوت رکھے تو </w:t>
      </w:r>
      <w:r>
        <w:rPr>
          <w:rFonts w:hint="eastAsia"/>
          <w:rtl/>
        </w:rPr>
        <w:t>اُس</w:t>
      </w:r>
      <w:r>
        <w:rPr>
          <w:rtl/>
        </w:rPr>
        <w:t xml:space="preserve"> سے عداوت رکھ۔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احمد بن حنبل، امام حاکم اورامام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 اورالمعجم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29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 : 119 وف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أي</w:t>
      </w:r>
      <w:r>
        <w:rPr>
          <w:rFonts w:hint="cs"/>
          <w:rtl/>
        </w:rPr>
        <w:t>ضا، 4 / 372، و الحاکم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119، 371،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4576، 5594، والطبرانی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الاوسط، 7 / 129، 130،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6228، و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 / 174،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4053، و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،</w:t>
      </w:r>
      <w:r>
        <w:rPr>
          <w:rtl/>
        </w:rPr>
        <w:t xml:space="preserve"> 5 / 195، 203، 204،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5068، 5069، 5092، 5097، و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الصغ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1 / 65،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7 / 17،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>
        <w:rPr>
          <w:rtl/>
        </w:rPr>
        <w:t>موارد الظمآن : 544،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2205، وخط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 البغدادی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خ بغداد، 7 / 377.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30. عَن</w:t>
      </w:r>
      <w:r w:rsidRPr="00AA2774">
        <w:rPr>
          <w:rFonts w:hint="cs"/>
          <w:rtl/>
        </w:rPr>
        <w:t>ْ عَطِيَةَ الْعَوْفِيِّ، قَالَ : سَأَلْتُ زَيْدَ بْنَ أَرْقَمَ، فَقُلْتُ لَهُ : أَنَّ خَتْناً لِي حَدَّثَنِيْ عَنْکَ بِحَدِيْثٍ فِيْ شَأْنِ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عنه يَوْمَ </w:t>
      </w:r>
      <w:r w:rsidRPr="00AA2774">
        <w:rPr>
          <w:rtl/>
        </w:rPr>
        <w:t>غَدِ</w:t>
      </w:r>
      <w:r w:rsidRPr="00AA2774">
        <w:rPr>
          <w:rFonts w:hint="cs"/>
          <w:rtl/>
        </w:rPr>
        <w:t>يْرِ خُمٍّ، فَأنَا أُحِبُّ أَنَّ أَسْمَعَهُ مِنْکَ، فَقَالَ : إِنَّکُمْ مَعْش</w:t>
      </w:r>
      <w:r w:rsidRPr="00AA2774">
        <w:rPr>
          <w:rFonts w:hint="eastAsia"/>
          <w:rtl/>
        </w:rPr>
        <w:t>َرُ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أَهْلِ الْعِرَاقِ فِيْکُمْ مَا فِيْکُمْ، فَقُلْتُ لَهُ : لَيْسَ عَلَيْکَ مِنِّي بَأْسٌ، فَقَالَ : نَعَمْ، کُنَّا بِالْجَحْفَةِ، فَخَرَجَ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</w:t>
      </w:r>
      <w:r w:rsidRPr="00AA2774">
        <w:rPr>
          <w:rtl/>
        </w:rPr>
        <w:t xml:space="preserve">لم </w:t>
      </w:r>
      <w:r w:rsidRPr="00AA2774">
        <w:rPr>
          <w:rFonts w:hint="cs"/>
          <w:rtl/>
        </w:rPr>
        <w:t>إِلَيْنَا ظُهْراً وَ هُوَ أَخِذٌ بِعَضَدِ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فَقَالَ : يَا أ</w:t>
      </w:r>
      <w:r w:rsidRPr="00AA2774">
        <w:rPr>
          <w:rFonts w:hint="eastAsia"/>
          <w:rtl/>
        </w:rPr>
        <w:t>َ</w:t>
      </w:r>
      <w:r w:rsidRPr="00AA2774">
        <w:rPr>
          <w:rFonts w:hint="cs"/>
          <w:rtl/>
        </w:rPr>
        <w:t>يُهَا</w:t>
      </w:r>
      <w:r w:rsidRPr="00AA2774">
        <w:rPr>
          <w:rtl/>
        </w:rPr>
        <w:t xml:space="preserve"> النَّاسُ! </w:t>
      </w:r>
      <w:r w:rsidRPr="00AA2774">
        <w:rPr>
          <w:rFonts w:hint="cs"/>
          <w:rtl/>
        </w:rPr>
        <w:t>أَلَسْتُمْ تَعْلَمُوْنَ أَنِيّ أَوْلٰی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 مِنْ أَنْفُسِهِمْ؟ قَالُوْا : بَلٰی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فَمَن</w:t>
      </w:r>
      <w:r w:rsidRPr="00AA2774">
        <w:rPr>
          <w:rFonts w:hint="cs"/>
          <w:rtl/>
        </w:rPr>
        <w:t>ْ کُنْتُ مَوْلَاهُ فَعَلِيٌّ مَوْلَاهُ، قَالَ : فَق</w:t>
      </w:r>
      <w:r w:rsidRPr="00AA2774">
        <w:rPr>
          <w:rtl/>
        </w:rPr>
        <w:t>ُل</w:t>
      </w:r>
      <w:r w:rsidRPr="00AA2774">
        <w:rPr>
          <w:rFonts w:hint="cs"/>
          <w:rtl/>
        </w:rPr>
        <w:t xml:space="preserve">ْتُ لَهُ : هَلْ قَالَ : اللَّهُمَّ! وَالِ مَنْ وَالَاهُ وَ عَادِ مَنْ عَادَاهُ؟ فَقَالُ : إِنَّمَا أُخْبِرُکَ کَمَا سَمِعْتُ. رَوَاهُ أَحْمَدُ وَالطَّّبَرَانِيُّ فِي المُعْجَمِ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عوف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پوچھا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داماد ہے جو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آپ سے (براہِ راست) سنوں۔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</w:t>
      </w:r>
      <w:r>
        <w:rPr>
          <w:rFonts w:hint="eastAsia"/>
          <w:rtl/>
        </w:rPr>
        <w:t>ے</w:t>
      </w:r>
      <w:r>
        <w:rPr>
          <w:rtl/>
        </w:rPr>
        <w:t xml:space="preserve"> کہا : تم اہلِ عراق ہو تمہار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</w:t>
      </w:r>
      <w:r>
        <w:rPr>
          <w:rFonts w:hint="cs"/>
          <w:rtl/>
        </w:rPr>
        <w:t>ی</w:t>
      </w:r>
      <w:r>
        <w:rPr>
          <w:rtl/>
        </w:rPr>
        <w:t>۔ (اس پر) انہوں نے کہا : ہم جحفہ کے مقام پر تھے کہ ظہر کے وقت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بازو تھامے ہوئے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tl/>
        </w:rPr>
        <w:lastRenderedPageBreak/>
        <w:t>’’اے لوگو!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مومنوں ک</w:t>
      </w:r>
      <w:r>
        <w:rPr>
          <w:rFonts w:hint="cs"/>
          <w:rtl/>
        </w:rPr>
        <w:t>ی</w:t>
      </w:r>
      <w:r>
        <w:rPr>
          <w:rtl/>
        </w:rPr>
        <w:t xml:space="preserve"> جانوں سے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ہوں؟‘‘ انہوں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کا عل</w:t>
      </w:r>
      <w:r>
        <w:rPr>
          <w:rFonts w:hint="cs"/>
          <w:rtl/>
        </w:rPr>
        <w:t>ی</w:t>
      </w:r>
      <w:r>
        <w:rPr>
          <w:rtl/>
        </w:rPr>
        <w:t xml:space="preserve"> مولا ہے۔‘‘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پوچھا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’’اے اللہ! جو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اُسے تو بھ</w:t>
      </w:r>
      <w:r>
        <w:rPr>
          <w:rFonts w:hint="cs"/>
          <w:rtl/>
        </w:rPr>
        <w:t>ی</w:t>
      </w:r>
      <w:r>
        <w:rPr>
          <w:rtl/>
        </w:rPr>
        <w:t xml:space="preserve"> دوست رکھ اور جو اِس سے عداوت رکھے اُس سے تو بھ</w:t>
      </w:r>
      <w:r>
        <w:rPr>
          <w:rFonts w:hint="cs"/>
          <w:rtl/>
        </w:rPr>
        <w:t>ی</w:t>
      </w:r>
      <w:r>
        <w:rPr>
          <w:rtl/>
        </w:rPr>
        <w:t xml:space="preserve"> عداوت رکھ؟‘‘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کچھ سنا تھا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eastAsia"/>
          <w:rtl/>
        </w:rPr>
        <w:t>امام</w:t>
      </w:r>
      <w:r>
        <w:rPr>
          <w:rtl/>
        </w:rPr>
        <w:t xml:space="preserve"> احمد اور طبران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30 : </w:t>
      </w:r>
      <w:r w:rsidRPr="007E675A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احمد بن حنبل ف</w:t>
      </w:r>
      <w:r>
        <w:rPr>
          <w:rFonts w:hint="cs"/>
          <w:rtl/>
        </w:rPr>
        <w:t>ی</w:t>
      </w:r>
      <w:r>
        <w:rPr>
          <w:rtl/>
        </w:rPr>
        <w:t xml:space="preserve"> المسند، 4 / 368، و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ر، 5 / 195،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5070.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31. عَن</w:t>
      </w:r>
      <w:r w:rsidRPr="00AA2774">
        <w:rPr>
          <w:rFonts w:hint="cs"/>
          <w:rtl/>
        </w:rPr>
        <w:t>ْ أبِي الطُّفَيْلِ، قَالَ : جَمَعَ عَلِيٌّ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النَّاسَ فِي الرَّحْبَةِ، ثُمَّ قَالَ لَهُمْ : أنْشُدُ اﷲَ</w:t>
      </w:r>
      <w:r w:rsidRPr="00AA2774">
        <w:rPr>
          <w:rtl/>
        </w:rPr>
        <w:t xml:space="preserve"> کُلَّ ام</w:t>
      </w:r>
      <w:r w:rsidRPr="00AA2774">
        <w:rPr>
          <w:rFonts w:hint="cs"/>
          <w:rtl/>
        </w:rPr>
        <w:t>ْرِئٍ مُسْلِمٍ سَم</w:t>
      </w:r>
      <w:r w:rsidRPr="00AA2774">
        <w:rPr>
          <w:rtl/>
        </w:rPr>
        <w:t>ِعَ رَسُو</w:t>
      </w:r>
      <w:r w:rsidRPr="00AA2774">
        <w:rPr>
          <w:rFonts w:hint="cs"/>
          <w:rtl/>
        </w:rPr>
        <w:t>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يَوْمَ غَدِيْرِ خُمٍّ مَا سَمِعَ لَمَّا قَامَ، فَقَامَ ثَل</w:t>
      </w:r>
      <w:r w:rsidRPr="00AA2774">
        <w:rPr>
          <w:rFonts w:hint="eastAsia"/>
          <w:rtl/>
        </w:rPr>
        <w:t>َاثُو</w:t>
      </w:r>
      <w:r w:rsidRPr="00AA2774">
        <w:rPr>
          <w:rFonts w:hint="cs"/>
          <w:rtl/>
        </w:rPr>
        <w:t>ْنَ</w:t>
      </w:r>
      <w:r w:rsidRPr="00AA2774">
        <w:rPr>
          <w:rtl/>
        </w:rPr>
        <w:t xml:space="preserve"> مِنَ النَّاسِ، وَ قَالَ </w:t>
      </w:r>
      <w:r w:rsidRPr="00AA2774">
        <w:rPr>
          <w:rFonts w:hint="cs"/>
          <w:rtl/>
        </w:rPr>
        <w:t>أبُوْنُعَيْمٍ : فَقَامَ نَاسٌ کَثِيْرٌ فَشَهِدُوْا حِيْنَ أخَذَهُ بِيَدِهِ، فَقَالَ لِلنَّاسِ : أتَعْلَمُوْنَ أنِّي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أوْلَی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 مِنْ أنْفُسِهِمْ؟ قَالُوْا : نَعَمْ، يَا رَسُوْلَ اﷲِ</w:t>
      </w:r>
      <w:r w:rsidRPr="00AA2774">
        <w:rPr>
          <w:rtl/>
        </w:rPr>
        <w:t>! قَالَ : مَن</w:t>
      </w:r>
      <w:r w:rsidRPr="00AA2774">
        <w:rPr>
          <w:rFonts w:hint="cs"/>
          <w:rtl/>
        </w:rPr>
        <w:t>ْ کُنْتُ مَوْلَاهُ</w:t>
      </w:r>
      <w:r w:rsidRPr="00AA2774">
        <w:rPr>
          <w:rtl/>
        </w:rPr>
        <w:t xml:space="preserve"> فَ</w:t>
      </w:r>
      <w:r w:rsidRPr="00AA2774">
        <w:rPr>
          <w:rFonts w:hint="cs"/>
          <w:rtl/>
        </w:rPr>
        <w:t>هَذَا مَوْلَاهُ، اللّٰهُمَّ! وَالِ مَنْ وَالَاهُ وَ عَادِ مَنْ عَادَاهُ، قَالَ فَخَرِجْتُ وَ کَأنَّ فِي نَفْسِيْ شَيْئًا فَلَقَيْتُ زَيْدَ بْنَ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أرْقَمَ فَقُلْتُ لَهُ : إِنِّي سَمِعْتُ عَلِيًّا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يَقُوْلُ کَذَا وَ کَذَا، قَالَ فَمَا تُنْکِرُ قَدْ سَمِعْتُ رَسُوْلَ اﷲ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عليه وآله وسلم يَقُوْلُ ذَلِکَ لَهُ. رَوَاهُ ابْنُ حِبَّانَ وَ أَحْمَدُ وَالْحَاکِمُ.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جگہ (رحبہ)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اُن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مسلمان کو اللہ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 ہوں کہ جس نے رسولِ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>
        <w:rPr>
          <w:rtl/>
        </w:rPr>
        <w:t xml:space="preserve"> کے دن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متعلق) کچھ فرماتے ہوئے سنا ہے وہ کھڑا ہو جائے۔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(30) افراد کھڑے ہوئے جبکہ ابونع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م نے کہا کہ کث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 افراد کھڑے ہوئے اور اُنہوں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(ہم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ہے)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آپ کا ہاتھ پکڑ کر لوگوں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علم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ہوں؟‘‘ سب نے کہا : ہاں،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مولا ہے، اے اللہ! تو اُسے دوست رکھ جو اِسے دوست رکھے اور تو اُس سے عداوت رکھ جو اِس سے عداوت رکھے۔‘‘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نکلا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شک تھا۔ اس</w:t>
      </w:r>
      <w:r>
        <w:rPr>
          <w:rFonts w:hint="cs"/>
          <w:rtl/>
        </w:rPr>
        <w:t>ی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ملا اور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اس طرح فرماتے ہوئے سنا ہے۔ (اس پر)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: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انکار کرتا ہے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tl/>
        </w:rPr>
        <w:lastRenderedPageBreak/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فرماتے ہوئے سنا ہے؟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حبان، احمد بن حنبل اور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31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ابن حبان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ح، 15 / 376،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6931،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4 / 370،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</w:t>
      </w:r>
      <w:r>
        <w:rPr>
          <w:rtl/>
        </w:rPr>
        <w:t>د بن حنبل، فضائل الصحاب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2 : 682، رقم : 1167، و الحاکم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109،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4576، و البزار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2 / 133،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</w:t>
      </w:r>
      <w:r>
        <w:rPr>
          <w:rFonts w:hint="eastAsia"/>
          <w:rtl/>
        </w:rPr>
        <w:t>لزوائد،</w:t>
      </w:r>
      <w:r>
        <w:rPr>
          <w:rtl/>
        </w:rPr>
        <w:t xml:space="preserve"> 9 / 104، و ابن اب</w:t>
      </w:r>
      <w:r>
        <w:rPr>
          <w:rFonts w:hint="cs"/>
          <w:rtl/>
        </w:rPr>
        <w:t>ی</w:t>
      </w:r>
      <w:r>
        <w:rPr>
          <w:rtl/>
        </w:rPr>
        <w:t xml:space="preserve"> عاصم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کتاب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603،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1366، و الب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قی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/ 134، و محب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الطبری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اض النضرة فی</w:t>
      </w:r>
      <w:r>
        <w:rPr>
          <w:rtl/>
        </w:rPr>
        <w:t xml:space="preserve"> مناقب العشر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3 / 127،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156،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، 5 / 460، 461.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32. عَن</w:t>
      </w:r>
      <w:r w:rsidRPr="00AA2774">
        <w:rPr>
          <w:rFonts w:hint="cs"/>
          <w:rtl/>
        </w:rPr>
        <w:t>ْ رِيَاحِ بْنِ الْحَارِثِ قَالَ : جَاءَ رِهْطٌ إِلَی</w:t>
      </w:r>
      <w:r w:rsidRPr="00AA2774">
        <w:rPr>
          <w:rtl/>
        </w:rPr>
        <w:t xml:space="preserve"> عَلِ</w:t>
      </w:r>
      <w:r w:rsidRPr="00AA2774">
        <w:rPr>
          <w:rFonts w:hint="cs"/>
          <w:rtl/>
        </w:rPr>
        <w:t>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بِالرَّحْبَةِ فَقَ</w:t>
      </w:r>
      <w:r w:rsidRPr="00AA2774">
        <w:rPr>
          <w:rtl/>
        </w:rPr>
        <w:t>الُو</w:t>
      </w:r>
      <w:r w:rsidRPr="00AA2774">
        <w:rPr>
          <w:rFonts w:hint="cs"/>
          <w:rtl/>
        </w:rPr>
        <w:t>ْا : السَّلَامُ عَلَيْکَ يَا مَوْلَانَا! قَالَ : کَيْفَ أکُوْنُ مَوْلَاکُمْ وَأنْتُمْ قَوْمٌ عَرَبٌ؟ قَالُوْا : سَمِعْنَا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يَوْمَ غَدِيْرِ خُمٍّ يَقُوْلُ : مَنْ کُنْتُ مَوْلَاهُ فَإِنَّ هَذَا مَوْلَاهُ، قَالَ رِيَاحُ</w:t>
      </w:r>
      <w:r w:rsidRPr="00AA2774">
        <w:rPr>
          <w:rtl/>
        </w:rPr>
        <w:t xml:space="preserve"> : فَلَمَّا مَضَو</w:t>
      </w:r>
      <w:r w:rsidRPr="00AA2774">
        <w:rPr>
          <w:rFonts w:hint="cs"/>
          <w:rtl/>
        </w:rPr>
        <w:t>ْا تَبِعْتُهُمْ فَسَألْتُ مَنْ هَؤُلًاءِ؟ قَالُوْا : نَفَرٌ مِنَ الْأنْصَارِ فِيْهِمْ أَبُوْ أَيُوْبَ الْأَنْصَارِيُّ. رَوَاهُ أَحْمَدُ وَ ا</w:t>
      </w:r>
      <w:r w:rsidRPr="00AA2774">
        <w:rPr>
          <w:rFonts w:hint="eastAsia"/>
          <w:rtl/>
        </w:rPr>
        <w:t>لطَّبَرَانِ</w:t>
      </w:r>
      <w:r w:rsidRPr="00AA2774">
        <w:rPr>
          <w:rFonts w:hint="cs"/>
          <w:rtl/>
        </w:rPr>
        <w:t>يُّ</w:t>
      </w:r>
      <w:r w:rsidRPr="00AA2774">
        <w:rPr>
          <w:rtl/>
        </w:rPr>
        <w:t xml:space="preserve"> فِ</w:t>
      </w:r>
      <w:r w:rsidRPr="00AA2774">
        <w:rPr>
          <w:rFonts w:hint="cs"/>
          <w:rtl/>
        </w:rPr>
        <w:t xml:space="preserve">ي 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بن حارث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کہا : اے ہمارے مولا! آپ پر سلامت</w:t>
      </w:r>
      <w:r>
        <w:rPr>
          <w:rFonts w:hint="cs"/>
          <w:rtl/>
        </w:rPr>
        <w:t>ی</w:t>
      </w:r>
      <w:r>
        <w:rPr>
          <w:rtl/>
        </w:rPr>
        <w:t xml:space="preserve"> ہو۔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پوچھا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کا مولا ہوں حالانکہ آپ تو قومِ عرب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کو جلد</w:t>
      </w:r>
      <w:r>
        <w:rPr>
          <w:rFonts w:hint="cs"/>
          <w:rtl/>
        </w:rPr>
        <w:t>ی</w:t>
      </w:r>
      <w:r>
        <w:rPr>
          <w:rtl/>
        </w:rPr>
        <w:t xml:space="preserve"> قائد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مانتے)۔ اُنہوں نے کہا : ہم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سنا ہے : ’’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بے شک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مولا ہے۔‘‘ حضرت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نے کہا : جب وہ لوگ چلے 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جا کر پوچھا کہ وہ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کہا کہ انصار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وفد ہے‘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اللہ عنہ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اور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AA2774" w:rsidRDefault="001F16A4" w:rsidP="001F16A4">
      <w:pPr>
        <w:pStyle w:val="libNormal"/>
        <w:rPr>
          <w:rStyle w:val="libFootNoteArabicChar"/>
          <w:rtl/>
        </w:rPr>
      </w:pPr>
      <w:r w:rsidRPr="00AA2774">
        <w:rPr>
          <w:rStyle w:val="libFootNoteArabicChar"/>
          <w:rFonts w:hint="eastAsia"/>
          <w:rtl/>
        </w:rPr>
        <w:t>الحد</w:t>
      </w:r>
      <w:r w:rsidRPr="00AA2774">
        <w:rPr>
          <w:rStyle w:val="libFootNoteArabicChar"/>
          <w:rFonts w:hint="cs"/>
          <w:rtl/>
        </w:rPr>
        <w:t>يث</w:t>
      </w:r>
      <w:r w:rsidRPr="00AA2774">
        <w:rPr>
          <w:rStyle w:val="libFootNoteArabicChar"/>
          <w:rtl/>
        </w:rPr>
        <w:t xml:space="preserve"> رقم 32 : </w:t>
      </w:r>
      <w:r w:rsidRPr="00AA2774">
        <w:rPr>
          <w:rStyle w:val="libFootNoteArabicChar"/>
          <w:rFonts w:hint="cs"/>
          <w:rtl/>
        </w:rPr>
        <w:t>أخرجه أحمد بن حنبل في المسند، 5 / 419، و الطبرانی</w:t>
      </w:r>
      <w:r w:rsidRPr="00AA2774">
        <w:rPr>
          <w:rStyle w:val="libFootNoteArabicChar"/>
          <w:rtl/>
        </w:rPr>
        <w:t xml:space="preserve"> ف</w:t>
      </w:r>
      <w:r w:rsidRPr="00AA2774">
        <w:rPr>
          <w:rStyle w:val="libFootNoteArabicChar"/>
          <w:rFonts w:hint="cs"/>
          <w:rtl/>
        </w:rPr>
        <w:t>ي المعجم الکبير، 4 : 173، 174، الحديث رقم : 4052، 4053، و ابن ابی</w:t>
      </w:r>
      <w:r w:rsidRPr="00AA2774">
        <w:rPr>
          <w:rStyle w:val="libFootNoteArabicChar"/>
          <w:rtl/>
        </w:rPr>
        <w:t xml:space="preserve"> ش</w:t>
      </w:r>
      <w:r w:rsidRPr="00AA2774">
        <w:rPr>
          <w:rStyle w:val="libFootNoteArabicChar"/>
          <w:rFonts w:hint="cs"/>
          <w:rtl/>
        </w:rPr>
        <w:t xml:space="preserve">يبه في المصنف، 12 / 60، الحديث رقم : 12122، و أحمد </w:t>
      </w:r>
      <w:r w:rsidRPr="00AA2774">
        <w:rPr>
          <w:rStyle w:val="libFootNoteArabicChar"/>
          <w:rtl/>
        </w:rPr>
        <w:t>بن حنبل</w:t>
      </w:r>
      <w:r>
        <w:rPr>
          <w:rtl/>
        </w:rPr>
        <w:t xml:space="preserve"> </w:t>
      </w:r>
      <w:r w:rsidRPr="00AA2774">
        <w:rPr>
          <w:rStyle w:val="libFootNoteArabicChar"/>
          <w:rtl/>
        </w:rPr>
        <w:t>ف</w:t>
      </w:r>
      <w:r w:rsidRPr="00AA2774">
        <w:rPr>
          <w:rStyle w:val="libFootNoteArabicChar"/>
          <w:rFonts w:hint="cs"/>
          <w:rtl/>
        </w:rPr>
        <w:t>ي فضائل الصحابه، 2 / 572، الحديث رقم : 967، و الهيثمی</w:t>
      </w:r>
      <w:r w:rsidRPr="00AA2774">
        <w:rPr>
          <w:rStyle w:val="libFootNoteArabicChar"/>
          <w:rtl/>
        </w:rPr>
        <w:t xml:space="preserve"> ف</w:t>
      </w:r>
      <w:r w:rsidRPr="00AA2774">
        <w:rPr>
          <w:rStyle w:val="libFootNoteArabicChar"/>
          <w:rFonts w:hint="cs"/>
          <w:rtl/>
        </w:rPr>
        <w:t xml:space="preserve">ي مجمع </w:t>
      </w:r>
      <w:r w:rsidRPr="00AA2774">
        <w:rPr>
          <w:rStyle w:val="libFootNoteArabicChar"/>
          <w:rFonts w:hint="eastAsia"/>
          <w:rtl/>
        </w:rPr>
        <w:t>الزوائد،</w:t>
      </w:r>
      <w:r w:rsidRPr="00AA2774">
        <w:rPr>
          <w:rStyle w:val="libFootNoteArabicChar"/>
          <w:rtl/>
        </w:rPr>
        <w:t xml:space="preserve"> 9 / 103، 104، و محب طبر</w:t>
      </w:r>
      <w:r w:rsidRPr="00AA2774">
        <w:rPr>
          <w:rStyle w:val="libFootNoteArabicChar"/>
          <w:rFonts w:hint="cs"/>
          <w:rtl/>
        </w:rPr>
        <w:t>ی</w:t>
      </w:r>
      <w:r w:rsidRPr="00AA2774">
        <w:rPr>
          <w:rStyle w:val="libFootNoteArabicChar"/>
          <w:rtl/>
        </w:rPr>
        <w:t xml:space="preserve"> ف</w:t>
      </w:r>
      <w:r w:rsidRPr="00AA2774">
        <w:rPr>
          <w:rStyle w:val="libFootNoteArabicChar"/>
          <w:rFonts w:hint="cs"/>
          <w:rtl/>
        </w:rPr>
        <w:t>يالرياض النضره فی</w:t>
      </w:r>
      <w:r w:rsidRPr="00AA2774">
        <w:rPr>
          <w:rStyle w:val="libFootNoteArabicChar"/>
          <w:rtl/>
        </w:rPr>
        <w:t xml:space="preserve"> مناقب العشر</w:t>
      </w:r>
      <w:r w:rsidRPr="00AA2774">
        <w:rPr>
          <w:rStyle w:val="libFootNoteArabicChar"/>
          <w:rFonts w:hint="cs"/>
          <w:rtl/>
        </w:rPr>
        <w:t>ه، 2 / 169، و محب الدين الطبری</w:t>
      </w:r>
      <w:r w:rsidRPr="00AA2774">
        <w:rPr>
          <w:rStyle w:val="libFootNoteArabicChar"/>
          <w:rtl/>
        </w:rPr>
        <w:t xml:space="preserve"> ف</w:t>
      </w:r>
      <w:r w:rsidRPr="00AA2774">
        <w:rPr>
          <w:rStyle w:val="libFootNoteArabicChar"/>
          <w:rFonts w:hint="cs"/>
          <w:rtl/>
        </w:rPr>
        <w:t>ي الرياض النضره فی</w:t>
      </w:r>
      <w:r w:rsidRPr="00AA2774">
        <w:rPr>
          <w:rStyle w:val="libFootNoteArabicChar"/>
          <w:rtl/>
        </w:rPr>
        <w:t xml:space="preserve"> مناقب العشر</w:t>
      </w:r>
      <w:r w:rsidRPr="00AA2774">
        <w:rPr>
          <w:rStyle w:val="libFootNoteArabicChar"/>
          <w:rFonts w:hint="cs"/>
          <w:rtl/>
        </w:rPr>
        <w:t>ه، 3 / 126، و ابن کثير في البدايه و النهايه، 4 / 172، و ابن</w:t>
      </w:r>
      <w:r w:rsidRPr="00AA2774">
        <w:rPr>
          <w:rStyle w:val="libFootNoteArabicChar"/>
          <w:rtl/>
        </w:rPr>
        <w:t xml:space="preserve"> کث</w:t>
      </w:r>
      <w:r w:rsidRPr="00AA2774">
        <w:rPr>
          <w:rStyle w:val="libFootNoteArabicChar"/>
          <w:rFonts w:hint="cs"/>
          <w:rtl/>
        </w:rPr>
        <w:t xml:space="preserve">ير في البدايه والنهايه، 5 / 462.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33. عَن</w:t>
      </w:r>
      <w:r w:rsidRPr="00AA2774">
        <w:rPr>
          <w:rFonts w:hint="cs"/>
          <w:rtl/>
        </w:rPr>
        <w:t>ْ رِيَاحِ بنِ الْحَارِثِ قَالَ : بَيْنَا عَلِیٌّ</w:t>
      </w:r>
      <w:r w:rsidRPr="00AA2774">
        <w:rPr>
          <w:rtl/>
        </w:rPr>
        <w:t xml:space="preserve"> رض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جَالِسٌ فِي الرَّحْبَةِ إِذْ جَاءَ رَجُلٌ وَ عَلَيْهِ أَثْرُ السَّفَرِ فَقَالَ : اَلسَّلَامُ عَلَيْکَ يَا مَوْلَايَ فَقِيْلَ مَنْ هَذَا؟ قَالَ : أَبُ</w:t>
      </w:r>
      <w:r w:rsidRPr="00AA2774">
        <w:rPr>
          <w:rtl/>
        </w:rPr>
        <w:t>و</w:t>
      </w:r>
      <w:r w:rsidRPr="00AA2774">
        <w:rPr>
          <w:rFonts w:hint="cs"/>
          <w:rtl/>
        </w:rPr>
        <w:t>ْأَيُوْبَ الْاَنْصَارِيُّ قَالَ : أَب</w:t>
      </w:r>
      <w:r w:rsidRPr="00AA2774">
        <w:rPr>
          <w:rFonts w:hint="eastAsia"/>
          <w:rtl/>
        </w:rPr>
        <w:t>ُو</w:t>
      </w:r>
      <w:r w:rsidRPr="00AA2774">
        <w:rPr>
          <w:rFonts w:hint="cs"/>
          <w:rtl/>
        </w:rPr>
        <w:t>ْأَيُوْبَ</w:t>
      </w:r>
      <w:r w:rsidRPr="00AA2774">
        <w:rPr>
          <w:rtl/>
        </w:rPr>
        <w:t xml:space="preserve"> سَمِع</w:t>
      </w:r>
      <w:r w:rsidRPr="00AA2774">
        <w:rPr>
          <w:rFonts w:hint="cs"/>
          <w:rtl/>
        </w:rPr>
        <w:t>ْتَُرسُوْلَ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عليه وآله وسلم يَقُوْلُ : مَنْ کُنْتُ مَوْلَاهُ فَعَلِيُّ مَوْلَاهُ. رَوَاهُ الطَّبَرَانِيُّ فِيْ الْمُعْجِمِ الْکَبِيْرِ وابْنُ أبِي شَيْبَةَ.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بن حارث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دوران جبکہ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پر سفر کے اثرات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تھے، اس نے کہا :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پوچھاگ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ہے؟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کہ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بہ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33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 / 173،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4052، 4053، و ابن اب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بة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المصنف، 6 / 366،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32073، والن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سابوری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شرف المصطف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5 : 495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F55001">
      <w:pPr>
        <w:pStyle w:val="libArabic"/>
        <w:rPr>
          <w:rtl/>
        </w:rPr>
      </w:pPr>
      <w:r w:rsidRPr="00AA2774">
        <w:rPr>
          <w:rtl/>
        </w:rPr>
        <w:t>34. عَن</w:t>
      </w:r>
      <w:r w:rsidRPr="00AA2774">
        <w:rPr>
          <w:rFonts w:hint="cs"/>
          <w:rtl/>
        </w:rPr>
        <w:t>ْ زَيْدِ بْنِ أرْقَمَ، قَالَ اسْتَشْهَدَ عَلِيٌّ النَّاسَ، فَقَالَ : أنْشُدُ اﷲَ</w:t>
      </w:r>
      <w:r w:rsidRPr="00AA2774">
        <w:rPr>
          <w:rtl/>
        </w:rPr>
        <w:t xml:space="preserve"> رَجُلًا سَمِعَ النَّبِ</w:t>
      </w:r>
      <w:r w:rsidRPr="00AA2774">
        <w:rPr>
          <w:rFonts w:hint="cs"/>
          <w:rtl/>
        </w:rPr>
        <w:t>ي</w:t>
      </w:r>
      <w:r w:rsidRPr="00AA2774">
        <w:rPr>
          <w:rtl/>
        </w:rPr>
        <w:t>َّ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: اللّٰهُمَّ! مَنْ کُنْتُ مَوْلَاهُ، فَعَلِيٌّ مَوْلَاهُ، اللّٰهُمَّ! وَالِ مَنْ وَالَاهُ، وَ عَادِ مَنْ عَاد</w:t>
      </w:r>
      <w:r w:rsidRPr="00AA2774">
        <w:rPr>
          <w:rFonts w:hint="eastAsia"/>
          <w:rtl/>
        </w:rPr>
        <w:t>َا</w:t>
      </w:r>
      <w:r w:rsidRPr="00AA2774">
        <w:rPr>
          <w:rFonts w:hint="cs"/>
          <w:rtl/>
        </w:rPr>
        <w:t>هُ،</w:t>
      </w:r>
      <w:r w:rsidRPr="00AA2774">
        <w:rPr>
          <w:rtl/>
        </w:rPr>
        <w:t xml:space="preserve"> قَالَ : فَقَامَ سِتَّةَ عَشَرَ رَجُلاً، فَشَ</w:t>
      </w:r>
      <w:r w:rsidRPr="00AA2774">
        <w:rPr>
          <w:rFonts w:hint="cs"/>
          <w:rtl/>
        </w:rPr>
        <w:t>هِدُوْا</w:t>
      </w:r>
      <w:r w:rsidRPr="00F55001">
        <w:rPr>
          <w:rFonts w:hint="cs"/>
          <w:rtl/>
        </w:rPr>
        <w:t xml:space="preserve"> رَوَا</w:t>
      </w:r>
      <w:r w:rsidRPr="00AA2774">
        <w:rPr>
          <w:rFonts w:hint="cs"/>
          <w:rtl/>
        </w:rPr>
        <w:t xml:space="preserve">هُ أَحْمَدُ وَ الطَّبَرَانِيُّ فِي الْمُعْجَمِ </w:t>
      </w:r>
      <w:r w:rsidRPr="00AA2774">
        <w:rPr>
          <w:rtl/>
        </w:rPr>
        <w:t>ال</w:t>
      </w:r>
      <w:r w:rsidRPr="00AA2774">
        <w:rPr>
          <w:rFonts w:hint="cs"/>
          <w:rtl/>
        </w:rPr>
        <w:t xml:space="preserve">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لوگوں سے گواہ</w:t>
      </w:r>
      <w:r>
        <w:rPr>
          <w:rFonts w:hint="cs"/>
          <w:rtl/>
        </w:rPr>
        <w:t>ی</w:t>
      </w:r>
      <w:r>
        <w:rPr>
          <w:rtl/>
        </w:rPr>
        <w:t xml:space="preserve"> طلب کرتے ہوئے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جس نے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’’اے اللہ!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ہوں،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تو اُسے دوست رکھ جو اِسے دوست رکھے اور تو اُس سے عداوت رکھ جو اِس سے عداوت رکھے۔‘‘ پس اس (موقع) پر سولہ (16)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کھڑے ہو کر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اور طبران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34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</w:t>
      </w:r>
      <w:r>
        <w:rPr>
          <w:rtl/>
        </w:rPr>
        <w:t xml:space="preserve"> 5 / 370، و 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5 / 171،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4985،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106، و محب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الطبری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ذخائر العقبی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: 125، 126 و</w:t>
      </w:r>
      <w:r w:rsidRPr="007E675A">
        <w:rPr>
          <w:rFonts w:hint="cs"/>
          <w:rtl/>
        </w:rPr>
        <w:t>أي</w:t>
      </w:r>
      <w:r>
        <w:rPr>
          <w:rFonts w:hint="cs"/>
          <w:rtl/>
        </w:rPr>
        <w:t>ضا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3 / 127،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، 5 / 461. </w:t>
      </w:r>
    </w:p>
    <w:p w:rsidR="001F16A4" w:rsidRPr="00AA2774" w:rsidRDefault="001F16A4" w:rsidP="00AA2774">
      <w:pPr>
        <w:pStyle w:val="libArabic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35. عَن</w:t>
      </w:r>
      <w:r w:rsidRPr="00AA2774">
        <w:rPr>
          <w:rFonts w:hint="cs"/>
          <w:rtl/>
        </w:rPr>
        <w:t>ْ زَاذَانَ بْنِ عُمَرَ قَالَ : سَمِعْتُ عَلِيًّا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فِي الرَّحْبَةِ وَهُوَ يَنْشُدُ النَّاسَ : مَنْ شَهِدَ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عليه وآله وسلم يوْمَ غَدِيْرِ خُمٍّ وَ هُوَ يَقُوْلُ مَا </w:t>
      </w:r>
      <w:r w:rsidRPr="00AA2774">
        <w:rPr>
          <w:rtl/>
        </w:rPr>
        <w:t>قَالَ، فَقَامَ ثَلَاثَةَ عَشَرَ رَجُلاً فَشَ</w:t>
      </w:r>
      <w:r w:rsidRPr="00AA2774">
        <w:rPr>
          <w:rFonts w:hint="cs"/>
          <w:rtl/>
        </w:rPr>
        <w:t>هِدُوْا أ</w:t>
      </w:r>
      <w:r w:rsidRPr="00AA2774">
        <w:rPr>
          <w:rFonts w:hint="eastAsia"/>
          <w:rtl/>
        </w:rPr>
        <w:t>نَّ</w:t>
      </w:r>
      <w:r w:rsidRPr="00AA2774">
        <w:rPr>
          <w:rFonts w:hint="cs"/>
          <w:rtl/>
        </w:rPr>
        <w:t>هُمْ</w:t>
      </w:r>
      <w:r w:rsidRPr="00AA2774">
        <w:rPr>
          <w:rtl/>
        </w:rPr>
        <w:t xml:space="preserve"> سَمِعُو</w:t>
      </w:r>
      <w:r w:rsidRPr="00AA2774">
        <w:rPr>
          <w:rFonts w:hint="cs"/>
          <w:rtl/>
        </w:rPr>
        <w:t>ْا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عليه وآله وسلم وَهُوَ يَقُوْلُ : مَنْ کُنْتُ مَوْلَاهُ فَعَلِيٌّ مَوْلَاهُ. رَوَاهُ أَحْمَدُ وَ الطَّبَرَانِيُّ فِي الْمُعْجَمِ الْأوْسَطِ.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زاذان 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آپ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حلفاً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پوچھتے ہوئے سنا : کس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کچھ فرماتے ہوئے سنا ہے؟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tl/>
        </w:rPr>
        <w:lastRenderedPageBreak/>
        <w:t>(13) آدم</w:t>
      </w:r>
      <w:r>
        <w:rPr>
          <w:rFonts w:hint="cs"/>
          <w:rtl/>
        </w:rPr>
        <w:t>ی</w:t>
      </w:r>
      <w:r>
        <w:rPr>
          <w:rtl/>
        </w:rPr>
        <w:t xml:space="preserve"> کھڑے ہوئے اور انہوں </w:t>
      </w:r>
      <w:r>
        <w:rPr>
          <w:rFonts w:hint="eastAsia"/>
          <w:rtl/>
        </w:rPr>
        <w:t>نے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انہوں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کو امام احمد بن حنبل اور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35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 / 84، و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الاو</w:t>
      </w:r>
      <w:r>
        <w:rPr>
          <w:rtl/>
        </w:rPr>
        <w:t>سط، 3 / 69،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2131،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2 / 585،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991،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107، و ابن ابی</w:t>
      </w:r>
      <w:r>
        <w:rPr>
          <w:rtl/>
        </w:rPr>
        <w:t xml:space="preserve"> عاصم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کتاب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1371، و الب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قی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/ 131،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بو نعی</w:t>
      </w:r>
      <w:r>
        <w:rPr>
          <w:rFonts w:hint="eastAsia"/>
          <w:rtl/>
        </w:rPr>
        <w:t>م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ة الاول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اء و طبقات الاصف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اء، 5 / 26،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، 5 / 462، و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 العمال، 13 / 158،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36487.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36. عَن</w:t>
      </w:r>
      <w:r w:rsidRPr="00AA2774">
        <w:rPr>
          <w:rFonts w:hint="cs"/>
          <w:rtl/>
        </w:rPr>
        <w:t>ْ عَبْدِ الرَّحْمَنِ بْنِ أبِي لَيْلٰی</w:t>
      </w:r>
      <w:r w:rsidRPr="00AA2774">
        <w:rPr>
          <w:rtl/>
        </w:rPr>
        <w:t xml:space="preserve"> قَالَ : شَ</w:t>
      </w:r>
      <w:r w:rsidRPr="00AA2774">
        <w:rPr>
          <w:rFonts w:hint="cs"/>
          <w:rtl/>
        </w:rPr>
        <w:t>هِدْتُ عَلِيًّا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فِي الرَّحْبَةِ يَنْشُدُ النَّاسَ : أنْشُدُ اﷲَ</w:t>
      </w:r>
      <w:r w:rsidRPr="00AA2774">
        <w:rPr>
          <w:rtl/>
        </w:rPr>
        <w:t xml:space="preserve"> مَن</w:t>
      </w:r>
      <w:r w:rsidRPr="00AA2774">
        <w:rPr>
          <w:rFonts w:hint="cs"/>
          <w:rtl/>
        </w:rPr>
        <w:t>ْ سَمِعَ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يَوْمَ غَدِيْرِ خُمٍّ : مَنْ کُنْتُ مَوْلَاهُ فَعَلِيٌّ مَوْلَاهُ. لَمَّا قَامَ فَشَهِدَ، قَالَ عَبْدُ الرَّحْمَنِ : فَقَامَ إِثْنَا عَشَرَ بَدَرِيًّا کَأنِّي أنْظُرُ إِ</w:t>
      </w:r>
      <w:r w:rsidRPr="00AA2774">
        <w:rPr>
          <w:rtl/>
        </w:rPr>
        <w:t>لَ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أحَدِهِمْ، فَقَالُوْا : نَشْهَدُ أنَّا سَمِعْنَا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يَوْمَ غَدِيْرِ خُمٍّ : ألَسْتُ أوْلَی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</w:t>
      </w:r>
      <w:r w:rsidRPr="00AA2774">
        <w:rPr>
          <w:rtl/>
        </w:rPr>
        <w:t xml:space="preserve"> مِن</w:t>
      </w:r>
      <w:r w:rsidRPr="00AA2774">
        <w:rPr>
          <w:rFonts w:hint="cs"/>
          <w:rtl/>
        </w:rPr>
        <w:t>ْ أنْفُسِهِمْ وَ أزْوَاجِي أمَّهَاتُهُمْ؟ فَقُلْنَا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يَا رَسُوْلَ اﷲِ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فَمَن</w:t>
      </w:r>
      <w:r w:rsidRPr="00AA2774">
        <w:rPr>
          <w:rFonts w:hint="cs"/>
          <w:rtl/>
        </w:rPr>
        <w:t>ْ کُنْتُ مَوْلَاهُ فَعَلِيٌّ مَوْلَاهُ، اللّٰهُمَّ! وَالِ مَنْ وَالَاهُ، وَ عَادِ مَنْ عَادَاهُ. رَوَاهُ أَحْمَدُ وَ أَبُوْيَعْلَی</w:t>
      </w:r>
      <w:r w:rsidRPr="00AA2774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عبدالرحمٰن 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اُس وقت آپ لوگوں سے حلفاً پوچھ رہے تھے کہ جس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۔ ۔ ۔ جس کام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ہوں، اُس کا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ولا</w:t>
      </w:r>
      <w:r>
        <w:rPr>
          <w:rtl/>
        </w:rPr>
        <w:t xml:space="preserve"> ہے۔ ۔ ۔ فرماتے ہوئے سنا ہو وہ کھڑا ہو کر گواہ</w:t>
      </w:r>
      <w:r>
        <w:rPr>
          <w:rFonts w:hint="cs"/>
          <w:rtl/>
        </w:rPr>
        <w:t>ی</w:t>
      </w:r>
      <w:r>
        <w:rPr>
          <w:rtl/>
        </w:rPr>
        <w:t xml:space="preserve"> دے۔ عبدالرحمن نے کہا : اس پر بارہ (12) بدر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 w:rsidR="0038770D" w:rsidRPr="0038770D">
        <w:rPr>
          <w:rFonts w:hint="cs"/>
          <w:rtl/>
        </w:rPr>
        <w:t>ہ</w:t>
      </w:r>
      <w:r>
        <w:rPr>
          <w:rtl/>
        </w:rPr>
        <w:t xml:space="preserve">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 کھڑے ہوئے،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ہوں۔ ان (بدر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 w:rsidR="0038770D" w:rsidRPr="0038770D">
        <w:rPr>
          <w:rFonts w:hint="cs"/>
          <w:rtl/>
        </w:rPr>
        <w:t>ہ</w:t>
      </w:r>
      <w:r>
        <w:rPr>
          <w:rtl/>
        </w:rPr>
        <w:t xml:space="preserve">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عنھم) نے کہا :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رسولِ اکر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مؤمنوں 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ں؟‘</w:t>
      </w:r>
      <w:r>
        <w:rPr>
          <w:rtl/>
        </w:rPr>
        <w:t xml:space="preserve"> سب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اِس 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ہوں، </w:t>
      </w:r>
      <w:r>
        <w:rPr>
          <w:rFonts w:hint="eastAsia"/>
          <w:rtl/>
        </w:rPr>
        <w:t>اُس</w:t>
      </w:r>
      <w:r>
        <w:rPr>
          <w:rtl/>
        </w:rPr>
        <w:t xml:space="preserve"> کا عل</w:t>
      </w:r>
      <w:r>
        <w:rPr>
          <w:rFonts w:hint="cs"/>
          <w:rtl/>
        </w:rPr>
        <w:t>ی</w:t>
      </w:r>
      <w:r>
        <w:rPr>
          <w:rtl/>
        </w:rPr>
        <w:t xml:space="preserve"> مولاہے، اے اللہ! جو اِسے دوست رکھے تو اُسے دوست رکھ اور جو اِس سے عداوت رکھے تو اُس سے عداوت رکھ۔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احمد بن حنبل اور ابو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36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 / 119،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علی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 / 257،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563، و الطحاوی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مشکل الآثار، 2 / 308، و المقدسی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الاحاد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المختار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2 / 80، 81،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458، و خط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 بغدادی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بغداد، 14 / 236،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</w:t>
      </w:r>
      <w:r>
        <w:rPr>
          <w:rFonts w:hint="eastAsia"/>
          <w:rtl/>
        </w:rPr>
        <w:t>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</w:t>
      </w:r>
      <w:r>
        <w:rPr>
          <w:rtl/>
        </w:rPr>
        <w:t xml:space="preserve">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156، 157،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tl/>
        </w:rPr>
        <w:t>ر، 45 / 161، و محب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الطبری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، 3 / 128.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lastRenderedPageBreak/>
        <w:t>37. عَن</w:t>
      </w:r>
      <w:r w:rsidRPr="00AA2774">
        <w:rPr>
          <w:rFonts w:hint="cs"/>
          <w:rtl/>
        </w:rPr>
        <w:t>ْ سَعِيْدِ بْنِ وَهْبٍ وَ عَنْ زَيْدِ بْنِ يَثِيْعَ رضي اﷲ</w:t>
      </w:r>
      <w:r w:rsidRPr="00AA2774">
        <w:rPr>
          <w:rtl/>
        </w:rPr>
        <w:t xml:space="preserve"> عن</w:t>
      </w:r>
      <w:r w:rsidRPr="00AA2774">
        <w:rPr>
          <w:rFonts w:hint="cs"/>
          <w:rtl/>
        </w:rPr>
        <w:t>هما قَالَ : نَشَدَ عَلِيٌّ النَّاسَ فِي الرَّحْبَةِ مَنْ سَمِعَ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ي</w:t>
      </w:r>
      <w:r w:rsidRPr="00AA2774">
        <w:rPr>
          <w:rtl/>
        </w:rPr>
        <w:t>َو</w:t>
      </w:r>
      <w:r w:rsidRPr="00AA2774">
        <w:rPr>
          <w:rFonts w:hint="cs"/>
          <w:rtl/>
        </w:rPr>
        <w:t>ْمَ غَدِيْرِ خُمٍّ إِلَّا قَامَ. قَالَ : فَقَامَ مِنْ قِبَلِ سَعِيْدٍ سِتَّ</w:t>
      </w:r>
      <w:r w:rsidRPr="00AA2774">
        <w:rPr>
          <w:rFonts w:hint="eastAsia"/>
          <w:rtl/>
        </w:rPr>
        <w:t>ةٌ</w:t>
      </w:r>
      <w:r w:rsidRPr="00AA2774">
        <w:rPr>
          <w:rtl/>
        </w:rPr>
        <w:t xml:space="preserve"> وَ مِن</w:t>
      </w:r>
      <w:r w:rsidRPr="00AA2774">
        <w:rPr>
          <w:rFonts w:hint="cs"/>
          <w:rtl/>
        </w:rPr>
        <w:t>ْ قِبَلِ زَيْدٍ سِتَّةٌ، فَشَهِدُوْا أنَّهُمْ سَمِعُوْا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لِعَلِيٍّ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يَوْمَ غَدِيْرَ خُمٍّ : أَلَيْسَ اﷲُ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أوْلَی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ْمُؤْمِنِيْنَ؟ قَالُوْا : بَلٰی</w:t>
      </w:r>
      <w:r w:rsidRPr="00AA2774">
        <w:rPr>
          <w:rtl/>
        </w:rPr>
        <w:t xml:space="preserve"> قَالَ : اللّٰ</w:t>
      </w:r>
      <w:r w:rsidRPr="00AA2774">
        <w:rPr>
          <w:rFonts w:hint="cs"/>
          <w:rtl/>
        </w:rPr>
        <w:t xml:space="preserve">هُمَّ! مَنْ کُنْتُ مَوْلَاهُ </w:t>
      </w:r>
      <w:r w:rsidRPr="00AA2774">
        <w:rPr>
          <w:rFonts w:hint="eastAsia"/>
          <w:rtl/>
        </w:rPr>
        <w:t>فَعَلِ</w:t>
      </w:r>
      <w:r w:rsidRPr="00AA2774">
        <w:rPr>
          <w:rFonts w:hint="cs"/>
          <w:rtl/>
        </w:rPr>
        <w:t>يٌّ</w:t>
      </w:r>
      <w:r w:rsidRPr="00AA2774">
        <w:rPr>
          <w:rtl/>
        </w:rPr>
        <w:t xml:space="preserve"> مَو</w:t>
      </w:r>
      <w:r w:rsidRPr="00AA2774">
        <w:rPr>
          <w:rFonts w:hint="cs"/>
          <w:rtl/>
        </w:rPr>
        <w:t>ْلَاهُ، اللّٰهُمَّ! وَالِ مَنْ وَالَاهُ وَ عَادِ مَنْ عَادَاهُ. رَوَاهُ أَحْمَدُ وَ الطَّبَرَانِيُّ فِي الْمُعْجَمِ الْأَوْسَطِ وَ الصَّغِيْرِ وَ ابْنُ أَبِيْ شَيْبَة</w:t>
      </w:r>
      <w:r w:rsidRPr="00AA2774">
        <w:rPr>
          <w:rtl/>
        </w:rPr>
        <w:t xml:space="preserve">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وہب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7E182E">
        <w:rPr>
          <w:rtl/>
        </w:rPr>
        <w:t>رضی</w:t>
      </w:r>
      <w:r w:rsidRPr="0038770D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کھلے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قسم د</w:t>
      </w:r>
      <w:r>
        <w:rPr>
          <w:rFonts w:hint="cs"/>
          <w:rtl/>
        </w:rPr>
        <w:t>ی</w:t>
      </w:r>
      <w:r>
        <w:rPr>
          <w:rtl/>
        </w:rPr>
        <w:t xml:space="preserve"> کہ جس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کچھ فرماتے ہوئے سنا ہو کھڑا ہو جائے۔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چھ (آدم</w:t>
      </w:r>
      <w:r>
        <w:rPr>
          <w:rFonts w:hint="cs"/>
          <w:rtl/>
        </w:rPr>
        <w:t>ی</w:t>
      </w:r>
      <w:r>
        <w:rPr>
          <w:rtl/>
        </w:rPr>
        <w:t>)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اور چھ (6)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کھڑے ہوئے اور اُنہوں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اُنہوں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ہے؟‘‘ لوگوں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’’اے اللہ!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تو اُسے دوست رکھ جو اِسے دوست رکھے اور تو اُس سے عداوت رکھ اور جو اِس سے عداوت رکھے۔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ں’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الاوسط اور المعجم الصغ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بہ نے اپن</w:t>
      </w:r>
      <w:r>
        <w:rPr>
          <w:rFonts w:hint="cs"/>
          <w:rtl/>
        </w:rPr>
        <w:t>ی</w:t>
      </w:r>
      <w:r>
        <w:rPr>
          <w:rtl/>
        </w:rPr>
        <w:t xml:space="preserve"> مصنف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37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 / 118، والطبرانی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وسط، 3 / 69، 134،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2130، 2275، و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الصغ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1 / 65، و ابن ابی</w:t>
      </w:r>
      <w:r>
        <w:rPr>
          <w:rtl/>
        </w:rPr>
        <w:t xml:space="preserve"> ش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المصنف، 12 / 67،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12140، و النسائی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خصائص ام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المؤمن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علی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: 90، 100،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/ 84، 95، و المقدسی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الاحاد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المختار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2 / 105، 106،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480،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107، 108، و ابونع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ة ال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اء و طبقات الاصف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اء، 5 / 26،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160، و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 العمال، 13 / 157،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36485.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38. عَن</w:t>
      </w:r>
      <w:r w:rsidRPr="00AA2774">
        <w:rPr>
          <w:rFonts w:hint="cs"/>
          <w:rtl/>
        </w:rPr>
        <w:t>ْ أَبِي إِسْحَاقَ، قَالَ : سَمِعْتُ سَعِيْدَ بْنَ وَهْبٍ، قَالَ : نَشَدَ عَلِيٌّ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النَّاسَ فَقَا</w:t>
      </w:r>
      <w:r w:rsidRPr="00AA2774">
        <w:rPr>
          <w:rtl/>
        </w:rPr>
        <w:t>مَ خَم</w:t>
      </w:r>
      <w:r w:rsidRPr="00AA2774">
        <w:rPr>
          <w:rFonts w:hint="cs"/>
          <w:rtl/>
        </w:rPr>
        <w:t>ْسَةٌ أوْ سِتَّةٌ مِنْ أصْحَابِ النَّبِيِّ صلی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فَشَهِدُوْا أنَّ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قَالَ : مَنْ ک</w:t>
      </w:r>
      <w:r w:rsidRPr="00AA2774">
        <w:rPr>
          <w:rFonts w:hint="eastAsia"/>
          <w:rtl/>
        </w:rPr>
        <w:t>ُن</w:t>
      </w:r>
      <w:r w:rsidRPr="00AA2774">
        <w:rPr>
          <w:rFonts w:hint="cs"/>
          <w:rtl/>
        </w:rPr>
        <w:t>ْتُ</w:t>
      </w:r>
      <w:r w:rsidRPr="00AA2774">
        <w:rPr>
          <w:rtl/>
        </w:rPr>
        <w:t xml:space="preserve"> مَو</w:t>
      </w:r>
      <w:r w:rsidRPr="00AA2774">
        <w:rPr>
          <w:rFonts w:hint="cs"/>
          <w:rtl/>
        </w:rPr>
        <w:t xml:space="preserve">ْلَاهُ فَعَلِيٌّ مَوْلَاهُ.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’’ابو</w:t>
      </w:r>
      <w:r>
        <w:rPr>
          <w:rtl/>
        </w:rPr>
        <w:t xml:space="preserve"> اسحاق سے مرو</w:t>
      </w:r>
      <w:r>
        <w:rPr>
          <w:rFonts w:hint="cs"/>
          <w:rtl/>
        </w:rPr>
        <w:t>ی</w:t>
      </w:r>
      <w:r>
        <w:rPr>
          <w:rtl/>
        </w:rPr>
        <w:t xml:space="preserve"> ہے،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وہب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: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لوگوں سے قسم ل</w:t>
      </w:r>
      <w:r>
        <w:rPr>
          <w:rFonts w:hint="cs"/>
          <w:rtl/>
        </w:rPr>
        <w:t>ی</w:t>
      </w:r>
      <w:r>
        <w:rPr>
          <w:rtl/>
        </w:rPr>
        <w:t xml:space="preserve"> جس پر پانچ (5)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 (6) صحابہ نے کھڑے ہو کر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بن حنبل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38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5 / 366، و النسائی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خصائص ام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المؤمن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علی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90،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83،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2 / 598، 599،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1021، و المقدسی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الاحاد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المختار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2 / 105، ال</w:t>
      </w:r>
      <w:r>
        <w:rPr>
          <w:rtl/>
        </w:rPr>
        <w:t>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</w:t>
      </w:r>
      <w:r>
        <w:rPr>
          <w:rFonts w:hint="eastAsia"/>
          <w:rtl/>
        </w:rPr>
        <w:t>م</w:t>
      </w:r>
      <w:r>
        <w:rPr>
          <w:rtl/>
        </w:rPr>
        <w:t xml:space="preserve"> : 479، و الب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قی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السنن </w:t>
      </w:r>
      <w:r>
        <w:rPr>
          <w:rFonts w:hint="cs"/>
          <w:rtl/>
        </w:rPr>
        <w:lastRenderedPageBreak/>
        <w:t>الکبریٰ</w:t>
      </w:r>
      <w:r>
        <w:rPr>
          <w:rFonts w:hint="eastAsia"/>
          <w:rtl/>
        </w:rPr>
        <w:t>،</w:t>
      </w:r>
      <w:r>
        <w:rPr>
          <w:rtl/>
        </w:rPr>
        <w:t xml:space="preserve"> 5 / 131،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104،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160، و محب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الطبری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، 3 / 127.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39. عَن</w:t>
      </w:r>
      <w:r w:rsidRPr="00AA2774">
        <w:rPr>
          <w:rFonts w:hint="cs"/>
          <w:rtl/>
        </w:rPr>
        <w:t>ْ عُمَيْرَةَ بْنِ سَعْدٍ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عنه، أنَّهُ سَمِعَ</w:t>
      </w:r>
      <w:r w:rsidRPr="00AA2774">
        <w:rPr>
          <w:rtl/>
        </w:rPr>
        <w:t xml:space="preserve"> عَلِ</w:t>
      </w:r>
      <w:r w:rsidRPr="00AA2774">
        <w:rPr>
          <w:rFonts w:hint="cs"/>
          <w:rtl/>
        </w:rPr>
        <w:t>يًّا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وَ هُوَ يَنْشُدُ فِي الرَّحْبَةِ : مَنْ سَمِعَ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عليه وآله وسلم يَقُوْلُ : مَنْ کُنْتُ مَوْلَاهُ فَعَلِيٌّ مَوْلَاهُ؟ فَقَامَ سِتَّةُ نَفَرٍ فَشَهِدُوْا. </w:t>
      </w:r>
      <w:r w:rsidRPr="00AA2774">
        <w:rPr>
          <w:rFonts w:hint="eastAsia"/>
          <w:rtl/>
        </w:rPr>
        <w:t>رَوَا</w:t>
      </w:r>
      <w:r w:rsidRPr="00AA2774">
        <w:rPr>
          <w:rFonts w:hint="cs"/>
          <w:rtl/>
        </w:rPr>
        <w:t>هُ</w:t>
      </w:r>
      <w:r w:rsidRPr="00AA2774">
        <w:rPr>
          <w:rtl/>
        </w:rPr>
        <w:t xml:space="preserve"> الطَّبَرَانِ</w:t>
      </w:r>
      <w:r w:rsidRPr="00AA2774">
        <w:rPr>
          <w:rFonts w:hint="cs"/>
          <w:rtl/>
        </w:rPr>
        <w:t xml:space="preserve">يُّ فِي الْمُعْجَمِ الْأَوْسَطِ.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’’عم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سعد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اُنہوں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کھلے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سنا کہ کس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ہے 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ہوں،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ہے؟ تو (اِس پر) چھ (6) افراد نے کھڑے ہو کر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39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الاوسط، 3 / 134،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2275، و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الصغ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1 / 64، 65، و النسائی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خصائص ام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المؤمن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علی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89، 91،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82، 85،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108، و الب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قی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 w:rsidRPr="007E675A">
        <w:rPr>
          <w:rFonts w:hint="cs"/>
          <w:rtl/>
        </w:rPr>
        <w:t>ي</w:t>
      </w:r>
      <w:r>
        <w:rPr>
          <w:rtl/>
        </w:rPr>
        <w:t xml:space="preserve">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5 / 132،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159، و مزی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ذ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 الکمال، 22 / 397، 398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40. عَن</w:t>
      </w:r>
      <w:r w:rsidRPr="00AA2774">
        <w:rPr>
          <w:rFonts w:hint="cs"/>
          <w:rtl/>
        </w:rPr>
        <w:t>ْ أبِي الطُّفَيْلِ عَنْ زَيْدِ بْنِ أرْقَمَ، قَالَ : نَ</w:t>
      </w:r>
      <w:r w:rsidRPr="00AA2774">
        <w:rPr>
          <w:rtl/>
        </w:rPr>
        <w:t>شَدَ عَلِ</w:t>
      </w:r>
      <w:r w:rsidRPr="00AA2774">
        <w:rPr>
          <w:rFonts w:hint="cs"/>
          <w:rtl/>
        </w:rPr>
        <w:t>يٌّ النَّاسَ : مَنْ سَمِعَ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يَوْمَ غَدِيْرِ خُمٍّ : ألَسْتُمْ تَعْلَمُوْنَ أنِي أوْلَی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 مِنْ أنْفُسْهِمْ؟ قَالُوْا : بَلٰی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فَمَن</w:t>
      </w:r>
      <w:r w:rsidRPr="00AA2774">
        <w:rPr>
          <w:rFonts w:hint="cs"/>
          <w:rtl/>
        </w:rPr>
        <w:t>ْ کُنْتُ مَوْلَاهُ فَعَلِيٌّ مَوْلَاهُ، اللّٰهُم</w:t>
      </w:r>
      <w:r w:rsidRPr="00AA2774">
        <w:rPr>
          <w:rtl/>
        </w:rPr>
        <w:t>َّ! وَالِ مَن</w:t>
      </w:r>
      <w:r w:rsidRPr="00AA2774">
        <w:rPr>
          <w:rFonts w:hint="cs"/>
          <w:rtl/>
        </w:rPr>
        <w:t xml:space="preserve">ْ وَالَاهُ، وَ عَادِ مَنْ عَادَاهُ. فَقَامَ إِثْنَا عَشَرَ رَجُلاً فَشَهِدُوْا بِذَلِکَ. رَوَاهُ الطَّبَرَانِيُّ فِي الْمُعْجَمِ الْأَوْسَطِ.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’’ابو</w:t>
      </w:r>
      <w:r>
        <w:rPr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لوگوں سے حلفاً پوچھا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ہے جس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ہو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مؤمنوں ک</w:t>
      </w:r>
      <w:r>
        <w:rPr>
          <w:rFonts w:hint="cs"/>
          <w:rtl/>
        </w:rPr>
        <w:t>ی</w:t>
      </w:r>
      <w:r>
        <w:rPr>
          <w:rtl/>
        </w:rPr>
        <w:t xml:space="preserve"> جانوں </w:t>
      </w:r>
      <w:r>
        <w:rPr>
          <w:rFonts w:hint="eastAsia"/>
          <w:rtl/>
        </w:rPr>
        <w:t>سے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ہوں؟ اُنہوں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اِسے دوست رکھے تو بھ</w:t>
      </w:r>
      <w:r>
        <w:rPr>
          <w:rFonts w:hint="cs"/>
          <w:rtl/>
        </w:rPr>
        <w:t>ی</w:t>
      </w:r>
      <w:r>
        <w:rPr>
          <w:rtl/>
        </w:rPr>
        <w:t xml:space="preserve"> اُسے دوست رکھ، اور جو اِس سے عداوت رکھے تو اُس سے عداوت رکھ۔‘‘ (س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اس گفتگو پر) بارہ (12) آدم</w:t>
      </w:r>
      <w:r>
        <w:rPr>
          <w:rFonts w:hint="cs"/>
          <w:rtl/>
        </w:rPr>
        <w:t>ی</w:t>
      </w:r>
      <w:r>
        <w:rPr>
          <w:rtl/>
        </w:rPr>
        <w:t xml:space="preserve"> کھڑے ہوئے اور اُنہوں نے اس واقعہ ک</w:t>
      </w:r>
      <w:r>
        <w:rPr>
          <w:rFonts w:hint="cs"/>
          <w:rtl/>
        </w:rPr>
        <w:t>ی</w:t>
      </w:r>
      <w:r>
        <w:rPr>
          <w:rtl/>
        </w:rPr>
        <w:t xml:space="preserve"> شہادت 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40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الاوسط، 2 / 576،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1987،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106،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157، 158، و محب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طبری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3 / 127، و ح</w:t>
      </w:r>
      <w:r>
        <w:rPr>
          <w:rtl/>
        </w:rPr>
        <w:t>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 العمال، 13 / 157،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36485.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lastRenderedPageBreak/>
        <w:t>41. عَن</w:t>
      </w:r>
      <w:r w:rsidRPr="00AA2774">
        <w:rPr>
          <w:rFonts w:hint="cs"/>
          <w:rtl/>
        </w:rPr>
        <w:t>ْ حُذَيْفَةَ بْنِ أُسَيْدٍ الْغَفَّارِيِّ. . . فَقَالَ : يَا أَيُهَا النَّاسُ إِنِّي قَدْ نَبَّأْنِي اللَّطِيْفُ الْخَبِيْرُ أَنَّهُ لَنْ يُعَمَّرَ نَبِيٌ إِلَّا نِصْفَ عُمْرِ الَّذِيْ يَلِيْهِ مِنْ قَبْلِهِ، وَ إِنِّي لَأَظُنُّ أَنِّي يُوْشِکُ أَنْ أُدْعَی</w:t>
      </w:r>
      <w:r w:rsidRPr="00AA2774">
        <w:rPr>
          <w:rtl/>
        </w:rPr>
        <w:t xml:space="preserve"> فَ</w:t>
      </w:r>
      <w:r w:rsidRPr="00AA2774">
        <w:rPr>
          <w:rFonts w:hint="cs"/>
          <w:rtl/>
        </w:rPr>
        <w:t>أُجِيْبُ، وَ إِنِّي مَسْؤُوْلٌ، وَ إِنَّکُمْ مَسْؤُوْلُوْنَ، فَمَاذَا أَنْتُمْ قَائِلُوْنَ؟ قَالُوْا : نَشْهَدُ أَنَّکَ قَدْ بَلَغْتَ وَ جَهَدْتَ وَ نَصَحْتَ، فَجَزَاکَ اﷲُ</w:t>
      </w:r>
      <w:r w:rsidRPr="00AA2774">
        <w:rPr>
          <w:rtl/>
        </w:rPr>
        <w:t xml:space="preserve"> خَ</w:t>
      </w:r>
      <w:r w:rsidRPr="00AA2774">
        <w:rPr>
          <w:rFonts w:hint="cs"/>
          <w:rtl/>
        </w:rPr>
        <w:t>يْرًا،</w:t>
      </w:r>
      <w:r w:rsidRPr="00AA2774">
        <w:rPr>
          <w:rtl/>
        </w:rPr>
        <w:t xml:space="preserve"> فَقَالَ : </w:t>
      </w:r>
      <w:r w:rsidRPr="00AA2774">
        <w:rPr>
          <w:rFonts w:hint="cs"/>
          <w:rtl/>
        </w:rPr>
        <w:t>أَلَيْسَ تَشْهَدُوْنَ أَنْ لَا إِلَهَ إِلَّا اﷲُ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>أَنَّ</w:t>
      </w:r>
      <w:r w:rsidRPr="00AA2774">
        <w:rPr>
          <w:rtl/>
        </w:rPr>
        <w:t xml:space="preserve"> مُحَمَّدًا عَب</w:t>
      </w:r>
      <w:r w:rsidRPr="00AA2774">
        <w:rPr>
          <w:rFonts w:hint="cs"/>
          <w:rtl/>
        </w:rPr>
        <w:t>ْدُهُ وَ رَسُوْلُهُ، وَ أَنَّ جَنَّتَهُ حَقٌ وَ نَارَهُ حَقٌ، وَ أَنَّ الْمَوْتَ حَقٌّ، وَ أَنَّ الْبَعْثَ بَعْدَ الْمَوْتِ حَقٌ، وَ أَنَّ السَّاعَةَ آتِيَةٌ لَا رَيْبَ فِيْهَا وَ أَنَّ اﷲَ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يَبْعَثُ مَنْ فِي الْقُبُوْرِ؟ قَالُوْا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نَش</w:t>
      </w:r>
      <w:r w:rsidRPr="00AA2774">
        <w:rPr>
          <w:rFonts w:hint="cs"/>
          <w:rtl/>
        </w:rPr>
        <w:t>ْهَدُ بِذَالِکَ، قَالَ : اللَّهُمَّ! إشْهَدْ، ثُمَّ قَالَ : يَا أَيُهَا النَّاسُ! إِنَّ اﷲَ</w:t>
      </w:r>
      <w:r w:rsidRPr="00AA2774">
        <w:rPr>
          <w:rtl/>
        </w:rPr>
        <w:t xml:space="preserve"> مَو</w:t>
      </w:r>
      <w:r w:rsidRPr="00AA2774">
        <w:rPr>
          <w:rFonts w:hint="cs"/>
          <w:rtl/>
        </w:rPr>
        <w:t>ْلَايَ وَ أَنَا مَوْلَی</w:t>
      </w:r>
      <w:r w:rsidRPr="00AA2774">
        <w:rPr>
          <w:rtl/>
        </w:rPr>
        <w:t xml:space="preserve"> ال</w:t>
      </w:r>
      <w:r w:rsidRPr="00AA2774">
        <w:rPr>
          <w:rFonts w:hint="cs"/>
          <w:rtl/>
        </w:rPr>
        <w:t>ْمُؤْمِنِيْنَ وَ أَنَا أَوْلَی</w:t>
      </w:r>
      <w:r w:rsidRPr="00AA2774">
        <w:rPr>
          <w:rtl/>
        </w:rPr>
        <w:t xml:space="preserve"> بِ</w:t>
      </w:r>
      <w:r w:rsidRPr="00AA2774">
        <w:rPr>
          <w:rFonts w:hint="cs"/>
          <w:rtl/>
        </w:rPr>
        <w:t>هِمْ مِنْ أَنْفُسِهِمْ، فَمَنْ ک</w:t>
      </w:r>
      <w:r w:rsidRPr="00AA2774">
        <w:rPr>
          <w:rtl/>
        </w:rPr>
        <w:t>ُن</w:t>
      </w:r>
      <w:r w:rsidRPr="00AA2774">
        <w:rPr>
          <w:rFonts w:hint="cs"/>
          <w:rtl/>
        </w:rPr>
        <w:t>ْتُ مَوْلَاهُ فَهَذَا مَوْلَاهُ يَعْنِي عَلِيًّا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. . . أَللَّهُمَّ! وَالِ مَنْ وَالَاهُ، وَ عَادِ مَنْ عَادَاهُ. ثُمَّ قَالَ : يَا أَيُهَا النَّاسُ إِنِّي فَرَطُکُمْ وَ إِنَّکُمْ وَارِدُوْنَ عَلَی</w:t>
      </w:r>
      <w:r w:rsidRPr="00AA2774">
        <w:rPr>
          <w:rtl/>
        </w:rPr>
        <w:t xml:space="preserve"> ال</w:t>
      </w:r>
      <w:r w:rsidRPr="00AA2774">
        <w:rPr>
          <w:rFonts w:hint="cs"/>
          <w:rtl/>
        </w:rPr>
        <w:t>ْحَوْضِ، حَوْضٌ أُعْرَضُ مَا بَيْنَ بُصْرَی</w:t>
      </w:r>
      <w:r w:rsidRPr="00AA2774">
        <w:rPr>
          <w:rtl/>
        </w:rPr>
        <w:t xml:space="preserve"> وَ صَن</w:t>
      </w:r>
      <w:r w:rsidRPr="00AA2774">
        <w:rPr>
          <w:rFonts w:hint="cs"/>
          <w:rtl/>
        </w:rPr>
        <w:t>ْعَاءَ، فِيْهِ عَدَدَ النَّجُوْمِ قَدْحَانٌ مِنْ فِضَّةٍ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>إِنِّي سَائِلُکُمْ حِيْنَ تَرِدُوْنَ عَلَيَّ عَنِ الثَّقَلَيْنِ، فَانْظُرُوْا کَيْفَ تُخَلِّفُوْنِي فِيْهِمَا، الثَّقَلُ الْأَکْبَرُ کِتَابُ اﷲِ</w:t>
      </w:r>
      <w:r w:rsidRPr="00AA2774">
        <w:rPr>
          <w:rFonts w:hint="eastAsia"/>
          <w:rtl/>
        </w:rPr>
        <w:t>ل</w:t>
      </w:r>
      <w:r w:rsidRPr="00AA2774">
        <w:rPr>
          <w:rtl/>
        </w:rPr>
        <w:t xml:space="preserve"> سَبَبٌ طَرَفُ</w:t>
      </w:r>
      <w:r w:rsidRPr="00AA2774">
        <w:rPr>
          <w:rFonts w:hint="cs"/>
          <w:rtl/>
        </w:rPr>
        <w:t>هُ بِيَدِ اﷲِ</w:t>
      </w:r>
      <w:r w:rsidRPr="00AA2774">
        <w:rPr>
          <w:rtl/>
        </w:rPr>
        <w:t xml:space="preserve"> وَ طَرَفُ</w:t>
      </w:r>
      <w:r w:rsidRPr="00AA2774">
        <w:rPr>
          <w:rFonts w:hint="cs"/>
          <w:rtl/>
        </w:rPr>
        <w:t>هُ بِأَيْدِيْکُمْ فَاسْتَمْسِکُوْا بِهِ لَا تَضِلُّوا وَ لَا تُبْدَلُ</w:t>
      </w:r>
      <w:r w:rsidRPr="00AA2774">
        <w:rPr>
          <w:rFonts w:hint="eastAsia"/>
          <w:rtl/>
        </w:rPr>
        <w:t>و</w:t>
      </w:r>
      <w:r w:rsidRPr="00AA2774">
        <w:rPr>
          <w:rFonts w:hint="cs"/>
          <w:rtl/>
        </w:rPr>
        <w:t>ْا،</w:t>
      </w:r>
      <w:r w:rsidRPr="00AA2774">
        <w:rPr>
          <w:rtl/>
        </w:rPr>
        <w:t xml:space="preserve"> وَ عِت</w:t>
      </w:r>
      <w:r w:rsidRPr="00AA2774">
        <w:rPr>
          <w:rFonts w:hint="cs"/>
          <w:rtl/>
        </w:rPr>
        <w:t>ْرَتِي أَهْلُ بَيْتِي، فَإِنَّهُ قَدْ نَبَّأَنِي اللَّطِيْفُ الْخَبِيْرُ أَنَّمَا لَنْ يَنْقَضِيَا حَتَّی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 xml:space="preserve">يَرِدَا عَلَيَّ الْحَوْضَ. رَوَاهُ الطَّبَرَانِيُّ فِي 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اُس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غفار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لوگو! مجھے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ذات نے خبر د</w:t>
      </w:r>
      <w:r>
        <w:rPr>
          <w:rFonts w:hint="cs"/>
          <w:rtl/>
        </w:rPr>
        <w:t>ی</w:t>
      </w:r>
      <w:r>
        <w:rPr>
          <w:rtl/>
        </w:rPr>
        <w:t xml:space="preserve"> ہے کہ اللہ نے ہر نب</w:t>
      </w:r>
      <w:r>
        <w:rPr>
          <w:rFonts w:hint="cs"/>
          <w:rtl/>
        </w:rPr>
        <w:t>ی</w:t>
      </w:r>
      <w:r>
        <w:rPr>
          <w:rtl/>
        </w:rPr>
        <w:t xml:space="preserve"> کو اپنے سے پہلے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نصف عمر عطا فرمائ</w:t>
      </w:r>
      <w:r>
        <w:rPr>
          <w:rFonts w:hint="cs"/>
          <w:rtl/>
        </w:rPr>
        <w:t>ی</w:t>
      </w:r>
      <w:r>
        <w:rPr>
          <w:rtl/>
        </w:rPr>
        <w:t xml:space="preserve"> اور مجھے گمان ہے مجھے (عنقر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بلاوا آئے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ق</w:t>
      </w:r>
      <w:r>
        <w:rPr>
          <w:rFonts w:hint="eastAsia"/>
          <w:rtl/>
        </w:rPr>
        <w:t>بول</w:t>
      </w:r>
      <w:r>
        <w:rPr>
          <w:rtl/>
        </w:rPr>
        <w:t xml:space="preserve"> کر لوں گا، اور مجھ سے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متعلق) پوچھا جائے گا اور تم سے بھ</w:t>
      </w:r>
      <w:r>
        <w:rPr>
          <w:rFonts w:hint="cs"/>
          <w:rtl/>
        </w:rPr>
        <w:t>ی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متعلق) پوچھا جائے گا، (اس بابت)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ہو؟ انہوں نے کہا :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جدوجہد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آپ کو جزائے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فرمائے۔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محمد اللہ کے بندے اور اس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جنت و دوزخ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موت اور موت کے بعد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حق ہے،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اللہ تعال</w:t>
      </w:r>
      <w:r>
        <w:rPr>
          <w:rFonts w:hint="cs"/>
          <w:rtl/>
        </w:rPr>
        <w:t>یٰ</w:t>
      </w:r>
      <w:r>
        <w:rPr>
          <w:rtl/>
        </w:rPr>
        <w:t xml:space="preserve"> اہل قبور کو دوبارہ اٹھائے گا؟ سب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ہم ان سب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اللہ! تو گواہ بن جا،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لوگو!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ہے اور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مولا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ہوں۔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مولا ہے۔ اے اللہ! جو اِسے دوست رکھے تو اُسے دوست رکھ، جو اِس سے عداوت رکھے تو اُس سے عداوت رکھ۔ ’’اے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پہلے جانے والا ہوں اور تم مجھے حوض پر ملو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حوض بصرہ اور صنعاء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فاصلے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چوڑا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کے برابر چاند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الے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آؤ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تم سے دو انتہائ</w:t>
      </w:r>
      <w:r>
        <w:rPr>
          <w:rFonts w:hint="cs"/>
          <w:rtl/>
        </w:rPr>
        <w:t>ی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پوچھوں گا،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ان دونوں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کرتے ہو! پہل</w:t>
      </w:r>
      <w:r>
        <w:rPr>
          <w:rFonts w:hint="cs"/>
          <w:rtl/>
        </w:rPr>
        <w:t>ی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ہے،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اللہ سے تعلق رکھت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بندوں سے تعلق رکھت</w:t>
      </w:r>
      <w:r>
        <w:rPr>
          <w:rFonts w:hint="cs"/>
          <w:rtl/>
        </w:rPr>
        <w:t>ی</w:t>
      </w:r>
      <w:r>
        <w:rPr>
          <w:rtl/>
        </w:rPr>
        <w:t xml:space="preserve"> ہے۔ تم اسے مضبوط</w:t>
      </w:r>
      <w:r>
        <w:rPr>
          <w:rFonts w:hint="cs"/>
          <w:rtl/>
        </w:rPr>
        <w:t>ی</w:t>
      </w:r>
      <w:r>
        <w:rPr>
          <w:rtl/>
        </w:rPr>
        <w:t xml:space="preserve"> سے تھام لو تو گمراہ ہو گے نہ (حق سے) منحرف، اور (دوسر</w:t>
      </w:r>
      <w:r>
        <w:rPr>
          <w:rFonts w:hint="cs"/>
          <w:rtl/>
        </w:rPr>
        <w:t>ی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(اُن کا دامن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)۔ مجھے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</w:t>
      </w:r>
      <w:r>
        <w:rPr>
          <w:rFonts w:hint="eastAsia"/>
          <w:rtl/>
        </w:rPr>
        <w:t>ات</w:t>
      </w:r>
      <w:r>
        <w:rPr>
          <w:rtl/>
        </w:rPr>
        <w:t xml:space="preserve"> نے خبر د</w:t>
      </w:r>
      <w:r>
        <w:rPr>
          <w:rFonts w:hint="cs"/>
          <w:rtl/>
        </w:rPr>
        <w:t>ی</w:t>
      </w:r>
      <w:r>
        <w:rPr>
          <w:rtl/>
        </w:rPr>
        <w:t xml:space="preserve">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حق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مجھے حوض پر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41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3 / 180، 181،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3052، و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3 / 67،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2683، و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5 / 166، 167،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4971،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164، 165، و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کنزالعمال، 1 / 188، 189،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957، 958،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166، 167،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، 5 / 463.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F55001">
      <w:pPr>
        <w:pStyle w:val="libArabic"/>
        <w:rPr>
          <w:rtl/>
        </w:rPr>
      </w:pPr>
      <w:r w:rsidRPr="00AA2774">
        <w:rPr>
          <w:rtl/>
        </w:rPr>
        <w:t>42. عَن</w:t>
      </w:r>
      <w:r w:rsidRPr="00AA2774">
        <w:rPr>
          <w:rFonts w:hint="cs"/>
          <w:rtl/>
        </w:rPr>
        <w:t>ْ جَرِيْرٍ قَالَ : شَهِدْنَا الْمَوْسِمَ فِي حَجَّةٍ مَعَ رَسُوْلِ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وسلم، وَ هِيَ حَجَّةُ الْوَدَاعِ، فَبَلَغْنَا مَکَانًا يُقَالُ لَهُ غَدِيْرُ خُمٍّ، فَنَادَی</w:t>
      </w:r>
      <w:r w:rsidRPr="00AA2774">
        <w:rPr>
          <w:rtl/>
        </w:rPr>
        <w:t xml:space="preserve"> : الصَّلَاةَ جَامِعَةٌ، فَاج</w:t>
      </w:r>
      <w:r w:rsidRPr="00AA2774">
        <w:rPr>
          <w:rFonts w:hint="cs"/>
          <w:rtl/>
        </w:rPr>
        <w:t>ْتَمَعْنَا الْمُهَاجِرُوْنَ وَالْأَنْص</w:t>
      </w:r>
      <w:r w:rsidRPr="00AA2774">
        <w:rPr>
          <w:rFonts w:hint="eastAsia"/>
          <w:rtl/>
        </w:rPr>
        <w:t>َارُ،</w:t>
      </w:r>
      <w:r w:rsidRPr="00AA2774">
        <w:rPr>
          <w:rtl/>
        </w:rPr>
        <w:t xml:space="preserve"> فَقَامَ رَسُو</w:t>
      </w:r>
      <w:r w:rsidRPr="00AA2774">
        <w:rPr>
          <w:rFonts w:hint="cs"/>
          <w:rtl/>
        </w:rPr>
        <w:t>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وَسْطَنَا، فَقَالَ : أَيُهَا النَّاسُ! بِمَ تَشْهَدُوْنَ؟ قَالُوْا : نَشْهَدُ أَنْ لَا إِلَهَ إِلَّا اﷲُ</w:t>
      </w:r>
      <w:r w:rsidRPr="00AA2774">
        <w:rPr>
          <w:rFonts w:hint="eastAsia"/>
          <w:rtl/>
        </w:rPr>
        <w:t>؟</w:t>
      </w:r>
      <w:r w:rsidRPr="00AA2774">
        <w:rPr>
          <w:rtl/>
        </w:rPr>
        <w:t xml:space="preserve"> قَالَ : ثُمَّ مَ</w:t>
      </w:r>
      <w:r w:rsidRPr="00AA2774">
        <w:rPr>
          <w:rFonts w:hint="cs"/>
          <w:rtl/>
        </w:rPr>
        <w:t>هْ؟ قَالُوْا : و</w:t>
      </w:r>
      <w:r w:rsidRPr="00AA2774">
        <w:rPr>
          <w:rtl/>
        </w:rPr>
        <w:t xml:space="preserve">َ </w:t>
      </w:r>
      <w:r w:rsidRPr="00AA2774">
        <w:rPr>
          <w:rFonts w:hint="cs"/>
          <w:rtl/>
        </w:rPr>
        <w:t>أَنَّ مُحَمَّدًا عَبْدُهُ وَ رَسُوْلُهُ، قَالَ : فَمَنْ وَلِيُکُمْ؟</w:t>
      </w:r>
      <w:r w:rsidRPr="00AA2774">
        <w:rPr>
          <w:rtl/>
        </w:rPr>
        <w:t xml:space="preserve"> قَالُو</w:t>
      </w:r>
      <w:r w:rsidRPr="00AA2774">
        <w:rPr>
          <w:rFonts w:hint="cs"/>
          <w:rtl/>
        </w:rPr>
        <w:t>ْا : اﷲُ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ْلُهُ مَوْلَانَا، قَالَ : مَنْ وَلِيُکُمْ؟ ثُمَّ ضَرَبَ بِيَدِهِ إِلَی</w:t>
      </w:r>
      <w:r w:rsidRPr="00AA2774">
        <w:rPr>
          <w:rtl/>
        </w:rPr>
        <w:t xml:space="preserve"> عَض</w:t>
      </w:r>
      <w:r w:rsidRPr="00AA2774">
        <w:rPr>
          <w:rFonts w:hint="cs"/>
          <w:rtl/>
        </w:rPr>
        <w:t>ْدِ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عنه، فَأَقَامَهُ فَنَزَعَ عَضْدَهُ فَأَخَذَ بِذِرَاعَيْهِ، فَقَالَ :</w:t>
      </w:r>
      <w:r w:rsidRPr="00AA2774">
        <w:rPr>
          <w:rtl/>
        </w:rPr>
        <w:t xml:space="preserve"> مَن</w:t>
      </w:r>
      <w:r w:rsidRPr="00AA2774">
        <w:rPr>
          <w:rFonts w:hint="cs"/>
          <w:rtl/>
        </w:rPr>
        <w:t>ْ يَکُنِ اﷲُ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ْلُهُ مَوْلَيَاهُ فَإِنَّ هَذَا مَوْلَاهُ، اللَّهُمَّ! وَالِ مَنْ وَالَاهُ، وَ عَادِ مَنْ عَادَاهُ، اللَّهُمَّ! مَنْ أَحَبَّهُ مِنَ النَّاسِ فَکُنْ لَهُ حَبِيْبًا، وَمَنْ أَبْغَضَهُ فَکُنْ لَهُ مُبْغِضًا</w:t>
      </w:r>
      <w:r w:rsidRPr="00F55001">
        <w:rPr>
          <w:rFonts w:hint="cs"/>
          <w:rtl/>
        </w:rPr>
        <w:t xml:space="preserve"> رَوَا</w:t>
      </w:r>
      <w:r w:rsidRPr="00AA2774">
        <w:rPr>
          <w:rFonts w:hint="cs"/>
          <w:rtl/>
        </w:rPr>
        <w:t xml:space="preserve">هُ الطَّبَرَانِيُّ فِي 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ہم حج</w:t>
      </w:r>
      <w:r>
        <w:rPr>
          <w:rFonts w:hint="cs"/>
          <w:rtl/>
        </w:rPr>
        <w:t>ۃ</w:t>
      </w:r>
      <w:r>
        <w:rPr>
          <w:rtl/>
        </w:rPr>
        <w:t xml:space="preserve"> الوداع کے موقع پرحضور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تھے،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پہنچے جسے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نماز باجماعت ہونے ک</w:t>
      </w:r>
      <w:r>
        <w:rPr>
          <w:rFonts w:hint="cs"/>
          <w:rtl/>
        </w:rPr>
        <w:t>ی</w:t>
      </w:r>
      <w:r>
        <w:rPr>
          <w:rtl/>
        </w:rPr>
        <w:t xml:space="preserve"> ندا آئ</w:t>
      </w:r>
      <w:r>
        <w:rPr>
          <w:rFonts w:hint="cs"/>
          <w:rtl/>
        </w:rPr>
        <w:t>ی</w:t>
      </w:r>
      <w:r>
        <w:rPr>
          <w:rtl/>
        </w:rPr>
        <w:t xml:space="preserve"> تو سارے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جمع ہو گئے۔ پھر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وآلہ</w:t>
      </w:r>
      <w:r>
        <w:rPr>
          <w:rtl/>
        </w:rPr>
        <w:t xml:space="preserve"> وسلم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ہوئے اور خطاب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لوگو! تم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ہو؟ انہوں نے کہا :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پھر کس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انہوں نے کہا :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ک</w:t>
      </w:r>
      <w:r>
        <w:rPr>
          <w:rFonts w:hint="eastAsia"/>
          <w:rtl/>
        </w:rPr>
        <w:t>ے</w:t>
      </w:r>
      <w:r>
        <w:rPr>
          <w:rtl/>
        </w:rPr>
        <w:t xml:space="preserve"> بندے اور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تمہارا ول</w:t>
      </w:r>
      <w:r>
        <w:rPr>
          <w:rFonts w:hint="cs"/>
          <w:rtl/>
        </w:rPr>
        <w:t>ی</w:t>
      </w:r>
      <w:r>
        <w:rPr>
          <w:rtl/>
        </w:rPr>
        <w:t xml:space="preserve"> کون ہے؟ انہوں نے کہا : اللہ اور اس کا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تمہارا ول</w:t>
      </w:r>
      <w:r>
        <w:rPr>
          <w:rFonts w:hint="cs"/>
          <w:rtl/>
        </w:rPr>
        <w:t>ی</w:t>
      </w:r>
      <w:r>
        <w:rPr>
          <w:rtl/>
        </w:rPr>
        <w:t xml:space="preserve"> اور کون ہے؟ تب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بازو سے پکڑ کر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کے) دونوں بازو تھام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’’اللہ اور اُس کا رسول جس کے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مولا ہے، اے اللہ! جو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تو اُسے دوست رکھ (اور) جو اِس (عل</w:t>
      </w:r>
      <w:r>
        <w:rPr>
          <w:rFonts w:hint="cs"/>
          <w:rtl/>
        </w:rPr>
        <w:t>ی</w:t>
      </w:r>
      <w:r>
        <w:rPr>
          <w:rtl/>
        </w:rPr>
        <w:t xml:space="preserve">) سے </w:t>
      </w:r>
      <w:r>
        <w:rPr>
          <w:rtl/>
        </w:rPr>
        <w:lastRenderedPageBreak/>
        <w:t>عداوت رکھے تو اُس سے عداوت رکھ، اے اللہ! جو اِسے محبوب رکھے تو اُ</w:t>
      </w:r>
      <w:r>
        <w:rPr>
          <w:rFonts w:hint="eastAsia"/>
          <w:rtl/>
        </w:rPr>
        <w:t>سے</w:t>
      </w:r>
      <w:r>
        <w:rPr>
          <w:rtl/>
        </w:rPr>
        <w:t xml:space="preserve"> محبوب رکھ اور جو اِس سے بغض رکھے تو اُس سے بغض رکھ۔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42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2 / 357،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2505،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106، و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کنزالعمال، 13 / 138، 139،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36437،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ر، 45 / 179.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43. عَن</w:t>
      </w:r>
      <w:r w:rsidRPr="00AA2774">
        <w:rPr>
          <w:rFonts w:hint="cs"/>
          <w:rtl/>
        </w:rPr>
        <w:t>ْ عَمَرٍو ذِيْ مُرٍّ وَ زَيْدِ بْنِ أرْقَمَ قَالَا : خَطَبَ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يَوْمَ غَد</w:t>
      </w:r>
      <w:r w:rsidRPr="00AA2774">
        <w:rPr>
          <w:rtl/>
        </w:rPr>
        <w:t>ِ</w:t>
      </w:r>
      <w:r w:rsidRPr="00AA2774">
        <w:rPr>
          <w:rFonts w:hint="cs"/>
          <w:rtl/>
        </w:rPr>
        <w:t>يْرِ خُمٍّ، فَقَالَ : مَنْ کُنْتُ مَوْلَاهُ فَعَلِيٌّ مَوْلَهُ، اللَّهُمَّ! وَالِ مَنْ وَالَاهُ وَ عَادِ مَنْ عَادَاهُ، وَ انْصُرْ مَنْ نَصَر</w:t>
      </w:r>
      <w:r w:rsidRPr="00AA2774">
        <w:rPr>
          <w:rFonts w:hint="eastAsia"/>
          <w:rtl/>
        </w:rPr>
        <w:t>َ</w:t>
      </w:r>
      <w:r w:rsidRPr="00AA2774">
        <w:rPr>
          <w:rFonts w:hint="cs"/>
          <w:rtl/>
        </w:rPr>
        <w:t>هُ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 xml:space="preserve">أعِنْ مَنْ أعَانَهُ. رَوَاهُ الطَّبَرَانِيُّ فِي 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’’عمرو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مر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مقام پر خطاب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اِسے دوست رکھے تو اُسے دوست رکھ اور جو اس سے عداو</w:t>
      </w:r>
      <w:r>
        <w:rPr>
          <w:rFonts w:hint="eastAsia"/>
          <w:rtl/>
        </w:rPr>
        <w:t>ت</w:t>
      </w:r>
      <w:r>
        <w:rPr>
          <w:rtl/>
        </w:rPr>
        <w:t xml:space="preserve"> رکھے تو اُس سے عداوت رکھ، اور جو اِس ک</w:t>
      </w:r>
      <w:r>
        <w:rPr>
          <w:rFonts w:hint="cs"/>
          <w:rtl/>
        </w:rPr>
        <w:t>ی</w:t>
      </w:r>
      <w:r>
        <w:rPr>
          <w:rtl/>
        </w:rPr>
        <w:t xml:space="preserve"> نصرت کرے اُس ک</w:t>
      </w:r>
      <w:r>
        <w:rPr>
          <w:rFonts w:hint="cs"/>
          <w:rtl/>
        </w:rPr>
        <w:t>ی</w:t>
      </w:r>
      <w:r>
        <w:rPr>
          <w:rtl/>
        </w:rPr>
        <w:t xml:space="preserve"> تو نصرت فرما، اور جو اِس ک</w:t>
      </w:r>
      <w:r>
        <w:rPr>
          <w:rFonts w:hint="cs"/>
          <w:rtl/>
        </w:rPr>
        <w:t>ی</w:t>
      </w:r>
      <w:r>
        <w:rPr>
          <w:rtl/>
        </w:rPr>
        <w:t xml:space="preserve"> اِعانت کرے تو اُس ک</w:t>
      </w:r>
      <w:r>
        <w:rPr>
          <w:rFonts w:hint="cs"/>
          <w:rtl/>
        </w:rPr>
        <w:t>ی</w:t>
      </w:r>
      <w:r>
        <w:rPr>
          <w:rtl/>
        </w:rPr>
        <w:t xml:space="preserve"> اِعانت فرما۔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43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5 / 192،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5059، و النسائی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’خصائص ام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المؤمن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علی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: 100، 101،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96،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104، 106،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، 4 / 170، وحسا</w:t>
      </w:r>
      <w:r>
        <w:rPr>
          <w:rFonts w:hint="eastAsia"/>
          <w:rtl/>
        </w:rPr>
        <w:t>م</w:t>
      </w:r>
      <w:r>
        <w:rPr>
          <w:rtl/>
        </w:rPr>
        <w:t xml:space="preserve">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کنزالعمال، 11 / 609،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32946.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44. عَن</w:t>
      </w:r>
      <w:r w:rsidRPr="00AA2774">
        <w:rPr>
          <w:rFonts w:hint="cs"/>
          <w:rtl/>
        </w:rPr>
        <w:t>ْ عُمَيْرِ بْنِ سَعْدٍ أنَّ عَلِيًّا جَمَعَ النَّاسَ فِي الرَّحْبَةِ وَ أنَا شَاهِدٌ، فَقَالَ : أنْشُدُ اﷲَ</w:t>
      </w:r>
      <w:r w:rsidRPr="00AA2774">
        <w:rPr>
          <w:rtl/>
        </w:rPr>
        <w:t xml:space="preserve"> رَجُلًا سَمِعَ رَسُو</w:t>
      </w:r>
      <w:r w:rsidRPr="00AA2774">
        <w:rPr>
          <w:rFonts w:hint="cs"/>
          <w:rtl/>
        </w:rPr>
        <w:t>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عليه وآله وسلم يَقُوْلُ : مَنْ کُنْتُ مَوْلَاهُ فَعَلِيٌّ مَوْلَاهُ، فَقَامَ ثَمَانِيَةَ عَشَرَ رَجُلًا </w:t>
      </w:r>
      <w:r w:rsidRPr="00AA2774">
        <w:rPr>
          <w:rFonts w:hint="eastAsia"/>
          <w:rtl/>
        </w:rPr>
        <w:t>فَشَ</w:t>
      </w:r>
      <w:r w:rsidRPr="00AA2774">
        <w:rPr>
          <w:rFonts w:hint="cs"/>
          <w:rtl/>
        </w:rPr>
        <w:t>هِدُوا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أنَّهُمْ سَمِعُوْا النَبِيٌّ صلی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عليه وآله وسلم يَقُوْلُ : ذَالِکَ. رَوَاهُ الهيثمي.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سعد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انہوں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کھلے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سنا کہ کس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سنا ہے کہ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ہے؟ تو اٹھارہ (18) افراد نے کھڑے ہو کر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44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108، و قال روا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و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سناد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حسن،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خ دمشق </w:t>
      </w:r>
      <w:r>
        <w:rPr>
          <w:rtl/>
        </w:rPr>
        <w:t>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158،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، 4 / 171، و ف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5 / 461، و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 العمال، 13 / 154، 155،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36480.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lastRenderedPageBreak/>
        <w:t>45. عَن</w:t>
      </w:r>
      <w:r w:rsidRPr="00AA2774">
        <w:rPr>
          <w:rFonts w:hint="cs"/>
          <w:rtl/>
        </w:rPr>
        <w:t>ْ زَيْدِ بْنِ أرْقَمَ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قَالَ : لَمَّا رَجَعَ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مِنْ حَجّ</w:t>
      </w:r>
      <w:r w:rsidRPr="00AA2774">
        <w:rPr>
          <w:rtl/>
        </w:rPr>
        <w:t>َةِ ال</w:t>
      </w:r>
      <w:r w:rsidRPr="00AA2774">
        <w:rPr>
          <w:rFonts w:hint="cs"/>
          <w:rtl/>
        </w:rPr>
        <w:t>ْوِدَاعِ وَ نَزَلَ غَدِيْرَ خُمٍّ، أمَرَ بِدَوْحَاتٍ، فَقُمْنَ، فَقَالَ : کَأنِّي قَدْ دُعِيْتُ فَأجَبْتُ، إِنِّيْ قَدْ تَرَکْتُ فِيْکُمُ ال</w:t>
      </w:r>
      <w:r w:rsidRPr="00AA2774">
        <w:rPr>
          <w:rFonts w:hint="eastAsia"/>
          <w:rtl/>
        </w:rPr>
        <w:t>ثَّقَلَ</w:t>
      </w:r>
      <w:r w:rsidRPr="00AA2774">
        <w:rPr>
          <w:rFonts w:hint="cs"/>
          <w:rtl/>
        </w:rPr>
        <w:t>يْنِ،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أحَدُهُمَا أکْبَرُ مِنَ الْآخَرِ : کِتَابُ اﷲِ</w:t>
      </w:r>
      <w:r w:rsidRPr="00AA2774">
        <w:rPr>
          <w:rtl/>
        </w:rPr>
        <w:t xml:space="preserve"> تَعَالٰ</w:t>
      </w:r>
      <w:r w:rsidRPr="00AA2774">
        <w:rPr>
          <w:rFonts w:hint="cs"/>
          <w:rtl/>
        </w:rPr>
        <w:t>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وَعِت</w:t>
      </w:r>
      <w:r w:rsidRPr="00AA2774">
        <w:rPr>
          <w:rFonts w:hint="cs"/>
          <w:rtl/>
        </w:rPr>
        <w:t>ْرَتِيْ، فَانْظُرُوْا کَيْفَ تُخْلِ</w:t>
      </w:r>
      <w:r w:rsidRPr="00AA2774">
        <w:rPr>
          <w:rtl/>
        </w:rPr>
        <w:t>فُو</w:t>
      </w:r>
      <w:r w:rsidRPr="00AA2774">
        <w:rPr>
          <w:rFonts w:hint="cs"/>
          <w:rtl/>
        </w:rPr>
        <w:t>ْنِيْ فِيْهِمَا، فَإِنَّهُمَا لَنْ يَتَفَرَّقَا حَتَّی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يَرِدَا عَلَيَّ الْحَوْضَ. ثُمَّ قَالَ : إِنَّ اﷲَ</w:t>
      </w:r>
      <w:r w:rsidRPr="00AA2774">
        <w:rPr>
          <w:rtl/>
        </w:rPr>
        <w:t xml:space="preserve"> عزوجل مَو</w:t>
      </w:r>
      <w:r w:rsidRPr="00AA2774">
        <w:rPr>
          <w:rFonts w:hint="cs"/>
          <w:rtl/>
        </w:rPr>
        <w:t>ْلَايَ وَ أنَا مَوْلَی</w:t>
      </w:r>
      <w:r w:rsidRPr="00AA2774">
        <w:rPr>
          <w:rtl/>
        </w:rPr>
        <w:t xml:space="preserve"> کَلِّ مُؤ</w:t>
      </w:r>
      <w:r w:rsidRPr="00AA2774">
        <w:rPr>
          <w:rFonts w:hint="cs"/>
          <w:rtl/>
        </w:rPr>
        <w:t>ْمِنٍ. ثُمَّ أخَذَ بِيَدِ عَلِيٍَّ، فَقَالَ : مَْن کُنْتُ مَوْلَاهُ فَهَذَا وَلِيُهُ، اللّٰهُمَّ! وَالِ مَ</w:t>
      </w:r>
      <w:r w:rsidRPr="00AA2774">
        <w:rPr>
          <w:rtl/>
        </w:rPr>
        <w:t>ن</w:t>
      </w:r>
      <w:r w:rsidRPr="00AA2774">
        <w:rPr>
          <w:rFonts w:hint="cs"/>
          <w:rtl/>
        </w:rPr>
        <w:t xml:space="preserve">ْ وَالَاهُ وَ عَادِ مَنْ عَادَاهُ. رَوَاهُ الْحَاکِمُ. </w:t>
      </w: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Fonts w:hint="eastAsia"/>
          <w:rtl/>
        </w:rPr>
        <w:t>وَ</w:t>
      </w:r>
      <w:r w:rsidRPr="00AA2774">
        <w:rPr>
          <w:rtl/>
        </w:rPr>
        <w:t xml:space="preserve"> قَالَ </w:t>
      </w:r>
      <w:r w:rsidRPr="00AA2774">
        <w:rPr>
          <w:rFonts w:hint="cs"/>
          <w:rtl/>
        </w:rPr>
        <w:t>هَذَا حَدِيْثٌ صَحِيْحٌ عَلٰی</w:t>
      </w:r>
      <w:r w:rsidRPr="00AA2774">
        <w:rPr>
          <w:rtl/>
        </w:rPr>
        <w:t xml:space="preserve"> شَر</w:t>
      </w:r>
      <w:r w:rsidRPr="00AA2774">
        <w:rPr>
          <w:rFonts w:hint="cs"/>
          <w:rtl/>
        </w:rPr>
        <w:t xml:space="preserve">ْطِ الشَّيْخَيْنِ.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حج</w:t>
      </w:r>
      <w:r>
        <w:rPr>
          <w:rFonts w:hint="cs"/>
          <w:rtl/>
        </w:rPr>
        <w:t>ۃ</w:t>
      </w:r>
      <w:r>
        <w:rPr>
          <w:rtl/>
        </w:rPr>
        <w:t xml:space="preserve"> الوداع سے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سائبان لگانے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’’مجھے لگتا ہے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مجھے (وصال کا) بلاوا آنے کو ہے،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 لوں گا۔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جارہا ہوں،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بڑھ کر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ان دونوں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روا رکھتے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حوضِ کوثر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۔‘‘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’’بے شک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مولا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مومن کا مولا ہوں۔‘‘ پھر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مولا</w:t>
      </w:r>
      <w:r>
        <w:rPr>
          <w:rtl/>
        </w:rPr>
        <w:t xml:space="preserve"> ہوں، اُس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ہے، اے اللہ! جو اِسے (عل</w:t>
      </w:r>
      <w:r>
        <w:rPr>
          <w:rFonts w:hint="cs"/>
          <w:rtl/>
        </w:rPr>
        <w:t>ی</w:t>
      </w:r>
      <w:r>
        <w:rPr>
          <w:rtl/>
        </w:rPr>
        <w:t xml:space="preserve"> کو) دوست رکھے اُسے تو دوست رکھ اور جو اِس سے عداوت رکھے اُس سے تو بھ</w:t>
      </w:r>
      <w:r>
        <w:rPr>
          <w:rFonts w:hint="cs"/>
          <w:rtl/>
        </w:rPr>
        <w:t>ی</w:t>
      </w:r>
      <w:r>
        <w:rPr>
          <w:rtl/>
        </w:rPr>
        <w:t xml:space="preserve"> عداوت رکھ۔‘‘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اور امام مسلم ک</w:t>
      </w:r>
      <w:r>
        <w:rPr>
          <w:rFonts w:hint="cs"/>
          <w:rtl/>
        </w:rPr>
        <w:t>ی</w:t>
      </w:r>
      <w:r>
        <w:rPr>
          <w:rtl/>
        </w:rPr>
        <w:t xml:space="preserve"> شرائط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45 : </w:t>
      </w:r>
      <w:r w:rsidRPr="007E675A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الحاکم ف</w:t>
      </w:r>
      <w:r>
        <w:rPr>
          <w:rFonts w:hint="cs"/>
          <w:rtl/>
        </w:rPr>
        <w:t>ی</w:t>
      </w:r>
      <w:r>
        <w:rPr>
          <w:rtl/>
        </w:rPr>
        <w:t xml:space="preserve"> المستدرک، 3 / 109،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 رقم : 4576، والنسائ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السنن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5 / 45، 130،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 رقم : 8148، 8464، والطبران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ر، 5 / 166،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4969.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46. عنِ اب</w:t>
      </w:r>
      <w:r w:rsidRPr="00AA2774">
        <w:rPr>
          <w:rFonts w:hint="cs"/>
          <w:rtl/>
        </w:rPr>
        <w:t>ْنِ وَاثِلَةَ أنَّهُ سَمِعَ زَيْدَ بْنَ أرْقَمَ، يَقُوْلُ : نَزَلَ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بَيْنَ مَکَّةَ وَ الْمَدِيْنَةِ عِنْدَ شَجَرَاتٍ خَمْسٍ دَوْحَاتٍ عِظَامٍ، فَکَنَّسَ النَّاس</w:t>
      </w:r>
      <w:r w:rsidRPr="00AA2774">
        <w:rPr>
          <w:rtl/>
        </w:rPr>
        <w:t>ُ مَا تَح</w:t>
      </w:r>
      <w:r w:rsidRPr="00AA2774">
        <w:rPr>
          <w:rFonts w:hint="cs"/>
          <w:rtl/>
        </w:rPr>
        <w:t>ْتَ الشَّجَرَاتِ، ثُمَّ رَاحَ رَسُوْلُ اﷲ</w:t>
      </w:r>
      <w:r w:rsidRPr="00AA2774">
        <w:rPr>
          <w:rtl/>
        </w:rPr>
        <w:t>ِ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عَشِيَةً، فَصَلَّی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ثُمَّ قَامَ خَطِ</w:t>
      </w:r>
      <w:r w:rsidRPr="00AA2774">
        <w:rPr>
          <w:rFonts w:hint="cs"/>
          <w:rtl/>
        </w:rPr>
        <w:t>يْباً فَحَمِدَ اﷲَ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>أثْنَی</w:t>
      </w:r>
      <w:r w:rsidRPr="00AA2774">
        <w:rPr>
          <w:rtl/>
        </w:rPr>
        <w:t xml:space="preserve"> عَلَ</w:t>
      </w:r>
      <w:r w:rsidRPr="00AA2774">
        <w:rPr>
          <w:rFonts w:hint="cs"/>
          <w:rtl/>
        </w:rPr>
        <w:t>يْهِ وَ ذَکَرَ وَ وَعَظَ، فَقَالَ : مَا شَاءَ اﷲُ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 xml:space="preserve">أنْ يَقُوْلَ : ثُمَّ قَالَ : أيُهَا النَّاسُ! إِنِّي تَارِکٌ </w:t>
      </w:r>
      <w:r w:rsidRPr="00AA2774">
        <w:rPr>
          <w:rtl/>
        </w:rPr>
        <w:t>فِ</w:t>
      </w:r>
      <w:r w:rsidRPr="00AA2774">
        <w:rPr>
          <w:rFonts w:hint="cs"/>
          <w:rtl/>
        </w:rPr>
        <w:t>يْکُمْ أمْرَيْنِ، لَنْ تَضِلُّوْا إِنِ اتَّبَعْت</w:t>
      </w:r>
      <w:r w:rsidRPr="00AA2774">
        <w:rPr>
          <w:rFonts w:hint="eastAsia"/>
          <w:rtl/>
        </w:rPr>
        <w:t>َمُو</w:t>
      </w:r>
      <w:r w:rsidRPr="00AA2774">
        <w:rPr>
          <w:rFonts w:hint="cs"/>
          <w:rtl/>
        </w:rPr>
        <w:t>ْهُمَا،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>هُمَا کِتَابُ اﷲِ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>أهْلُ بَيْتِي عِتْرَتِي، ثُمَّ قَالَ : أتَعْلَمُوْنَ أنِّي أوْلٰی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 مِنْ أنْفُسِهُمْ؟ ثَلاَثَ مَرَّاتٍ، قَالُوْا : نَعَمْ، فَقَالَ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</w:t>
      </w:r>
      <w:r w:rsidRPr="00AA2774">
        <w:rPr>
          <w:rtl/>
        </w:rPr>
        <w:t>ل</w:t>
      </w:r>
      <w:r w:rsidRPr="00AA2774">
        <w:rPr>
          <w:rFonts w:hint="cs"/>
          <w:rtl/>
        </w:rPr>
        <w:t>يه وآله وسلم : مَنْ کُنْتُ مَوْلَاهُ فَعَلِيٌّ مَ</w:t>
      </w:r>
      <w:r w:rsidRPr="00AA2774">
        <w:rPr>
          <w:rFonts w:hint="eastAsia"/>
          <w:rtl/>
        </w:rPr>
        <w:t>و</w:t>
      </w:r>
      <w:r w:rsidRPr="00AA2774">
        <w:rPr>
          <w:rFonts w:hint="cs"/>
          <w:rtl/>
        </w:rPr>
        <w:t>ْلَاهُ</w:t>
      </w:r>
      <w:r w:rsidRPr="00AA2774">
        <w:rPr>
          <w:rtl/>
        </w:rPr>
        <w:t>. رَوَا</w:t>
      </w:r>
      <w:r w:rsidRPr="00AA2774">
        <w:rPr>
          <w:rFonts w:hint="cs"/>
          <w:rtl/>
        </w:rPr>
        <w:t xml:space="preserve">هُ الْحَاکِمُ </w:t>
      </w: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Fonts w:hint="eastAsia"/>
          <w:rtl/>
        </w:rPr>
        <w:t>وَقَالَ</w:t>
      </w:r>
      <w:r w:rsidRPr="00AA2774">
        <w:rPr>
          <w:rtl/>
        </w:rPr>
        <w:t xml:space="preserve"> حَدِ</w:t>
      </w:r>
      <w:r w:rsidRPr="00AA2774">
        <w:rPr>
          <w:rFonts w:hint="cs"/>
          <w:rtl/>
        </w:rPr>
        <w:t>يثُ بُرَيْدَةَ الْأسْلَمِيِّ صَحِيْحٌ عَلٰی</w:t>
      </w:r>
      <w:r w:rsidRPr="00AA2774">
        <w:rPr>
          <w:rtl/>
        </w:rPr>
        <w:t xml:space="preserve"> شَر</w:t>
      </w:r>
      <w:r w:rsidRPr="00AA2774">
        <w:rPr>
          <w:rFonts w:hint="cs"/>
          <w:rtl/>
        </w:rPr>
        <w:t xml:space="preserve">ْطِ الشَّيْخَيْنِ.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ابن واثلہ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اُنہوں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سنا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پانچ بڑے گھنے درختوں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پڑاؤ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درختوں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</w:t>
      </w:r>
      <w:r>
        <w:rPr>
          <w:rFonts w:hint="eastAsia"/>
          <w:rtl/>
        </w:rPr>
        <w:t>ے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نماز ادا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خطاب فرمانے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کھڑے ہوئے۔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 و ثنا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جو اللہ تعال</w:t>
      </w:r>
      <w:r>
        <w:rPr>
          <w:rFonts w:hint="cs"/>
          <w:rtl/>
        </w:rPr>
        <w:t>یٰ</w:t>
      </w:r>
      <w:r>
        <w:rPr>
          <w:rtl/>
        </w:rPr>
        <w:t xml:space="preserve"> نے چاہا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مہارے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جا رہا ہوں، جب تک تم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گے کبھ</w:t>
      </w:r>
      <w:r>
        <w:rPr>
          <w:rFonts w:hint="cs"/>
          <w:rtl/>
        </w:rPr>
        <w:t>ی</w:t>
      </w:r>
      <w:r>
        <w:rPr>
          <w:rtl/>
        </w:rPr>
        <w:t xml:space="preserve">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ہوگے اور وہ (دو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اللہ ک</w:t>
      </w:r>
      <w:r>
        <w:rPr>
          <w:rFonts w:hint="cs"/>
          <w:rtl/>
        </w:rPr>
        <w:t>ی</w:t>
      </w:r>
      <w:r>
        <w:rPr>
          <w:rtl/>
        </w:rPr>
        <w:t xml:space="preserve"> کتاب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عترت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مومنوں 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ہوں؟‘‘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سب نے کہا : ج</w:t>
      </w:r>
      <w:r>
        <w:rPr>
          <w:rFonts w:hint="cs"/>
          <w:rtl/>
        </w:rPr>
        <w:t>ی</w:t>
      </w:r>
      <w:r>
        <w:rPr>
          <w:rtl/>
        </w:rPr>
        <w:t xml:space="preserve"> ہاں!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: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ومسلم ک</w:t>
      </w:r>
      <w:r>
        <w:rPr>
          <w:rFonts w:hint="cs"/>
          <w:rtl/>
        </w:rPr>
        <w:t>ی</w:t>
      </w:r>
      <w:r>
        <w:rPr>
          <w:rtl/>
        </w:rPr>
        <w:t xml:space="preserve"> شرائط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46 : </w:t>
      </w:r>
      <w:r w:rsidRPr="007E675A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الحاکم ف</w:t>
      </w:r>
      <w:r>
        <w:rPr>
          <w:rFonts w:hint="cs"/>
          <w:rtl/>
        </w:rPr>
        <w:t>ی</w:t>
      </w:r>
      <w:r>
        <w:rPr>
          <w:rtl/>
        </w:rPr>
        <w:t xml:space="preserve"> المستدرک، 3 / 109، 110،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 رقم : 4577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47. عَن</w:t>
      </w:r>
      <w:r w:rsidRPr="00AA2774">
        <w:rPr>
          <w:rFonts w:hint="cs"/>
          <w:rtl/>
        </w:rPr>
        <w:t>ْ زَيْدِ بْنِ أَرْقَمَ ر</w:t>
      </w:r>
      <w:r w:rsidRPr="00AA2774">
        <w:rPr>
          <w:rtl/>
        </w:rPr>
        <w:t>ض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عنه، قَالَ : خَرَجْنَا مَعَ رَسُوْلِ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حَتَّی</w:t>
      </w:r>
      <w:r w:rsidRPr="00AA2774">
        <w:rPr>
          <w:rtl/>
        </w:rPr>
        <w:t xml:space="preserve"> ان</w:t>
      </w:r>
      <w:r w:rsidRPr="00AA2774">
        <w:rPr>
          <w:rFonts w:hint="cs"/>
          <w:rtl/>
        </w:rPr>
        <w:t>ْتَهَيْنَا إِلَی</w:t>
      </w:r>
      <w:r w:rsidRPr="00AA2774">
        <w:rPr>
          <w:rtl/>
        </w:rPr>
        <w:t xml:space="preserve"> غَدِ</w:t>
      </w:r>
      <w:r w:rsidRPr="00AA2774">
        <w:rPr>
          <w:rFonts w:hint="cs"/>
          <w:rtl/>
        </w:rPr>
        <w:t>يْر خُمٍّ، فَأَمَرَ بِرَوْحٍِ فَکَسَحَ فِي يَوْمٍ مَا أَتَی</w:t>
      </w:r>
      <w:r w:rsidRPr="00AA2774">
        <w:rPr>
          <w:rtl/>
        </w:rPr>
        <w:t xml:space="preserve"> عَلَ</w:t>
      </w:r>
      <w:r w:rsidRPr="00AA2774">
        <w:rPr>
          <w:rFonts w:hint="cs"/>
          <w:rtl/>
        </w:rPr>
        <w:t>يْنَا يَوْمٌ کَانَ أَشَدُّ حَرًا مِنْهُ، فَحَمِدَ اﷲَ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>أ</w:t>
      </w:r>
      <w:r w:rsidRPr="00AA2774">
        <w:rPr>
          <w:rFonts w:hint="eastAsia"/>
          <w:rtl/>
        </w:rPr>
        <w:t>َث</w:t>
      </w:r>
      <w:r w:rsidRPr="00AA2774">
        <w:rPr>
          <w:rFonts w:hint="cs"/>
          <w:rtl/>
        </w:rPr>
        <w:t>ْنيَ</w:t>
      </w:r>
      <w:r w:rsidRPr="00AA2774">
        <w:rPr>
          <w:rtl/>
        </w:rPr>
        <w:t xml:space="preserve"> عَلَ</w:t>
      </w:r>
      <w:r w:rsidRPr="00AA2774">
        <w:rPr>
          <w:rFonts w:hint="cs"/>
          <w:rtl/>
        </w:rPr>
        <w:t>يْهِ، وَ قَالَ : يَا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أَيُهَا النَّاسُ! أَنَّهُ لَمْ يُبْعَثْ نَبِيٌّ قَطُّ إِلَّا مَا عَاشَ نِصْفَ مَا عَاشَ الَّذِيْ کَانَ قَبْلَهُ وَ إِنِّيْ أوْشِکُ أَنْ أدْعٰی</w:t>
      </w:r>
      <w:r w:rsidRPr="00AA2774">
        <w:rPr>
          <w:rtl/>
        </w:rPr>
        <w:t xml:space="preserve"> فَ</w:t>
      </w:r>
      <w:r w:rsidRPr="00AA2774">
        <w:rPr>
          <w:rFonts w:hint="cs"/>
          <w:rtl/>
        </w:rPr>
        <w:t>أجِيْبَ، وَ إِنِّيْ تَارِکٌ فِيْکُمْ مَا لَنْ تَضِلُّوْا بَعْدَهُ کِتَابُ اﷲِ</w:t>
      </w:r>
      <w:r w:rsidRPr="00AA2774">
        <w:rPr>
          <w:rtl/>
        </w:rPr>
        <w:t xml:space="preserve"> ع</w:t>
      </w:r>
      <w:r w:rsidRPr="00AA2774">
        <w:rPr>
          <w:rFonts w:hint="eastAsia"/>
          <w:rtl/>
        </w:rPr>
        <w:t>زوجل</w:t>
      </w:r>
      <w:r w:rsidRPr="00AA2774">
        <w:rPr>
          <w:rtl/>
        </w:rPr>
        <w:t xml:space="preserve">. ثُمَّ قَامَ وَ </w:t>
      </w:r>
      <w:r w:rsidRPr="00AA2774">
        <w:rPr>
          <w:rFonts w:hint="cs"/>
          <w:rtl/>
        </w:rPr>
        <w:t>أَخَذَ بِي</w:t>
      </w:r>
      <w:r w:rsidRPr="00AA2774">
        <w:rPr>
          <w:rtl/>
        </w:rPr>
        <w:t>َدِ عَلِ</w:t>
      </w:r>
      <w:r w:rsidRPr="00AA2774">
        <w:rPr>
          <w:rFonts w:hint="cs"/>
          <w:rtl/>
        </w:rPr>
        <w:t>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، فَقَالَ : يَا أَيُهَا النَّاسُ! مَنْ أَوْليَ بِکُمْ مِنْ أَنْفُسِکُمْ؟ قَالُوْا : اﷲُ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ْلُهُ أَعْلَمُ، ألَسْتُ أوْلَی</w:t>
      </w:r>
      <w:r w:rsidRPr="00AA2774">
        <w:rPr>
          <w:rtl/>
        </w:rPr>
        <w:t xml:space="preserve"> بِکُم</w:t>
      </w:r>
      <w:r w:rsidRPr="00AA2774">
        <w:rPr>
          <w:rFonts w:hint="cs"/>
          <w:rtl/>
        </w:rPr>
        <w:t>ْ مِنْ أنْفُسِکُمْ؟ قَالَوْا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مَن</w:t>
      </w:r>
      <w:r w:rsidRPr="00AA2774">
        <w:rPr>
          <w:rFonts w:hint="cs"/>
          <w:rtl/>
        </w:rPr>
        <w:t xml:space="preserve">ْ کُنْتُ مَوْلَاهُ </w:t>
      </w:r>
      <w:r w:rsidRPr="00AA2774">
        <w:rPr>
          <w:rFonts w:hint="eastAsia"/>
          <w:rtl/>
        </w:rPr>
        <w:t>فَعَلِ</w:t>
      </w:r>
      <w:r w:rsidRPr="00AA2774">
        <w:rPr>
          <w:rFonts w:hint="cs"/>
          <w:rtl/>
        </w:rPr>
        <w:t>يٌّ</w:t>
      </w:r>
      <w:r w:rsidRPr="00AA2774">
        <w:rPr>
          <w:rtl/>
        </w:rPr>
        <w:t xml:space="preserve"> مَو</w:t>
      </w:r>
      <w:r w:rsidRPr="00AA2774">
        <w:rPr>
          <w:rFonts w:hint="cs"/>
          <w:rtl/>
        </w:rPr>
        <w:t xml:space="preserve">ْلَاهُ. رَوَاهُ الْحَاکِمُ. </w:t>
      </w: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Fonts w:hint="eastAsia"/>
          <w:rtl/>
        </w:rPr>
        <w:t>وَقَالَ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 xml:space="preserve">هَذَا حَدِيْثٌ صَحِيْحُ اْلإِسْنَادِ.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نکلے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پہنچ گئے۔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سائبان لگانے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دن تھکاوٹ محسوس کر رہے تھے اور ہمارے ا</w:t>
      </w:r>
      <w:r>
        <w:rPr>
          <w:rFonts w:hint="eastAsia"/>
          <w:rtl/>
        </w:rPr>
        <w:t>وپر</w:t>
      </w:r>
      <w:r>
        <w:rPr>
          <w:rtl/>
        </w:rPr>
        <w:t xml:space="preserve"> اس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گرم دن اس سے پہلے نہ گزرا تھا۔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اللہ ک</w:t>
      </w:r>
      <w:r>
        <w:rPr>
          <w:rFonts w:hint="cs"/>
          <w:rtl/>
        </w:rPr>
        <w:t>ی</w:t>
      </w:r>
      <w:r>
        <w:rPr>
          <w:rtl/>
        </w:rPr>
        <w:t xml:space="preserve"> حمد و ثنا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’’اے لوگو! اللہ تعال</w:t>
      </w:r>
      <w:r>
        <w:rPr>
          <w:rFonts w:hint="cs"/>
          <w:rtl/>
        </w:rPr>
        <w:t>یٰ</w:t>
      </w:r>
      <w:r>
        <w:rPr>
          <w:rtl/>
        </w:rPr>
        <w:t xml:space="preserve"> نے جتنے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ہر نب</w:t>
      </w:r>
      <w:r>
        <w:rPr>
          <w:rFonts w:hint="cs"/>
          <w:rtl/>
        </w:rPr>
        <w:t>ی</w:t>
      </w:r>
      <w:r>
        <w:rPr>
          <w:rtl/>
        </w:rPr>
        <w:t xml:space="preserve"> نے اپنے سے پہلے نب</w:t>
      </w:r>
      <w:r>
        <w:rPr>
          <w:rFonts w:hint="cs"/>
          <w:rtl/>
        </w:rPr>
        <w:t>ی</w:t>
      </w:r>
      <w:r>
        <w:rPr>
          <w:rtl/>
        </w:rPr>
        <w:t xml:space="preserve"> سے نصف زندگ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مجھے لگتا ہے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مجھے (وصال کا) بلاوا آن</w:t>
      </w:r>
      <w:r>
        <w:rPr>
          <w:rFonts w:hint="eastAsia"/>
          <w:rtl/>
        </w:rPr>
        <w:t>ے</w:t>
      </w:r>
      <w:r>
        <w:rPr>
          <w:rtl/>
        </w:rPr>
        <w:t xml:space="preserve"> کو ہے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 لوں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اندر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چھوڑے جا رہا ہوں کہ اُس کے ہوتے </w:t>
      </w:r>
      <w:r>
        <w:rPr>
          <w:rtl/>
        </w:rPr>
        <w:lastRenderedPageBreak/>
        <w:t>ہوئے تم ہرگز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گے، وہ کتاب ا</w:t>
      </w:r>
      <w:r>
        <w:rPr>
          <w:rFonts w:hint="cs"/>
          <w:rtl/>
        </w:rPr>
        <w:t>ﷲ</w:t>
      </w:r>
      <w:r>
        <w:rPr>
          <w:rtl/>
        </w:rPr>
        <w:t xml:space="preserve"> ہے۔‘‘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کھڑے ہوئے اور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تھام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’’اے لوگو! کون ہے جو تمہار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انوں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ہے؟‘‘ سب نے کہا : اللہ اور اُس کا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(پھر)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ہوں؟‘‘ اُنہوں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ہے۔‘‘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47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الحاکم فی</w:t>
      </w:r>
      <w:r>
        <w:rPr>
          <w:rtl/>
        </w:rPr>
        <w:t xml:space="preserve"> المستدرک، 3 / 533،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6272، والطبرانی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المعجم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5 / 171، 172،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4986.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48. عَن</w:t>
      </w:r>
      <w:r w:rsidRPr="00AA2774">
        <w:rPr>
          <w:rFonts w:hint="cs"/>
          <w:rtl/>
        </w:rPr>
        <w:t>ْ رَفَاعَةَ بْنِ إِيَاسٍ الضَّبِّيِّ، عَنْ أبِيْهِ، عَنْ جَدِّهِ، قَالَ : کُنَّا مَعَ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يَوْمَ الْجَمَلِ، فَبَعَثَ إِلَی</w:t>
      </w:r>
      <w:r w:rsidRPr="00AA2774">
        <w:rPr>
          <w:rtl/>
        </w:rPr>
        <w:t xml:space="preserve"> طَل</w:t>
      </w:r>
      <w:r w:rsidRPr="00AA2774">
        <w:rPr>
          <w:rFonts w:hint="cs"/>
          <w:rtl/>
        </w:rPr>
        <w:t>ْحَة</w:t>
      </w:r>
      <w:r w:rsidRPr="00AA2774">
        <w:rPr>
          <w:rtl/>
        </w:rPr>
        <w:t>َ ب</w:t>
      </w:r>
      <w:r w:rsidRPr="00AA2774">
        <w:rPr>
          <w:rFonts w:hint="cs"/>
          <w:rtl/>
        </w:rPr>
        <w:t>ْنِ عُبَيْدِ اﷲِ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أنْ إِلْقَنِيْ، فَأتَاهُ طَلْحَةُ، فَقَالَ : نَشَدْتُکَ اﷲَ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هَلْ سَمِعْتَ رَسُوْل</w:t>
      </w:r>
      <w:r w:rsidRPr="00AA2774">
        <w:rPr>
          <w:rFonts w:hint="eastAsia"/>
          <w:rtl/>
        </w:rPr>
        <w:t>َ</w:t>
      </w:r>
      <w:r w:rsidRPr="00AA2774">
        <w:rPr>
          <w:rtl/>
        </w:rPr>
        <w:t xml:space="preserve"> ا</w:t>
      </w:r>
      <w:r w:rsidRPr="00AA2774">
        <w:rPr>
          <w:rFonts w:hint="cs"/>
          <w:rtl/>
        </w:rPr>
        <w:t>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: مَنْ کُنْتُ مَوْلَاهُ فَعَلِيٌّ مَوْلَاهُ، اللّٰهُمَّ وَالِ مَنْ وَالَاهُ وَ عَادِ مَنْ عَادَاهُ؟ قَالَ : نَعَمْ،</w:t>
      </w:r>
      <w:r w:rsidRPr="00AA2774">
        <w:rPr>
          <w:rtl/>
        </w:rPr>
        <w:t xml:space="preserve"> قَالَ : فَلِمَ تُقَاتِلُنِ</w:t>
      </w:r>
      <w:r w:rsidRPr="00AA2774">
        <w:rPr>
          <w:rFonts w:hint="cs"/>
          <w:rtl/>
        </w:rPr>
        <w:t xml:space="preserve">يْ؟ قَالَ : لَمْ أذْکُرْ، قَالَ : فَانْصَرَفَ طَلْحَةُ. رَوَاهُ الْحَاکِمُ.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رفاعہ بن ا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ضب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سے اور وہ اپنے دادا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جمل کے دن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ساتھ تھے۔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طلحہ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ک</w:t>
      </w:r>
      <w:r>
        <w:rPr>
          <w:rFonts w:hint="cs"/>
          <w:rtl/>
        </w:rPr>
        <w:t>ی</w:t>
      </w:r>
      <w:r>
        <w:rPr>
          <w:rtl/>
        </w:rPr>
        <w:t xml:space="preserve"> طرف ملاقات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پس طلحہ اُن کے پاس آئے۔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: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اللہ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سنا ہے کہ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تو اُسے دوست رکھ، جواُس سے عداوت رکھے تو اُس سے عداوت رکھ؟‘‘ حضرت طلحہ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: ہاں!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: ’’تو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جنگ کرتے ہو؟‘‘ طلحہ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: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نے کہا : (اُس کے بعد) طلحہ رض</w:t>
      </w:r>
      <w:r>
        <w:rPr>
          <w:rFonts w:hint="cs"/>
          <w:rtl/>
        </w:rPr>
        <w:t>ی</w:t>
      </w:r>
      <w:r>
        <w:rPr>
          <w:rtl/>
        </w:rPr>
        <w:t xml:space="preserve"> اللہ عنہ واپس لوٹ گئے۔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48 : </w:t>
      </w:r>
      <w:r w:rsidRPr="007E675A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الحاکم ف</w:t>
      </w:r>
      <w:r>
        <w:rPr>
          <w:rFonts w:hint="cs"/>
          <w:rtl/>
        </w:rPr>
        <w:t>ی</w:t>
      </w:r>
      <w:r>
        <w:rPr>
          <w:rtl/>
        </w:rPr>
        <w:t xml:space="preserve"> المستدرک، 3 / 371،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 رقم : 5594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49. عَن</w:t>
      </w:r>
      <w:r w:rsidRPr="00AA2774">
        <w:rPr>
          <w:rFonts w:hint="cs"/>
          <w:rtl/>
        </w:rPr>
        <w:t>ْ جَابِرِ بْنِ عَبْدِ اﷲِ</w:t>
      </w:r>
      <w:r w:rsidRPr="00AA2774">
        <w:rPr>
          <w:rtl/>
        </w:rPr>
        <w:t xml:space="preserve"> رض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</w:t>
      </w:r>
      <w:r w:rsidRPr="00AA2774">
        <w:rPr>
          <w:rFonts w:hint="cs"/>
          <w:rtl/>
        </w:rPr>
        <w:t>ﷲ</w:t>
      </w:r>
      <w:r w:rsidRPr="00AA2774">
        <w:rPr>
          <w:rtl/>
        </w:rPr>
        <w:t xml:space="preserve"> عن</w:t>
      </w:r>
      <w:r w:rsidRPr="00AA2774">
        <w:rPr>
          <w:rFonts w:hint="cs"/>
          <w:rtl/>
        </w:rPr>
        <w:t>هما قَالَ : کَنَّا بِالْجَحْفَةِ بِغَدِيْرِ خُمٍّ إِذْ خَرَجَ عَلَيْنَا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وسلم، فَأخَذَ بِيَدِ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فَقَالَ : مَنْ کُنْتُ مَوْلَاهُ فَعَلِيٌّ مَوْلَاهُ. رَوَاهُ ابْنُ أ</w:t>
      </w:r>
      <w:r w:rsidRPr="00AA2774">
        <w:rPr>
          <w:rFonts w:hint="eastAsia"/>
          <w:rtl/>
        </w:rPr>
        <w:t>َبِ</w:t>
      </w:r>
      <w:r w:rsidRPr="00AA2774">
        <w:rPr>
          <w:rFonts w:hint="cs"/>
          <w:rtl/>
        </w:rPr>
        <w:t>يْ</w:t>
      </w:r>
      <w:r w:rsidRPr="00AA2774">
        <w:rPr>
          <w:rtl/>
        </w:rPr>
        <w:t xml:space="preserve"> شَ</w:t>
      </w:r>
      <w:r w:rsidRPr="00AA2774">
        <w:rPr>
          <w:rFonts w:hint="cs"/>
          <w:rtl/>
        </w:rPr>
        <w:t xml:space="preserve">يْبَةَ.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جابر بن عبد اللہ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عنھما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ہم جحفہ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مقام پر تھے،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باہر ہمارے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لائے،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</w:t>
      </w:r>
      <w:r>
        <w:rPr>
          <w:rFonts w:hint="eastAsia"/>
          <w:rtl/>
        </w:rPr>
        <w:t>ں</w:t>
      </w:r>
      <w:r>
        <w:rPr>
          <w:rtl/>
        </w:rPr>
        <w:t xml:space="preserve">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بہ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49 : </w:t>
      </w:r>
      <w:r w:rsidRPr="007E675A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ب</w:t>
      </w:r>
      <w:r w:rsidRPr="007E675A">
        <w:rPr>
          <w:rFonts w:hint="cs"/>
          <w:rtl/>
        </w:rPr>
        <w:t>ه</w:t>
      </w:r>
      <w:r w:rsidRPr="007E182E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المصنف، 12 / 59،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 رقم : 12121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50. عَن</w:t>
      </w:r>
      <w:r w:rsidRPr="00AA2774">
        <w:rPr>
          <w:rFonts w:hint="cs"/>
          <w:rtl/>
        </w:rPr>
        <w:t>ْ أبِي يَزِيْدَ الْأوْدِيِّ عَنْ أبِيْهِ، قَالَ : دَخَلَ أبُوْهُرَيْرَةَ الْمَسْجِدَ فَاجْتَمَع إِلَيْهِ النَّاسُ، فَقَامَ إِلَيْهِ شَابٌ، فَقَالَ : أنْشُدُکَ بِاﷲِ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أسَمِعْتَ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: مَنْ کُنْتُ مَوْلَاهُ فَع</w:t>
      </w:r>
      <w:r w:rsidRPr="00AA2774">
        <w:rPr>
          <w:rFonts w:hint="eastAsia"/>
          <w:rtl/>
        </w:rPr>
        <w:t>َلِ</w:t>
      </w:r>
      <w:r w:rsidRPr="00AA2774">
        <w:rPr>
          <w:rFonts w:hint="cs"/>
          <w:rtl/>
        </w:rPr>
        <w:t>يٌّ</w:t>
      </w:r>
      <w:r w:rsidRPr="00AA2774">
        <w:rPr>
          <w:rtl/>
        </w:rPr>
        <w:t xml:space="preserve"> مَو</w:t>
      </w:r>
      <w:r w:rsidRPr="00AA2774">
        <w:rPr>
          <w:rFonts w:hint="cs"/>
          <w:rtl/>
        </w:rPr>
        <w:t>ْلَاهُ، اللّٰهُمَّ! وَالِ مَنْ وَالَاهُ. فَقَالَ : أشْهَدُ أنْ سَمِعْتُ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: مَنْ کُنْتُ مَوْلَاهُ فَعَلِيٌّ مَوْلَاهُ،</w:t>
      </w:r>
      <w:r w:rsidRPr="00AA2774">
        <w:rPr>
          <w:rtl/>
        </w:rPr>
        <w:t xml:space="preserve"> اللّٰ</w:t>
      </w:r>
      <w:r w:rsidRPr="00AA2774">
        <w:rPr>
          <w:rFonts w:hint="cs"/>
          <w:rtl/>
        </w:rPr>
        <w:t>هُمَّ! وَالِ مَنْ وَالَاهُ، وَ عَادِ مَنْ عَادَاهُ. رَوَاهُ أَبُوْيَعْلَی</w:t>
      </w:r>
      <w:r w:rsidRPr="00AA2774">
        <w:rPr>
          <w:rtl/>
        </w:rPr>
        <w:t xml:space="preserve"> فِ</w:t>
      </w:r>
      <w:r w:rsidRPr="00AA2774">
        <w:rPr>
          <w:rFonts w:hint="cs"/>
          <w:rtl/>
        </w:rPr>
        <w:t xml:space="preserve">ي </w:t>
      </w:r>
      <w:r w:rsidRPr="00AA2774">
        <w:rPr>
          <w:rFonts w:hint="eastAsia"/>
          <w:rtl/>
        </w:rPr>
        <w:t>مُس</w:t>
      </w:r>
      <w:r w:rsidRPr="00AA2774">
        <w:rPr>
          <w:rFonts w:hint="cs"/>
          <w:rtl/>
        </w:rPr>
        <w:t>ْنَدِهِ</w:t>
      </w:r>
      <w:r w:rsidRPr="00AA2774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اود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دفعہ) حضرت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لوگ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اردگرد جمع ہو گئے۔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نے کھڑے ہو کر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اللہ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حضور نب</w:t>
      </w:r>
      <w:r>
        <w:rPr>
          <w:rFonts w:hint="cs"/>
          <w:rtl/>
        </w:rPr>
        <w:t>ی</w:t>
      </w:r>
      <w:r>
        <w:rPr>
          <w:rtl/>
        </w:rPr>
        <w:t xml:space="preserve"> اکر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سنا ہے کہ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عل</w:t>
      </w:r>
      <w:r>
        <w:rPr>
          <w:rFonts w:hint="cs"/>
          <w:rtl/>
        </w:rPr>
        <w:t>ی</w:t>
      </w:r>
      <w:r>
        <w:rPr>
          <w:rtl/>
        </w:rPr>
        <w:t xml:space="preserve"> کو دوست رکھے اُسے تو دوست رکھ؟ اِس پر انہوں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رسولِ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ہے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اِسے دوست رکھے اُسے تو دوست رکھ اور جو اِس سے عداوت رکھے اُس سے تو عداوت رکھ۔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ابو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50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 xml:space="preserve">بو 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علی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11 / 307،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6423، و ابن ابی</w:t>
      </w:r>
      <w:r>
        <w:rPr>
          <w:rtl/>
        </w:rPr>
        <w:t xml:space="preserve"> ش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المصنف، 12 / 68،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12141،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175،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105، 106، و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 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، 4 / 174.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51. عَن</w:t>
      </w:r>
      <w:r w:rsidRPr="00AA2774">
        <w:rPr>
          <w:rFonts w:hint="cs"/>
          <w:rtl/>
        </w:rPr>
        <w:t>ْ عَامِرِ بْنِ سَعْدِ بْنِ أَبِي وَقَّاصٍ قَالَ : قَالَ سَعْدٌ : أَمَا وَاﷲِ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إِنِّيْ لَأَعْرِفُ عَلِيًّا وَمَا قَالَ لَهُ رَسُوْلُ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أَشْهَدُ لَقَالَ لِعَلِيٍّ يَوْمَ غَدِيْرِخُمٍّ وَ نَحْنُ قُعُوْدٌ مَعَهُ فَأَخَذَ بِضُبْع</w:t>
      </w:r>
      <w:r w:rsidRPr="00AA2774">
        <w:rPr>
          <w:rFonts w:hint="eastAsia"/>
          <w:rtl/>
        </w:rPr>
        <w:t>ِ</w:t>
      </w:r>
      <w:r w:rsidRPr="00AA2774">
        <w:rPr>
          <w:rFonts w:hint="cs"/>
          <w:rtl/>
        </w:rPr>
        <w:t>هِ</w:t>
      </w:r>
      <w:r w:rsidRPr="00AA2774">
        <w:rPr>
          <w:rtl/>
        </w:rPr>
        <w:t xml:space="preserve"> ثُمَّ قَامَ بِ</w:t>
      </w:r>
      <w:r w:rsidRPr="00AA2774">
        <w:rPr>
          <w:rFonts w:hint="cs"/>
          <w:rtl/>
        </w:rPr>
        <w:t>هِ ثُمَّ قَالَ أَيُهَاالنَّاسُ مَنْ مَوْلَاکُمْ قَالُوْا : اﷲُ</w:t>
      </w:r>
      <w:r w:rsidRPr="00AA2774">
        <w:rPr>
          <w:rtl/>
        </w:rPr>
        <w:t xml:space="preserve"> وَرَسُو</w:t>
      </w:r>
      <w:r w:rsidRPr="00AA2774">
        <w:rPr>
          <w:rFonts w:hint="cs"/>
          <w:rtl/>
        </w:rPr>
        <w:t>ْلُهُ أَعْلَمُ قَالَ : مَنْ کُنْتُ مَوْلَاهُ فَعَلِيٌّ مَوْلَاهُ اللَّهُمَّ عَادِ مَنْ عَادَاهُ وَوَالِ مَنْ وَالَاهُ. رَوَاهُ الشَّاشِيُّ فِي الْمُسْنَدِ</w:t>
      </w:r>
      <w:r w:rsidRPr="00AA2774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عامر بن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اور ان کے متعلق جو کچھ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اچھ</w:t>
      </w:r>
      <w:r>
        <w:rPr>
          <w:rFonts w:hint="cs"/>
          <w:rtl/>
        </w:rPr>
        <w:t>ی</w:t>
      </w:r>
      <w:r>
        <w:rPr>
          <w:rtl/>
        </w:rPr>
        <w:t xml:space="preserve"> طرح جانتا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حضور نب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eastAsia"/>
          <w:rtl/>
        </w:rPr>
        <w:t>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کرم ا</w:t>
      </w:r>
      <w:r>
        <w:rPr>
          <w:rFonts w:hint="cs"/>
          <w:rtl/>
        </w:rPr>
        <w:t>ﷲ</w:t>
      </w:r>
      <w:r>
        <w:rPr>
          <w:rtl/>
        </w:rPr>
        <w:t xml:space="preserve"> وجہہ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والے دن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وقت جب ہم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</w:t>
      </w:r>
      <w:r>
        <w:rPr>
          <w:rFonts w:hint="cs"/>
          <w:rtl/>
        </w:rPr>
        <w:t>ی</w:t>
      </w:r>
      <w:r>
        <w:rPr>
          <w:rtl/>
        </w:rPr>
        <w:t xml:space="preserve"> چادر کا کونہ پکڑا اور کھڑے ہوئے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لوگو! تمہارا مولا کون ہے؟ تو ص</w:t>
      </w:r>
      <w:r>
        <w:rPr>
          <w:rFonts w:hint="eastAsia"/>
          <w:rtl/>
        </w:rPr>
        <w:t>حابہ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اور اس کا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تو عل</w:t>
      </w:r>
      <w:r>
        <w:rPr>
          <w:rFonts w:hint="cs"/>
          <w:rtl/>
        </w:rPr>
        <w:t>ی</w:t>
      </w:r>
      <w:r>
        <w:rPr>
          <w:rtl/>
        </w:rPr>
        <w:t xml:space="preserve"> اس کا مولا ہے۔ اے ا</w:t>
      </w:r>
      <w:r>
        <w:rPr>
          <w:rFonts w:hint="cs"/>
          <w:rtl/>
        </w:rPr>
        <w:t>ﷲ</w:t>
      </w:r>
      <w:r>
        <w:rPr>
          <w:rtl/>
        </w:rPr>
        <w:t xml:space="preserve"> تو اس سے دشمن</w:t>
      </w:r>
      <w:r>
        <w:rPr>
          <w:rFonts w:hint="cs"/>
          <w:rtl/>
        </w:rPr>
        <w:t>ی</w:t>
      </w:r>
      <w:r>
        <w:rPr>
          <w:rtl/>
        </w:rPr>
        <w:t xml:space="preserve"> رکھ جو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 اور اس کو دوست بنا جو عل</w:t>
      </w:r>
      <w:r>
        <w:rPr>
          <w:rFonts w:hint="cs"/>
          <w:rtl/>
        </w:rPr>
        <w:t>ی</w:t>
      </w:r>
      <w:r>
        <w:rPr>
          <w:rtl/>
        </w:rPr>
        <w:t xml:space="preserve"> کو دوست بناتا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شاش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51 : </w:t>
      </w:r>
      <w:r w:rsidRPr="007E675A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الشاش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المسند، 1 / 165، 166، الحد</w:t>
      </w:r>
      <w:r w:rsidRPr="007E675A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106. </w:t>
      </w:r>
    </w:p>
    <w:p w:rsidR="001F16A4" w:rsidRDefault="001F16A4" w:rsidP="001F16A4">
      <w:pPr>
        <w:pStyle w:val="libNormal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52. عَن</w:t>
      </w:r>
      <w:r w:rsidRPr="00AA2774">
        <w:rPr>
          <w:rFonts w:hint="cs"/>
          <w:rtl/>
        </w:rPr>
        <w:t>ْ يَزِيْدَ بْنِ عُمَرَ بْنِ مُوْرِقٍ قَالَ : کُنْتُ بِالشَّامِ وَ عُمَرُ بْنُ عَبْدِالْعَزِيْزِ يُعْطِيْ النَّاسَ، فَتَقَدَّمْتُ إِلَيْهِ فَقَالَ لِي : مِمَّنْ أنْتَ؟ قُلْتُ : مِنْ قُرَيْشٍ، قَالَ : مِنْ أيِّ قُرَيْشٍ؟ قُلْتُ : مِنْ بَنِي هَاشِمٍ، ق</w:t>
      </w:r>
      <w:r w:rsidRPr="00AA2774">
        <w:rPr>
          <w:rFonts w:hint="eastAsia"/>
          <w:rtl/>
        </w:rPr>
        <w:t>َالَ</w:t>
      </w:r>
      <w:r w:rsidRPr="00AA2774">
        <w:rPr>
          <w:rtl/>
        </w:rPr>
        <w:t xml:space="preserve"> : مِن</w:t>
      </w:r>
      <w:r w:rsidRPr="00AA2774">
        <w:rPr>
          <w:rFonts w:hint="cs"/>
          <w:rtl/>
        </w:rPr>
        <w:t>ْ أيِّ بَنِي هَاشِمٍ؟ قَالَ : فَسَکَتُّ. فَقَالَ : مِنْ أَيِّ بَنِي هَاشِمٍ؟ قُلْتُ : مَوْلَی</w:t>
      </w:r>
      <w:r w:rsidRPr="00AA2774">
        <w:rPr>
          <w:rtl/>
        </w:rPr>
        <w:t xml:space="preserve"> عَلِ</w:t>
      </w:r>
      <w:r w:rsidRPr="00AA2774">
        <w:rPr>
          <w:rFonts w:hint="cs"/>
          <w:rtl/>
        </w:rPr>
        <w:t>يٍّ، قَالَ : مَنْ عَلِيٌّ؟ فَسَکَتُّ، قَالَ : فَوَضَعَ يَدَهُ عَلَی</w:t>
      </w:r>
      <w:r w:rsidRPr="00AA2774">
        <w:rPr>
          <w:rtl/>
        </w:rPr>
        <w:t xml:space="preserve"> صَد</w:t>
      </w:r>
      <w:r w:rsidRPr="00AA2774">
        <w:rPr>
          <w:rFonts w:hint="cs"/>
          <w:rtl/>
        </w:rPr>
        <w:t>ْرِيْ وَ قَالَ : وَ أنَا وَاﷲِ</w:t>
      </w:r>
      <w:r w:rsidRPr="00AA2774">
        <w:rPr>
          <w:rtl/>
        </w:rPr>
        <w:t xml:space="preserve"> مَو</w:t>
      </w:r>
      <w:r w:rsidRPr="00AA2774">
        <w:rPr>
          <w:rFonts w:hint="cs"/>
          <w:rtl/>
        </w:rPr>
        <w:t>ْلَی</w:t>
      </w:r>
      <w:r w:rsidRPr="00AA2774">
        <w:rPr>
          <w:rtl/>
        </w:rPr>
        <w:t xml:space="preserve"> عَلِ</w:t>
      </w:r>
      <w:r w:rsidRPr="00AA2774">
        <w:rPr>
          <w:rFonts w:hint="cs"/>
          <w:rtl/>
        </w:rPr>
        <w:t>يِّ بْنِ أبِي طَالِبٍ، ثُمَّ قَالَ</w:t>
      </w:r>
      <w:r w:rsidRPr="00AA2774">
        <w:rPr>
          <w:rtl/>
        </w:rPr>
        <w:t xml:space="preserve"> : حَدِّث</w:t>
      </w:r>
      <w:r w:rsidRPr="00AA2774">
        <w:rPr>
          <w:rFonts w:hint="cs"/>
          <w:rtl/>
        </w:rPr>
        <w:t>ْني عِدَّةً أنَّهُمْ سَمِعُوْا النَّبِيَّ صلی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: مَنْ کُنْتُ مَوْلَاهُ فَعَلِيٌّ مَوْلَاهُ، ثُمَّ قَالَ : يَا مَزَاحِمُ! کَمْ تُعْطِي أمْثَالَهُ؟ قَالَ : مِائَةً أوْ مِائَتَي دِرْهَمٍ، قَالَ : أَعْطِهِ خَمْسِيْنَ دِيْنَ</w:t>
      </w:r>
      <w:r w:rsidRPr="00AA2774">
        <w:rPr>
          <w:rFonts w:hint="eastAsia"/>
          <w:rtl/>
        </w:rPr>
        <w:t>ارًا،</w:t>
      </w:r>
      <w:r w:rsidRPr="00AA2774">
        <w:rPr>
          <w:rtl/>
        </w:rPr>
        <w:t xml:space="preserve"> وَقَالَ اب</w:t>
      </w:r>
      <w:r w:rsidRPr="00AA2774">
        <w:rPr>
          <w:rFonts w:hint="cs"/>
          <w:rtl/>
        </w:rPr>
        <w:t>ْنُ أبِي دَاؤُدَ : سِتِّيْنَ دِيْنَارًا لِوِلَايَتِهِ عَلِيَّ بْنَ أبِي طالب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 xml:space="preserve">ه عنه، ثُمَّ قَالَ : ألْحَقُ بِبَلِدِکَ فَسَيَأتِيْکَ مِثْلُ مَا يَأتِي نُظَرَاءَ کَ. رَوَاهُ أَبُوْنُعَيْمٍ.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عمر بن مورق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جب حضرت عمر 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لوگوں کو نواز رہے تھے۔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اُنہوں نے مجھ سے پوچھا کہ آپ کس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سے۔ اُنہوں نے پوچھا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 (ش</w:t>
      </w:r>
      <w:r>
        <w:rPr>
          <w:rFonts w:hint="eastAsia"/>
          <w:rtl/>
        </w:rPr>
        <w:t>اخ</w:t>
      </w:r>
      <w:r>
        <w:rPr>
          <w:rtl/>
        </w:rPr>
        <w:t>) سے؟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بن</w:t>
      </w:r>
      <w:r>
        <w:rPr>
          <w:rFonts w:hint="cs"/>
          <w:rtl/>
        </w:rPr>
        <w:t>ی</w:t>
      </w:r>
      <w:r>
        <w:rPr>
          <w:rtl/>
        </w:rPr>
        <w:t xml:space="preserve"> ہاشم سے۔ اُنہوں نے پوچھا کہ بن</w:t>
      </w:r>
      <w:r>
        <w:rPr>
          <w:rFonts w:hint="cs"/>
          <w:rtl/>
        </w:rPr>
        <w:t>ی</w:t>
      </w:r>
      <w:r>
        <w:rPr>
          <w:rtl/>
        </w:rPr>
        <w:t xml:space="preserve"> ہاشم کے کس (خاندان) سے؟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رہا۔ اُنہوں نے (پھر) پوچھا کہ بن</w:t>
      </w:r>
      <w:r>
        <w:rPr>
          <w:rFonts w:hint="cs"/>
          <w:rtl/>
        </w:rPr>
        <w:t>ی</w:t>
      </w:r>
      <w:r>
        <w:rPr>
          <w:rtl/>
        </w:rPr>
        <w:t xml:space="preserve"> ہاشم کے کس (خاندان) سے؟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مولا عل</w:t>
      </w:r>
      <w:r>
        <w:rPr>
          <w:rFonts w:hint="cs"/>
          <w:rtl/>
        </w:rPr>
        <w:t>ی</w:t>
      </w:r>
      <w:r>
        <w:rPr>
          <w:rtl/>
        </w:rPr>
        <w:t xml:space="preserve"> (کے خاندان سے)۔ اُنہوں نے پوچھا کہ عل</w:t>
      </w:r>
      <w:r>
        <w:rPr>
          <w:rFonts w:hint="cs"/>
          <w:rtl/>
        </w:rPr>
        <w:t>ی</w:t>
      </w:r>
      <w:r>
        <w:rPr>
          <w:rtl/>
        </w:rPr>
        <w:t xml:space="preserve"> کون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رہا۔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ہاتھ رکھا اور کہا : ’’بخدا!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کا غلام ہوں۔‘‘ اور پھر کہا کہ مجھے بے شمار لوگوں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اُنہوں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</w:t>
      </w:r>
      <w:r>
        <w:rPr>
          <w:rFonts w:hint="eastAsia"/>
          <w:rtl/>
        </w:rPr>
        <w:t>ُس</w:t>
      </w:r>
      <w:r>
        <w:rPr>
          <w:rtl/>
        </w:rPr>
        <w:t xml:space="preserve"> کا عل</w:t>
      </w:r>
      <w:r>
        <w:rPr>
          <w:rFonts w:hint="cs"/>
          <w:rtl/>
        </w:rPr>
        <w:t>ی</w:t>
      </w:r>
      <w:r>
        <w:rPr>
          <w:rtl/>
        </w:rPr>
        <w:t xml:space="preserve"> مولا ہے۔‘‘ پھر مزاحم سے پوچھا کہ اِس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لوگوں کو کتنا دے رہے ہو؟ تو اُس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سو (100)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سو (200) درہم. اِس پر اُنہوں نے کہا : ’’عل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قرابت ک</w:t>
      </w:r>
      <w:r>
        <w:rPr>
          <w:rFonts w:hint="cs"/>
          <w:rtl/>
        </w:rPr>
        <w:t>ی</w:t>
      </w:r>
      <w:r>
        <w:rPr>
          <w:rtl/>
        </w:rPr>
        <w:t xml:space="preserve"> وجہ سے اُسے پچاس (50)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دے دو، اور ابنِ اب</w:t>
      </w:r>
      <w:r>
        <w:rPr>
          <w:rFonts w:hint="cs"/>
          <w:rtl/>
        </w:rPr>
        <w:t>ی</w:t>
      </w:r>
      <w:r>
        <w:rPr>
          <w:rtl/>
        </w:rPr>
        <w:t xml:space="preserve"> داؤد ک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ساٹھ (60)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(اُن سے مخاطب ہو کر)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اپنے شہر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کے پاس آپ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لوگوں کے برابر حصہ پہنچ جائے گا۔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ابونع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52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بو نع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ة الاول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اء و طبقات الاصف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اء، 5 / 364،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الدمشق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48 / 233، و ابن عساکر،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69 / 127، ابن اث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اسد الغاب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معرفة الصحاب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6 / 427، 428</w:t>
      </w:r>
    </w:p>
    <w:p w:rsidR="001F16A4" w:rsidRPr="00AA2774" w:rsidRDefault="001F16A4" w:rsidP="00AA2774">
      <w:pPr>
        <w:pStyle w:val="libArabic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53. عَن</w:t>
      </w:r>
      <w:r w:rsidRPr="00AA2774">
        <w:rPr>
          <w:rFonts w:hint="cs"/>
          <w:rtl/>
        </w:rPr>
        <w:t>ْ سَعْدِ بْنِ أبِي وَقَّاصٍ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عنه، قَالَ : لَقَدْ سَمِعْتُ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فِي عَلِيٍّ ثَلاَثَ خِصَالٍ، لِأَنْ يَکُوْنَ لِي وَاحِدَةٌ مِنْهُنَّ أَحَبُّ إِلَيَّ مِنْ حُمْرِ النَّعَمِ. سَمِعْتُهُ يَقُوْلُ : إِنَّهُ بِمَنْزِلَةِ هَارُوْنَ مِنْ مُوْسَی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إِلّ</w:t>
      </w:r>
      <w:r w:rsidRPr="00AA2774">
        <w:rPr>
          <w:rtl/>
        </w:rPr>
        <w:t xml:space="preserve">َا </w:t>
      </w:r>
      <w:r w:rsidRPr="00AA2774">
        <w:rPr>
          <w:rFonts w:hint="cs"/>
          <w:rtl/>
        </w:rPr>
        <w:t>أَنَّهُ لَا نَبِيَّ بَعْدِيْ، وَ سَمِعْتُهُ يَقُوْلُ : لَأُعْطِيَنَّ الرَّأيَةَ غَدًا رَجُلاً يُحِبُّ اﷲَ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ْلَهُ، وَ يُحِبُّهُ اﷲُ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ْلُهُ وَ سَمِعْتُهُ يَقُوْلُ : مَنْ کُنْتُ مَوْلَاهُ، فَعَلِيٌّ م</w:t>
      </w:r>
      <w:r w:rsidRPr="00AA2774">
        <w:rPr>
          <w:rFonts w:hint="eastAsia"/>
          <w:rtl/>
        </w:rPr>
        <w:t>َو</w:t>
      </w:r>
      <w:r w:rsidRPr="00AA2774">
        <w:rPr>
          <w:rFonts w:hint="cs"/>
          <w:rtl/>
        </w:rPr>
        <w:t>ْلَاهُ</w:t>
      </w:r>
      <w:r w:rsidRPr="00AA2774">
        <w:rPr>
          <w:rtl/>
        </w:rPr>
        <w:t>. رَوَا</w:t>
      </w:r>
      <w:r w:rsidRPr="00AA2774">
        <w:rPr>
          <w:rFonts w:hint="cs"/>
          <w:rtl/>
        </w:rPr>
        <w:t>هُ النَّسَائِيُّ وَ الشَّاش</w:t>
      </w:r>
      <w:r w:rsidRPr="00AA2774">
        <w:rPr>
          <w:rtl/>
        </w:rPr>
        <w:t>ِ</w:t>
      </w:r>
      <w:r w:rsidRPr="00AA2774">
        <w:rPr>
          <w:rFonts w:hint="cs"/>
          <w:rtl/>
        </w:rPr>
        <w:t xml:space="preserve">يُّ فِي الْمُسْنَدِ.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حامل ہوتا تو وہ مجھے سُرخ اُونٹوں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ہوت</w:t>
      </w:r>
      <w:r>
        <w:rPr>
          <w:rFonts w:hint="cs"/>
          <w:rtl/>
        </w:rPr>
        <w:t>ی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پر)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تھے، (وہ نب</w:t>
      </w:r>
      <w:r>
        <w:rPr>
          <w:rFonts w:hint="cs"/>
          <w:rtl/>
        </w:rPr>
        <w:t>ی</w:t>
      </w:r>
      <w:r>
        <w:rPr>
          <w:rtl/>
        </w:rPr>
        <w:t xml:space="preserve"> تھے)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اس شخص کو علم عطا کروں گا جو اللہ اور اُس کے رسول سے محبت کرتا ہے اور اللہ اور </w:t>
      </w:r>
      <w:r>
        <w:rPr>
          <w:rFonts w:hint="eastAsia"/>
          <w:rtl/>
        </w:rPr>
        <w:t>اس</w:t>
      </w:r>
      <w:r>
        <w:rPr>
          <w:rtl/>
        </w:rPr>
        <w:t xml:space="preserve"> کا رسول اس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۔‘‘ (راو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(اس موقع پر)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بھ</w:t>
      </w:r>
      <w:r>
        <w:rPr>
          <w:rFonts w:hint="cs"/>
          <w:rtl/>
        </w:rPr>
        <w:t>ی</w:t>
      </w:r>
      <w:r>
        <w:rPr>
          <w:rtl/>
        </w:rPr>
        <w:t xml:space="preserve"> سنا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نسائ</w:t>
      </w:r>
      <w:r>
        <w:rPr>
          <w:rFonts w:hint="cs"/>
          <w:rtl/>
        </w:rPr>
        <w:t>ی</w:t>
      </w:r>
      <w:r>
        <w:rPr>
          <w:rtl/>
        </w:rPr>
        <w:t xml:space="preserve"> اور شاش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53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النسائی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خصائص ام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المومن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علی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33، 34، 88،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10، 80، و الشاشی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1 / 165، 166،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106،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88، وحسام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’کنز العمال، 15 /</w:t>
      </w:r>
      <w:r>
        <w:rPr>
          <w:rtl/>
        </w:rPr>
        <w:t xml:space="preserve"> 163، ا</w:t>
      </w:r>
      <w:r>
        <w:rPr>
          <w:rFonts w:hint="eastAsia"/>
          <w:rtl/>
        </w:rPr>
        <w:t>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: 36496. </w:t>
      </w:r>
    </w:p>
    <w:p w:rsidR="001F16A4" w:rsidRPr="00AA2774" w:rsidRDefault="001F16A4" w:rsidP="00AA2774">
      <w:pPr>
        <w:pStyle w:val="libArabic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54. عَن</w:t>
      </w:r>
      <w:r w:rsidRPr="00AA2774">
        <w:rPr>
          <w:rFonts w:hint="cs"/>
          <w:rtl/>
        </w:rPr>
        <w:t>ْ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عنه، أنَّ النَّبِيَ صلی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قَامَ بِحَفْرَةِ الشَّجَرَةِ بِخُمٍّ، وَ هُوَ آخِذٌ بِيَدِ عَلِيٍّ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فَقَالَ : أيُهَا النَّاسُ! ألَسْتُمْ تَشْهَدُوْنَ أنَّ اﷲَ</w:t>
      </w:r>
      <w:r w:rsidRPr="00AA2774">
        <w:rPr>
          <w:rtl/>
        </w:rPr>
        <w:t xml:space="preserve"> رَبُّکُم</w:t>
      </w:r>
      <w:r w:rsidRPr="00AA2774">
        <w:rPr>
          <w:rFonts w:hint="cs"/>
          <w:rtl/>
        </w:rPr>
        <w:t>ْ؟ قَالُوْا</w:t>
      </w:r>
      <w:r w:rsidRPr="00AA2774">
        <w:rPr>
          <w:rtl/>
        </w:rPr>
        <w:t xml:space="preserve"> : بَلَ</w:t>
      </w:r>
      <w:r w:rsidRPr="00AA2774">
        <w:rPr>
          <w:rFonts w:hint="cs"/>
          <w:rtl/>
        </w:rPr>
        <w:t>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</w:t>
      </w:r>
      <w:r w:rsidRPr="00AA2774">
        <w:rPr>
          <w:rFonts w:hint="cs"/>
          <w:rtl/>
        </w:rPr>
        <w:t xml:space="preserve">ألَسْتُمْ </w:t>
      </w:r>
      <w:r w:rsidRPr="00AA2774">
        <w:rPr>
          <w:rFonts w:hint="eastAsia"/>
          <w:rtl/>
        </w:rPr>
        <w:t>تَش</w:t>
      </w:r>
      <w:r w:rsidRPr="00AA2774">
        <w:rPr>
          <w:rFonts w:hint="cs"/>
          <w:rtl/>
        </w:rPr>
        <w:t>ْهَدُوْنَ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أنَّ اﷲَ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ْلَهُ أوْلَی</w:t>
      </w:r>
      <w:r w:rsidRPr="00AA2774">
        <w:rPr>
          <w:rtl/>
        </w:rPr>
        <w:t xml:space="preserve"> بِکُم</w:t>
      </w:r>
      <w:r w:rsidRPr="00AA2774">
        <w:rPr>
          <w:rFonts w:hint="cs"/>
          <w:rtl/>
        </w:rPr>
        <w:t>ْ مِنْ أنْفُسِکُمْ. قَالُوْا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وَ </w:t>
      </w:r>
      <w:r w:rsidRPr="00AA2774">
        <w:rPr>
          <w:rFonts w:hint="cs"/>
          <w:rtl/>
        </w:rPr>
        <w:t>أنَّ اﷲَ</w:t>
      </w:r>
      <w:r w:rsidRPr="00AA2774">
        <w:rPr>
          <w:rtl/>
        </w:rPr>
        <w:t xml:space="preserve"> وَ رَسُو</w:t>
      </w:r>
      <w:r w:rsidRPr="00AA2774">
        <w:rPr>
          <w:rFonts w:hint="cs"/>
          <w:rtl/>
        </w:rPr>
        <w:t>ْلَهُ مُوْلَاکُمْ؟ قَالُوْا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فَمَن</w:t>
      </w:r>
      <w:r w:rsidRPr="00AA2774">
        <w:rPr>
          <w:rFonts w:hint="cs"/>
          <w:rtl/>
        </w:rPr>
        <w:t xml:space="preserve">ْ کُنْتُ مَوْلَاهُ فَإِنَّ هَذَا مَوْلَاهُ. رَوَاهُ ابْنُ أَبِي عَاصِمٍ </w:t>
      </w:r>
      <w:r w:rsidRPr="00AA2774">
        <w:rPr>
          <w:rtl/>
        </w:rPr>
        <w:t>وَ اب</w:t>
      </w:r>
      <w:r w:rsidRPr="00AA2774">
        <w:rPr>
          <w:rFonts w:hint="cs"/>
          <w:rtl/>
        </w:rPr>
        <w:t xml:space="preserve">ْنُ عَسَاکِرَ وَحُسَامُ الدِّيْنِ الْهِنْدِيُّّ.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مقامِ خم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کھڑے ہوئے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کاہاتھ پکڑا ہوا تھا۔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’’اے لوگو!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eastAsia"/>
          <w:rtl/>
        </w:rPr>
        <w:t>گواہ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اللہ تمہارا رب ہے؟‘‘ اُنہوں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گواہ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اللہ اور اس کا رسول تمہار</w:t>
      </w:r>
      <w:r>
        <w:rPr>
          <w:rFonts w:hint="cs"/>
          <w:rtl/>
        </w:rPr>
        <w:t>ی</w:t>
      </w:r>
      <w:r>
        <w:rPr>
          <w:rtl/>
        </w:rPr>
        <w:t xml:space="preserve"> جانوں سے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ں؟‘‘</w:t>
      </w:r>
      <w:r>
        <w:rPr>
          <w:rtl/>
        </w:rPr>
        <w:t xml:space="preserve"> اُنہوں نے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مولا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اب</w:t>
      </w:r>
      <w:r>
        <w:rPr>
          <w:rFonts w:hint="cs"/>
          <w:rtl/>
        </w:rPr>
        <w:t>ی</w:t>
      </w:r>
      <w:r>
        <w:rPr>
          <w:rtl/>
        </w:rPr>
        <w:t xml:space="preserve"> عاصم، ابن عساکر اور حسام الد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ن ھند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54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ابن ابی</w:t>
      </w:r>
      <w:r>
        <w:rPr>
          <w:rtl/>
        </w:rPr>
        <w:t xml:space="preserve"> عاصم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کتاب السن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: 603،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</w:t>
      </w:r>
      <w:r>
        <w:rPr>
          <w:rtl/>
        </w:rPr>
        <w:t>م : 1360،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161، 162، وحسام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’کنزالعمال، 13 / 140،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36441. </w:t>
      </w:r>
    </w:p>
    <w:p w:rsidR="001F16A4" w:rsidRPr="00AA2774" w:rsidRDefault="001F16A4" w:rsidP="00AA2774">
      <w:pPr>
        <w:pStyle w:val="libArabic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55. قَالَ رَسُو</w:t>
      </w:r>
      <w:r w:rsidRPr="00AA2774">
        <w:rPr>
          <w:rFonts w:hint="cs"/>
          <w:rtl/>
        </w:rPr>
        <w:t>ْلُ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: ألَا! إِنَّ اﷲَ</w:t>
      </w:r>
      <w:r w:rsidRPr="00AA2774">
        <w:rPr>
          <w:rtl/>
        </w:rPr>
        <w:t xml:space="preserve"> وَلِ</w:t>
      </w:r>
      <w:r w:rsidRPr="00AA2774">
        <w:rPr>
          <w:rFonts w:hint="cs"/>
          <w:rtl/>
        </w:rPr>
        <w:t>يِّي وَ أنَا وَلِيُّ کُلِّ مُؤْمِنٍ، مَنْ کُنْتُ مَوْلَاهُ فَعَل</w:t>
      </w:r>
      <w:r w:rsidRPr="00AA2774">
        <w:rPr>
          <w:rtl/>
        </w:rPr>
        <w:t>ِ</w:t>
      </w:r>
      <w:r w:rsidRPr="00AA2774">
        <w:rPr>
          <w:rFonts w:hint="cs"/>
          <w:rtl/>
        </w:rPr>
        <w:t xml:space="preserve">يٌّ مَوْلَاهُ. رَوَاهُ حُسَامُ الدِّيْنِ الْهِنْدِيُّ.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(حضور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) آگاہ رہو! بے شک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مؤمن کا ول</w:t>
      </w:r>
      <w:r>
        <w:rPr>
          <w:rFonts w:hint="cs"/>
          <w:rtl/>
        </w:rPr>
        <w:t>ی</w:t>
      </w:r>
      <w:r>
        <w:rPr>
          <w:rtl/>
        </w:rPr>
        <w:t xml:space="preserve"> ہوں، پس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حسام الد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ن ھند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55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’کنزالعمال، 11 / 608،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32945، و ابن حجر عسقلانی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7E675A">
        <w:rPr>
          <w:rFonts w:hint="cs"/>
          <w:rtl/>
        </w:rPr>
        <w:t>إ</w:t>
      </w:r>
      <w:r>
        <w:rPr>
          <w:rFonts w:hint="cs"/>
          <w:rtl/>
        </w:rPr>
        <w:t>صاب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تم</w:t>
      </w:r>
      <w:r w:rsidRPr="007E675A">
        <w:rPr>
          <w:rFonts w:hint="cs"/>
          <w:rtl/>
        </w:rPr>
        <w:t>يي</w:t>
      </w:r>
      <w:r>
        <w:rPr>
          <w:rFonts w:hint="cs"/>
          <w:rtl/>
        </w:rPr>
        <w:t>ز الصحاب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، 4 / 328</w:t>
      </w:r>
    </w:p>
    <w:p w:rsidR="001F16A4" w:rsidRPr="00AA2774" w:rsidRDefault="001F16A4" w:rsidP="00AA2774">
      <w:pPr>
        <w:pStyle w:val="libArabic"/>
        <w:rPr>
          <w:rtl/>
        </w:rPr>
      </w:pPr>
    </w:p>
    <w:p w:rsidR="001F16A4" w:rsidRPr="00AA2774" w:rsidRDefault="001F16A4" w:rsidP="00AA2774">
      <w:pPr>
        <w:pStyle w:val="libArabic"/>
        <w:rPr>
          <w:rtl/>
        </w:rPr>
      </w:pPr>
      <w:r w:rsidRPr="00AA2774">
        <w:rPr>
          <w:rtl/>
        </w:rPr>
        <w:t>56. عَن</w:t>
      </w:r>
      <w:r w:rsidRPr="00AA2774">
        <w:rPr>
          <w:rFonts w:hint="cs"/>
          <w:rtl/>
        </w:rPr>
        <w:t>ْ عَمَرِو بْنِ ذِيْ مُرٍّ وَ سَعِيْدِ بْنِ وَهْبٍ وَ عَنْ زَيْدِ بْنِ يَثِيْعَ قَالُوْا : سَمِعْنَا عَل</w:t>
      </w:r>
      <w:r w:rsidRPr="00AA2774">
        <w:rPr>
          <w:rtl/>
        </w:rPr>
        <w:t>ِ</w:t>
      </w:r>
      <w:r w:rsidRPr="00AA2774">
        <w:rPr>
          <w:rFonts w:hint="cs"/>
          <w:rtl/>
        </w:rPr>
        <w:t>يًّا يَقُوْلُ نَشَدْتُ اﷲَ</w:t>
      </w:r>
      <w:r w:rsidRPr="00AA2774">
        <w:rPr>
          <w:rtl/>
        </w:rPr>
        <w:t xml:space="preserve"> رَجُلاً سَمِعَ رَسُو</w:t>
      </w:r>
      <w:r w:rsidRPr="00AA2774">
        <w:rPr>
          <w:rFonts w:hint="cs"/>
          <w:rtl/>
        </w:rPr>
        <w:t>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يَقُوْلُ يَوْمَ غَدِيْرِ خُمٍّ، لَمَّا قَامَ، فَقَامَ ثَلَاثَةَ عَ</w:t>
      </w:r>
      <w:r w:rsidRPr="00AA2774">
        <w:rPr>
          <w:rFonts w:hint="eastAsia"/>
          <w:rtl/>
        </w:rPr>
        <w:t>شَرَ</w:t>
      </w:r>
      <w:r w:rsidRPr="00AA2774">
        <w:rPr>
          <w:rtl/>
        </w:rPr>
        <w:t xml:space="preserve"> رَجُلًا فَشَ</w:t>
      </w:r>
      <w:r w:rsidRPr="00AA2774">
        <w:rPr>
          <w:rFonts w:hint="cs"/>
          <w:rtl/>
        </w:rPr>
        <w:t>هِدُوْا أَنَّ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قَالَ : ألَسْتُ أوْلَی</w:t>
      </w:r>
      <w:r w:rsidRPr="00AA2774">
        <w:rPr>
          <w:rtl/>
        </w:rPr>
        <w:t xml:space="preserve"> بِال</w:t>
      </w:r>
      <w:r w:rsidRPr="00AA2774">
        <w:rPr>
          <w:rFonts w:hint="cs"/>
          <w:rtl/>
        </w:rPr>
        <w:t>ْمُؤْمِنِيْنَ م</w:t>
      </w:r>
      <w:r w:rsidRPr="00AA2774">
        <w:rPr>
          <w:rtl/>
        </w:rPr>
        <w:t>ِن</w:t>
      </w:r>
      <w:r w:rsidRPr="00AA2774">
        <w:rPr>
          <w:rFonts w:hint="cs"/>
          <w:rtl/>
        </w:rPr>
        <w:t>ْ أنْفُسِهِمْ؟ قَالُوْا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يَا رَسُوْلَ اﷲِ</w:t>
      </w:r>
      <w:r w:rsidRPr="00AA2774">
        <w:rPr>
          <w:rtl/>
        </w:rPr>
        <w:t>! قَالَ : فَ</w:t>
      </w:r>
      <w:r w:rsidRPr="00AA2774">
        <w:rPr>
          <w:rFonts w:hint="cs"/>
          <w:rtl/>
        </w:rPr>
        <w:t>أخَذَ بِيَدِ عَلِيٍّ، فَقَالَ : مَنْ کُنْتُ مَوْلَاهُ فَهَذَا مَوْلَاهُ، اللّٰهُمَّ! وَالِ مَنْ وَالَاهُ، وَ عَادِ مَنْ عَادَاهُ، وَ أحِبَّ مَنْ أحَبَّهُ، وَ أبْغِضْ مَنْ يُبْغِضُهُ، وَ انْصُرْ</w:t>
      </w:r>
      <w:r w:rsidRPr="00AA2774">
        <w:rPr>
          <w:rtl/>
        </w:rPr>
        <w:t xml:space="preserve"> مَن</w:t>
      </w:r>
      <w:r w:rsidRPr="00AA2774">
        <w:rPr>
          <w:rFonts w:hint="cs"/>
          <w:rtl/>
        </w:rPr>
        <w:t xml:space="preserve">ْ نَصَرَهُ، وَ اخْذُلْ مَنْ خَذَلَهُ. رَوَاهُ الْبَزَّارُ.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’’عمرو</w:t>
      </w:r>
      <w:r>
        <w:rPr>
          <w:rtl/>
        </w:rPr>
        <w:t xml:space="preserve"> بن ذ</w:t>
      </w:r>
      <w:r>
        <w:rPr>
          <w:rFonts w:hint="cs"/>
          <w:rtl/>
        </w:rPr>
        <w:t>ی</w:t>
      </w:r>
      <w:r>
        <w:rPr>
          <w:rtl/>
        </w:rPr>
        <w:t xml:space="preserve"> مر،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وہب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ہم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سنا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اس آدم</w:t>
      </w:r>
      <w:r>
        <w:rPr>
          <w:rFonts w:hint="cs"/>
          <w:rtl/>
        </w:rPr>
        <w:t>ی</w:t>
      </w:r>
      <w:r>
        <w:rPr>
          <w:rtl/>
        </w:rPr>
        <w:t xml:space="preserve"> سے حلفاً پوچھتا ہوں جس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ہو،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کھڑے ہوئے </w:t>
      </w:r>
      <w:r>
        <w:rPr>
          <w:rFonts w:hint="eastAsia"/>
          <w:rtl/>
        </w:rPr>
        <w:t>اور</w:t>
      </w:r>
      <w:r>
        <w:rPr>
          <w:rtl/>
        </w:rPr>
        <w:t xml:space="preserve"> اُنہوں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ہوں؟‘‘ سب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راو</w:t>
      </w:r>
      <w:r>
        <w:rPr>
          <w:rFonts w:hint="cs"/>
          <w:rtl/>
        </w:rPr>
        <w:t>ی</w:t>
      </w:r>
      <w:r>
        <w:rPr>
          <w:rtl/>
        </w:rPr>
        <w:t xml:space="preserve"> کہتا ہے : تب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tl/>
        </w:rPr>
        <w:lastRenderedPageBreak/>
        <w:t>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پکڑا اور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ہوں،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اِسے دوست رکھے تو اُسے دوست رکھ، جو اِس (عل</w:t>
      </w:r>
      <w:r>
        <w:rPr>
          <w:rFonts w:hint="cs"/>
          <w:rtl/>
        </w:rPr>
        <w:t>ی</w:t>
      </w:r>
      <w:r>
        <w:rPr>
          <w:rtl/>
        </w:rPr>
        <w:t>) سے عداوت رکھے تو اُس سے عداوت رکھ، جو اِس (عل</w:t>
      </w:r>
      <w:r>
        <w:rPr>
          <w:rFonts w:hint="cs"/>
          <w:rtl/>
        </w:rPr>
        <w:t>ی</w:t>
      </w:r>
      <w:r>
        <w:rPr>
          <w:rtl/>
        </w:rPr>
        <w:t>) سے محبت کرے تو اُس سے محبت کر، جو اِس (عل</w:t>
      </w:r>
      <w:r>
        <w:rPr>
          <w:rFonts w:hint="cs"/>
          <w:rtl/>
        </w:rPr>
        <w:t>ی</w:t>
      </w:r>
      <w:r>
        <w:rPr>
          <w:rtl/>
        </w:rPr>
        <w:t>) سے بغض رکھے تو اُس سے بغض رکھ، جو اِس (عل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نصرت کرے ت</w:t>
      </w:r>
      <w:r>
        <w:rPr>
          <w:rFonts w:hint="eastAsia"/>
          <w:rtl/>
        </w:rPr>
        <w:t>و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نصرت فرما اور جو اِسے رسوا (کرنے ک</w:t>
      </w:r>
      <w:r>
        <w:rPr>
          <w:rFonts w:hint="cs"/>
          <w:rtl/>
        </w:rPr>
        <w:t>ی</w:t>
      </w:r>
      <w:r>
        <w:rPr>
          <w:rtl/>
        </w:rPr>
        <w:t xml:space="preserve"> کوشش) کرے تو اُسے رسوا کر۔ اس کو بزار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56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البزار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المسند، 3 / 35،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786، و ال</w:t>
      </w:r>
      <w:r w:rsidRPr="007E675A">
        <w:rPr>
          <w:rFonts w:hint="cs"/>
          <w:rtl/>
        </w:rPr>
        <w:t>هي</w:t>
      </w:r>
      <w:r>
        <w:rPr>
          <w:rFonts w:hint="cs"/>
          <w:rtl/>
        </w:rPr>
        <w:t>ثمی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104، 105، و الطحاوی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مشکل الآثار، 2 / 308، و ابن عساکر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ر، 45 / 159، 160، و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ن ال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 العمال، 13 / 158،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ث رقم : 36487، </w:t>
      </w:r>
      <w:r>
        <w:rPr>
          <w:rFonts w:hint="eastAsia"/>
          <w:rtl/>
        </w:rPr>
        <w:t>و</w:t>
      </w:r>
      <w:r>
        <w:rPr>
          <w:rtl/>
        </w:rPr>
        <w:t xml:space="preserve"> ابن کث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7E675A">
        <w:rPr>
          <w:rFonts w:hint="cs"/>
          <w:rtl/>
        </w:rPr>
        <w:t>يه</w:t>
      </w:r>
      <w:r>
        <w:rPr>
          <w:rFonts w:hint="cs"/>
          <w:rtl/>
        </w:rPr>
        <w:t>، 4 / 169، و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5 / 462. </w:t>
      </w:r>
    </w:p>
    <w:p w:rsidR="001F16A4" w:rsidRPr="00AA2774" w:rsidRDefault="001F16A4" w:rsidP="00AA2774">
      <w:pPr>
        <w:pStyle w:val="libArabic"/>
        <w:rPr>
          <w:rtl/>
        </w:rPr>
      </w:pPr>
    </w:p>
    <w:p w:rsidR="001F16A4" w:rsidRPr="00AA2774" w:rsidRDefault="001F16A4" w:rsidP="00F55001">
      <w:pPr>
        <w:pStyle w:val="libArabic"/>
        <w:rPr>
          <w:rtl/>
        </w:rPr>
      </w:pPr>
      <w:r w:rsidRPr="00AA2774">
        <w:rPr>
          <w:rtl/>
        </w:rPr>
        <w:t>57. عَن</w:t>
      </w:r>
      <w:r w:rsidRPr="00AA2774">
        <w:rPr>
          <w:rFonts w:hint="cs"/>
          <w:rtl/>
        </w:rPr>
        <w:t>ْ عَبْدِ الرَّحْمَنِ بْنِ أبِي لَيْلٰی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خَطَبَ عَلِ</w:t>
      </w:r>
      <w:r w:rsidRPr="00AA2774">
        <w:rPr>
          <w:rFonts w:hint="cs"/>
          <w:rtl/>
        </w:rPr>
        <w:t>يٌّ رضی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عنه فَقَالَ : أَنْشُدُ اﷲَ</w:t>
      </w:r>
      <w:r w:rsidRPr="00AA2774">
        <w:rPr>
          <w:rtl/>
        </w:rPr>
        <w:t xml:space="preserve"> ام</w:t>
      </w:r>
      <w:r w:rsidRPr="00AA2774">
        <w:rPr>
          <w:rFonts w:hint="cs"/>
          <w:rtl/>
        </w:rPr>
        <w:t>ْرَءً نَشْدَةَ الْإِسْلَامِ سَمِعَ رَسُوْلَ اﷲِ</w:t>
      </w:r>
      <w:r w:rsidRPr="00AA2774">
        <w:rPr>
          <w:rtl/>
        </w:rPr>
        <w:t xml:space="preserve"> صل</w:t>
      </w:r>
      <w:r w:rsidRPr="00AA2774">
        <w:rPr>
          <w:rFonts w:hint="cs"/>
          <w:rtl/>
        </w:rPr>
        <w:t>ی</w:t>
      </w:r>
      <w:r w:rsidRPr="00AA2774">
        <w:rPr>
          <w:rtl/>
        </w:rPr>
        <w:t xml:space="preserve"> الل</w:t>
      </w:r>
      <w:r w:rsidRPr="00AA2774">
        <w:rPr>
          <w:rFonts w:hint="cs"/>
          <w:rtl/>
        </w:rPr>
        <w:t>ه عليه وآله وسلم يَوْمَ غَدِيْرِ خُمٍّ أخَذَ بِيَدِي، يَقُوْلُ : ألَسْتُ أوْلَی</w:t>
      </w:r>
      <w:r w:rsidRPr="00AA2774">
        <w:rPr>
          <w:rtl/>
        </w:rPr>
        <w:t xml:space="preserve"> بِکُم</w:t>
      </w:r>
      <w:r w:rsidRPr="00AA2774">
        <w:rPr>
          <w:rFonts w:hint="cs"/>
          <w:rtl/>
        </w:rPr>
        <w:t>ْ يَا مَ</w:t>
      </w:r>
      <w:r w:rsidRPr="00AA2774">
        <w:rPr>
          <w:rFonts w:hint="eastAsia"/>
          <w:rtl/>
        </w:rPr>
        <w:t>ع</w:t>
      </w:r>
      <w:r w:rsidRPr="00AA2774">
        <w:rPr>
          <w:rFonts w:hint="cs"/>
          <w:rtl/>
        </w:rPr>
        <w:t>ْشَرَ</w:t>
      </w:r>
      <w:r w:rsidRPr="00AA2774">
        <w:rPr>
          <w:rtl/>
        </w:rPr>
        <w:t xml:space="preserve"> ال</w:t>
      </w:r>
      <w:r w:rsidRPr="00AA2774">
        <w:rPr>
          <w:rFonts w:hint="cs"/>
          <w:rtl/>
        </w:rPr>
        <w:t>ْمُسْلِمِيْنَ مِنْ أنْفُسِکُمْ؟ قَالُوْا : بَلَی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</w:t>
      </w:r>
      <w:r w:rsidRPr="00AA2774">
        <w:rPr>
          <w:rFonts w:hint="cs"/>
          <w:rtl/>
        </w:rPr>
        <w:t>يَا رَسُوْلَ اﷲِ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قَالَ : مَن</w:t>
      </w:r>
      <w:r w:rsidRPr="00AA2774">
        <w:rPr>
          <w:rFonts w:hint="cs"/>
          <w:rtl/>
        </w:rPr>
        <w:t>ْ کُنْتُ مَوْلَاهُ فَعَلِيٌّ مَوْلَاهُ، اللّٰهُمَّ! وَالِ مَنْ وَالَاهُ، وَعَادِ مَنْ عَادَاهُ، وَانْصُرْ مَنْ نَصَرَهُ، وَ اخْذُلْ مَنْ خَذَلَهُ، إِلَّا قَامَ فَشَهِدَ</w:t>
      </w:r>
      <w:r w:rsidRPr="00AA2774">
        <w:rPr>
          <w:rFonts w:hint="eastAsia"/>
          <w:rtl/>
        </w:rPr>
        <w:t>،</w:t>
      </w:r>
      <w:r w:rsidRPr="00AA2774">
        <w:rPr>
          <w:rtl/>
        </w:rPr>
        <w:t xml:space="preserve"> فَقَامَ بِض</w:t>
      </w:r>
      <w:r w:rsidRPr="00AA2774">
        <w:rPr>
          <w:rFonts w:hint="cs"/>
          <w:rtl/>
        </w:rPr>
        <w:t>ْعَةَ عَشَرَ رَجُلاً فَشَهِدُوا، وَکَتَمَ فَمَا فَنَوْا مِنَ الدُّنْيَا إِلَّا عَمُّوْا وَ بَرَصُوْا</w:t>
      </w:r>
      <w:r w:rsidRPr="00F55001">
        <w:rPr>
          <w:rFonts w:hint="cs"/>
          <w:rtl/>
        </w:rPr>
        <w:t xml:space="preserve"> رَوَا</w:t>
      </w:r>
      <w:r w:rsidRPr="00AA2774">
        <w:rPr>
          <w:rFonts w:hint="cs"/>
          <w:rtl/>
        </w:rPr>
        <w:t xml:space="preserve">هُ حُسَامُ الدِّيْنِ الهِنْدِيُّ.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’’عبدالرحمن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لوگوں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آدم</w:t>
      </w:r>
      <w:r>
        <w:rPr>
          <w:rFonts w:hint="cs"/>
          <w:rtl/>
        </w:rPr>
        <w:t>ی</w:t>
      </w:r>
      <w:r>
        <w:rPr>
          <w:rtl/>
        </w:rPr>
        <w:t xml:space="preserve"> کو اللہ اور اسلام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ہوں، جس نے رسولِ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سنا ہو : ’’اے مسلمانو! ک</w:t>
      </w:r>
      <w:r>
        <w:rPr>
          <w:rFonts w:hint="cs"/>
          <w:rtl/>
        </w:rPr>
        <w:t>ی</w:t>
      </w:r>
      <w:r>
        <w:rPr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جانوں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ہوں؟‘‘ سب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اللہ.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ہے، اے اللہ! جو اِسے دوست رکھے تو اُسے دوست رکھ، جو اِس (عل</w:t>
      </w:r>
      <w:r>
        <w:rPr>
          <w:rFonts w:hint="cs"/>
          <w:rtl/>
        </w:rPr>
        <w:t>ی</w:t>
      </w:r>
      <w:r>
        <w:rPr>
          <w:rtl/>
        </w:rPr>
        <w:t>) سے عداوت رکھے تو اُس سے عداوت رکھ، جو اِس (عل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مدد کرے تو اُس ک</w:t>
      </w:r>
      <w:r>
        <w:rPr>
          <w:rFonts w:hint="cs"/>
          <w:rtl/>
        </w:rPr>
        <w:t>ی</w:t>
      </w:r>
      <w:r>
        <w:rPr>
          <w:rtl/>
        </w:rPr>
        <w:t xml:space="preserve"> مدد فرما، جو اِس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چاہے تو اُسے رسوا کر؟‘‘ اس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(13) سے زائد افراد نے کھڑے ہو کر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جن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دُن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اندھے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برص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گئے۔ اس کو حسام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AA2774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57 : </w:t>
      </w:r>
      <w:r w:rsidRPr="007E675A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 xml:space="preserve"> حسام الد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7E675A">
        <w:rPr>
          <w:rFonts w:hint="cs"/>
          <w:rtl/>
        </w:rPr>
        <w:t>ه</w:t>
      </w:r>
      <w:r>
        <w:rPr>
          <w:rFonts w:hint="cs"/>
          <w:rtl/>
        </w:rPr>
        <w:t>ندی</w:t>
      </w:r>
      <w:r>
        <w:rPr>
          <w:rtl/>
        </w:rPr>
        <w:t xml:space="preserve">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کنز العمال، 13 / 131، الحد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ث رقم : 36417، و ابن عساک</w:t>
      </w:r>
      <w:r>
        <w:rPr>
          <w:rtl/>
        </w:rPr>
        <w:t>ر ف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7E675A">
        <w:rPr>
          <w:rFonts w:hint="cs"/>
          <w:rtl/>
        </w:rPr>
        <w:t>ي</w:t>
      </w:r>
      <w:r>
        <w:rPr>
          <w:rFonts w:hint="cs"/>
          <w:rtl/>
        </w:rPr>
        <w:t xml:space="preserve">ر، 45 / 158. </w:t>
      </w:r>
    </w:p>
    <w:p w:rsidR="00AA2774" w:rsidRPr="0038770D" w:rsidRDefault="00AA2774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12" w:name="_Toc497651145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5</w:t>
      </w:r>
      <w:bookmarkEnd w:id="12"/>
    </w:p>
    <w:p w:rsidR="001F16A4" w:rsidRPr="001F0B8F" w:rsidRDefault="001F16A4" w:rsidP="001F0B8F">
      <w:pPr>
        <w:pStyle w:val="Heading2Center"/>
        <w:rPr>
          <w:rtl/>
        </w:rPr>
      </w:pPr>
      <w:bookmarkStart w:id="13" w:name="_Toc497651146"/>
      <w:r w:rsidRPr="001F0B8F">
        <w:rPr>
          <w:rtl/>
        </w:rPr>
        <w:t xml:space="preserve">(5) </w:t>
      </w:r>
      <w:r w:rsidRPr="002659FC">
        <w:rPr>
          <w:rStyle w:val="libArabicChar"/>
          <w:rtl/>
        </w:rPr>
        <w:t>بَابٌ فِ</w:t>
      </w:r>
      <w:r w:rsidRPr="002659FC">
        <w:rPr>
          <w:rStyle w:val="libArabicChar"/>
          <w:rFonts w:hint="cs"/>
          <w:rtl/>
        </w:rPr>
        <w:t>ي قَوْلِ النَّبِيِّ صلی</w:t>
      </w:r>
      <w:r w:rsidRPr="002659FC">
        <w:rPr>
          <w:rStyle w:val="libArabicChar"/>
          <w:rtl/>
        </w:rPr>
        <w:t xml:space="preserve"> الل</w:t>
      </w:r>
      <w:r w:rsidRPr="002659FC">
        <w:rPr>
          <w:rStyle w:val="libArabicChar"/>
          <w:rFonts w:hint="cs"/>
          <w:rtl/>
        </w:rPr>
        <w:t>ه عليه وآله وسلم : عَلِيٌّ وَلِيُّ کُلِّ مُؤْمِنٍ بَعْدِيْ</w:t>
      </w:r>
      <w:bookmarkEnd w:id="13"/>
    </w:p>
    <w:p w:rsidR="001F16A4" w:rsidRPr="001F0B8F" w:rsidRDefault="001F16A4" w:rsidP="001F0B8F">
      <w:pPr>
        <w:pStyle w:val="Heading2Center"/>
        <w:rPr>
          <w:rtl/>
        </w:rPr>
      </w:pPr>
      <w:bookmarkStart w:id="14" w:name="_Toc497651147"/>
      <w:r w:rsidRPr="001F0B8F">
        <w:rPr>
          <w:rtl/>
        </w:rPr>
        <w:t>(حضور نب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اکرم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کا فرمان :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رے</w:t>
      </w:r>
      <w:r w:rsidRPr="001F0B8F">
        <w:rPr>
          <w:rtl/>
        </w:rPr>
        <w:t xml:space="preserve"> بعد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ہر مومن کا ول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ہے)</w:t>
      </w:r>
      <w:bookmarkEnd w:id="14"/>
    </w:p>
    <w:p w:rsidR="001F16A4" w:rsidRPr="002659FC" w:rsidRDefault="001F16A4" w:rsidP="002659FC">
      <w:pPr>
        <w:pStyle w:val="libArabic"/>
        <w:rPr>
          <w:rtl/>
        </w:rPr>
      </w:pPr>
      <w:r w:rsidRPr="002659FC">
        <w:rPr>
          <w:rtl/>
        </w:rPr>
        <w:t>58. عَن</w:t>
      </w:r>
      <w:r w:rsidRPr="002659FC">
        <w:rPr>
          <w:rFonts w:hint="cs"/>
          <w:rtl/>
        </w:rPr>
        <w:t xml:space="preserve">ْ عِمْرَانَ بْنِ حُصَيْنٍ، فِي رِوَايَةٍ طَوِيْلَةٍ مِنْهَا إِنَّ عَلِيًّا مِّنِّيْ وَأَنَا مِنْهُ وَهُوَ وَلِيُّ کُلِّ مُؤْمِنٍ بَعْدِيْ. رَوَاهُ التِّرْمِذِيُّ. </w:t>
      </w:r>
    </w:p>
    <w:p w:rsidR="001F16A4" w:rsidRPr="002659FC" w:rsidRDefault="001F16A4" w:rsidP="002659FC">
      <w:pPr>
        <w:pStyle w:val="libArabic"/>
        <w:rPr>
          <w:rtl/>
        </w:rPr>
      </w:pPr>
      <w:r w:rsidRPr="002659FC">
        <w:rPr>
          <w:rFonts w:hint="eastAsia"/>
          <w:rtl/>
        </w:rPr>
        <w:t>وَقَالَ</w:t>
      </w:r>
      <w:r w:rsidRPr="002659FC">
        <w:rPr>
          <w:rtl/>
        </w:rPr>
        <w:t xml:space="preserve"> </w:t>
      </w:r>
      <w:r w:rsidRPr="002659FC">
        <w:rPr>
          <w:rFonts w:hint="cs"/>
          <w:rtl/>
        </w:rPr>
        <w:t xml:space="preserve">هَذَا حَدِيْثٌ حَسَنٌ.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بے شک عل</w:t>
      </w:r>
      <w:r>
        <w:rPr>
          <w:rFonts w:hint="cs"/>
          <w:rtl/>
        </w:rPr>
        <w:t>ی</w:t>
      </w:r>
      <w:r>
        <w:rPr>
          <w:rtl/>
        </w:rPr>
        <w:t xml:space="preserve"> مجھ سے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وہ ہر مسلمان کا ول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</w:t>
      </w:r>
      <w:r>
        <w:rPr>
          <w:rFonts w:hint="eastAsia"/>
          <w:rtl/>
        </w:rPr>
        <w:t>سن</w:t>
      </w:r>
      <w:r>
        <w:rPr>
          <w:rtl/>
        </w:rPr>
        <w:t xml:space="preserve"> ہے۔‘‘</w:t>
      </w:r>
    </w:p>
    <w:p w:rsidR="001F16A4" w:rsidRPr="000E5752" w:rsidRDefault="001F16A4" w:rsidP="000E5752">
      <w:pPr>
        <w:pStyle w:val="libFootNoteArabic"/>
        <w:rPr>
          <w:rtl/>
        </w:rPr>
      </w:pPr>
      <w:r w:rsidRPr="000E5752">
        <w:rPr>
          <w:rFonts w:hint="eastAsia"/>
          <w:rtl/>
        </w:rPr>
        <w:t>الحد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58 : </w:t>
      </w:r>
      <w:r w:rsidRPr="000E5752">
        <w:rPr>
          <w:rFonts w:hint="cs"/>
          <w:rtl/>
        </w:rPr>
        <w:t>أخرجه الترمذی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الجامع الصح</w:t>
      </w:r>
      <w:r w:rsidRPr="000E5752">
        <w:rPr>
          <w:rFonts w:hint="cs"/>
          <w:rtl/>
        </w:rPr>
        <w:t>يح، ابواب المناقب، باب مناقب علی</w:t>
      </w:r>
      <w:r w:rsidRPr="000E5752">
        <w:rPr>
          <w:rtl/>
        </w:rPr>
        <w:t xml:space="preserve"> بن </w:t>
      </w:r>
      <w:r w:rsidRPr="000E5752">
        <w:rPr>
          <w:rFonts w:hint="cs"/>
          <w:rtl/>
        </w:rPr>
        <w:t>أبی</w:t>
      </w:r>
      <w:r w:rsidRPr="000E5752">
        <w:rPr>
          <w:rtl/>
        </w:rPr>
        <w:t xml:space="preserve"> طالب، 5 / 632، الحد</w:t>
      </w:r>
      <w:r w:rsidRPr="000E5752">
        <w:rPr>
          <w:rFonts w:hint="cs"/>
          <w:rtl/>
        </w:rPr>
        <w:t>يث رقم : 3712، وابن حبان في الصحيح، 15 / 373، الحديث رقم : 6929، و الحاکم في المستدرک، 3 / 119، الحديث رقم : 4579، و النسائی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السنن الکبر</w:t>
      </w:r>
      <w:r w:rsidRPr="000E5752">
        <w:rPr>
          <w:rFonts w:hint="cs"/>
          <w:rtl/>
        </w:rPr>
        <w:t>یٰ</w:t>
      </w:r>
      <w:r w:rsidRPr="000E5752">
        <w:rPr>
          <w:rFonts w:hint="eastAsia"/>
          <w:rtl/>
        </w:rPr>
        <w:t>،</w:t>
      </w:r>
      <w:r w:rsidRPr="000E5752">
        <w:rPr>
          <w:rtl/>
        </w:rPr>
        <w:t xml:space="preserve"> 5 / 132، ا</w:t>
      </w:r>
      <w:r w:rsidRPr="000E5752">
        <w:rPr>
          <w:rFonts w:hint="eastAsia"/>
          <w:rtl/>
        </w:rPr>
        <w:t>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: 8474، و ابن اب</w:t>
      </w:r>
      <w:r w:rsidRPr="000E5752">
        <w:rPr>
          <w:rFonts w:hint="cs"/>
          <w:rtl/>
        </w:rPr>
        <w:t>ي شيبة في المصنف، 6 / 373، 372، الحديث رقم : 32121، وأبويعلی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 xml:space="preserve">ي المسند، 1 / 293، الحديث رقم : 355، والطبراني في المعجم الکبير، 18 / 128، الحديث رقم : 265.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59. عَن</w:t>
      </w:r>
      <w:r w:rsidRPr="000E5752">
        <w:rPr>
          <w:rFonts w:hint="cs"/>
          <w:rtl/>
        </w:rPr>
        <w:t xml:space="preserve">ْ عَمْرِو بْنِ مَيْمُوْنٍ عَنِ ابْنِ عَبَّاسٍ فِيْ رِوَايَةٍ طَوِيْلَةٍ </w:t>
      </w:r>
      <w:r w:rsidRPr="000E5752">
        <w:rPr>
          <w:rtl/>
        </w:rPr>
        <w:t>وَ فِ</w:t>
      </w:r>
      <w:r w:rsidRPr="000E5752">
        <w:rPr>
          <w:rFonts w:hint="cs"/>
          <w:rtl/>
        </w:rPr>
        <w:t>يْهَا عَنْهُ قَالَ : قَالَ : وَ قَالَ لِبَنِي عَمِّهِ أَيُکُمْ يُوَالِيْنِي فِي الدُّنْيَا وَالْآخِرَةِ؟ قَالَ : وَ عَلِيٌّ مَعَهُ جَالِسٌ. فَأَبَوْا فَقَالَ عَلِيٌّ : أَنَ</w:t>
      </w:r>
      <w:r w:rsidRPr="000E5752">
        <w:rPr>
          <w:rFonts w:hint="eastAsia"/>
          <w:rtl/>
        </w:rPr>
        <w:t>ا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أوَالِيْکَ فِي الدُّنْيَا وَالْآخِرَةِ قَالَ : أَنْتَ وَلِيِّيْ فِيْ الدُّنْي</w:t>
      </w:r>
      <w:r w:rsidRPr="000E5752">
        <w:rPr>
          <w:rtl/>
        </w:rPr>
        <w:t>َا وَال</w:t>
      </w:r>
      <w:r w:rsidRPr="000E5752">
        <w:rPr>
          <w:rFonts w:hint="cs"/>
          <w:rtl/>
        </w:rPr>
        <w:t>ْآخِرَةِ قَالَ، فَتَرَکَهُ ثُمَّ أَقْبَلَ عَلٰی</w:t>
      </w:r>
      <w:r w:rsidRPr="000E5752">
        <w:rPr>
          <w:rtl/>
        </w:rPr>
        <w:t xml:space="preserve"> رَجُلٍ مِن</w:t>
      </w:r>
      <w:r w:rsidRPr="000E5752">
        <w:rPr>
          <w:rFonts w:hint="cs"/>
          <w:rtl/>
        </w:rPr>
        <w:t>ْهُمْ، فَقَالَ : أَيُکُمْ يُوَالِيْنِي فِي الدُّنْيَا وَالْآخِرَةِ؟ فَأَبَوْا قَالَ، فَقَالَ عَلِيٌّ : أَنَا أُو</w:t>
      </w:r>
      <w:r w:rsidRPr="000E5752">
        <w:rPr>
          <w:rFonts w:hint="eastAsia"/>
          <w:rtl/>
        </w:rPr>
        <w:t>َالِ</w:t>
      </w:r>
      <w:r w:rsidRPr="000E5752">
        <w:rPr>
          <w:rFonts w:hint="cs"/>
          <w:rtl/>
        </w:rPr>
        <w:t>يْکَ</w:t>
      </w:r>
      <w:r w:rsidRPr="000E5752">
        <w:rPr>
          <w:rtl/>
        </w:rPr>
        <w:t xml:space="preserve"> فِ</w:t>
      </w:r>
      <w:r w:rsidRPr="000E5752">
        <w:rPr>
          <w:rFonts w:hint="cs"/>
          <w:rtl/>
        </w:rPr>
        <w:t>ي الدُّنْيَا وَالْآخِرَةِ. فَقَالَ : أَنْتَ وَلِيِّ فِي الدُّنْيَا و</w:t>
      </w:r>
      <w:r w:rsidRPr="000E5752">
        <w:rPr>
          <w:rtl/>
        </w:rPr>
        <w:t>َال</w:t>
      </w:r>
      <w:r w:rsidRPr="000E5752">
        <w:rPr>
          <w:rFonts w:hint="cs"/>
          <w:rtl/>
        </w:rPr>
        <w:t xml:space="preserve">ْآخِرَةِ. رَوَاهُ أحْمَدُ.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چچا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کہا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دوست</w:t>
      </w:r>
      <w:r>
        <w:rPr>
          <w:rFonts w:hint="cs"/>
          <w:rtl/>
        </w:rPr>
        <w:t>ی</w:t>
      </w:r>
      <w:r>
        <w:rPr>
          <w:rtl/>
        </w:rPr>
        <w:t xml:space="preserve"> کرے گا؟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اس وقت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تھے، انہوں نے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کروں گا، اس 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ہے۔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آپ رض</w:t>
      </w:r>
      <w:r>
        <w:rPr>
          <w:rFonts w:hint="cs"/>
          <w:rtl/>
        </w:rPr>
        <w:t>ی</w:t>
      </w:r>
      <w:r>
        <w:rPr>
          <w:rtl/>
        </w:rPr>
        <w:t xml:space="preserve"> اللہ عنہ سے آگے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کون دوست</w:t>
      </w:r>
      <w:r>
        <w:rPr>
          <w:rFonts w:hint="cs"/>
          <w:rtl/>
        </w:rPr>
        <w:t>ی</w:t>
      </w:r>
      <w:r>
        <w:rPr>
          <w:rtl/>
        </w:rPr>
        <w:t xml:space="preserve"> کرے گا؟ تو انہوں نے بھ</w:t>
      </w:r>
      <w:r>
        <w:rPr>
          <w:rFonts w:hint="cs"/>
          <w:rtl/>
        </w:rPr>
        <w:t>ی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پر پھر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کروں گا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>!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0E5752" w:rsidRDefault="001F16A4" w:rsidP="000E5752">
      <w:pPr>
        <w:pStyle w:val="libFootNoteArabic"/>
        <w:rPr>
          <w:rtl/>
        </w:rPr>
      </w:pPr>
      <w:r w:rsidRPr="000E5752">
        <w:rPr>
          <w:rFonts w:hint="eastAsia"/>
          <w:rtl/>
        </w:rPr>
        <w:t>الحد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59 : </w:t>
      </w:r>
      <w:r w:rsidRPr="000E5752">
        <w:rPr>
          <w:rFonts w:hint="cs"/>
          <w:rtl/>
        </w:rPr>
        <w:t>أخرجه أحمد بن حنبل فی</w:t>
      </w:r>
      <w:r w:rsidRPr="000E5752">
        <w:rPr>
          <w:rtl/>
        </w:rPr>
        <w:t xml:space="preserve"> المسند، 1 / 330، الحد</w:t>
      </w:r>
      <w:r w:rsidRPr="000E5752">
        <w:rPr>
          <w:rFonts w:hint="cs"/>
          <w:rtl/>
        </w:rPr>
        <w:t xml:space="preserve">يث رقم : 3062، والحاکم في المستدرک، 3 / 143، الحديث رقم : 4652، والهيثمي في مجمع الزوائد، 9 / 119، و ابن ابي عاصم في السنة، 2 / 603.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60. عَن</w:t>
      </w:r>
      <w:r w:rsidRPr="000E5752">
        <w:rPr>
          <w:rFonts w:hint="cs"/>
          <w:rtl/>
        </w:rPr>
        <w:t>ْ عَمْرِو بْنِ مَيْم</w:t>
      </w:r>
      <w:r w:rsidRPr="000E5752">
        <w:rPr>
          <w:rtl/>
        </w:rPr>
        <w:t>ُو</w:t>
      </w:r>
      <w:r w:rsidRPr="000E5752">
        <w:rPr>
          <w:rFonts w:hint="cs"/>
          <w:rtl/>
        </w:rPr>
        <w:t>ْنٍ عَنِ ابْنِ عَبَّاسٍ فِيْ رِوَايَةٍ طَوِيْلَةٍ وَ مِنْهَا عَنْهُ قَالَ : وَ قَالَ لَهُ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 xml:space="preserve">ه عليه وآله وسلم أَنْتَ وَلِيِّيْ فِيْ کُلِّ مُؤْمِنٍ بَعْدِيْ. رَوَاهُ أحْمَدُ.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>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ہر مومن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0E5752" w:rsidRDefault="001F16A4" w:rsidP="000E5752">
      <w:pPr>
        <w:pStyle w:val="libFootNoteArabic"/>
        <w:rPr>
          <w:rtl/>
        </w:rPr>
      </w:pPr>
      <w:r w:rsidRPr="000E5752">
        <w:rPr>
          <w:rFonts w:hint="eastAsia"/>
          <w:rtl/>
        </w:rPr>
        <w:t>الحد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60 : </w:t>
      </w:r>
      <w:r w:rsidRPr="000E5752">
        <w:rPr>
          <w:rFonts w:hint="cs"/>
          <w:rtl/>
        </w:rPr>
        <w:t>أخرجه أحمد بن حنبل فی</w:t>
      </w:r>
      <w:r w:rsidRPr="000E5752">
        <w:rPr>
          <w:rtl/>
        </w:rPr>
        <w:t xml:space="preserve"> المسند، 1 / 330، الحد</w:t>
      </w:r>
      <w:r w:rsidRPr="000E5752">
        <w:rPr>
          <w:rFonts w:hint="cs"/>
          <w:rtl/>
        </w:rPr>
        <w:t xml:space="preserve">يث رقم : 3062.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61. عَنِ اب</w:t>
      </w:r>
      <w:r w:rsidRPr="000E5752">
        <w:rPr>
          <w:rFonts w:hint="cs"/>
          <w:rtl/>
        </w:rPr>
        <w:t>ْنِ بُرَيْدَةَ عَنْ أبِيْهِ، قَالَ : قَالَ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: مَنْ کُنْتُ وَلِيَهُ فَعَلِيٌّ وَلِيُهُ. رَوَاهُ أَحْمَدُ بْنُ حَنَّبَلٍ وَ الطَّبَرَانِيُّ فِي الْمُعْجَمِ الْکَبِيْرِ وَ ا</w:t>
      </w:r>
      <w:r w:rsidRPr="000E5752">
        <w:rPr>
          <w:rtl/>
        </w:rPr>
        <w:t>ل</w:t>
      </w:r>
      <w:r w:rsidRPr="000E5752">
        <w:rPr>
          <w:rFonts w:hint="cs"/>
          <w:rtl/>
        </w:rPr>
        <w:t xml:space="preserve">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ہوں، اُس کا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اور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ر،، اور ’’ المعجم الاوسط،،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</w:t>
      </w:r>
      <w:r>
        <w:rPr>
          <w:rFonts w:hint="eastAsia"/>
          <w:rtl/>
        </w:rPr>
        <w:t>‘</w:t>
      </w:r>
    </w:p>
    <w:p w:rsidR="001F16A4" w:rsidRPr="000E5752" w:rsidRDefault="001F16A4" w:rsidP="000E5752">
      <w:pPr>
        <w:pStyle w:val="libFootNoteArabic"/>
        <w:rPr>
          <w:rtl/>
        </w:rPr>
      </w:pPr>
      <w:r w:rsidRPr="000E5752">
        <w:rPr>
          <w:rFonts w:hint="eastAsia"/>
          <w:rtl/>
        </w:rPr>
        <w:t>الحد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61 : </w:t>
      </w:r>
      <w:r w:rsidRPr="000E5752">
        <w:rPr>
          <w:rFonts w:hint="cs"/>
          <w:rtl/>
        </w:rPr>
        <w:t>أخرجه أحمد بن حنبل في المسند، 5 / 361، الحديث رقم : 23107، و الحاکم في المستدرک، 2 / 141، الحديث رقم : 2589، و الطبرانی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المعجم الکبير، 5 / 166، الحديث رقم : 4968، و الطبرانی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المعجم الاوسط، 3 / 100، 101، الحديث رقم : 2204، و ابن ابی</w:t>
      </w:r>
      <w:r w:rsidRPr="000E5752">
        <w:rPr>
          <w:rtl/>
        </w:rPr>
        <w:t xml:space="preserve"> ش</w:t>
      </w:r>
      <w:r w:rsidRPr="000E5752">
        <w:rPr>
          <w:rFonts w:hint="cs"/>
          <w:rtl/>
        </w:rPr>
        <w:t>ي</w:t>
      </w:r>
      <w:r w:rsidRPr="000E5752">
        <w:rPr>
          <w:rFonts w:hint="eastAsia"/>
          <w:rtl/>
        </w:rPr>
        <w:t>ب</w:t>
      </w:r>
      <w:r w:rsidRPr="000E5752">
        <w:rPr>
          <w:rFonts w:hint="cs"/>
          <w:rtl/>
        </w:rPr>
        <w:t>ه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المصنف، 12 / 57، الحديث رقم : 12114، و الهيثمي في مجمع الزوائد، 9 / 108، و ابن ابی</w:t>
      </w:r>
      <w:r w:rsidRPr="000E5752">
        <w:rPr>
          <w:rtl/>
        </w:rPr>
        <w:t xml:space="preserve"> عاصم ف</w:t>
      </w:r>
      <w:r w:rsidRPr="000E5752">
        <w:rPr>
          <w:rFonts w:hint="cs"/>
          <w:rtl/>
        </w:rPr>
        <w:t xml:space="preserve">ي کتاب السنه : 601، 603، الحديث رقم : 1351، 1366، و أحمد بن حنبل أيضا في فضائل الصحابه، 2 / 563، </w:t>
      </w:r>
      <w:r w:rsidRPr="000E5752">
        <w:rPr>
          <w:rtl/>
        </w:rPr>
        <w:t>الحد</w:t>
      </w:r>
      <w:r w:rsidRPr="000E5752">
        <w:rPr>
          <w:rFonts w:hint="cs"/>
          <w:rtl/>
        </w:rPr>
        <w:t xml:space="preserve">يث رقم : 947.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62. عَن</w:t>
      </w:r>
      <w:r w:rsidRPr="000E5752">
        <w:rPr>
          <w:rFonts w:hint="cs"/>
          <w:rtl/>
        </w:rPr>
        <w:t>ْ عَبْدِ اﷲِ</w:t>
      </w:r>
      <w:r w:rsidRPr="000E5752">
        <w:rPr>
          <w:rtl/>
        </w:rPr>
        <w:t xml:space="preserve"> ب</w:t>
      </w:r>
      <w:r w:rsidRPr="000E5752">
        <w:rPr>
          <w:rFonts w:hint="cs"/>
          <w:rtl/>
        </w:rPr>
        <w:t>ْنِ بُرَيْدَةَ الْأَسْلَمِيِّ قَالَ : قَالَ النَّبِيُّ صلی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: مَنْ کُنْتُ وَلِيَهُ فَإِنَّ عَلِيًّا وَلِيُهُ. وَ فِي رِوَايَةٍ عَنْهُ : مَنْ کُنْتُ وَلِيَهُ فَعَلِيٌّ وَلِيُهُ. رَوَاهُ أَحْمَدُ بْ</w:t>
      </w:r>
      <w:r w:rsidRPr="000E5752">
        <w:rPr>
          <w:rtl/>
        </w:rPr>
        <w:t>نُ حَن</w:t>
      </w:r>
      <w:r w:rsidRPr="000E5752">
        <w:rPr>
          <w:rFonts w:hint="cs"/>
          <w:rtl/>
        </w:rPr>
        <w:t>ْبَلٍ وَ الْحَ</w:t>
      </w:r>
      <w:r w:rsidRPr="000E5752">
        <w:rPr>
          <w:rFonts w:hint="eastAsia"/>
          <w:rtl/>
        </w:rPr>
        <w:t>اکِمُ</w:t>
      </w:r>
      <w:r w:rsidRPr="000E5752">
        <w:rPr>
          <w:rtl/>
        </w:rPr>
        <w:t xml:space="preserve"> وَ عَب</w:t>
      </w:r>
      <w:r w:rsidRPr="000E5752">
        <w:rPr>
          <w:rFonts w:hint="cs"/>
          <w:rtl/>
        </w:rPr>
        <w:t xml:space="preserve">ْدُالرَّزَّاقُ وَ ابْنُ أَبِي شَيْبَةَ.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ہوں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اُس کا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ہے۔‘‘ اُنہ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)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ہوں اُس کا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احمد بن حنبل، حاکم، عبدالرزاق اور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بہ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0E5752" w:rsidRDefault="001F16A4" w:rsidP="000E5752">
      <w:pPr>
        <w:pStyle w:val="libFootNoteArabic"/>
        <w:rPr>
          <w:rtl/>
        </w:rPr>
      </w:pPr>
      <w:r w:rsidRPr="000E5752">
        <w:rPr>
          <w:rFonts w:hint="eastAsia"/>
          <w:rtl/>
        </w:rPr>
        <w:t>الحد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62 : </w:t>
      </w:r>
      <w:r w:rsidRPr="000E5752">
        <w:rPr>
          <w:rFonts w:hint="cs"/>
          <w:rtl/>
        </w:rPr>
        <w:t>أخرجه أحمد بن حنبل في المسند، 5 / 358، الحديث رقم : 23080، و الحاکم في المستدرک، 2 / 129، الحديث رقم : 2589، و عبدالرزاق في المصنف، 11 / 225، الحديث رقم : 20388، و ابن ابی</w:t>
      </w:r>
      <w:r w:rsidRPr="000E5752">
        <w:rPr>
          <w:rtl/>
        </w:rPr>
        <w:t xml:space="preserve"> ش</w:t>
      </w:r>
      <w:r w:rsidRPr="000E5752">
        <w:rPr>
          <w:rFonts w:hint="cs"/>
          <w:rtl/>
        </w:rPr>
        <w:t>يبه في المصنف، 12 / 84، الحديث رقم : 12181، و الهيثمی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’مجمع الزو</w:t>
      </w:r>
      <w:r w:rsidRPr="000E5752">
        <w:rPr>
          <w:rFonts w:hint="eastAsia"/>
          <w:rtl/>
        </w:rPr>
        <w:t>ائد،</w:t>
      </w:r>
      <w:r w:rsidRPr="000E5752">
        <w:rPr>
          <w:rtl/>
        </w:rPr>
        <w:t xml:space="preserve"> 9 / 108، و النسائ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الخصائص امير المؤمنين علی</w:t>
      </w:r>
      <w:r w:rsidRPr="000E5752">
        <w:rPr>
          <w:rtl/>
        </w:rPr>
        <w:t xml:space="preserve"> بن اب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طالب رض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 : 85، 86، الحديث رقم : 77، وحسام الدين الهندی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ي’کنزالعمال، 11 / 602، الحديث رقم : 32905، وأبو نعيم في حلية الاولياء و طبقات الاصفياء، 4 / 23، وابن عساکر في تاريخ الدمشق الکبير، 45 / 7</w:t>
      </w:r>
      <w:r w:rsidRPr="000E5752">
        <w:rPr>
          <w:rtl/>
        </w:rPr>
        <w:t xml:space="preserve">6.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63. عَن</w:t>
      </w:r>
      <w:r w:rsidRPr="000E5752">
        <w:rPr>
          <w:rFonts w:hint="cs"/>
          <w:rtl/>
        </w:rPr>
        <w:t>ْ عَمَّارِ بْنِ يَاسِرٍ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عنه، قَالَ : قَالَ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: أوْصِي مَنْ آمَنَ بِي وَ صَدَّقَنِيْ بِوِلَايَةِ عَلِيِّ بْنِ أبِي طَالِبٍ، مَنْ تَوَلَّاهُ فَقَدْ تَوَلَّانِي وَ مَنْ تَوَلَّانِي فَقَدْ تَوَلَّی</w:t>
      </w:r>
      <w:r w:rsidRPr="000E5752">
        <w:rPr>
          <w:rtl/>
        </w:rPr>
        <w:t xml:space="preserve"> ا</w:t>
      </w:r>
      <w:r w:rsidRPr="000E5752">
        <w:rPr>
          <w:rFonts w:hint="cs"/>
          <w:rtl/>
        </w:rPr>
        <w:t>ﷲَ</w:t>
      </w:r>
      <w:r w:rsidRPr="000E5752">
        <w:rPr>
          <w:rtl/>
        </w:rPr>
        <w:t xml:space="preserve"> عزوجل و</w:t>
      </w:r>
      <w:r w:rsidRPr="000E5752">
        <w:rPr>
          <w:rFonts w:hint="eastAsia"/>
          <w:rtl/>
        </w:rPr>
        <w:t>َ</w:t>
      </w:r>
      <w:r w:rsidRPr="000E5752">
        <w:rPr>
          <w:rtl/>
        </w:rPr>
        <w:t xml:space="preserve"> مَن</w:t>
      </w:r>
      <w:r w:rsidRPr="000E5752">
        <w:rPr>
          <w:rFonts w:hint="cs"/>
          <w:rtl/>
        </w:rPr>
        <w:t>ْ أحَبَّهُ فَقَدْ أحَبَّنِي، وَ مَنْ أحَبَّنِي فَقَدْ أحَبَّ اﷲَ</w:t>
      </w:r>
      <w:r w:rsidRPr="000E5752">
        <w:rPr>
          <w:rtl/>
        </w:rPr>
        <w:t xml:space="preserve"> عزوجل وَ مَن</w:t>
      </w:r>
      <w:r w:rsidRPr="000E5752">
        <w:rPr>
          <w:rFonts w:hint="cs"/>
          <w:rtl/>
        </w:rPr>
        <w:t>ْ أبْغَضَهُ فَقَدْ أبْغَضَنِيْ وَ مَنْ أبْغَضَنِي فَقَدْ أبْغَضَ اﷲَ</w:t>
      </w:r>
      <w:r w:rsidRPr="000E5752">
        <w:rPr>
          <w:rtl/>
        </w:rPr>
        <w:t xml:space="preserve"> عزوجل. رَوَا</w:t>
      </w:r>
      <w:r w:rsidRPr="000E5752">
        <w:rPr>
          <w:rFonts w:hint="cs"/>
          <w:rtl/>
        </w:rPr>
        <w:t xml:space="preserve">هُ الهيثمي فِي مَجْمَعِ الزَّوَائِدِ.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’’جو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اُسے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ہوں، جس نے اُسے ول</w:t>
      </w:r>
      <w:r>
        <w:rPr>
          <w:rFonts w:hint="cs"/>
          <w:rtl/>
        </w:rPr>
        <w:t>ی</w:t>
      </w:r>
      <w:r>
        <w:rPr>
          <w:rtl/>
        </w:rPr>
        <w:t xml:space="preserve"> جانا اُس نے مجھے ول</w:t>
      </w:r>
      <w:r>
        <w:rPr>
          <w:rFonts w:hint="cs"/>
          <w:rtl/>
        </w:rPr>
        <w:t>ی</w:t>
      </w:r>
      <w:r>
        <w:rPr>
          <w:rtl/>
        </w:rPr>
        <w:t xml:space="preserve"> جانا اور جس نے مجھے ول</w:t>
      </w:r>
      <w:r>
        <w:rPr>
          <w:rFonts w:hint="cs"/>
          <w:rtl/>
        </w:rPr>
        <w:t>ی</w:t>
      </w:r>
      <w:r>
        <w:rPr>
          <w:rtl/>
        </w:rPr>
        <w:t xml:space="preserve"> جانا اُس نے اللہ کو ول</w:t>
      </w:r>
      <w:r>
        <w:rPr>
          <w:rFonts w:hint="cs"/>
          <w:rtl/>
        </w:rPr>
        <w:t>ی</w:t>
      </w:r>
      <w:r>
        <w:rPr>
          <w:rtl/>
        </w:rPr>
        <w:t xml:space="preserve"> جانا، اور جس نے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محبت ک</w:t>
      </w:r>
      <w:r>
        <w:rPr>
          <w:rFonts w:hint="cs"/>
          <w:rtl/>
        </w:rPr>
        <w:t>ی</w:t>
      </w:r>
      <w:r>
        <w:rPr>
          <w:rtl/>
        </w:rPr>
        <w:t xml:space="preserve"> اُس نے مجھ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مجھ سے محبت ک</w:t>
      </w:r>
      <w:r>
        <w:rPr>
          <w:rFonts w:hint="cs"/>
          <w:rtl/>
        </w:rPr>
        <w:t>ی</w:t>
      </w:r>
      <w:r>
        <w:rPr>
          <w:rtl/>
        </w:rPr>
        <w:t xml:space="preserve"> اُس نے اللہ سے محبت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جس نے عل</w:t>
      </w:r>
      <w:r>
        <w:rPr>
          <w:rFonts w:hint="cs"/>
          <w:rtl/>
        </w:rPr>
        <w:t>ی</w:t>
      </w:r>
      <w:r>
        <w:rPr>
          <w:rtl/>
        </w:rPr>
        <w:t xml:space="preserve"> سے بغض رکھا اُس نے مجھ سے بغض رکھا، اور جس نے مجھ سے بغض رکھا اُس نے اللہ سے بغض رکھا۔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مجمع الزوائد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0E5752" w:rsidRDefault="001F16A4" w:rsidP="000E5752">
      <w:pPr>
        <w:pStyle w:val="libFootNoteArabic"/>
        <w:rPr>
          <w:rtl/>
        </w:rPr>
      </w:pPr>
      <w:r w:rsidRPr="000E5752">
        <w:rPr>
          <w:rFonts w:hint="eastAsia"/>
          <w:rtl/>
        </w:rPr>
        <w:t>الحد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63 : </w:t>
      </w:r>
      <w:r w:rsidRPr="000E5752">
        <w:rPr>
          <w:rFonts w:hint="cs"/>
          <w:rtl/>
        </w:rPr>
        <w:t>أخرجه الهيثمی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مجمع الزوائد، 9 / 108، 109، و ابن عساکر في التاريخ الدمشق الکبير، 45 : 181، 182، وحسام الدين الهندی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 xml:space="preserve">ي کنز العمال، 11 / 611، الحديث رقم : 32958.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64. عَنِ اب</w:t>
      </w:r>
      <w:r w:rsidRPr="000E5752">
        <w:rPr>
          <w:rFonts w:hint="cs"/>
          <w:rtl/>
        </w:rPr>
        <w:t>ْنِ بُرَيْدَةَ عَنْ أَبِيْهِ قَالَ فِي رِوَايَةٍ طَوِيْلَةٍ وَ مِنْهَا عَنْهُ قَالَ : مَا بَال</w:t>
      </w:r>
      <w:r w:rsidRPr="000E5752">
        <w:rPr>
          <w:rtl/>
        </w:rPr>
        <w:t xml:space="preserve">ُ </w:t>
      </w:r>
      <w:r w:rsidRPr="000E5752">
        <w:rPr>
          <w:rFonts w:hint="cs"/>
          <w:rtl/>
        </w:rPr>
        <w:t>أَقْوَامٍ يَنْتَقِصُوْنَ عَلِيًّا، مَنْ يَنْتَقِصُ عَلِيًّا فَقَدْ تَنَقَّصَنِيْ، وَمَنْ فَارَقَ عَلِيًّا فَقَدْ فَارَقَنِيْ، إِنَّ عَلِيًّا مِنِّيْ، وَأَنَا مِنْهُ، خُلِقَ مِنْ طِيْنَتِيْ وَ خُلِقْتُ مِنْ طِيْنَةِ إِبْرَاهِيْمَ، وَأَنَا أَفْضَلُ مِنْ إِ</w:t>
      </w:r>
      <w:r w:rsidRPr="000E5752">
        <w:rPr>
          <w:rtl/>
        </w:rPr>
        <w:t>ب</w:t>
      </w:r>
      <w:r w:rsidRPr="000E5752">
        <w:rPr>
          <w:rFonts w:hint="cs"/>
          <w:rtl/>
        </w:rPr>
        <w:t>ْرَاهِيْمَ، ذُرِّيَةُ بَعْضِهَا مِنْ بَعْضٍ وَاﷲُ</w:t>
      </w:r>
      <w:r w:rsidRPr="000E5752">
        <w:rPr>
          <w:rtl/>
        </w:rPr>
        <w:t xml:space="preserve"> سَمِ</w:t>
      </w:r>
      <w:r w:rsidRPr="000E5752">
        <w:rPr>
          <w:rFonts w:hint="cs"/>
          <w:rtl/>
        </w:rPr>
        <w:t>يْعٌ عَلِيْمٌ، . . . وَ إِنَّهُ وَلِيُکُمْ مِنْ بَعْدِيْ، فَقُلْتُ : يَا رَسُوْلَ اﷲِ</w:t>
      </w:r>
      <w:r w:rsidRPr="000E5752">
        <w:rPr>
          <w:rtl/>
        </w:rPr>
        <w:t>! بِالصُّح</w:t>
      </w:r>
      <w:r w:rsidRPr="000E5752">
        <w:rPr>
          <w:rFonts w:hint="cs"/>
          <w:rtl/>
        </w:rPr>
        <w:t>ْ</w:t>
      </w:r>
      <w:r w:rsidRPr="000E5752">
        <w:rPr>
          <w:rFonts w:hint="eastAsia"/>
          <w:rtl/>
        </w:rPr>
        <w:t>بَةِ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أَلَا بَسَطَّتَ يَدَکَ حَتَّی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أبَايِعَکَ عَلَی</w:t>
      </w:r>
      <w:r w:rsidRPr="000E5752">
        <w:rPr>
          <w:rtl/>
        </w:rPr>
        <w:t xml:space="preserve"> ال</w:t>
      </w:r>
      <w:r w:rsidRPr="000E5752">
        <w:rPr>
          <w:rFonts w:hint="cs"/>
          <w:rtl/>
        </w:rPr>
        <w:t>ْإِسْلَامِ جَدِيْدًا؟ قَالَ : فَمَا فَارَقْتُهُ حَت</w:t>
      </w:r>
      <w:r w:rsidRPr="000E5752">
        <w:rPr>
          <w:rtl/>
        </w:rPr>
        <w:t>َّ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بَا</w:t>
      </w:r>
      <w:r w:rsidRPr="000E5752">
        <w:rPr>
          <w:rFonts w:hint="cs"/>
          <w:rtl/>
        </w:rPr>
        <w:t>يَعْتُهُ عَلَی</w:t>
      </w:r>
      <w:r w:rsidRPr="000E5752">
        <w:rPr>
          <w:rtl/>
        </w:rPr>
        <w:t xml:space="preserve"> ال</w:t>
      </w:r>
      <w:r w:rsidRPr="000E5752">
        <w:rPr>
          <w:rFonts w:hint="cs"/>
          <w:rtl/>
        </w:rPr>
        <w:t xml:space="preserve">ْإِسْلَامِ. رَوَاهُ الطَّبَرَانِيُّ فِي الْمُعْجَمِ الْأَوْسَطِ.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اپنے والد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لوگوں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جو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(جان لو) جو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کرتا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کرتا ہے اور جو عل</w:t>
      </w:r>
      <w:r>
        <w:rPr>
          <w:rFonts w:hint="cs"/>
          <w:rtl/>
        </w:rPr>
        <w:t>ی</w:t>
      </w:r>
      <w:r>
        <w:rPr>
          <w:rtl/>
        </w:rPr>
        <w:t xml:space="preserve"> سے جدا ہوا وہ م</w:t>
      </w:r>
      <w:r>
        <w:rPr>
          <w:rFonts w:hint="eastAsia"/>
          <w:rtl/>
        </w:rPr>
        <w:t>جھ</w:t>
      </w:r>
      <w:r>
        <w:rPr>
          <w:rtl/>
        </w:rPr>
        <w:t xml:space="preserve"> سے جدا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مجھ سے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ہوں، اُس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سے،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افضل ہوں۔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بعض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اور جاننے والا ہے۔ . . .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س</w:t>
      </w:r>
      <w:r>
        <w:rPr>
          <w:rFonts w:hint="eastAsia"/>
          <w:rtl/>
        </w:rPr>
        <w:t>ب</w:t>
      </w:r>
      <w:r>
        <w:rPr>
          <w:rtl/>
        </w:rPr>
        <w:t xml:space="preserve"> کا ول</w:t>
      </w:r>
      <w:r>
        <w:rPr>
          <w:rFonts w:hint="cs"/>
          <w:rtl/>
        </w:rPr>
        <w:t>ی</w:t>
      </w:r>
      <w:r>
        <w:rPr>
          <w:rtl/>
        </w:rPr>
        <w:t xml:space="preserve"> ہے۔ (بر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کچھ وقت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 ہاتھ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چاہتا ہوں، (اور)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جدا نہ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اسلام پر (دوبارہ)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tl/>
        </w:rPr>
        <w:t>ث کو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الاوسط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0E5752" w:rsidRDefault="001F16A4" w:rsidP="000E5752">
      <w:pPr>
        <w:pStyle w:val="libFootNoteArabic"/>
        <w:rPr>
          <w:rtl/>
        </w:rPr>
      </w:pPr>
      <w:r w:rsidRPr="000E5752">
        <w:rPr>
          <w:rFonts w:hint="eastAsia"/>
          <w:rtl/>
        </w:rPr>
        <w:t>الحد</w:t>
      </w:r>
      <w:r w:rsidRPr="000E5752">
        <w:rPr>
          <w:rFonts w:hint="cs"/>
          <w:rtl/>
        </w:rPr>
        <w:t>يث</w:t>
      </w:r>
      <w:r w:rsidRPr="000E5752">
        <w:rPr>
          <w:rtl/>
        </w:rPr>
        <w:t xml:space="preserve"> رقم 64 : </w:t>
      </w:r>
      <w:r w:rsidRPr="000E5752">
        <w:rPr>
          <w:rFonts w:hint="cs"/>
          <w:rtl/>
        </w:rPr>
        <w:t>أخرجه الطبرانی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المعجم الاوسط، 6 / 163، 162، الحديث رقم : 6085، والهيثمی</w:t>
      </w:r>
      <w:r w:rsidRPr="000E5752">
        <w:rPr>
          <w:rtl/>
        </w:rPr>
        <w:t xml:space="preserve"> ف</w:t>
      </w:r>
      <w:r w:rsidRPr="000E5752">
        <w:rPr>
          <w:rFonts w:hint="cs"/>
          <w:rtl/>
        </w:rPr>
        <w:t>ي مجمع الزوائد، 9 /</w:t>
      </w:r>
      <w:r w:rsidRPr="000E5752">
        <w:rPr>
          <w:rtl/>
        </w:rPr>
        <w:t xml:space="preserve"> 128. </w:t>
      </w:r>
    </w:p>
    <w:p w:rsidR="000E5752" w:rsidRDefault="000E5752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1F16A4">
      <w:pPr>
        <w:pStyle w:val="libNormal"/>
        <w:rPr>
          <w:rtl/>
        </w:rPr>
      </w:pPr>
    </w:p>
    <w:p w:rsidR="001F16A4" w:rsidRPr="001F0B8F" w:rsidRDefault="001F16A4" w:rsidP="001F0B8F">
      <w:pPr>
        <w:pStyle w:val="Heading2Center"/>
        <w:rPr>
          <w:rtl/>
        </w:rPr>
      </w:pPr>
      <w:bookmarkStart w:id="15" w:name="_Toc497651148"/>
      <w:r w:rsidRPr="001F0B8F">
        <w:rPr>
          <w:rFonts w:hint="eastAsia"/>
          <w:rtl/>
        </w:rPr>
        <w:t>باب</w:t>
      </w:r>
      <w:r w:rsidRPr="001F0B8F">
        <w:rPr>
          <w:rtl/>
        </w:rPr>
        <w:t>6</w:t>
      </w:r>
      <w:bookmarkEnd w:id="15"/>
    </w:p>
    <w:p w:rsidR="001F16A4" w:rsidRPr="001F0B8F" w:rsidRDefault="001F16A4" w:rsidP="001F0B8F">
      <w:pPr>
        <w:pStyle w:val="Heading2Center"/>
        <w:rPr>
          <w:rtl/>
        </w:rPr>
      </w:pPr>
      <w:bookmarkStart w:id="16" w:name="_Toc497651149"/>
      <w:r w:rsidRPr="001F0B8F">
        <w:rPr>
          <w:rtl/>
        </w:rPr>
        <w:t xml:space="preserve">(6) </w:t>
      </w:r>
      <w:r w:rsidRPr="000E5752">
        <w:rPr>
          <w:rStyle w:val="libArabicChar"/>
          <w:rtl/>
        </w:rPr>
        <w:t>بَابٌ فِ</w:t>
      </w:r>
      <w:r w:rsidRPr="000E5752">
        <w:rPr>
          <w:rStyle w:val="libArabicChar"/>
          <w:rFonts w:hint="cs"/>
          <w:rtl/>
        </w:rPr>
        <w:t>ي قَوْلِ سَيِّدِنَا أَبِي بَکْرٍ الصِدِّيْقِ وَ سَيِّدِنَا عُمَرَ بْنِ الْخَطَّابِ رضی</w:t>
      </w:r>
      <w:r w:rsidRPr="000E5752">
        <w:rPr>
          <w:rStyle w:val="libArabicChar"/>
          <w:rtl/>
        </w:rPr>
        <w:t xml:space="preserve"> الل</w:t>
      </w:r>
      <w:r w:rsidRPr="000E5752">
        <w:rPr>
          <w:rStyle w:val="libArabicChar"/>
          <w:rFonts w:hint="cs"/>
          <w:rtl/>
        </w:rPr>
        <w:t>ه عنه : عَلِيٌّ مَوْلَايَ وَ مَوْلَی</w:t>
      </w:r>
      <w:r w:rsidRPr="000E5752">
        <w:rPr>
          <w:rStyle w:val="libArabicChar"/>
          <w:rtl/>
        </w:rPr>
        <w:t xml:space="preserve"> کُلِّ مُؤ</w:t>
      </w:r>
      <w:r w:rsidRPr="000E5752">
        <w:rPr>
          <w:rStyle w:val="libArabicChar"/>
          <w:rFonts w:hint="cs"/>
          <w:rtl/>
        </w:rPr>
        <w:t>ْمِنٍ</w:t>
      </w:r>
      <w:bookmarkEnd w:id="16"/>
      <w:r w:rsidRPr="000E5752">
        <w:rPr>
          <w:rStyle w:val="libArabicChar"/>
          <w:rFonts w:hint="cs"/>
          <w:rtl/>
        </w:rPr>
        <w:t xml:space="preserve"> </w:t>
      </w:r>
    </w:p>
    <w:p w:rsidR="001F16A4" w:rsidRPr="001F0B8F" w:rsidRDefault="001F16A4" w:rsidP="001F0B8F">
      <w:pPr>
        <w:pStyle w:val="Heading2Center"/>
        <w:rPr>
          <w:rtl/>
        </w:rPr>
      </w:pPr>
      <w:bookmarkStart w:id="17" w:name="_Toc497651150"/>
      <w:r w:rsidRPr="001F0B8F">
        <w:rPr>
          <w:rtl/>
        </w:rPr>
        <w:t>(فرمان صد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ق</w:t>
      </w:r>
      <w:r w:rsidRPr="001F0B8F">
        <w:rPr>
          <w:rtl/>
        </w:rPr>
        <w:t xml:space="preserve"> اکبر و فاروق اعظم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</w:t>
      </w:r>
      <w:r w:rsidRPr="001F0B8F">
        <w:rPr>
          <w:rFonts w:hint="cs"/>
          <w:rtl/>
        </w:rPr>
        <w:t>ﷲ</w:t>
      </w:r>
      <w:r w:rsidRPr="001F0B8F">
        <w:rPr>
          <w:rtl/>
        </w:rPr>
        <w:t xml:space="preserve"> عنہما :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رے</w:t>
      </w:r>
      <w:r w:rsidRPr="001F0B8F">
        <w:rPr>
          <w:rtl/>
        </w:rPr>
        <w:t xml:space="preserve"> اور تمام مومن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ن</w:t>
      </w:r>
      <w:r w:rsidRPr="001F0B8F">
        <w:rPr>
          <w:rtl/>
        </w:rPr>
        <w:t xml:space="preserve"> کے مولا ہ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>)</w:t>
      </w:r>
      <w:bookmarkEnd w:id="17"/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65. عَنِ ال</w:t>
      </w:r>
      <w:r w:rsidRPr="000E5752">
        <w:rPr>
          <w:rFonts w:hint="cs"/>
          <w:rtl/>
        </w:rPr>
        <w:t>ْبَرَاءِ بْنِ عَازِبٍ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عنه، قَالَ : کُنَّا مَعَ رَسُوْلِ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فِي سَفَرٍ، فَنَزَلْنَا بِغَدِيْرِ خُمٍّ فَنُوْدِيَ فِيْنَا الصَّلَ</w:t>
      </w:r>
      <w:r w:rsidRPr="000E5752">
        <w:rPr>
          <w:rtl/>
        </w:rPr>
        <w:t>اةَ جَامِعَةً وَ کُسِحَ لِرَسُو</w:t>
      </w:r>
      <w:r w:rsidRPr="000E5752">
        <w:rPr>
          <w:rFonts w:hint="cs"/>
          <w:rtl/>
        </w:rPr>
        <w:t>ْلِ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تَحْتَ شَجَرَتَيْنِ فَ</w:t>
      </w:r>
      <w:r w:rsidRPr="000E5752">
        <w:rPr>
          <w:rFonts w:hint="eastAsia"/>
          <w:rtl/>
        </w:rPr>
        <w:t>صَل</w:t>
      </w:r>
      <w:r w:rsidRPr="000E5752">
        <w:rPr>
          <w:rFonts w:hint="cs"/>
          <w:rtl/>
        </w:rPr>
        <w:t>يَ</w:t>
      </w:r>
      <w:r w:rsidRPr="000E5752">
        <w:rPr>
          <w:rtl/>
        </w:rPr>
        <w:t xml:space="preserve"> الظُّ</w:t>
      </w:r>
      <w:r w:rsidRPr="000E5752">
        <w:rPr>
          <w:rFonts w:hint="cs"/>
          <w:rtl/>
        </w:rPr>
        <w:t>هْرَ وَ أخَذَ بِيَدِ عَلِيٍّ، فَقَالَ : ألَسْتُمْ تَعْلَمُوْنَ أنِّيْ أوْلَی</w:t>
      </w:r>
      <w:r w:rsidRPr="000E5752">
        <w:rPr>
          <w:rtl/>
        </w:rPr>
        <w:t xml:space="preserve"> بِال</w:t>
      </w:r>
      <w:r w:rsidRPr="000E5752">
        <w:rPr>
          <w:rFonts w:hint="cs"/>
          <w:rtl/>
        </w:rPr>
        <w:t>ْمُؤْمِنِيْنَ مِنْ أنْفُسِهِمْ؟ قَالُوْا : بَلَی</w:t>
      </w:r>
      <w:r w:rsidRPr="000E5752">
        <w:rPr>
          <w:rFonts w:hint="eastAsia"/>
          <w:rtl/>
        </w:rPr>
        <w:t>،</w:t>
      </w:r>
      <w:r w:rsidRPr="000E5752">
        <w:rPr>
          <w:rtl/>
        </w:rPr>
        <w:t xml:space="preserve"> قَالَ : </w:t>
      </w:r>
      <w:r w:rsidRPr="000E5752">
        <w:rPr>
          <w:rFonts w:hint="cs"/>
          <w:rtl/>
        </w:rPr>
        <w:t>ألَسْتُمْ تَعْلَمُوْن</w:t>
      </w:r>
      <w:r w:rsidRPr="000E5752">
        <w:rPr>
          <w:rtl/>
        </w:rPr>
        <w:t xml:space="preserve">َ </w:t>
      </w:r>
      <w:r w:rsidRPr="000E5752">
        <w:rPr>
          <w:rFonts w:hint="cs"/>
          <w:rtl/>
        </w:rPr>
        <w:t>أنِّيْ أوْليَ بِکُلِّ مُؤْمِنٍ مِّنْ نَفْسِهِ؟ قَالُوْا : بَلَی</w:t>
      </w:r>
      <w:r w:rsidRPr="000E5752">
        <w:rPr>
          <w:rFonts w:hint="eastAsia"/>
          <w:rtl/>
        </w:rPr>
        <w:t>،</w:t>
      </w:r>
      <w:r w:rsidRPr="000E5752">
        <w:rPr>
          <w:rtl/>
        </w:rPr>
        <w:t xml:space="preserve"> قَالَ : فَ</w:t>
      </w:r>
      <w:r w:rsidRPr="000E5752">
        <w:rPr>
          <w:rFonts w:hint="cs"/>
          <w:rtl/>
        </w:rPr>
        <w:t>أخَذَ بَيَدِ</w:t>
      </w:r>
      <w:r w:rsidRPr="000E5752">
        <w:rPr>
          <w:rtl/>
        </w:rPr>
        <w:t xml:space="preserve"> عَلِ</w:t>
      </w:r>
      <w:r w:rsidRPr="000E5752">
        <w:rPr>
          <w:rFonts w:hint="cs"/>
          <w:rtl/>
        </w:rPr>
        <w:t>يٍّ، فَقَالَ : مَنْ کُنْتُ مَوْلَاهُ فَعَلِیٌّ</w:t>
      </w:r>
      <w:r w:rsidRPr="000E5752">
        <w:rPr>
          <w:rtl/>
        </w:rPr>
        <w:t xml:space="preserve"> مَو</w:t>
      </w:r>
      <w:r w:rsidRPr="000E5752">
        <w:rPr>
          <w:rFonts w:hint="cs"/>
          <w:rtl/>
        </w:rPr>
        <w:t>ْلَاهُ، اللّٰهُمَّ! وَالِ مَنْ وَالَاهُ وَعَادِ مَنْ عَادَاهُ. قَالَ : فَلَقِيَهُ عمر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 بَعْدَ ذٰلِکَ</w:t>
      </w:r>
      <w:r w:rsidRPr="000E5752">
        <w:rPr>
          <w:rtl/>
        </w:rPr>
        <w:t>، فَقَالَ لَ</w:t>
      </w:r>
      <w:r w:rsidRPr="000E5752">
        <w:rPr>
          <w:rFonts w:hint="cs"/>
          <w:rtl/>
        </w:rPr>
        <w:t>هُ : هَنِيْئاً يَا ابْنَ أبِيْ طَالِبٍ! أصْبَحْتَ وَ أمْسَيْتَ مَوْليَ کُ</w:t>
      </w:r>
      <w:r w:rsidRPr="000E5752">
        <w:rPr>
          <w:rFonts w:hint="eastAsia"/>
          <w:rtl/>
        </w:rPr>
        <w:t>لِّ</w:t>
      </w:r>
      <w:r w:rsidRPr="000E5752">
        <w:rPr>
          <w:rtl/>
        </w:rPr>
        <w:t xml:space="preserve"> مُؤ</w:t>
      </w:r>
      <w:r w:rsidRPr="000E5752">
        <w:rPr>
          <w:rFonts w:hint="cs"/>
          <w:rtl/>
        </w:rPr>
        <w:t xml:space="preserve">ْمِنٍ وَ مُؤْمِنَةٍ. رَوَاهُ أَحْمَدُ وَابْنُ أَبِيْ شَيْبَةَ.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براء بن عازب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سفر پر تھے، (راستے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ہم نے واد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وہاں نماز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اذان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لئے دو درختوں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نمازِ ظہر ادا ک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مومنوں ک</w:t>
      </w:r>
      <w:r>
        <w:rPr>
          <w:rFonts w:hint="cs"/>
          <w:rtl/>
        </w:rPr>
        <w:t>ی</w:t>
      </w:r>
      <w:r>
        <w:rPr>
          <w:rtl/>
        </w:rPr>
        <w:t xml:space="preserve"> جانوں سے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ہوں؟ انہوں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مومن ک</w:t>
      </w:r>
      <w:r>
        <w:rPr>
          <w:rFonts w:hint="cs"/>
          <w:rtl/>
        </w:rPr>
        <w:t>ی</w:t>
      </w:r>
      <w:r>
        <w:rPr>
          <w:rtl/>
        </w:rPr>
        <w:t xml:space="preserve"> جان سے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ہوں؟ انہوں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راو</w:t>
      </w:r>
      <w:r>
        <w:rPr>
          <w:rFonts w:hint="cs"/>
          <w:rtl/>
        </w:rPr>
        <w:t>ی</w:t>
      </w:r>
      <w:r>
        <w:rPr>
          <w:rtl/>
        </w:rPr>
        <w:t xml:space="preserve"> کہتا ہے کہ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’’جس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اے اللہ! اُسے تو دوست رکھ جو اِسے (عل</w:t>
      </w:r>
      <w:r>
        <w:rPr>
          <w:rFonts w:hint="cs"/>
          <w:rtl/>
        </w:rPr>
        <w:t>ی</w:t>
      </w:r>
      <w:r>
        <w:rPr>
          <w:rtl/>
        </w:rPr>
        <w:t xml:space="preserve"> کو) دوست رکھے اور اُس سے عداوت رکھ جو اِس سے عداوت رکھے۔‘‘ راو</w:t>
      </w:r>
      <w:r>
        <w:rPr>
          <w:rFonts w:hint="cs"/>
          <w:rtl/>
        </w:rPr>
        <w:t>ی</w:t>
      </w:r>
      <w:r>
        <w:rPr>
          <w:rtl/>
        </w:rPr>
        <w:t xml:space="preserve"> کہتا ہے کہ اس کے بعد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اُن سے کہا : ’’اے ابن اب</w:t>
      </w:r>
      <w:r>
        <w:rPr>
          <w:rFonts w:hint="cs"/>
          <w:rtl/>
        </w:rPr>
        <w:t>ی</w:t>
      </w:r>
      <w:r>
        <w:rPr>
          <w:rtl/>
        </w:rPr>
        <w:t xml:space="preserve"> طالب! مبارک ہو، آپ صبح و شام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لئے) ہر مومن اور مومنہ کے مولا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اور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بہ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65 :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حمد بن حنبل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المسند، 4 / 281، وابن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بة ف</w:t>
      </w:r>
      <w:r>
        <w:rPr>
          <w:rFonts w:hint="cs"/>
          <w:rtl/>
        </w:rPr>
        <w:t>ی</w:t>
      </w:r>
      <w:r>
        <w:rPr>
          <w:rtl/>
        </w:rPr>
        <w:t xml:space="preserve"> المصنف، 12 / 78،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12167.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F55001">
      <w:pPr>
        <w:pStyle w:val="libArabic"/>
        <w:rPr>
          <w:rtl/>
        </w:rPr>
      </w:pPr>
      <w:r w:rsidRPr="000E5752">
        <w:rPr>
          <w:rtl/>
        </w:rPr>
        <w:t>66. عَن</w:t>
      </w:r>
      <w:r w:rsidRPr="000E5752">
        <w:rPr>
          <w:rFonts w:hint="cs"/>
          <w:rtl/>
        </w:rPr>
        <w:t>ْ أَبِي هُرَيْرَةَ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عنه، قَالَ : مَنْ صَامَ يَوْمَ ثَمَانِ عَشَرَةَ مِنْ ذِي الْحَجَّةِ کُتِبَ لَهُ صِيَامُ سِتِّيْنَ شَهْرًا، وَ هُوَ يَوْمَ غَدِيْرِ خُمٍّ لَمَّا أَخَذَ النَّبِيُّ صلی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بِيَدِ عَلِيِّ بْنِ أَبِي طَالِبٍ ر</w:t>
      </w:r>
      <w:r w:rsidRPr="000E5752">
        <w:rPr>
          <w:rFonts w:hint="eastAsia"/>
          <w:rtl/>
        </w:rPr>
        <w:t>ض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عنه، فَقَالَ : أَلَسْتَ وَلِيَّ الْمُؤْمِنِيْنَ؟ قَالُوْا : بَلَی</w:t>
      </w:r>
      <w:r w:rsidRPr="000E5752">
        <w:rPr>
          <w:rFonts w:hint="eastAsia"/>
          <w:rtl/>
        </w:rPr>
        <w:t>،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يَا رَسُوْلَ اﷲِ</w:t>
      </w:r>
      <w:r w:rsidRPr="000E5752">
        <w:rPr>
          <w:rtl/>
        </w:rPr>
        <w:t>! قَالَ : مَن</w:t>
      </w:r>
      <w:r w:rsidRPr="000E5752">
        <w:rPr>
          <w:rFonts w:hint="cs"/>
          <w:rtl/>
        </w:rPr>
        <w:t>ْ کُنْتُ مَوْلَاهُ فَعَلِيٌّ مَوْلَاهُ، فَقَالَ عُمَرُ بْنُ الْخَطَّابِ : ب</w:t>
      </w:r>
      <w:r w:rsidRPr="000E5752">
        <w:rPr>
          <w:rtl/>
        </w:rPr>
        <w:t>َخ</w:t>
      </w:r>
      <w:r w:rsidRPr="000E5752">
        <w:rPr>
          <w:rFonts w:hint="cs"/>
          <w:rtl/>
        </w:rPr>
        <w:t>ْ بَخْ لَکَ يَا ابْنَ أَبِي طَالِبٍ! أَصْبَحْتَ مَوْلَايَ وَ مَوْلَی</w:t>
      </w:r>
      <w:r w:rsidRPr="000E5752">
        <w:rPr>
          <w:rtl/>
        </w:rPr>
        <w:t xml:space="preserve"> کُلِّ </w:t>
      </w:r>
      <w:r w:rsidRPr="000E5752">
        <w:rPr>
          <w:rFonts w:hint="eastAsia"/>
          <w:rtl/>
        </w:rPr>
        <w:t>مُس</w:t>
      </w:r>
      <w:r w:rsidRPr="000E5752">
        <w:rPr>
          <w:rFonts w:hint="cs"/>
          <w:rtl/>
        </w:rPr>
        <w:t>ْلِمٍ،</w:t>
      </w:r>
      <w:r w:rsidRPr="000E5752">
        <w:rPr>
          <w:rtl/>
        </w:rPr>
        <w:t xml:space="preserve"> فَ</w:t>
      </w:r>
      <w:r w:rsidRPr="000E5752">
        <w:rPr>
          <w:rFonts w:hint="cs"/>
          <w:rtl/>
        </w:rPr>
        <w:t>أَنْزَلَ اﷲُ</w:t>
      </w:r>
      <w:r w:rsidRPr="000E5752">
        <w:rPr>
          <w:rtl/>
        </w:rPr>
        <w:t xml:space="preserve"> </w:t>
      </w:r>
      <w:r w:rsidRPr="00F55001">
        <w:rPr>
          <w:rStyle w:val="libAlaemChar"/>
          <w:rtl/>
        </w:rPr>
        <w:t>(</w:t>
      </w:r>
      <w:r w:rsidRPr="00F55001">
        <w:rPr>
          <w:rStyle w:val="libAieChar"/>
          <w:rtl/>
        </w:rPr>
        <w:t>اَل</w:t>
      </w:r>
      <w:r w:rsidRPr="00F55001">
        <w:rPr>
          <w:rStyle w:val="libAieChar"/>
          <w:rFonts w:hint="cs"/>
          <w:rtl/>
        </w:rPr>
        <w:t>ْيَوْمَ أَکْمَلْتُ لَکُمْ دِيْنَکُمْ</w:t>
      </w:r>
      <w:r w:rsidRPr="00F55001">
        <w:rPr>
          <w:rStyle w:val="libAlaemChar"/>
          <w:rFonts w:hint="cs"/>
          <w:rtl/>
        </w:rPr>
        <w:t>)</w:t>
      </w:r>
      <w:r w:rsidRPr="00F55001">
        <w:rPr>
          <w:rFonts w:hint="cs"/>
          <w:rtl/>
        </w:rPr>
        <w:t xml:space="preserve"> رَوَا</w:t>
      </w:r>
      <w:r w:rsidRPr="000E5752">
        <w:rPr>
          <w:rFonts w:hint="cs"/>
          <w:rtl/>
        </w:rPr>
        <w:t xml:space="preserve">هُ الطَّبَرَانِيُّ فِي الْمُعْجَمِ الْأَوْسَطِ.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نے اٹھارہ ذ</w:t>
      </w:r>
      <w:r>
        <w:rPr>
          <w:rFonts w:hint="cs"/>
          <w:rtl/>
        </w:rPr>
        <w:t>ی</w:t>
      </w:r>
      <w:r>
        <w:rPr>
          <w:rtl/>
        </w:rPr>
        <w:t xml:space="preserve"> الحج کو روزہ رکھا اس کے لئے ساٹھ (60)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روزوں کا ثواب لکھا جائے گا،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کا دن تھا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کا ہاتھ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 انہوں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ہوں، اُس کا عل</w:t>
      </w:r>
      <w:r>
        <w:rPr>
          <w:rFonts w:hint="cs"/>
          <w:rtl/>
        </w:rPr>
        <w:t>ی</w:t>
      </w:r>
      <w:r>
        <w:rPr>
          <w:rtl/>
        </w:rPr>
        <w:t xml:space="preserve"> مولا ہے۔ اس پر حضرت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مبارک ہو! اے ابنِ اب</w:t>
      </w:r>
      <w:r>
        <w:rPr>
          <w:rFonts w:hint="cs"/>
          <w:rtl/>
        </w:rPr>
        <w:t>ی</w:t>
      </w:r>
      <w:r>
        <w:rPr>
          <w:rtl/>
        </w:rPr>
        <w:t xml:space="preserve"> طالب!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ہر مسلمان کے مولا ٹھ</w:t>
      </w:r>
      <w:r>
        <w:rPr>
          <w:rFonts w:hint="eastAsia"/>
          <w:rtl/>
        </w:rPr>
        <w:t>ہرے</w:t>
      </w:r>
      <w:r>
        <w:rPr>
          <w:rtl/>
        </w:rPr>
        <w:t>۔ (اس موقع پر) اللہ تعال</w:t>
      </w:r>
      <w:r>
        <w:rPr>
          <w:rFonts w:hint="cs"/>
          <w:rtl/>
        </w:rPr>
        <w:t>یٰ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 xml:space="preserve"> : ’’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لئے تمہارا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66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الطبرانی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وسط، 3 / 324، و خط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ب البغدادی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خ بغداد، 8 / 290، و ابن عساکر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خ الدمشق الکب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ر، 45 / 176، 177، و ابن کث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ر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البدا</w:t>
      </w:r>
      <w:r w:rsidRPr="000E5752">
        <w:rPr>
          <w:rFonts w:hint="cs"/>
          <w:rtl/>
        </w:rPr>
        <w:t>يه</w:t>
      </w:r>
      <w:r>
        <w:rPr>
          <w:rFonts w:hint="cs"/>
          <w:rtl/>
        </w:rPr>
        <w:t xml:space="preserve"> والن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ا</w:t>
      </w:r>
      <w:r w:rsidRPr="000E5752">
        <w:rPr>
          <w:rFonts w:hint="cs"/>
          <w:rtl/>
        </w:rPr>
        <w:t>يه</w:t>
      </w:r>
      <w:r>
        <w:rPr>
          <w:rFonts w:hint="cs"/>
          <w:rtl/>
        </w:rPr>
        <w:t>، 5 / 464، و رازی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التفس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ر الکب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ر، 11 / 139.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67. عَن</w:t>
      </w:r>
      <w:r w:rsidRPr="000E5752">
        <w:rPr>
          <w:rFonts w:hint="cs"/>
          <w:rtl/>
        </w:rPr>
        <w:t>ْ عُمَرَ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 : وَ قَدْ نَازَعَهُ رَجُلٌ فِي مَسْأَلَةٍ، فَقَالَ : بَيْنِي وَ بَيْنَکَ هَذَا الْجَالِسُ، وَ أَشَارَ إِلَی</w:t>
      </w:r>
      <w:r w:rsidRPr="000E5752">
        <w:rPr>
          <w:rtl/>
        </w:rPr>
        <w:t xml:space="preserve"> عَلِ</w:t>
      </w:r>
      <w:r w:rsidRPr="000E5752">
        <w:rPr>
          <w:rFonts w:hint="cs"/>
          <w:rtl/>
        </w:rPr>
        <w:t>يِّ بْنِ أَبِي طالب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عنه، فَقَالَ الرَّجُلُ : هَذَا الْأَبْطَنُ! فَنَهَضَ عمر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 xml:space="preserve">ه عنه عَنْ مَجْلِسِهِ </w:t>
      </w:r>
      <w:r w:rsidRPr="000E5752">
        <w:rPr>
          <w:rFonts w:hint="eastAsia"/>
          <w:rtl/>
        </w:rPr>
        <w:t>وَ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أَخَذَ بِتَلْبِيْبِهِ حَتَّی</w:t>
      </w:r>
      <w:r w:rsidRPr="000E5752">
        <w:rPr>
          <w:rtl/>
        </w:rPr>
        <w:t xml:space="preserve"> شَالَ</w:t>
      </w:r>
      <w:r w:rsidRPr="000E5752">
        <w:rPr>
          <w:rFonts w:hint="cs"/>
          <w:rtl/>
        </w:rPr>
        <w:t>هُ مِنَ الْأرْضِ، ثُمَّ قَالَ : أَتَدْرِيْ مَنْ صَغَّرْتَ، مَوْلَايَ وَ مَوْلَی</w:t>
      </w:r>
      <w:r w:rsidRPr="000E5752">
        <w:rPr>
          <w:rtl/>
        </w:rPr>
        <w:t xml:space="preserve"> کُلِّ مُسَلِمٍ! رَوَا</w:t>
      </w:r>
      <w:r w:rsidRPr="000E5752">
        <w:rPr>
          <w:rFonts w:hint="cs"/>
          <w:rtl/>
        </w:rPr>
        <w:t xml:space="preserve">هُ مُحِبُّ الدِّيْنِ أَحْمَدُ الطَّبَرِيُّ.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آپ کے ساتھ کس</w:t>
      </w:r>
      <w:r>
        <w:rPr>
          <w:rFonts w:hint="cs"/>
          <w:rtl/>
        </w:rPr>
        <w:t>ی</w:t>
      </w:r>
      <w:r>
        <w:rPr>
          <w:rtl/>
        </w:rPr>
        <w:t xml:space="preserve">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آدم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گا۔ ۔ ۔ ۔ اور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۔ ۔ تو اس آدم</w:t>
      </w:r>
      <w:r>
        <w:rPr>
          <w:rFonts w:hint="cs"/>
          <w:rtl/>
        </w:rPr>
        <w:t>ی</w:t>
      </w:r>
      <w:r>
        <w:rPr>
          <w:rtl/>
        </w:rPr>
        <w:t xml:space="preserve"> نے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والا (ہمارے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گا)!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اپن</w:t>
      </w:r>
      <w:r>
        <w:rPr>
          <w:rFonts w:hint="cs"/>
          <w:rtl/>
        </w:rPr>
        <w:t>ی</w:t>
      </w:r>
      <w:r>
        <w:rPr>
          <w:rtl/>
        </w:rPr>
        <w:t xml:space="preserve"> جگہ سے اٹھے، اسے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سے پکڑا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جانتا ہے کہ تو جسے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گردانتا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ہر مسلمان کے مول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اسے محب الد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ن 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67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محب الد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ن الطبری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3 / 128</w:t>
      </w:r>
      <w:r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68. عَن</w:t>
      </w:r>
      <w:r w:rsidRPr="000E5752">
        <w:rPr>
          <w:rFonts w:hint="cs"/>
          <w:rtl/>
        </w:rPr>
        <w:t>ْ عُمَرَ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 وَ قَدْ جَاءَ هُ أَعْرَابِيَانِ يَخْتَصِمَانِ، فَقَالَ لِعَلِيٍّ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 : إِقْضِ بَيْنَهُمَا يَا أَبَا الْحَسَنِ! فَقَضَی</w:t>
      </w:r>
      <w:r w:rsidRPr="000E5752">
        <w:rPr>
          <w:rtl/>
        </w:rPr>
        <w:t xml:space="preserve"> عَلِ</w:t>
      </w:r>
      <w:r w:rsidRPr="000E5752">
        <w:rPr>
          <w:rFonts w:hint="cs"/>
          <w:rtl/>
        </w:rPr>
        <w:t>يٌّ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 xml:space="preserve">ه عنه بَيْنَهُمَا، فَقَالَ أَحَدُهُمَا : هَذَا يَقْضِي بَيْنَنَا! فَوَثَبَ إِلَيْهَ </w:t>
      </w:r>
      <w:r w:rsidRPr="000E5752">
        <w:rPr>
          <w:rFonts w:hint="eastAsia"/>
          <w:rtl/>
        </w:rPr>
        <w:t>عمر</w:t>
      </w:r>
      <w:r w:rsidRPr="000E5752">
        <w:rPr>
          <w:rtl/>
        </w:rPr>
        <w:t xml:space="preserve"> رض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عنه وَ أَخَذَ بِتَلْبِيْبِهِ، وَ قَالَ : وَيْحَکَ! مَا تَدْرِيْ مَنْ هَذَا؟ هَذَا مَوْلَايَ وَ مَوْلَی</w:t>
      </w:r>
      <w:r w:rsidRPr="000E5752">
        <w:rPr>
          <w:rtl/>
        </w:rPr>
        <w:t xml:space="preserve"> کُلِّ مُؤ</w:t>
      </w:r>
      <w:r w:rsidRPr="000E5752">
        <w:rPr>
          <w:rFonts w:hint="cs"/>
          <w:rtl/>
        </w:rPr>
        <w:t xml:space="preserve">ْمِنٍ، وَ مَنْ لَمْ يَکُنْ مَوْلَاهُ فَلَيْسَ بِمُؤْمِنٍ. رَوَاهُ مُحِبُّ الدِّيْنِ أَحْمَدُ الطَّبَرِيُّ.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 کے پاس دو بدّو جھگڑا کرتے ہوئے آئے۔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ابوالحسن!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اُن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کہ 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کے لئے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(اس پر)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اس ک</w:t>
      </w:r>
      <w:r>
        <w:rPr>
          <w:rFonts w:hint="cs"/>
          <w:rtl/>
        </w:rPr>
        <w:t>ی</w:t>
      </w:r>
      <w:r>
        <w:rPr>
          <w:rtl/>
        </w:rPr>
        <w:t xml:space="preserve"> طرف بڑھے اور اس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پکڑ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تو ہلاک ہو!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ہر مؤمن کے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(اور) جو اِن کواپنا مولا نہ مانے وہ مؤمن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اسے محب ال</w:t>
      </w:r>
      <w:r>
        <w:rPr>
          <w:rFonts w:hint="eastAsia"/>
          <w:rtl/>
        </w:rPr>
        <w:t>د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ن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68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محب الد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حمد الطبری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3 / 128، و محب الد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ن احمد الطبری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ذخائر العقبی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: 126.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69. عَن</w:t>
      </w:r>
      <w:r w:rsidRPr="000E5752">
        <w:rPr>
          <w:rFonts w:hint="cs"/>
          <w:rtl/>
        </w:rPr>
        <w:t>ْ عُمَرَ أَنَّهُ قَالَ : عَلِيٌّ مَوْلَی</w:t>
      </w:r>
      <w:r w:rsidRPr="000E5752">
        <w:rPr>
          <w:rtl/>
        </w:rPr>
        <w:t xml:space="preserve"> مَن</w:t>
      </w:r>
      <w:r w:rsidRPr="000E5752">
        <w:rPr>
          <w:rFonts w:hint="cs"/>
          <w:rtl/>
        </w:rPr>
        <w:t>ْ کَانَ رَسُوْلُ اللّٰهِا مَوْلَاهُ. رَ</w:t>
      </w:r>
      <w:r w:rsidRPr="000E5752">
        <w:rPr>
          <w:rtl/>
        </w:rPr>
        <w:t>وَا</w:t>
      </w:r>
      <w:r w:rsidRPr="000E5752">
        <w:rPr>
          <w:rFonts w:hint="cs"/>
          <w:rtl/>
        </w:rPr>
        <w:t xml:space="preserve">هُ مُحِبُّ الدِّيْنِ أَحْمَدُ الطَّبَرِيُّ.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جس کے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اس کے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اسے محب الد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ن 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69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محب الد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حمد الطبری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3 / 128، و ابن عساکر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ر، 45 / 178.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70. عَن</w:t>
      </w:r>
      <w:r w:rsidRPr="000E5752">
        <w:rPr>
          <w:rFonts w:hint="cs"/>
          <w:rtl/>
        </w:rPr>
        <w:t>ْ سَالِمٍ قِيْلَ لِعُمَرَ : إِنَّکَ تَصْنَعُ بِعَلِيٍّ شَيْئًا مَا تَصْنَعُهُ بِأَحَدٍ مِنْ أَصْحَابِ رَسُوْلِ اﷲِ</w:t>
      </w:r>
      <w:r w:rsidRPr="000E5752">
        <w:rPr>
          <w:rFonts w:hint="eastAsia"/>
          <w:rtl/>
        </w:rPr>
        <w:t>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وسلم، قَالَ : إِنَّهُ مَوْ</w:t>
      </w:r>
      <w:r w:rsidRPr="000E5752">
        <w:rPr>
          <w:rtl/>
        </w:rPr>
        <w:t>لَا</w:t>
      </w:r>
      <w:r w:rsidRPr="000E5752">
        <w:rPr>
          <w:rFonts w:hint="cs"/>
          <w:rtl/>
        </w:rPr>
        <w:t xml:space="preserve">يَ. رَوَاهُ مُحِبُّ الدِّيْنِ أَحْمَدُ الطَّبَرِيُّ.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سالم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) آپ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(امت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>) برتاؤ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صحابہ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 سے (عموماً)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 (اس پر)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نے (جواباً)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(عل</w:t>
      </w:r>
      <w:r>
        <w:rPr>
          <w:rFonts w:hint="cs"/>
          <w:rtl/>
        </w:rPr>
        <w:t>ی</w:t>
      </w:r>
      <w:r>
        <w:rPr>
          <w:rtl/>
        </w:rPr>
        <w:t>)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(آقا)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اسے محب الد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>ن طبر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lastRenderedPageBreak/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70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محب الد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حمد الطبری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اض النضر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مناقب العشر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3 / 128، و ابن عساکر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ر، 45 / 178.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71. عَن</w:t>
      </w:r>
      <w:r w:rsidRPr="000E5752">
        <w:rPr>
          <w:rFonts w:hint="cs"/>
          <w:rtl/>
        </w:rPr>
        <w:t>ْ سَعْدٍ قَالَ : لَمَّا سَمِعَ أَبُوْبَکْرٍ وَ عُمَرُ ذَلِکَ (حَدِيْثَ الْوِلايَةِ) قَالَا : أَمْسَيْتَ يَا بْنَ أَبِي طَالِبٍ؟ مَوْليَ کُلِّ مُؤْمِنٍ وَمُؤْمِنَةٍ. رَوَاهُ المُنَ</w:t>
      </w:r>
      <w:r w:rsidRPr="000E5752">
        <w:rPr>
          <w:rtl/>
        </w:rPr>
        <w:t>اوِ</w:t>
      </w:r>
      <w:r w:rsidRPr="000E5752">
        <w:rPr>
          <w:rFonts w:hint="cs"/>
          <w:rtl/>
        </w:rPr>
        <w:t xml:space="preserve">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حضرت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کہنے لگے : اے ابن اب</w:t>
      </w:r>
      <w:r>
        <w:rPr>
          <w:rFonts w:hint="cs"/>
          <w:rtl/>
        </w:rPr>
        <w:t>ی</w:t>
      </w:r>
      <w:r>
        <w:rPr>
          <w:rtl/>
        </w:rPr>
        <w:t xml:space="preserve"> طالب! آپ ہر مومن اور مومنہ کے مولا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اسے مناو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71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المناوی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ض القد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ر، 6 / 218. </w:t>
      </w:r>
    </w:p>
    <w:p w:rsidR="000E5752" w:rsidRPr="0038770D" w:rsidRDefault="000E5752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18" w:name="_Toc497651151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7</w:t>
      </w:r>
      <w:bookmarkEnd w:id="18"/>
    </w:p>
    <w:p w:rsidR="001F16A4" w:rsidRPr="001F0B8F" w:rsidRDefault="001F16A4" w:rsidP="001F0B8F">
      <w:pPr>
        <w:pStyle w:val="Heading2Center"/>
        <w:rPr>
          <w:rtl/>
        </w:rPr>
      </w:pPr>
      <w:bookmarkStart w:id="19" w:name="_Toc497651152"/>
      <w:r w:rsidRPr="001F0B8F">
        <w:rPr>
          <w:rtl/>
        </w:rPr>
        <w:t xml:space="preserve">(7) </w:t>
      </w:r>
      <w:r w:rsidRPr="000E5752">
        <w:rPr>
          <w:rStyle w:val="libArabicChar"/>
          <w:rtl/>
        </w:rPr>
        <w:t>بَابٌ فِ</w:t>
      </w:r>
      <w:r w:rsidRPr="000E5752">
        <w:rPr>
          <w:rStyle w:val="libArabicChar"/>
          <w:rFonts w:hint="cs"/>
          <w:rtl/>
        </w:rPr>
        <w:t>ي قَوْلِ النَّبِيِّ صلی</w:t>
      </w:r>
      <w:r w:rsidRPr="000E5752">
        <w:rPr>
          <w:rStyle w:val="libArabicChar"/>
          <w:rtl/>
        </w:rPr>
        <w:t xml:space="preserve"> الل</w:t>
      </w:r>
      <w:r w:rsidRPr="000E5752">
        <w:rPr>
          <w:rStyle w:val="libArabicChar"/>
          <w:rFonts w:hint="cs"/>
          <w:rtl/>
        </w:rPr>
        <w:t>ه عليه وآله وسلم : عَلِيٌّ مِّنِّيْ وَ أنَا مِنْهُ</w:t>
      </w:r>
      <w:bookmarkEnd w:id="19"/>
    </w:p>
    <w:p w:rsidR="001F16A4" w:rsidRPr="001F0B8F" w:rsidRDefault="001F16A4" w:rsidP="001F0B8F">
      <w:pPr>
        <w:pStyle w:val="Heading2Center"/>
        <w:rPr>
          <w:rtl/>
        </w:rPr>
      </w:pPr>
      <w:bookmarkStart w:id="20" w:name="_Toc497651153"/>
      <w:r w:rsidRPr="001F0B8F">
        <w:rPr>
          <w:rtl/>
        </w:rPr>
        <w:t>(فرمانِ مصطف</w:t>
      </w:r>
      <w:r w:rsidRPr="001F0B8F">
        <w:rPr>
          <w:rFonts w:hint="cs"/>
          <w:rtl/>
        </w:rPr>
        <w:t>یٰ</w:t>
      </w:r>
      <w:r w:rsidRPr="001F0B8F">
        <w:rPr>
          <w:rtl/>
        </w:rPr>
        <w:t xml:space="preserve">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: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مجھ سے ہے اور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 xml:space="preserve">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سے ہوں)</w:t>
      </w:r>
      <w:bookmarkEnd w:id="20"/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72. عَن</w:t>
      </w:r>
      <w:r w:rsidRPr="000E5752">
        <w:rPr>
          <w:rFonts w:hint="cs"/>
          <w:rtl/>
        </w:rPr>
        <w:t>ْ حُبْشِيِّ بْنِ جُنَادَةَ، قَالَ : قَالَ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 xml:space="preserve">ه عليه وآله وسلم عَلِيٌّ مِّنِّي وَأَنَا مِنْ عَلِيٍّ، وَلا يُؤَدِّيْ عَنِّيْ إِلَّا أَنَا أَوْ عَلِيٌّ. رَوَاهُ التِّرْمَذِيُ </w:t>
      </w: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Fonts w:hint="eastAsia"/>
          <w:rtl/>
        </w:rPr>
        <w:t>وَقَالَ</w:t>
      </w:r>
      <w:r w:rsidRPr="000E5752">
        <w:rPr>
          <w:rtl/>
        </w:rPr>
        <w:t xml:space="preserve">. </w:t>
      </w:r>
      <w:r w:rsidRPr="000E5752">
        <w:rPr>
          <w:rFonts w:hint="cs"/>
          <w:rtl/>
        </w:rPr>
        <w:t xml:space="preserve">هَذَا حَدِيْثٌ حَسَنٌ صَحِيْحٌ.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بن جنادہ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مجھ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(عہد و نقض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سوا کوئ</w:t>
      </w:r>
      <w:r>
        <w:rPr>
          <w:rFonts w:hint="cs"/>
          <w:rtl/>
        </w:rPr>
        <w:t>ی</w:t>
      </w:r>
      <w:r>
        <w:rPr>
          <w:rtl/>
        </w:rPr>
        <w:t xml:space="preserve"> دوسرا (ذمہ دار</w:t>
      </w:r>
      <w:r>
        <w:rPr>
          <w:rFonts w:hint="cs"/>
          <w:rtl/>
        </w:rPr>
        <w:t>ی</w:t>
      </w:r>
      <w:r>
        <w:rPr>
          <w:rtl/>
        </w:rPr>
        <w:t>) ا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اس کو امام ترمذ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72 :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الترمذ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ح، ابواب المناقب، باب مناقب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طالب، 5 / 636،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 رقم : 3719، وابن ماج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السنن، مقدم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، باب فضائل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صحاب الرسول، فضل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طالب، 1 / 44،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119، و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حمد بن حنبل ف</w:t>
      </w:r>
      <w:r>
        <w:rPr>
          <w:rFonts w:hint="cs"/>
          <w:rtl/>
        </w:rPr>
        <w:t>ی</w:t>
      </w:r>
      <w:r>
        <w:rPr>
          <w:rtl/>
        </w:rPr>
        <w:t xml:space="preserve"> المسند 4 / 165، و ابن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ب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المصنف، 6 / 366،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 رقم : 32071، والطبران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 المعجم الکب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ر، 4 / 16،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 رقم : 3511، و الش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بان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 الآحاد والمثان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، 3 / 183،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1514.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73. عَنِ اب</w:t>
      </w:r>
      <w:r w:rsidRPr="000E5752">
        <w:rPr>
          <w:rFonts w:hint="cs"/>
          <w:rtl/>
        </w:rPr>
        <w:t>ْنِ عُمَرَ، قَالَ : آخَی</w:t>
      </w:r>
      <w:r w:rsidRPr="000E5752">
        <w:rPr>
          <w:rtl/>
        </w:rPr>
        <w:t xml:space="preserve"> رَسُو</w:t>
      </w:r>
      <w:r w:rsidRPr="000E5752">
        <w:rPr>
          <w:rFonts w:hint="cs"/>
          <w:rtl/>
        </w:rPr>
        <w:t>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بَيْنَ أَصْحَابِهِ فَجَاءَ عَ</w:t>
      </w:r>
      <w:r w:rsidRPr="000E5752">
        <w:rPr>
          <w:rtl/>
        </w:rPr>
        <w:t>لِ</w:t>
      </w:r>
      <w:r w:rsidRPr="000E5752">
        <w:rPr>
          <w:rFonts w:hint="cs"/>
          <w:rtl/>
        </w:rPr>
        <w:t>يٌّ تَدْمَعُ عَيْنَاهُ، فَقَالَ : يَا رَسُوْلَ اﷲِ</w:t>
      </w:r>
      <w:r w:rsidRPr="000E5752">
        <w:rPr>
          <w:rtl/>
        </w:rPr>
        <w:t xml:space="preserve"> آخَ</w:t>
      </w:r>
      <w:r w:rsidRPr="000E5752">
        <w:rPr>
          <w:rFonts w:hint="cs"/>
          <w:rtl/>
        </w:rPr>
        <w:t>يْتَ بَيْنَ أَصْحَابِکَ وَلَمْ تُؤَاخِ بَيْنِي وَ بَيْنَ أَحَدٍ، فَقَالَ لَهُ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</w:t>
      </w:r>
      <w:r w:rsidRPr="000E5752">
        <w:rPr>
          <w:rtl/>
        </w:rPr>
        <w:t xml:space="preserve"> عل</w:t>
      </w:r>
      <w:r w:rsidRPr="000E5752">
        <w:rPr>
          <w:rFonts w:hint="cs"/>
          <w:rtl/>
        </w:rPr>
        <w:t xml:space="preserve">يه وآله وسلم : أَنْتَ أَخِيْ فِي الدُّنْيَا وَالآخِرةِ. رَوَاهُ التِّرْمِذِيُّ </w:t>
      </w: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Fonts w:hint="eastAsia"/>
          <w:rtl/>
        </w:rPr>
        <w:t>وَ</w:t>
      </w:r>
      <w:r w:rsidRPr="000E5752">
        <w:rPr>
          <w:rtl/>
        </w:rPr>
        <w:t xml:space="preserve"> قَالَ </w:t>
      </w:r>
      <w:r w:rsidRPr="000E5752">
        <w:rPr>
          <w:rFonts w:hint="cs"/>
          <w:rtl/>
        </w:rPr>
        <w:t>هَذَا حَد</w:t>
      </w:r>
      <w:r w:rsidRPr="000E5752">
        <w:rPr>
          <w:rtl/>
        </w:rPr>
        <w:t>َ</w:t>
      </w:r>
      <w:r w:rsidRPr="000E5752">
        <w:rPr>
          <w:rFonts w:hint="cs"/>
          <w:rtl/>
        </w:rPr>
        <w:t>يْثٌ حَسَنٌ. وَفِي الْبَابِ عَنْ زَيْدِ بْنِ أَبِي أَوْفٰی</w:t>
      </w:r>
      <w:r w:rsidRPr="000E5752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انصار و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اخوت قائم ک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روتے ہوئے آئے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صحابہ کرام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چارہ قائم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کس</w:t>
      </w:r>
      <w:r>
        <w:rPr>
          <w:rFonts w:hint="cs"/>
          <w:rtl/>
        </w:rPr>
        <w:t>ی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 اسے امام ترمذ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 اور 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اوف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73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الترمذی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الجامع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علی</w:t>
      </w:r>
      <w:r>
        <w:rPr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بی</w:t>
      </w:r>
      <w:r>
        <w:rPr>
          <w:rtl/>
        </w:rPr>
        <w:t xml:space="preserve"> طالب، 5 / 636،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3720، و الحاکم فی</w:t>
      </w:r>
      <w:r>
        <w:rPr>
          <w:rtl/>
        </w:rPr>
        <w:t xml:space="preserve"> المستدرک علٰ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ن، 3 / 15،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ث رقم : 4288.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74. عَن</w:t>
      </w:r>
      <w:r w:rsidRPr="000E5752">
        <w:rPr>
          <w:rFonts w:hint="cs"/>
          <w:rtl/>
        </w:rPr>
        <w:t>ْ حُبْشِيِّ بْنِ جَنَا</w:t>
      </w:r>
      <w:r w:rsidRPr="000E5752">
        <w:rPr>
          <w:rtl/>
        </w:rPr>
        <w:t>دَةَ قَالَ : سَمِع</w:t>
      </w:r>
      <w:r w:rsidRPr="000E5752">
        <w:rPr>
          <w:rFonts w:hint="cs"/>
          <w:rtl/>
        </w:rPr>
        <w:t>ْتُ رَسُوْلَ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 xml:space="preserve">ه عليه وآله وسلم يَقُوْلُ : عَلِيٌّ مِّنِّي وَ أَنَا مِنْهُ وَلَا يُؤَدِّيْ عَنِّيْ إِلَّا عَلِيٌّ. رَوَاهُ ابْنُ مَاجَةَ.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بن جنادہ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کہ عل</w:t>
      </w:r>
      <w:r>
        <w:rPr>
          <w:rFonts w:hint="cs"/>
          <w:rtl/>
        </w:rPr>
        <w:t>ی</w:t>
      </w:r>
      <w:r>
        <w:rPr>
          <w:rtl/>
        </w:rPr>
        <w:t xml:space="preserve"> مجھ سے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قرض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سوائے عل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کرسکتا۔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74 :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ابن ماج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السنن، مقدم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، باب فضائل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صحاب رسول ا</w:t>
      </w:r>
      <w:r>
        <w:rPr>
          <w:rFonts w:hint="cs"/>
          <w:rtl/>
        </w:rPr>
        <w:t>ﷲ</w:t>
      </w:r>
      <w:r>
        <w:rPr>
          <w:rFonts w:hint="eastAsia"/>
          <w:rtl/>
        </w:rPr>
        <w:t>،</w:t>
      </w:r>
      <w:r>
        <w:rPr>
          <w:rtl/>
        </w:rPr>
        <w:t xml:space="preserve"> 1 / 44،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19.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75. عَن</w:t>
      </w:r>
      <w:r w:rsidRPr="000E5752">
        <w:rPr>
          <w:rFonts w:hint="cs"/>
          <w:rtl/>
        </w:rPr>
        <w:t>ْ حُبْشِيِّ بْنِ جُنَادَةَ وَ کَانَ قَدْ شَهِدَ يَوْمَ حَجَّةِ الْوَدَاعِ قَالَ : قَالَ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عَلِيٌّ مِّنِّي وَ أَنَا مِنْهُ. وَلَا يُؤَدِّي عَنِّي إلَّا أَنَا أَوْ عَلِيٌّ وَ فِيْ رِوَايَة</w:t>
      </w:r>
      <w:r w:rsidRPr="000E5752">
        <w:rPr>
          <w:rtl/>
        </w:rPr>
        <w:t xml:space="preserve">ٍ لَا </w:t>
      </w:r>
      <w:r w:rsidRPr="000E5752">
        <w:rPr>
          <w:rFonts w:hint="cs"/>
          <w:rtl/>
        </w:rPr>
        <w:t>يَقْضِ عَنِّيْ دَيْنِيْ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إِلَّا أَنَا أَوْ عَلِيٌّ رضی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 xml:space="preserve">ه عنه رَوَاهُ أحْمَدُ.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tl/>
        </w:rPr>
        <w:t xml:space="preserve"> بن جنادہ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آپ حج</w:t>
      </w:r>
      <w:r>
        <w:rPr>
          <w:rFonts w:hint="cs"/>
          <w:rtl/>
        </w:rPr>
        <w:t>ۃ</w:t>
      </w:r>
      <w:r>
        <w:rPr>
          <w:rtl/>
        </w:rPr>
        <w:t xml:space="preserve"> الوداع والے دن وہاں موجود تھے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مجھ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قرض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کرسکتا۔ اس کو امام احمد </w:t>
      </w:r>
      <w:r>
        <w:rPr>
          <w:rFonts w:hint="eastAsia"/>
          <w:rtl/>
        </w:rPr>
        <w:t>نے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75 :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حمد بن حنبل ف</w:t>
      </w:r>
      <w:r>
        <w:rPr>
          <w:rFonts w:hint="cs"/>
          <w:rtl/>
        </w:rPr>
        <w:t>ی</w:t>
      </w:r>
      <w:r>
        <w:rPr>
          <w:rtl/>
        </w:rPr>
        <w:t xml:space="preserve"> المسند، 4 / 164.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76. عَن</w:t>
      </w:r>
      <w:r w:rsidRPr="000E5752">
        <w:rPr>
          <w:rFonts w:hint="cs"/>
          <w:rtl/>
        </w:rPr>
        <w:t>ْ أُسَامَةَ عَنْ أَبِيْهِ قَالَ : اجْتَمَعَ جَعْفَرٌ وَ عَلِيٌّ وَ زَيْدُ بْنُ حَارِثَ</w:t>
      </w:r>
      <w:r w:rsidRPr="000E5752">
        <w:rPr>
          <w:rtl/>
        </w:rPr>
        <w:t>ةَ. فَقَالَ جَع</w:t>
      </w:r>
      <w:r w:rsidRPr="000E5752">
        <w:rPr>
          <w:rFonts w:hint="cs"/>
          <w:rtl/>
        </w:rPr>
        <w:t>ْفَرٌ : أَنَا أَحَبُّکُمْ إِلٰی</w:t>
      </w:r>
      <w:r w:rsidRPr="000E5752">
        <w:rPr>
          <w:rtl/>
        </w:rPr>
        <w:t xml:space="preserve"> رَسُو</w:t>
      </w:r>
      <w:r w:rsidRPr="000E5752">
        <w:rPr>
          <w:rFonts w:hint="cs"/>
          <w:rtl/>
        </w:rPr>
        <w:t>ْلِ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وَ قَالَ عَلِيٌّ. أَنَا أَحَبُّکُمْ إِلٰی</w:t>
      </w:r>
      <w:r w:rsidRPr="000E5752">
        <w:rPr>
          <w:rtl/>
        </w:rPr>
        <w:t xml:space="preserve"> رَسُو</w:t>
      </w:r>
      <w:r w:rsidRPr="000E5752">
        <w:rPr>
          <w:rFonts w:hint="cs"/>
          <w:rtl/>
        </w:rPr>
        <w:t>ْلِ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 xml:space="preserve">ه عليه وآله وسلم </w:t>
      </w:r>
      <w:r w:rsidRPr="000E5752">
        <w:rPr>
          <w:rFonts w:hint="eastAsia"/>
          <w:rtl/>
        </w:rPr>
        <w:t>وَ</w:t>
      </w:r>
      <w:r w:rsidRPr="000E5752">
        <w:rPr>
          <w:rtl/>
        </w:rPr>
        <w:t xml:space="preserve"> قَالَ زَ</w:t>
      </w:r>
      <w:r w:rsidRPr="000E5752">
        <w:rPr>
          <w:rFonts w:hint="cs"/>
          <w:rtl/>
        </w:rPr>
        <w:t>يْدٌ : أَنَا أَحَبُّکُمْ إِلٰی</w:t>
      </w:r>
      <w:r w:rsidRPr="000E5752">
        <w:rPr>
          <w:rtl/>
        </w:rPr>
        <w:t xml:space="preserve"> رَسُو</w:t>
      </w:r>
      <w:r w:rsidRPr="000E5752">
        <w:rPr>
          <w:rFonts w:hint="cs"/>
          <w:rtl/>
        </w:rPr>
        <w:t>ْلِ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فَقَالُوْا : انْطَلِقُوْا بِنَا إِلٰی</w:t>
      </w:r>
      <w:r w:rsidRPr="000E5752">
        <w:rPr>
          <w:rtl/>
        </w:rPr>
        <w:t xml:space="preserve"> رَسُو</w:t>
      </w:r>
      <w:r w:rsidRPr="000E5752">
        <w:rPr>
          <w:rFonts w:hint="cs"/>
          <w:rtl/>
        </w:rPr>
        <w:t>ْلِ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ی</w:t>
      </w:r>
      <w:r w:rsidRPr="000E5752">
        <w:rPr>
          <w:rtl/>
        </w:rPr>
        <w:t xml:space="preserve"> الل</w:t>
      </w:r>
      <w:r w:rsidRPr="000E5752">
        <w:rPr>
          <w:rFonts w:hint="cs"/>
          <w:rtl/>
        </w:rPr>
        <w:t>ه عليه وآله وسلم حَتّٰی</w:t>
      </w:r>
      <w:r w:rsidRPr="000E5752">
        <w:rPr>
          <w:rtl/>
        </w:rPr>
        <w:t xml:space="preserve"> نَس</w:t>
      </w:r>
      <w:r w:rsidRPr="000E5752">
        <w:rPr>
          <w:rFonts w:hint="cs"/>
          <w:rtl/>
        </w:rPr>
        <w:t>ْأَلَهُ. فَقَالَ أُسَامَةُ بْنُ زَيْدٍ : فَجَاءُ وْا يَسْتَأْذِنُوْنَهُ فَقَالَ اخْرُجْ فَانْظُرْ</w:t>
      </w:r>
      <w:r w:rsidRPr="000E5752">
        <w:rPr>
          <w:rtl/>
        </w:rPr>
        <w:t xml:space="preserve"> مَن</w:t>
      </w:r>
      <w:r w:rsidRPr="000E5752">
        <w:rPr>
          <w:rFonts w:hint="cs"/>
          <w:rtl/>
        </w:rPr>
        <w:t xml:space="preserve">ْ هَؤُلَاءِ فَقُلْتُ : هَذَا جَعْفَرٌ وَ عًلِيٌّ </w:t>
      </w:r>
      <w:r w:rsidRPr="000E5752">
        <w:rPr>
          <w:rtl/>
        </w:rPr>
        <w:t>وَ زَ</w:t>
      </w:r>
      <w:r w:rsidRPr="000E5752">
        <w:rPr>
          <w:rFonts w:hint="cs"/>
          <w:rtl/>
        </w:rPr>
        <w:t>يْدٌ مَا أَقُوْلُ : أَبِي‘ قَالَ ائْذَنْ لَهُمْ وَ دَخَلُوْا فَقَالُوْا : مَنْ أَحَبُّ إِلَيْکَ؟ قَالَ : فَاطِمَةُ قَالُوْا : نَسْأَلُکَ عَنِ الرِّجَالِ. قَالَ أَمَّا أَنْتَ، يَا جَعْفَرُ! فَأَ</w:t>
      </w:r>
      <w:r w:rsidRPr="000E5752">
        <w:rPr>
          <w:rFonts w:hint="eastAsia"/>
          <w:rtl/>
        </w:rPr>
        <w:t>ش</w:t>
      </w:r>
      <w:r w:rsidRPr="000E5752">
        <w:rPr>
          <w:rFonts w:hint="cs"/>
          <w:rtl/>
        </w:rPr>
        <w:t>ْبَهَ</w:t>
      </w:r>
      <w:r w:rsidRPr="000E5752">
        <w:rPr>
          <w:rtl/>
        </w:rPr>
        <w:t xml:space="preserve"> خَل</w:t>
      </w:r>
      <w:r w:rsidRPr="000E5752">
        <w:rPr>
          <w:rFonts w:hint="cs"/>
          <w:rtl/>
        </w:rPr>
        <w:t>ْقُکَ خَلْقِيْ وَ أَشْبَهَ خُلُقِيْ خُلُقَکَ، وَ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أَنْتَ مِنِّيْ وَ شَجَرَتِيْ. وَ أَمَّا أَنْتَ يَا عَلِيُّ فَخَتَنِيْ وَ أَبُو وَلَدَيَّ، وَ أَنَا مِنْکَ وَأَنْتَ مِنِّيْ وَ أَمَّا أَنْتَ يَا زَيْدُ! فَمَوْلَايَ، وَ مِنِّيْ وَ إِلَيَّ، وَ أَحَبّ</w:t>
      </w:r>
      <w:r w:rsidRPr="000E5752">
        <w:rPr>
          <w:rFonts w:hint="eastAsia"/>
          <w:rtl/>
        </w:rPr>
        <w:t>ُ</w:t>
      </w:r>
      <w:r w:rsidRPr="000E5752">
        <w:rPr>
          <w:rtl/>
        </w:rPr>
        <w:t xml:space="preserve"> ال</w:t>
      </w:r>
      <w:r w:rsidRPr="000E5752">
        <w:rPr>
          <w:rFonts w:hint="cs"/>
          <w:rtl/>
        </w:rPr>
        <w:t xml:space="preserve">ْقَوْمِ إِلَيَّ. رَوَاهُ أَحْمَدُ وَالْحَاکِمُ </w:t>
      </w: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Fonts w:hint="eastAsia"/>
          <w:rtl/>
        </w:rPr>
        <w:t>وَقَالَ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هَذَا حَدِيْثٌ صَحِيْحٌ عَلَی</w:t>
      </w:r>
      <w:r w:rsidRPr="000E5752">
        <w:rPr>
          <w:rtl/>
        </w:rPr>
        <w:t xml:space="preserve"> شَر</w:t>
      </w:r>
      <w:r w:rsidRPr="000E5752">
        <w:rPr>
          <w:rFonts w:hint="cs"/>
          <w:rtl/>
        </w:rPr>
        <w:t xml:space="preserve">ْطِ مُسْلِمٍ.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اسامہ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جعفر اور حضرت عل</w:t>
      </w:r>
      <w:r>
        <w:rPr>
          <w:rFonts w:hint="cs"/>
          <w:rtl/>
        </w:rPr>
        <w:t>ی</w:t>
      </w:r>
      <w:r>
        <w:rPr>
          <w:rtl/>
        </w:rPr>
        <w:t xml:space="preserve"> اور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 رض</w:t>
      </w:r>
      <w:r>
        <w:rPr>
          <w:rFonts w:hint="cs"/>
          <w:rtl/>
        </w:rPr>
        <w:t>ی</w:t>
      </w:r>
      <w:r>
        <w:rPr>
          <w:rtl/>
        </w:rPr>
        <w:t xml:space="preserve"> اللہ عنھم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اکٹھے ہوئے تو حضرت جعفر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محبوب ہوں اور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محبوب ہوں اور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ہوں پھر انہوں نے کہا چلو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</w:t>
      </w:r>
      <w:r>
        <w:rPr>
          <w:rFonts w:hint="eastAsia"/>
          <w:rtl/>
        </w:rPr>
        <w:t>لہ</w:t>
      </w:r>
      <w:r>
        <w:rPr>
          <w:rtl/>
        </w:rPr>
        <w:t xml:space="preserve"> وسلم کے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کون ہے؟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اجازت طلب کرنے کے لئے حاضر ہوئے تو آپ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عل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کو اجازت دو پھر وہ داخل ہوئے اور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کون ہے؟ آپ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فاطمہ، انہوں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! ہم نے مردوں کے بارے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جعفر! تمہار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خلقت سے مشابہ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خلق تمہارے خلق سے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مجھ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شجرہ نسب سے ہے، اے عل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داماد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باپ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ہوں اور تو مجھ سے ہے اور اے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غلام اور مجھ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ہے اور تمام قوم سے تو مجھے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اور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امام حاکم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مسلم ک</w:t>
      </w:r>
      <w:r>
        <w:rPr>
          <w:rFonts w:hint="cs"/>
          <w:rtl/>
        </w:rPr>
        <w:t>ی</w:t>
      </w:r>
      <w:r>
        <w:rPr>
          <w:rtl/>
        </w:rPr>
        <w:t xml:space="preserve"> شرائط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76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حمد بن حنبل فی</w:t>
      </w:r>
      <w:r>
        <w:rPr>
          <w:rtl/>
        </w:rPr>
        <w:t xml:space="preserve"> المسند، 5 / 204،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21825، و الحاکم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239،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4957، والمقدس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حاد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المختار</w:t>
      </w:r>
      <w:r>
        <w:rPr>
          <w:rtl/>
        </w:rPr>
        <w:t>ة، 4 / 151،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1369، وال</w:t>
      </w:r>
      <w:r w:rsidRPr="000E5752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274. 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77. عَن</w:t>
      </w:r>
      <w:r w:rsidRPr="000E5752">
        <w:rPr>
          <w:rFonts w:hint="cs"/>
          <w:rtl/>
        </w:rPr>
        <w:t>ْ عَمْرِو بْنِ مَيْمُوْنٍ عَنِ ابْنِ عَبَّاسٍ فِيْ رِوَايَةٍ طَوِيْلَةٍ وَ فِيْهَا عَنْهُ قَالَ : ثُمَّ بَعَثَ فُلَاناً بِسُوْرَةِ التَّوْبَةِ. فَبَعَثَ عَلِيًّا خَلْفَهُ فَأَخَذَهَ</w:t>
      </w:r>
      <w:r w:rsidRPr="000E5752">
        <w:rPr>
          <w:rtl/>
        </w:rPr>
        <w:t>ا مِن</w:t>
      </w:r>
      <w:r w:rsidRPr="000E5752">
        <w:rPr>
          <w:rFonts w:hint="cs"/>
          <w:rtl/>
        </w:rPr>
        <w:t xml:space="preserve">ْهُ، قَالَ : لَا يَذْهَبُ بِهَا إِلَّا رَجُلٌ مِّنِّيْ وَ أَنَا مِنْهُ. رَوَاهُ أحْمَدُ.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Pr="0038770D">
        <w:rPr>
          <w:rtl/>
        </w:rPr>
        <w:t>سور</w:t>
      </w:r>
      <w:r w:rsidR="0038770D" w:rsidRPr="0038770D">
        <w:rPr>
          <w:rFonts w:hint="cs"/>
          <w:rtl/>
        </w:rPr>
        <w:t>ہ</w:t>
      </w:r>
      <w:r>
        <w:rPr>
          <w:rtl/>
        </w:rPr>
        <w:t xml:space="preserve"> توبہ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پس </w:t>
      </w:r>
      <w:r>
        <w:rPr>
          <w:rFonts w:hint="eastAsia"/>
          <w:rtl/>
        </w:rPr>
        <w:t>انہوں</w:t>
      </w:r>
      <w:r>
        <w:rPr>
          <w:rtl/>
        </w:rPr>
        <w:t xml:space="preserve"> نے وہ سور</w:t>
      </w:r>
      <w:r>
        <w:rPr>
          <w:rFonts w:hint="cs"/>
          <w:rtl/>
        </w:rPr>
        <w:t>ۃ</w:t>
      </w:r>
      <w:r>
        <w:rPr>
          <w:rtl/>
        </w:rPr>
        <w:t xml:space="preserve"> اس سے لے ل</w:t>
      </w:r>
      <w:r>
        <w:rPr>
          <w:rFonts w:hint="cs"/>
          <w:rtl/>
        </w:rPr>
        <w:t>ی</w:t>
      </w:r>
      <w:r>
        <w:rPr>
          <w:rtl/>
        </w:rPr>
        <w:t>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سور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tl/>
        </w:rPr>
        <w:lastRenderedPageBreak/>
        <w:t>کو سوائے اس آدم</w:t>
      </w:r>
      <w:r>
        <w:rPr>
          <w:rFonts w:hint="cs"/>
          <w:rtl/>
        </w:rPr>
        <w:t>ی</w:t>
      </w:r>
      <w:r>
        <w:rPr>
          <w:rtl/>
        </w:rPr>
        <w:t xml:space="preserve"> کے جو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جاسکتا۔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77 :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 w:rsidRPr="007E182E">
        <w:rPr>
          <w:rFonts w:hint="cs"/>
          <w:rtl/>
        </w:rPr>
        <w:t xml:space="preserve"> </w:t>
      </w:r>
      <w:r w:rsidRPr="000E5752">
        <w:rPr>
          <w:rFonts w:hint="cs"/>
          <w:rtl/>
        </w:rPr>
        <w:t>أ</w:t>
      </w:r>
      <w:r w:rsidRPr="007E182E">
        <w:rPr>
          <w:rFonts w:hint="cs"/>
          <w:rtl/>
        </w:rPr>
        <w:t>حمد بن حنبل ف</w:t>
      </w:r>
      <w:r>
        <w:rPr>
          <w:rFonts w:hint="cs"/>
          <w:rtl/>
        </w:rPr>
        <w:t>ی</w:t>
      </w:r>
      <w:r>
        <w:rPr>
          <w:rtl/>
        </w:rPr>
        <w:t xml:space="preserve"> المسند، 1 / 330، الحد</w:t>
      </w:r>
      <w:r w:rsidRPr="000E5752">
        <w:rPr>
          <w:rFonts w:hint="cs"/>
          <w:rtl/>
        </w:rPr>
        <w:t>ي</w:t>
      </w:r>
      <w:r w:rsidRPr="007E182E">
        <w:rPr>
          <w:rFonts w:hint="cs"/>
          <w:rtl/>
        </w:rPr>
        <w:t xml:space="preserve">ث رقم : 3062 </w:t>
      </w:r>
    </w:p>
    <w:p w:rsidR="000E5752" w:rsidRPr="0038770D" w:rsidRDefault="000E5752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21" w:name="_Toc497651154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8</w:t>
      </w:r>
      <w:bookmarkEnd w:id="21"/>
    </w:p>
    <w:p w:rsidR="001F16A4" w:rsidRPr="001F0B8F" w:rsidRDefault="001F16A4" w:rsidP="001F0B8F">
      <w:pPr>
        <w:pStyle w:val="Heading2Center"/>
        <w:rPr>
          <w:rtl/>
        </w:rPr>
      </w:pPr>
      <w:bookmarkStart w:id="22" w:name="_Toc497651155"/>
      <w:r w:rsidRPr="001F0B8F">
        <w:rPr>
          <w:rtl/>
        </w:rPr>
        <w:t xml:space="preserve">(8) </w:t>
      </w:r>
      <w:r w:rsidRPr="000E5752">
        <w:rPr>
          <w:rStyle w:val="libArabicChar"/>
          <w:rtl/>
        </w:rPr>
        <w:t>بَابٌ فِ</w:t>
      </w:r>
      <w:r w:rsidRPr="000E5752">
        <w:rPr>
          <w:rStyle w:val="libArabicChar"/>
          <w:rFonts w:hint="cs"/>
          <w:rtl/>
        </w:rPr>
        <w:t>ي إِخْتِصَاصِهِ رضي الله عنه بِأَنَّهُ مِنَ النَّبِيِّ صلي الله عليه وآله وسلم بِمَنْزِلَةِ هَارُوْنَ مِنْ مُوْسٰي</w:t>
      </w:r>
      <w:bookmarkEnd w:id="22"/>
    </w:p>
    <w:p w:rsidR="001F16A4" w:rsidRPr="001F0B8F" w:rsidRDefault="001F16A4" w:rsidP="001F0B8F">
      <w:pPr>
        <w:pStyle w:val="Heading2Center"/>
        <w:rPr>
          <w:rtl/>
        </w:rPr>
      </w:pPr>
      <w:bookmarkStart w:id="23" w:name="_Toc497651156"/>
      <w:r w:rsidRPr="001F0B8F">
        <w:rPr>
          <w:rtl/>
        </w:rPr>
        <w:t>(عل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المرتض</w:t>
      </w:r>
      <w:r w:rsidRPr="001F0B8F">
        <w:rPr>
          <w:rFonts w:hint="cs"/>
          <w:rtl/>
        </w:rPr>
        <w:t>یٰ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حضور نب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اکرم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کے لئے ا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سے</w:t>
      </w:r>
      <w:r w:rsidRPr="001F0B8F">
        <w:rPr>
          <w:rtl/>
        </w:rPr>
        <w:t xml:space="preserve"> ہ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 xml:space="preserve"> ج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سے</w:t>
      </w:r>
      <w:r w:rsidRPr="001F0B8F">
        <w:rPr>
          <w:rtl/>
        </w:rPr>
        <w:t xml:space="preserve"> حضرت ہارون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السلام حضرت موس</w:t>
      </w:r>
      <w:r w:rsidRPr="001F0B8F">
        <w:rPr>
          <w:rFonts w:hint="cs"/>
          <w:rtl/>
        </w:rPr>
        <w:t>یٰ</w:t>
      </w:r>
      <w:r w:rsidRPr="001F0B8F">
        <w:rPr>
          <w:rtl/>
        </w:rPr>
        <w:t xml:space="preserve">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السلام کے لئے)</w:t>
      </w:r>
      <w:bookmarkEnd w:id="23"/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78. عَن</w:t>
      </w:r>
      <w:r w:rsidRPr="000E5752">
        <w:rPr>
          <w:rFonts w:hint="cs"/>
          <w:rtl/>
        </w:rPr>
        <w:t>ْ سَعْدِ بْنِ أَبِيْ وَقَّاصٍ، قَالَ : خَلَّفَ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ي الله عليه وآله وسلم عَلِيَّ بْنَ أَبِي طَالِبٍ، فِيْ غَزْوَةِ تَبُوْکَ. فَقَالَ : يَارَسُوْلَ اﷲِ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أَ تُخَلِّفُنِيْ فِيْ النِّسَاءِ وَالصِّبْيَانِ؟ فَقَالَ أَمَا تَرْضَي أَنْ تَکُوْنَ مِ</w:t>
      </w:r>
      <w:r w:rsidRPr="000E5752">
        <w:rPr>
          <w:rFonts w:hint="eastAsia"/>
          <w:rtl/>
        </w:rPr>
        <w:t>نِّ</w:t>
      </w:r>
      <w:r w:rsidRPr="000E5752">
        <w:rPr>
          <w:rFonts w:hint="cs"/>
          <w:rtl/>
        </w:rPr>
        <w:t>ي</w:t>
      </w:r>
      <w:r w:rsidRPr="000E5752">
        <w:rPr>
          <w:rtl/>
        </w:rPr>
        <w:t xml:space="preserve"> بِمَن</w:t>
      </w:r>
      <w:r w:rsidRPr="000E5752">
        <w:rPr>
          <w:rFonts w:hint="cs"/>
          <w:rtl/>
        </w:rPr>
        <w:t>ْزِلَةِ هٰرُوْنَ مِنْ مُوْسَي؟ إِلَّا أَنَّهُ لَا نَبِيَّ بَعْدِيْ. مُتَّفَقٌ عَلَيْهِ وَ هَذَا لَفْظُ مُسْلِمٍ.</w:t>
      </w:r>
    </w:p>
    <w:p w:rsidR="001F16A4" w:rsidRDefault="001F16A4" w:rsidP="002E4482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 w:rsidR="002E4482">
        <w:rPr>
          <w:rtl/>
        </w:rPr>
        <w:t>غ</w:t>
      </w:r>
      <w:r w:rsidR="002E4482">
        <w:rPr>
          <w:rFonts w:hint="cs"/>
          <w:rtl/>
        </w:rPr>
        <w:t>ز</w:t>
      </w:r>
      <w:r w:rsidR="002E4482">
        <w:rPr>
          <w:rtl/>
        </w:rPr>
        <w:t>وہ</w:t>
      </w:r>
      <w:r>
        <w:rPr>
          <w:rtl/>
        </w:rPr>
        <w:t xml:space="preserve"> تبوک کے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مجھے عورتوں اور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کر جا </w:t>
      </w:r>
      <w:r>
        <w:rPr>
          <w:rFonts w:hint="eastAsia"/>
          <w:rtl/>
        </w:rPr>
        <w:t>رہے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تمہار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نسبت ہو جو حضرت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تھ</w:t>
      </w:r>
      <w:r>
        <w:rPr>
          <w:rFonts w:hint="cs"/>
          <w:rtl/>
        </w:rPr>
        <w:t>ی</w:t>
      </w:r>
      <w:r>
        <w:rPr>
          <w:rtl/>
        </w:rPr>
        <w:t xml:space="preserve">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78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البخار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کتاب المغاز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، باب غزوة تبوک و</w:t>
      </w:r>
      <w:r w:rsidRPr="000E5752">
        <w:rPr>
          <w:rFonts w:hint="cs"/>
          <w:rtl/>
        </w:rPr>
        <w:t>هي</w:t>
      </w:r>
      <w:r>
        <w:rPr>
          <w:rFonts w:hint="cs"/>
          <w:rtl/>
        </w:rPr>
        <w:t xml:space="preserve"> غزوة العسرة، 4 / 1602،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4154، ومسلم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 فضائل عثمان بن عفان، 4 / 1871، 1870،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2404، والترمذ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ح، کتاب المناقب، </w:t>
      </w:r>
      <w:r>
        <w:rPr>
          <w:rFonts w:hint="eastAsia"/>
          <w:rtl/>
        </w:rPr>
        <w:t>باب</w:t>
      </w:r>
      <w:r>
        <w:rPr>
          <w:rtl/>
        </w:rPr>
        <w:t xml:space="preserve"> مناقب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طالب، 5 / 638،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3724، و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المسند، 1 / 185،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1608، وابن حبان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15 / 370،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6927، و الب</w:t>
      </w:r>
      <w:r w:rsidRPr="000E5752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9 / 40.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79. عَن</w:t>
      </w:r>
      <w:r w:rsidRPr="000E5752">
        <w:rPr>
          <w:rFonts w:hint="cs"/>
          <w:rtl/>
        </w:rPr>
        <w:t>ْ سَعْدٍ قَالَ : سَمِعْتُ إِبْرَاهِيْمَ بْنَ سَعِيْدٍ عَنْ أ</w:t>
      </w:r>
      <w:r w:rsidRPr="000E5752">
        <w:rPr>
          <w:rtl/>
        </w:rPr>
        <w:t>َبِ</w:t>
      </w:r>
      <w:r w:rsidRPr="000E5752">
        <w:rPr>
          <w:rFonts w:hint="cs"/>
          <w:rtl/>
        </w:rPr>
        <w:t>يْهِ قَالَ : قَالَ النَّبِيُّ صلي الله عليه وآله وسلم لِعَلِيٍّ : أَما تَرْضَي أَنْ تَکُوْنَ مِنِّي بِمَنْزِلَةِ هَارُوْنَ مِنْ مُوسَي. رَوَاهُ الْبُخَارِيُّ.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تمہار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نسبت ہو جو حضرت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تھ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</w:t>
      </w:r>
      <w:r>
        <w:rPr>
          <w:rFonts w:hint="eastAsia"/>
          <w:rtl/>
        </w:rPr>
        <w:t>مام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lastRenderedPageBreak/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79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البخار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3 / 1359، کتاب فضائل الصحابة، باب مناقب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3503، و ابن ماج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السنن، مقدم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باب فضائل الصحابة، فضل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طالب، 1 / 42،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115، وابن حبان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15 / 369،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6926، و</w:t>
      </w:r>
      <w:r>
        <w:rPr>
          <w:rtl/>
        </w:rPr>
        <w:t xml:space="preserve">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 xml:space="preserve">بو 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المسند، 2 / 73،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718.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80. عَن</w:t>
      </w:r>
      <w:r w:rsidRPr="000E5752">
        <w:rPr>
          <w:rFonts w:hint="cs"/>
          <w:rtl/>
        </w:rPr>
        <w:t>ْ سَعْدٍ عَنِ النَّبِيِّ صلي الله عليه وآله وسلم أَنَّهُ قَالَ لِعَلِيٍّ : أَمَا تَرْضٰي أَنْ تَکُوْنَ مِنِّيْ بِمَنْزِلَةِ هٰرُوْنَ مِنْ مُوْسٰي. رَوَاهُ مُسْلِمٌ.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80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مسلم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ک</w:t>
      </w:r>
      <w:r>
        <w:rPr>
          <w:rtl/>
        </w:rPr>
        <w:t>تاب فضائل الصحاب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باب من فضائل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، 4 / 1871،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2404، والنسائ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السنن الکبریٰ</w:t>
      </w:r>
      <w:r>
        <w:rPr>
          <w:rFonts w:hint="eastAsia"/>
          <w:rtl/>
        </w:rPr>
        <w:t>،</w:t>
      </w:r>
      <w:r>
        <w:rPr>
          <w:rtl/>
        </w:rPr>
        <w:t xml:space="preserve"> 5 / 44،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8139، والطبران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وسط، 3 / 139،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2728.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81. عَن</w:t>
      </w:r>
      <w:r w:rsidRPr="000E5752">
        <w:rPr>
          <w:rFonts w:hint="cs"/>
          <w:rtl/>
        </w:rPr>
        <w:t>ْ سَعْدِ بْنِ أَبِيْ وَقَّاصٍ قَالَ : قَالَ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ي الله عليه و</w:t>
      </w:r>
      <w:r w:rsidRPr="000E5752">
        <w:rPr>
          <w:rtl/>
        </w:rPr>
        <w:t>آل</w:t>
      </w:r>
      <w:r w:rsidRPr="000E5752">
        <w:rPr>
          <w:rFonts w:hint="cs"/>
          <w:rtl/>
        </w:rPr>
        <w:t>ه وسلم : لِعَلِيٍّ أَنْتَ مِنِّيْ بِمَنْزِلَةِ هٰرُوْنَ مِنْ مُوسَي إِلَّا أَنَّهُ لَا نَبِيَّ بَعْدِيْ قَالَ سَعِيْدٌ : فَأَحْبَبْتُ أَنْ أُشَافِهَ بِهَا سَعْدًا فَلَقِيْتُ س</w:t>
      </w:r>
      <w:r w:rsidRPr="000E5752">
        <w:rPr>
          <w:rFonts w:hint="eastAsia"/>
          <w:rtl/>
        </w:rPr>
        <w:t>َع</w:t>
      </w:r>
      <w:r w:rsidRPr="000E5752">
        <w:rPr>
          <w:rFonts w:hint="cs"/>
          <w:rtl/>
        </w:rPr>
        <w:t>ْدًا</w:t>
      </w:r>
      <w:r w:rsidRPr="000E5752">
        <w:rPr>
          <w:rtl/>
        </w:rPr>
        <w:t xml:space="preserve"> فَحَدَّث</w:t>
      </w:r>
      <w:r w:rsidRPr="000E5752">
        <w:rPr>
          <w:rFonts w:hint="cs"/>
          <w:rtl/>
        </w:rPr>
        <w:t>ْتُهُ بِمَا حَدَّثَنِيْ عَامِرٌ فَقَالَ : أَنا سَمِعْتُهُ فَقُلْ</w:t>
      </w:r>
      <w:r w:rsidRPr="000E5752">
        <w:rPr>
          <w:rtl/>
        </w:rPr>
        <w:t xml:space="preserve">تُ : </w:t>
      </w:r>
      <w:r w:rsidRPr="000E5752">
        <w:rPr>
          <w:rFonts w:hint="cs"/>
          <w:rtl/>
        </w:rPr>
        <w:t>أَنْتَ سَمِعْتَهُ؟ فَوَضَعَ إِصْبَعَيْهِ عَلَي أُذُنَيْهِ فَقَالَ : نَعَمْ وَ إِلَّا فَاسْتَکَّتَا. رَوَاهُ مُسْلِمٌ وَالتِّرْمِذِيُّ وَابْنُ مَاجَةَ.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حضرت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تھے، مگر بلا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بالمشافہ سن لوں۔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حضرت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ملاقات ہوئ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 عامر بن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>۔ انہوں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خود سنا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خ</w:t>
      </w:r>
      <w:r>
        <w:rPr>
          <w:rFonts w:hint="eastAsia"/>
          <w:rtl/>
        </w:rPr>
        <w:t>ود</w:t>
      </w:r>
      <w:r>
        <w:rPr>
          <w:rtl/>
        </w:rPr>
        <w:t xml:space="preserve"> سنا ہے؟ انہوں نے اپن</w:t>
      </w:r>
      <w:r>
        <w:rPr>
          <w:rFonts w:hint="cs"/>
          <w:rtl/>
        </w:rPr>
        <w:t>ی</w:t>
      </w:r>
      <w:r>
        <w:rPr>
          <w:rtl/>
        </w:rPr>
        <w:t xml:space="preserve"> دونوں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کانوں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نہ سنا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کان بہرے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مسلم، ترمذ</w:t>
      </w:r>
      <w:r>
        <w:rPr>
          <w:rFonts w:hint="cs"/>
          <w:rtl/>
        </w:rPr>
        <w:t>ی</w:t>
      </w:r>
      <w:r>
        <w:rPr>
          <w:rtl/>
        </w:rPr>
        <w:t xml:space="preserve"> اور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81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مسلم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 فضائل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طالب، 4 / 1870،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2404، والترمذ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ا</w:t>
      </w:r>
      <w:r>
        <w:rPr>
          <w:rtl/>
        </w:rPr>
        <w:t>بواب المناقب، باب مناقب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طالب، 5 / 641،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3731، و ابن ماج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السنن، مقدم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باب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فضائل </w:t>
      </w:r>
      <w:r w:rsidRPr="000E5752">
        <w:rPr>
          <w:rFonts w:hint="cs"/>
          <w:rtl/>
        </w:rPr>
        <w:t>أ</w:t>
      </w:r>
      <w:r>
        <w:rPr>
          <w:rFonts w:hint="eastAsia"/>
          <w:rtl/>
        </w:rPr>
        <w:t>صحاب</w:t>
      </w:r>
      <w:r>
        <w:rPr>
          <w:rtl/>
        </w:rPr>
        <w:t xml:space="preserve"> الرسول، فضل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طالب، 1 / 45،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121.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82. عَن</w:t>
      </w:r>
      <w:r w:rsidRPr="000E5752">
        <w:rPr>
          <w:rFonts w:hint="cs"/>
          <w:rtl/>
        </w:rPr>
        <w:t>ْ سَعْدِ بْنِ أَبِيْ وَقَّاصٍ قَالَ : سَمِعْتُ رَسُوْلَ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ي الله عليه وآله وسلم يَقُوْلُ لَهُ خَلَّفَهُ فِيْ بَعْضِ مَغَازِيْهِ فَقَالَ لَهُ عَلِيٌّ يَا رَسُوْلَ اﷲِ</w:t>
      </w:r>
      <w:r w:rsidRPr="000E5752">
        <w:rPr>
          <w:rtl/>
        </w:rPr>
        <w:t xml:space="preserve"> خَلَّف</w:t>
      </w:r>
      <w:r w:rsidRPr="000E5752">
        <w:rPr>
          <w:rFonts w:hint="cs"/>
          <w:rtl/>
        </w:rPr>
        <w:t>ْتَنِيْ مَعَ النِّسَآءِ وَ الصِّبْيَانِ؟ فَقَالَ لَهُ رَسُوْلُ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ي ال</w:t>
      </w:r>
      <w:r w:rsidRPr="000E5752">
        <w:rPr>
          <w:rFonts w:hint="eastAsia"/>
          <w:rtl/>
        </w:rPr>
        <w:t>ل</w:t>
      </w:r>
      <w:r w:rsidRPr="000E5752">
        <w:rPr>
          <w:rFonts w:hint="cs"/>
          <w:rtl/>
        </w:rPr>
        <w:t>ه</w:t>
      </w:r>
      <w:r w:rsidRPr="000E5752">
        <w:rPr>
          <w:rtl/>
        </w:rPr>
        <w:t xml:space="preserve"> عل</w:t>
      </w:r>
      <w:r w:rsidRPr="000E5752">
        <w:rPr>
          <w:rFonts w:hint="cs"/>
          <w:rtl/>
        </w:rPr>
        <w:t>يه وآله وسلم أَمَا تَرْضٰي أنْ تَکُوْنَ مِنِّيْ بِمَنْزِلَةِ هَارُوْنَ مِنْ مُّ</w:t>
      </w:r>
      <w:r w:rsidRPr="000E5752">
        <w:rPr>
          <w:rtl/>
        </w:rPr>
        <w:t>و</w:t>
      </w:r>
      <w:r w:rsidRPr="000E5752">
        <w:rPr>
          <w:rFonts w:hint="cs"/>
          <w:rtl/>
        </w:rPr>
        <w:t>ْسٰي إِلَّا أَنَّهُ لَا نَبُوَّةَ بَعْدِيْ وَ سَمِعْتُهُ يَقُوْلُ يَوْمَ خَيْبَرَ : لَأُعْطِيَنَّ الرَّايَةَ رَجُلًا يُحِبُّ اﷲَ</w:t>
      </w:r>
      <w:r w:rsidRPr="000E5752">
        <w:rPr>
          <w:rtl/>
        </w:rPr>
        <w:t xml:space="preserve"> وَ رَسُو</w:t>
      </w:r>
      <w:r w:rsidRPr="000E5752">
        <w:rPr>
          <w:rFonts w:hint="cs"/>
          <w:rtl/>
        </w:rPr>
        <w:t>ْلَهُ وَ يُحِبُّهُ اﷲُ</w:t>
      </w:r>
      <w:r w:rsidRPr="000E5752">
        <w:rPr>
          <w:rtl/>
        </w:rPr>
        <w:t xml:space="preserve"> وَ رَسُو</w:t>
      </w:r>
      <w:r w:rsidRPr="000E5752">
        <w:rPr>
          <w:rFonts w:hint="cs"/>
          <w:rtl/>
        </w:rPr>
        <w:t>ْلُهُ</w:t>
      </w:r>
      <w:r w:rsidRPr="000E5752">
        <w:rPr>
          <w:rtl/>
        </w:rPr>
        <w:t xml:space="preserve"> قَالَ : فَتَطَاوَل</w:t>
      </w:r>
      <w:r w:rsidRPr="000E5752">
        <w:rPr>
          <w:rFonts w:hint="cs"/>
          <w:rtl/>
        </w:rPr>
        <w:t>ْنَا لَهَا فَقَالَ ادْعُوْا لِيْ عَلِيًّا فَأُتِيَ بِهِ أَرْمَد</w:t>
      </w:r>
      <w:r w:rsidRPr="000E5752">
        <w:rPr>
          <w:rtl/>
        </w:rPr>
        <w:t>َ فَبَصَقَ فِ</w:t>
      </w:r>
      <w:r w:rsidRPr="000E5752">
        <w:rPr>
          <w:rFonts w:hint="cs"/>
          <w:rtl/>
        </w:rPr>
        <w:t>يْ عَيْنِهِ وَ دَفَعَ الرَّايَةَ إِلَيْهِ فَفَتَحَ اﷲُ</w:t>
      </w:r>
      <w:r w:rsidRPr="000E5752">
        <w:rPr>
          <w:rtl/>
        </w:rPr>
        <w:t xml:space="preserve"> عَلَ</w:t>
      </w:r>
      <w:r w:rsidRPr="000E5752">
        <w:rPr>
          <w:rFonts w:hint="cs"/>
          <w:rtl/>
        </w:rPr>
        <w:t>يْهِ وَلَمَّا نَزَلَتْ هٰذِهِ الْآيَةُ (فَقُلْ تَعَالَوْا نَدْعُوْ اَبْنَآئَنَا وَ اَبْنَآءَ کُمْ) (</w:t>
      </w:r>
      <w:r w:rsidRPr="000E5752">
        <w:rPr>
          <w:rFonts w:hint="eastAsia"/>
          <w:rtl/>
        </w:rPr>
        <w:t>آل</w:t>
      </w:r>
      <w:r w:rsidRPr="000E5752">
        <w:rPr>
          <w:rtl/>
        </w:rPr>
        <w:t xml:space="preserve"> عمران، 3 : 61)، دَعَا رَسُو</w:t>
      </w:r>
      <w:r w:rsidRPr="000E5752">
        <w:rPr>
          <w:rFonts w:hint="cs"/>
          <w:rtl/>
        </w:rPr>
        <w:t>ْلُ اﷲِ</w:t>
      </w:r>
      <w:r w:rsidRPr="000E5752">
        <w:rPr>
          <w:rtl/>
        </w:rPr>
        <w:t xml:space="preserve"> صل</w:t>
      </w:r>
      <w:r w:rsidRPr="000E5752">
        <w:rPr>
          <w:rFonts w:hint="cs"/>
          <w:rtl/>
        </w:rPr>
        <w:t>ي الله عليه وآله وسلم عَلِيًّا وَّ فَاطِمَةَ</w:t>
      </w:r>
      <w:r w:rsidRPr="000E5752">
        <w:rPr>
          <w:rtl/>
        </w:rPr>
        <w:t xml:space="preserve"> وَ حَسَنًا وَ حُسَ</w:t>
      </w:r>
      <w:r w:rsidRPr="000E5752">
        <w:rPr>
          <w:rFonts w:hint="cs"/>
          <w:rtl/>
        </w:rPr>
        <w:t>يْنًا فَقَالَ : أَللّٰهُمَّ هٰؤُلَآءِ أًهْلِيْ. رَوَاهُ مُسْلِمٌ وَالتِّرْمِذِيُّ.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جب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بعض مغاز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آپ نے مجھے عورتوں اور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تھے، 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اور غزوہ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کو جھنڈا دوں گا جو اللہ اور اس کے رسول سے محبت کرتا ہے، اور اللہ اور اس کا رسول اس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سو ہم سب اس سعادت کے حصول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Fonts w:hint="eastAsia"/>
          <w:rtl/>
        </w:rPr>
        <w:t>وسلم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وقت آپ رض</w:t>
      </w:r>
      <w:r>
        <w:rPr>
          <w:rFonts w:hint="cs"/>
          <w:rtl/>
        </w:rPr>
        <w:t>ی</w:t>
      </w:r>
      <w:r>
        <w:rPr>
          <w:rtl/>
        </w:rPr>
        <w:t xml:space="preserve"> اللہ عنہ آشوب چشم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لعاب دہن ڈالا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جھنڈا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کے ہاتھ پر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فتح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 (آپ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آؤ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بلاؤ)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فاطمہ، حضرت حسن اور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عنھم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اے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کنبہ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</w:t>
      </w:r>
      <w:r>
        <w:rPr>
          <w:rFonts w:hint="eastAsia"/>
          <w:rtl/>
        </w:rPr>
        <w:t>م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82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مسلم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 فضائل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 رض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4 / 1871،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2404، و الترمذ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الجامع،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کتاب المناقب، باب مناقب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بن اب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طالب رض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>، 5 / 638،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3724.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83. عَن</w:t>
      </w:r>
      <w:r w:rsidRPr="000E5752">
        <w:rPr>
          <w:rFonts w:hint="cs"/>
          <w:rtl/>
        </w:rPr>
        <w:t>ْ جَابِرِ بْنِ عَبْدِاﷲِ</w:t>
      </w:r>
      <w:r w:rsidRPr="000E5752">
        <w:rPr>
          <w:rFonts w:hint="eastAsia"/>
          <w:rtl/>
        </w:rPr>
        <w:t>،</w:t>
      </w:r>
      <w:r w:rsidRPr="000E5752">
        <w:rPr>
          <w:rtl/>
        </w:rPr>
        <w:t xml:space="preserve"> </w:t>
      </w:r>
      <w:r w:rsidRPr="000E5752">
        <w:rPr>
          <w:rFonts w:hint="cs"/>
          <w:rtl/>
        </w:rPr>
        <w:t>أَنَّ النَّبِيَّ صلي الله عليه وآله وسلم قَالَ لِعَلِيٍّ : أَنْتَ مِنِّيْ بِمَنْزِلَةِ هَارُوْنَ مِنْ مُوْسٰي إِلاَّ أَنَّهُ لَا نَبِيَّ بَعْدِيْ. رَوَاهُ التِّرْمِذِيُّ.</w:t>
      </w: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Fonts w:hint="eastAsia"/>
          <w:rtl/>
        </w:rPr>
        <w:t>وَقَالَ</w:t>
      </w:r>
      <w:r w:rsidRPr="000E5752">
        <w:rPr>
          <w:rtl/>
        </w:rPr>
        <w:t xml:space="preserve"> وَ</w:t>
      </w:r>
      <w:r w:rsidRPr="000E5752">
        <w:rPr>
          <w:rFonts w:hint="cs"/>
          <w:rtl/>
        </w:rPr>
        <w:t>هَذَا حَدِيْثٌ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جابر بن عبدا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 جو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(فرق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دونوں نب</w:t>
      </w:r>
      <w:r>
        <w:rPr>
          <w:rFonts w:hint="cs"/>
          <w:rtl/>
        </w:rPr>
        <w:t>ی</w:t>
      </w:r>
      <w:r>
        <w:rPr>
          <w:rtl/>
        </w:rPr>
        <w:t xml:space="preserve"> تھے) مگر بلاشبہ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</w:t>
      </w:r>
      <w:r>
        <w:rPr>
          <w:rFonts w:hint="eastAsia"/>
          <w:rtl/>
        </w:rPr>
        <w:t>دکوئ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83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، 5 / 640،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ث رقم : 3730،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المسند، 3 / 338،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14679، و الطبران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ر، 2 / 2</w:t>
      </w:r>
      <w:r>
        <w:rPr>
          <w:rtl/>
        </w:rPr>
        <w:t>47،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2035.</w:t>
      </w:r>
    </w:p>
    <w:p w:rsidR="001F16A4" w:rsidRDefault="001F16A4" w:rsidP="000E5752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84 :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0E5752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0E5752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 xml:space="preserve"> المسند، 1 / 330، الحد</w:t>
      </w:r>
      <w:r w:rsidRPr="000E5752">
        <w:rPr>
          <w:rFonts w:hint="cs"/>
          <w:rtl/>
        </w:rPr>
        <w:t>ي</w:t>
      </w:r>
      <w:r>
        <w:rPr>
          <w:rFonts w:hint="cs"/>
          <w:rtl/>
        </w:rPr>
        <w:t>ث رقم : 3062</w:t>
      </w:r>
    </w:p>
    <w:p w:rsidR="001F16A4" w:rsidRDefault="001F16A4" w:rsidP="001F16A4">
      <w:pPr>
        <w:pStyle w:val="libNormal"/>
        <w:rPr>
          <w:rtl/>
        </w:rPr>
      </w:pPr>
    </w:p>
    <w:p w:rsidR="001F16A4" w:rsidRPr="000E5752" w:rsidRDefault="001F16A4" w:rsidP="000E5752">
      <w:pPr>
        <w:pStyle w:val="libArabic"/>
        <w:rPr>
          <w:rtl/>
        </w:rPr>
      </w:pPr>
      <w:r w:rsidRPr="000E5752">
        <w:rPr>
          <w:rtl/>
        </w:rPr>
        <w:t>84. عَن</w:t>
      </w:r>
      <w:r w:rsidRPr="000E5752">
        <w:rPr>
          <w:rFonts w:hint="cs"/>
          <w:rtl/>
        </w:rPr>
        <w:t>ْ عَمْرِو بْنِ مَيْمُوْنٍ عَنِ ابْنِ عَبَّاسٍ فِيْ رِوَايَةٍ طَوِيْلَةٍ وَ مِنْهَا عَنْهُ قَالَ : وَ خَرَجَ بِالنَّاسِ فِي غَزْوَةِ تَبُوْکَ. قَالَ، فَق</w:t>
      </w:r>
      <w:r w:rsidRPr="000E5752">
        <w:rPr>
          <w:rtl/>
        </w:rPr>
        <w:t>َالَ لَ</w:t>
      </w:r>
      <w:r w:rsidRPr="000E5752">
        <w:rPr>
          <w:rFonts w:hint="cs"/>
          <w:rtl/>
        </w:rPr>
        <w:t>هُ عَلِيٌّ : أَخْرُجُ مَعَکَ؟ قَالَ : فَقَالَ لَهُ نَبِيُّ اﷲِ</w:t>
      </w:r>
      <w:r w:rsidRPr="000E5752">
        <w:rPr>
          <w:rtl/>
        </w:rPr>
        <w:t xml:space="preserve"> لَا فَبَکَ</w:t>
      </w:r>
      <w:r w:rsidRPr="000E5752">
        <w:rPr>
          <w:rFonts w:hint="cs"/>
          <w:rtl/>
        </w:rPr>
        <w:t>ي عَلِيٌّ فَقَالَ لَهُ أَمَا تَرْضٰي أَنْ تَکُونَ مِنِّيْ بِمَنْزِلَةِ هٰرُوْنَ مِنْ مُوسٰي؟ إِلَّا أَنَّکَ لَسْتَ بِنَبِيٍّ. إِنَّهُ لَا يَنْبَغِيْ أَنْ أَذْهَبَ إِلَّا وَ أَنْتَ خَلِيْفَتِيْ. رَوَاهُ أَحْمَدُ.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لوگوں کے ساتھ غزوہ تبوک کے لئے نکلے تو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کے ساتھ چلوں؟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 پڑے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eastAsia"/>
          <w:rtl/>
        </w:rPr>
        <w:t>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تھے؟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تجھے اپنا نائب بنائے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کوچ کرنا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604F58" w:rsidRPr="0038770D" w:rsidRDefault="00604F58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24" w:name="_Toc497651157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9</w:t>
      </w:r>
      <w:bookmarkEnd w:id="24"/>
    </w:p>
    <w:p w:rsidR="001F16A4" w:rsidRPr="001F0B8F" w:rsidRDefault="001F16A4" w:rsidP="001F0B8F">
      <w:pPr>
        <w:pStyle w:val="Heading2Center"/>
        <w:rPr>
          <w:rtl/>
        </w:rPr>
      </w:pPr>
      <w:bookmarkStart w:id="25" w:name="_Toc497651158"/>
      <w:r w:rsidRPr="001F0B8F">
        <w:rPr>
          <w:rtl/>
        </w:rPr>
        <w:t xml:space="preserve">(9) </w:t>
      </w:r>
      <w:r w:rsidRPr="00604F58">
        <w:rPr>
          <w:rStyle w:val="libArabicChar"/>
          <w:rtl/>
        </w:rPr>
        <w:t>بَابٌ فِ</w:t>
      </w:r>
      <w:r w:rsidRPr="00604F58">
        <w:rPr>
          <w:rStyle w:val="libArabicChar"/>
          <w:rFonts w:hint="cs"/>
          <w:rtl/>
        </w:rPr>
        <w:t>يْ قُرْبِهِ وَ مَکَانَتِهِ رضي الله عنه عِنْدَ النَّبِيِّ صلي الله عليه وآله وسلم</w:t>
      </w:r>
      <w:bookmarkEnd w:id="25"/>
      <w:r w:rsidRPr="001F0B8F">
        <w:rPr>
          <w:rFonts w:hint="cs"/>
          <w:rtl/>
        </w:rPr>
        <w:t xml:space="preserve"> </w:t>
      </w:r>
    </w:p>
    <w:p w:rsidR="001F16A4" w:rsidRPr="001F0B8F" w:rsidRDefault="001F16A4" w:rsidP="001F0B8F">
      <w:pPr>
        <w:pStyle w:val="Heading2Center"/>
        <w:rPr>
          <w:rtl/>
        </w:rPr>
      </w:pPr>
      <w:bookmarkStart w:id="26" w:name="_Toc497651159"/>
      <w:r w:rsidRPr="001F0B8F">
        <w:rPr>
          <w:rtl/>
        </w:rPr>
        <w:t>(عل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المرتض</w:t>
      </w:r>
      <w:r w:rsidRPr="001F0B8F">
        <w:rPr>
          <w:rFonts w:hint="cs"/>
          <w:rtl/>
        </w:rPr>
        <w:t>یٰ</w:t>
      </w:r>
      <w:r w:rsidRPr="001F0B8F">
        <w:rPr>
          <w:rtl/>
        </w:rPr>
        <w:t xml:space="preserve"> کا حضور نب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اکرم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ک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بارگاہ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 xml:space="preserve"> قرب اور مقام و مرتبہ)</w:t>
      </w:r>
      <w:bookmarkEnd w:id="26"/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85. عَن</w:t>
      </w:r>
      <w:r w:rsidRPr="00604F58">
        <w:rPr>
          <w:rFonts w:hint="cs"/>
          <w:rtl/>
        </w:rPr>
        <w:t>ْ عَبْدِ اﷲِ</w:t>
      </w:r>
      <w:r w:rsidRPr="00604F58">
        <w:rPr>
          <w:rtl/>
        </w:rPr>
        <w:t xml:space="preserve"> ب</w:t>
      </w:r>
      <w:r w:rsidRPr="00604F58">
        <w:rPr>
          <w:rFonts w:hint="cs"/>
          <w:rtl/>
        </w:rPr>
        <w:t>ْنِ عَمَرِو بْنِ هِنْدٍ الْجَمَلِيِّ قَالَ : قَال</w:t>
      </w:r>
      <w:r w:rsidRPr="00604F58">
        <w:rPr>
          <w:rtl/>
        </w:rPr>
        <w:t>َ عَلِ</w:t>
      </w:r>
      <w:r w:rsidRPr="00604F58">
        <w:rPr>
          <w:rFonts w:hint="cs"/>
          <w:rtl/>
        </w:rPr>
        <w:t>يٌّ : کُنْتُ إِذَا سَأَلْتُ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أَعْطَانِيْ، وَ إِذَا سَکَتُّ ابْتَدَأَنِيْ. رَوَاهُ التِّرْمِذِيُّ.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</w:t>
      </w:r>
      <w:r w:rsidRPr="00604F58">
        <w:rPr>
          <w:rtl/>
        </w:rPr>
        <w:t xml:space="preserve"> قَالَ. </w:t>
      </w:r>
      <w:r w:rsidRPr="00604F58">
        <w:rPr>
          <w:rFonts w:hint="cs"/>
          <w:rtl/>
        </w:rPr>
        <w:t>هَذَا حَدِيْثٌ حَسَنٌ 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عمر و بن ہند جمل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مانگتا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مجھے عطا فرماتے اور اگر خاموش رہتا تو بھ</w:t>
      </w:r>
      <w:r>
        <w:rPr>
          <w:rFonts w:hint="cs"/>
          <w:rtl/>
        </w:rPr>
        <w:t>ی</w:t>
      </w:r>
      <w:r>
        <w:rPr>
          <w:rtl/>
        </w:rPr>
        <w:t xml:space="preserve"> پہلے مجھے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85 : </w:t>
      </w:r>
      <w:r w:rsidRPr="00604F58">
        <w:rPr>
          <w:rFonts w:hint="cs"/>
          <w:rtl/>
        </w:rPr>
        <w:t>أخرجه الترمذي في الجا</w:t>
      </w:r>
      <w:r w:rsidRPr="00604F58">
        <w:rPr>
          <w:rtl/>
        </w:rPr>
        <w:t>مع الصح</w:t>
      </w:r>
      <w:r w:rsidRPr="00604F58">
        <w:rPr>
          <w:rFonts w:hint="cs"/>
          <w:rtl/>
        </w:rPr>
        <w:t>يح، ابواب المناقب، باب مناقب علي، 5 / 637، الحديث رقم : 3722، وفيابواب المناقب، باب مناقب علي، 5 / 640، الحديث رقم : 3729، و الحاکم في المستدرک علي الصحيحين، 3 / 135، الحديث رقم : 4630، والمقدسي في الأحاديث المخت</w:t>
      </w:r>
      <w:r w:rsidRPr="00604F58">
        <w:rPr>
          <w:rFonts w:hint="eastAsia"/>
          <w:rtl/>
        </w:rPr>
        <w:t>ار</w:t>
      </w:r>
      <w:r w:rsidRPr="00604F58">
        <w:rPr>
          <w:rFonts w:hint="cs"/>
          <w:rtl/>
        </w:rPr>
        <w:t>ه،</w:t>
      </w:r>
      <w:r w:rsidRPr="00604F58">
        <w:rPr>
          <w:rtl/>
        </w:rPr>
        <w:t xml:space="preserve"> 2 / 235، الحد</w:t>
      </w:r>
      <w:r w:rsidRPr="00604F58">
        <w:rPr>
          <w:rFonts w:hint="cs"/>
          <w:rtl/>
        </w:rPr>
        <w:t>يث رقم : 614، والنس</w:t>
      </w:r>
      <w:r w:rsidRPr="00604F58">
        <w:rPr>
          <w:rtl/>
        </w:rPr>
        <w:t>ائ</w:t>
      </w:r>
      <w:r w:rsidRPr="00604F58">
        <w:rPr>
          <w:rFonts w:hint="cs"/>
          <w:rtl/>
        </w:rPr>
        <w:t>ي في السنن الکبري، 5 / 142، الحديث رقم : 8504.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86. عَن</w:t>
      </w:r>
      <w:r w:rsidRPr="00604F58">
        <w:rPr>
          <w:rFonts w:hint="cs"/>
          <w:rtl/>
        </w:rPr>
        <w:t>ْ جَابِرٍ، قَالَ : دَعَا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عَلِيًّا يَوْمَ الطَّائِفِ فَانْتَجَاهُ، فَقَالَ النَّاسُ : لَقَدْ طَالَ نَجْوَاهُ مَعَ ابْنِ عَمِّهِ، فَقَالَ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: مَا انْتَجَيْتُهُ وَلَکِنَّ اﷲَ</w:t>
      </w:r>
      <w:r w:rsidRPr="00604F58">
        <w:rPr>
          <w:rtl/>
        </w:rPr>
        <w:t xml:space="preserve"> ان</w:t>
      </w:r>
      <w:r w:rsidRPr="00604F58">
        <w:rPr>
          <w:rFonts w:hint="cs"/>
          <w:rtl/>
        </w:rPr>
        <w:t>ْتَ</w:t>
      </w:r>
      <w:r w:rsidRPr="00604F58">
        <w:rPr>
          <w:rFonts w:hint="eastAsia"/>
          <w:rtl/>
        </w:rPr>
        <w:t>جَا</w:t>
      </w:r>
      <w:r w:rsidRPr="00604F58">
        <w:rPr>
          <w:rFonts w:hint="cs"/>
          <w:rtl/>
        </w:rPr>
        <w:t>هُ</w:t>
      </w:r>
      <w:r w:rsidRPr="00604F58">
        <w:rPr>
          <w:rtl/>
        </w:rPr>
        <w:t>. رَوَا</w:t>
      </w:r>
      <w:r w:rsidRPr="00604F58">
        <w:rPr>
          <w:rFonts w:hint="cs"/>
          <w:rtl/>
        </w:rPr>
        <w:t>هُ التِّرْمِذِيُّ.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</w:t>
      </w:r>
      <w:r w:rsidRPr="00604F58">
        <w:rPr>
          <w:rtl/>
        </w:rPr>
        <w:t xml:space="preserve"> قَالَ </w:t>
      </w:r>
      <w:r w:rsidRPr="00604F58">
        <w:rPr>
          <w:rFonts w:hint="cs"/>
          <w:rtl/>
        </w:rPr>
        <w:t>هَذَا حَدِيْثٌ حَسَنٌ.</w:t>
      </w:r>
    </w:p>
    <w:p w:rsidR="001F16A4" w:rsidRDefault="001F16A4" w:rsidP="002E4482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جابر بن عبدا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غز</w:t>
      </w:r>
      <w:r w:rsidRPr="002E4482">
        <w:rPr>
          <w:rtl/>
        </w:rPr>
        <w:t>و</w:t>
      </w:r>
      <w:r w:rsidR="002E4482" w:rsidRPr="002E4482">
        <w:rPr>
          <w:rFonts w:hint="cs"/>
          <w:rtl/>
        </w:rPr>
        <w:t>ہ</w:t>
      </w:r>
      <w:r>
        <w:rPr>
          <w:rtl/>
        </w:rPr>
        <w:t xml:space="preserve"> طائف کے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 کہنے لگے آج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اپنے چچا زاد بھائ</w:t>
      </w:r>
      <w:r>
        <w:rPr>
          <w:rFonts w:hint="cs"/>
          <w:rtl/>
        </w:rPr>
        <w:t>ی</w:t>
      </w:r>
      <w:r>
        <w:rPr>
          <w:rtl/>
        </w:rPr>
        <w:t xml:space="preserve"> کے ساتھ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بلکہ ا</w:t>
      </w:r>
      <w:r>
        <w:rPr>
          <w:rFonts w:hint="cs"/>
          <w:rtl/>
        </w:rPr>
        <w:t>ﷲ</w:t>
      </w:r>
      <w:r>
        <w:rPr>
          <w:rtl/>
        </w:rPr>
        <w:t xml:space="preserve"> نے خود ان سے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’’اس</w:t>
      </w:r>
      <w:r>
        <w:rPr>
          <w:rtl/>
        </w:rPr>
        <w:t xml:space="preserve"> قول کا معن</w:t>
      </w:r>
      <w:r>
        <w:rPr>
          <w:rFonts w:hint="cs"/>
          <w:rtl/>
        </w:rPr>
        <w:t>ی</w:t>
      </w:r>
      <w:r>
        <w:rPr>
          <w:rtl/>
        </w:rPr>
        <w:t xml:space="preserve"> کہ ’’بلکہ ا</w:t>
      </w:r>
      <w:r>
        <w:rPr>
          <w:rFonts w:hint="cs"/>
          <w:rtl/>
        </w:rPr>
        <w:t>ﷲ</w:t>
      </w:r>
      <w:r>
        <w:rPr>
          <w:rtl/>
        </w:rPr>
        <w:t xml:space="preserve"> نے ان سے سرگوش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کے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کہوں۔‘‘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86 : </w:t>
      </w:r>
      <w:r w:rsidRPr="00604F58">
        <w:rPr>
          <w:rFonts w:hint="cs"/>
          <w:rtl/>
        </w:rPr>
        <w:t>أخرجه الترمذي في الجامع الصحيح، ابواب المناقب، باب مناقب علي بن أبي طالب، 5 / 639، الحديث رقم : 3726، وابن أبي عاصم في السنة، 2 / 598، الحديث رقم : 1321، والطبراني في العمجم الکبير، 2 / 186، الحديث رقم : 1756.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87. عَن</w:t>
      </w:r>
      <w:r w:rsidRPr="00604F58">
        <w:rPr>
          <w:rFonts w:hint="cs"/>
          <w:rtl/>
        </w:rPr>
        <w:t>ْ أَبِيْ سَعِيْدٍ، قَالَ : قَالَ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لِعَلِيٍّ يَاعَلِيُّ لَا يَحِلُّ لِأَحَدٍ يُجْنَبُ فِيْ هَذَا المَسْجِدِ غَيْرِيْ وَ غَيْرُکَ. قَالَ عَلِيُّ بْنُ المُنْذِرِ : قُلْتُ لِضَرَارِ بْنِ صُرَدَ : مَا مَعْنَي هَذَا الح</w:t>
      </w:r>
      <w:r w:rsidRPr="00604F58">
        <w:rPr>
          <w:rFonts w:hint="eastAsia"/>
          <w:rtl/>
        </w:rPr>
        <w:t>د</w:t>
      </w:r>
      <w:r w:rsidRPr="00604F58">
        <w:rPr>
          <w:rFonts w:hint="cs"/>
          <w:rtl/>
        </w:rPr>
        <w:t>يث؟</w:t>
      </w:r>
      <w:r w:rsidRPr="00604F58">
        <w:rPr>
          <w:rtl/>
        </w:rPr>
        <w:t xml:space="preserve"> قَالَ : لاَ </w:t>
      </w:r>
      <w:r w:rsidRPr="00604F58">
        <w:rPr>
          <w:rFonts w:hint="cs"/>
          <w:rtl/>
        </w:rPr>
        <w:t xml:space="preserve">يَحِلُّ لِأَحَدٍ يَسْتَطْرِقُهُ جُنُباً غَيْرِيْ وَغَيْرُکَ. رَوَاهُ التِّرْمِذِيُّ. 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وَقَالَ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هَذَا حَدِيْثٌ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تمہارے علاوہ کس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حالت جنابت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عل</w:t>
      </w:r>
      <w:r>
        <w:rPr>
          <w:rFonts w:hint="cs"/>
          <w:rtl/>
        </w:rPr>
        <w:t>ی</w:t>
      </w:r>
      <w:r>
        <w:rPr>
          <w:rtl/>
        </w:rPr>
        <w:t xml:space="preserve"> بن منذر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ضرار بن صرد سے اس کے معن</w:t>
      </w:r>
      <w:r>
        <w:rPr>
          <w:rFonts w:hint="cs"/>
          <w:rtl/>
        </w:rPr>
        <w:t>ی</w:t>
      </w:r>
      <w:r>
        <w:rPr>
          <w:rtl/>
        </w:rPr>
        <w:t xml:space="preserve"> پوچھے تو انہوں نے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سے مراد مسجد کو بطور راستہ استعمال کرنا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87 : </w:t>
      </w:r>
      <w:r w:rsidRPr="00604F58">
        <w:rPr>
          <w:rFonts w:hint="cs"/>
          <w:rtl/>
        </w:rPr>
        <w:t>أخرجه الترمذي في الجامع الصحيح، ابواب المناقب، باب مناقب علي، 5 / 639، الحديث رقم : 3727، والبزار في المسند، 4 / 36، الحديث رقم : 1197، و أبو يعلي في المسند، 2 / 311، الحديث رقم : 1042، و البيهقي في السنن الکبري، 7 / 65، الحديث رقم : 13181.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88. عَن</w:t>
      </w:r>
      <w:r w:rsidRPr="00604F58">
        <w:rPr>
          <w:rFonts w:hint="cs"/>
          <w:rtl/>
        </w:rPr>
        <w:t>ْ أُمِّ عَطِيَةَ قَالَتْ : بَعَثَ النَّبِيُّ صلي الله عليه وآله وسلم جَيْشًا فِيْهِمْ عَلِيٌّ قَالَتْ : فَسَمِعْتُ النَّبِيَّ صلي الله عليه وآله وسلم وَهُوَ رَافِعٌ يَدَيْهِ يَقُوْلُ : اللّٰهُمَّ لَا تُمِتْنِيْ حَتَّي تُرِيَنِيْ عَلِيًّا. رَوَاهُ ال</w:t>
      </w:r>
      <w:r w:rsidRPr="00604F58">
        <w:rPr>
          <w:rFonts w:hint="eastAsia"/>
          <w:rtl/>
        </w:rPr>
        <w:t>تِّر</w:t>
      </w:r>
      <w:r w:rsidRPr="00604F58">
        <w:rPr>
          <w:rFonts w:hint="cs"/>
          <w:rtl/>
        </w:rPr>
        <w:t>ْمِذِيُّ</w:t>
      </w:r>
      <w:r w:rsidRPr="00604F58">
        <w:rPr>
          <w:rtl/>
        </w:rPr>
        <w:t>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وَقَالَ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هَذَا حَدِيْثٌ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امِ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بھ</w:t>
      </w:r>
      <w:r>
        <w:rPr>
          <w:rFonts w:hint="cs"/>
          <w:rtl/>
        </w:rPr>
        <w:t>ی</w:t>
      </w:r>
      <w:r>
        <w:rPr>
          <w:rtl/>
        </w:rPr>
        <w:t xml:space="preserve">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ہاتھ اٹھا کر دعا کر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>
        <w:rPr>
          <w:rFonts w:hint="eastAsia"/>
          <w:rtl/>
        </w:rPr>
        <w:t>مجھے</w:t>
      </w:r>
      <w:r>
        <w:rPr>
          <w:rtl/>
        </w:rPr>
        <w:t xml:space="preserve"> اس وقت تک موت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(واپس بخ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لوں،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88 : </w:t>
      </w:r>
      <w:r w:rsidRPr="00604F58">
        <w:rPr>
          <w:rFonts w:hint="cs"/>
          <w:rtl/>
        </w:rPr>
        <w:t>أخرجه الترمذي في الجامع الصحيح، ابواب المناقب، باب مناقب علي، 5 / 643، الحديث رقم : 3737، و الطبراني في المعجم الکبير، 25 / 68، الحديث رقم : 168، والطبراني في المعجم الأوسط، 3 / 48، الحديث رقم : 2432، وأحمد بن حنبل في فضائل الصحابة، 2 / 609</w:t>
      </w:r>
      <w:r w:rsidRPr="00604F58">
        <w:rPr>
          <w:rFonts w:hint="eastAsia"/>
          <w:rtl/>
        </w:rPr>
        <w:t>،</w:t>
      </w:r>
      <w:r w:rsidRPr="00604F58">
        <w:rPr>
          <w:rtl/>
        </w:rPr>
        <w:t xml:space="preserve"> الحد</w:t>
      </w:r>
      <w:r w:rsidRPr="00604F58">
        <w:rPr>
          <w:rFonts w:hint="cs"/>
          <w:rtl/>
        </w:rPr>
        <w:t>يث رقم : 1039.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lastRenderedPageBreak/>
        <w:t>89. عَن</w:t>
      </w:r>
      <w:r w:rsidRPr="00604F58">
        <w:rPr>
          <w:rFonts w:hint="cs"/>
          <w:rtl/>
        </w:rPr>
        <w:t>ْ عَلِيٍّ، قَالَ : قَالَ رَسُوْلُ اللّٰهِ صلي الله عليه وآله وسلم : رَحِمَ اﷲُ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أَبَا بَکْرٍ زَوَّجَنِيَ ابْنَتَهُ، وَ حَمَلَنِيْ إِلٰي دَارِ الْهِجْرَةِ، وَ أَعْتَقَ بِلَالًا مِنْ مَالِهِ، رَحِمَ اﷲُ</w:t>
      </w:r>
      <w:r w:rsidRPr="00604F58">
        <w:rPr>
          <w:rtl/>
        </w:rPr>
        <w:t xml:space="preserve"> عُمَرَ، </w:t>
      </w:r>
      <w:r w:rsidRPr="00604F58">
        <w:rPr>
          <w:rFonts w:hint="cs"/>
          <w:rtl/>
        </w:rPr>
        <w:t>يَقُوْلُ الْحَقَّ وَ إِنْ</w:t>
      </w:r>
      <w:r w:rsidRPr="00604F58">
        <w:rPr>
          <w:rtl/>
        </w:rPr>
        <w:t xml:space="preserve"> کَانَ مُرًّا، ت</w:t>
      </w:r>
      <w:r w:rsidRPr="00604F58">
        <w:rPr>
          <w:rFonts w:hint="eastAsia"/>
          <w:rtl/>
        </w:rPr>
        <w:t>َرَکَ</w:t>
      </w:r>
      <w:r w:rsidRPr="00604F58">
        <w:rPr>
          <w:rFonts w:hint="cs"/>
          <w:rtl/>
        </w:rPr>
        <w:t>هُ</w:t>
      </w:r>
      <w:r w:rsidRPr="00604F58">
        <w:rPr>
          <w:rtl/>
        </w:rPr>
        <w:t xml:space="preserve"> ال</w:t>
      </w:r>
      <w:r w:rsidRPr="00604F58">
        <w:rPr>
          <w:rFonts w:hint="cs"/>
          <w:rtl/>
        </w:rPr>
        <w:t>ْحَقُّ وَمَا لَهُ صَدِيْقٌ، رَحِمَ اﷲُ</w:t>
      </w:r>
      <w:r w:rsidRPr="00604F58">
        <w:rPr>
          <w:rtl/>
        </w:rPr>
        <w:t xml:space="preserve"> عُث</w:t>
      </w:r>
      <w:r w:rsidRPr="00604F58">
        <w:rPr>
          <w:rFonts w:hint="cs"/>
          <w:rtl/>
        </w:rPr>
        <w:t>ْمَانَ، تَسْتَحِيْهِ الْمَلَائِکَةُ، رَحِمَ اﷲُ</w:t>
      </w:r>
      <w:r w:rsidRPr="00604F58">
        <w:rPr>
          <w:rtl/>
        </w:rPr>
        <w:t xml:space="preserve"> عَلِ</w:t>
      </w:r>
      <w:r w:rsidRPr="00604F58">
        <w:rPr>
          <w:rFonts w:hint="cs"/>
          <w:rtl/>
        </w:rPr>
        <w:t>يًّا، اللَّهُمَّ أَدِرِ الْحَقَّ مَعَهُ حَيْثُ دَارَ. رَوَاهُ التِّرْمِذِيُّ.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اللہ تعال</w:t>
      </w:r>
      <w:r>
        <w:rPr>
          <w:rFonts w:hint="cs"/>
          <w:rtl/>
        </w:rPr>
        <w:t>یٰ</w:t>
      </w:r>
      <w:r>
        <w:rPr>
          <w:rtl/>
        </w:rPr>
        <w:t xml:space="preserve"> ابوبکر پر رحم فرمائے اس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نکاح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مجھے دار الہجر</w:t>
      </w:r>
      <w:r>
        <w:rPr>
          <w:rFonts w:hint="cs"/>
          <w:rtl/>
        </w:rPr>
        <w:t>ۃ</w:t>
      </w:r>
      <w:r>
        <w:rPr>
          <w:rtl/>
        </w:rPr>
        <w:t xml:space="preserve"> لے کر آئے اور بلال کو بھ</w:t>
      </w:r>
      <w:r>
        <w:rPr>
          <w:rFonts w:hint="cs"/>
          <w:rtl/>
        </w:rPr>
        <w:t>ی</w:t>
      </w:r>
      <w:r>
        <w:rPr>
          <w:rtl/>
        </w:rPr>
        <w:t xml:space="preserve"> انہوں نے اپنے مال سے آزاد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عمر پر رحم فرمائے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حق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وہ کڑو</w:t>
      </w:r>
      <w:r>
        <w:rPr>
          <w:rFonts w:hint="cs"/>
          <w:rtl/>
        </w:rPr>
        <w:t>ی</w:t>
      </w:r>
      <w:r>
        <w:rPr>
          <w:rtl/>
        </w:rPr>
        <w:t xml:space="preserve"> ہو اس</w:t>
      </w:r>
      <w:r>
        <w:rPr>
          <w:rFonts w:hint="cs"/>
          <w:rtl/>
        </w:rPr>
        <w:t>ی</w:t>
      </w:r>
      <w:r>
        <w:rPr>
          <w:rtl/>
        </w:rPr>
        <w:t xml:space="preserve"> لئے وہ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کوئ</w:t>
      </w:r>
      <w:r>
        <w:rPr>
          <w:rFonts w:hint="cs"/>
          <w:rtl/>
        </w:rPr>
        <w:t>ی</w:t>
      </w:r>
      <w:r>
        <w:rPr>
          <w:rtl/>
        </w:rPr>
        <w:t xml:space="preserve">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عثمان پر رحم فرمائے۔ اس سے فرشتے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اللہ تعال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پر رحم فرمائے۔ اے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حق اس کے ساتھ رہے۔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</w:t>
      </w:r>
      <w:r>
        <w:rPr>
          <w:rFonts w:hint="eastAsia"/>
          <w:rtl/>
        </w:rPr>
        <w:t>م</w:t>
      </w:r>
      <w:r>
        <w:rPr>
          <w:rtl/>
        </w:rPr>
        <w:t xml:space="preserve"> ترمذ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89 : </w:t>
      </w:r>
      <w:r w:rsidRPr="00604F58">
        <w:rPr>
          <w:rFonts w:hint="cs"/>
          <w:rtl/>
        </w:rPr>
        <w:t>أخرجه الترمذي في الجامع الصحيح، ابواب المناقب، باب مناقب علي بن أبي طالب، 5 / 633، الحديث رقم : 3714، و الحاکم في المستدرک علي الصحييحين، 3 / 134، الحديث رقم : 4629، و الطبراني في المعجم الاوسط، 6 / 95، الحديث رقم : 5906، و البزار في المسند</w:t>
      </w:r>
      <w:r w:rsidRPr="00604F58">
        <w:rPr>
          <w:rFonts w:hint="eastAsia"/>
          <w:rtl/>
        </w:rPr>
        <w:t>،</w:t>
      </w:r>
      <w:r w:rsidRPr="00604F58">
        <w:rPr>
          <w:rtl/>
        </w:rPr>
        <w:t xml:space="preserve"> 3 / 52، الحد</w:t>
      </w:r>
      <w:r w:rsidRPr="00604F58">
        <w:rPr>
          <w:rFonts w:hint="cs"/>
          <w:rtl/>
        </w:rPr>
        <w:t>يث رقم : 806، و أبويعلي في المسند، 1 : 418، الحديث رقم : 550.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90. عَن</w:t>
      </w:r>
      <w:r w:rsidRPr="00604F58">
        <w:rPr>
          <w:rFonts w:hint="cs"/>
          <w:rtl/>
        </w:rPr>
        <w:t>ْ حَنَشٍ قَالَ : رَأَيْتُ عَلِيًّا رضي الله عنه يُضَحِّيْ بِکَبْشَيْنِ فَقُلْتُ لَهُ : مَا هَذَا؟ فَقَالَ : أَوْصَانِيْ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أَنْ أُضَحِّيَ عَنْهُ</w:t>
      </w:r>
      <w:r w:rsidRPr="00604F58">
        <w:rPr>
          <w:rtl/>
        </w:rPr>
        <w:t xml:space="preserve"> فَ</w:t>
      </w:r>
      <w:r w:rsidRPr="00604F58">
        <w:rPr>
          <w:rFonts w:hint="cs"/>
          <w:rtl/>
        </w:rPr>
        <w:t>أَنَا أُضَحِّيَ عَنْهُ. رَوَاهُ أَبُوْدَاؤْدَ.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حنش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دو م</w:t>
      </w:r>
      <w:r>
        <w:rPr>
          <w:rFonts w:hint="cs"/>
          <w:rtl/>
        </w:rPr>
        <w:t>ی</w:t>
      </w:r>
      <w:r>
        <w:rPr>
          <w:rFonts w:hint="eastAsia"/>
          <w:rtl/>
        </w:rPr>
        <w:t>نڈھوں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کروں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قربان</w:t>
      </w:r>
      <w:r>
        <w:rPr>
          <w:rFonts w:hint="cs"/>
          <w:rtl/>
        </w:rPr>
        <w:t>ی</w:t>
      </w:r>
      <w:r>
        <w:rPr>
          <w:rtl/>
        </w:rPr>
        <w:t xml:space="preserve"> کرتا ہوں۔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ابوداود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90 : </w:t>
      </w:r>
      <w:r w:rsidRPr="00604F58">
        <w:rPr>
          <w:rFonts w:hint="cs"/>
          <w:rtl/>
        </w:rPr>
        <w:t>أخرجه أبوداؤد في السنن، کتاب الضحايا، باب الأضحية عن الميت، 3 / 94، الحديث رقم : 2790، وأحمد بن حنبل في المسند، 1 / 150، الحديث رقم : 1285.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91. عَنِ اب</w:t>
      </w:r>
      <w:r w:rsidRPr="00604F58">
        <w:rPr>
          <w:rFonts w:hint="cs"/>
          <w:rtl/>
        </w:rPr>
        <w:t>ْنِ نُجَيٍّ قَالَ : قَالَ عَلِيٌّ : کَانَ لِي مِنْ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مَدْخَ</w:t>
      </w:r>
      <w:r w:rsidRPr="00604F58">
        <w:rPr>
          <w:rtl/>
        </w:rPr>
        <w:t>لاَنِ : مَد</w:t>
      </w:r>
      <w:r w:rsidRPr="00604F58">
        <w:rPr>
          <w:rFonts w:hint="cs"/>
          <w:rtl/>
        </w:rPr>
        <w:t>ْخَلٌ بِاللَّيْلِ وَمَدْخَلٌ بِالنَّهَارِ، فَکُنْتُ إِذَا دَخَلْتُ بِاللَّيْلِ تَنَحْنَحَ لِي. رَوَاهُ النَّسَائِيُّ وَ ابْنُ مَاجَةَ.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نج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دفعہ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ہوتا۔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کے </w:t>
      </w:r>
      <w:r>
        <w:rPr>
          <w:rtl/>
        </w:rPr>
        <w:lastRenderedPageBreak/>
        <w:t>وقت حاضر ہوتا (اور آپ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نماز ادا فرما رہے ہوتے )تو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مجھے اجازت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فرمانے کے لئے کھانستے۔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نسائ</w:t>
      </w:r>
      <w:r>
        <w:rPr>
          <w:rFonts w:hint="cs"/>
          <w:rtl/>
        </w:rPr>
        <w:t>ی</w:t>
      </w:r>
      <w:r>
        <w:rPr>
          <w:rtl/>
        </w:rPr>
        <w:t xml:space="preserve"> اور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91 : </w:t>
      </w:r>
      <w:r w:rsidRPr="00604F58">
        <w:rPr>
          <w:rFonts w:hint="cs"/>
          <w:rtl/>
        </w:rPr>
        <w:t>أخرجه النسائي في السنن، کتاب السهو، باب التنحنح في الصلاة، 3 / 12، الحديث رقم : 1212، و ابن ماجة في السنن، کتاب الأدب، باب الإستئذان، 2 / 1222، الحديث رقم : 3708، و ال</w:t>
      </w:r>
      <w:r w:rsidRPr="00604F58">
        <w:rPr>
          <w:rtl/>
        </w:rPr>
        <w:t>نسائ</w:t>
      </w:r>
      <w:r w:rsidRPr="00604F58">
        <w:rPr>
          <w:rFonts w:hint="cs"/>
          <w:rtl/>
        </w:rPr>
        <w:t>ي في السنن الکبري، 1 / 360، الحديث رقم : 1136، و ابن أبي شيبة في المص</w:t>
      </w:r>
      <w:r w:rsidRPr="00604F58">
        <w:rPr>
          <w:rFonts w:hint="eastAsia"/>
          <w:rtl/>
        </w:rPr>
        <w:t>نف،</w:t>
      </w:r>
      <w:r w:rsidRPr="00604F58">
        <w:rPr>
          <w:rtl/>
        </w:rPr>
        <w:t xml:space="preserve"> 5 / 242، الحد</w:t>
      </w:r>
      <w:r w:rsidRPr="00604F58">
        <w:rPr>
          <w:rFonts w:hint="cs"/>
          <w:rtl/>
        </w:rPr>
        <w:t>يث رقم : 25676.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92. عَن</w:t>
      </w:r>
      <w:r w:rsidRPr="00604F58">
        <w:rPr>
          <w:rFonts w:hint="cs"/>
          <w:rtl/>
        </w:rPr>
        <w:t>ْ أُمِّ سَلَمَةَ قَالَتْ : کَانَ رَسُوْلُ اﷲِ</w:t>
      </w:r>
      <w:r w:rsidRPr="00604F58">
        <w:rPr>
          <w:rtl/>
        </w:rPr>
        <w:t xml:space="preserve"> اِذَا غَضِبَ لَم</w:t>
      </w:r>
      <w:r w:rsidRPr="00604F58">
        <w:rPr>
          <w:rFonts w:hint="cs"/>
          <w:rtl/>
        </w:rPr>
        <w:t>ْ يَجْتَرِيئْ أَحَدٌ مِنَّا أَنْ يُکَلِّمَهُ إِلاَّ عَلِيٌّ. رَوَاهُ الطَّبَرَان</w:t>
      </w:r>
      <w:r w:rsidRPr="00604F58">
        <w:rPr>
          <w:rtl/>
        </w:rPr>
        <w:t>ِ</w:t>
      </w:r>
      <w:r w:rsidRPr="00604F58">
        <w:rPr>
          <w:rFonts w:hint="cs"/>
          <w:rtl/>
        </w:rPr>
        <w:t>يُّ فِيْ الْمُعْجَمِ الْأَوْسَطِ وَالْحَاکِمُ.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</w:t>
      </w:r>
      <w:r w:rsidRPr="00604F58">
        <w:rPr>
          <w:rtl/>
        </w:rPr>
        <w:t xml:space="preserve"> قَالَ </w:t>
      </w:r>
      <w:r w:rsidRPr="00604F58">
        <w:rPr>
          <w:rFonts w:hint="cs"/>
          <w:rtl/>
        </w:rPr>
        <w:t>هَذَا حَدِيْثٌ صَحِيْحُ الإِسْنَادِ.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ام سلمہ رض</w:t>
      </w:r>
      <w:r>
        <w:rPr>
          <w:rFonts w:hint="cs"/>
          <w:rtl/>
        </w:rPr>
        <w:t>ی</w:t>
      </w:r>
      <w:r>
        <w:rPr>
          <w:rtl/>
        </w:rPr>
        <w:t xml:space="preserve"> اللہ عنہا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بے شک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جب ناراضگ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سوائے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کس</w:t>
      </w:r>
      <w:r>
        <w:rPr>
          <w:rFonts w:hint="cs"/>
          <w:rtl/>
        </w:rPr>
        <w:t>ی</w:t>
      </w:r>
      <w:r>
        <w:rPr>
          <w:rtl/>
        </w:rPr>
        <w:t xml:space="preserve"> کو کلام کرنے ک</w:t>
      </w:r>
      <w:r>
        <w:rPr>
          <w:rFonts w:hint="cs"/>
          <w:rtl/>
        </w:rPr>
        <w:t>ی</w:t>
      </w:r>
      <w:r>
        <w:rPr>
          <w:rtl/>
        </w:rPr>
        <w:t xml:space="preserve"> جرات نہ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</w:t>
      </w: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حاکم نے 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92 : </w:t>
      </w:r>
      <w:r w:rsidRPr="00604F58">
        <w:rPr>
          <w:rFonts w:hint="cs"/>
          <w:rtl/>
        </w:rPr>
        <w:t xml:space="preserve">أخرجه الطبراني في المعجم الاوسط، 4 / 318، الحديث رقم : </w:t>
      </w:r>
      <w:r w:rsidRPr="00604F58">
        <w:rPr>
          <w:rtl/>
        </w:rPr>
        <w:t>4314، والحاکم ف</w:t>
      </w:r>
      <w:r w:rsidRPr="00604F58">
        <w:rPr>
          <w:rFonts w:hint="cs"/>
          <w:rtl/>
        </w:rPr>
        <w:t>ي المستدرک، 3 / 141، الحديث رقم : 4647، و الهيثمي في مجمع الزوائد، 9 / 116.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93. عَن</w:t>
      </w:r>
      <w:r w:rsidRPr="00604F58">
        <w:rPr>
          <w:rFonts w:hint="cs"/>
          <w:rtl/>
        </w:rPr>
        <w:t>ْ أَبِيْ رَافِعٍ أَنَّ رَسُوْلَ اﷲِ</w:t>
      </w:r>
      <w:r w:rsidRPr="00604F58">
        <w:rPr>
          <w:rtl/>
        </w:rPr>
        <w:t xml:space="preserve"> قَالَ لِعَلِ</w:t>
      </w:r>
      <w:r w:rsidRPr="00604F58">
        <w:rPr>
          <w:rFonts w:hint="cs"/>
          <w:rtl/>
        </w:rPr>
        <w:t>يٍّ : أَمَا تَرْضَي إِنَّکَ أَخِيْ وَ أَنَا أَخُوْکَ. رَوَاهُ الطَّبَرَانِيُّ فِي الْمُعْجَمِ الْکَبِيْرِ.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رافع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کرم اللہ وجہ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اس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ہوں۔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93 : </w:t>
      </w:r>
      <w:r w:rsidRPr="00604F58">
        <w:rPr>
          <w:rFonts w:hint="cs"/>
          <w:rtl/>
        </w:rPr>
        <w:t>أخ</w:t>
      </w:r>
      <w:r w:rsidRPr="00604F58">
        <w:rPr>
          <w:rtl/>
        </w:rPr>
        <w:t>رج</w:t>
      </w:r>
      <w:r w:rsidRPr="00604F58">
        <w:rPr>
          <w:rFonts w:hint="cs"/>
          <w:rtl/>
        </w:rPr>
        <w:t xml:space="preserve">ه الطبراني في المعجم الکبير، 1 / 319، الحديث رقم : 949، والهيثمي في مجمع الزوائد، 9 / 131. 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94. عَن</w:t>
      </w:r>
      <w:r w:rsidRPr="00604F58">
        <w:rPr>
          <w:rFonts w:hint="cs"/>
          <w:rtl/>
        </w:rPr>
        <w:t>ْ عَبْدِاﷲِ</w:t>
      </w:r>
      <w:r w:rsidRPr="00604F58">
        <w:rPr>
          <w:rtl/>
        </w:rPr>
        <w:t xml:space="preserve"> ب</w:t>
      </w:r>
      <w:r w:rsidRPr="00604F58">
        <w:rPr>
          <w:rFonts w:hint="cs"/>
          <w:rtl/>
        </w:rPr>
        <w:t>ْنِ نُجَيٍّ قَالَ : قَالَ عَلِيٌّ : کَانَتْ لِيْ سَاعَةٌ مِنَ السَّحَرِ أَدْخُلُ فِيْهَا عَلَي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فَإِنْ کَ</w:t>
      </w:r>
      <w:r w:rsidRPr="00604F58">
        <w:rPr>
          <w:rtl/>
        </w:rPr>
        <w:t xml:space="preserve">انَ قَائِمًا </w:t>
      </w:r>
      <w:r w:rsidRPr="00604F58">
        <w:rPr>
          <w:rFonts w:hint="cs"/>
          <w:rtl/>
        </w:rPr>
        <w:t>يُصَلِّيْ سَبَّحَ بِيْ فَکَانَ ذَاکَ إِذْنُهُ لِيْ. وَ إِنْ لَمْ يَکُنْ يُصَلِّيْ أَذِنَ</w:t>
      </w:r>
      <w:r w:rsidRPr="00604F58">
        <w:rPr>
          <w:rtl/>
        </w:rPr>
        <w:t xml:space="preserve"> لِ</w:t>
      </w:r>
      <w:r w:rsidRPr="00604F58">
        <w:rPr>
          <w:rFonts w:hint="cs"/>
          <w:rtl/>
        </w:rPr>
        <w:t>ي. رَوَاهُ أَحْمَدُ.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نج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سحر</w:t>
      </w:r>
      <w:r>
        <w:rPr>
          <w:rFonts w:hint="cs"/>
          <w:rtl/>
        </w:rPr>
        <w:t>ی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ہوتا۔ پس اگر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</w:t>
      </w:r>
      <w:r>
        <w:rPr>
          <w:rtl/>
        </w:rPr>
        <w:lastRenderedPageBreak/>
        <w:t xml:space="preserve">وسلم نماز پڑھنے کے لئے </w:t>
      </w:r>
      <w:r>
        <w:rPr>
          <w:rFonts w:hint="eastAsia"/>
          <w:rtl/>
        </w:rPr>
        <w:t>کھڑے</w:t>
      </w:r>
      <w:r>
        <w:rPr>
          <w:rtl/>
        </w:rPr>
        <w:t xml:space="preserve"> ہوتے تو مجھے بتانے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فرماتے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اجازت ہوت</w:t>
      </w:r>
      <w:r>
        <w:rPr>
          <w:rFonts w:hint="cs"/>
          <w:rtl/>
        </w:rPr>
        <w:t>ی</w:t>
      </w:r>
      <w:r>
        <w:rPr>
          <w:rtl/>
        </w:rPr>
        <w:t xml:space="preserve"> اور اگر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نماز نہ پڑھ رہے ہوتے تو مجھے اجازت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بن حنبل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94 : </w:t>
      </w:r>
      <w:r w:rsidRPr="00604F58">
        <w:rPr>
          <w:rFonts w:hint="cs"/>
          <w:rtl/>
        </w:rPr>
        <w:t xml:space="preserve">أخرجه أحمد بن حنبل في المسند، 1 / 77، الحديث رقم : 570 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95. عَن</w:t>
      </w:r>
      <w:r w:rsidRPr="00604F58">
        <w:rPr>
          <w:rFonts w:hint="cs"/>
          <w:rtl/>
        </w:rPr>
        <w:t>ْ عَبْدِاﷲِ</w:t>
      </w:r>
      <w:r w:rsidRPr="00604F58">
        <w:rPr>
          <w:rtl/>
        </w:rPr>
        <w:t xml:space="preserve"> ب</w:t>
      </w:r>
      <w:r w:rsidRPr="00604F58">
        <w:rPr>
          <w:rFonts w:hint="cs"/>
          <w:rtl/>
        </w:rPr>
        <w:t>ْنِ نُجَيِّ الْحَضْرَمِِيِّ عَنْ أَبِيْهِ فِيْ رِوَايةٍ طَوِيْلَةٍ وَ فِيْهَا عَنْهُ قَا</w:t>
      </w:r>
      <w:r w:rsidRPr="00604F58">
        <w:rPr>
          <w:rtl/>
        </w:rPr>
        <w:t>لَ : قَالَ لِ</w:t>
      </w:r>
      <w:r w:rsidRPr="00604F58">
        <w:rPr>
          <w:rFonts w:hint="cs"/>
          <w:rtl/>
        </w:rPr>
        <w:t>يْ عَلِيٌّ : کَانَتْ لِيْ مِنْ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مَنْزِلَةٌ لَمْ تَکُنْ لِأَحَدٍ مِنَ الخَلَائِقِ، ..... رَوَاهُ أَحْمَدُ</w:t>
      </w:r>
      <w:r w:rsidRPr="00604F58">
        <w:rPr>
          <w:rtl/>
        </w:rPr>
        <w:t>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نج</w:t>
      </w:r>
      <w:r>
        <w:rPr>
          <w:rFonts w:hint="cs"/>
          <w:rtl/>
        </w:rPr>
        <w:t>ی</w:t>
      </w:r>
      <w:r>
        <w:rPr>
          <w:rtl/>
        </w:rPr>
        <w:t xml:space="preserve"> الحضرم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 مرتبہ تھا جو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اور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اس ح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بن حنبل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95 : </w:t>
      </w:r>
      <w:r w:rsidRPr="00604F58">
        <w:rPr>
          <w:rFonts w:hint="cs"/>
          <w:rtl/>
        </w:rPr>
        <w:t>أخرجه أحمد بن حنبل في المسند، 1 / 85، الحديث رقم : 647، و البزار في المسند، 3 / 98، الحديث رقم : 879، و المقدسي في الأحاديث المختاره، 2 / 374، الحديث رقم : 757.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96. عَن</w:t>
      </w:r>
      <w:r w:rsidRPr="00604F58">
        <w:rPr>
          <w:rFonts w:hint="cs"/>
          <w:rtl/>
        </w:rPr>
        <w:t>ْ جَابِرٍ قَالَ : کُنَّا مَعَ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عِنْدَ امْ</w:t>
      </w:r>
      <w:r w:rsidRPr="00604F58">
        <w:rPr>
          <w:rtl/>
        </w:rPr>
        <w:t>رَ</w:t>
      </w:r>
      <w:r w:rsidRPr="00604F58">
        <w:rPr>
          <w:rFonts w:hint="cs"/>
          <w:rtl/>
        </w:rPr>
        <w:t xml:space="preserve">أَةِ مِنَ الأَنْصَارِ، صَنَعَتْ لَهُ طَعَامًا فَقَالَ النَّبِيُّ صلي الله عليه وآله وسلم : يَدْخُلُ عَلَيْکُمْ رَجُلٌ مِنْ أَهلِ الْجَنَّةِ فَدَخَلَ أَبُوبَکْرٍ رضي الله </w:t>
      </w:r>
      <w:r w:rsidRPr="00604F58">
        <w:rPr>
          <w:rFonts w:hint="eastAsia"/>
          <w:rtl/>
        </w:rPr>
        <w:t>عن</w:t>
      </w:r>
      <w:r w:rsidRPr="00604F58">
        <w:rPr>
          <w:rFonts w:hint="cs"/>
          <w:rtl/>
        </w:rPr>
        <w:t>ه</w:t>
      </w:r>
      <w:r w:rsidRPr="00604F58">
        <w:rPr>
          <w:rtl/>
        </w:rPr>
        <w:t xml:space="preserve"> فَ</w:t>
      </w:r>
      <w:r w:rsidRPr="00604F58">
        <w:rPr>
          <w:rFonts w:hint="cs"/>
          <w:rtl/>
        </w:rPr>
        <w:t>هَنَّيْنَاهُ ثُمَّ قَالَ : يَدْخُلُ عَلَيْکُمْ رَجُلٌ مِنْ أَهْلِ الْجَنَّةِ ف</w:t>
      </w:r>
      <w:r w:rsidRPr="00604F58">
        <w:rPr>
          <w:rtl/>
        </w:rPr>
        <w:t>َدَخَلَ عُمَرُ رض</w:t>
      </w:r>
      <w:r w:rsidRPr="00604F58">
        <w:rPr>
          <w:rFonts w:hint="cs"/>
          <w:rtl/>
        </w:rPr>
        <w:t xml:space="preserve">ي الله عنه فَهَنَّيْنَاهُ ثُمَّ قَالَ : يَدْخُلُ عَلَيْکُمْ رَجُلٌ مِنْ أَهْلِ الْجَنَّةِ فَرَأَيْتُ النَّبِيَّ صلي الله عليه وآله وسلم، يُدْخِلُ رَأْسَهُ </w:t>
      </w:r>
      <w:r w:rsidRPr="00604F58">
        <w:rPr>
          <w:rFonts w:hint="eastAsia"/>
          <w:rtl/>
        </w:rPr>
        <w:t>تَح</w:t>
      </w:r>
      <w:r w:rsidRPr="00604F58">
        <w:rPr>
          <w:rFonts w:hint="cs"/>
          <w:rtl/>
        </w:rPr>
        <w:t>ْتَ</w:t>
      </w:r>
      <w:r w:rsidRPr="00604F58">
        <w:rPr>
          <w:rtl/>
        </w:rPr>
        <w:t xml:space="preserve"> ال</w:t>
      </w:r>
      <w:r w:rsidRPr="00604F58">
        <w:rPr>
          <w:rFonts w:hint="cs"/>
          <w:rtl/>
        </w:rPr>
        <w:t xml:space="preserve">ْوَدِيِّ فَيَقُوْلُ : اللَّهُمَّ! إِنْ شِئْتَ جَعَلْتَهُ عَلِيًّا فَدَخَلَ </w:t>
      </w:r>
      <w:r w:rsidRPr="00604F58">
        <w:rPr>
          <w:rtl/>
        </w:rPr>
        <w:t>عَلِ</w:t>
      </w:r>
      <w:r w:rsidRPr="00604F58">
        <w:rPr>
          <w:rFonts w:hint="cs"/>
          <w:rtl/>
        </w:rPr>
        <w:t>يٌّ رضي الله عنه فَهَنَّيْنَاهُ. رَوَاهُ أَحْمَدُ.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جابر بن عبد 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عورت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جس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کھانا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آئے گا پس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داخل ہوئے تو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 باد د</w:t>
      </w:r>
      <w:r>
        <w:rPr>
          <w:rFonts w:hint="cs"/>
          <w:rtl/>
        </w:rPr>
        <w:t>ی</w:t>
      </w:r>
      <w:r>
        <w:rPr>
          <w:rtl/>
        </w:rPr>
        <w:t xml:space="preserve">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آئے گا پس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داخل ہوئے تو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 باد د</w:t>
      </w:r>
      <w:r>
        <w:rPr>
          <w:rFonts w:hint="cs"/>
          <w:rtl/>
        </w:rPr>
        <w:t>ی</w:t>
      </w:r>
      <w:r>
        <w:rPr>
          <w:rtl/>
        </w:rPr>
        <w:t xml:space="preserve"> پھر آپ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آئے گا۔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اپنا سر انور چھوٹ</w:t>
      </w:r>
      <w:r>
        <w:rPr>
          <w:rFonts w:hint="cs"/>
          <w:rtl/>
        </w:rPr>
        <w:t>ی</w:t>
      </w:r>
      <w:r>
        <w:rPr>
          <w:rtl/>
        </w:rPr>
        <w:t xml:space="preserve"> کھجور ک</w:t>
      </w:r>
      <w:r>
        <w:rPr>
          <w:rFonts w:hint="cs"/>
          <w:rtl/>
        </w:rPr>
        <w:t>ی</w:t>
      </w:r>
      <w:r>
        <w:rPr>
          <w:rtl/>
        </w:rPr>
        <w:t xml:space="preserve"> شاخوں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نکالے ہوئے فرما رہے تھے </w:t>
      </w:r>
      <w:r>
        <w:rPr>
          <w:rtl/>
        </w:rPr>
        <w:lastRenderedPageBreak/>
        <w:t>اے اللہ اگر تو چاہتا ہے تو اس آنے والے کو عل</w:t>
      </w:r>
      <w:r>
        <w:rPr>
          <w:rFonts w:hint="cs"/>
          <w:rtl/>
        </w:rPr>
        <w:t>ی</w:t>
      </w:r>
      <w:r>
        <w:rPr>
          <w:rtl/>
        </w:rPr>
        <w:t xml:space="preserve"> بنا دے پھر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داخل ہوئے تو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مبارک باد 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96 : </w:t>
      </w:r>
      <w:r w:rsidRPr="00604F58">
        <w:rPr>
          <w:rFonts w:hint="cs"/>
          <w:rtl/>
        </w:rPr>
        <w:t>أخرجه أحمد بن حنبل في المسند، 3 / 331، الحديث رقم : 14</w:t>
      </w:r>
      <w:r w:rsidRPr="00604F58">
        <w:rPr>
          <w:rtl/>
        </w:rPr>
        <w:t xml:space="preserve">590، و </w:t>
      </w:r>
      <w:r w:rsidRPr="00604F58">
        <w:rPr>
          <w:rFonts w:hint="cs"/>
          <w:rtl/>
        </w:rPr>
        <w:t>أحمد بن حنبل في المسند، 1 / 209، الحديث رقم : 233.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97. عَن</w:t>
      </w:r>
      <w:r w:rsidRPr="00604F58">
        <w:rPr>
          <w:rFonts w:hint="cs"/>
          <w:rtl/>
        </w:rPr>
        <w:t>ْ أُمِّ سَلَمَةَ قَالَتْ : وَالَّذِي أَحْلِفُ بِهِ إنْ کَانَ عَلِيٌّ لَأَقْرَبَ النَّاسِ عَهْدًا بِرَسُوْلِ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وسلم، قَالَتْ : عُدْنَا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</w:t>
      </w:r>
      <w:r w:rsidRPr="00604F58">
        <w:rPr>
          <w:rtl/>
        </w:rPr>
        <w:t>م غَدَاةً بَع</w:t>
      </w:r>
      <w:r w:rsidRPr="00604F58">
        <w:rPr>
          <w:rFonts w:hint="cs"/>
          <w:rtl/>
        </w:rPr>
        <w:t>ْدَ غَدَاةٍ يَقُوْلُ : جَاءَ عَلِيٌّ مِرَارًا. قَالَتْ : وًأَظُنُّهُ کَانَ بَعَثَهُ فِي حَاجَةٍ. قَالَتْ فَجَاءَ بَعْدُ فَظَنَنْتُ أَنَّ لَهُ إِلَيْهِ حَاجَةً فَخَرَجْنَا مِنَ الْبَيْتِ فَقَعَدْنَا عِنْدَ الْبَابِ فَکُنْتُ مِنْ أَدْنَاهُمْ إِل</w:t>
      </w:r>
      <w:r w:rsidRPr="00604F58">
        <w:rPr>
          <w:rtl/>
        </w:rPr>
        <w:t>َ</w:t>
      </w:r>
      <w:r w:rsidRPr="00604F58">
        <w:rPr>
          <w:rFonts w:hint="cs"/>
          <w:rtl/>
        </w:rPr>
        <w:t>ي الْبَابِ، فَأَکَبَّ عَلَيْهِ عَلِيٌّ فَجَعَلَ يُسَارُّهُ وَيُنَاجِيْهِ، ثُمَّ قُبِضَ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مِنْ يَوْمِهِ ذَلِکَ، فَکَانَ أَقْرَبَ النَّاسِ بِهِ عَهْدًا. رَوَاهُ أَحْمَدُ.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حلف اٹھات</w:t>
      </w:r>
      <w:r>
        <w:rPr>
          <w:rFonts w:hint="cs"/>
          <w:rtl/>
        </w:rPr>
        <w:t>ی</w:t>
      </w:r>
      <w:r>
        <w:rPr>
          <w:rtl/>
        </w:rPr>
        <w:t xml:space="preserve"> ہوں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عہد کے اعتبار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تھے۔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آئے روز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کہ عل</w:t>
      </w:r>
      <w:r>
        <w:rPr>
          <w:rFonts w:hint="cs"/>
          <w:rtl/>
        </w:rPr>
        <w:t>ی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لئے) بہت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کس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کام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تھا۔ آپ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کے بعد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سمجھا آپ کو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کوئ</w:t>
      </w:r>
      <w:r>
        <w:rPr>
          <w:rFonts w:hint="cs"/>
          <w:rtl/>
        </w:rPr>
        <w:t>ی</w:t>
      </w:r>
      <w:r>
        <w:rPr>
          <w:rtl/>
        </w:rPr>
        <w:t xml:space="preserve"> کام ہو گا پس ہم باہر آ گئے اور دروازے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دروازے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پس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</w:t>
      </w:r>
      <w:r>
        <w:rPr>
          <w:rFonts w:hint="eastAsia"/>
          <w:rtl/>
        </w:rPr>
        <w:t>لہ</w:t>
      </w:r>
      <w:r>
        <w:rPr>
          <w:rtl/>
        </w:rPr>
        <w:t xml:space="preserve"> وسلم پر جھک گئے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سرگوش</w:t>
      </w:r>
      <w:r>
        <w:rPr>
          <w:rFonts w:hint="cs"/>
          <w:rtl/>
        </w:rPr>
        <w:t>ی</w:t>
      </w:r>
      <w:r>
        <w:rPr>
          <w:rtl/>
        </w:rPr>
        <w:t xml:space="preserve"> کرنے لگے پھر اس دن کے بعد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وصال فرما گئے پس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سب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عہد کے اعتبار سے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تھے۔اس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eastAsia"/>
          <w:rtl/>
        </w:rPr>
        <w:t>امام</w:t>
      </w:r>
      <w:r>
        <w:rPr>
          <w:rtl/>
        </w:rPr>
        <w:t xml:space="preserve">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97 : </w:t>
      </w:r>
      <w:r w:rsidRPr="00604F58">
        <w:rPr>
          <w:rFonts w:hint="cs"/>
          <w:rtl/>
        </w:rPr>
        <w:t>أخرجه أحمد بن حنبل في المسند، 6 / 300، الحديث رقم : 26607، و الحاکم في المستدرک، 3 / 149، الحديث رقم : 4671، و الهيثمي في مجمع الزوائد، 9 / 112.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lastRenderedPageBreak/>
        <w:t>98. عَن</w:t>
      </w:r>
      <w:r w:rsidRPr="00604F58">
        <w:rPr>
          <w:rFonts w:hint="cs"/>
          <w:rtl/>
        </w:rPr>
        <w:t>ْ عَلِيٍّ قَالَ : لَمَّا خَرَجَ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إِلَي الْمَدِيْنَةِ فِي الْه</w:t>
      </w:r>
      <w:r w:rsidRPr="00604F58">
        <w:rPr>
          <w:rtl/>
        </w:rPr>
        <w:t>ِج</w:t>
      </w:r>
      <w:r w:rsidRPr="00604F58">
        <w:rPr>
          <w:rFonts w:hint="cs"/>
          <w:rtl/>
        </w:rPr>
        <w:t>ْرَةِ، أَمَرَنِي أَنْ أُقِيْمَ بَعْدَه حَتَّي أُؤَدِّيَ وَدَائِعَ کَانَتْ عِنْدَهُ لِلنَّاسِ، وِلِذَا کَانَ يُسَمَّي الأَمِيْنُ. فَأَقَمْتُ ثَلاَ ثًا، فَکُنْتُ أَظْهَرُ، مَا تَغَيَبْتُ يَوْمًا وَاحِدًا ثُمَّ خَرَجْتُ فَجَعَلْتُ أَتْبَعُ طَرِيْقَ رَسُوْلُ</w:t>
      </w:r>
      <w:r w:rsidRPr="00604F58">
        <w:rPr>
          <w:rtl/>
        </w:rPr>
        <w:t xml:space="preserve"> ا</w:t>
      </w:r>
      <w:r w:rsidRPr="00604F58">
        <w:rPr>
          <w:rFonts w:hint="cs"/>
          <w:rtl/>
        </w:rPr>
        <w:t>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حَتَّي قَدِمْتُ بَنِيْ عَمَرِو بْنِ عَوْفٍ وَ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مُقِيْمٌ، فَنَزَلْتُ عَلَي کُلْثُوْمِ بْ</w:t>
      </w:r>
      <w:r w:rsidRPr="00604F58">
        <w:rPr>
          <w:rFonts w:hint="eastAsia"/>
          <w:rtl/>
        </w:rPr>
        <w:t>نِ</w:t>
      </w:r>
      <w:r w:rsidRPr="00604F58">
        <w:rPr>
          <w:rtl/>
        </w:rPr>
        <w:t xml:space="preserve"> ال</w:t>
      </w:r>
      <w:r w:rsidRPr="00604F58">
        <w:rPr>
          <w:rFonts w:hint="cs"/>
          <w:rtl/>
        </w:rPr>
        <w:t>ْهِدْمِ، وَهُنَالِکَ مَنْزِلُ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. رَوَاهُ ابْنُ سَعْدٍ فِي الطَّ</w:t>
      </w:r>
      <w:r w:rsidRPr="00604F58">
        <w:rPr>
          <w:rtl/>
        </w:rPr>
        <w:t>بَقَاتِ ال</w:t>
      </w:r>
      <w:r w:rsidRPr="00604F58">
        <w:rPr>
          <w:rFonts w:hint="cs"/>
          <w:rtl/>
        </w:rPr>
        <w:t>ْکُبْرَی</w:t>
      </w:r>
      <w:r w:rsidRPr="00604F58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ہجرت ک</w:t>
      </w:r>
      <w:r>
        <w:rPr>
          <w:rFonts w:hint="cs"/>
          <w:rtl/>
        </w:rPr>
        <w:t>ی</w:t>
      </w:r>
      <w:r>
        <w:rPr>
          <w:rtl/>
        </w:rPr>
        <w:t xml:space="preserve"> غرض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تو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رکوں تاآنکہ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eastAsia"/>
          <w:rtl/>
        </w:rPr>
        <w:t>وٹا</w:t>
      </w:r>
      <w:r>
        <w:rPr>
          <w:rtl/>
        </w:rPr>
        <w:t xml:space="preserve"> دوں۔ اس</w:t>
      </w:r>
      <w:r>
        <w:rPr>
          <w:rFonts w:hint="cs"/>
          <w:rtl/>
        </w:rPr>
        <w:t>ی</w:t>
      </w:r>
      <w:r>
        <w:rPr>
          <w:rtl/>
        </w:rPr>
        <w:t xml:space="preserve"> لئے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لقب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سامنے رہا،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نکلا اور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چلا </w:t>
      </w:r>
      <w:r>
        <w:rPr>
          <w:rFonts w:hint="cs"/>
          <w:rtl/>
        </w:rPr>
        <w:t>ی</w:t>
      </w:r>
      <w:r>
        <w:rPr>
          <w:rtl/>
        </w:rPr>
        <w:t>ہاں تک کہ بنو عمرو بن عوف کے ہاں پہنچا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وہاں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کلثوم بن ھدم کے ہاں مہمان ٹھہرا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سعد نے ’’الطبقات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98 : </w:t>
      </w:r>
      <w:r w:rsidRPr="00604F58">
        <w:rPr>
          <w:rFonts w:hint="cs"/>
          <w:rtl/>
        </w:rPr>
        <w:t>أخرجه ابن سعد في الطبقات الکبري، 3 / 22.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99. عَن</w:t>
      </w:r>
      <w:r w:rsidRPr="00604F58">
        <w:rPr>
          <w:rFonts w:hint="cs"/>
          <w:rtl/>
        </w:rPr>
        <w:t>ْ جَعْفَرٍ بْنِ مُحَمَّدٍ عَنْ أَبِيْهِ قَالَ : عَلِيٌّ رضي الله عنه : بِتْنَا لَيْلَةً بِغَيْرِ عَشَاءٍ، فَأَصبَحْتُ فَخَرَجْتُ ثُمَّ رَ</w:t>
      </w:r>
      <w:r w:rsidRPr="00604F58">
        <w:rPr>
          <w:rtl/>
        </w:rPr>
        <w:t>جَع</w:t>
      </w:r>
      <w:r w:rsidRPr="00604F58">
        <w:rPr>
          <w:rFonts w:hint="cs"/>
          <w:rtl/>
        </w:rPr>
        <w:t>ْتُ إِلَي فَاطِمَةَ عليها السلام. وَهِيَ مَحْزُوْنَةٌ فَقُلْتُ : مَا لَکِ؟ فَقَالَتْ : لَمْ نَتَعَشَّ البَارِ</w:t>
      </w:r>
      <w:r w:rsidRPr="00604F58">
        <w:rPr>
          <w:rFonts w:hint="eastAsia"/>
          <w:rtl/>
        </w:rPr>
        <w:t>حًةَ</w:t>
      </w:r>
      <w:r w:rsidRPr="00604F58">
        <w:rPr>
          <w:rtl/>
        </w:rPr>
        <w:t xml:space="preserve"> وَلَم</w:t>
      </w:r>
      <w:r w:rsidRPr="00604F58">
        <w:rPr>
          <w:rFonts w:hint="cs"/>
          <w:rtl/>
        </w:rPr>
        <w:t xml:space="preserve">ْ نَتَغَدَّ الْيَوْمَ، وَلَيْسَ عِنْدَنَا عَشَاءٌ، فَخَرَجْتُ فَالْتَمَسْتُ فَأَصَبْتُ مَا اشْتَرَيْتُ طَعَامًا وَلَحْمًا بِدِرْهَمٍ، </w:t>
      </w:r>
      <w:r w:rsidRPr="00604F58">
        <w:rPr>
          <w:rtl/>
        </w:rPr>
        <w:t xml:space="preserve">ثُمَّ </w:t>
      </w:r>
      <w:r w:rsidRPr="00604F58">
        <w:rPr>
          <w:rFonts w:hint="cs"/>
          <w:rtl/>
        </w:rPr>
        <w:t>أَتَيْتُهَا بِهِ فَخَبَزَتْ وَطَبَخَتْ، فَلَمَّا فَرَغَتْ مِنْ إِنْضَاجِ الْقِدْرِ قَالَتْ : لَوْ أَتَيْتَ أَبِيْ فَدَعَوْتَهُ، فَأَتَيْتُ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وَهُوَ مُضْطَجِعٌ فِي الْمَسْجِدِ وَهُوَ يَقُوْلُ : أَعُوْذُ بِاﷲِ</w:t>
      </w:r>
      <w:r w:rsidRPr="00604F58">
        <w:rPr>
          <w:rtl/>
        </w:rPr>
        <w:t xml:space="preserve"> مِنَ ال</w:t>
      </w:r>
      <w:r w:rsidRPr="00604F58">
        <w:rPr>
          <w:rFonts w:hint="cs"/>
          <w:rtl/>
        </w:rPr>
        <w:t>ْجُوْعِ ضَجِيْعًا، فَقُلْتُ : بِأَبِيْ أَنْتَ وَأُمِّيْ يَارَسُوْلَ اﷲِ</w:t>
      </w:r>
      <w:r w:rsidRPr="00604F58">
        <w:rPr>
          <w:rFonts w:hint="eastAsia"/>
          <w:rtl/>
        </w:rPr>
        <w:t>،</w:t>
      </w:r>
      <w:r w:rsidRPr="00604F58">
        <w:rPr>
          <w:rtl/>
        </w:rPr>
        <w:t xml:space="preserve"> عِن</w:t>
      </w:r>
      <w:r w:rsidRPr="00604F58">
        <w:rPr>
          <w:rFonts w:hint="cs"/>
          <w:rtl/>
        </w:rPr>
        <w:t>ْدَنَا طَعَامٌ فَهَلُمَّ، فَتَوَکَّأ</w:t>
      </w:r>
      <w:r w:rsidRPr="00604F58">
        <w:rPr>
          <w:rFonts w:hint="eastAsia"/>
          <w:rtl/>
        </w:rPr>
        <w:t>َ</w:t>
      </w:r>
      <w:r w:rsidRPr="00604F58">
        <w:rPr>
          <w:rtl/>
        </w:rPr>
        <w:t xml:space="preserve"> عَلَ</w:t>
      </w:r>
      <w:r w:rsidRPr="00604F58">
        <w:rPr>
          <w:rFonts w:hint="cs"/>
          <w:rtl/>
        </w:rPr>
        <w:t>يَّ حَتَّي دَخَلَ وَالْقِدْرُ تَفُوْرُ فَقَالَ : اغْرِفِيْ لِعَائِشَةَ فَغَرَفَتْ فِي صَحْفَةٍ، ثُمَّ قَالَ : اغْرِفِي لِحَفْصَةَ فَغَرَفَ</w:t>
      </w:r>
      <w:r w:rsidRPr="00604F58">
        <w:rPr>
          <w:rtl/>
        </w:rPr>
        <w:t>ت</w:t>
      </w:r>
      <w:r w:rsidRPr="00604F58">
        <w:rPr>
          <w:rFonts w:hint="cs"/>
          <w:rtl/>
        </w:rPr>
        <w:t xml:space="preserve">ْ فِي صَحْفَةٍ، حَتَّي غَرَفَتْ لِجَمِيْعِ نِسَائِهِ التِِّسْعِ، ثُمَّ قَالَ : اغْرِفِي لِأَبِيْکِ وَ زَوْجِکِ </w:t>
      </w:r>
      <w:r w:rsidRPr="00604F58">
        <w:rPr>
          <w:rFonts w:hint="eastAsia"/>
          <w:rtl/>
        </w:rPr>
        <w:t>فَغَرَفَت</w:t>
      </w:r>
      <w:r w:rsidRPr="00604F58">
        <w:rPr>
          <w:rFonts w:hint="cs"/>
          <w:rtl/>
        </w:rPr>
        <w:t>ْ</w:t>
      </w:r>
      <w:r w:rsidRPr="00604F58">
        <w:rPr>
          <w:rtl/>
        </w:rPr>
        <w:t xml:space="preserve"> فَقَالَ : اغ</w:t>
      </w:r>
      <w:r w:rsidRPr="00604F58">
        <w:rPr>
          <w:rFonts w:hint="cs"/>
          <w:rtl/>
        </w:rPr>
        <w:t>ْرِفِي فَکُلِيْ فَغَرَفَتْ، ثُمَّ رَفَعَتِ الْقِدْرَ وَإِنَّهَا لَتَفِيْضُ، فَأَکَلْنَا مِنْهَا مَاشَاءَ اﷲُ</w:t>
      </w:r>
      <w:r w:rsidRPr="00604F58">
        <w:rPr>
          <w:rtl/>
        </w:rPr>
        <w:t>. رَوَا</w:t>
      </w:r>
      <w:r w:rsidRPr="00604F58">
        <w:rPr>
          <w:rFonts w:hint="cs"/>
          <w:rtl/>
        </w:rPr>
        <w:t>هُ ابْ</w:t>
      </w:r>
      <w:r w:rsidRPr="00604F58">
        <w:rPr>
          <w:rtl/>
        </w:rPr>
        <w:t>نُ سَع</w:t>
      </w:r>
      <w:r w:rsidRPr="00604F58">
        <w:rPr>
          <w:rFonts w:hint="cs"/>
          <w:rtl/>
        </w:rPr>
        <w:t>ْدٍ فِي الطَّبَقَاتِ الْکُبْرَی</w:t>
      </w:r>
      <w:r w:rsidRPr="00604F58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’’امام</w:t>
      </w:r>
      <w:r>
        <w:rPr>
          <w:rtl/>
        </w:rPr>
        <w:t xml:space="preserve"> جعفر بن محمد الباقر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کہ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کے کھانے کے گزار</w:t>
      </w:r>
      <w:r>
        <w:rPr>
          <w:rFonts w:hint="cs"/>
          <w:rtl/>
        </w:rPr>
        <w:t>ی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کے وقت گھر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طرف لوٹا تو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اے فاطمہ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ہے؟ تو اس نے کہا کہ ہم نے گذشتہ رات کھانا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دوپہر کا کھانا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پھر رات کے کھانے کے لئے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نکلا اور کھانے کے لئے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تلاش کرنے لگا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tl/>
        </w:rPr>
        <w:t xml:space="preserve">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طعام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کے بد</w:t>
      </w:r>
      <w:r>
        <w:rPr>
          <w:rFonts w:hint="eastAsia"/>
          <w:rtl/>
        </w:rPr>
        <w:t>لے</w:t>
      </w:r>
      <w:r>
        <w:rPr>
          <w:rtl/>
        </w:rPr>
        <w:t xml:space="preserve"> گوشت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سکوں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فاطمہ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آٹا گوندھا اور کھانا 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ہنڈ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پکانے سے فارغ ہو گئ</w:t>
      </w:r>
      <w:r>
        <w:rPr>
          <w:rFonts w:hint="cs"/>
          <w:rtl/>
        </w:rPr>
        <w:t>ی</w:t>
      </w:r>
      <w:r>
        <w:rPr>
          <w:rtl/>
        </w:rPr>
        <w:t xml:space="preserve"> تو کہنے لگ</w:t>
      </w:r>
      <w:r>
        <w:rPr>
          <w:rFonts w:hint="cs"/>
          <w:rtl/>
        </w:rPr>
        <w:t>ی</w:t>
      </w:r>
      <w:r>
        <w:rPr>
          <w:rtl/>
        </w:rPr>
        <w:t xml:space="preserve"> اگر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ماجد کو بھ</w:t>
      </w:r>
      <w:r>
        <w:rPr>
          <w:rFonts w:hint="cs"/>
          <w:rtl/>
        </w:rPr>
        <w:t>ی</w:t>
      </w:r>
      <w:r>
        <w:rPr>
          <w:rtl/>
        </w:rPr>
        <w:t xml:space="preserve"> بلا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تھے اور فرما رہے تھے کہ اے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بھوکے ل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سے پناہ مانگتا ہوں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پر قربان ہوں ہمارے پاس کھانا موجود ہے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سہارا لے کر اٹھے اور ہم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گئے۔اس وقت ہنڈ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فاطمہ! عائشہ کے لئے کچھ سالن رکھ لو۔ پس فاطمہ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سالن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حفصہ کے لئے بھ</w:t>
      </w:r>
      <w:r>
        <w:rPr>
          <w:rFonts w:hint="cs"/>
          <w:rtl/>
        </w:rPr>
        <w:t>ی</w:t>
      </w:r>
      <w:r>
        <w:rPr>
          <w:rtl/>
        </w:rPr>
        <w:t xml:space="preserve"> کچھ سالن نکال لو پس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بھ</w:t>
      </w:r>
      <w:r>
        <w:rPr>
          <w:rFonts w:hint="cs"/>
          <w:rtl/>
        </w:rPr>
        <w:t>ی</w:t>
      </w:r>
      <w:r>
        <w:rPr>
          <w:rtl/>
        </w:rPr>
        <w:t xml:space="preserve"> سالن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انہوں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نو ازواج کے لئے سالن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اپنے والد اور خاوند کے لئے سالن نکالو پس انہوں نے نکالا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اپنے لئے سالن نکالو ا</w:t>
      </w:r>
      <w:r>
        <w:rPr>
          <w:rFonts w:hint="eastAsia"/>
          <w:rtl/>
        </w:rPr>
        <w:t>ور</w:t>
      </w:r>
      <w:r>
        <w:rPr>
          <w:rtl/>
        </w:rPr>
        <w:t xml:space="preserve"> کھاؤ۔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انہوں نے ہنڈ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وہ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پس ہم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جتنا اللہ نے چاہا۔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سعد نے ’’الطبقات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 (سبحان ا</w:t>
      </w:r>
      <w:r>
        <w:rPr>
          <w:rFonts w:hint="cs"/>
          <w:rtl/>
        </w:rPr>
        <w:t>ﷲ</w:t>
      </w:r>
      <w:r>
        <w:rPr>
          <w:rtl/>
        </w:rPr>
        <w:t>)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99 : </w:t>
      </w:r>
      <w:r w:rsidRPr="00604F58">
        <w:rPr>
          <w:rFonts w:hint="cs"/>
          <w:rtl/>
        </w:rPr>
        <w:t>أخرجه ابن سعد في الطبقات الکبریٰ</w:t>
      </w:r>
      <w:r w:rsidRPr="00604F58">
        <w:rPr>
          <w:rFonts w:hint="eastAsia"/>
          <w:rtl/>
        </w:rPr>
        <w:t>،</w:t>
      </w:r>
      <w:r w:rsidRPr="00604F58">
        <w:rPr>
          <w:rtl/>
        </w:rPr>
        <w:t xml:space="preserve"> 1 / 187. </w:t>
      </w:r>
    </w:p>
    <w:p w:rsidR="00604F58" w:rsidRPr="0038770D" w:rsidRDefault="00604F58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27" w:name="_Toc497651160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10</w:t>
      </w:r>
      <w:bookmarkEnd w:id="27"/>
    </w:p>
    <w:p w:rsidR="001F16A4" w:rsidRPr="001F0B8F" w:rsidRDefault="001F16A4" w:rsidP="001F0B8F">
      <w:pPr>
        <w:pStyle w:val="Heading2Center"/>
        <w:rPr>
          <w:rtl/>
        </w:rPr>
      </w:pPr>
      <w:bookmarkStart w:id="28" w:name="_Toc497651161"/>
      <w:r w:rsidRPr="001F0B8F">
        <w:rPr>
          <w:rtl/>
        </w:rPr>
        <w:t xml:space="preserve">(10) </w:t>
      </w:r>
      <w:r w:rsidRPr="00604F58">
        <w:rPr>
          <w:rStyle w:val="libArabicChar"/>
          <w:rtl/>
        </w:rPr>
        <w:t>بَابٌ فِ</w:t>
      </w:r>
      <w:r w:rsidRPr="00604F58">
        <w:rPr>
          <w:rStyle w:val="libArabicChar"/>
          <w:rFonts w:hint="cs"/>
          <w:rtl/>
        </w:rPr>
        <w:t>ي کَوْنِهِ أَحَبَّ النَّاسِ إِلَي اﷲِ</w:t>
      </w:r>
      <w:r w:rsidRPr="00604F58">
        <w:rPr>
          <w:rStyle w:val="libArabicChar"/>
          <w:rFonts w:hint="eastAsia"/>
          <w:rtl/>
        </w:rPr>
        <w:t>وَ</w:t>
      </w:r>
      <w:r w:rsidRPr="00604F58">
        <w:rPr>
          <w:rStyle w:val="libArabicChar"/>
          <w:rtl/>
        </w:rPr>
        <w:t xml:space="preserve"> رَسُو</w:t>
      </w:r>
      <w:r w:rsidRPr="00604F58">
        <w:rPr>
          <w:rStyle w:val="libArabicChar"/>
          <w:rFonts w:hint="cs"/>
          <w:rtl/>
        </w:rPr>
        <w:t>ْلِهِ صلي الله عليه وآله وسلم</w:t>
      </w:r>
      <w:bookmarkEnd w:id="28"/>
      <w:r w:rsidRPr="001F0B8F">
        <w:rPr>
          <w:rFonts w:hint="cs"/>
          <w:rtl/>
        </w:rPr>
        <w:t xml:space="preserve"> </w:t>
      </w:r>
    </w:p>
    <w:p w:rsidR="001F16A4" w:rsidRPr="001F0B8F" w:rsidRDefault="001F16A4" w:rsidP="001F0B8F">
      <w:pPr>
        <w:pStyle w:val="Heading2Center"/>
        <w:rPr>
          <w:rtl/>
        </w:rPr>
      </w:pPr>
      <w:bookmarkStart w:id="29" w:name="_Toc497651162"/>
      <w:r w:rsidRPr="001F0B8F">
        <w:rPr>
          <w:rtl/>
        </w:rPr>
        <w:t>(لوگوں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 xml:space="preserve"> ا</w:t>
      </w:r>
      <w:r w:rsidRPr="001F0B8F">
        <w:rPr>
          <w:rFonts w:hint="cs"/>
          <w:rtl/>
        </w:rPr>
        <w:t>ﷲ</w:t>
      </w:r>
      <w:r w:rsidRPr="001F0B8F">
        <w:rPr>
          <w:rtl/>
        </w:rPr>
        <w:t xml:space="preserve"> اور اس کے رسول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کے سب سے ز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ادہ</w:t>
      </w:r>
      <w:r w:rsidRPr="001F0B8F">
        <w:rPr>
          <w:rtl/>
        </w:rPr>
        <w:t xml:space="preserve"> محبوب)</w:t>
      </w:r>
      <w:bookmarkEnd w:id="29"/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100. عَن</w:t>
      </w:r>
      <w:r w:rsidRPr="00604F58">
        <w:rPr>
          <w:rFonts w:hint="cs"/>
          <w:rtl/>
        </w:rPr>
        <w:t>ْ أَنَسِ بْنِ مَالِکٍ، قَالَ : کَانَ عِنْدَ النَّبِيِّ صلي الله عليه وآله وسلم طَيْرٌ فَقَالَ : اللَّهُمَّ ائْتِنِي بِأَحَبِّ خَلْقِکَ إِلَيْکَ يَأْکُلُ مَعِيَ هَذَا الطَّيْرَ، فَجَاءَ ع</w:t>
      </w:r>
      <w:r w:rsidRPr="00604F58">
        <w:rPr>
          <w:rtl/>
        </w:rPr>
        <w:t>َلِ</w:t>
      </w:r>
      <w:r w:rsidRPr="00604F58">
        <w:rPr>
          <w:rFonts w:hint="cs"/>
          <w:rtl/>
        </w:rPr>
        <w:t>يٌّ فَأَکَلَ مَعَهُ. رَوَاهُ التِّرْمِذِيُّ.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پرندے کا گوشت تھا،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دعا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Fonts w:hint="cs"/>
          <w:rtl/>
        </w:rPr>
        <w:t>ﷲ</w:t>
      </w:r>
      <w:r>
        <w:rPr>
          <w:rtl/>
        </w:rPr>
        <w:t>! اپن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اس پرندے کا گوشت کھائے۔ چنانچہ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آئے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ساتھ وہ گوشت تناول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 w:rsidR="007E182E" w:rsidRPr="007E182E">
        <w:rPr>
          <w:rFonts w:hint="cs"/>
          <w:rtl/>
        </w:rPr>
        <w:t>ی</w:t>
      </w:r>
      <w:r w:rsidRPr="0038770D">
        <w:rPr>
          <w:rFonts w:hint="cs"/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100 : </w:t>
      </w:r>
      <w:r w:rsidRPr="00604F58">
        <w:rPr>
          <w:rFonts w:hint="cs"/>
          <w:rtl/>
        </w:rPr>
        <w:t>أخرجه الترمذي في الجامع الصحيح، ابواب المناقب، باب مناقب علي بن أبي طالب، 5 / 636، الحديث رقم : 3721، و الطبراني في المعجم الاوسط، 9 / 146، الحديث رقم : 9372، وابن حيان في الطبقات المحدثين بأصبهان، 3 / 454 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101. عَن</w:t>
      </w:r>
      <w:r w:rsidRPr="00604F58">
        <w:rPr>
          <w:rFonts w:hint="cs"/>
          <w:rtl/>
        </w:rPr>
        <w:t>ْ بُرَيْدَةَ قَالَ : کَانَ أ</w:t>
      </w:r>
      <w:r w:rsidRPr="00604F58">
        <w:rPr>
          <w:rtl/>
        </w:rPr>
        <w:t xml:space="preserve">َحَبَّ النِّسَاءِ </w:t>
      </w:r>
      <w:r w:rsidRPr="00604F58">
        <w:rPr>
          <w:rFonts w:hint="cs"/>
          <w:rtl/>
        </w:rPr>
        <w:t>إِلَي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فَاطِمَةُ وَمِنَ الرِّجَالِ عَلِيٌّ. رَوَاهُ التِّرْمِذِيُّ.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وَقَالَ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هَذَا حَدِيْثٌ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اپن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تھے۔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101 : </w:t>
      </w:r>
      <w:r w:rsidRPr="00604F58">
        <w:rPr>
          <w:rFonts w:hint="cs"/>
          <w:rtl/>
        </w:rPr>
        <w:t xml:space="preserve">أخرجه الترمذي في ابواب المناقب باب فضل فاطمة بنت محمد صلي الله عليه </w:t>
      </w:r>
      <w:r w:rsidRPr="00604F58">
        <w:rPr>
          <w:rtl/>
        </w:rPr>
        <w:t>وآل</w:t>
      </w:r>
      <w:r w:rsidRPr="00604F58">
        <w:rPr>
          <w:rFonts w:hint="cs"/>
          <w:rtl/>
        </w:rPr>
        <w:t>ه وسلم، 5 / 698، الحديث رقم : 3868، والطبراني في المعجم الاوسط، 8 / 130، الحديث رقم : 7258، والحاکم في المستدرک، 3 : 168، رقم : 4735.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102. عَن</w:t>
      </w:r>
      <w:r w:rsidRPr="00604F58">
        <w:rPr>
          <w:rFonts w:hint="cs"/>
          <w:rtl/>
        </w:rPr>
        <w:t>ْ جُمَيْعِ بْنِ عُمَيْرِ التَّمِيْمِيِّ قَالَ دَخَلْتُ مَعَ عَمَّتِيْ عَلَي عَائِشَةَ فَسَئَلْتُ أَيُّ النَّاس</w:t>
      </w:r>
      <w:r w:rsidRPr="00604F58">
        <w:rPr>
          <w:rtl/>
        </w:rPr>
        <w:t xml:space="preserve">ِ کَانَ </w:t>
      </w:r>
      <w:r w:rsidRPr="00604F58">
        <w:rPr>
          <w:rFonts w:hint="cs"/>
          <w:rtl/>
        </w:rPr>
        <w:t>أَحَبَّ إِلٰي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؟ قَالَتْ فَاطِمَةُ، فَقِيْلَ مِنَ الرِّجَالِ؟ قَالَتْ زَوْجُهَا، إِنْ کَانَ مَ</w:t>
      </w:r>
      <w:r w:rsidRPr="00604F58">
        <w:rPr>
          <w:rFonts w:hint="eastAsia"/>
          <w:rtl/>
        </w:rPr>
        <w:t>ا</w:t>
      </w:r>
      <w:r w:rsidRPr="00604F58">
        <w:rPr>
          <w:rtl/>
        </w:rPr>
        <w:t xml:space="preserve"> عَلِم</w:t>
      </w:r>
      <w:r w:rsidRPr="00604F58">
        <w:rPr>
          <w:rFonts w:hint="cs"/>
          <w:rtl/>
        </w:rPr>
        <w:t>ْتُ صَوَّاماً قَوَّاما. رَوَاهُ التِّرْمِذِيُّ.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lastRenderedPageBreak/>
        <w:t>وَقَالَ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هَذَا حَدِيْثٌ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انہوں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خالہ کے ساتھ حضرت عائشہ رض</w:t>
      </w:r>
      <w:r>
        <w:rPr>
          <w:rFonts w:hint="cs"/>
          <w:rtl/>
        </w:rPr>
        <w:t>ی</w:t>
      </w:r>
      <w:r>
        <w:rPr>
          <w:rtl/>
        </w:rPr>
        <w:t xml:space="preserve"> اللہ عنھا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پوچھا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تھے؟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</w:t>
      </w:r>
      <w:r>
        <w:rPr>
          <w:rFonts w:hint="eastAsia"/>
          <w:rtl/>
        </w:rPr>
        <w:t>ضرت</w:t>
      </w:r>
      <w:r>
        <w:rPr>
          <w:rtl/>
        </w:rPr>
        <w:t xml:space="preserve">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پھر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تھا؟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کا خاوند اگرچہ مجھے ان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روزے رکھنا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102 : </w:t>
      </w:r>
      <w:r w:rsidRPr="00604F58">
        <w:rPr>
          <w:rFonts w:hint="cs"/>
          <w:rtl/>
        </w:rPr>
        <w:t>أخرجه الترمذي في الجامع الصحيح، أبواب المناقب، باب فضل فاطمة بنت محمد صلي الله عليه وآله وسلم، 5 / 701، الحديث رقم : 3874، والحاکم في المستدرک، 3 / 171.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103. عَن</w:t>
      </w:r>
      <w:r w:rsidRPr="00604F58">
        <w:rPr>
          <w:rFonts w:hint="cs"/>
          <w:rtl/>
        </w:rPr>
        <w:t>ْ جُمَيْعِ بْنِ عُمَيْرٍ قَالَ : دَخَلْتُ مَعَ اُمِّيْ عَلَي عَائِشَةَ فَسَمِعْتُهَ</w:t>
      </w:r>
      <w:r w:rsidRPr="00604F58">
        <w:rPr>
          <w:rtl/>
        </w:rPr>
        <w:t>ا مِن</w:t>
      </w:r>
      <w:r w:rsidRPr="00604F58">
        <w:rPr>
          <w:rFonts w:hint="cs"/>
          <w:rtl/>
        </w:rPr>
        <w:t>ْ وَرَائِ الْحِجَابِ وَهِيَ تَسْأَلُهَا عَنْ عَلِيٍّ فَقَالَتْ : تَسْأَلُنِيْ عَنْ رَجُلٍ وَاﷲِ</w:t>
      </w:r>
      <w:r w:rsidRPr="00604F58">
        <w:rPr>
          <w:rtl/>
        </w:rPr>
        <w:t xml:space="preserve"> مَا </w:t>
      </w:r>
      <w:r w:rsidRPr="00604F58">
        <w:rPr>
          <w:rFonts w:hint="cs"/>
          <w:rtl/>
        </w:rPr>
        <w:t>أَعْلَمُ رَجُلًا کَانَ أَحَبَّ إِلَي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</w:t>
      </w:r>
      <w:r w:rsidRPr="00604F58">
        <w:rPr>
          <w:rFonts w:hint="eastAsia"/>
          <w:rtl/>
        </w:rPr>
        <w:t>ل</w:t>
      </w:r>
      <w:r w:rsidRPr="00604F58">
        <w:rPr>
          <w:rFonts w:hint="cs"/>
          <w:rtl/>
        </w:rPr>
        <w:t>يه</w:t>
      </w:r>
      <w:r w:rsidRPr="00604F58">
        <w:rPr>
          <w:rtl/>
        </w:rPr>
        <w:t xml:space="preserve"> وآل</w:t>
      </w:r>
      <w:r w:rsidRPr="00604F58">
        <w:rPr>
          <w:rFonts w:hint="cs"/>
          <w:rtl/>
        </w:rPr>
        <w:t>ه وسلم مِنْ عَلِيٍّ وَلَا فِيْ الْأَرْضِ إِمْرأَةٌ کَانَتْ أَحَبَّ إِلَي 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 xml:space="preserve">ي الله عليه وآله وسلم مِنْ إِمْرَأَتِهِ. رَوَاهُ الْحَاکِمُ 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وَقَالَ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هَذَا حَدِيْثٌ صَحِيْحُ الْأَسْنَادِ.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والدہ کے ہمراہ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عائشہ رض</w:t>
      </w:r>
      <w:r>
        <w:rPr>
          <w:rFonts w:hint="cs"/>
          <w:rtl/>
        </w:rPr>
        <w:t>ی</w:t>
      </w:r>
      <w:r>
        <w:rPr>
          <w:rtl/>
        </w:rPr>
        <w:t xml:space="preserve"> اللہ عنھا کے پاس حاضر ہوا،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پردہ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آواز سن</w:t>
      </w:r>
      <w:r>
        <w:rPr>
          <w:rFonts w:hint="cs"/>
          <w:rtl/>
        </w:rPr>
        <w:t>ی</w:t>
      </w:r>
      <w:r>
        <w:rPr>
          <w:rtl/>
        </w:rPr>
        <w:t xml:space="preserve">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والدہ سے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متعلق پوچھ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مجھ سے اس شخص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نہ تھا اور نہ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(آپ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صاحبزاد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>
        <w:rPr>
          <w:rFonts w:hint="cs"/>
          <w:rtl/>
        </w:rPr>
        <w:t>ۃ</w:t>
      </w:r>
      <w:r>
        <w:rPr>
          <w:rtl/>
        </w:rPr>
        <w:t xml:space="preserve"> الزہرا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عنہا) سے بڑھ کر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عورت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تھ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103 : </w:t>
      </w:r>
      <w:r w:rsidRPr="00604F58">
        <w:rPr>
          <w:rFonts w:hint="cs"/>
          <w:rtl/>
        </w:rPr>
        <w:t>أخرجه الحاکم في المستدرک، 3 / 167، الحديث رقم : 4731، والنسائي في السنن الکبري، 5 / 140، الحديث رقم : 8497.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104. عَن</w:t>
      </w:r>
      <w:r w:rsidRPr="00604F58">
        <w:rPr>
          <w:rFonts w:hint="cs"/>
          <w:rtl/>
        </w:rPr>
        <w:t>ْ أَنَسِ بْنِ مَالِکٍ قَالَ : کُنْتُ أَخْدِمُ رَسُوْلَ صلي الله عليه وآله وسلم فَقُدِّمَ لِرَسُوْلِ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 xml:space="preserve">ي الله عليه وآله </w:t>
      </w:r>
      <w:r w:rsidRPr="00604F58">
        <w:rPr>
          <w:rtl/>
        </w:rPr>
        <w:t>وسلم فَر</w:t>
      </w:r>
      <w:r w:rsidRPr="00604F58">
        <w:rPr>
          <w:rFonts w:hint="cs"/>
          <w:rtl/>
        </w:rPr>
        <w:t xml:space="preserve">ْخٌ مَشْوِيٌ فَقَالَ : اللَّهُمَّ ائْتِنِيْ بِأَحَبِّ خَلْقِکَ إِلَيْکَ يَأْکُلُ مَعِيَ مِنْ هَذَا الطَّيْرِ قَالَ : </w:t>
      </w:r>
      <w:r w:rsidRPr="00604F58">
        <w:rPr>
          <w:rFonts w:hint="eastAsia"/>
          <w:rtl/>
        </w:rPr>
        <w:t>فَقُل</w:t>
      </w:r>
      <w:r w:rsidRPr="00604F58">
        <w:rPr>
          <w:rFonts w:hint="cs"/>
          <w:rtl/>
        </w:rPr>
        <w:t>ْتُ</w:t>
      </w:r>
      <w:r w:rsidRPr="00604F58">
        <w:rPr>
          <w:rtl/>
        </w:rPr>
        <w:t xml:space="preserve"> : اللَّ</w:t>
      </w:r>
      <w:r w:rsidRPr="00604F58">
        <w:rPr>
          <w:rFonts w:hint="cs"/>
          <w:rtl/>
        </w:rPr>
        <w:t xml:space="preserve">هُمَّ </w:t>
      </w:r>
      <w:r w:rsidRPr="00604F58">
        <w:rPr>
          <w:rFonts w:hint="cs"/>
          <w:rtl/>
        </w:rPr>
        <w:lastRenderedPageBreak/>
        <w:t>اجْعَلْهُ رَجُلاً مِنَ الْأَنْصَارِ فَجَاءَ عَلِيٌّ رضي الله عنه فَقُلْتُ : إِنَّ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 xml:space="preserve">ي الله عليه </w:t>
      </w:r>
      <w:r w:rsidRPr="00604F58">
        <w:rPr>
          <w:rtl/>
        </w:rPr>
        <w:t>وآل</w:t>
      </w:r>
      <w:r w:rsidRPr="00604F58">
        <w:rPr>
          <w:rFonts w:hint="cs"/>
          <w:rtl/>
        </w:rPr>
        <w:t>ه وسلم عَليَ حَاجَّةٍ ثُمَّ جَاءَ فَقُلْتُ : إِنَّ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عَلَي حاجَةٍ ثُمَّ جَاءَ فَقَالَ ر</w:t>
      </w:r>
      <w:r w:rsidRPr="00604F58">
        <w:rPr>
          <w:rFonts w:hint="eastAsia"/>
          <w:rtl/>
        </w:rPr>
        <w:t>َسُو</w:t>
      </w:r>
      <w:r w:rsidRPr="00604F58">
        <w:rPr>
          <w:rFonts w:hint="cs"/>
          <w:rtl/>
        </w:rPr>
        <w:t>ْلُ</w:t>
      </w:r>
      <w:r w:rsidRPr="00604F58">
        <w:rPr>
          <w:rtl/>
        </w:rPr>
        <w:t xml:space="preserve"> ا</w:t>
      </w:r>
      <w:r w:rsidRPr="00604F58">
        <w:rPr>
          <w:rFonts w:hint="cs"/>
          <w:rtl/>
        </w:rPr>
        <w:t>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: افْتَحْ فَدَخَلَ فَقَالَ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 xml:space="preserve">ي الله عليه وآله وسلم : مَا حَبَسَکَ عَلَيَّ فَقَالَ </w:t>
      </w:r>
      <w:r w:rsidRPr="00604F58">
        <w:rPr>
          <w:rtl/>
        </w:rPr>
        <w:t xml:space="preserve">: </w:t>
      </w:r>
      <w:r w:rsidRPr="00604F58">
        <w:rPr>
          <w:rFonts w:hint="cs"/>
          <w:rtl/>
        </w:rPr>
        <w:t>إِنَّ هَذِهِ آخِرُ ثَلاَثِ کَرَّاتٍ يَرَدُّنِيْ أَنَسٌ يَزْعَمُ إِنَّکَ عَلَي حَاجَةٍ فَقَالَ : مَا حَمَلَکَ عَلَيَّ مَا صَ</w:t>
      </w:r>
      <w:r w:rsidRPr="00604F58">
        <w:rPr>
          <w:rFonts w:hint="eastAsia"/>
          <w:rtl/>
        </w:rPr>
        <w:t>نَع</w:t>
      </w:r>
      <w:r w:rsidRPr="00604F58">
        <w:rPr>
          <w:rFonts w:hint="cs"/>
          <w:rtl/>
        </w:rPr>
        <w:t>ْتَ؟</w:t>
      </w:r>
      <w:r w:rsidRPr="00604F58">
        <w:rPr>
          <w:rtl/>
        </w:rPr>
        <w:t xml:space="preserve"> فَقُل</w:t>
      </w:r>
      <w:r w:rsidRPr="00604F58">
        <w:rPr>
          <w:rFonts w:hint="cs"/>
          <w:rtl/>
        </w:rPr>
        <w:t>ْتُ : يَارَسُوْلَ اﷲِ</w:t>
      </w:r>
      <w:r w:rsidRPr="00604F58">
        <w:rPr>
          <w:rtl/>
        </w:rPr>
        <w:t xml:space="preserve"> سَمِع</w:t>
      </w:r>
      <w:r w:rsidRPr="00604F58">
        <w:rPr>
          <w:rFonts w:hint="cs"/>
          <w:rtl/>
        </w:rPr>
        <w:t>ْتُ دُعَاءَ کَ فَأَحْبَبْتُ أَنْ يَکُوْنَ رَجُلاً مِنْ قَوْمِيْ فَقَالَ رَسُوْلُ اﷲِ</w:t>
      </w:r>
      <w:r w:rsidRPr="00604F58">
        <w:rPr>
          <w:rtl/>
        </w:rPr>
        <w:t xml:space="preserve"> : </w:t>
      </w:r>
      <w:r w:rsidRPr="00604F58">
        <w:rPr>
          <w:rFonts w:hint="cs"/>
          <w:rtl/>
        </w:rPr>
        <w:t>إنَّ</w:t>
      </w:r>
      <w:r w:rsidRPr="00604F58">
        <w:rPr>
          <w:rtl/>
        </w:rPr>
        <w:t xml:space="preserve"> الرَّجُلَ قَد</w:t>
      </w:r>
      <w:r w:rsidRPr="00604F58">
        <w:rPr>
          <w:rFonts w:hint="cs"/>
          <w:rtl/>
        </w:rPr>
        <w:t xml:space="preserve">ْ يُحِبُّ قَوْمَهُ. رَوَاهُ الْحَاکِمُ. 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وَقَالَ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هَذَا حَدِيْثٌ صَحِيْحٌ عَلَي شَرْطِ الشَّيْخَيْنِ.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بھنا ہوا پرندہ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جو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ہے۔ حضرت انس رض</w:t>
      </w:r>
      <w:r>
        <w:rPr>
          <w:rFonts w:hint="cs"/>
          <w:rtl/>
        </w:rPr>
        <w:t>ی</w:t>
      </w:r>
      <w:r>
        <w:rPr>
          <w:rtl/>
        </w:rPr>
        <w:t xml:space="preserve"> اللہ عنہ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دعا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! کس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کو اس دعا کا مصداق بنا دے،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واپس چلے گئے۔ تھو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پھر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پھر آئے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انس!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دروازہ کھول دو، وہ اندر داخل ہوئے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سے پوچھا : تجھے کس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آنے سے روکا؟ انہوں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بار ہے کہ انس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واپس کرتے رہے کہ آپ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عمل ک</w:t>
      </w:r>
      <w:r>
        <w:rPr>
          <w:rFonts w:hint="cs"/>
          <w:rtl/>
        </w:rPr>
        <w:t>ی</w:t>
      </w:r>
      <w:r>
        <w:rPr>
          <w:rtl/>
        </w:rPr>
        <w:t xml:space="preserve"> وجہ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کو دعا کرتے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شخص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ہو۔ اس 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ہر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104 : </w:t>
      </w:r>
      <w:r w:rsidRPr="00604F58">
        <w:rPr>
          <w:rFonts w:hint="cs"/>
          <w:rtl/>
        </w:rPr>
        <w:t>أخرجه الحاکم في المستدرک، 3 / 141، الحديث رقم : 4650، و ال</w:t>
      </w:r>
      <w:r w:rsidRPr="00604F58">
        <w:rPr>
          <w:rtl/>
        </w:rPr>
        <w:t>طبران</w:t>
      </w:r>
      <w:r w:rsidRPr="00604F58">
        <w:rPr>
          <w:rFonts w:hint="cs"/>
          <w:rtl/>
        </w:rPr>
        <w:t>ي في المعجم الأوسط، 7 / 267، الحديث رقم : 7466، والطبراني في المعجم الکبير، 1 / 253، الحديث رقم : 730، والهيثمي في مجمع الزوائد، 9 / 126.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105. عَن</w:t>
      </w:r>
      <w:r w:rsidRPr="00604F58">
        <w:rPr>
          <w:rFonts w:hint="cs"/>
          <w:rtl/>
        </w:rPr>
        <w:t>ْ أَبِيْ سَعِيْدٍ الْخُدْرِيِّ قَالَ : إِشْتَکَي عَلِيًّا النَّاسُ، قَالَ : فَقَامَ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فِيْنَا خَطِيْبًا، فَسَمِعْتُهُ يَقُوْلُ : أُيُهَا النَّاسُ! لاَ تَشْکُوْا عَلِيًّا، فَوَاﷲِ</w:t>
      </w:r>
      <w:r w:rsidRPr="00604F58">
        <w:rPr>
          <w:rtl/>
        </w:rPr>
        <w:t xml:space="preserve">! </w:t>
      </w:r>
      <w:r w:rsidRPr="00604F58">
        <w:rPr>
          <w:rFonts w:hint="cs"/>
          <w:rtl/>
        </w:rPr>
        <w:t>إِنَّهُ لَأَخْشَنُ فِيْ ذَاتِ اﷲِ</w:t>
      </w:r>
      <w:r w:rsidRPr="00604F58">
        <w:rPr>
          <w:rtl/>
        </w:rPr>
        <w:t xml:space="preserve">، </w:t>
      </w:r>
      <w:r w:rsidRPr="00604F58">
        <w:rPr>
          <w:rFonts w:hint="cs"/>
          <w:rtl/>
        </w:rPr>
        <w:t>أَوْ فِي سَبِيْلِ اﷲِ</w:t>
      </w:r>
      <w:r w:rsidRPr="00604F58">
        <w:rPr>
          <w:rtl/>
        </w:rPr>
        <w:t>. رَوَا</w:t>
      </w:r>
      <w:r w:rsidRPr="00604F58">
        <w:rPr>
          <w:rFonts w:hint="cs"/>
          <w:rtl/>
        </w:rPr>
        <w:t xml:space="preserve">هُ أَحْمَدُ وَ الْحَاکِمُ. 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lastRenderedPageBreak/>
        <w:t>وَ</w:t>
      </w:r>
      <w:r w:rsidRPr="00604F58">
        <w:rPr>
          <w:rtl/>
        </w:rPr>
        <w:t xml:space="preserve"> قَالَ </w:t>
      </w:r>
      <w:r w:rsidRPr="00604F58">
        <w:rPr>
          <w:rFonts w:hint="cs"/>
          <w:rtl/>
        </w:rPr>
        <w:t>هَذَا حَدِيْثٌ صَحِيْحُ الإِسْنَادِ 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کھڑے ہوئے اور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ہوئے سنا : اے لوگو!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کرو، اللہ ک</w:t>
      </w:r>
      <w:r>
        <w:rPr>
          <w:rFonts w:hint="cs"/>
          <w:rtl/>
        </w:rPr>
        <w:t>ی</w:t>
      </w:r>
      <w:r>
        <w:rPr>
          <w:rtl/>
        </w:rPr>
        <w:t xml:space="preserve"> قسم وہ اللہ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سخت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اور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حاکم نے کہا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 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105 : </w:t>
      </w:r>
      <w:r w:rsidRPr="00604F58">
        <w:rPr>
          <w:rFonts w:hint="cs"/>
          <w:rtl/>
        </w:rPr>
        <w:t>أخرجه أحمد بن حنبل في المسند، 3 / 86، الحديث رقم : 11835، و الحاکم في المستدرک، 3 / 144، الحديث رقم : 4654، و ابن هشام في السيرة النبوية، 6 / 8.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106. عَن</w:t>
      </w:r>
      <w:r w:rsidRPr="00604F58">
        <w:rPr>
          <w:rFonts w:hint="cs"/>
          <w:rtl/>
        </w:rPr>
        <w:t>ْ أَبِيْ رَافِعٍ أَنَّ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بَعَثَ عَلِيًّا مَبْعَثًا فَلَم</w:t>
      </w:r>
      <w:r w:rsidRPr="00604F58">
        <w:rPr>
          <w:rtl/>
        </w:rPr>
        <w:t>َّا قَدِمَ قَالَ لَ</w:t>
      </w:r>
      <w:r w:rsidRPr="00604F58">
        <w:rPr>
          <w:rFonts w:hint="cs"/>
          <w:rtl/>
        </w:rPr>
        <w:t>هُ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وسلم، اللّٰهُ وَ رَسُوْلُهُ وَ جِبْرِيْلُ عَنْکَ رَاضُوْنَ. رَوَاهُ الطَّبَرَانِيُّ فِي الْمُعْجَمِ الْ</w:t>
      </w:r>
      <w:r w:rsidRPr="00604F58">
        <w:rPr>
          <w:rFonts w:hint="eastAsia"/>
          <w:rtl/>
        </w:rPr>
        <w:t>کَبِ</w:t>
      </w:r>
      <w:r w:rsidRPr="00604F58">
        <w:rPr>
          <w:rFonts w:hint="cs"/>
          <w:rtl/>
        </w:rPr>
        <w:t>يْرِ</w:t>
      </w:r>
      <w:r w:rsidRPr="00604F58">
        <w:rPr>
          <w:rtl/>
        </w:rPr>
        <w:t>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رافع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جا،</w:t>
      </w:r>
      <w:r>
        <w:rPr>
          <w:rtl/>
        </w:rPr>
        <w:t xml:space="preserve"> جب وہ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اللہ تعال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اس کا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سے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106 : </w:t>
      </w:r>
      <w:r w:rsidRPr="00604F58">
        <w:rPr>
          <w:rFonts w:hint="cs"/>
          <w:rtl/>
        </w:rPr>
        <w:t>أخرجه الطبراني في المجعم الکبير، 1 / 319، الحديث رقم؛ 946، والهيثمي في مجمع الزوائد، 9 / 131.</w:t>
      </w:r>
    </w:p>
    <w:p w:rsidR="00604F58" w:rsidRPr="0038770D" w:rsidRDefault="00604F58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30" w:name="_Toc497651163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11</w:t>
      </w:r>
      <w:bookmarkEnd w:id="30"/>
    </w:p>
    <w:p w:rsidR="001F16A4" w:rsidRPr="001F0B8F" w:rsidRDefault="001F16A4" w:rsidP="001F0B8F">
      <w:pPr>
        <w:pStyle w:val="Heading2Center"/>
        <w:rPr>
          <w:rtl/>
        </w:rPr>
      </w:pPr>
      <w:bookmarkStart w:id="31" w:name="_Toc497651164"/>
      <w:r w:rsidRPr="001F0B8F">
        <w:rPr>
          <w:rtl/>
        </w:rPr>
        <w:t xml:space="preserve">(11) </w:t>
      </w:r>
      <w:r w:rsidRPr="00604F58">
        <w:rPr>
          <w:rStyle w:val="libArabicChar"/>
          <w:rtl/>
        </w:rPr>
        <w:t>بَابٌ فِ</w:t>
      </w:r>
      <w:r w:rsidRPr="00604F58">
        <w:rPr>
          <w:rStyle w:val="libArabicChar"/>
          <w:rFonts w:hint="cs"/>
          <w:rtl/>
        </w:rPr>
        <w:t>ي قَوْلِ النَّبِيِّ صلي الله عليه وآله وسلم : مَنْ أَحَبَّ عَلِيًّا فَقَدْ أَحَبَّنِيْ وَمَنْ أَبْغَضَ عَلِيًّا رضي الله عنه فَقَدْ أَبْغَضَنِيْ</w:t>
      </w:r>
      <w:bookmarkEnd w:id="31"/>
    </w:p>
    <w:p w:rsidR="001F16A4" w:rsidRPr="001F0B8F" w:rsidRDefault="001F16A4" w:rsidP="001F0B8F">
      <w:pPr>
        <w:pStyle w:val="Heading2Center"/>
        <w:rPr>
          <w:rtl/>
        </w:rPr>
      </w:pPr>
      <w:bookmarkStart w:id="32" w:name="_Toc497651165"/>
      <w:r w:rsidRPr="001F0B8F">
        <w:rPr>
          <w:rtl/>
        </w:rPr>
        <w:t>(حبِ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حبِ مصطف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ہے اور بغضِ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بغضِ مصطف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ہے)</w:t>
      </w:r>
      <w:bookmarkEnd w:id="32"/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107. عَن</w:t>
      </w:r>
      <w:r w:rsidRPr="00604F58">
        <w:rPr>
          <w:rFonts w:hint="cs"/>
          <w:rtl/>
        </w:rPr>
        <w:t>ْ عَلِيِّ بْنِ أَبِي طَالِبٍ أَنَّ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أَخَذَ بِيَدِ حَسَنٍ وَ حُسَيْنٍ فَقَالَ : مَنْ أَحَبَّنِيْ وَأَحَبَّ هَذَيْنِ وَ أَبَاهُمَا وَ أُمَّهُمَا کَانَ مَعِيَ فِي دَرَجَتِي يَوْمَ الْقِيَامَةِ. رَوَاهُ التِّرْمِذِيّ</w:t>
      </w:r>
      <w:r w:rsidRPr="00604F58">
        <w:rPr>
          <w:rFonts w:hint="eastAsia"/>
          <w:rtl/>
        </w:rPr>
        <w:t>ُ</w:t>
      </w:r>
      <w:r w:rsidRPr="00604F58">
        <w:rPr>
          <w:rtl/>
        </w:rPr>
        <w:t>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وَقَالَ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هَذَا حَدِيْثٌ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حسن رض</w:t>
      </w:r>
      <w:r>
        <w:rPr>
          <w:rFonts w:hint="cs"/>
          <w:rtl/>
        </w:rPr>
        <w:t>ی</w:t>
      </w:r>
      <w:r>
        <w:rPr>
          <w:rtl/>
        </w:rPr>
        <w:t xml:space="preserve"> اللہ عنہ اور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ہاتھ پکڑے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مجھ سے محبت کرے گا اور ان دونوں سے اور ان دونوں کے والد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</w:t>
      </w:r>
      <w:r>
        <w:rPr>
          <w:rFonts w:hint="eastAsia"/>
          <w:rtl/>
        </w:rPr>
        <w:t>ہ</w:t>
      </w:r>
      <w:r>
        <w:rPr>
          <w:rtl/>
        </w:rPr>
        <w:t>) اور دونوں ک</w:t>
      </w:r>
      <w:r>
        <w:rPr>
          <w:rFonts w:hint="cs"/>
          <w:rtl/>
        </w:rPr>
        <w:t>ی</w:t>
      </w:r>
      <w:r>
        <w:rPr>
          <w:rtl/>
        </w:rPr>
        <w:t xml:space="preserve"> والدہ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عنہا) سے محبت کرے گا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107 : </w:t>
      </w:r>
      <w:r w:rsidRPr="00604F58">
        <w:rPr>
          <w:rFonts w:hint="cs"/>
          <w:rtl/>
        </w:rPr>
        <w:t>أخرجه الترمذي في الجامع الصحيح، ابواب المناقب باب مناقب علي، 5 / 641، الحديث رقم : 3733، وأحمد بن حنبل في المسند، 1 / 77، الحديث رقم : 576، و الطبراني في المعجم الکبير، 2 / 77، الحديث رقم : 576، و ايضاً في 2 / 163، الحديث رقم : 960، والمقد</w:t>
      </w:r>
      <w:r w:rsidRPr="00604F58">
        <w:rPr>
          <w:rFonts w:hint="eastAsia"/>
          <w:rtl/>
        </w:rPr>
        <w:t>س</w:t>
      </w:r>
      <w:r w:rsidRPr="00604F58">
        <w:rPr>
          <w:rFonts w:hint="cs"/>
          <w:rtl/>
        </w:rPr>
        <w:t>ي</w:t>
      </w:r>
      <w:r w:rsidRPr="00604F58">
        <w:rPr>
          <w:rtl/>
        </w:rPr>
        <w:t xml:space="preserve"> ف</w:t>
      </w:r>
      <w:r w:rsidRPr="00604F58">
        <w:rPr>
          <w:rFonts w:hint="cs"/>
          <w:rtl/>
        </w:rPr>
        <w:t xml:space="preserve">ي </w:t>
      </w:r>
      <w:r w:rsidRPr="00604F58">
        <w:rPr>
          <w:rtl/>
        </w:rPr>
        <w:t>ال</w:t>
      </w:r>
      <w:r w:rsidRPr="00604F58">
        <w:rPr>
          <w:rFonts w:hint="cs"/>
          <w:rtl/>
        </w:rPr>
        <w:t>أحاديث المختارة، 2 / 45، الحديث رقم : 421.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108. عَن</w:t>
      </w:r>
      <w:r w:rsidRPr="00604F58">
        <w:rPr>
          <w:rFonts w:hint="cs"/>
          <w:rtl/>
        </w:rPr>
        <w:t>ْ عَمْرِو بْنِ شَأْسِ نالأَسْلَمِيِّ قَالَ (وَ کَانَ مِنْ أَصْحَابِ الْحُدَيْبِيَةِ) قَالَ : خَرَجْتُ مَعَ عَلِيٍّّ إِلَي الْيَمَنِ، فَجَفَانِي فِي سَفَرِي ذَلِکَ، حَتَّي وَجَدْتُ فِي نَفْسِيْ عَلَيْهِ،</w:t>
      </w:r>
      <w:r w:rsidRPr="00604F58">
        <w:rPr>
          <w:rtl/>
        </w:rPr>
        <w:t xml:space="preserve"> فَلَمَّا قَدِم</w:t>
      </w:r>
      <w:r w:rsidRPr="00604F58">
        <w:rPr>
          <w:rFonts w:hint="cs"/>
          <w:rtl/>
        </w:rPr>
        <w:t xml:space="preserve">ْتُ أَظْهَرْتُ شَکَايَتَهُ فِي </w:t>
      </w:r>
      <w:r w:rsidRPr="00604F58">
        <w:rPr>
          <w:rFonts w:hint="eastAsia"/>
          <w:rtl/>
        </w:rPr>
        <w:t>ال</w:t>
      </w:r>
      <w:r w:rsidRPr="00604F58">
        <w:rPr>
          <w:rFonts w:hint="cs"/>
          <w:rtl/>
        </w:rPr>
        <w:t>ْمَسْجِدِ</w:t>
      </w:r>
      <w:r w:rsidRPr="00604F58">
        <w:rPr>
          <w:rtl/>
        </w:rPr>
        <w:t xml:space="preserve"> حَتّ</w:t>
      </w:r>
      <w:r w:rsidRPr="00604F58">
        <w:rPr>
          <w:rFonts w:hint="cs"/>
          <w:rtl/>
        </w:rPr>
        <w:t>ي بَلَغَ ذَلِکَ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فَدَخَلْتُ الْمَسْجِدَ ذَاتَ غُدَاةٍ، وَ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فِي نَاسٍ مِنْ أَصْحَابِهِ، فَلَمَّا رَانِي أَبَدَّنِي عَيْنَيْهِ يَقُوْلُ : حَدَّدَ إِلَيَّ النَّظَرَ حَتّي إِذَا</w:t>
      </w:r>
      <w:r w:rsidRPr="00604F58">
        <w:rPr>
          <w:rtl/>
        </w:rPr>
        <w:t xml:space="preserve"> جَلَس</w:t>
      </w:r>
      <w:r w:rsidRPr="00604F58">
        <w:rPr>
          <w:rFonts w:hint="cs"/>
          <w:rtl/>
        </w:rPr>
        <w:t>ْتُ قَالَ يَا عَمَرُو! وَاﷲِ</w:t>
      </w:r>
      <w:r w:rsidRPr="00604F58">
        <w:rPr>
          <w:rtl/>
        </w:rPr>
        <w:t>! لَقَد</w:t>
      </w:r>
      <w:r w:rsidRPr="00604F58">
        <w:rPr>
          <w:rFonts w:hint="cs"/>
          <w:rtl/>
        </w:rPr>
        <w:t>ْ آذَيْتَنِي قُلْتُ : أَعُوْذُ بِاﷲِ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أَنْ أُؤْذِيَکَ، يَا رَسُوْلَ اﷲِ</w:t>
      </w:r>
      <w:r w:rsidRPr="00604F58">
        <w:rPr>
          <w:rtl/>
        </w:rPr>
        <w:t>! قَالَ بَلَ</w:t>
      </w:r>
      <w:r w:rsidRPr="00604F58">
        <w:rPr>
          <w:rFonts w:hint="cs"/>
          <w:rtl/>
        </w:rPr>
        <w:t>ي، مَنْ آذَي عَلِيًّا فَقَدْ آذَانِي. رَوَاهُ أَحْمَدُ.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شاس اسلم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جو کہ اصحاب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ہوا۔ سفر کے دوران انہوں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خلاف کچھ محسوس کرنے لگا، پس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>)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خلاف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tl/>
        </w:rPr>
        <w:lastRenderedPageBreak/>
        <w:t>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تک پہنچ گئ</w:t>
      </w:r>
      <w:r>
        <w:rPr>
          <w:rFonts w:hint="cs"/>
          <w:rtl/>
        </w:rPr>
        <w:t>ی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جبکہ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صحابہ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</w:t>
      </w:r>
      <w:r>
        <w:rPr>
          <w:rFonts w:hint="eastAsia"/>
          <w:rtl/>
        </w:rPr>
        <w:t>تھے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بڑے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عمرو! خدا ک</w:t>
      </w:r>
      <w:r>
        <w:rPr>
          <w:rFonts w:hint="cs"/>
          <w:rtl/>
        </w:rPr>
        <w:t>ی</w:t>
      </w:r>
      <w:r>
        <w:rPr>
          <w:rtl/>
        </w:rPr>
        <w:t xml:space="preserve"> قسم تونے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آپ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مانگتا ہوں۔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ہاں جو عل</w:t>
      </w:r>
      <w:r>
        <w:rPr>
          <w:rFonts w:hint="cs"/>
          <w:rtl/>
        </w:rPr>
        <w:t>ی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108 : </w:t>
      </w:r>
      <w:r w:rsidRPr="00604F58">
        <w:rPr>
          <w:rFonts w:hint="cs"/>
          <w:rtl/>
        </w:rPr>
        <w:t>أخرجه أحمد بن حنبل في المسند، 3 / 483، و الحاکم في المستدرک، 3 / 131، الحديث رقم : 4619، و الهيثمي في مجمع الزوائد، 9 / 129، و أحمد بن حنبل أيضاً في فضائل الصحابة، 2 / 579، الحديث رقم : 981. والبخاري في التاريخ الکبير، 2 / 3060.307.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109. عَن</w:t>
      </w:r>
      <w:r w:rsidRPr="00604F58">
        <w:rPr>
          <w:rFonts w:hint="cs"/>
          <w:rtl/>
        </w:rPr>
        <w:t>ْ عَبْدِ اﷲِ</w:t>
      </w:r>
      <w:r w:rsidRPr="00604F58">
        <w:rPr>
          <w:rtl/>
        </w:rPr>
        <w:t xml:space="preserve"> ال</w:t>
      </w:r>
      <w:r w:rsidRPr="00604F58">
        <w:rPr>
          <w:rFonts w:hint="cs"/>
          <w:rtl/>
        </w:rPr>
        <w:t>ْجَدَلِيِّ قَالَ : دَخَلْتُ عَلَي أُمِّ سَلَمَةَ رضي اﷲ</w:t>
      </w:r>
      <w:r w:rsidRPr="00604F58">
        <w:rPr>
          <w:rtl/>
        </w:rPr>
        <w:t xml:space="preserve"> عن</w:t>
      </w:r>
      <w:r w:rsidRPr="00604F58">
        <w:rPr>
          <w:rFonts w:hint="cs"/>
          <w:rtl/>
        </w:rPr>
        <w:t>ها فَقَالَتْ لِيْ : أَيُسَبُّ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فِيْکُمْ؟ قُلْتُ : مَعَاذَ اﷲِ</w:t>
      </w:r>
      <w:r w:rsidRPr="00604F58">
        <w:rPr>
          <w:rtl/>
        </w:rPr>
        <w:t xml:space="preserve">! </w:t>
      </w:r>
      <w:r w:rsidRPr="00604F58">
        <w:rPr>
          <w:rFonts w:hint="cs"/>
          <w:rtl/>
        </w:rPr>
        <w:t>أَوْ سُبْحَانَ اﷲِ</w:t>
      </w:r>
      <w:r w:rsidRPr="00604F58">
        <w:rPr>
          <w:rtl/>
        </w:rPr>
        <w:t xml:space="preserve"> </w:t>
      </w:r>
      <w:r w:rsidRPr="00604F58">
        <w:rPr>
          <w:rFonts w:hint="cs"/>
          <w:rtl/>
        </w:rPr>
        <w:t>أَوْ کَلِمَةً نَحْوَهَا قَالَتْ : سَمِعْتُ رَسُوْلَ اﷲِ</w:t>
      </w:r>
      <w:r w:rsidRPr="00604F58">
        <w:rPr>
          <w:rtl/>
        </w:rPr>
        <w:t xml:space="preserve"> ص</w:t>
      </w:r>
      <w:r w:rsidRPr="00604F58">
        <w:rPr>
          <w:rFonts w:hint="eastAsia"/>
          <w:rtl/>
        </w:rPr>
        <w:t>ل</w:t>
      </w:r>
      <w:r w:rsidRPr="00604F58">
        <w:rPr>
          <w:rFonts w:hint="cs"/>
          <w:rtl/>
        </w:rPr>
        <w:t>ي</w:t>
      </w:r>
      <w:r w:rsidRPr="00604F58">
        <w:rPr>
          <w:rtl/>
        </w:rPr>
        <w:t xml:space="preserve"> الل</w:t>
      </w:r>
      <w:r w:rsidRPr="00604F58">
        <w:rPr>
          <w:rFonts w:hint="cs"/>
          <w:rtl/>
        </w:rPr>
        <w:t>ه عليه وآله وسلم يَقُوْلُ : مَنْ سَبَّ عَلِيًّا فَقَدْ سَبَّنِيْ. رَوَاهُ أَحْمَدُ وَالْحَاکِمُ.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جدل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انہوں نے مجھے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اندر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پاک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اور کلمہ کہا تو انہوں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ہے کہ جو عل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مجھے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اور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109 : </w:t>
      </w:r>
      <w:r w:rsidRPr="00604F58">
        <w:rPr>
          <w:rFonts w:hint="cs"/>
          <w:rtl/>
        </w:rPr>
        <w:t>أخرجه أحمد بن حنبل في المسند، 6 /</w:t>
      </w:r>
      <w:r w:rsidRPr="00604F58">
        <w:rPr>
          <w:rtl/>
        </w:rPr>
        <w:t xml:space="preserve"> 323، الحد</w:t>
      </w:r>
      <w:r w:rsidRPr="00604F58">
        <w:rPr>
          <w:rFonts w:hint="cs"/>
          <w:rtl/>
        </w:rPr>
        <w:t>يث رقم : 26791، والحاکم في المستدرک، 3 / 130، الحديث رقم : 4615، والنسائي في السنن الکبري، 5 / 133، الحديث رقم : 8476، و الهيثمي في مجمع الزوائد، 9 / 130.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110. عَنِ اب</w:t>
      </w:r>
      <w:r w:rsidRPr="00604F58">
        <w:rPr>
          <w:rFonts w:hint="cs"/>
          <w:rtl/>
        </w:rPr>
        <w:t>ِْن أَبِيِ مَلِيْکَةَ، قَالَ : جَاءَ رَجُلٌ مِنْ أَهْلِ الشَّامِ فَسَبََّ عَلِيّاً عِنْدَ ابْنِ عَبَّاسٍ فَحَصَبَهُ ابْنُ عَبَّاسٍ فَقَالَ : يَا عَدُوَّاﷲِ</w:t>
      </w:r>
      <w:r w:rsidRPr="00604F58">
        <w:rPr>
          <w:rtl/>
        </w:rPr>
        <w:t xml:space="preserve"> آذَ</w:t>
      </w:r>
      <w:r w:rsidRPr="00604F58">
        <w:rPr>
          <w:rFonts w:hint="cs"/>
          <w:rtl/>
        </w:rPr>
        <w:t>يْتَ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: (إِنَّ الَّذِيْنَ يُؤْذُوْنَ اﷲَ</w:t>
      </w:r>
      <w:r w:rsidRPr="00604F58">
        <w:rPr>
          <w:rtl/>
        </w:rPr>
        <w:t xml:space="preserve"> وَرَسُو</w:t>
      </w:r>
      <w:r w:rsidRPr="00604F58">
        <w:rPr>
          <w:rFonts w:hint="cs"/>
          <w:rtl/>
        </w:rPr>
        <w:t>ْ</w:t>
      </w:r>
      <w:r w:rsidRPr="00604F58">
        <w:rPr>
          <w:rFonts w:hint="eastAsia"/>
          <w:rtl/>
        </w:rPr>
        <w:t>لَ</w:t>
      </w:r>
      <w:r w:rsidRPr="00604F58">
        <w:rPr>
          <w:rFonts w:hint="cs"/>
          <w:rtl/>
        </w:rPr>
        <w:t>هُ</w:t>
      </w:r>
      <w:r w:rsidRPr="00604F58">
        <w:rPr>
          <w:rtl/>
        </w:rPr>
        <w:t xml:space="preserve"> لَعَنَ</w:t>
      </w:r>
      <w:r w:rsidRPr="00604F58">
        <w:rPr>
          <w:rFonts w:hint="cs"/>
          <w:rtl/>
        </w:rPr>
        <w:t>هُمُ اﷲُ</w:t>
      </w:r>
      <w:r w:rsidRPr="00604F58">
        <w:rPr>
          <w:rtl/>
        </w:rPr>
        <w:t xml:space="preserve"> فِ</w:t>
      </w:r>
      <w:r w:rsidRPr="00604F58">
        <w:rPr>
          <w:rFonts w:hint="cs"/>
          <w:rtl/>
        </w:rPr>
        <w:t>ي الدُّنْيَا وَالْأَخِرَةِ وَأَعَدَّلَهُمْ عَذَابًا مُّهِيْنًا) لَوْ</w:t>
      </w:r>
      <w:r w:rsidRPr="00604F58">
        <w:rPr>
          <w:rtl/>
        </w:rPr>
        <w:t>کَانَ رَسُو</w:t>
      </w:r>
      <w:r w:rsidRPr="00604F58">
        <w:rPr>
          <w:rFonts w:hint="cs"/>
          <w:rtl/>
        </w:rPr>
        <w:t>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حَيّاً لَآذَيْتَهُ. رَوَاهُ الْحَاکِمُ.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</w:t>
      </w:r>
      <w:r w:rsidRPr="00604F58">
        <w:rPr>
          <w:rtl/>
        </w:rPr>
        <w:t xml:space="preserve"> قَالَ ال</w:t>
      </w:r>
      <w:r w:rsidRPr="00604F58">
        <w:rPr>
          <w:rFonts w:hint="cs"/>
          <w:rtl/>
        </w:rPr>
        <w:t>ْحَاکِمُ : صَحِيْحُ الْإِسْنَادِ.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شام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حضرت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کے ہاں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برا بھلا کہا،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نے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</w:t>
      </w:r>
      <w:r>
        <w:rPr>
          <w:rFonts w:hint="cs"/>
          <w:rtl/>
        </w:rPr>
        <w:t>ﷲ</w:t>
      </w:r>
      <w:r>
        <w:rPr>
          <w:rtl/>
        </w:rPr>
        <w:t xml:space="preserve"> کے دشمن تو ن</w:t>
      </w:r>
      <w:r>
        <w:rPr>
          <w:rFonts w:hint="eastAsia"/>
          <w:rtl/>
        </w:rPr>
        <w:t>ے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(پھر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>) ’’بے شک وہ لوگ جو ا</w:t>
      </w:r>
      <w:r>
        <w:rPr>
          <w:rFonts w:hint="cs"/>
          <w:rtl/>
        </w:rPr>
        <w:t>ﷲ</w:t>
      </w:r>
      <w:r>
        <w:rPr>
          <w:rtl/>
        </w:rPr>
        <w:t xml:space="preserve"> اور اس کے رسول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تبارک و تعال</w:t>
      </w:r>
      <w:r>
        <w:rPr>
          <w:rFonts w:hint="cs"/>
          <w:rtl/>
        </w:rPr>
        <w:t>یٰ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ا</w:t>
      </w:r>
      <w:r>
        <w:rPr>
          <w:rFonts w:hint="cs"/>
          <w:rtl/>
        </w:rPr>
        <w:t>ﷲ</w:t>
      </w:r>
      <w:r>
        <w:rPr>
          <w:rtl/>
        </w:rPr>
        <w:t xml:space="preserve"> نے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ذلت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رکھا ہے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حض</w:t>
      </w:r>
      <w:r>
        <w:rPr>
          <w:rFonts w:hint="eastAsia"/>
          <w:rtl/>
        </w:rPr>
        <w:t>ور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زندہ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(تو اس بات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>)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بنتا۔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المستدرک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110 : </w:t>
      </w:r>
      <w:r w:rsidRPr="00604F58">
        <w:rPr>
          <w:rFonts w:hint="cs"/>
          <w:rtl/>
        </w:rPr>
        <w:t xml:space="preserve">أخرجه الحاکم في المستدرک، 3 / 121، 122، الحديث رقم : 4618. </w:t>
      </w:r>
    </w:p>
    <w:p w:rsidR="001F16A4" w:rsidRPr="00604F58" w:rsidRDefault="001F16A4" w:rsidP="00604F58">
      <w:pPr>
        <w:pStyle w:val="libArabic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111. عَن</w:t>
      </w:r>
      <w:r w:rsidRPr="00604F58">
        <w:rPr>
          <w:rFonts w:hint="cs"/>
          <w:rtl/>
        </w:rPr>
        <w:t>ْ أَبِيْ عَبْدِاﷲِ</w:t>
      </w:r>
      <w:r w:rsidRPr="00604F58">
        <w:rPr>
          <w:rtl/>
        </w:rPr>
        <w:t xml:space="preserve"> ال</w:t>
      </w:r>
      <w:r w:rsidRPr="00604F58">
        <w:rPr>
          <w:rFonts w:hint="cs"/>
          <w:rtl/>
        </w:rPr>
        <w:t>ْجَدَلِيِّ قَالَ : حَجَجْتُ وَ أَنَا غُلاَمٌ فَ</w:t>
      </w:r>
      <w:r w:rsidRPr="00604F58">
        <w:rPr>
          <w:rtl/>
        </w:rPr>
        <w:t>مَرَر</w:t>
      </w:r>
      <w:r w:rsidRPr="00604F58">
        <w:rPr>
          <w:rFonts w:hint="cs"/>
          <w:rtl/>
        </w:rPr>
        <w:t>ْتُ بِالْمَدِيْنَةِ وَ إِذَا النَّاسَ عُنُقٌ وَاحِدًٌ فَاتَّبَعْتُهُمْ، فَدَخَلُوْا عَلٰي أُمِّ سَلْمَةَ زَوْجِ النَّبِيِّ صلي الله عليه وآله وسلم فَسَمِعْتُهَا تَقُوْلُ : يَا شَبِيْبَ بْنَ رَبْعِيٍ، فَأَجَابَهَا رَجُلٌ جَلْفٌ جَافٌ : لَبَّيْکَ يَا أَ</w:t>
      </w:r>
      <w:r w:rsidRPr="00604F58">
        <w:rPr>
          <w:rtl/>
        </w:rPr>
        <w:t>مَّتَا</w:t>
      </w:r>
      <w:r w:rsidRPr="00604F58">
        <w:rPr>
          <w:rFonts w:hint="cs"/>
          <w:rtl/>
        </w:rPr>
        <w:t>هُ، قَالَتْ : أَيُسَبُّ رَسُوْلُ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فِي نَادِيْکُمْ؟ قَالَ : وَ أَنّٰي ذٰلِکَ! قَالَتْ : فَعَلِيُّ بْنُ أَبِي طَالِبٍ؟ قَالَ : إِنَّا لَنَقُوْلْ شَيْ</w:t>
      </w:r>
      <w:r w:rsidRPr="00604F58">
        <w:rPr>
          <w:rFonts w:hint="eastAsia"/>
          <w:rtl/>
        </w:rPr>
        <w:t>ئاً</w:t>
      </w:r>
      <w:r w:rsidRPr="00604F58">
        <w:rPr>
          <w:rtl/>
        </w:rPr>
        <w:t xml:space="preserve"> نُرِ</w:t>
      </w:r>
      <w:r w:rsidRPr="00604F58">
        <w:rPr>
          <w:rFonts w:hint="cs"/>
          <w:rtl/>
        </w:rPr>
        <w:t>يْدُ عَرَضَ هَذِهِ الْحَيَاةِ الدُّنْيَا، قَالَتْ : فَإِنِّيْ سَمِعْ</w:t>
      </w:r>
      <w:r w:rsidRPr="00604F58">
        <w:rPr>
          <w:rtl/>
        </w:rPr>
        <w:t>تُ رَسُو</w:t>
      </w:r>
      <w:r w:rsidRPr="00604F58">
        <w:rPr>
          <w:rFonts w:hint="cs"/>
          <w:rtl/>
        </w:rPr>
        <w:t>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يَقُوْلُ مَنْ سَبَّ عَلِيّاً فَقَدْ سَبَّنِي، وَمَنْ سَبَّنِي فَقَدْ سَبَّ اﷲ</w:t>
      </w:r>
      <w:r w:rsidRPr="00604F58">
        <w:rPr>
          <w:rtl/>
        </w:rPr>
        <w:t>. رَوَا</w:t>
      </w:r>
      <w:r w:rsidRPr="00604F58">
        <w:rPr>
          <w:rFonts w:hint="cs"/>
          <w:rtl/>
        </w:rPr>
        <w:t>هُ الْحَاکِمُ فِي الْمُسْتَدْرَکِ.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جدل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کے ساتھ حج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پاس سے گزرا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لوگوں کو اکھٹا (کہ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ہوئے)د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سارے ام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پ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کوآواز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سنا کہ اے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ربع</w:t>
      </w:r>
      <w:r>
        <w:rPr>
          <w:rFonts w:hint="cs"/>
          <w:rtl/>
        </w:rPr>
        <w:t>ی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روکھے اور سخت مزاج آدم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ماں! تو آپ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آدم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</w:t>
      </w:r>
      <w:r>
        <w:rPr>
          <w:rFonts w:hint="eastAsia"/>
          <w:rtl/>
        </w:rPr>
        <w:t>ے</w:t>
      </w:r>
      <w:r>
        <w:rPr>
          <w:rtl/>
        </w:rPr>
        <w:t xml:space="preserve"> حضرت ام سلمہ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ہے؟ تو اس نے کہا ہم جو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ہمار</w:t>
      </w:r>
      <w:r>
        <w:rPr>
          <w:rFonts w:hint="cs"/>
          <w:rtl/>
        </w:rPr>
        <w:t>ی</w:t>
      </w:r>
      <w:r>
        <w:rPr>
          <w:rtl/>
        </w:rPr>
        <w:t xml:space="preserve"> مراد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غرض ہوت</w:t>
      </w:r>
      <w:r>
        <w:rPr>
          <w:rFonts w:hint="cs"/>
          <w:rtl/>
        </w:rPr>
        <w:t>ی</w:t>
      </w:r>
      <w:r>
        <w:rPr>
          <w:rtl/>
        </w:rPr>
        <w:t xml:space="preserve"> ہے۔ پس آپ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جس نے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جس نے مجھے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ﷲ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حاکم نے المستدرک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111 : </w:t>
      </w:r>
      <w:r w:rsidRPr="00604F58">
        <w:rPr>
          <w:rFonts w:hint="cs"/>
          <w:rtl/>
        </w:rPr>
        <w:t xml:space="preserve">أخرجه الحاکم فيالمستدرک، 3 / 121، الحديث رقم : 4616، وقال الهيثمي في مجمع الزوائد، 9 / 130 : رجاله رجال الصحيح، و ابن عساکر في تاريخه، 42 / 533. 42 / 266، 266، 267. 268، 533. 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lastRenderedPageBreak/>
        <w:t>112. عَنِ اب</w:t>
      </w:r>
      <w:r w:rsidRPr="00604F58">
        <w:rPr>
          <w:rFonts w:hint="cs"/>
          <w:rtl/>
        </w:rPr>
        <w:t xml:space="preserve">ْنِ </w:t>
      </w:r>
      <w:r w:rsidRPr="00604F58">
        <w:rPr>
          <w:rtl/>
        </w:rPr>
        <w:t>عَبَّاسٍ رض</w:t>
      </w:r>
      <w:r w:rsidRPr="00604F58">
        <w:rPr>
          <w:rFonts w:hint="cs"/>
          <w:rtl/>
        </w:rPr>
        <w:t>ي الله عنه قَالَ نَظَرَ النَّبِيُّ صلي الله عليه وآله وسلم إِلَيّ فَقَالَ : يَا عَلِيُّ أَنْتَ سَيِدٌ فِي الدُّنْيَا سَيِدٌ فِي الْآخِرَةِ حَبِيْبُکَ حَبِيْبِيْ وَ حَبِيْبِيْ حَبِيْبُ اﷲِ</w:t>
      </w:r>
      <w:r w:rsidRPr="00604F58">
        <w:rPr>
          <w:rtl/>
        </w:rPr>
        <w:t xml:space="preserve"> وَعَدُوُّکَ عَدُوِّ</w:t>
      </w:r>
      <w:r w:rsidRPr="00604F58">
        <w:rPr>
          <w:rFonts w:hint="cs"/>
          <w:rtl/>
        </w:rPr>
        <w:t>يْ وَ عَدُوِّيْ عَدُوّ</w:t>
      </w:r>
      <w:r w:rsidRPr="00604F58">
        <w:rPr>
          <w:rFonts w:hint="eastAsia"/>
          <w:rtl/>
        </w:rPr>
        <w:t>ُ</w:t>
      </w:r>
      <w:r w:rsidRPr="00604F58">
        <w:rPr>
          <w:rtl/>
        </w:rPr>
        <w:t xml:space="preserve"> ا</w:t>
      </w:r>
      <w:r w:rsidRPr="00604F58">
        <w:rPr>
          <w:rFonts w:hint="cs"/>
          <w:rtl/>
        </w:rPr>
        <w:t>ﷲِ</w:t>
      </w:r>
      <w:r w:rsidRPr="00604F58">
        <w:rPr>
          <w:rtl/>
        </w:rPr>
        <w:t xml:space="preserve"> وَ ال</w:t>
      </w:r>
      <w:r w:rsidRPr="00604F58">
        <w:rPr>
          <w:rFonts w:hint="cs"/>
          <w:rtl/>
        </w:rPr>
        <w:t>ْوَيْ</w:t>
      </w:r>
      <w:r w:rsidRPr="00604F58">
        <w:rPr>
          <w:rtl/>
        </w:rPr>
        <w:t>لُ لِمَن</w:t>
      </w:r>
      <w:r w:rsidRPr="00604F58">
        <w:rPr>
          <w:rFonts w:hint="cs"/>
          <w:rtl/>
        </w:rPr>
        <w:t>ْ أَبْغَضَکَ بَعْدِيَ. رَوَاهُ الْحَاکِمُ.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وَقَالَ</w:t>
      </w:r>
      <w:r w:rsidRPr="00604F58">
        <w:rPr>
          <w:rtl/>
        </w:rPr>
        <w:t xml:space="preserve"> صَحِ</w:t>
      </w:r>
      <w:r w:rsidRPr="00604F58">
        <w:rPr>
          <w:rFonts w:hint="cs"/>
          <w:rtl/>
        </w:rPr>
        <w:t>يْحٌ عَلٰي شَرْطِ الشَّيْخَيْنِ.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عل</w:t>
      </w:r>
      <w:r>
        <w:rPr>
          <w:rFonts w:hint="cs"/>
          <w:rtl/>
        </w:rPr>
        <w:t>ی</w:t>
      </w:r>
      <w:r>
        <w:rPr>
          <w:rtl/>
        </w:rPr>
        <w:t>!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سردار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محبوب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محبوب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محبوب اللہ کا محبوب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ہے او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اللہ کا دشمن ہے اور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برباد</w:t>
      </w:r>
      <w:r>
        <w:rPr>
          <w:rFonts w:hint="cs"/>
          <w:rtl/>
        </w:rPr>
        <w:t>ی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تمہارے ساتھ بغض رکھے۔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بخار</w:t>
      </w:r>
      <w:r>
        <w:rPr>
          <w:rFonts w:hint="cs"/>
          <w:rtl/>
        </w:rPr>
        <w:t>ی</w:t>
      </w:r>
      <w:r>
        <w:rPr>
          <w:rtl/>
        </w:rPr>
        <w:t xml:space="preserve"> اور امام مسلم ک</w:t>
      </w:r>
      <w:r>
        <w:rPr>
          <w:rFonts w:hint="cs"/>
          <w:rtl/>
        </w:rPr>
        <w:t>ی</w:t>
      </w:r>
      <w:r>
        <w:rPr>
          <w:rtl/>
        </w:rPr>
        <w:t xml:space="preserve"> شرائط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112 : </w:t>
      </w:r>
      <w:r w:rsidRPr="00604F58">
        <w:rPr>
          <w:rFonts w:hint="cs"/>
          <w:rtl/>
        </w:rPr>
        <w:t>أخرجه الحاکم في المستدرک، 3 / 138، الحديث رقم : 4640، والديلمي في الفردوس بمأثور الخطاب، 5 / 325، الحديث رقم : 8325.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113. عَن</w:t>
      </w:r>
      <w:r w:rsidRPr="00604F58">
        <w:rPr>
          <w:rFonts w:hint="cs"/>
          <w:rtl/>
        </w:rPr>
        <w:t>ْ عَمَّارِ بْنِ يَاسِرٍ رضي الله عنه قَالَ : سَمِعْتُ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يَقُوْلُ لِعَلِيٍّ : طَوْبٰي لِمَنْ أَحَبَّکَ وَصَدَّقَ فِيْکَ، وَوَيْلٌ لَمَنْ أَبْغَضَکَ وَکَذَّبَ فِيْکَ. رَوَاهُ الْحَاکِمُ وَ أَبُوْيَعْلَی</w:t>
      </w:r>
      <w:r w:rsidRPr="00604F58">
        <w:rPr>
          <w:rtl/>
        </w:rPr>
        <w:t xml:space="preserve">. </w:t>
      </w: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Fonts w:hint="eastAsia"/>
          <w:rtl/>
        </w:rPr>
        <w:t>وَ</w:t>
      </w:r>
      <w:r w:rsidRPr="00604F58">
        <w:rPr>
          <w:rtl/>
        </w:rPr>
        <w:t xml:space="preserve"> قَالَ ال</w:t>
      </w:r>
      <w:r w:rsidRPr="00604F58">
        <w:rPr>
          <w:rFonts w:hint="cs"/>
          <w:rtl/>
        </w:rPr>
        <w:t>ْحَاکِمُ : هَذَا حَدِيْثٌ صَحِيْحُ الْاِسْنَادِ.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لئے فرماتے ہوئے سنا (اے عل</w:t>
      </w:r>
      <w:r>
        <w:rPr>
          <w:rFonts w:hint="cs"/>
          <w:rtl/>
        </w:rPr>
        <w:t>ی</w:t>
      </w:r>
      <w:r>
        <w:rPr>
          <w:rtl/>
        </w:rPr>
        <w:t>) مبارکباد ہو اسے جو تجھ سے محبت کرتا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اور ہلاکت ہو اس کے لئے جو تجھ سے بغض رکھتا ہے اور تجھے جھٹلاتا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حاکم اور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حاکم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113 : </w:t>
      </w:r>
      <w:r w:rsidRPr="00604F58">
        <w:rPr>
          <w:rFonts w:hint="cs"/>
          <w:rtl/>
        </w:rPr>
        <w:t>أخرجه الحاکم فی</w:t>
      </w:r>
      <w:r w:rsidRPr="00604F58">
        <w:rPr>
          <w:rtl/>
        </w:rPr>
        <w:t xml:space="preserve"> المستدرک، 3 / 145، الحد</w:t>
      </w:r>
      <w:r w:rsidRPr="00604F58">
        <w:rPr>
          <w:rFonts w:hint="cs"/>
          <w:rtl/>
        </w:rPr>
        <w:t>يث رقم : 4657 وأبو يعلي في المسند، 3 / 178.179، الحديث رقم : 1602، و الطبراني في المعجم الاوسط، 2 / 337، الحديث</w:t>
      </w:r>
      <w:r w:rsidRPr="00604F58">
        <w:rPr>
          <w:rtl/>
        </w:rPr>
        <w:t xml:space="preserve"> رقم : 2157.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114. عَن</w:t>
      </w:r>
      <w:r w:rsidRPr="00604F58">
        <w:rPr>
          <w:rFonts w:hint="cs"/>
          <w:rtl/>
        </w:rPr>
        <w:t>ْ سَلْمَانَ أَنَّ النَّبِيَّ صلي الله عليه وآله وسلم قَالَ لِعَلِيٍّ : مُحِبُّکَ مُحِبِّيْ وَ مُبْغِضُکَ مُبْغِضِيْ. رَوَاهُ الطَّبَرَانِيُّ فِي الْمُعْجَمِ الْکَبِيْرِ.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تجھ سے محبت کرنے والا مجھ سے محبت کرنے والا ہے اور تجھ سے بغض رکھنے والا مجھ سے بغض رکھنے والا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</w:t>
      </w:r>
      <w:r>
        <w:rPr>
          <w:rFonts w:hint="eastAsia"/>
          <w:rtl/>
        </w:rPr>
        <w:t>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114 : </w:t>
      </w:r>
      <w:r w:rsidRPr="00604F58">
        <w:rPr>
          <w:rFonts w:hint="cs"/>
          <w:rtl/>
        </w:rPr>
        <w:t>أخرجه الطبراني في المعجم الکبير، 6 / 239، الحديث رقم : 6097، والبزار في المسند، 6 / 488، والهيثمي في مجمع الزوائد، 9 / 132، والديلمي في الفردوس بمأثور الخطاب، 5 / 316، الحديث رقم : 8304.</w:t>
      </w:r>
    </w:p>
    <w:p w:rsidR="001F16A4" w:rsidRPr="00604F58" w:rsidRDefault="001F16A4" w:rsidP="00604F58">
      <w:pPr>
        <w:pStyle w:val="libArabic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115. عَنِ ال</w:t>
      </w:r>
      <w:r w:rsidRPr="00604F58">
        <w:rPr>
          <w:rFonts w:hint="cs"/>
          <w:rtl/>
        </w:rPr>
        <w:t>ْحُسَيْنِ بَنِ عَلِيٍّ قَالَ : سَمِعْتُ جَدِّي رَسُوْلَ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يَقُوْلُ : لَا تَسُبُّوْا أَبَا بَکْرٍ وَ عُمَرَ فَإِنَّهُمَا سَيِدَا کَهُوْلِ أَهْلِ الْجَنَّةِ مِنَ الْأَوَّلِيْنَ وَالْآخَرِيْنَ إِلاَّ النَّبِيِيْنَ وَالْمُ</w:t>
      </w:r>
      <w:r w:rsidRPr="00604F58">
        <w:rPr>
          <w:rFonts w:hint="eastAsia"/>
          <w:rtl/>
        </w:rPr>
        <w:t>ر</w:t>
      </w:r>
      <w:r w:rsidRPr="00604F58">
        <w:rPr>
          <w:rFonts w:hint="cs"/>
          <w:rtl/>
        </w:rPr>
        <w:t>ْسَلِيْنَ،</w:t>
      </w:r>
      <w:r w:rsidRPr="00604F58">
        <w:rPr>
          <w:rtl/>
        </w:rPr>
        <w:t xml:space="preserve"> وَلاَ تَسُبُّو</w:t>
      </w:r>
      <w:r w:rsidRPr="00604F58">
        <w:rPr>
          <w:rFonts w:hint="cs"/>
          <w:rtl/>
        </w:rPr>
        <w:t>ْا الْحَسَنَ وَالْحُسَيْنَ، فَإِنَّهُمَّا سَيِدَا شَبَابِ أَهْلِ الْجَنَّةِ، وَلاَ تَسْبُّوْا عَلِيّاً، فَإِنَّهُ مَنْ سَبَّ عَلِيّاً فَقَدْ سَبَّنِي، وَمَنْ سَبَّنِي فَقَدْ سَبَّ اﷲَ</w:t>
      </w:r>
      <w:r w:rsidRPr="00604F58">
        <w:rPr>
          <w:rFonts w:hint="eastAsia"/>
          <w:rtl/>
        </w:rPr>
        <w:t>،</w:t>
      </w:r>
      <w:r w:rsidRPr="00604F58">
        <w:rPr>
          <w:rtl/>
        </w:rPr>
        <w:t xml:space="preserve"> وَمَن</w:t>
      </w:r>
      <w:r w:rsidRPr="00604F58">
        <w:rPr>
          <w:rFonts w:hint="cs"/>
          <w:rtl/>
        </w:rPr>
        <w:t>ْ سَبَّ اﷲَ</w:t>
      </w:r>
      <w:r w:rsidRPr="00604F58">
        <w:rPr>
          <w:rtl/>
        </w:rPr>
        <w:t xml:space="preserve"> عَزَّوَجَلَّ عَذَّبَ</w:t>
      </w:r>
      <w:r w:rsidRPr="00604F58">
        <w:rPr>
          <w:rFonts w:hint="cs"/>
          <w:rtl/>
        </w:rPr>
        <w:t>هُ. رَوَ</w:t>
      </w:r>
      <w:r w:rsidRPr="00604F58">
        <w:rPr>
          <w:rFonts w:hint="eastAsia"/>
          <w:rtl/>
        </w:rPr>
        <w:t>ا</w:t>
      </w:r>
      <w:r w:rsidRPr="00604F58">
        <w:rPr>
          <w:rFonts w:hint="cs"/>
          <w:rtl/>
        </w:rPr>
        <w:t>هُ</w:t>
      </w:r>
      <w:r w:rsidRPr="00604F58">
        <w:rPr>
          <w:rtl/>
        </w:rPr>
        <w:t xml:space="preserve"> اب</w:t>
      </w:r>
      <w:r w:rsidRPr="00604F58">
        <w:rPr>
          <w:rFonts w:hint="cs"/>
          <w:rtl/>
        </w:rPr>
        <w:t>ْنُ عَسَاکِرَ فِي تَارِيْخِهِ.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مرو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نانا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کہ ابوبکر اور عمر کو گال</w:t>
      </w:r>
      <w:r>
        <w:rPr>
          <w:rFonts w:hint="cs"/>
          <w:rtl/>
        </w:rPr>
        <w:t>ی</w:t>
      </w:r>
      <w:r>
        <w:rPr>
          <w:rtl/>
        </w:rPr>
        <w:t xml:space="preserve"> نہ دو پس بے شک وہ دونوں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عمر جنت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اور حسن ا</w:t>
      </w:r>
      <w:r>
        <w:rPr>
          <w:rFonts w:hint="eastAsia"/>
          <w:rtl/>
        </w:rPr>
        <w:t>ور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نہ دو بے شک وہ نوجوان جنت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نہ دو پس بے شک جو عل</w:t>
      </w:r>
      <w:r>
        <w:rPr>
          <w:rFonts w:hint="cs"/>
          <w:rtl/>
        </w:rPr>
        <w:t>ی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مجھے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مجھے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ا</w:t>
      </w:r>
      <w:r>
        <w:rPr>
          <w:rFonts w:hint="cs"/>
          <w:rtl/>
        </w:rPr>
        <w:t>ﷲ</w:t>
      </w:r>
      <w:r>
        <w:rPr>
          <w:rtl/>
        </w:rPr>
        <w:t xml:space="preserve">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اسے ابن عساکر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115 : </w:t>
      </w:r>
      <w:r w:rsidRPr="00604F58">
        <w:rPr>
          <w:rFonts w:hint="cs"/>
          <w:rtl/>
        </w:rPr>
        <w:t xml:space="preserve">أخرجه ابن عساکر في تاريخ دمشق الکبير، 14 / 131 / 132، 30 / 178، 179. 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604F58">
      <w:pPr>
        <w:pStyle w:val="libArabic"/>
        <w:rPr>
          <w:rtl/>
        </w:rPr>
      </w:pPr>
      <w:r w:rsidRPr="00604F58">
        <w:rPr>
          <w:rtl/>
        </w:rPr>
        <w:t>116. عَنِ ال</w:t>
      </w:r>
      <w:r w:rsidRPr="00604F58">
        <w:rPr>
          <w:rFonts w:hint="cs"/>
          <w:rtl/>
        </w:rPr>
        <w:t xml:space="preserve">ْحُسَيْنِ بْنِ عَلِيٍّ وَهُوَ آخِذٌ بِشَعْرِهِ، قَالَ : حَدَّثَنِي عَلِيُّ بْنُ أَبِيْ طَالِبٌ وَهُوَ آخِذٌ بِشَعْرِهِ، قَالَ : حَدَّثَنِي </w:t>
      </w:r>
      <w:r w:rsidRPr="00604F58">
        <w:rPr>
          <w:rtl/>
        </w:rPr>
        <w:t>رَسُو</w:t>
      </w:r>
      <w:r w:rsidRPr="00604F58">
        <w:rPr>
          <w:rFonts w:hint="cs"/>
          <w:rtl/>
        </w:rPr>
        <w:t>ْلُ اﷲِ</w:t>
      </w:r>
      <w:r w:rsidRPr="00604F58">
        <w:rPr>
          <w:rtl/>
        </w:rPr>
        <w:t xml:space="preserve"> صل</w:t>
      </w:r>
      <w:r w:rsidRPr="00604F58">
        <w:rPr>
          <w:rFonts w:hint="cs"/>
          <w:rtl/>
        </w:rPr>
        <w:t>ي الله عليه وآله وسلم وَهُوَ آخِذٌ بِشَعْرِهِ قَالَ : مَنْ آذَي شَعْرَةً مِنْکَ فَقَدْ آذَ</w:t>
      </w:r>
      <w:r w:rsidRPr="00604F58">
        <w:rPr>
          <w:rFonts w:hint="eastAsia"/>
          <w:rtl/>
        </w:rPr>
        <w:t>انِ</w:t>
      </w:r>
      <w:r w:rsidRPr="00604F58">
        <w:rPr>
          <w:rFonts w:hint="cs"/>
          <w:rtl/>
        </w:rPr>
        <w:t>ي،</w:t>
      </w:r>
      <w:r w:rsidRPr="00604F58">
        <w:rPr>
          <w:rtl/>
        </w:rPr>
        <w:t xml:space="preserve"> وَمَن</w:t>
      </w:r>
      <w:r w:rsidRPr="00604F58">
        <w:rPr>
          <w:rFonts w:hint="cs"/>
          <w:rtl/>
        </w:rPr>
        <w:t>ْ آذَانِي فَقَدْ آذَي اﷲَ</w:t>
      </w:r>
      <w:r w:rsidRPr="00604F58">
        <w:rPr>
          <w:rFonts w:hint="eastAsia"/>
          <w:rtl/>
        </w:rPr>
        <w:t>،</w:t>
      </w:r>
      <w:r w:rsidRPr="00604F58">
        <w:rPr>
          <w:rtl/>
        </w:rPr>
        <w:t xml:space="preserve"> وَمَن</w:t>
      </w:r>
      <w:r w:rsidRPr="00604F58">
        <w:rPr>
          <w:rFonts w:hint="cs"/>
          <w:rtl/>
        </w:rPr>
        <w:t>ْ آذَي اﷲَ</w:t>
      </w:r>
      <w:r w:rsidRPr="00604F58">
        <w:rPr>
          <w:rtl/>
        </w:rPr>
        <w:t xml:space="preserve"> فَعَلَ</w:t>
      </w:r>
      <w:r w:rsidRPr="00604F58">
        <w:rPr>
          <w:rFonts w:hint="cs"/>
          <w:rtl/>
        </w:rPr>
        <w:t>يْهِ لَعْنَةُ اﷲِ</w:t>
      </w:r>
      <w:r w:rsidRPr="00604F58">
        <w:rPr>
          <w:rtl/>
        </w:rPr>
        <w:t>. رَوَا</w:t>
      </w:r>
      <w:r w:rsidRPr="00604F58">
        <w:rPr>
          <w:rFonts w:hint="cs"/>
          <w:rtl/>
        </w:rPr>
        <w:t xml:space="preserve">هُ ابْنُ عَسَاکِرَ.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اپنے بال پکڑے ہوئے تھے کہ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نے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اپنے بال پکڑے ہوئے تھے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درآنحال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</w:t>
      </w:r>
      <w:r>
        <w:rPr>
          <w:rFonts w:hint="eastAsia"/>
          <w:rtl/>
        </w:rPr>
        <w:t>لہ</w:t>
      </w:r>
      <w:r>
        <w:rPr>
          <w:rtl/>
        </w:rPr>
        <w:t xml:space="preserve"> وسلم اپنے موئے مبارک پکڑے ہوئے تھے کہ جس شخص نے تجھے (اے عل</w:t>
      </w:r>
      <w:r>
        <w:rPr>
          <w:rFonts w:hint="cs"/>
          <w:rtl/>
        </w:rPr>
        <w:t>ی</w:t>
      </w:r>
      <w:r>
        <w:rPr>
          <w:rtl/>
        </w:rPr>
        <w:t>) بال برابر بھ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اس نے مجھے </w:t>
      </w:r>
      <w:r>
        <w:rPr>
          <w:rtl/>
        </w:rPr>
        <w:lastRenderedPageBreak/>
        <w:t>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جس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ا</w:t>
      </w:r>
      <w:r>
        <w:rPr>
          <w:rFonts w:hint="cs"/>
          <w:rtl/>
        </w:rPr>
        <w:t>ﷲ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جس نے ا</w:t>
      </w:r>
      <w:r>
        <w:rPr>
          <w:rFonts w:hint="cs"/>
          <w:rtl/>
        </w:rPr>
        <w:t>ﷲ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پس اس پر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ہو۔ اسے ابن عساکر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tl/>
        </w:rPr>
      </w:pPr>
      <w:r w:rsidRPr="00604F58">
        <w:rPr>
          <w:rFonts w:hint="eastAsia"/>
          <w:rtl/>
        </w:rPr>
        <w:t>الحد</w:t>
      </w:r>
      <w:r w:rsidRPr="00604F58">
        <w:rPr>
          <w:rFonts w:hint="cs"/>
          <w:rtl/>
        </w:rPr>
        <w:t>يث</w:t>
      </w:r>
      <w:r w:rsidRPr="00604F58">
        <w:rPr>
          <w:rtl/>
        </w:rPr>
        <w:t xml:space="preserve"> رقم 116 : </w:t>
      </w:r>
      <w:r w:rsidRPr="00604F58">
        <w:rPr>
          <w:rFonts w:hint="cs"/>
          <w:rtl/>
        </w:rPr>
        <w:t xml:space="preserve">أخرجه ابن عساکر في تاريخه، 54 / 308 : و الهندي في کنز العمال، 12 / 349، الحديث رقم : 25351، و نيشابوري في شرف المصطفي. 5 / 505، الحديث رقم : 2486. </w:t>
      </w:r>
    </w:p>
    <w:p w:rsidR="00604F58" w:rsidRPr="0038770D" w:rsidRDefault="00604F58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33" w:name="_Toc497651166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12</w:t>
      </w:r>
      <w:bookmarkEnd w:id="33"/>
    </w:p>
    <w:p w:rsidR="001F16A4" w:rsidRPr="001F0B8F" w:rsidRDefault="001F16A4" w:rsidP="001F0B8F">
      <w:pPr>
        <w:pStyle w:val="Heading2Center"/>
        <w:rPr>
          <w:rtl/>
        </w:rPr>
      </w:pPr>
      <w:bookmarkStart w:id="34" w:name="_Toc497651167"/>
      <w:r w:rsidRPr="001F0B8F">
        <w:rPr>
          <w:rtl/>
        </w:rPr>
        <w:t xml:space="preserve">(12) </w:t>
      </w:r>
      <w:r w:rsidRPr="00604F58">
        <w:rPr>
          <w:rStyle w:val="libArabicChar"/>
          <w:rtl/>
        </w:rPr>
        <w:t>بَابٌ فِ</w:t>
      </w:r>
      <w:r w:rsidRPr="00604F58">
        <w:rPr>
          <w:rStyle w:val="libArabicChar"/>
          <w:rFonts w:hint="cs"/>
          <w:rtl/>
        </w:rPr>
        <w:t>ي کَوْنِ حُبِّهِ عَلَا</w:t>
      </w:r>
      <w:r w:rsidRPr="00604F58">
        <w:rPr>
          <w:rStyle w:val="libArabicChar"/>
          <w:rtl/>
        </w:rPr>
        <w:t>مَةَ ال</w:t>
      </w:r>
      <w:r w:rsidRPr="00604F58">
        <w:rPr>
          <w:rStyle w:val="libArabicChar"/>
          <w:rFonts w:hint="cs"/>
          <w:rtl/>
        </w:rPr>
        <w:t>ْمُؤْمِنِيْنَ وَ بُغْضِهِ رضي الله عنه عَلَامَةَ الْمُنَافِقِيْنَ</w:t>
      </w:r>
      <w:bookmarkEnd w:id="34"/>
    </w:p>
    <w:p w:rsidR="001F16A4" w:rsidRPr="001F0B8F" w:rsidRDefault="001F16A4" w:rsidP="001F0B8F">
      <w:pPr>
        <w:pStyle w:val="Heading2Center"/>
        <w:rPr>
          <w:rtl/>
        </w:rPr>
      </w:pPr>
      <w:bookmarkStart w:id="35" w:name="_Toc497651168"/>
      <w:r w:rsidRPr="001F0B8F">
        <w:rPr>
          <w:rtl/>
        </w:rPr>
        <w:t>(حبِ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علامتِ ا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مان</w:t>
      </w:r>
      <w:r w:rsidRPr="001F0B8F">
        <w:rPr>
          <w:rtl/>
        </w:rPr>
        <w:t xml:space="preserve"> ہے اور بغضِ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علامتِ نفاق ہے)</w:t>
      </w:r>
      <w:bookmarkEnd w:id="35"/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117.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زِرٍّ قَالَ : قَالَ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: وَالَّذِ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فَلَقَ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حَبَّةَ وَ بَرَ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 النَّس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مَةَ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لَعَ</w:t>
      </w:r>
      <w:r w:rsidRPr="00604F58">
        <w:rPr>
          <w:rFonts w:hint="cs"/>
          <w:rtl/>
        </w:rPr>
        <w:t>هْ</w:t>
      </w:r>
      <w:r>
        <w:rPr>
          <w:rFonts w:hint="cs"/>
          <w:rtl/>
        </w:rPr>
        <w:t>دُ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ُمِّ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َّ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ُحِبَّنِ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ِلاَّ مُؤ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مِنٌ وَّ 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غِضَنِ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ِلَّا مُنَافِقٌ.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مُس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لِمٌ.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زر بن حب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قسم ہے اس ذات ک</w:t>
      </w:r>
      <w:r>
        <w:rPr>
          <w:rFonts w:hint="cs"/>
          <w:rtl/>
        </w:rPr>
        <w:t>ی</w:t>
      </w:r>
      <w:r>
        <w:rPr>
          <w:rtl/>
        </w:rPr>
        <w:t xml:space="preserve"> جس نے دانے کو پھاڑا (اور اس سے اناج اور نباتات اگائے) اور جس نے جانداروں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مجھ سے عہد ہے کہ مجھ سے صرف مومن ہ</w:t>
      </w:r>
      <w:r>
        <w:rPr>
          <w:rFonts w:hint="cs"/>
          <w:rtl/>
        </w:rPr>
        <w:t>ی</w:t>
      </w:r>
      <w:r>
        <w:rPr>
          <w:rtl/>
        </w:rPr>
        <w:t xml:space="preserve"> محبت کرے گا اور صرف منافق ہ</w:t>
      </w:r>
      <w:r>
        <w:rPr>
          <w:rFonts w:hint="cs"/>
          <w:rtl/>
        </w:rPr>
        <w:t>ی</w:t>
      </w:r>
      <w:r>
        <w:rPr>
          <w:rtl/>
        </w:rPr>
        <w:t xml:space="preserve"> مجھ سے بغض رکھے گا۔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117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مسلم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ال</w:t>
      </w:r>
      <w:r w:rsidRPr="00604F58">
        <w:rPr>
          <w:rFonts w:hint="cs"/>
          <w:rtl/>
        </w:rPr>
        <w:t>إي</w:t>
      </w:r>
      <w:r>
        <w:rPr>
          <w:rFonts w:hint="cs"/>
          <w:rtl/>
        </w:rPr>
        <w:t>مان، باب الدل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ل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ن حب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نصار و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من ال</w:t>
      </w:r>
      <w:r w:rsidRPr="00604F58">
        <w:rPr>
          <w:rFonts w:hint="cs"/>
          <w:rtl/>
        </w:rPr>
        <w:t>إي</w:t>
      </w:r>
      <w:r>
        <w:rPr>
          <w:rFonts w:hint="cs"/>
          <w:rtl/>
        </w:rPr>
        <w:t>مان، 1 / 86،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78، و ابن حبان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15 / 367،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6924، والنسائ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5 / 47،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8153، وابن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بة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المصنف، 6 / 36</w:t>
      </w:r>
      <w:r>
        <w:rPr>
          <w:rtl/>
        </w:rPr>
        <w:t>5،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32064، و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1 / 250،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291، و البزار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2 / 182،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560، و ابن اب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عاصم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السنة، 2 / 598،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1325.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118.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ٍّ : قَالَ لَقَد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ِدَ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ُمِّ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</w:t>
      </w:r>
      <w:r>
        <w:rPr>
          <w:rtl/>
        </w:rPr>
        <w:t>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ُحِبُّکَ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ِلاَّ مُؤ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مِنٌ وَلَا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غِضُکَ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ِلاَّ مُنَافِقٌ. قَالَ عَدِ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نُ ثَابِتٍ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َنَا مِنَ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قَر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 الَّذِ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 دَعَالَ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ُمُ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>
        <w:rPr>
          <w:rFonts w:hint="eastAsia"/>
          <w:rtl/>
        </w:rPr>
        <w:t>ل</w:t>
      </w:r>
      <w:r w:rsidRPr="00604F58">
        <w:rPr>
          <w:rFonts w:hint="cs"/>
          <w:rtl/>
        </w:rPr>
        <w:t>ه</w:t>
      </w:r>
      <w:r>
        <w:rPr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التِّر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ُّ.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وَقَالَ</w:t>
      </w:r>
      <w:r>
        <w:rPr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ثٌ حَسَنٌ صَحِ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حٌ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 سے عہد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مومن ہ</w:t>
      </w:r>
      <w:r>
        <w:rPr>
          <w:rFonts w:hint="cs"/>
          <w:rtl/>
        </w:rPr>
        <w:t>ی</w:t>
      </w:r>
      <w:r>
        <w:rPr>
          <w:rtl/>
        </w:rPr>
        <w:t xml:space="preserve"> تجھ سے محبت کرے گا اور کوئ</w:t>
      </w:r>
      <w:r>
        <w:rPr>
          <w:rFonts w:hint="cs"/>
          <w:rtl/>
        </w:rPr>
        <w:t>ی</w:t>
      </w:r>
      <w:r>
        <w:rPr>
          <w:rtl/>
        </w:rPr>
        <w:t xml:space="preserve"> منافق ہ</w:t>
      </w:r>
      <w:r>
        <w:rPr>
          <w:rFonts w:hint="cs"/>
          <w:rtl/>
        </w:rPr>
        <w:t>ی</w:t>
      </w:r>
      <w:r>
        <w:rPr>
          <w:rtl/>
        </w:rPr>
        <w:t xml:space="preserve"> تجھ سے بغض رکھے گا۔ عد</w:t>
      </w:r>
      <w:r>
        <w:rPr>
          <w:rFonts w:hint="cs"/>
          <w:rtl/>
        </w:rPr>
        <w:t>ی</w:t>
      </w:r>
      <w:r>
        <w:rPr>
          <w:rtl/>
        </w:rPr>
        <w:t xml:space="preserve"> بن ثابت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جن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دعا فرمائ</w:t>
      </w:r>
      <w:r>
        <w:rPr>
          <w:rFonts w:hint="cs"/>
          <w:rtl/>
        </w:rPr>
        <w:t>ی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118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 5 / 643،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3736.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lastRenderedPageBreak/>
        <w:t>119.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بُرَ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دَةَ،</w:t>
      </w:r>
      <w:r>
        <w:rPr>
          <w:rtl/>
        </w:rPr>
        <w:t xml:space="preserve"> قَالَ : قَالَ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نَّ اﷲ</w:t>
      </w:r>
      <w:r>
        <w:rPr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َمَرَنِ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بِحُبِّ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بَعَةٍ، وَ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بَرَنِ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نَّ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. قِ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لَ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سَمِّ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لَنَا، قَالَ :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مِن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،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لُ ذَلِکَ ثَلَاثاً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ذَرٍّ</w:t>
      </w:r>
      <w:r>
        <w:rPr>
          <w:rFonts w:hint="eastAsia"/>
          <w:rtl/>
        </w:rPr>
        <w:t>،</w:t>
      </w:r>
      <w:r>
        <w:rPr>
          <w:rtl/>
        </w:rPr>
        <w:t xml:space="preserve"> وَال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مِق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دَادُ، وَ </w:t>
      </w:r>
      <w:r>
        <w:rPr>
          <w:rtl/>
        </w:rPr>
        <w:t>سَل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مَانُ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َمًرَنِ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بِحُبِّ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،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َخ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بَرَنِ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التِّر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وَ اب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نُ مَاجَةَ 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قَالَ التِّر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مجھے چار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محبت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کرتا ہے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ب</w:t>
      </w:r>
      <w:r>
        <w:rPr>
          <w:rFonts w:hint="eastAsia"/>
          <w:rtl/>
        </w:rPr>
        <w:t>تا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اور باق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ذر، مقداد اور 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ان سے محبت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سے محبت کرتا ہو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اور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امام ترمذ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119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5 / 636، ابواب المناقب،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3718، وابن ماجة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السنن، مقدم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، فضل سلمان و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ذرومقداد،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149، و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بونع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ة الاول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اء، 1 / 172.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120.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سَعِ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دٍ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خُد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ِّ، قَالَ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ِنَّا کُنَّا لَنَع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رِفُ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مُنَافِقِ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 نَح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نُ مَع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شَرَ 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صَارِ بِبُغ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ضِ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طَالِبٍ.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التِّر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ہم انصار لوگ،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ساتھ بغض ک</w:t>
      </w:r>
      <w:r>
        <w:rPr>
          <w:rFonts w:hint="cs"/>
          <w:rtl/>
        </w:rPr>
        <w:t>ی</w:t>
      </w:r>
      <w:r>
        <w:rPr>
          <w:rtl/>
        </w:rPr>
        <w:t xml:space="preserve"> وجہ سے پہچانتے تھے۔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120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طالب، 5 / 635،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3717،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بو نع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ة الاول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اء، </w:t>
      </w:r>
      <w:r>
        <w:rPr>
          <w:rtl/>
        </w:rPr>
        <w:t>6 / 295.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 xml:space="preserve">121. عَنِ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ُمِّ سَلَمَةَ تَقُو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: کَانَ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لُ : 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ًّا مُنَافِقٌ وَلَا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غِضُ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مُؤ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مِنٌ.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التِّر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ُّ.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وَقَالَ</w:t>
      </w:r>
      <w:r>
        <w:rPr>
          <w:rtl/>
        </w:rPr>
        <w:t xml:space="preserve">.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ثٌ حَسَنٌ.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کوئ</w:t>
      </w:r>
      <w:r>
        <w:rPr>
          <w:rFonts w:hint="cs"/>
          <w:rtl/>
        </w:rPr>
        <w:t>ی</w:t>
      </w:r>
      <w:r>
        <w:rPr>
          <w:rtl/>
        </w:rPr>
        <w:t xml:space="preserve"> منافق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کوئ</w:t>
      </w:r>
      <w:r>
        <w:rPr>
          <w:rFonts w:hint="cs"/>
          <w:rtl/>
        </w:rPr>
        <w:t>ی</w:t>
      </w:r>
      <w:r>
        <w:rPr>
          <w:rtl/>
        </w:rPr>
        <w:t xml:space="preserve"> مومن اس سے بغض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سکتا۔‘‘ اسے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121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اب</w:t>
      </w:r>
      <w:r>
        <w:rPr>
          <w:rtl/>
        </w:rPr>
        <w:t>واب المناقب،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5 / 635،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3717،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12 / 362،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6931 و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ر، 23 / 375،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886.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122.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جَابِرِ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 عَب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دِاﷲِ</w:t>
      </w:r>
      <w:r>
        <w:rPr>
          <w:rtl/>
        </w:rPr>
        <w:t xml:space="preserve"> قَالَ : وَاللّٰ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 مَاکُنَّا نَع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رِفُ مُنَافِقِ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نَا عَلٰ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عَ</w:t>
      </w:r>
      <w:r w:rsidRPr="00604F58">
        <w:rPr>
          <w:rFonts w:hint="cs"/>
          <w:rtl/>
        </w:rPr>
        <w:t>هْ</w:t>
      </w:r>
      <w:r>
        <w:rPr>
          <w:rFonts w:hint="cs"/>
          <w:rtl/>
        </w:rPr>
        <w:t>دِ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ِلَّا بِبُغ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ضِ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ًّا.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الطَّبَرَانِ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جَمِ 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سَطِ.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جابر بن عبداللہ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</w:t>
      </w:r>
      <w:r>
        <w:rPr>
          <w:rFonts w:hint="cs"/>
          <w:rtl/>
        </w:rPr>
        <w:t>ی</w:t>
      </w:r>
      <w:r>
        <w:rPr>
          <w:rtl/>
        </w:rPr>
        <w:t xml:space="preserve"> قسم!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اندر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بغض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tl/>
        </w:rPr>
        <w:t xml:space="preserve"> پہچانتے تھے۔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122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وسط، 4 / 264،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4151، و 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132.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123. عَنِ اب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نِ عَبَّاسٍ قَالَ :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ِنَّمَا دَفَعَ اﷲُ</w:t>
      </w:r>
      <w:r>
        <w:rPr>
          <w:rtl/>
        </w:rPr>
        <w:t xml:space="preserve">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قُط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رَ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بَنِ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رَئِ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لَ بِسُو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ءِ رَ</w:t>
      </w:r>
      <w:r w:rsidRPr="00604F58">
        <w:rPr>
          <w:rFonts w:hint="cs"/>
          <w:rtl/>
        </w:rPr>
        <w:t>أْي</w:t>
      </w:r>
      <w:r>
        <w:rPr>
          <w:rFonts w:hint="cs"/>
          <w:rtl/>
        </w:rPr>
        <w:t>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َائِ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 اﷲَ</w:t>
      </w:r>
      <w:r>
        <w:rPr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فَعُ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قُط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رَ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َذِ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 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ُمَّةِ بِبُغ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ضِ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طَالِبٍ.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الدَّ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لِمِ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ُّ.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بادشاہت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ساتھ ان کے برے سلوک ک</w:t>
      </w:r>
      <w:r>
        <w:rPr>
          <w:rFonts w:hint="cs"/>
          <w:rtl/>
        </w:rPr>
        <w:t>ی</w:t>
      </w:r>
      <w:r>
        <w:rPr>
          <w:rtl/>
        </w:rPr>
        <w:t xml:space="preserve"> وجہ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بے شک ا</w:t>
      </w:r>
      <w:r>
        <w:rPr>
          <w:rFonts w:hint="cs"/>
          <w:rtl/>
        </w:rPr>
        <w:t>ﷲ</w:t>
      </w:r>
      <w:r>
        <w:rPr>
          <w:rtl/>
        </w:rPr>
        <w:t xml:space="preserve"> تبارک و تعال</w:t>
      </w:r>
      <w:r>
        <w:rPr>
          <w:rFonts w:hint="cs"/>
          <w:rtl/>
        </w:rPr>
        <w:t>یٰ</w:t>
      </w:r>
      <w:r>
        <w:rPr>
          <w:rtl/>
        </w:rPr>
        <w:t xml:space="preserve"> اس امت سے اس ک</w:t>
      </w:r>
      <w:r>
        <w:rPr>
          <w:rFonts w:hint="cs"/>
          <w:rtl/>
        </w:rPr>
        <w:t>ی</w:t>
      </w:r>
      <w:r>
        <w:rPr>
          <w:rtl/>
        </w:rPr>
        <w:t xml:space="preserve"> بادشاہت کو عل</w:t>
      </w:r>
      <w:r>
        <w:rPr>
          <w:rFonts w:hint="cs"/>
          <w:rtl/>
        </w:rPr>
        <w:t>ی</w:t>
      </w:r>
      <w:r>
        <w:rPr>
          <w:rtl/>
        </w:rPr>
        <w:t xml:space="preserve"> کے ساتھ بغض ک</w:t>
      </w:r>
      <w:r>
        <w:rPr>
          <w:rFonts w:hint="cs"/>
          <w:rtl/>
        </w:rPr>
        <w:t>ی</w:t>
      </w:r>
      <w:r>
        <w:rPr>
          <w:rtl/>
        </w:rPr>
        <w:t xml:space="preserve"> وجہ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گا۔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123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الفردوس بم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ثور الخطاب، 1 / 344،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1384، والذ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زان الاعتدال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نقد الرجال، 2 / 251. </w:t>
      </w:r>
    </w:p>
    <w:p w:rsidR="00604F58" w:rsidRPr="0038770D" w:rsidRDefault="00604F58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36" w:name="_Toc497651169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13</w:t>
      </w:r>
      <w:bookmarkEnd w:id="36"/>
    </w:p>
    <w:p w:rsidR="001F16A4" w:rsidRPr="001F0B8F" w:rsidRDefault="001F16A4" w:rsidP="001F0B8F">
      <w:pPr>
        <w:pStyle w:val="Heading2Center"/>
        <w:rPr>
          <w:rtl/>
        </w:rPr>
      </w:pPr>
      <w:bookmarkStart w:id="37" w:name="_Toc497651170"/>
      <w:r w:rsidRPr="001F0B8F">
        <w:rPr>
          <w:rtl/>
        </w:rPr>
        <w:t xml:space="preserve">(13) </w:t>
      </w:r>
      <w:r w:rsidRPr="00604F58">
        <w:rPr>
          <w:rStyle w:val="libArabicChar"/>
          <w:rtl/>
        </w:rPr>
        <w:t>بَابٌ فِ</w:t>
      </w:r>
      <w:r w:rsidRPr="00604F58">
        <w:rPr>
          <w:rStyle w:val="libArabicChar"/>
          <w:rFonts w:hint="cs"/>
          <w:rtl/>
        </w:rPr>
        <w:t>ي تَلْقِيْبِ النَّب</w:t>
      </w:r>
      <w:r w:rsidRPr="00604F58">
        <w:rPr>
          <w:rStyle w:val="libArabicChar"/>
          <w:rtl/>
        </w:rPr>
        <w:t>ِ</w:t>
      </w:r>
      <w:r w:rsidRPr="00604F58">
        <w:rPr>
          <w:rStyle w:val="libArabicChar"/>
          <w:rFonts w:hint="cs"/>
          <w:rtl/>
        </w:rPr>
        <w:t>يِّ صلي الله عليه وآله وسلم إِيَاهُ بِأَبِيْ تُرَابٍ وَ سَيِّدِ الْعَرَبِ</w:t>
      </w:r>
      <w:bookmarkEnd w:id="37"/>
    </w:p>
    <w:p w:rsidR="001F16A4" w:rsidRPr="001F0B8F" w:rsidRDefault="001F16A4" w:rsidP="001F0B8F">
      <w:pPr>
        <w:pStyle w:val="Heading2Center"/>
        <w:rPr>
          <w:rtl/>
        </w:rPr>
      </w:pPr>
      <w:bookmarkStart w:id="38" w:name="_Toc497651171"/>
      <w:r w:rsidRPr="001F0B8F">
        <w:rPr>
          <w:rtl/>
        </w:rPr>
        <w:t>(ابو تراب اور س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د</w:t>
      </w:r>
      <w:r w:rsidRPr="001F0B8F">
        <w:rPr>
          <w:rtl/>
        </w:rPr>
        <w:t xml:space="preserve"> العرب کے مصطفو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القاب)</w:t>
      </w:r>
      <w:bookmarkEnd w:id="38"/>
    </w:p>
    <w:p w:rsidR="001F16A4" w:rsidRPr="00604F58" w:rsidRDefault="001F16A4" w:rsidP="00F55001">
      <w:pPr>
        <w:pStyle w:val="libNormal"/>
        <w:rPr>
          <w:rStyle w:val="libArabicChar"/>
          <w:rtl/>
        </w:rPr>
      </w:pPr>
      <w:r w:rsidRPr="00604F58">
        <w:rPr>
          <w:rStyle w:val="libArabicChar"/>
          <w:rtl/>
        </w:rPr>
        <w:t>124. عَن</w:t>
      </w:r>
      <w:r w:rsidRPr="00604F58">
        <w:rPr>
          <w:rStyle w:val="libArabicChar"/>
          <w:rFonts w:hint="cs"/>
          <w:rtl/>
        </w:rPr>
        <w:t>ْ أَبِيْ حَازِمٍ عَنْ سَهْلِ بْنِ سَعْدٍ، قَالَ : مَا کَانَ لِعَلِيٍّ إِِسْمٌ أَحَبَّ إِلَيْهِ مِنْ أَبِي التُّرَابِ وَ إِنْ کَانَ ل</w:t>
      </w:r>
      <w:r w:rsidRPr="00604F58">
        <w:rPr>
          <w:rStyle w:val="libArabicChar"/>
          <w:rtl/>
        </w:rPr>
        <w:t>َ</w:t>
      </w:r>
      <w:r w:rsidRPr="00604F58">
        <w:rPr>
          <w:rStyle w:val="libArabicChar"/>
          <w:rFonts w:hint="cs"/>
          <w:rtl/>
        </w:rPr>
        <w:t>يَفْرَحُ إِذَا دُعِيَ بِهَا</w:t>
      </w:r>
      <w:r w:rsidRPr="00F55001">
        <w:rPr>
          <w:rStyle w:val="libArabicChar"/>
          <w:rFonts w:hint="cs"/>
          <w:rtl/>
        </w:rPr>
        <w:t xml:space="preserve"> فَقَالَ لَ</w:t>
      </w:r>
      <w:r w:rsidRPr="00604F58">
        <w:rPr>
          <w:rStyle w:val="libArabicChar"/>
          <w:rFonts w:hint="cs"/>
          <w:rtl/>
        </w:rPr>
        <w:t>هُ : أَخْبِرْنَا عَنْ قِصَّتِهِ. لِمَ سُمِّيَ أَبَا تُرَابٍ؟ قَالَ : جَاءَ ر</w:t>
      </w:r>
      <w:r w:rsidRPr="00604F58">
        <w:rPr>
          <w:rStyle w:val="libArabicChar"/>
          <w:rFonts w:hint="eastAsia"/>
          <w:rtl/>
        </w:rPr>
        <w:t>َسُو</w:t>
      </w:r>
      <w:r w:rsidRPr="00604F58">
        <w:rPr>
          <w:rStyle w:val="libArabicChar"/>
          <w:rFonts w:hint="cs"/>
          <w:rtl/>
        </w:rPr>
        <w:t>ْلُ</w:t>
      </w:r>
      <w:r w:rsidRPr="00604F58">
        <w:rPr>
          <w:rStyle w:val="libArabicChar"/>
          <w:rtl/>
        </w:rPr>
        <w:t xml:space="preserve"> ا</w:t>
      </w:r>
      <w:r w:rsidRPr="00604F58">
        <w:rPr>
          <w:rStyle w:val="libArabicChar"/>
          <w:rFonts w:hint="cs"/>
          <w:rtl/>
        </w:rPr>
        <w:t>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 xml:space="preserve">ي الله عليه وآله وسلم بَيْتَ فَاطِمَةَ، فَلَمْ يَجِدْ عَلِيًّا فِي الْبَيْتِ. فَقَالَ أَيْنَ ابْنُ عَمِّکِ؟ فَقَالَتْ : کَانَ </w:t>
      </w:r>
      <w:r w:rsidRPr="00604F58">
        <w:rPr>
          <w:rStyle w:val="libArabicChar"/>
          <w:rtl/>
        </w:rPr>
        <w:t>بَ</w:t>
      </w:r>
      <w:r w:rsidRPr="00604F58">
        <w:rPr>
          <w:rStyle w:val="libArabicChar"/>
          <w:rFonts w:hint="cs"/>
          <w:rtl/>
        </w:rPr>
        <w:t>يْنِيْ وَ بَيْنَهُ شَيْيئٌ. فَغَاضَبَنِي فَخَرَجَ فَلَمْ يَقِلْ عِنْدِيْ. فَقَالَ رَسُوْلُ</w:t>
      </w:r>
      <w:r w:rsidRPr="0038770D">
        <w:rPr>
          <w:rFonts w:hint="cs"/>
          <w:rtl/>
        </w:rPr>
        <w:t xml:space="preserve"> </w:t>
      </w:r>
      <w:r w:rsidRPr="00604F58">
        <w:rPr>
          <w:rStyle w:val="libArabicChar"/>
          <w:rFonts w:hint="cs"/>
          <w:rtl/>
        </w:rPr>
        <w:t>اﷲِ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 xml:space="preserve">ي الله عليه وآله </w:t>
      </w:r>
      <w:r w:rsidRPr="00604F58">
        <w:rPr>
          <w:rStyle w:val="libArabicChar"/>
          <w:rFonts w:hint="eastAsia"/>
          <w:rtl/>
        </w:rPr>
        <w:t>وسلم</w:t>
      </w:r>
      <w:r w:rsidRPr="00604F58">
        <w:rPr>
          <w:rStyle w:val="libArabicChar"/>
          <w:rtl/>
        </w:rPr>
        <w:t xml:space="preserve"> لِ</w:t>
      </w:r>
      <w:r w:rsidRPr="00604F58">
        <w:rPr>
          <w:rStyle w:val="libArabicChar"/>
          <w:rFonts w:hint="cs"/>
          <w:rtl/>
        </w:rPr>
        <w:t>إِنْسَانٍ : انْظُرْ أَيْنَ هُوَ؟ فَجَاءَ فَقَالَ : يَا رَسُوْلَ اﷲِ</w:t>
      </w:r>
      <w:r w:rsidRPr="00604F58">
        <w:rPr>
          <w:rStyle w:val="libArabicChar"/>
          <w:rtl/>
        </w:rPr>
        <w:t xml:space="preserve">! </w:t>
      </w:r>
      <w:r w:rsidRPr="00604F58">
        <w:rPr>
          <w:rStyle w:val="libArabicChar"/>
          <w:rFonts w:hint="cs"/>
          <w:rtl/>
        </w:rPr>
        <w:t>هُوَ فِي الْمَسْجِدِ رَاقِدٌ. فَجَاءَهُ رَسُوْلُ اﷲِ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>ي الله عليه وآله وسلم وَ هُوَ مُضْطَجِعٌ قَدْ سَقَطَ رِدَآؤُهُ عَنْ شِقِّهِ فَأَصَابَهُ تُرَابٌ. فَجَعَلَ رَسُوْلُ اﷲِ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>ي ال</w:t>
      </w:r>
      <w:r w:rsidRPr="00604F58">
        <w:rPr>
          <w:rStyle w:val="libArabicChar"/>
          <w:rFonts w:hint="eastAsia"/>
          <w:rtl/>
        </w:rPr>
        <w:t>ل</w:t>
      </w:r>
      <w:r w:rsidRPr="00604F58">
        <w:rPr>
          <w:rStyle w:val="libArabicChar"/>
          <w:rFonts w:hint="cs"/>
          <w:rtl/>
        </w:rPr>
        <w:t>ه</w:t>
      </w:r>
      <w:r w:rsidRPr="00604F58">
        <w:rPr>
          <w:rStyle w:val="libArabicChar"/>
          <w:rtl/>
        </w:rPr>
        <w:t xml:space="preserve"> عل</w:t>
      </w:r>
      <w:r w:rsidRPr="00604F58">
        <w:rPr>
          <w:rStyle w:val="libArabicChar"/>
          <w:rFonts w:hint="cs"/>
          <w:rtl/>
        </w:rPr>
        <w:t xml:space="preserve">يه وآله وسلم يَمْسَحُهُ عَنْهُ وَ يَقُوْلُ : قُمْ أَبَا التُّرَابِ. قُمْ أَبَاالتُّرَابِ! مُتَّفَقٌ عَلَيْهِ وَ هَذَا لَفْظُ مُسْلِمٍ.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حازم حضرت سہل بن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ابو تراب سے بڑھ کر کوئ</w:t>
      </w:r>
      <w:r>
        <w:rPr>
          <w:rFonts w:hint="cs"/>
          <w:rtl/>
        </w:rPr>
        <w:t>ی</w:t>
      </w:r>
      <w:r>
        <w:rPr>
          <w:rtl/>
        </w:rPr>
        <w:t xml:space="preserve"> نام محبوب نہ تھا، جب ان کو ابو تراب کے نام 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وہ خوش ہوتے تھے۔ راو</w:t>
      </w:r>
      <w:r>
        <w:rPr>
          <w:rFonts w:hint="cs"/>
          <w:rtl/>
        </w:rPr>
        <w:t>ی</w:t>
      </w:r>
      <w:r>
        <w:rPr>
          <w:rtl/>
        </w:rPr>
        <w:t xml:space="preserve"> نے ان سے کہا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واقعہ سنائ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کا نام ابو تراب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انہوں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کے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تمہارا چچازاد کہاں ہے؟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tl/>
        </w:rPr>
        <w:t>ان کچھ بات ہوگئ</w:t>
      </w:r>
      <w:r>
        <w:rPr>
          <w:rFonts w:hint="cs"/>
          <w:rtl/>
        </w:rPr>
        <w:t>ی</w:t>
      </w:r>
      <w:r>
        <w:rPr>
          <w:rtl/>
        </w:rPr>
        <w:t xml:space="preserve"> جس پر وہ خفا ہو کر باہر چلے گئے اور گھر پر ق</w:t>
      </w:r>
      <w:r>
        <w:rPr>
          <w:rFonts w:hint="cs"/>
          <w:rtl/>
        </w:rPr>
        <w:t>ی</w:t>
      </w:r>
      <w:r>
        <w:rPr>
          <w:rFonts w:hint="eastAsia"/>
          <w:rtl/>
        </w:rPr>
        <w:t>لولہ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کس</w:t>
      </w:r>
      <w:r>
        <w:rPr>
          <w:rFonts w:hint="cs"/>
          <w:rtl/>
        </w:rPr>
        <w:t>ی</w:t>
      </w:r>
      <w:r>
        <w:rPr>
          <w:rtl/>
        </w:rPr>
        <w:t xml:space="preserve"> شخص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جاؤ تلاش کرو وہ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شخص نے آ کر خبر د</w:t>
      </w:r>
      <w:r>
        <w:rPr>
          <w:rFonts w:hint="cs"/>
          <w:rtl/>
        </w:rPr>
        <w:t>ی</w:t>
      </w:r>
      <w:r>
        <w:rPr>
          <w:rtl/>
        </w:rPr>
        <w:t xml:space="preserve"> کہ وہ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ح</w:t>
      </w:r>
      <w:r>
        <w:rPr>
          <w:rFonts w:hint="eastAsia"/>
          <w:rtl/>
        </w:rPr>
        <w:t>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 ک</w:t>
      </w:r>
      <w:r>
        <w:rPr>
          <w:rFonts w:hint="cs"/>
          <w:rtl/>
        </w:rPr>
        <w:t>ی</w:t>
      </w:r>
      <w:r>
        <w:rPr>
          <w:rtl/>
        </w:rPr>
        <w:t xml:space="preserve"> چادر ان کے پہلو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کے جسم پر مٹ</w:t>
      </w:r>
      <w:r>
        <w:rPr>
          <w:rFonts w:hint="cs"/>
          <w:rtl/>
        </w:rPr>
        <w:t>ی</w:t>
      </w:r>
      <w:r>
        <w:rPr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اپنے ہاتھ مبارک سے وہ مٹ</w:t>
      </w:r>
      <w:r>
        <w:rPr>
          <w:rFonts w:hint="cs"/>
          <w:rtl/>
        </w:rPr>
        <w:t>ی</w:t>
      </w:r>
      <w:r>
        <w:rPr>
          <w:rtl/>
        </w:rPr>
        <w:t xml:space="preserve"> جھاڑتے جاتے اور فرماتے جاتے : اے ابو تراب (مٹ</w:t>
      </w:r>
      <w:r>
        <w:rPr>
          <w:rFonts w:hint="cs"/>
          <w:rtl/>
        </w:rPr>
        <w:t>ی</w:t>
      </w:r>
      <w:r>
        <w:rPr>
          <w:rtl/>
        </w:rPr>
        <w:t xml:space="preserve"> والے)! اٹھو، اے ابو تراب اٹھو۔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124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البخار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المساجد، باب نوم الرجال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المسجد، 1 / 169،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430، و البخار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الاستئذان، باب القائلة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المسجد، 5 / 2316،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5924، و مسلم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 فضائل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tl/>
        </w:rPr>
        <w:t xml:space="preserve"> طالب، 4 / 1874،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2409، و الب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2 / 446،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4137، و الحاکم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معرفة علوم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ث، 1 / 211. 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1F16A4">
      <w:pPr>
        <w:pStyle w:val="libNormal"/>
        <w:rPr>
          <w:rStyle w:val="libArabicChar"/>
          <w:rtl/>
        </w:rPr>
      </w:pPr>
      <w:r w:rsidRPr="00604F58">
        <w:rPr>
          <w:rStyle w:val="libArabicChar"/>
          <w:rtl/>
        </w:rPr>
        <w:t>125. عَن</w:t>
      </w:r>
      <w:r w:rsidRPr="00604F58">
        <w:rPr>
          <w:rStyle w:val="libArabicChar"/>
          <w:rFonts w:hint="cs"/>
          <w:rtl/>
        </w:rPr>
        <w:t xml:space="preserve">ْ عَبْدِ الْعَزِيْزِ بْنِ أَبِي حَازِمٍ، عَنْ أَبِيْهِ : أَنَّ رَجُلًا جَاءَ إِلَي سَهْلِ بْنِ سَعْدٍ فَقَالَ : هَذَا </w:t>
      </w:r>
      <w:r w:rsidRPr="00604F58">
        <w:rPr>
          <w:rStyle w:val="libArabicChar"/>
          <w:rtl/>
        </w:rPr>
        <w:t>فُلانٌ، لِ</w:t>
      </w:r>
      <w:r w:rsidRPr="00604F58">
        <w:rPr>
          <w:rStyle w:val="libArabicChar"/>
          <w:rFonts w:hint="cs"/>
          <w:rtl/>
        </w:rPr>
        <w:t>أَمِيْرِ المَدِيْنَةِ، يَدْعُوْ عَلِيًّا عِنْدَ المِنْبَرِ، قَالَ : فَيَقُوْلُ مَاذَا؟ قَالَ : يَقُوْلُ لَهُ :</w:t>
      </w:r>
      <w:r w:rsidRPr="0038770D">
        <w:rPr>
          <w:rFonts w:hint="cs"/>
          <w:rtl/>
        </w:rPr>
        <w:t xml:space="preserve"> </w:t>
      </w:r>
      <w:r w:rsidRPr="00604F58">
        <w:rPr>
          <w:rStyle w:val="libArabicChar"/>
          <w:rFonts w:hint="cs"/>
          <w:rtl/>
        </w:rPr>
        <w:t>أَبُوْتُر</w:t>
      </w:r>
      <w:r w:rsidRPr="00604F58">
        <w:rPr>
          <w:rStyle w:val="libArabicChar"/>
          <w:rFonts w:hint="eastAsia"/>
          <w:rtl/>
        </w:rPr>
        <w:t>َابٍ،</w:t>
      </w:r>
      <w:r w:rsidRPr="00604F58">
        <w:rPr>
          <w:rStyle w:val="libArabicChar"/>
          <w:rtl/>
        </w:rPr>
        <w:t xml:space="preserve"> فَضَحِکَ. قَالَ : وَا</w:t>
      </w:r>
      <w:r w:rsidRPr="00604F58">
        <w:rPr>
          <w:rStyle w:val="libArabicChar"/>
          <w:rFonts w:hint="cs"/>
          <w:rtl/>
        </w:rPr>
        <w:t>ﷲِ</w:t>
      </w:r>
      <w:r w:rsidRPr="00604F58">
        <w:rPr>
          <w:rStyle w:val="libArabicChar"/>
          <w:rtl/>
        </w:rPr>
        <w:t xml:space="preserve"> مَا سَمَّا</w:t>
      </w:r>
      <w:r w:rsidRPr="00604F58">
        <w:rPr>
          <w:rStyle w:val="libArabicChar"/>
          <w:rFonts w:hint="cs"/>
          <w:rtl/>
        </w:rPr>
        <w:t>هُ إِلَّا النَّبِيُّ صلي الله عليه وآله وسلم، وَمَا کَانَ وَاﷲِ</w:t>
      </w:r>
      <w:r w:rsidRPr="00604F58">
        <w:rPr>
          <w:rStyle w:val="libArabicChar"/>
          <w:rtl/>
        </w:rPr>
        <w:t xml:space="preserve"> لَ</w:t>
      </w:r>
      <w:r w:rsidRPr="00604F58">
        <w:rPr>
          <w:rStyle w:val="libArabicChar"/>
          <w:rFonts w:hint="cs"/>
          <w:rtl/>
        </w:rPr>
        <w:t>هُ اسْمٌ أَحَبَّ إِل</w:t>
      </w:r>
      <w:r w:rsidRPr="00604F58">
        <w:rPr>
          <w:rStyle w:val="libArabicChar"/>
          <w:rtl/>
        </w:rPr>
        <w:t>َ</w:t>
      </w:r>
      <w:r w:rsidRPr="00604F58">
        <w:rPr>
          <w:rStyle w:val="libArabicChar"/>
          <w:rFonts w:hint="cs"/>
          <w:rtl/>
        </w:rPr>
        <w:t>يْهِ مِنْهُ، فَاسْتَطْعَمْتُ الْحَدِيْثَ سَهْلًا، وَ قُلْتُ : يَا أَبَا عَبَّاسٍ، کَيْفَ ذٰلِکَ؟ قَالَ : دَخَلَ عَلِيٌّ عَلَي فَا</w:t>
      </w:r>
      <w:r w:rsidRPr="00604F58">
        <w:rPr>
          <w:rStyle w:val="libArabicChar"/>
          <w:rFonts w:hint="eastAsia"/>
          <w:rtl/>
        </w:rPr>
        <w:t>طِمَةَ</w:t>
      </w:r>
      <w:r w:rsidRPr="00604F58">
        <w:rPr>
          <w:rStyle w:val="libArabicChar"/>
          <w:rtl/>
        </w:rPr>
        <w:t xml:space="preserve"> ثُمَّ خَرَجَ، فَاض</w:t>
      </w:r>
      <w:r w:rsidRPr="00604F58">
        <w:rPr>
          <w:rStyle w:val="libArabicChar"/>
          <w:rFonts w:hint="cs"/>
          <w:rtl/>
        </w:rPr>
        <w:t>ْطَجَعَ فِي الْمَسْجِدِ، فَقَالَ النَّبِيُّ صلي الله عليه وآله وسلم : أَيْنَ ابْنُ عَمِّکِ؟ قَالَتْ :</w:t>
      </w:r>
      <w:r w:rsidRPr="00604F58">
        <w:rPr>
          <w:rStyle w:val="libArabicChar"/>
          <w:rtl/>
        </w:rPr>
        <w:t xml:space="preserve"> فِ</w:t>
      </w:r>
      <w:r w:rsidRPr="00604F58">
        <w:rPr>
          <w:rStyle w:val="libArabicChar"/>
          <w:rFonts w:hint="cs"/>
          <w:rtl/>
        </w:rPr>
        <w:t>ي الْمَسْجِدِ، فَخَرَجَ إِلَيْهِ، فَوَجَدَ رِدَاءَهُ قَدْ سَقَطَ عَنْ ظَهْرِهِ، وَ خَلَصَ التُّرَابُ إِلَي ظَهْرِهِ، فَجَعَلَ ي</w:t>
      </w:r>
      <w:r w:rsidRPr="00604F58">
        <w:rPr>
          <w:rStyle w:val="libArabicChar"/>
          <w:rFonts w:hint="eastAsia"/>
          <w:rtl/>
        </w:rPr>
        <w:t>َم</w:t>
      </w:r>
      <w:r w:rsidRPr="00604F58">
        <w:rPr>
          <w:rStyle w:val="libArabicChar"/>
          <w:rFonts w:hint="cs"/>
          <w:rtl/>
        </w:rPr>
        <w:t>ْسَحُ</w:t>
      </w:r>
      <w:r w:rsidRPr="00604F58">
        <w:rPr>
          <w:rStyle w:val="libArabicChar"/>
          <w:rtl/>
        </w:rPr>
        <w:t xml:space="preserve"> التُّرَابَ عَن</w:t>
      </w:r>
      <w:r w:rsidRPr="00604F58">
        <w:rPr>
          <w:rStyle w:val="libArabicChar"/>
          <w:rFonts w:hint="cs"/>
          <w:rtl/>
        </w:rPr>
        <w:t xml:space="preserve">ْ ظَهْرِهِ فَيَقُوْلُ : اجْلِسْ أَبَاتُرَابٍ. مَرَّتَيْنِ. رَوَاهُ الْبُخَارِيُّ.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حازم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سہل بن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سے اس وقت کے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وہ برسرِ منبر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برا بھلا کہتا ہے۔ حضرت سہل رض</w:t>
      </w:r>
      <w:r>
        <w:rPr>
          <w:rFonts w:hint="cs"/>
          <w:rtl/>
        </w:rPr>
        <w:t>ی</w:t>
      </w:r>
      <w:r>
        <w:rPr>
          <w:rtl/>
        </w:rPr>
        <w:t xml:space="preserve"> اللہ عنہ نے پوچھا :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کہتا ہے؟ اس شخص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ان کو ابو ترا</w:t>
      </w:r>
      <w:r>
        <w:rPr>
          <w:rFonts w:hint="eastAsia"/>
          <w:rtl/>
        </w:rPr>
        <w:t>ب</w:t>
      </w:r>
      <w:r>
        <w:rPr>
          <w:rtl/>
        </w:rPr>
        <w:t xml:space="preserve"> کہتا ہے۔ اس پر حضرت سہل رض</w:t>
      </w:r>
      <w:r>
        <w:rPr>
          <w:rFonts w:hint="cs"/>
          <w:rtl/>
        </w:rPr>
        <w:t>ی</w:t>
      </w:r>
      <w:r>
        <w:rPr>
          <w:rtl/>
        </w:rPr>
        <w:t xml:space="preserve"> اللہ عنہ ہنس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رکھا تھا اور خود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نام اس سے بڑھ کر محبوب نہ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سہل رض</w:t>
      </w:r>
      <w:r>
        <w:rPr>
          <w:rFonts w:hint="cs"/>
          <w:rtl/>
        </w:rPr>
        <w:t>ی</w:t>
      </w:r>
      <w:r>
        <w:rPr>
          <w:rtl/>
        </w:rPr>
        <w:t xml:space="preserve"> اللہ عنہ سے اس سلسلے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 عباس! واقعہ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عہنا کے پاس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پھر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گئے،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عہنا سے پوچھا : تمہارا چچازاد کہاں ہے؟ انہوں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وہاں ان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چادر ان کے پہلو سے سرک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کے جسم پر دھول لگ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</w:t>
      </w:r>
      <w:r>
        <w:rPr>
          <w:rFonts w:hint="eastAsia"/>
          <w:rtl/>
        </w:rPr>
        <w:t>لم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پشت سے دھول جھاڑتے جاتے اور فرماتے جاتے اٹھو، اے ابو تراب! اٹھو، اے ابو تراب۔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بخار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125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البخار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طالب، 3 / 1358،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3500، و ابن حبان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15 / 368،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6925، و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ر، 6 / 167،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5879، و الرو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2 / 188،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1015، و الش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بان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الآحاد و المثان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1 / 150،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183، و البخار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دب المفرد، 1 / 296،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852، و ا</w:t>
      </w:r>
      <w:r>
        <w:rPr>
          <w:rtl/>
        </w:rPr>
        <w:t>لمبارکفور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تحفة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حوذ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، 10 / 144.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126.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عَائِشَةَ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قَالَ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َنَا سَ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ِّدُ وُل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دِ آدَمَ وَ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سَ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ِّدُ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عَرَبِ.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حَاکِمُ.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وَقَالَ</w:t>
      </w:r>
      <w:r>
        <w:rPr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ثٌ صَحِ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حُ ال</w:t>
      </w:r>
      <w:r w:rsidRPr="00604F58">
        <w:rPr>
          <w:rFonts w:hint="cs"/>
          <w:rtl/>
        </w:rPr>
        <w:t>ْإ</w:t>
      </w:r>
      <w:r>
        <w:rPr>
          <w:rFonts w:hint="cs"/>
          <w:rtl/>
        </w:rPr>
        <w:t>ِس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نَادِ.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عائشہ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اولادِ آدم کا سردار ہوں اور عل</w:t>
      </w:r>
      <w:r>
        <w:rPr>
          <w:rFonts w:hint="cs"/>
          <w:rtl/>
        </w:rPr>
        <w:t>ی</w:t>
      </w:r>
      <w:r>
        <w:rPr>
          <w:rtl/>
        </w:rPr>
        <w:t xml:space="preserve"> عرب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126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133،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4625، و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وسط، 2 / 127،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1468، و 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116.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127.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عَائِشَةَ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ا قَالَت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: قَالَ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ا</w:t>
      </w:r>
      <w:r>
        <w:rPr>
          <w:rtl/>
        </w:rPr>
        <w:t xml:space="preserve"> لِ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سَ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ِّدَ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عَرَبِ فَقُل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تُ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َلَس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 سَ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ِّدَ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عَرَبِ؟ قَالَ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َنَا سَ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ِّدُ وُل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دِ آدَمَ وَعَلِ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سَ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ِّدُ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عَرَبِ.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حَاکِ</w:t>
      </w:r>
      <w:r>
        <w:rPr>
          <w:rFonts w:hint="eastAsia"/>
          <w:rtl/>
        </w:rPr>
        <w:t>مُ</w:t>
      </w:r>
      <w:r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عائشہ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سردارِ عرب کو بلاؤ۔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سلم!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عرب کے سردار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اولاد آدم کا سردار ہوں اور عل</w:t>
      </w:r>
      <w:r>
        <w:rPr>
          <w:rFonts w:hint="cs"/>
          <w:rtl/>
        </w:rPr>
        <w:t>ی</w:t>
      </w:r>
      <w:r>
        <w:rPr>
          <w:rtl/>
        </w:rPr>
        <w:t xml:space="preserve"> عرب کے </w:t>
      </w:r>
      <w:r>
        <w:rPr>
          <w:rFonts w:hint="eastAsia"/>
          <w:rtl/>
        </w:rPr>
        <w:t>سردار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127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المستدر</w:t>
      </w:r>
      <w:r>
        <w:rPr>
          <w:rtl/>
        </w:rPr>
        <w:t>ک، 3 / 134،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4626، و 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131،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بونع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ة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اء، 1 / 63. 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1F16A4">
      <w:pPr>
        <w:pStyle w:val="libNormal"/>
        <w:rPr>
          <w:rStyle w:val="libArabicChar"/>
          <w:rtl/>
        </w:rPr>
      </w:pPr>
      <w:r w:rsidRPr="00604F58">
        <w:rPr>
          <w:rStyle w:val="libArabicChar"/>
          <w:rtl/>
        </w:rPr>
        <w:t>128. عَنِ ال</w:t>
      </w:r>
      <w:r w:rsidRPr="00604F58">
        <w:rPr>
          <w:rStyle w:val="libArabicChar"/>
          <w:rFonts w:hint="cs"/>
          <w:rtl/>
        </w:rPr>
        <w:t>ْحَسَنِ بْنِ عَلِيٍّ قَالَ : قَالَ رَسُوْلُ اﷲِ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>ي الله عليه وآله وسلم : يَا أَنَسُ إِنْطَلِقْ فَادْعُ لِي سَيِّدَ الْعَرَبِ يَعْنِيْ عَلِيًّا فَقَالَتْ عَائِشَةُ : أَلَسْتَ سَيِّدَ الْعَرَبِ؟ قَالَ : أَنَا سَيِّدُ وُلْدِ آدَمَ وَعَلِيٌّ سَيِّ</w:t>
      </w:r>
      <w:r w:rsidRPr="00604F58">
        <w:rPr>
          <w:rStyle w:val="libArabicChar"/>
          <w:rFonts w:hint="eastAsia"/>
          <w:rtl/>
        </w:rPr>
        <w:t>دُ</w:t>
      </w:r>
      <w:r w:rsidRPr="00604F58">
        <w:rPr>
          <w:rStyle w:val="libArabicChar"/>
          <w:rtl/>
        </w:rPr>
        <w:t xml:space="preserve"> ال</w:t>
      </w:r>
      <w:r w:rsidRPr="00604F58">
        <w:rPr>
          <w:rStyle w:val="libArabicChar"/>
          <w:rFonts w:hint="cs"/>
          <w:rtl/>
        </w:rPr>
        <w:t>ْعَرَبِ، فَلَمَّا جَاءَ عَلِيٌّ رضي الله عنه أَرْسَلَ رَسُوْلُ اﷲِ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>ي الله عليه وآله وسلم إِلَي الْأَنْصَارِ فَأَتَوْهُ فَقَالَ لَهُمْ : يَا مَعْ</w:t>
      </w:r>
      <w:r w:rsidRPr="00604F58">
        <w:rPr>
          <w:rStyle w:val="libArabicChar"/>
          <w:rtl/>
        </w:rPr>
        <w:t>شَرَ ال</w:t>
      </w:r>
      <w:r w:rsidRPr="00604F58">
        <w:rPr>
          <w:rStyle w:val="libArabicChar"/>
          <w:rFonts w:hint="cs"/>
          <w:rtl/>
        </w:rPr>
        <w:t>ْأَنْصَارِ! أَلاَ أَدُلُّکُمْ عَلَي مَا</w:t>
      </w:r>
      <w:r w:rsidRPr="0038770D">
        <w:rPr>
          <w:rFonts w:hint="cs"/>
          <w:rtl/>
        </w:rPr>
        <w:t xml:space="preserve"> </w:t>
      </w:r>
      <w:r w:rsidRPr="00604F58">
        <w:rPr>
          <w:rStyle w:val="libArabicChar"/>
          <w:rFonts w:hint="cs"/>
          <w:rtl/>
        </w:rPr>
        <w:t>اِنْ تَمَسَّکْتُمْ بِه لَنْ تَضِلُّوْا بَعْدَهُ؟ قَالُوْا : بَلَي يَا رَسُوْلَ اللّٰهِ! قَالَ : هَذَا عَلِيٌّ فَأَحِبُّوْهُ بِحُبِّيْ وَکَرِّمُوْهُ لِکَرَامَتِيْ فَإِنَّ جِبْرَئِيْلَ أَمَرَنِيْ بِالَّذِيْ قُلْ</w:t>
      </w:r>
      <w:r w:rsidRPr="00604F58">
        <w:rPr>
          <w:rStyle w:val="libArabicChar"/>
          <w:rtl/>
        </w:rPr>
        <w:t>تُ لَکُم</w:t>
      </w:r>
      <w:r w:rsidRPr="00604F58">
        <w:rPr>
          <w:rStyle w:val="libArabicChar"/>
          <w:rFonts w:hint="cs"/>
          <w:rtl/>
        </w:rPr>
        <w:t>ْ عَنِ اﷲِ</w:t>
      </w:r>
      <w:r w:rsidRPr="00604F58">
        <w:rPr>
          <w:rStyle w:val="libArabicChar"/>
          <w:rtl/>
        </w:rPr>
        <w:t xml:space="preserve"> عزوجل. رَوَا</w:t>
      </w:r>
      <w:r w:rsidRPr="00604F58">
        <w:rPr>
          <w:rStyle w:val="libArabicChar"/>
          <w:rFonts w:hint="cs"/>
          <w:rtl/>
        </w:rPr>
        <w:t xml:space="preserve">هُ الطَّبَرَانِيُّ فِيالْمُعْجَمِ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’’امام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عنھما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انس!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عرب کے سردار کو بلاؤ۔ حضرت عائشہ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عرب کے سردار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اولاد آدم کا سردار ہوں اور عل</w:t>
      </w:r>
      <w:r>
        <w:rPr>
          <w:rFonts w:hint="cs"/>
          <w:rtl/>
        </w:rPr>
        <w:t>ی</w:t>
      </w:r>
      <w:r>
        <w:rPr>
          <w:rtl/>
        </w:rPr>
        <w:t xml:space="preserve"> عرب کے سر</w:t>
      </w:r>
      <w:r>
        <w:rPr>
          <w:rFonts w:hint="eastAsia"/>
          <w:rtl/>
        </w:rPr>
        <w:t>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کس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انصار کو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جب وہ آ گئے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گروہِ انصار!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امر نہ بتاؤں کہ اگر اسے مضبوط</w:t>
      </w:r>
      <w:r>
        <w:rPr>
          <w:rFonts w:hint="cs"/>
          <w:rtl/>
        </w:rPr>
        <w:t>ی</w:t>
      </w:r>
      <w:r>
        <w:rPr>
          <w:rtl/>
        </w:rPr>
        <w:t xml:space="preserve"> سے تھام لو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کبھ</w:t>
      </w:r>
      <w:r>
        <w:rPr>
          <w:rFonts w:hint="cs"/>
          <w:rtl/>
        </w:rPr>
        <w:t>ی</w:t>
      </w:r>
      <w:r>
        <w:rPr>
          <w:rtl/>
        </w:rPr>
        <w:t xml:space="preserve"> گمراہ نہ ہوگے۔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! ضرور ارشاد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ہے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بنا پر اس سے محبت کرو </w:t>
      </w:r>
      <w:r>
        <w:rPr>
          <w:rtl/>
        </w:rPr>
        <w:lastRenderedPageBreak/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وتکر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اس ک</w:t>
      </w:r>
      <w:r>
        <w:rPr>
          <w:rFonts w:hint="cs"/>
          <w:rtl/>
        </w:rPr>
        <w:t>ی</w:t>
      </w:r>
      <w:r>
        <w:rPr>
          <w:rtl/>
        </w:rPr>
        <w:t xml:space="preserve"> عزت کرو،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سے کہا اس کا حکم مجھے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128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ر، 3 / 88،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رقم، 2749، و 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132،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بو نع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ة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اء، 1 / 63.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129.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الطُّفَ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لِ قَالَ : جَاءَ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وَ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نَائِمٌ فِ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التُّرَابِ، فَقَالَ :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 xml:space="preserve">ِنَّ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 xml:space="preserve">َحَقَّ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مَائِکَ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تُرَابٍ،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تَ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تُرَابٍ.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الطَّبَرَانِ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مٹ</w:t>
      </w:r>
      <w:r>
        <w:rPr>
          <w:rFonts w:hint="cs"/>
          <w:rtl/>
        </w:rPr>
        <w:t>ی</w:t>
      </w:r>
      <w:r>
        <w:rPr>
          <w:rtl/>
        </w:rPr>
        <w:t xml:space="preserve"> پر سو رہے تھے۔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تو سب ناموں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ابو تراب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ہے تو ابو تراب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129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وسط، 1 / 237،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775، و 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101.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130.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عَمَّارِ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َاسِرٍ،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کَنَّ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ًّا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بِ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تُرَابٍ، فَکَانَت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َحَبِّ کُنَا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بَزَّارُ.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ابو تراب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نوازا۔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کن</w:t>
      </w:r>
      <w:r>
        <w:rPr>
          <w:rFonts w:hint="cs"/>
          <w:rtl/>
        </w:rPr>
        <w:t>یی</w:t>
      </w:r>
      <w:r>
        <w:rPr>
          <w:rFonts w:hint="eastAsia"/>
          <w:rtl/>
        </w:rPr>
        <w:t>توں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تھ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بزار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130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البزار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4 / 248،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1417، وال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101. </w:t>
      </w:r>
    </w:p>
    <w:p w:rsidR="00604F58" w:rsidRPr="0038770D" w:rsidRDefault="00604F58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39" w:name="_Toc497651172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14</w:t>
      </w:r>
      <w:bookmarkEnd w:id="39"/>
    </w:p>
    <w:p w:rsidR="001F16A4" w:rsidRPr="001F0B8F" w:rsidRDefault="001F16A4" w:rsidP="001F0B8F">
      <w:pPr>
        <w:pStyle w:val="Heading2Center"/>
        <w:rPr>
          <w:rtl/>
        </w:rPr>
      </w:pPr>
      <w:bookmarkStart w:id="40" w:name="_Toc497651173"/>
      <w:r w:rsidRPr="001F0B8F">
        <w:rPr>
          <w:rtl/>
        </w:rPr>
        <w:t xml:space="preserve">(14) </w:t>
      </w:r>
      <w:r w:rsidRPr="00604F58">
        <w:rPr>
          <w:rStyle w:val="libArabicChar"/>
          <w:rtl/>
        </w:rPr>
        <w:t>بَابٌ فِ</w:t>
      </w:r>
      <w:r w:rsidRPr="00604F58">
        <w:rPr>
          <w:rStyle w:val="libArabicChar"/>
          <w:rFonts w:hint="cs"/>
          <w:rtl/>
        </w:rPr>
        <w:t>ي کَوْنِهِ رضي الله عنه فَاتِحاً لِخَيْبَرَ وَ صَاحِبَ لِوَاءِ النَّبِيِّ صلي الله عليه وآله وسلم</w:t>
      </w:r>
      <w:bookmarkEnd w:id="40"/>
      <w:r w:rsidRPr="001F0B8F">
        <w:rPr>
          <w:rFonts w:hint="cs"/>
          <w:rtl/>
        </w:rPr>
        <w:t xml:space="preserve"> </w:t>
      </w:r>
    </w:p>
    <w:p w:rsidR="001F16A4" w:rsidRPr="001F0B8F" w:rsidRDefault="001F16A4" w:rsidP="001F0B8F">
      <w:pPr>
        <w:pStyle w:val="Heading2Center"/>
        <w:rPr>
          <w:rtl/>
        </w:rPr>
      </w:pPr>
      <w:bookmarkStart w:id="41" w:name="_Toc497651174"/>
      <w:r w:rsidRPr="001F0B8F">
        <w:rPr>
          <w:rtl/>
        </w:rPr>
        <w:t>(آپ کا فاتحِ خ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براور</w:t>
      </w:r>
      <w:r w:rsidRPr="001F0B8F">
        <w:rPr>
          <w:rtl/>
        </w:rPr>
        <w:t xml:space="preserve"> علمبردارِ مصطف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ہونا)</w:t>
      </w:r>
      <w:bookmarkEnd w:id="41"/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131.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سَلَمَةَ قَالَ : کَانَ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قَد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تَخَلَّفَ عَنِ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</w:t>
      </w:r>
      <w:r>
        <w:rPr>
          <w:rtl/>
        </w:rPr>
        <w:t>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بَرَ، وَکَانَ بِ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ِ رَمَدٌ، فَقَال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 xml:space="preserve">َنَا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َتَخَلَّفُ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وسلم، فَخَرَجَ عَل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فَلَحِقَ بِالنَّبِ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tl/>
        </w:rPr>
        <w:t xml:space="preserve"> وسلم، فَلَمَّا کَانَ مَسَاءُ اللَّ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لَةِ الَّتِ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فَتَحَ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 اﷲُ</w:t>
      </w:r>
      <w:r>
        <w:rPr>
          <w:rtl/>
        </w:rPr>
        <w:t xml:space="preserve">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صَبَاحِ</w:t>
      </w:r>
      <w:r w:rsidRPr="00604F58">
        <w:rPr>
          <w:rFonts w:hint="cs"/>
          <w:rtl/>
        </w:rPr>
        <w:t>ه</w:t>
      </w:r>
      <w:r>
        <w:rPr>
          <w:rtl/>
        </w:rPr>
        <w:t>َا، قَالَ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: لَ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َنَّ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َةَ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أْ</w:t>
      </w:r>
      <w:r>
        <w:rPr>
          <w:rFonts w:hint="cs"/>
          <w:rtl/>
        </w:rPr>
        <w:t>خُذَنَّ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َةَ غَداً رَجُلاً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اﷲُ</w:t>
      </w:r>
      <w:r>
        <w:rPr>
          <w:rtl/>
        </w:rPr>
        <w:t xml:space="preserve"> وَ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ُ،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قَالَ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 اﷲَ</w:t>
      </w:r>
      <w:r>
        <w:rPr>
          <w:rtl/>
        </w:rPr>
        <w:t xml:space="preserve"> وَ رَسُ</w:t>
      </w:r>
      <w:r>
        <w:rPr>
          <w:rFonts w:hint="eastAsia"/>
          <w:rtl/>
        </w:rPr>
        <w:t>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ُ،</w:t>
      </w:r>
      <w:r>
        <w:rPr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َف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تَحُ اﷲُ</w:t>
      </w:r>
      <w:r>
        <w:rPr>
          <w:rtl/>
        </w:rPr>
        <w:t xml:space="preserve"> عَلَ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>ِ. فَ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ِذَا نَح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نُ بِعَلِ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ٍّ، وَمَا نَر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جُو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ُ، فَق</w:t>
      </w:r>
      <w:r>
        <w:rPr>
          <w:rtl/>
        </w:rPr>
        <w:t>َالُو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ا :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َذَا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ٌّ، فَ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وسلم، فَفَتَحَ اﷲُ</w:t>
      </w:r>
      <w:r>
        <w:rPr>
          <w:rtl/>
        </w:rPr>
        <w:t xml:space="preserve"> عَلَ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ِ. مُتَّفَقٌ عَلَ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 xml:space="preserve">ِ. </w:t>
      </w:r>
    </w:p>
    <w:p w:rsidR="001F16A4" w:rsidRDefault="001F16A4" w:rsidP="007E182E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سلمہ بن اکوع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آشوب چشم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باعث معر</w:t>
      </w:r>
      <w:r w:rsidRPr="007E182E">
        <w:rPr>
          <w:rtl/>
        </w:rPr>
        <w:t>ک</w:t>
      </w:r>
      <w:r w:rsidR="007E182E" w:rsidRPr="007E182E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(بوقت روانگ</w:t>
      </w:r>
      <w:r>
        <w:rPr>
          <w:rFonts w:hint="cs"/>
          <w:rtl/>
        </w:rPr>
        <w:t>ی</w:t>
      </w:r>
      <w:r>
        <w:rPr>
          <w:rtl/>
        </w:rPr>
        <w:t>) مصطفو</w:t>
      </w:r>
      <w:r>
        <w:rPr>
          <w:rFonts w:hint="cs"/>
          <w:rtl/>
        </w:rPr>
        <w:t>ی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 ہوسکے۔ پس انہوں نے سوچا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پھر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نکلے اور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جا ملے۔ جب وہ شب آئ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صبح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فتح عطا فرمائ</w:t>
      </w:r>
      <w:r>
        <w:rPr>
          <w:rFonts w:hint="cs"/>
          <w:rtl/>
        </w:rPr>
        <w:t>ی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جھنڈا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جھنڈا وہ شخص پکڑے گا جس سے اللہ اور اس ک</w:t>
      </w:r>
      <w:r>
        <w:rPr>
          <w:rFonts w:hint="eastAsia"/>
          <w:rtl/>
        </w:rPr>
        <w:t>ا</w:t>
      </w:r>
      <w:r>
        <w:rPr>
          <w:rtl/>
        </w:rPr>
        <w:t xml:space="preserve"> رسول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اللہ تعال</w:t>
      </w:r>
      <w:r>
        <w:rPr>
          <w:rFonts w:hint="cs"/>
          <w:rtl/>
        </w:rPr>
        <w:t>یٰ</w:t>
      </w:r>
      <w:r>
        <w:rPr>
          <w:rtl/>
        </w:rPr>
        <w:t xml:space="preserve">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محبت کرتا ہے، اللہ تعال</w:t>
      </w:r>
      <w:r>
        <w:rPr>
          <w:rFonts w:hint="cs"/>
          <w:rtl/>
        </w:rPr>
        <w:t>یٰ</w:t>
      </w:r>
      <w:r>
        <w:rPr>
          <w:rtl/>
        </w:rPr>
        <w:t xml:space="preserve"> اس کے ہاتھوں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سے نوازے گا۔ پھر اچانک ہم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حالانکہ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آنے ک</w:t>
      </w:r>
      <w:r>
        <w:rPr>
          <w:rFonts w:hint="cs"/>
          <w:rtl/>
        </w:rPr>
        <w:t>ی</w:t>
      </w:r>
      <w:r>
        <w:rPr>
          <w:rtl/>
        </w:rPr>
        <w:t xml:space="preserve"> توقع نہ تھ</w:t>
      </w:r>
      <w:r>
        <w:rPr>
          <w:rFonts w:hint="cs"/>
          <w:rtl/>
        </w:rPr>
        <w:t>ی</w:t>
      </w:r>
      <w:r>
        <w:rPr>
          <w:rtl/>
        </w:rPr>
        <w:t>۔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جھنڈا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کے ہاتھوں فتح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131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البخار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طالب، 3 / 1357،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3499، و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کتاب المغاز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باب غزوة خ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بر، 4 / 1542،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3972، و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کتاب الج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اد و الس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ر، باب ما ق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لواء النب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وسلم، 3 / 1</w:t>
      </w:r>
      <w:r>
        <w:rPr>
          <w:rtl/>
        </w:rPr>
        <w:t>086،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2812، و مسلم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 فضائل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، 4 / 1872،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2407، و الب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ٰ، 6 / 362،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12837. </w:t>
      </w:r>
    </w:p>
    <w:p w:rsidR="001F16A4" w:rsidRDefault="001F16A4" w:rsidP="001F16A4">
      <w:pPr>
        <w:pStyle w:val="libNormal"/>
        <w:rPr>
          <w:rtl/>
        </w:rPr>
      </w:pPr>
    </w:p>
    <w:p w:rsidR="001F16A4" w:rsidRPr="00604F58" w:rsidRDefault="001F16A4" w:rsidP="001F16A4">
      <w:pPr>
        <w:pStyle w:val="libNormal"/>
        <w:rPr>
          <w:rStyle w:val="libArabicChar"/>
          <w:rtl/>
        </w:rPr>
      </w:pPr>
      <w:r w:rsidRPr="00604F58">
        <w:rPr>
          <w:rStyle w:val="libArabicChar"/>
          <w:rtl/>
        </w:rPr>
        <w:t>132. عَن</w:t>
      </w:r>
      <w:r w:rsidRPr="00604F58">
        <w:rPr>
          <w:rStyle w:val="libArabicChar"/>
          <w:rFonts w:hint="cs"/>
          <w:rtl/>
        </w:rPr>
        <w:t>ْ سَهْلِ بْنِ سَعْدٍ رضي الله عنه أَنَّ رَسُوْلَ اﷲ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>ي</w:t>
      </w:r>
      <w:r w:rsidRPr="00604F58">
        <w:rPr>
          <w:rStyle w:val="libArabicChar"/>
          <w:rtl/>
        </w:rPr>
        <w:t xml:space="preserve"> الل</w:t>
      </w:r>
      <w:r w:rsidRPr="00604F58">
        <w:rPr>
          <w:rStyle w:val="libArabicChar"/>
          <w:rFonts w:hint="cs"/>
          <w:rtl/>
        </w:rPr>
        <w:t>ه عليه وآله وسلم قَالَ يَوْمَ خَيْبَرَ : لَأُعْطِيَنَّ هٰذِهِ الرَّايَةَ رَجُلًا يَفْتَحُ اﷲُ</w:t>
      </w:r>
      <w:r w:rsidRPr="00604F58">
        <w:rPr>
          <w:rStyle w:val="libArabicChar"/>
          <w:rtl/>
        </w:rPr>
        <w:t xml:space="preserve"> عَلٰ</w:t>
      </w:r>
      <w:r w:rsidRPr="00604F58">
        <w:rPr>
          <w:rStyle w:val="libArabicChar"/>
          <w:rFonts w:hint="cs"/>
          <w:rtl/>
        </w:rPr>
        <w:t>ي يَدَيْهِ. يُحِبُّ اﷲَ</w:t>
      </w:r>
      <w:r w:rsidRPr="00604F58">
        <w:rPr>
          <w:rStyle w:val="libArabicChar"/>
          <w:rtl/>
        </w:rPr>
        <w:t xml:space="preserve"> وَ رَسُو</w:t>
      </w:r>
      <w:r w:rsidRPr="00604F58">
        <w:rPr>
          <w:rStyle w:val="libArabicChar"/>
          <w:rFonts w:hint="cs"/>
          <w:rtl/>
        </w:rPr>
        <w:t>ْلَهُ. وَ يُحِبُّهُ اﷲُ</w:t>
      </w:r>
      <w:r w:rsidRPr="00604F58">
        <w:rPr>
          <w:rStyle w:val="libArabicChar"/>
          <w:rtl/>
        </w:rPr>
        <w:t xml:space="preserve"> وَ رَسُو</w:t>
      </w:r>
      <w:r w:rsidRPr="00604F58">
        <w:rPr>
          <w:rStyle w:val="libArabicChar"/>
          <w:rFonts w:hint="cs"/>
          <w:rtl/>
        </w:rPr>
        <w:t>ْلُهُ، قَالَ : فَبَاتَ النّ</w:t>
      </w:r>
      <w:r w:rsidRPr="00604F58">
        <w:rPr>
          <w:rStyle w:val="libArabicChar"/>
          <w:rFonts w:hint="eastAsia"/>
          <w:rtl/>
        </w:rPr>
        <w:t>َاسُ</w:t>
      </w:r>
      <w:r w:rsidRPr="00604F58">
        <w:rPr>
          <w:rStyle w:val="libArabicChar"/>
          <w:rtl/>
        </w:rPr>
        <w:t xml:space="preserve"> </w:t>
      </w:r>
      <w:r w:rsidRPr="00604F58">
        <w:rPr>
          <w:rStyle w:val="libArabicChar"/>
          <w:rFonts w:hint="cs"/>
          <w:rtl/>
        </w:rPr>
        <w:t>يَدُوْکُوْنَ لَيْلَتَهُمْ أَيُهُمْ يُعْطَاهَا. قَالَ : فَل</w:t>
      </w:r>
      <w:r w:rsidRPr="00604F58">
        <w:rPr>
          <w:rStyle w:val="libArabicChar"/>
          <w:rtl/>
        </w:rPr>
        <w:t xml:space="preserve">َمَّا </w:t>
      </w:r>
      <w:r w:rsidRPr="00604F58">
        <w:rPr>
          <w:rStyle w:val="libArabicChar"/>
          <w:rFonts w:hint="cs"/>
          <w:rtl/>
        </w:rPr>
        <w:t>أَصْبَحَ النَّاسُ غَدَوْا عَلٰي رَسُوْلِ اﷲِ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 xml:space="preserve">ي الله عليه وآله وسلم. کُلُّهُمْ يَرْجُوْ أَنْ يُعْطَاهَا. فَقَالَ : </w:t>
      </w:r>
      <w:r w:rsidRPr="00604F58">
        <w:rPr>
          <w:rStyle w:val="libArabicChar"/>
          <w:rFonts w:hint="cs"/>
          <w:rtl/>
        </w:rPr>
        <w:lastRenderedPageBreak/>
        <w:t>أَيْنَ عَلِيُّ بْنُ أَبِي طَالِبٍ؟ فَقَالُوا : هُوَ يَا رَسُولَ اﷲِ</w:t>
      </w:r>
      <w:r w:rsidRPr="00604F58">
        <w:rPr>
          <w:rStyle w:val="libArabicChar"/>
          <w:rtl/>
        </w:rPr>
        <w:t xml:space="preserve">! </w:t>
      </w:r>
      <w:r w:rsidRPr="00604F58">
        <w:rPr>
          <w:rStyle w:val="libArabicChar"/>
          <w:rFonts w:hint="cs"/>
          <w:rtl/>
        </w:rPr>
        <w:t>يَ</w:t>
      </w:r>
      <w:r w:rsidRPr="00604F58">
        <w:rPr>
          <w:rStyle w:val="libArabicChar"/>
          <w:rFonts w:hint="eastAsia"/>
          <w:rtl/>
        </w:rPr>
        <w:t>ش</w:t>
      </w:r>
      <w:r w:rsidRPr="00604F58">
        <w:rPr>
          <w:rStyle w:val="libArabicChar"/>
          <w:rFonts w:hint="cs"/>
          <w:rtl/>
        </w:rPr>
        <w:t>ْتَکِي</w:t>
      </w:r>
      <w:r w:rsidRPr="00604F58">
        <w:rPr>
          <w:rStyle w:val="libArabicChar"/>
          <w:rtl/>
        </w:rPr>
        <w:t xml:space="preserve"> عَ</w:t>
      </w:r>
      <w:r w:rsidRPr="00604F58">
        <w:rPr>
          <w:rStyle w:val="libArabicChar"/>
          <w:rFonts w:hint="cs"/>
          <w:rtl/>
        </w:rPr>
        <w:t>يْنَيْهِ. قَالَ : فَأَرْسِلُوْا إِلَيْهِ. فَأُتِيَ بِه فَبَصَقَ رَسُوْلُ اﷲِ</w:t>
      </w:r>
      <w:r w:rsidRPr="00604F58">
        <w:rPr>
          <w:rStyle w:val="libArabicChar"/>
          <w:rtl/>
        </w:rPr>
        <w:t xml:space="preserve"> صل</w:t>
      </w:r>
      <w:r w:rsidRPr="00604F58">
        <w:rPr>
          <w:rStyle w:val="libArabicChar"/>
          <w:rFonts w:hint="cs"/>
          <w:rtl/>
        </w:rPr>
        <w:t>ي الله عليه وآله وسلم فِي عَيْنَيْهِ. وَ دَعَا لَهُ، فَبَرَأَ. حَتَّي کَأَنْ لَمْ يَکُنْ بِهِ وَجَعٌ. فَأَعْطَاهُ الرَّايَةَ. فَقَالَ عَلِيٌّ : يَارَسُوْلَ اﷲِ</w:t>
      </w:r>
      <w:r w:rsidRPr="00604F58">
        <w:rPr>
          <w:rStyle w:val="libArabicChar"/>
          <w:rtl/>
        </w:rPr>
        <w:t xml:space="preserve">! </w:t>
      </w:r>
      <w:r w:rsidRPr="00604F58">
        <w:rPr>
          <w:rStyle w:val="libArabicChar"/>
          <w:rFonts w:hint="cs"/>
          <w:rtl/>
        </w:rPr>
        <w:t>أُقَات</w:t>
      </w:r>
      <w:r w:rsidRPr="00604F58">
        <w:rPr>
          <w:rStyle w:val="libArabicChar"/>
          <w:rFonts w:hint="eastAsia"/>
          <w:rtl/>
        </w:rPr>
        <w:t>ِلُ</w:t>
      </w:r>
      <w:r w:rsidRPr="00604F58">
        <w:rPr>
          <w:rStyle w:val="libArabicChar"/>
          <w:rFonts w:hint="cs"/>
          <w:rtl/>
        </w:rPr>
        <w:t>هُمْ</w:t>
      </w:r>
      <w:r w:rsidRPr="00604F58">
        <w:rPr>
          <w:rStyle w:val="libArabicChar"/>
          <w:rtl/>
        </w:rPr>
        <w:t xml:space="preserve"> حَتَّ</w:t>
      </w:r>
      <w:r w:rsidRPr="00604F58">
        <w:rPr>
          <w:rStyle w:val="libArabicChar"/>
          <w:rFonts w:hint="cs"/>
          <w:rtl/>
        </w:rPr>
        <w:t>ي يَکُوْنُوْا مِثْلَنَا؟ فَقَالَ :</w:t>
      </w:r>
      <w:r w:rsidRPr="0038770D">
        <w:rPr>
          <w:rFonts w:hint="cs"/>
          <w:rtl/>
        </w:rPr>
        <w:t xml:space="preserve"> </w:t>
      </w:r>
      <w:r w:rsidRPr="00604F58">
        <w:rPr>
          <w:rStyle w:val="libArabicChar"/>
          <w:rFonts w:hint="cs"/>
          <w:rtl/>
        </w:rPr>
        <w:t xml:space="preserve">أُنْفُذْ عَلَي </w:t>
      </w:r>
      <w:r w:rsidRPr="00604F58">
        <w:rPr>
          <w:rStyle w:val="libArabicChar"/>
          <w:rtl/>
        </w:rPr>
        <w:t>رِس</w:t>
      </w:r>
      <w:r w:rsidRPr="00604F58">
        <w:rPr>
          <w:rStyle w:val="libArabicChar"/>
          <w:rFonts w:hint="cs"/>
          <w:rtl/>
        </w:rPr>
        <w:t>ْلِکَ. حَتَّي تَنْزِلَ بِسَاحَتِهِمْ. ثُمَّ ادْعُهُمْ إِلَي الْإِسْلَامِ. وَأَخْبِرْهُمْ بِمَا يَجِبُ عَلَيْهِمْ مِنْ حَقِّ اﷲِ</w:t>
      </w:r>
      <w:r w:rsidRPr="00604F58">
        <w:rPr>
          <w:rStyle w:val="libArabicChar"/>
          <w:rtl/>
        </w:rPr>
        <w:t xml:space="preserve"> فِ</w:t>
      </w:r>
      <w:r w:rsidRPr="00604F58">
        <w:rPr>
          <w:rStyle w:val="libArabicChar"/>
          <w:rFonts w:hint="cs"/>
          <w:rtl/>
        </w:rPr>
        <w:t>يْهِ. فَوَاﷲِ</w:t>
      </w:r>
      <w:r w:rsidRPr="00604F58">
        <w:rPr>
          <w:rStyle w:val="libArabicChar"/>
          <w:rtl/>
        </w:rPr>
        <w:t>! لَ</w:t>
      </w:r>
      <w:r w:rsidRPr="00604F58">
        <w:rPr>
          <w:rStyle w:val="libArabicChar"/>
          <w:rFonts w:hint="cs"/>
          <w:rtl/>
        </w:rPr>
        <w:t>أَنْ يَهْدِيَ اﷲُ</w:t>
      </w:r>
      <w:r w:rsidRPr="00604F58">
        <w:rPr>
          <w:rStyle w:val="libArabicChar"/>
          <w:rtl/>
        </w:rPr>
        <w:t xml:space="preserve"> بِکَ رَجُلًا وَاحِدًا، خَ</w:t>
      </w:r>
      <w:r w:rsidRPr="00604F58">
        <w:rPr>
          <w:rStyle w:val="libArabicChar"/>
          <w:rFonts w:hint="cs"/>
          <w:rtl/>
        </w:rPr>
        <w:t>يْرٌ</w:t>
      </w:r>
      <w:r w:rsidRPr="00604F58">
        <w:rPr>
          <w:rStyle w:val="libArabicChar"/>
          <w:rtl/>
        </w:rPr>
        <w:t xml:space="preserve"> لَکَ مِن</w:t>
      </w:r>
      <w:r w:rsidRPr="00604F58">
        <w:rPr>
          <w:rStyle w:val="libArabicChar"/>
          <w:rFonts w:hint="cs"/>
          <w:rtl/>
        </w:rPr>
        <w:t>ْ أَنْ يَکُونَ لَکَ حُمْرُ النَّعَمِ. مُتَّفَقٌ عَ</w:t>
      </w:r>
      <w:r w:rsidRPr="00604F58">
        <w:rPr>
          <w:rStyle w:val="libArabicChar"/>
          <w:rtl/>
        </w:rPr>
        <w:t>لَ</w:t>
      </w:r>
      <w:r w:rsidRPr="00604F58">
        <w:rPr>
          <w:rStyle w:val="libArabicChar"/>
          <w:rFonts w:hint="cs"/>
          <w:rtl/>
        </w:rPr>
        <w:t xml:space="preserve">يْهِ.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سہل بن سعد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غزوہ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دن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جھنڈا اس شخص کو دوں گا جس کے ہاتھوں پر اللہ تعال</w:t>
      </w:r>
      <w:r>
        <w:rPr>
          <w:rFonts w:hint="cs"/>
          <w:rtl/>
        </w:rPr>
        <w:t>یٰ</w:t>
      </w:r>
      <w:r>
        <w:rPr>
          <w:rtl/>
        </w:rPr>
        <w:t xml:space="preserve"> فتح عطا فرمائے گا، وہ اللہ اور اس کے رسول سے محبت کرتا ہے اور اللہ اور اس کا رسول اس س</w:t>
      </w:r>
      <w:r>
        <w:rPr>
          <w:rFonts w:hint="eastAsia"/>
          <w:rtl/>
        </w:rPr>
        <w:t>ے</w:t>
      </w:r>
      <w:r>
        <w:rPr>
          <w:rtl/>
        </w:rPr>
        <w:t xml:space="preserve">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سہل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پھر صحابہ نے اس اضطراب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گزار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کس کو جھنڈا عطا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صبح ہوئ</w:t>
      </w:r>
      <w:r>
        <w:rPr>
          <w:rFonts w:hint="cs"/>
          <w:rtl/>
        </w:rPr>
        <w:t>ی</w:t>
      </w:r>
      <w:r>
        <w:rPr>
          <w:rtl/>
        </w:rPr>
        <w:t xml:space="preserve"> تو صحابہ کرام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پہنچے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eastAsia"/>
          <w:rtl/>
        </w:rPr>
        <w:t>ر</w:t>
      </w:r>
      <w:r>
        <w:rPr>
          <w:rtl/>
        </w:rPr>
        <w:t xml:space="preserve">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تھ</w:t>
      </w:r>
      <w:r>
        <w:rPr>
          <w:rFonts w:hint="cs"/>
          <w:rtl/>
        </w:rPr>
        <w:t>ی</w:t>
      </w:r>
      <w:r>
        <w:rPr>
          <w:rtl/>
        </w:rPr>
        <w:t xml:space="preserve"> کہ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کو جھنڈا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صحابہ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ان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ہے،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 کو بلاؤ</w:t>
      </w:r>
      <w:r>
        <w:rPr>
          <w:rFonts w:hint="eastAsia"/>
          <w:rtl/>
        </w:rPr>
        <w:t>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لعاب دہن ڈالا اور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کو جھنڈا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اس وقت تک قتال کرتا رہوں گا جب تک وہ ہمار</w:t>
      </w:r>
      <w:r>
        <w:rPr>
          <w:rFonts w:hint="cs"/>
          <w:rtl/>
        </w:rPr>
        <w:t>ی</w:t>
      </w:r>
      <w:r>
        <w:rPr>
          <w:rtl/>
        </w:rPr>
        <w:t xml:space="preserve"> طرح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نرم</w:t>
      </w:r>
      <w:r>
        <w:rPr>
          <w:rFonts w:hint="cs"/>
          <w:rtl/>
        </w:rPr>
        <w:t>ی</w:t>
      </w:r>
      <w:r>
        <w:rPr>
          <w:rtl/>
        </w:rPr>
        <w:t xml:space="preserve"> سے روانہ ہونا، جب تم ان 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جاؤ تو ان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کہ ان پر اللہ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بخدا اگر تمہار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جاتا ہے تو وہ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سرخ اونٹوں سے بہتر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132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البخار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المغاز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باب غزوة خ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بر، 4 / 1542،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3973، و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کتاب فضائل الصحابة،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طالب، 3 / 1357،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3498، ومسلم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فضائل الصحابة، باب من فضائل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طالب، 4 / 1872</w:t>
      </w:r>
      <w:r>
        <w:rPr>
          <w:rFonts w:hint="eastAsia"/>
          <w:rtl/>
        </w:rPr>
        <w:t>،</w:t>
      </w:r>
      <w:r>
        <w:rPr>
          <w:rtl/>
        </w:rPr>
        <w:t xml:space="preserve">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2406، و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5 / 333،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22872، و ابن حبان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15 / 377،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6932،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 xml:space="preserve">بو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13 / 531،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7537.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lastRenderedPageBreak/>
        <w:t>133.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ُرَ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رَةَ،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وسلم، قَالَ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بَرَ لَ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َنَّ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ٰذِ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َةَ رَجُلاً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 اﷲَ</w:t>
      </w:r>
      <w:r>
        <w:rPr>
          <w:rtl/>
        </w:rPr>
        <w:t xml:space="preserve"> وَ رَسُولَ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ُ.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َف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تَحُ اﷲُ</w:t>
      </w:r>
      <w:r>
        <w:rPr>
          <w:rtl/>
        </w:rPr>
        <w:t xml:space="preserve">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َدَ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ِ. قَالَ عُمَرُ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خَطَّابِ : مَا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تُ ال</w:t>
      </w:r>
      <w:r w:rsidRPr="00604F58">
        <w:rPr>
          <w:rFonts w:hint="cs"/>
          <w:rtl/>
        </w:rPr>
        <w:t>ْإ</w:t>
      </w:r>
      <w:r>
        <w:rPr>
          <w:rFonts w:hint="cs"/>
          <w:rtl/>
        </w:rPr>
        <w:t xml:space="preserve">ِمَارَةَ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ِلَّ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مَئِذٍ. قَالَ فَتَسَاوَر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تُ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َا رَجَاءَ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َا. قَالَ فَدَعَا ر</w:t>
      </w:r>
      <w:r>
        <w:rPr>
          <w:rtl/>
        </w:rPr>
        <w:t>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طَالِبٍ. فَ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َا. وَقَالَ ام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شِ. وَلَا تَل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تَفِت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.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َف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تَحَ اﷲُ</w:t>
      </w:r>
      <w:r>
        <w:rPr>
          <w:rtl/>
        </w:rPr>
        <w:t xml:space="preserve"> عَلَ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کَ. قَالَ فَسَارَ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شَ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ئًا</w:t>
      </w:r>
      <w:r>
        <w:rPr>
          <w:rtl/>
        </w:rPr>
        <w:t xml:space="preserve"> ثُمَّ وَقَفَ وَلَم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تَفِت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. فَصَرَخَ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>!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مَاذَا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ُق</w:t>
      </w:r>
      <w:r>
        <w:rPr>
          <w:rtl/>
        </w:rPr>
        <w:t>َاتِلُ النَّاسَ؟ قَالَ قَاتِل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َش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َدُو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لَا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ِلَّا اﷲُ</w:t>
      </w:r>
      <w:r>
        <w:rPr>
          <w:rtl/>
        </w:rPr>
        <w:t xml:space="preserve">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 مُحَمَّدًا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>. فَ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ِذَا فَعَلُو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ا ذٰلِکَ فَقَد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مَنَعُو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ا مِن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کَ دِمَاءَ </w:t>
      </w:r>
      <w:r w:rsidRPr="00604F58">
        <w:rPr>
          <w:rFonts w:hint="cs"/>
          <w:rtl/>
        </w:rPr>
        <w:t>ه</w:t>
      </w:r>
      <w:r>
        <w:rPr>
          <w:rFonts w:hint="eastAsia"/>
          <w:rtl/>
        </w:rPr>
        <w:t>ُم</w:t>
      </w:r>
      <w:r w:rsidRPr="00604F58">
        <w:rPr>
          <w:rFonts w:hint="cs"/>
          <w:rtl/>
        </w:rPr>
        <w:t>ْ</w:t>
      </w:r>
      <w:r>
        <w:rPr>
          <w:rtl/>
        </w:rPr>
        <w:t xml:space="preserve">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وَالَ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.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ِلَّا بِحَقِّ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َا. وَ حِسَابُ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اﷲِ</w:t>
      </w:r>
      <w:r>
        <w:rPr>
          <w:rtl/>
        </w:rPr>
        <w:t>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مُس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لِمٌ</w:t>
      </w:r>
      <w:r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غزو</w:t>
      </w:r>
      <w:r w:rsidR="007E182E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دن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کو جھنڈا دوں گا جو اللہ اور اس کے رسول سے محبت کرتا ہے، اللہ اس کے ہاتھوں پر فتح عطا فرمائے گا، حضرت عمر بن الخطاب رض</w:t>
      </w:r>
      <w:r>
        <w:rPr>
          <w:rFonts w:hint="cs"/>
          <w:rtl/>
        </w:rPr>
        <w:t>ی</w:t>
      </w:r>
      <w:r>
        <w:rPr>
          <w:rtl/>
        </w:rPr>
        <w:t xml:space="preserve"> اللہ عنہ نے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دن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امارت ک</w:t>
      </w:r>
      <w:r>
        <w:rPr>
          <w:rFonts w:hint="cs"/>
          <w:rtl/>
        </w:rPr>
        <w:t>ی</w:t>
      </w:r>
      <w:r>
        <w:rPr>
          <w:rtl/>
        </w:rPr>
        <w:t xml:space="preserve"> تمنا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سامنے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مجھے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کہا پھر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جھنڈا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 اور ادھر ادھر التفات نہ کرنا، حت</w:t>
      </w:r>
      <w:r>
        <w:rPr>
          <w:rFonts w:hint="cs"/>
          <w:rtl/>
        </w:rPr>
        <w:t>ی</w:t>
      </w:r>
      <w:r>
        <w:rPr>
          <w:rtl/>
        </w:rPr>
        <w:t xml:space="preserve"> کہ اللہ تعال</w:t>
      </w:r>
      <w:r>
        <w:rPr>
          <w:rFonts w:hint="cs"/>
          <w:rtl/>
        </w:rPr>
        <w:t>یٰ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عطا فرمائے۔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کچھ دور گئے پھر ٹھہر گئے اور ادھر ادھر التفات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انہوں نے زور سے آواز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رسول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کس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جنگ کروں؟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ان سے اس وقت تک جنگ کرو جب تک کہ وہ ’’لا الہ الا ا</w:t>
      </w:r>
      <w:r>
        <w:rPr>
          <w:rFonts w:hint="cs"/>
          <w:rtl/>
        </w:rPr>
        <w:t>ﷲ</w:t>
      </w:r>
      <w:r>
        <w:rPr>
          <w:rtl/>
        </w:rPr>
        <w:t xml:space="preserve"> محمد رسول ا</w:t>
      </w:r>
      <w:r>
        <w:rPr>
          <w:rFonts w:hint="cs"/>
          <w:rtl/>
        </w:rPr>
        <w:t>ﷲ</w:t>
      </w:r>
      <w:r>
        <w:rPr>
          <w:rFonts w:hint="eastAsia"/>
          <w:rtl/>
        </w:rPr>
        <w:t>‘‘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انہوں نے تم سے اپن</w:t>
      </w:r>
      <w:r>
        <w:rPr>
          <w:rFonts w:hint="cs"/>
          <w:rtl/>
        </w:rPr>
        <w:t>ی</w:t>
      </w:r>
      <w:r>
        <w:rPr>
          <w:rtl/>
        </w:rPr>
        <w:t xml:space="preserve"> جانوں اور مالوں کو محفوظ کر ل</w:t>
      </w:r>
      <w:r>
        <w:rPr>
          <w:rFonts w:hint="cs"/>
          <w:rtl/>
        </w:rPr>
        <w:t>ی</w:t>
      </w:r>
      <w:r>
        <w:rPr>
          <w:rtl/>
        </w:rPr>
        <w:t xml:space="preserve">ا الّا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پر کس</w:t>
      </w:r>
      <w:r>
        <w:rPr>
          <w:rFonts w:hint="cs"/>
          <w:rtl/>
        </w:rPr>
        <w:t>ی</w:t>
      </w:r>
      <w:r>
        <w:rPr>
          <w:rtl/>
        </w:rPr>
        <w:t xml:space="preserve"> کا حق ہو اور ان کا حساب اللہ تعال</w:t>
      </w:r>
      <w:r>
        <w:rPr>
          <w:rFonts w:hint="cs"/>
          <w:rtl/>
        </w:rPr>
        <w:t>یٰ</w:t>
      </w:r>
      <w:r>
        <w:rPr>
          <w:rtl/>
        </w:rPr>
        <w:t xml:space="preserve"> کے ذمہ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604F58" w:rsidRDefault="001F16A4" w:rsidP="00F55001">
      <w:pPr>
        <w:pStyle w:val="libFootNoteArabic"/>
        <w:rPr>
          <w:rStyle w:val="libArabicChar"/>
          <w:rtl/>
        </w:rPr>
      </w:pPr>
      <w:r w:rsidRPr="00604F58">
        <w:rPr>
          <w:rStyle w:val="libArabicChar"/>
          <w:rFonts w:hint="eastAsia"/>
          <w:rtl/>
        </w:rPr>
        <w:t>الحد</w:t>
      </w:r>
      <w:r w:rsidRPr="00604F58">
        <w:rPr>
          <w:rStyle w:val="libArabicChar"/>
          <w:rFonts w:hint="cs"/>
          <w:rtl/>
        </w:rPr>
        <w:t>يث</w:t>
      </w:r>
      <w:r w:rsidRPr="00604F58">
        <w:rPr>
          <w:rStyle w:val="libArabicChar"/>
          <w:rtl/>
        </w:rPr>
        <w:t xml:space="preserve"> رقم 133 : </w:t>
      </w:r>
      <w:r w:rsidRPr="00604F58">
        <w:rPr>
          <w:rStyle w:val="libArabicChar"/>
          <w:rFonts w:hint="cs"/>
          <w:rtl/>
        </w:rPr>
        <w:t>أخرجه مسلم في الصحيح، کتاب فضائل الصحابة، باب من فضائل علي بن أبي طالب، 4 / 1871، 1872، الحديث رقم</w:t>
      </w:r>
      <w:r w:rsidRPr="00604F58">
        <w:rPr>
          <w:rStyle w:val="libArabicChar"/>
          <w:rtl/>
        </w:rPr>
        <w:t xml:space="preserve"> : 2405، وابن حبان ف</w:t>
      </w:r>
      <w:r w:rsidRPr="00604F58">
        <w:rPr>
          <w:rStyle w:val="libArabicChar"/>
          <w:rFonts w:hint="cs"/>
          <w:rtl/>
        </w:rPr>
        <w:t>ي الصحيح، 15 / 379، الحديث رقم : 6934، والنسائي في السنن الکبري،</w:t>
      </w:r>
      <w:r w:rsidRPr="007E182E">
        <w:rPr>
          <w:rFonts w:hint="cs"/>
          <w:rtl/>
        </w:rPr>
        <w:t xml:space="preserve"> </w:t>
      </w:r>
      <w:r w:rsidRPr="00604F58">
        <w:rPr>
          <w:rStyle w:val="libArabicChar"/>
          <w:rFonts w:hint="cs"/>
          <w:rtl/>
        </w:rPr>
        <w:t xml:space="preserve">5 / 179، الحديث رقم : 8603، والبيهقي في شعب الإيمان، 1 / 88، الحديث رقم : 78، و ابن سعد في الطبقات الکبري، 2 / 110.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lastRenderedPageBreak/>
        <w:t>134.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سَلَمَةَ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 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َک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وَعِ،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رِوَا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َةٍ طَ</w:t>
      </w:r>
      <w:r>
        <w:rPr>
          <w:rtl/>
        </w:rPr>
        <w:t>وِ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لَةٍ وَ مِن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َا عَن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 xml:space="preserve">ُ : ثُمَّ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سَلَنِ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ٍّ، وَ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مَدُ، فَقَالَ : لَ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َنَّ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َةَ رَجُلًا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 اﷲَ</w:t>
      </w:r>
      <w:r>
        <w:rPr>
          <w:rtl/>
        </w:rPr>
        <w:t xml:space="preserve"> وَ رَسُولَ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ُ،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َحِبُّ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اﷲُ</w:t>
      </w:r>
      <w:r>
        <w:rPr>
          <w:rtl/>
        </w:rPr>
        <w:t xml:space="preserve"> وَ رَسُولُ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ُ. قَالَ : ف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َتَ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تُ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ًّا،</w:t>
      </w:r>
      <w:r>
        <w:rPr>
          <w:rtl/>
        </w:rPr>
        <w:t xml:space="preserve"> فَجِئ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تُ بِ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ِ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َقُو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ُ، وَ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مَدُ، حَتّ</w:t>
      </w:r>
      <w:r>
        <w:rPr>
          <w:rtl/>
        </w:rPr>
        <w:t>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َتَ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تُ بِ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وسلم، فَبَصَقَ فِ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عَ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 فَبَرَ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َ، وَ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َةَ وَخَرَجَ مَر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حَبٌ فَقَالَ :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قَد</w:t>
      </w:r>
      <w:r w:rsidRPr="00604F58">
        <w:rPr>
          <w:rFonts w:hint="cs"/>
          <w:rtl/>
        </w:rPr>
        <w:t>ْ</w:t>
      </w:r>
      <w:r>
        <w:rPr>
          <w:rtl/>
        </w:rPr>
        <w:t xml:space="preserve"> عَلِمَت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بَرُ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َنِّ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حَبُ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شَاکِ</w:t>
      </w:r>
      <w:r w:rsidRPr="00604F58">
        <w:rPr>
          <w:rFonts w:hint="cs"/>
          <w:rtl/>
        </w:rPr>
        <w:t>ي</w:t>
      </w:r>
      <w:r>
        <w:rPr>
          <w:rtl/>
        </w:rPr>
        <w:t xml:space="preserve"> السِّلاَحِ بَطَلٌ مُجَرَّبُ</w:t>
      </w:r>
    </w:p>
    <w:p w:rsidR="001F16A4" w:rsidRDefault="001F16A4" w:rsidP="00604F58">
      <w:pPr>
        <w:pStyle w:val="libArabic"/>
        <w:rPr>
          <w:rtl/>
        </w:rPr>
      </w:pPr>
      <w:r w:rsidRPr="00604F58">
        <w:rPr>
          <w:rFonts w:hint="cs"/>
          <w:rtl/>
        </w:rPr>
        <w:t>إ</w:t>
      </w:r>
      <w:r>
        <w:rPr>
          <w:rFonts w:hint="cs"/>
          <w:rtl/>
        </w:rPr>
        <w:t>ِذَا</w:t>
      </w:r>
      <w:r>
        <w:rPr>
          <w:rtl/>
        </w:rPr>
        <w:t xml:space="preserve">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حُرُو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بُ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َق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بَلَت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تَلَ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َبُ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فَقَالَ</w:t>
      </w:r>
      <w:r>
        <w:rPr>
          <w:rtl/>
        </w:rPr>
        <w:t xml:space="preserve"> عَلِ</w:t>
      </w:r>
      <w:r w:rsidRPr="00604F58">
        <w:rPr>
          <w:rFonts w:hint="cs"/>
          <w:rtl/>
        </w:rPr>
        <w:t>ي</w:t>
      </w:r>
      <w:r w:rsidRPr="00F55001">
        <w:rPr>
          <w:rFonts w:hint="cs"/>
          <w:rtl/>
        </w:rPr>
        <w:t>ٌّ :</w:t>
      </w:r>
    </w:p>
    <w:p w:rsidR="001F16A4" w:rsidRDefault="001F16A4" w:rsidP="00604F58">
      <w:pPr>
        <w:pStyle w:val="libArabic"/>
        <w:rPr>
          <w:rtl/>
        </w:rPr>
      </w:pPr>
      <w:r w:rsidRPr="00604F58">
        <w:rPr>
          <w:rFonts w:hint="cs"/>
          <w:rtl/>
        </w:rPr>
        <w:t>أ</w:t>
      </w:r>
      <w:r w:rsidRPr="00F55001">
        <w:rPr>
          <w:rFonts w:hint="cs"/>
          <w:rtl/>
        </w:rPr>
        <w:t>َنَا</w:t>
      </w:r>
      <w:r>
        <w:rPr>
          <w:rtl/>
        </w:rPr>
        <w:t xml:space="preserve"> الَّذِ</w:t>
      </w:r>
      <w:r w:rsidRPr="00604F58">
        <w:rPr>
          <w:rFonts w:hint="cs"/>
          <w:rtl/>
        </w:rPr>
        <w:t>ي</w:t>
      </w:r>
      <w:r w:rsidRPr="00F55001">
        <w:rPr>
          <w:rFonts w:hint="cs"/>
          <w:rtl/>
        </w:rPr>
        <w:t xml:space="preserve"> سَمَّت</w:t>
      </w:r>
      <w:r w:rsidRPr="00604F58">
        <w:rPr>
          <w:rFonts w:hint="cs"/>
          <w:rtl/>
        </w:rPr>
        <w:t>ْ</w:t>
      </w:r>
      <w:r w:rsidRPr="00F55001">
        <w:rPr>
          <w:rFonts w:hint="cs"/>
          <w:rtl/>
        </w:rPr>
        <w:t>نِ</w:t>
      </w:r>
      <w:r w:rsidRPr="00604F58">
        <w:rPr>
          <w:rFonts w:hint="cs"/>
          <w:rtl/>
        </w:rPr>
        <w:t>ي</w:t>
      </w:r>
      <w:r w:rsidRPr="00F55001"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 w:rsidRPr="00F55001">
        <w:rPr>
          <w:rFonts w:hint="cs"/>
          <w:rtl/>
        </w:rPr>
        <w:t>ُمِّ</w:t>
      </w:r>
      <w:r w:rsidRPr="00604F58">
        <w:rPr>
          <w:rFonts w:hint="cs"/>
          <w:rtl/>
        </w:rPr>
        <w:t>ي</w:t>
      </w:r>
      <w:r w:rsidRPr="00F55001">
        <w:rPr>
          <w:rFonts w:hint="cs"/>
          <w:rtl/>
        </w:rPr>
        <w:t xml:space="preserve"> حَ</w:t>
      </w:r>
      <w:r w:rsidRPr="00604F58">
        <w:rPr>
          <w:rFonts w:hint="cs"/>
          <w:rtl/>
        </w:rPr>
        <w:t>يْ</w:t>
      </w:r>
      <w:r w:rsidRPr="00F55001">
        <w:rPr>
          <w:rFonts w:hint="cs"/>
          <w:rtl/>
        </w:rPr>
        <w:t>دَرَ</w:t>
      </w:r>
      <w:r w:rsidRPr="00604F58">
        <w:rPr>
          <w:rFonts w:hint="cs"/>
          <w:rtl/>
        </w:rPr>
        <w:t>هْ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کَلَ</w:t>
      </w:r>
      <w:r w:rsidRPr="00604F58">
        <w:rPr>
          <w:rFonts w:hint="cs"/>
          <w:rtl/>
        </w:rPr>
        <w:t>يْ</w:t>
      </w:r>
      <w:r w:rsidRPr="00F55001">
        <w:rPr>
          <w:rFonts w:hint="cs"/>
          <w:rtl/>
        </w:rPr>
        <w:t>ثِ</w:t>
      </w:r>
      <w:r>
        <w:rPr>
          <w:rtl/>
        </w:rPr>
        <w:t xml:space="preserve"> غَابَاتٍ کَرِ</w:t>
      </w:r>
      <w:r w:rsidRPr="00604F58">
        <w:rPr>
          <w:rFonts w:hint="cs"/>
          <w:rtl/>
        </w:rPr>
        <w:t>يه</w:t>
      </w:r>
      <w:r w:rsidRPr="00F55001">
        <w:rPr>
          <w:rFonts w:hint="cs"/>
          <w:rtl/>
        </w:rPr>
        <w:t>ِ ال</w:t>
      </w:r>
      <w:r w:rsidRPr="00604F58">
        <w:rPr>
          <w:rFonts w:hint="cs"/>
          <w:rtl/>
        </w:rPr>
        <w:t>ْ</w:t>
      </w:r>
      <w:r w:rsidRPr="00F55001">
        <w:rPr>
          <w:rFonts w:hint="cs"/>
          <w:rtl/>
        </w:rPr>
        <w:t>مَن</w:t>
      </w:r>
      <w:r w:rsidRPr="00604F58">
        <w:rPr>
          <w:rFonts w:hint="cs"/>
          <w:rtl/>
        </w:rPr>
        <w:t>ْ</w:t>
      </w:r>
      <w:r w:rsidRPr="00F55001">
        <w:rPr>
          <w:rFonts w:hint="cs"/>
          <w:rtl/>
        </w:rPr>
        <w:t>ظَرَ</w:t>
      </w:r>
      <w:r w:rsidRPr="00604F58">
        <w:rPr>
          <w:rFonts w:hint="cs"/>
          <w:rtl/>
        </w:rPr>
        <w:t>هْ</w:t>
      </w:r>
    </w:p>
    <w:p w:rsidR="001F16A4" w:rsidRDefault="001F16A4" w:rsidP="00604F58">
      <w:pPr>
        <w:pStyle w:val="libArabic"/>
        <w:rPr>
          <w:rtl/>
        </w:rPr>
      </w:pPr>
      <w:r w:rsidRPr="00604F58">
        <w:rPr>
          <w:rFonts w:hint="cs"/>
          <w:rtl/>
        </w:rPr>
        <w:t>أ</w:t>
      </w:r>
      <w:r w:rsidRPr="00F55001">
        <w:rPr>
          <w:rFonts w:hint="cs"/>
          <w:rtl/>
        </w:rPr>
        <w:t>ُو</w:t>
      </w:r>
      <w:r>
        <w:rPr>
          <w:rtl/>
        </w:rPr>
        <w:t xml:space="preserve"> فِ</w:t>
      </w:r>
      <w:r w:rsidRPr="00604F58">
        <w:rPr>
          <w:rFonts w:hint="cs"/>
          <w:rtl/>
        </w:rPr>
        <w:t>يه</w:t>
      </w:r>
      <w:r w:rsidRPr="00F55001">
        <w:rPr>
          <w:rFonts w:hint="cs"/>
          <w:rtl/>
        </w:rPr>
        <w:t>ِمُ بِالصَّاعِ کَ</w:t>
      </w:r>
      <w:r w:rsidRPr="00604F58">
        <w:rPr>
          <w:rFonts w:hint="cs"/>
          <w:rtl/>
        </w:rPr>
        <w:t>يْ</w:t>
      </w:r>
      <w:r w:rsidRPr="00F55001">
        <w:rPr>
          <w:rFonts w:hint="cs"/>
          <w:rtl/>
        </w:rPr>
        <w:t>لَ السَّن</w:t>
      </w:r>
      <w:r w:rsidRPr="00604F58">
        <w:rPr>
          <w:rFonts w:hint="cs"/>
          <w:rtl/>
        </w:rPr>
        <w:t>ْ</w:t>
      </w:r>
      <w:r w:rsidRPr="00F55001">
        <w:rPr>
          <w:rFonts w:hint="cs"/>
          <w:rtl/>
        </w:rPr>
        <w:t>دَرَ</w:t>
      </w:r>
      <w:r w:rsidRPr="00604F58">
        <w:rPr>
          <w:rFonts w:hint="cs"/>
          <w:rtl/>
        </w:rPr>
        <w:t>هْ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: فَضَرَبَ رَ</w:t>
      </w:r>
      <w:r w:rsidRPr="00604F58">
        <w:rPr>
          <w:rFonts w:hint="cs"/>
          <w:rtl/>
        </w:rPr>
        <w:t>أْ</w:t>
      </w:r>
      <w:r>
        <w:rPr>
          <w:rFonts w:hint="cs"/>
          <w:rtl/>
        </w:rPr>
        <w:t>سَ مَر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حَبٍ فَقَتَلَ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ُ، ثُمَّ کَانَ الفَت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حُ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َدَ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مُس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لِمٌ.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سلمہ بن اکوع رض</w:t>
      </w:r>
      <w:r>
        <w:rPr>
          <w:rFonts w:hint="cs"/>
          <w:rtl/>
        </w:rPr>
        <w:t>ی</w:t>
      </w:r>
      <w:r>
        <w:rPr>
          <w:rtl/>
        </w:rPr>
        <w:t xml:space="preserve"> اللہ عنہ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پھر مجھے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بلانے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کو آشوب چشم تھا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بالضرور ج</w:t>
      </w:r>
      <w:r>
        <w:rPr>
          <w:rFonts w:hint="eastAsia"/>
          <w:rtl/>
        </w:rPr>
        <w:t>ھنڈا</w:t>
      </w:r>
      <w:r>
        <w:rPr>
          <w:rtl/>
        </w:rPr>
        <w:t xml:space="preserve"> اس شخص کو دوں گا جو اللہ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محبت کرتا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اور اس کا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سے محبت کرتے ہوں گے۔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آشوب چشم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تھے۔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اپنا لعاب دہن ان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تو 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ہوگئے۔ اور پھر اُنھ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جھنڈا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مرحب نکلا اور کہنے لگا۔‘‘</w:t>
      </w:r>
      <w:r>
        <w:rPr>
          <w:rtl/>
        </w:rPr>
        <w:cr/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lastRenderedPageBreak/>
        <w:t>(تحق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جانتا ہے کہ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مرحب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وقت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بند ہوتا ہوں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تجربہ کار جنگجو ہوں اور جب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بھڑک اٹھتا ہے)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ہوں جس کا نام اس ک</w:t>
      </w:r>
      <w:r>
        <w:rPr>
          <w:rFonts w:hint="cs"/>
          <w:rtl/>
        </w:rPr>
        <w:t>ی</w:t>
      </w:r>
      <w:r>
        <w:rPr>
          <w:rtl/>
        </w:rPr>
        <w:t xml:space="preserve"> ماں نے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رکھا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 کے اس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ہوں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ناک منظر کا حامل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>)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مرحب کے سر پر ضرب لگائ</w:t>
      </w:r>
      <w:r>
        <w:rPr>
          <w:rFonts w:hint="cs"/>
          <w:rtl/>
        </w:rPr>
        <w:t>ی</w:t>
      </w:r>
      <w:r>
        <w:rPr>
          <w:rtl/>
        </w:rPr>
        <w:t xml:space="preserve"> اور 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فتح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ہاتھوں ہوئ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134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مسلم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کتاب الج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اد و الس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ر، باب غزوة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 xml:space="preserve">حزاب و 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 xml:space="preserve"> الخندق، 3 / ، 1441،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1807، و ابن حبان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15 / 382،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6935،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4 / 51، و ابن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بة ف</w:t>
      </w:r>
      <w:r w:rsidRPr="00604F58">
        <w:rPr>
          <w:rFonts w:hint="cs"/>
          <w:rtl/>
        </w:rPr>
        <w:t>ي</w:t>
      </w:r>
      <w:r>
        <w:rPr>
          <w:rtl/>
        </w:rPr>
        <w:t xml:space="preserve"> المصنف، 7 / 393،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36874، و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ر، 7 / 17،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6243.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135.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دِاﷲِ</w:t>
      </w:r>
      <w:r>
        <w:rPr>
          <w:rtl/>
        </w:rPr>
        <w:t xml:space="preserve">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 بُرَ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دَةَ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>ِ بُرَ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دَةَ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لَمِ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ِّ، :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رِوَا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َةٍ طَوِ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لَةٍ وَمِن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َا عَن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 قَالَ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</w:t>
      </w:r>
      <w:r>
        <w:rPr>
          <w:rtl/>
        </w:rPr>
        <w:t xml:space="preserve">م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بَرَ : لَ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َنَّ اللِّوَاءَ غَدًا رَجُلاً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 اﷲَ</w:t>
      </w:r>
      <w:r>
        <w:rPr>
          <w:rtl/>
        </w:rPr>
        <w:t xml:space="preserve"> وَرَسُو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وَ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>
        <w:rPr>
          <w:rFonts w:hint="eastAsia"/>
          <w:rtl/>
        </w:rPr>
        <w:t>ا</w:t>
      </w:r>
      <w:r>
        <w:rPr>
          <w:rFonts w:hint="cs"/>
          <w:rtl/>
        </w:rPr>
        <w:t>ﷲُ</w:t>
      </w:r>
      <w:r>
        <w:rPr>
          <w:rtl/>
        </w:rPr>
        <w:t xml:space="preserve"> وَرَسُو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ُ. فَلَمَّا کَانَ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غَدُ، دَعَا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ًّا، وَ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مَدُ، فَتَفَلَ فِ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عَ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 xml:space="preserve"> وَ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اللِّوَاءَ، وَنَ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َضَ النَّاسُ مَعَ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ُ، فَلَقِ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هْ</w:t>
      </w:r>
      <w:r>
        <w:rPr>
          <w:rFonts w:hint="cs"/>
          <w:rtl/>
        </w:rPr>
        <w:t>لَ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بَرَ، و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ِذَا مَر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حَبٌ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تَجِزُ بَ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دِ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لُ : </w:t>
      </w:r>
    </w:p>
    <w:p w:rsidR="001F16A4" w:rsidRDefault="001F16A4" w:rsidP="00604F58">
      <w:pPr>
        <w:pStyle w:val="libArabic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قَد</w:t>
      </w:r>
      <w:r w:rsidRPr="00604F58">
        <w:rPr>
          <w:rFonts w:hint="cs"/>
          <w:rtl/>
        </w:rPr>
        <w:t>ْ</w:t>
      </w:r>
      <w:r>
        <w:rPr>
          <w:rtl/>
        </w:rPr>
        <w:t xml:space="preserve"> عَلِمَت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بَرُ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َنِّ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حَبُ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شَاکِ</w:t>
      </w:r>
      <w:r w:rsidRPr="00604F58">
        <w:rPr>
          <w:rFonts w:hint="cs"/>
          <w:rtl/>
        </w:rPr>
        <w:t>ي</w:t>
      </w:r>
      <w:r>
        <w:rPr>
          <w:rtl/>
        </w:rPr>
        <w:t xml:space="preserve"> السِّلَاحِ بَطَلٌ مُجَرَّبُ</w:t>
      </w:r>
    </w:p>
    <w:p w:rsidR="001F16A4" w:rsidRDefault="001F16A4" w:rsidP="00604F58">
      <w:pPr>
        <w:pStyle w:val="libArabic"/>
        <w:rPr>
          <w:rtl/>
        </w:rPr>
      </w:pPr>
      <w:r w:rsidRPr="00604F58">
        <w:rPr>
          <w:rFonts w:hint="cs"/>
          <w:rtl/>
        </w:rPr>
        <w:t>أ</w:t>
      </w:r>
      <w:r>
        <w:rPr>
          <w:rFonts w:hint="cs"/>
          <w:rtl/>
        </w:rPr>
        <w:t>َط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عَنُ</w:t>
      </w:r>
      <w:r>
        <w:rPr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ْي</w:t>
      </w:r>
      <w:r>
        <w:rPr>
          <w:rFonts w:hint="cs"/>
          <w:rtl/>
        </w:rPr>
        <w:t>َانًا وَحِ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نًا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َض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رِبُ</w:t>
      </w:r>
    </w:p>
    <w:p w:rsidR="001F16A4" w:rsidRDefault="001F16A4" w:rsidP="00604F58">
      <w:pPr>
        <w:pStyle w:val="libArabic"/>
        <w:rPr>
          <w:rtl/>
        </w:rPr>
      </w:pPr>
      <w:r w:rsidRPr="00604F58">
        <w:rPr>
          <w:rFonts w:hint="cs"/>
          <w:rtl/>
        </w:rPr>
        <w:t>إ</w:t>
      </w:r>
      <w:r>
        <w:rPr>
          <w:rFonts w:hint="cs"/>
          <w:rtl/>
        </w:rPr>
        <w:t>ِذَا</w:t>
      </w:r>
      <w:r>
        <w:rPr>
          <w:rtl/>
        </w:rPr>
        <w:t xml:space="preserve"> اللُّ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ُوثُ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َق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بَلَت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تَلَ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َبُ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قَالَ</w:t>
      </w:r>
      <w:r>
        <w:rPr>
          <w:rtl/>
        </w:rPr>
        <w:t xml:space="preserve"> : فَاخ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تَلَفَ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ُو</w:t>
      </w:r>
      <w:r>
        <w:rPr>
          <w:rtl/>
        </w:rPr>
        <w:t>َ وَ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ضَر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بَتَ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نِ، فَضَرَبَ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عَل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َامَتِ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عَضَّ السَّ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فُ مِن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َا بِ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َض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رَاسِ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ِ، وَسَمِعَ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هْ</w:t>
      </w:r>
      <w:r>
        <w:rPr>
          <w:rFonts w:hint="cs"/>
          <w:rtl/>
        </w:rPr>
        <w:t>لُ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کَرِ صَو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 ضَر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بَتِ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ِ. قَالَ : وَمَا تَتَامَّ آخِرُ النَّاسِ مَعَ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ٍّ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فُتِحَ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وَلَ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. رَوَا</w:t>
      </w:r>
      <w:r w:rsidRPr="00604F58">
        <w:rPr>
          <w:rFonts w:hint="cs"/>
          <w:rtl/>
        </w:rPr>
        <w:t>ه</w:t>
      </w:r>
      <w:r>
        <w:rPr>
          <w:rFonts w:hint="eastAsia"/>
          <w:rtl/>
        </w:rPr>
        <w:t>ُ</w:t>
      </w:r>
      <w:r>
        <w:rPr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عبداللہ بن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اپنے والد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اسلم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اہل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اترے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بالضرور اس آدم</w:t>
      </w:r>
      <w:r>
        <w:rPr>
          <w:rFonts w:hint="cs"/>
          <w:rtl/>
        </w:rPr>
        <w:t>ی</w:t>
      </w:r>
      <w:r>
        <w:rPr>
          <w:rtl/>
        </w:rPr>
        <w:t xml:space="preserve"> کو جھنڈا عطا کر</w:t>
      </w:r>
      <w:r>
        <w:rPr>
          <w:rFonts w:hint="eastAsia"/>
          <w:rtl/>
        </w:rPr>
        <w:t>وں</w:t>
      </w:r>
      <w:r>
        <w:rPr>
          <w:rtl/>
        </w:rPr>
        <w:t xml:space="preserve"> گا جو اللہ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محبت کرتا ہے اور اللہ اور اس کا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جب اگلا دن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آشوب چشم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</w:t>
      </w:r>
      <w:r>
        <w:rPr>
          <w:rFonts w:hint="eastAsia"/>
          <w:rtl/>
        </w:rPr>
        <w:t>ے،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لعاب دہن ڈالا اور ان کو جھنڈا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قتال کے لئے اٹھ کھڑے ہوئے۔ چنانچہ آپ کا سامنا اہل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ساتھ ہوا اور اچانک مرحب نے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سامنے آ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رجز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اشعار کہے :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(تحق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مرحب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وقت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بند ہوتا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تجربہ کار جنگجو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تلوار سے وار کرتا ہوں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آگے بڑھتے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بھڑک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نے تلواروں کے واروں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تبادلہ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اس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پر 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تلوار اس ک</w:t>
      </w:r>
      <w:r>
        <w:rPr>
          <w:rFonts w:hint="cs"/>
          <w:rtl/>
        </w:rPr>
        <w:t>ی</w:t>
      </w:r>
      <w:r>
        <w:rPr>
          <w:rtl/>
        </w:rPr>
        <w:t xml:space="preserve"> کھوپڑ</w:t>
      </w:r>
      <w:r>
        <w:rPr>
          <w:rFonts w:hint="cs"/>
          <w:rtl/>
        </w:rPr>
        <w:t>ی</w:t>
      </w:r>
      <w:r>
        <w:rPr>
          <w:rtl/>
        </w:rPr>
        <w:t xml:space="preserve">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کے دانتوں تک آپہنچ</w:t>
      </w:r>
      <w:r>
        <w:rPr>
          <w:rFonts w:hint="cs"/>
          <w:rtl/>
        </w:rPr>
        <w:t>ی</w:t>
      </w:r>
      <w:r>
        <w:rPr>
          <w:rtl/>
        </w:rPr>
        <w:t xml:space="preserve"> اور تمام اہل لشکر نے اس ضرب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ب</w:t>
      </w:r>
      <w:r>
        <w:rPr>
          <w:rFonts w:hint="eastAsia"/>
          <w:rtl/>
        </w:rPr>
        <w:t>عد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اور نے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ساتھ مقابلہ کا ارادہ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فتح مسلمانوں کا مقدر ٹھہر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135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5 / 358،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23081، و النسائ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ٰ، 5 / 109،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8403، و الحاکم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494،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5844، و 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6 / 150، و الطبر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التار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خ الطبر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، 2 / 136. </w:t>
      </w:r>
      <w:r>
        <w:rPr>
          <w:rtl/>
        </w:rPr>
        <w:cr/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136.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ٍّ قَالَ :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بَعَثَ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وَ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 xml:space="preserve">َنَا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مَدُ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نِ،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بَرَ، فَقُل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تُ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!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ِنِّ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مَدُ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نِ، قَالَ : فَتَفَلَ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وَقَالَ : اللَّ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ُمَّ!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َذ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ِب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</w:t>
      </w:r>
      <w:r>
        <w:rPr>
          <w:rFonts w:hint="eastAsia"/>
          <w:rtl/>
        </w:rPr>
        <w:t>َرَّ</w:t>
      </w:r>
      <w:r>
        <w:rPr>
          <w:rtl/>
        </w:rPr>
        <w:t xml:space="preserve"> وَال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دَ فَمَا وَجَد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تُ حَرًّا وَلاَ بَر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دًا مُن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ذُ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مَئِذٍ. وَقَالَ : لَ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َنَّ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َةَ رَجُلًا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 اﷲَ</w:t>
      </w:r>
      <w:r>
        <w:rPr>
          <w:rtl/>
        </w:rPr>
        <w:t xml:space="preserve"> وَرَسُو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ُ، وَ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اﷲُ</w:t>
      </w:r>
      <w:r>
        <w:rPr>
          <w:rtl/>
        </w:rPr>
        <w:t xml:space="preserve"> وَ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ُ، 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سَ بِفَرَّارٍ فَتَشَرَّفَ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َا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َص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حَابُ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فَ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eastAsia"/>
          <w:rtl/>
        </w:rPr>
        <w:t>طَانِ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َا</w:t>
      </w:r>
      <w:r>
        <w:rPr>
          <w:rtl/>
        </w:rPr>
        <w:t>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دوران مجھے بلا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مجھے آشوب چشم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مجھے آشوب چشم ہے۔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لعاب دہن ڈالا او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اللہ! اس سے گرم</w:t>
      </w:r>
      <w:r>
        <w:rPr>
          <w:rFonts w:hint="cs"/>
          <w:rtl/>
        </w:rPr>
        <w:t>ی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کو دور کر دے۔ پس اس دن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 تو گرم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tl/>
        </w:rPr>
        <w:t xml:space="preserve"> اور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بالضرور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جھنڈا اس آدم</w:t>
      </w:r>
      <w:r>
        <w:rPr>
          <w:rFonts w:hint="cs"/>
          <w:rtl/>
        </w:rPr>
        <w:t>ی</w:t>
      </w:r>
      <w:r>
        <w:rPr>
          <w:rtl/>
        </w:rPr>
        <w:t xml:space="preserve"> کو دوں گا جو اللہ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محبت کرتا ہو گا اور اللہ اور اس کا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سے محبت کرتے ہوں گے۔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136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1 / 99،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</w:t>
      </w:r>
      <w:r>
        <w:rPr>
          <w:rtl/>
        </w:rPr>
        <w:t xml:space="preserve"> 778، و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1 / 133،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1117،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الصحابة، 2 / 564،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950.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137.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رِب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 حِرَاشٍ، قَالَ : حَدَّثَنَا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طَالِبٍ بِالرَّحَبَةِ، قَالَ : لَمَّا کَانَ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مُ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حُدَ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َةِ خَرَجَ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نَا</w:t>
      </w:r>
      <w:r>
        <w:rPr>
          <w:rtl/>
        </w:rPr>
        <w:t xml:space="preserve"> نَاسٌ مِنَ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مُش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رِکِ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 فِ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سُ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لُ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نُ عَمَرٍو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ُنَاسٌ مِن رُؤَسَاءِ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مُش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رِکِ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نَ، </w:t>
      </w:r>
      <w:r>
        <w:rPr>
          <w:rFonts w:hint="eastAsia"/>
          <w:rtl/>
        </w:rPr>
        <w:t>فَقَالُو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ا</w:t>
      </w:r>
      <w:r>
        <w:rPr>
          <w:rtl/>
        </w:rPr>
        <w:t xml:space="preserve">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خَرَجَ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کَ نَاسٌ مِن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نَائِنَا وَ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ِخ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وَانِنَا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َرِقَّائِنَا وَ 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سَ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فِق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ٌ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الدِّ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نِ، وَ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ِنَّمَا خ</w:t>
      </w:r>
      <w:r>
        <w:rPr>
          <w:rtl/>
        </w:rPr>
        <w:t>َرَجُو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ا فِرَارًا مِن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وَالِنَا وَ ضِ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َاعِنَا فَار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دُد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نَا. فَ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َکُن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ف</w:t>
      </w:r>
      <w:r>
        <w:rPr>
          <w:rFonts w:hint="eastAsia"/>
          <w:rtl/>
        </w:rPr>
        <w:t>ِق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ٌ</w:t>
      </w:r>
      <w:r>
        <w:rPr>
          <w:rtl/>
        </w:rPr>
        <w:t xml:space="preserve">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الدِّ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نِ سَنُفَقِّ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، فَقَالَ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مَع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شَرَ قُرَ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شٍ لَتَن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ُنَّ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عَثُنَّ اﷲُ</w:t>
      </w:r>
      <w:r>
        <w:rPr>
          <w:rtl/>
        </w:rPr>
        <w:t xml:space="preserve"> عَلَ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کُم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مَن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َض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رِبُ رِقَابَکُم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بِالسَّ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فِ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الدِّ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نِ، قَد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تَحَنَ اﷲُ</w:t>
      </w:r>
      <w:r>
        <w:rPr>
          <w:rtl/>
        </w:rPr>
        <w:t xml:space="preserve"> قُلُو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604F58">
        <w:rPr>
          <w:rFonts w:hint="cs"/>
          <w:rtl/>
        </w:rPr>
        <w:t>ْإ</w:t>
      </w:r>
      <w:r>
        <w:rPr>
          <w:rFonts w:hint="cs"/>
          <w:rtl/>
        </w:rPr>
        <w:t>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مَا</w:t>
      </w:r>
      <w:r>
        <w:rPr>
          <w:rFonts w:hint="eastAsia"/>
          <w:rtl/>
        </w:rPr>
        <w:t>نِ</w:t>
      </w:r>
      <w:r>
        <w:rPr>
          <w:rtl/>
        </w:rPr>
        <w:t>. قَالُو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ا : مَن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Fonts w:hint="eastAsia"/>
          <w:rtl/>
        </w:rPr>
        <w:t>؟</w:t>
      </w:r>
      <w:r>
        <w:rPr>
          <w:rtl/>
        </w:rPr>
        <w:t xml:space="preserve"> فَقَالَ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َبُوبَک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رٍ : مَن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Fonts w:hint="eastAsia"/>
          <w:rtl/>
        </w:rPr>
        <w:t>؟</w:t>
      </w:r>
      <w:r>
        <w:rPr>
          <w:rtl/>
        </w:rPr>
        <w:t xml:space="preserve"> وَ قَالَ عُمَرُ : مَن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Fonts w:hint="eastAsia"/>
          <w:rtl/>
        </w:rPr>
        <w:t>؟</w:t>
      </w:r>
      <w:r>
        <w:rPr>
          <w:rtl/>
        </w:rPr>
        <w:t xml:space="preserve"> قَالَ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>
        <w:rPr>
          <w:rtl/>
        </w:rPr>
        <w:t>خَاصِفُ النَّع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لِ، وَ کَانَ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ًّا نَع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َخ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صِفُ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َا. قَالَ : ثُمَّ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تَفَتَ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نَا </w:t>
      </w:r>
      <w:r>
        <w:rPr>
          <w:rFonts w:hint="eastAsia"/>
          <w:rtl/>
        </w:rPr>
        <w:t>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</w:t>
      </w:r>
      <w:r>
        <w:rPr>
          <w:rtl/>
        </w:rPr>
        <w:t xml:space="preserve"> فَقَالَ :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قَالَ : مَن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کَذِبَ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مُتَعَمِّدًا فَل</w:t>
      </w:r>
      <w:r w:rsidRPr="00604F58">
        <w:rPr>
          <w:rFonts w:hint="cs"/>
          <w:rtl/>
        </w:rPr>
        <w:t>ْي</w:t>
      </w:r>
      <w:r>
        <w:rPr>
          <w:rFonts w:hint="cs"/>
          <w:rtl/>
        </w:rPr>
        <w:t>َتَبَوَّا مَق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عَدَ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مِنَ النَّارِ.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التِ</w:t>
      </w:r>
      <w:r>
        <w:rPr>
          <w:rtl/>
        </w:rPr>
        <w:t>ّر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قَالَ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ٰذَا حَدِ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ثٌ حَسَنٌ صَحِ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حٌ.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ربع</w:t>
      </w:r>
      <w:r>
        <w:rPr>
          <w:rFonts w:hint="cs"/>
          <w:rtl/>
        </w:rPr>
        <w:t>ی</w:t>
      </w:r>
      <w:r>
        <w:rPr>
          <w:rtl/>
        </w:rPr>
        <w:t xml:space="preserve"> بن حراش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نے رحبہ کے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 کئ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آئے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سردار تھے پس انہوں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وسلم)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اولاد،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غلاموں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پاس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سمجھ بوجھ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ہمارے اموال اور جائ</w:t>
      </w:r>
      <w:r>
        <w:rPr>
          <w:rFonts w:hint="cs"/>
          <w:rtl/>
        </w:rPr>
        <w:t>ی</w:t>
      </w:r>
      <w:r>
        <w:rPr>
          <w:rFonts w:hint="eastAsia"/>
          <w:rtl/>
        </w:rPr>
        <w:t>دادوں</w:t>
      </w:r>
      <w:r>
        <w:rPr>
          <w:rtl/>
        </w:rPr>
        <w:t xml:space="preserve"> سے فرار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لہٰذا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ان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! تم لوگ اپن</w:t>
      </w:r>
      <w:r>
        <w:rPr>
          <w:rFonts w:hint="cs"/>
          <w:rtl/>
        </w:rPr>
        <w:t>ی</w:t>
      </w:r>
      <w:r>
        <w:rPr>
          <w:rtl/>
        </w:rPr>
        <w:t xml:space="preserve"> حرکتوں سے باز آجاؤ ورنہ اللہ تعال</w:t>
      </w:r>
      <w:r>
        <w:rPr>
          <w:rFonts w:hint="cs"/>
          <w:rtl/>
        </w:rPr>
        <w:t>یٰ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خاطر تلوار کے ساتھ تمہار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 دے گا۔ اللہ تعال</w:t>
      </w:r>
      <w:r>
        <w:rPr>
          <w:rFonts w:hint="cs"/>
          <w:rtl/>
        </w:rPr>
        <w:t>یٰ</w:t>
      </w:r>
      <w:r>
        <w:rPr>
          <w:rtl/>
        </w:rPr>
        <w:t xml:space="preserve"> نے ان کے دلوں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آزما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حضرت ابوبکر و حضرت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نے پوچھا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وہ کون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جوت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لگانے والا ہے۔ حضور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اس وقت اپن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مبارک مرمت کے لئے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ربع</w:t>
      </w:r>
      <w:r>
        <w:rPr>
          <w:rFonts w:hint="cs"/>
          <w:rtl/>
        </w:rPr>
        <w:t>ی</w:t>
      </w:r>
      <w:r>
        <w:rPr>
          <w:rtl/>
        </w:rPr>
        <w:t xml:space="preserve"> بن حراش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ہمار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کہنے لگے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شخص مجھ پر جان بوجھ کر جھوٹ باندھے گا۔ وہ اپنا ٹھکانہ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 لے۔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ت</w:t>
      </w:r>
      <w:r>
        <w:rPr>
          <w:rFonts w:hint="eastAsia"/>
          <w:rtl/>
        </w:rPr>
        <w:t>رمذ</w:t>
      </w:r>
      <w:r w:rsidR="007E182E" w:rsidRPr="007E182E"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137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طالب، 5 / 634،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</w:t>
      </w:r>
      <w:r>
        <w:rPr>
          <w:rtl/>
        </w:rPr>
        <w:t>رقم : 3715، و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وسط، 4 / 158،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3862،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الصحابة، 2 / 649،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1105.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138. عَنِ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بَرَاءِ، قَالَ : بَعَثَ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جَ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شَ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نِ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َمَّرَ عَلٰ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َحَدِ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ِمَا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طَالِبٍ وَعَلٰ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الآخَرِ خَالِدَ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وَلِ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دِ، وَقَالَ :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ِذَا کَانَ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قِتَالُ فَعَلِ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قَالَ : فَاف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تَتَحَ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حِص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ناً</w:t>
      </w:r>
      <w:r>
        <w:rPr>
          <w:rtl/>
        </w:rPr>
        <w:t xml:space="preserve"> فَ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َخَذَ مِن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 جَارِ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َةً، فَکَتَبَ مَعِ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 خَالِدٌ کِتَاباً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َشِ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بِ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ِ، قَالَ</w:t>
      </w:r>
      <w:r>
        <w:rPr>
          <w:rtl/>
        </w:rPr>
        <w:t xml:space="preserve"> : فَقَدِم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تُ عَلٰ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ِّ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فَقَرَ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کِتَابَ، فَتَغَ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َرَ لَو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ُ، ثُمَّ قَالَ : مَا تَرَ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رَجُلٍ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</w:t>
      </w:r>
      <w:r>
        <w:rPr>
          <w:rtl/>
        </w:rPr>
        <w:t xml:space="preserve"> ا</w:t>
      </w:r>
      <w:r>
        <w:rPr>
          <w:rFonts w:hint="cs"/>
          <w:rtl/>
        </w:rPr>
        <w:t>ﷲَ</w:t>
      </w:r>
      <w:r>
        <w:rPr>
          <w:rtl/>
        </w:rPr>
        <w:t xml:space="preserve"> وَرَسُو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وَ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ُحِبُّ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اﷲُ</w:t>
      </w:r>
      <w:r>
        <w:rPr>
          <w:rtl/>
        </w:rPr>
        <w:t xml:space="preserve"> وَرَسُولُ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ُ؟ قَالَ : قُل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تُ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ذُ بِاﷲِ</w:t>
      </w:r>
      <w:r>
        <w:rPr>
          <w:rtl/>
        </w:rPr>
        <w:t xml:space="preserve"> مِن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غَضَبِ اﷲِ</w:t>
      </w:r>
      <w:r>
        <w:rPr>
          <w:rtl/>
        </w:rPr>
        <w:t xml:space="preserve"> وَ مِن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غَضَبِ رَسُولِ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، وَ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 xml:space="preserve">ِنَّمَا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َنَا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لٌ، فَسَکَتَ.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التِّر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</w:p>
    <w:p w:rsidR="001F16A4" w:rsidRDefault="001F16A4" w:rsidP="00604F58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قَالَ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ثٌ حَسَنٌ.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براء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دولشکر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اور دوسرے کا حضرت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جنگ ہوگ</w:t>
      </w:r>
      <w:r>
        <w:rPr>
          <w:rFonts w:hint="cs"/>
          <w:rtl/>
        </w:rPr>
        <w:t>ی</w:t>
      </w:r>
      <w:r>
        <w:rPr>
          <w:rtl/>
        </w:rPr>
        <w:t xml:space="preserve"> تو دونوں لشکروں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گے۔ چنانچہ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قلعہ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باند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۔ اس پرحضرت خالد رض</w:t>
      </w:r>
      <w:r>
        <w:rPr>
          <w:rFonts w:hint="cs"/>
          <w:rtl/>
        </w:rPr>
        <w:t>ی</w:t>
      </w:r>
      <w:r>
        <w:rPr>
          <w:rtl/>
        </w:rPr>
        <w:t xml:space="preserve"> اللہ عنہ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پڑھا تو چہرہ انور کا رنگ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اس شخص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 جو ا</w:t>
      </w:r>
      <w:r>
        <w:rPr>
          <w:rFonts w:hint="cs"/>
          <w:rtl/>
        </w:rPr>
        <w:t>ﷲ</w:t>
      </w:r>
      <w:r>
        <w:rPr>
          <w:rtl/>
        </w:rPr>
        <w:t xml:space="preserve"> اور اس کے رسول سے محبت کرتا ہے اور ا</w:t>
      </w:r>
      <w:r>
        <w:rPr>
          <w:rFonts w:hint="cs"/>
          <w:rtl/>
        </w:rPr>
        <w:t>ﷲ</w:t>
      </w:r>
      <w:r>
        <w:rPr>
          <w:rtl/>
        </w:rPr>
        <w:t xml:space="preserve"> اور اس کا رسول اس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eastAsia"/>
          <w:rtl/>
        </w:rPr>
        <w:t>ے</w:t>
      </w:r>
      <w:r>
        <w:rPr>
          <w:rtl/>
        </w:rPr>
        <w:t xml:space="preserve"> غصے سے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مانگتا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قاصد ہوں۔ اس 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خاموش ہو گئے۔ اس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حسن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138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5 / 638،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3725، و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کتاب الج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اد : باب ما جاء من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ستعمل 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الحرب، 4 / 207،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1704، و ابن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المصنف، 6 / 372،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</w:t>
      </w:r>
      <w:r>
        <w:rPr>
          <w:rtl/>
        </w:rPr>
        <w:t xml:space="preserve">2119.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lastRenderedPageBreak/>
        <w:t>139.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عَم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رِو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 مَ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مُو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نٍ عَنِ اب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 عَبَّاسٍ فِ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 رِوَا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َةٍ طَوِ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لَةٍ وَ مِن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َا قَالَ : وَقَعُو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ا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رَجُلٍ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عَش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رٌ وَقَعُو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ا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رَجُلٍ قَالَ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: لَ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عَثَنَّ رَجُلًا 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ُخ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زِ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 اﷲُ</w:t>
      </w:r>
      <w:r>
        <w:rPr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َبَدً</w:t>
      </w:r>
      <w:r>
        <w:rPr>
          <w:rtl/>
        </w:rPr>
        <w:t xml:space="preserve">ا،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ُحِب</w:t>
      </w:r>
      <w:r>
        <w:rPr>
          <w:rFonts w:hint="eastAsia"/>
          <w:rtl/>
        </w:rPr>
        <w:t>ُّ</w:t>
      </w:r>
      <w:r>
        <w:rPr>
          <w:rtl/>
        </w:rPr>
        <w:t xml:space="preserve"> ا</w:t>
      </w:r>
      <w:r>
        <w:rPr>
          <w:rFonts w:hint="cs"/>
          <w:rtl/>
        </w:rPr>
        <w:t>ﷲَ</w:t>
      </w:r>
      <w:r>
        <w:rPr>
          <w:rtl/>
        </w:rPr>
        <w:t xml:space="preserve"> وَرَسُو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قَالَ، فَاس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تَش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رَفَ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 مَنِ اس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تَش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رَفَ. قَالَ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ٌّ؟ قَالُو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ا :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ُوَ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الرَّحٰ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َط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حَنُ قَالَ وَمَا کَانَ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َحَدُکُم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َط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حَنَ؟ قَالَ، فَجَاءَ وَ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مَدُ لَا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َکَادُ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صِرُ. قَالَ؟ فَنَفَثَ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ِ، ثُمّ</w:t>
      </w:r>
      <w:r>
        <w:rPr>
          <w:rFonts w:hint="eastAsia"/>
          <w:rtl/>
        </w:rPr>
        <w:t>َ</w:t>
      </w:r>
      <w:r>
        <w:rPr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َزَّ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َةَ ثَلاَ ثًا فَ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َا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کر رہے تھے جو عشرہ مبشرہ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وہ اس آدم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کر رہے تھے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(فلاں غزوہ کے لئے) اس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گا جس کو ا</w:t>
      </w:r>
      <w:r>
        <w:rPr>
          <w:rFonts w:hint="cs"/>
          <w:rtl/>
        </w:rPr>
        <w:t>ﷲ</w:t>
      </w:r>
      <w:r>
        <w:rPr>
          <w:rtl/>
        </w:rPr>
        <w:t xml:space="preserve"> تبارک و تعال</w:t>
      </w:r>
      <w:r>
        <w:rPr>
          <w:rFonts w:hint="cs"/>
          <w:rtl/>
        </w:rPr>
        <w:t>یٰ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رسوا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وہ ا</w:t>
      </w:r>
      <w:r>
        <w:rPr>
          <w:rFonts w:hint="cs"/>
          <w:rtl/>
        </w:rPr>
        <w:t>ﷲ</w:t>
      </w:r>
      <w:r>
        <w:rPr>
          <w:rtl/>
        </w:rPr>
        <w:t xml:space="preserve"> اور اس کے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محبت کرتا ہے۔ پس (اس جھنڈے) کے حصول ک</w:t>
      </w:r>
      <w:r>
        <w:rPr>
          <w:rFonts w:hint="cs"/>
          <w:rtl/>
        </w:rPr>
        <w:t>ی</w:t>
      </w:r>
      <w:r>
        <w:rPr>
          <w:rtl/>
        </w:rPr>
        <w:t xml:space="preserve"> سعادت کے لئے ہر کس</w:t>
      </w:r>
      <w:r>
        <w:rPr>
          <w:rFonts w:hint="cs"/>
          <w:rtl/>
        </w:rPr>
        <w:t>ی</w:t>
      </w:r>
      <w:r>
        <w:rPr>
          <w:rtl/>
        </w:rPr>
        <w:t xml:space="preserve"> نے خواہش ک</w:t>
      </w:r>
      <w:r>
        <w:rPr>
          <w:rFonts w:hint="cs"/>
          <w:rtl/>
        </w:rPr>
        <w:t>ی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کہاں</w:t>
      </w:r>
      <w:r>
        <w:rPr>
          <w:rtl/>
        </w:rPr>
        <w:t xml:space="preserve"> ہے؟ تو انہوں نے کہا کہ وہ چک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آٹا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رہا ہے۔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آٹا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رہا؟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ا</w:t>
      </w:r>
      <w:r>
        <w:rPr>
          <w:rFonts w:hint="eastAsia"/>
          <w:rtl/>
        </w:rPr>
        <w:t>ن</w:t>
      </w:r>
      <w:r>
        <w:rPr>
          <w:rtl/>
        </w:rPr>
        <w:t xml:space="preserve"> کو آشوب چشم تھا اور اتنا سخت تھا کہ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تھے۔ راو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پھونکا پھر جھنڈے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دفعہ 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عطاء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139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1 / 330،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3062، و الحاکم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143،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4652، و النسائ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ٰ، 5 / 113، الحد</w:t>
      </w:r>
      <w:r w:rsidRPr="00604F58">
        <w:rPr>
          <w:rFonts w:hint="cs"/>
          <w:rtl/>
        </w:rPr>
        <w:t>ي</w:t>
      </w:r>
      <w:r>
        <w:rPr>
          <w:rtl/>
        </w:rPr>
        <w:t xml:space="preserve">ث رقم : 8409، و ابن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عاصم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السنة، 2 / 603،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1351.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140.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ُبَ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رَةَ : خَطَبَنَا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َحَسَنُ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نُ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ٍّ رضی</w:t>
      </w:r>
      <w:r>
        <w:rPr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فَقَالَ : لَقَد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فَارَقَکُم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رَجُلٌ بِال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سِ لَم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بِق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 ال</w:t>
      </w:r>
      <w:r w:rsidRPr="00604F58">
        <w:rPr>
          <w:rFonts w:hint="cs"/>
          <w:rtl/>
        </w:rPr>
        <w:t>ْأ</w:t>
      </w:r>
      <w:r>
        <w:rPr>
          <w:rFonts w:hint="cs"/>
          <w:rtl/>
        </w:rPr>
        <w:t>َوَّلُو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نَ بِعِل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مٍ، وَلاَ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رِک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ُ الآخِرُو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>، کَانَ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عَثُ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بَالرَّا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َةِ، جِب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لُ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َمِ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نِ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ِ، وَمِ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کَائِ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لُ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شِمَالِ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ِ، لاَ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صَرِفُ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ُف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تَحَ 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مَدُ وَالطَّبَرَانِ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جَمِ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امام حسن بن عل</w:t>
      </w:r>
      <w:r>
        <w:rPr>
          <w:rFonts w:hint="cs"/>
          <w:rtl/>
        </w:rPr>
        <w:t>ی</w:t>
      </w:r>
      <w:r>
        <w:rPr>
          <w:rtl/>
        </w:rPr>
        <w:t xml:space="preserve"> ر ض</w:t>
      </w:r>
      <w:r>
        <w:rPr>
          <w:rFonts w:hint="cs"/>
          <w:rtl/>
        </w:rPr>
        <w:t>ی</w:t>
      </w:r>
      <w:r>
        <w:rPr>
          <w:rtl/>
        </w:rPr>
        <w:t xml:space="preserve"> اللہ عنھما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گزشتہ کل تم سے وہ ہست</w:t>
      </w:r>
      <w:r>
        <w:rPr>
          <w:rFonts w:hint="cs"/>
          <w:rtl/>
        </w:rPr>
        <w:t>ی</w:t>
      </w:r>
      <w:r>
        <w:rPr>
          <w:rtl/>
        </w:rPr>
        <w:t xml:space="preserve"> جدا ہو گئ</w:t>
      </w:r>
      <w:r>
        <w:rPr>
          <w:rFonts w:hint="cs"/>
          <w:rtl/>
        </w:rPr>
        <w:t>ی</w:t>
      </w:r>
      <w:r>
        <w:rPr>
          <w:rtl/>
        </w:rPr>
        <w:t xml:space="preserve"> ہے جن سے نہ تو گذشتہ لوگ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لے سکے اور نہ ہ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ان کے مرتبہ علم</w:t>
      </w:r>
      <w:r>
        <w:rPr>
          <w:rFonts w:hint="cs"/>
          <w:rtl/>
        </w:rPr>
        <w:t>ی</w:t>
      </w:r>
      <w:r>
        <w:rPr>
          <w:rtl/>
        </w:rPr>
        <w:t xml:space="preserve"> کو 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ان کو اپنا جھنڈا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اور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اور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ہوتے تھے اورآپ رض</w:t>
      </w:r>
      <w:r>
        <w:rPr>
          <w:rFonts w:hint="cs"/>
          <w:rtl/>
        </w:rPr>
        <w:t>ی</w:t>
      </w:r>
      <w:r>
        <w:rPr>
          <w:rtl/>
        </w:rPr>
        <w:t xml:space="preserve"> اللہ عنہ کو فتح عطا ہونے تک وہ آپ کے ساتھ رہتے تھے۔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بن حنبل نے اور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eastAsia"/>
          <w:rtl/>
        </w:rPr>
        <w:t>ث</w:t>
      </w:r>
      <w:r>
        <w:rPr>
          <w:rtl/>
        </w:rPr>
        <w:t xml:space="preserve"> رقم 140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1 / 199،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1719، و 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المعجم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وسط، 2 / 336،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2155.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141.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سَعِ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دٍ ال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خُد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ِّ قَالَ :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ِنَّ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َخَذَ الرَّا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َةَ فَ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َزَّ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 ثُمَّ قَا</w:t>
      </w:r>
      <w:r>
        <w:rPr>
          <w:rtl/>
        </w:rPr>
        <w:t>لَ : مَن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أْ</w:t>
      </w:r>
      <w:r>
        <w:rPr>
          <w:rFonts w:hint="cs"/>
          <w:rtl/>
        </w:rPr>
        <w:t>خُذُ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َا بِحَقِّ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َا؟ فَجَاءَ فُلاَنٌ فَقَالَ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 xml:space="preserve">َنَا، قَالَ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َمِط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، ثُمَّ جَاءَ رَجُلٌ فَقَالَ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َمِط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، ثُمَّ قَا</w:t>
      </w:r>
      <w:r>
        <w:rPr>
          <w:rFonts w:hint="eastAsia"/>
          <w:rtl/>
        </w:rPr>
        <w:t>لَ</w:t>
      </w:r>
      <w:r>
        <w:rPr>
          <w:rtl/>
        </w:rPr>
        <w:t xml:space="preserve"> النَّبِ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 : وَالَّذِ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کَرَّمَ وَج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 مُحَمَّدٍ لَ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ُع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َنَّ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َا رَجُلاً لاَ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َفِرُّ،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َاکَ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َا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فَان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طَلَقَ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فَتَحَ اﷲُ</w:t>
      </w:r>
      <w:r>
        <w:rPr>
          <w:rtl/>
        </w:rPr>
        <w:t xml:space="preserve"> عَلَ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بَرَ وَ فَدَکَ وَجَاءَ بِعَج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وَتِ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ِمَا وَقَدِ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دِ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ِمَا.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مَدُ وَ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Pr="00604F58">
        <w:rPr>
          <w:rFonts w:hint="cs"/>
          <w:rtl/>
        </w:rPr>
        <w:t>ْي</w:t>
      </w:r>
      <w:r>
        <w:rPr>
          <w:rFonts w:hint="cs"/>
          <w:rtl/>
        </w:rPr>
        <w:t>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لَی</w:t>
      </w:r>
      <w:r>
        <w:rPr>
          <w:rtl/>
        </w:rPr>
        <w:t xml:space="preserve">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مُس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نَدِ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خدر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جھنڈا پکڑا اور اس کو لہرا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کون اس جھنڈے کو اس کے حق کے ساتھ لے گا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جھنڈے کو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 جاؤ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کو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ہو جاؤ پھر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ذات ک</w:t>
      </w:r>
      <w:r>
        <w:rPr>
          <w:rFonts w:hint="cs"/>
          <w:rtl/>
        </w:rPr>
        <w:t>ی</w:t>
      </w:r>
      <w:r>
        <w:rPr>
          <w:rtl/>
        </w:rPr>
        <w:t xml:space="preserve"> قسم جس نے محمد کے چہرے کو عزت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جھنڈا ضرور بالضرور اس آدم</w:t>
      </w:r>
      <w:r>
        <w:rPr>
          <w:rFonts w:hint="cs"/>
          <w:rtl/>
        </w:rPr>
        <w:t>ی</w:t>
      </w:r>
      <w:r>
        <w:rPr>
          <w:rtl/>
        </w:rPr>
        <w:t xml:space="preserve"> کو دوں گا </w:t>
      </w:r>
      <w:r>
        <w:rPr>
          <w:rFonts w:hint="eastAsia"/>
          <w:rtl/>
        </w:rPr>
        <w:t>جو</w:t>
      </w:r>
      <w:r>
        <w:rPr>
          <w:rtl/>
        </w:rPr>
        <w:t xml:space="preserve"> بھاگے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عل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جھنڈا اٹھا لو پس وہ چلے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اور فدک ک</w:t>
      </w:r>
      <w:r>
        <w:rPr>
          <w:rFonts w:hint="cs"/>
          <w:rtl/>
        </w:rPr>
        <w:t>ی</w:t>
      </w:r>
      <w:r>
        <w:rPr>
          <w:rtl/>
        </w:rPr>
        <w:t xml:space="preserve"> فتح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اور آپ ان دونوں (خ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فدک) ک</w:t>
      </w:r>
      <w:r>
        <w:rPr>
          <w:rFonts w:hint="cs"/>
          <w:rtl/>
        </w:rPr>
        <w:t>ی</w:t>
      </w:r>
      <w:r>
        <w:rPr>
          <w:rtl/>
        </w:rPr>
        <w:t xml:space="preserve"> کھجور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خشک گوشت لے کر آئے۔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احمد بن حنبل اور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141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 3 / 16،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11138،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بو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عل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>
        <w:rPr>
          <w:rtl/>
        </w:rPr>
        <w:t>مسند، 2 / 499،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1346، و 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6 / 151، و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 xml:space="preserve">حمد بن حنبل </w:t>
      </w:r>
      <w:r w:rsidRPr="00604F58">
        <w:rPr>
          <w:rFonts w:hint="cs"/>
          <w:rtl/>
        </w:rPr>
        <w:t>أي</w:t>
      </w:r>
      <w:r>
        <w:rPr>
          <w:rFonts w:hint="cs"/>
          <w:rtl/>
        </w:rPr>
        <w:t>ضاً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الصحابة، 2 / 583،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ث رقم : 987.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142.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رَافِعٍ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مَولَ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 اﷲ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وسلم، قَالَ : خَرَج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نَا مَعَ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ٍّ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>
        <w:rPr>
          <w:rtl/>
        </w:rPr>
        <w:t>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حِ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 بَعَثَ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رَسُولُ اﷲِ</w:t>
      </w:r>
      <w:r>
        <w:rPr>
          <w:rtl/>
        </w:rPr>
        <w:t xml:space="preserve"> بِرَ</w:t>
      </w:r>
      <w:r w:rsidRPr="00604F58">
        <w:rPr>
          <w:rFonts w:hint="cs"/>
          <w:rtl/>
        </w:rPr>
        <w:t>أْي</w:t>
      </w:r>
      <w:r>
        <w:rPr>
          <w:rFonts w:hint="cs"/>
          <w:rtl/>
        </w:rPr>
        <w:t>َتِ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ِ، فَلَمَّا دًنَا مِنَ الحِص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نِ، خَرَجَ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 xml:space="preserve">ِ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هْ</w:t>
      </w:r>
      <w:r>
        <w:rPr>
          <w:rFonts w:hint="cs"/>
          <w:rtl/>
        </w:rPr>
        <w:t>لُ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فقَاتَلَ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، فَضَرَبَ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رَجُلٌ مِ</w:t>
      </w:r>
      <w:r>
        <w:rPr>
          <w:rFonts w:hint="eastAsia"/>
          <w:rtl/>
        </w:rPr>
        <w:t>ن</w:t>
      </w:r>
      <w:r w:rsidRPr="00604F58">
        <w:rPr>
          <w:rFonts w:hint="cs"/>
          <w:rtl/>
        </w:rPr>
        <w:t>ْ</w:t>
      </w:r>
      <w:r>
        <w:rPr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دَ فَطَرَحَ تُر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سَ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مِن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َدِ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ِ، فَتَنَاولَ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ٌّ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بَابًا کَانَ عِن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دَ الحِص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نِ، فَتَرَّسَ بِ</w:t>
      </w:r>
      <w:r w:rsidRPr="00604F58">
        <w:rPr>
          <w:rFonts w:hint="cs"/>
          <w:rtl/>
        </w:rPr>
        <w:t>ه</w:t>
      </w:r>
      <w:r>
        <w:rPr>
          <w:rtl/>
        </w:rPr>
        <w:t>ِ نَف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سَ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ُ، فَلَم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َزِل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َدِ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ِ وَ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ُوَ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ُقَاتِلُ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فَتَحَ اﷲُ</w:t>
      </w:r>
      <w:r>
        <w:rPr>
          <w:rtl/>
        </w:rPr>
        <w:t xml:space="preserve"> عَلَ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 xml:space="preserve">ِ، ثُمَّ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َل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قَا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مِن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َدَ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ِ حِ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نَ فَرَغَ فَلَقَد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رَ</w:t>
      </w:r>
      <w:r w:rsidRPr="00604F58">
        <w:rPr>
          <w:rFonts w:hint="cs"/>
          <w:rtl/>
        </w:rPr>
        <w:t>أ</w:t>
      </w:r>
      <w:r>
        <w:rPr>
          <w:rFonts w:hint="eastAsia"/>
          <w:rtl/>
        </w:rPr>
        <w:t>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تُنِ</w:t>
      </w:r>
      <w:r w:rsidRPr="00604F58">
        <w:rPr>
          <w:rFonts w:hint="cs"/>
          <w:rtl/>
        </w:rPr>
        <w:t>ي</w:t>
      </w:r>
      <w:r>
        <w:rPr>
          <w:rtl/>
        </w:rPr>
        <w:t xml:space="preserve">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نَفَرٍ مَعِ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سَب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عَةٌ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َنَا ثَامِنُ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، نَج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َدُ عَلَ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نَق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لِبَ ذَلِکَ البَابَ فَمَا نَق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لِبُ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ُ. رَ</w:t>
      </w:r>
      <w:r>
        <w:rPr>
          <w:rtl/>
        </w:rPr>
        <w:t>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مَدُ وَال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ثَمِ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ابو رافع رض</w:t>
      </w:r>
      <w:r>
        <w:rPr>
          <w:rFonts w:hint="cs"/>
          <w:rtl/>
        </w:rPr>
        <w:t>ی</w:t>
      </w:r>
      <w:r>
        <w:rPr>
          <w:rtl/>
        </w:rPr>
        <w:t xml:space="preserve"> اللہ عنہ جو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آزاد کردہ غلام تھے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اپنا جھنڈا دے کر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بھ</w:t>
      </w:r>
      <w:r>
        <w:rPr>
          <w:rFonts w:hint="cs"/>
          <w:rtl/>
        </w:rPr>
        <w:t>ی</w:t>
      </w:r>
      <w:r>
        <w:rPr>
          <w:rtl/>
        </w:rPr>
        <w:t xml:space="preserve"> ان کے ساتھ تھے۔ جب ہم قلعہ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پاس پہنچے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تو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والے آپ پر ٹوٹ پڑے۔ آپ بے مثال بہادر</w:t>
      </w:r>
      <w:r>
        <w:rPr>
          <w:rFonts w:hint="cs"/>
          <w:rtl/>
        </w:rPr>
        <w:t>ی</w:t>
      </w:r>
      <w:r>
        <w:rPr>
          <w:rtl/>
        </w:rPr>
        <w:t xml:space="preserve"> کا مظاہرہ کر رہے تھے کہ اچانک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نے وار کرکے آپ کے ہاتھ سے ڈھال گرا د</w:t>
      </w:r>
      <w:r>
        <w:rPr>
          <w:rFonts w:hint="cs"/>
          <w:rtl/>
        </w:rPr>
        <w:t>ی</w:t>
      </w:r>
      <w:r>
        <w:rPr>
          <w:rtl/>
        </w:rPr>
        <w:t>۔ اس پر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قلعہ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اکھ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کر اسے اپن</w:t>
      </w:r>
      <w:r>
        <w:rPr>
          <w:rFonts w:hint="cs"/>
          <w:rtl/>
        </w:rPr>
        <w:t>ی</w:t>
      </w:r>
      <w:r>
        <w:rPr>
          <w:rtl/>
        </w:rPr>
        <w:t xml:space="preserve"> ڈھال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اسے ڈھال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رہے۔ بالآخر دشمنوں پر فتح حاصل ہوجانے کے بعد اس ڈھال نما دروازہ کو اپنے ہاتھ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سات آدم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تھے، ہم آٹھ کے آٹھ مل کر اس دروازے کو الٹنے ک</w:t>
      </w:r>
      <w:r>
        <w:rPr>
          <w:rFonts w:hint="cs"/>
          <w:rtl/>
        </w:rPr>
        <w:t>ی</w:t>
      </w:r>
      <w:r>
        <w:rPr>
          <w:rtl/>
        </w:rPr>
        <w:t xml:space="preserve"> کوشش کرتے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دروا</w:t>
      </w:r>
      <w:r>
        <w:rPr>
          <w:rFonts w:hint="eastAsia"/>
          <w:rtl/>
        </w:rPr>
        <w:t>زہ</w:t>
      </w:r>
      <w:r>
        <w:rPr>
          <w:rtl/>
        </w:rPr>
        <w:t xml:space="preserve"> (جسے حضرت عل</w:t>
      </w:r>
      <w:r>
        <w:rPr>
          <w:rFonts w:hint="cs"/>
          <w:rtl/>
        </w:rPr>
        <w:t>ی</w:t>
      </w:r>
      <w:r>
        <w:rPr>
          <w:rtl/>
        </w:rPr>
        <w:t xml:space="preserve"> نے تنہا اکھ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تھا) نہ الٹا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142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المسند،، 6 / 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23909، وال</w:t>
      </w:r>
      <w:r w:rsidRPr="00604F58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6 / 152.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143.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جَابِرٍ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ًّا رض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حَمَلَ البَابَ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 خَ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>بَرَ حَتَّ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صَعِدَ المُس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لِمُو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نَ فَفَتَحُو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َا وَ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جُرِّ</w:t>
      </w:r>
      <w:r>
        <w:rPr>
          <w:rtl/>
        </w:rPr>
        <w:t>بَ فَلَم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َح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مِل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 xml:space="preserve">ُ </w:t>
      </w:r>
      <w:r w:rsidRPr="00604F58">
        <w:rPr>
          <w:rFonts w:hint="cs"/>
          <w:rtl/>
        </w:rPr>
        <w:t>إ</w:t>
      </w:r>
      <w:r>
        <w:rPr>
          <w:rFonts w:hint="cs"/>
          <w:rtl/>
        </w:rPr>
        <w:t xml:space="preserve">ِلاَّ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بَعُونَ رَجُلا.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نُ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شَ</w:t>
      </w:r>
      <w:r w:rsidRPr="00604F58">
        <w:rPr>
          <w:rFonts w:hint="cs"/>
          <w:rtl/>
        </w:rPr>
        <w:t>يْ</w:t>
      </w:r>
      <w:r>
        <w:rPr>
          <w:rFonts w:hint="cs"/>
          <w:rtl/>
        </w:rPr>
        <w:t xml:space="preserve">بَةَ.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جابر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غزوہ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روز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قلعہ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کا دروازہ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مسلمان قلعہ پر چڑھ گئے اور اسے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آزمودہ بات ہے کہ اس دروازے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مل کر اٹھاتے تھے۔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143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ابن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بة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المصنف، 6 / 374،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 : 32139، والعسقلان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فتح البار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، 7 / 478، والعجلون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کشف الخفاء، 1 / 438، 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 رقم</w:t>
      </w:r>
      <w:r>
        <w:rPr>
          <w:rtl/>
        </w:rPr>
        <w:t xml:space="preserve"> : 1168، وَقَالَ العجلونِ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: رَوا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الحَاکِمُ وَالبَ</w:t>
      </w:r>
      <w:r w:rsidRPr="00604F58">
        <w:rPr>
          <w:rFonts w:hint="cs"/>
          <w:rtl/>
        </w:rPr>
        <w:t>يْه</w:t>
      </w:r>
      <w:r>
        <w:rPr>
          <w:rFonts w:hint="cs"/>
          <w:rtl/>
        </w:rPr>
        <w:t>َقِ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ُّ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جَابِرٍ، والطبران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خ ال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مم</w:t>
      </w:r>
      <w:r>
        <w:rPr>
          <w:rtl/>
        </w:rPr>
        <w:t xml:space="preserve"> والملوک، 2 / 137، وابن 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شام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الس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رة النبو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ة، 4 / 306. </w:t>
      </w:r>
    </w:p>
    <w:p w:rsidR="001F16A4" w:rsidRDefault="001F16A4" w:rsidP="00604F58">
      <w:pPr>
        <w:pStyle w:val="libArabic"/>
        <w:rPr>
          <w:rtl/>
        </w:rPr>
      </w:pPr>
    </w:p>
    <w:p w:rsidR="001F16A4" w:rsidRDefault="001F16A4" w:rsidP="00604F58">
      <w:pPr>
        <w:pStyle w:val="libArabic"/>
        <w:rPr>
          <w:rtl/>
        </w:rPr>
      </w:pPr>
      <w:r>
        <w:rPr>
          <w:rtl/>
        </w:rPr>
        <w:t>144. عَن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 قَتَادَةَ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َنَّ عَلِ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َّ 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 xml:space="preserve">نَ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طَالِبٍ کَانَ صَاحِبَ لِوَاءِ رَسُو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لِ اﷲِ</w:t>
      </w:r>
      <w:r>
        <w:rPr>
          <w:rtl/>
        </w:rPr>
        <w:t xml:space="preserve"> صل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604F58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وسلم، 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مَ بَد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رٍ وَ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کُلِّ مَش</w:t>
      </w:r>
      <w:r w:rsidRPr="00604F58">
        <w:rPr>
          <w:rFonts w:hint="cs"/>
          <w:rtl/>
        </w:rPr>
        <w:t>ْه</w:t>
      </w:r>
      <w:r>
        <w:rPr>
          <w:rFonts w:hint="cs"/>
          <w:rtl/>
        </w:rPr>
        <w:t>َدٍ. رَوَا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نُ سَع</w:t>
      </w:r>
      <w:r w:rsidRPr="00604F58">
        <w:rPr>
          <w:rFonts w:hint="cs"/>
          <w:rtl/>
        </w:rPr>
        <w:t>ْ</w:t>
      </w:r>
      <w:r>
        <w:rPr>
          <w:rFonts w:hint="cs"/>
          <w:rtl/>
        </w:rPr>
        <w:t>دٍ فِ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الطَّبَقَاتِ الکبر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قتادہ رض</w:t>
      </w:r>
      <w:r>
        <w:rPr>
          <w:rFonts w:hint="cs"/>
          <w:rtl/>
        </w:rPr>
        <w:t>ی</w:t>
      </w:r>
      <w:r>
        <w:rPr>
          <w:rtl/>
        </w:rPr>
        <w:t xml:space="preserve"> اللہ عنہ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غزوہ بدر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علم بردار تھے۔ اسے ابن سعد نے </w:t>
      </w:r>
      <w:r w:rsidRPr="00F55001">
        <w:rPr>
          <w:rStyle w:val="libArabicChar"/>
          <w:rtl/>
        </w:rPr>
        <w:t>’’الطبقات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144 : </w:t>
      </w:r>
      <w:r w:rsidRPr="00604F58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604F58">
        <w:rPr>
          <w:rFonts w:hint="cs"/>
          <w:rtl/>
        </w:rPr>
        <w:t>ه</w:t>
      </w:r>
      <w:r>
        <w:rPr>
          <w:rFonts w:hint="cs"/>
          <w:rtl/>
        </w:rPr>
        <w:t xml:space="preserve"> ابن سعد ف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604F58">
        <w:rPr>
          <w:rFonts w:hint="cs"/>
          <w:rtl/>
        </w:rPr>
        <w:t>ي</w:t>
      </w:r>
      <w:r>
        <w:rPr>
          <w:rFonts w:hint="cs"/>
          <w:rtl/>
        </w:rPr>
        <w:t xml:space="preserve">ٰ، 3 / 23. </w:t>
      </w:r>
    </w:p>
    <w:p w:rsidR="0040100C" w:rsidRPr="0038770D" w:rsidRDefault="0040100C" w:rsidP="0038770D">
      <w:pPr>
        <w:pStyle w:val="libPoemTini"/>
        <w:rPr>
          <w:rtl/>
        </w:rPr>
      </w:pPr>
      <w:r w:rsidRPr="00F55001">
        <w:rPr>
          <w:rtl/>
        </w:rPr>
        <w:br w:type="page"/>
      </w:r>
    </w:p>
    <w:p w:rsidR="001F16A4" w:rsidRPr="001F0B8F" w:rsidRDefault="001F16A4" w:rsidP="001F0B8F">
      <w:pPr>
        <w:pStyle w:val="Heading2Center"/>
        <w:rPr>
          <w:rtl/>
        </w:rPr>
      </w:pPr>
      <w:bookmarkStart w:id="42" w:name="_Toc497651175"/>
      <w:r w:rsidRPr="001F0B8F">
        <w:rPr>
          <w:rFonts w:hint="eastAsia"/>
          <w:rtl/>
        </w:rPr>
        <w:lastRenderedPageBreak/>
        <w:t>باب</w:t>
      </w:r>
      <w:r w:rsidRPr="001F0B8F">
        <w:rPr>
          <w:rtl/>
        </w:rPr>
        <w:t>15</w:t>
      </w:r>
      <w:bookmarkEnd w:id="42"/>
    </w:p>
    <w:p w:rsidR="001F16A4" w:rsidRPr="001F0B8F" w:rsidRDefault="001F16A4" w:rsidP="001F0B8F">
      <w:pPr>
        <w:pStyle w:val="Heading2Center"/>
        <w:rPr>
          <w:rtl/>
        </w:rPr>
      </w:pPr>
      <w:bookmarkStart w:id="43" w:name="_Toc497651176"/>
      <w:r w:rsidRPr="001F0B8F">
        <w:rPr>
          <w:rtl/>
        </w:rPr>
        <w:t xml:space="preserve">(15) </w:t>
      </w:r>
      <w:r w:rsidRPr="0040100C">
        <w:rPr>
          <w:rStyle w:val="libArabicChar"/>
          <w:rtl/>
        </w:rPr>
        <w:t>بَابٌ فِ</w:t>
      </w:r>
      <w:r w:rsidRPr="0040100C">
        <w:rPr>
          <w:rStyle w:val="libArabicChar"/>
          <w:rFonts w:hint="cs"/>
          <w:rtl/>
        </w:rPr>
        <w:t>يأَمْرِالنَّبِيِّ بِسَدِّ الْأَ</w:t>
      </w:r>
      <w:r w:rsidRPr="0040100C">
        <w:rPr>
          <w:rStyle w:val="libArabicChar"/>
          <w:rtl/>
        </w:rPr>
        <w:t>ب</w:t>
      </w:r>
      <w:r w:rsidRPr="0040100C">
        <w:rPr>
          <w:rStyle w:val="libArabicChar"/>
          <w:rFonts w:hint="cs"/>
          <w:rtl/>
        </w:rPr>
        <w:t>ْوَابِ إِلاَّ بَابَ عَلِيٍّ رضي الله عنه</w:t>
      </w:r>
      <w:bookmarkEnd w:id="43"/>
    </w:p>
    <w:p w:rsidR="001F16A4" w:rsidRPr="001F0B8F" w:rsidRDefault="001F16A4" w:rsidP="001F0B8F">
      <w:pPr>
        <w:pStyle w:val="Heading2Center"/>
        <w:rPr>
          <w:rtl/>
        </w:rPr>
      </w:pPr>
      <w:bookmarkStart w:id="44" w:name="_Toc497651177"/>
      <w:r w:rsidRPr="001F0B8F">
        <w:rPr>
          <w:rtl/>
        </w:rPr>
        <w:t>(مسجد نبو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صل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عل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ہ</w:t>
      </w:r>
      <w:r w:rsidRPr="001F0B8F">
        <w:rPr>
          <w:rtl/>
        </w:rPr>
        <w:t xml:space="preserve"> وآلہ وسلم م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ں</w:t>
      </w:r>
      <w:r w:rsidRPr="001F0B8F">
        <w:rPr>
          <w:rtl/>
        </w:rPr>
        <w:t xml:space="preserve"> باب عل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رض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اللہ عنہ کے سوا باق</w:t>
      </w:r>
      <w:r w:rsidRPr="001F0B8F">
        <w:rPr>
          <w:rFonts w:hint="cs"/>
          <w:rtl/>
        </w:rPr>
        <w:t>ی</w:t>
      </w:r>
      <w:r w:rsidRPr="001F0B8F">
        <w:rPr>
          <w:rtl/>
        </w:rPr>
        <w:t xml:space="preserve"> سب دروازوں کا بند کروا د</w:t>
      </w:r>
      <w:r w:rsidRPr="001F0B8F">
        <w:rPr>
          <w:rFonts w:hint="cs"/>
          <w:rtl/>
        </w:rPr>
        <w:t>ی</w:t>
      </w:r>
      <w:r w:rsidRPr="001F0B8F">
        <w:rPr>
          <w:rFonts w:hint="eastAsia"/>
          <w:rtl/>
        </w:rPr>
        <w:t>ا</w:t>
      </w:r>
      <w:r w:rsidRPr="001F0B8F">
        <w:rPr>
          <w:rtl/>
        </w:rPr>
        <w:t xml:space="preserve"> جانا)</w:t>
      </w:r>
      <w:bookmarkEnd w:id="44"/>
    </w:p>
    <w:p w:rsidR="001F16A4" w:rsidRDefault="001F16A4" w:rsidP="0040100C">
      <w:pPr>
        <w:pStyle w:val="libArabic"/>
        <w:rPr>
          <w:rtl/>
        </w:rPr>
      </w:pPr>
      <w:r>
        <w:rPr>
          <w:rtl/>
        </w:rPr>
        <w:t>145. عَنِ اب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نِ عَبَّاسٍ،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َنَّ رَسُو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100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َمَرَ بِسَدِّ ال</w:t>
      </w:r>
      <w:r w:rsidRPr="0040100C">
        <w:rPr>
          <w:rFonts w:hint="cs"/>
          <w:rtl/>
        </w:rPr>
        <w:t>ْأ</w:t>
      </w:r>
      <w:r>
        <w:rPr>
          <w:rFonts w:hint="cs"/>
          <w:rtl/>
        </w:rPr>
        <w:t>َب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وَابِ </w:t>
      </w:r>
      <w:r w:rsidRPr="0040100C">
        <w:rPr>
          <w:rFonts w:hint="cs"/>
          <w:rtl/>
        </w:rPr>
        <w:t>إ</w:t>
      </w:r>
      <w:r>
        <w:rPr>
          <w:rFonts w:hint="cs"/>
          <w:rtl/>
        </w:rPr>
        <w:t>ِلاَّ بَابَ</w:t>
      </w:r>
      <w:r>
        <w:rPr>
          <w:rtl/>
        </w:rPr>
        <w:t xml:space="preserve"> عَلِ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ٍّ. رَوَا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 التِّر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Fonts w:hint="eastAsia"/>
          <w:rtl/>
        </w:rPr>
        <w:t>ابن</w:t>
      </w:r>
      <w:r>
        <w:rPr>
          <w:rtl/>
        </w:rPr>
        <w:t xml:space="preserve">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دروازے کے سوا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کھلنے والے تمام دروازے بند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145 :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، 5 / 641،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 رقم : 3732، و ال</w:t>
      </w:r>
      <w:r w:rsidRPr="0040100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115.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40100C">
      <w:pPr>
        <w:pStyle w:val="libArabic"/>
        <w:rPr>
          <w:rtl/>
        </w:rPr>
      </w:pPr>
      <w:r>
        <w:rPr>
          <w:rtl/>
        </w:rPr>
        <w:t>146. عَن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زَ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دِ 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َر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قَمَ قَالَ : کَانَ لِنَفَرٍ مِن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َص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حَابِ رَسُو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لِ اﷲِ</w:t>
      </w:r>
      <w:r>
        <w:rPr>
          <w:rtl/>
        </w:rPr>
        <w:t xml:space="preserve"> صل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100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وَابٌ شَارِعَةٌ فِ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جِدِ، قَالَ : فَقَالَ 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ماً : سُدُّو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ا 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َذِ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ِ ال</w:t>
      </w:r>
      <w:r w:rsidRPr="0040100C">
        <w:rPr>
          <w:rFonts w:hint="cs"/>
          <w:rtl/>
        </w:rPr>
        <w:t>ْأ</w:t>
      </w:r>
      <w:r>
        <w:rPr>
          <w:rFonts w:hint="cs"/>
          <w:rtl/>
        </w:rPr>
        <w:t>َب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وَابَ </w:t>
      </w:r>
      <w:r w:rsidRPr="0040100C">
        <w:rPr>
          <w:rFonts w:hint="cs"/>
          <w:rtl/>
        </w:rPr>
        <w:t>إ</w:t>
      </w:r>
      <w:r>
        <w:rPr>
          <w:rFonts w:hint="cs"/>
          <w:rtl/>
        </w:rPr>
        <w:t>ِلَّا بَابَ عَلِ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ٍّ، قَالَ : فَتَکَلَّمَ فِ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 ذَلِکَ النّ</w:t>
      </w:r>
      <w:r>
        <w:rPr>
          <w:rFonts w:hint="eastAsia"/>
          <w:rtl/>
        </w:rPr>
        <w:t>َاسُ،</w:t>
      </w:r>
      <w:r>
        <w:rPr>
          <w:rtl/>
        </w:rPr>
        <w:t xml:space="preserve"> قَالَ : فَقَامَ رَسُو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100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وسلم فَحَمِدَ اﷲَ</w:t>
      </w:r>
      <w:r>
        <w:rPr>
          <w:rtl/>
        </w:rPr>
        <w:t xml:space="preserve"> تعالٰ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وَ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َث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نَ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عَلَ</w:t>
      </w:r>
      <w:r w:rsidRPr="0040100C">
        <w:rPr>
          <w:rFonts w:hint="cs"/>
          <w:rtl/>
        </w:rPr>
        <w:t>يْه</w:t>
      </w:r>
      <w:r>
        <w:rPr>
          <w:rFonts w:hint="cs"/>
          <w:rtl/>
        </w:rPr>
        <w:t xml:space="preserve">ِ ثُمَّ قَالَ :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َمَّا بَع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دُ فَ</w:t>
      </w:r>
      <w:r w:rsidRPr="0040100C">
        <w:rPr>
          <w:rFonts w:hint="cs"/>
          <w:rtl/>
        </w:rPr>
        <w:t>إ</w:t>
      </w:r>
      <w:r>
        <w:rPr>
          <w:rFonts w:hint="cs"/>
          <w:rtl/>
        </w:rPr>
        <w:t>ِنِّ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َمَر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تُ بِسَدِّ 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َذِ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ِ ال</w:t>
      </w:r>
      <w:r w:rsidRPr="0040100C">
        <w:rPr>
          <w:rFonts w:hint="cs"/>
          <w:rtl/>
        </w:rPr>
        <w:t>ْأ</w:t>
      </w:r>
      <w:r>
        <w:rPr>
          <w:rFonts w:hint="cs"/>
          <w:rtl/>
        </w:rPr>
        <w:t>َب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وَابِ اِلَّا بَابَ عَلِ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ٍّ، وَ قَالَ فِ</w:t>
      </w:r>
      <w:r w:rsidRPr="0040100C">
        <w:rPr>
          <w:rFonts w:hint="cs"/>
          <w:rtl/>
        </w:rPr>
        <w:t>يْه</w:t>
      </w:r>
      <w:r>
        <w:rPr>
          <w:rFonts w:hint="cs"/>
          <w:rtl/>
        </w:rPr>
        <w:t>ِ قَائِلُکُم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Pr="0040100C">
        <w:rPr>
          <w:rFonts w:hint="cs"/>
          <w:rtl/>
        </w:rPr>
        <w:t>إ</w:t>
      </w:r>
      <w:r>
        <w:rPr>
          <w:rFonts w:hint="cs"/>
          <w:rtl/>
        </w:rPr>
        <w:t>ِنِّ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وَاﷲِ</w:t>
      </w:r>
      <w:r>
        <w:rPr>
          <w:rtl/>
        </w:rPr>
        <w:t xml:space="preserve"> مَا سَدَد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تُ شَ</w:t>
      </w:r>
      <w:r w:rsidRPr="0040100C">
        <w:rPr>
          <w:rFonts w:hint="cs"/>
          <w:rtl/>
        </w:rPr>
        <w:t>يْ</w:t>
      </w:r>
      <w:r>
        <w:rPr>
          <w:rFonts w:hint="eastAsia"/>
          <w:rtl/>
        </w:rPr>
        <w:t>ئًا</w:t>
      </w:r>
      <w:r>
        <w:rPr>
          <w:rtl/>
        </w:rPr>
        <w:t xml:space="preserve"> وَلَا فَتَح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تُ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 وَلَکِنِّ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ُمِر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تُ بِشَ</w:t>
      </w:r>
      <w:r w:rsidRPr="0040100C">
        <w:rPr>
          <w:rFonts w:hint="cs"/>
          <w:rtl/>
        </w:rPr>
        <w:t>يي</w:t>
      </w:r>
      <w:r>
        <w:rPr>
          <w:rFonts w:hint="cs"/>
          <w:rtl/>
        </w:rPr>
        <w:t>ئٍ فَاتَّبَع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تُ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ُ. رَوَا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</w:t>
      </w:r>
      <w:r>
        <w:rPr>
          <w:rtl/>
        </w:rPr>
        <w:t>دُ وَ النَّسَائِ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ُّ وَ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حَاکِمُ. </w:t>
      </w:r>
    </w:p>
    <w:p w:rsidR="001F16A4" w:rsidRDefault="001F16A4" w:rsidP="0040100C">
      <w:pPr>
        <w:pStyle w:val="libArabic"/>
        <w:rPr>
          <w:rtl/>
        </w:rPr>
      </w:pPr>
      <w:r>
        <w:rPr>
          <w:rFonts w:hint="eastAsia"/>
          <w:rtl/>
        </w:rPr>
        <w:t>وَقَالَ</w:t>
      </w:r>
      <w:r>
        <w:rPr>
          <w:rtl/>
        </w:rPr>
        <w:t xml:space="preserve">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حَاکِمُ : 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ثٌ صَحِ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حُ ال</w:t>
      </w:r>
      <w:r w:rsidRPr="0040100C">
        <w:rPr>
          <w:rFonts w:hint="cs"/>
          <w:rtl/>
        </w:rPr>
        <w:t>إ</w:t>
      </w:r>
      <w:r>
        <w:rPr>
          <w:rFonts w:hint="cs"/>
          <w:rtl/>
        </w:rPr>
        <w:t>ِس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نَادِ.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کئ</w:t>
      </w:r>
      <w:r>
        <w:rPr>
          <w:rFonts w:hint="cs"/>
          <w:rtl/>
        </w:rPr>
        <w:t>ی</w:t>
      </w:r>
      <w:r>
        <w:rPr>
          <w:rtl/>
        </w:rPr>
        <w:t xml:space="preserve"> صحابہ کرام کے گھروں کے دروازے مسجد نبو</w:t>
      </w:r>
      <w:r>
        <w:rPr>
          <w:rFonts w:hint="cs"/>
          <w:rtl/>
        </w:rPr>
        <w:t>ی</w:t>
      </w:r>
      <w:r>
        <w:rPr>
          <w:rtl/>
        </w:rPr>
        <w:t xml:space="preserve"> کے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کھلتے تھے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کا دروازہ چھوڑ کر باق</w:t>
      </w:r>
      <w:r>
        <w:rPr>
          <w:rFonts w:hint="cs"/>
          <w:rtl/>
        </w:rPr>
        <w:t>ی</w:t>
      </w:r>
      <w:r>
        <w:rPr>
          <w:rtl/>
        </w:rPr>
        <w:t xml:space="preserve"> تمام دروازوں کو بند کر دو۔ </w:t>
      </w: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نے کہا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چہ م</w:t>
      </w:r>
      <w:r>
        <w:rPr>
          <w:rFonts w:hint="cs"/>
          <w:rtl/>
        </w:rPr>
        <w:t>ی</w:t>
      </w:r>
      <w:r>
        <w:rPr>
          <w:rFonts w:hint="eastAsia"/>
          <w:rtl/>
        </w:rPr>
        <w:t>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کھڑے ہوئے پس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حمد و ثنا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کے دروازے کو چھوڑ کر باق</w:t>
      </w:r>
      <w:r>
        <w:rPr>
          <w:rFonts w:hint="cs"/>
          <w:rtl/>
        </w:rPr>
        <w:t>ی</w:t>
      </w:r>
      <w:r>
        <w:rPr>
          <w:rtl/>
        </w:rPr>
        <w:t xml:space="preserve"> سب دروازوں کو بند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لوگوں نے اس کے متعلق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کھولا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بس اس امرک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کا مجھے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حکم ملا۔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حنبل، نسائ</w:t>
      </w:r>
      <w:r>
        <w:rPr>
          <w:rFonts w:hint="cs"/>
          <w:rtl/>
        </w:rPr>
        <w:t>ی</w:t>
      </w:r>
      <w:r>
        <w:rPr>
          <w:rtl/>
        </w:rPr>
        <w:t xml:space="preserve"> اور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حاکم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146 :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المسند، 4 / 369،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 رقم : 9502، و النسائ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ٰ، 5 / 118،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 رقم : 8423،</w:t>
      </w:r>
      <w:r>
        <w:rPr>
          <w:rtl/>
        </w:rPr>
        <w:t xml:space="preserve"> و الحاکم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135،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 رقم : 4631، و ال</w:t>
      </w:r>
      <w:r w:rsidRPr="0040100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114.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40100C">
      <w:pPr>
        <w:pStyle w:val="libArabic"/>
        <w:rPr>
          <w:rtl/>
        </w:rPr>
      </w:pPr>
      <w:r>
        <w:rPr>
          <w:rtl/>
        </w:rPr>
        <w:t>147. عَن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عَم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رِو 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نِ مَ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مُو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نٍ عَنِ اب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نِ عَبَّاسٍ فِ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 رِوَا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َةٍ طَوِ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لَةٍ وَ مِن</w:t>
      </w:r>
      <w:r w:rsidRPr="0040100C">
        <w:rPr>
          <w:rFonts w:hint="cs"/>
          <w:rtl/>
        </w:rPr>
        <w:t>ْه</w:t>
      </w:r>
      <w:r>
        <w:rPr>
          <w:rFonts w:hint="cs"/>
          <w:rtl/>
        </w:rPr>
        <w:t>َا عَن</w:t>
      </w:r>
      <w:r w:rsidRPr="0040100C">
        <w:rPr>
          <w:rFonts w:hint="cs"/>
          <w:rtl/>
        </w:rPr>
        <w:t>ْه</w:t>
      </w:r>
      <w:r>
        <w:rPr>
          <w:rFonts w:hint="cs"/>
          <w:rtl/>
        </w:rPr>
        <w:t xml:space="preserve">ُ قَالَ : وَ سَدَّ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وَابَ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جِدِ غَ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رَ بَابِ عَلِ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ٍّ فَقَالَ، </w:t>
      </w:r>
      <w:r>
        <w:rPr>
          <w:rtl/>
        </w:rPr>
        <w:t>فَ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َد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خُلُ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جِدَ جُنُبًا وَ 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ُوَ طَرِ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قُ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ُ. لَ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سَ لَ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 طَرِ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قٌ غَ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رُ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ُ. رَوَا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40100C">
        <w:rPr>
          <w:rFonts w:hint="cs"/>
          <w:rtl/>
        </w:rPr>
        <w:t>أ</w:t>
      </w:r>
      <w:r>
        <w:rPr>
          <w:rFonts w:hint="eastAsia"/>
          <w:rtl/>
        </w:rPr>
        <w:t>َح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مَدُ</w:t>
      </w:r>
      <w:r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عمرو بن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مسجد کے تمام دروازے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سوائے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دروازے کے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حالتِ</w:t>
      </w:r>
      <w:r>
        <w:rPr>
          <w:rtl/>
        </w:rPr>
        <w:t xml:space="preserve"> جنابت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ہوسکتا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کا راستہ ہے اور اس کے علاوہ اس کے گھر کا کوئ</w:t>
      </w:r>
      <w:r>
        <w:rPr>
          <w:rFonts w:hint="cs"/>
          <w:rtl/>
        </w:rPr>
        <w:t>ی</w:t>
      </w:r>
      <w:r>
        <w:rPr>
          <w:rtl/>
        </w:rPr>
        <w:t xml:space="preserve"> اور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147 :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المسند، 1 / 330،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ث رقم : 3062.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40100C">
      <w:pPr>
        <w:pStyle w:val="libArabic"/>
        <w:rPr>
          <w:rtl/>
        </w:rPr>
      </w:pPr>
      <w:r>
        <w:rPr>
          <w:rtl/>
        </w:rPr>
        <w:t>148. عَنِ اب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نِ عُمَرَ، قَالَ : کُنَّا نَقُو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لُ فِ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زَمَنِ النَّّبِ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ِّ صل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100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وسلم : رَسُو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خَ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رُ النَّاسِ، ثُمَّ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َبُ</w:t>
      </w:r>
      <w:r>
        <w:rPr>
          <w:rtl/>
        </w:rPr>
        <w:t>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بَک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رٍ، ثُمَّ عُمَرُ، وَ لَقَد</w:t>
      </w:r>
      <w:r w:rsidRPr="0040100C">
        <w:rPr>
          <w:rFonts w:hint="cs"/>
          <w:rtl/>
        </w:rPr>
        <w:t>ْْ</w:t>
      </w:r>
      <w:r>
        <w:rPr>
          <w:rFonts w:hint="cs"/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تِ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َ اب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نُ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طَالِبٍ ثَلاَثَ خِصَالٍ، لِ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تَکُو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نَ لِ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وَاحِدَةٌ مِن</w:t>
      </w:r>
      <w:r w:rsidRPr="0040100C">
        <w:rPr>
          <w:rFonts w:hint="cs"/>
          <w:rtl/>
        </w:rPr>
        <w:t>ْه</w:t>
      </w:r>
      <w:r>
        <w:rPr>
          <w:rFonts w:hint="cs"/>
          <w:rtl/>
        </w:rPr>
        <w:t>ُنّ</w:t>
      </w:r>
      <w:r>
        <w:rPr>
          <w:rFonts w:hint="eastAsia"/>
          <w:rtl/>
        </w:rPr>
        <w:t>َ</w:t>
      </w:r>
      <w:r>
        <w:rPr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 xml:space="preserve">َحَبُّ </w:t>
      </w:r>
      <w:r w:rsidRPr="0040100C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َّ مِن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حُم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رِ النًَّعَمِ : زَوَّجَ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 رَسُو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100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وسلم اب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نَتَ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ُ، وَ وَلَدَت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ُ، وَ سَدَّ ال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وَا</w:t>
      </w:r>
      <w:r>
        <w:rPr>
          <w:rtl/>
        </w:rPr>
        <w:t xml:space="preserve">بَ </w:t>
      </w:r>
      <w:r w:rsidRPr="0040100C">
        <w:rPr>
          <w:rFonts w:hint="cs"/>
          <w:rtl/>
        </w:rPr>
        <w:t>إ</w:t>
      </w:r>
      <w:r>
        <w:rPr>
          <w:rFonts w:hint="cs"/>
          <w:rtl/>
        </w:rPr>
        <w:t>ِلَّا بَابَ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 فِ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جِدِ وَ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َع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طَا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 الرَّا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َةَ 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َو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 خَ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بَرَ. رَوَا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ابن عمر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کرتے تھے کہ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تمام لوگوں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حضرت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اور پھر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مجھے مل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سرخ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اونٹوں کے ملنے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ہے۔ (اور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ان کا نکاح اپن</w:t>
      </w:r>
      <w:r>
        <w:rPr>
          <w:rFonts w:hint="cs"/>
          <w:rtl/>
        </w:rPr>
        <w:t>ی</w:t>
      </w:r>
      <w:r>
        <w:rPr>
          <w:rtl/>
        </w:rPr>
        <w:t xml:space="preserve"> صا</w:t>
      </w:r>
      <w:r>
        <w:rPr>
          <w:rFonts w:hint="eastAsia"/>
          <w:rtl/>
        </w:rPr>
        <w:t>حبزاد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ان ک</w:t>
      </w:r>
      <w:r>
        <w:rPr>
          <w:rFonts w:hint="cs"/>
          <w:rtl/>
        </w:rPr>
        <w:t>ی</w:t>
      </w:r>
      <w:r>
        <w:rPr>
          <w:rtl/>
        </w:rPr>
        <w:t xml:space="preserve"> اولاد ہوئ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کھلنے والے تمام دروازے بند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مگر ان کا دروازہ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دن جھنڈا ع</w:t>
      </w:r>
      <w:r>
        <w:rPr>
          <w:rFonts w:hint="eastAsia"/>
          <w:rtl/>
        </w:rPr>
        <w:t>طا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148 :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المسند 2 / 26،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 رقم : 4797، و ال</w:t>
      </w:r>
      <w:r w:rsidRPr="0040100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120، و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الصحابة، 2 / 567،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ث رقم : 955.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40100C">
      <w:pPr>
        <w:pStyle w:val="libArabic"/>
        <w:rPr>
          <w:rtl/>
        </w:rPr>
      </w:pPr>
      <w:r>
        <w:rPr>
          <w:rtl/>
        </w:rPr>
        <w:lastRenderedPageBreak/>
        <w:t>149. عَن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جَابِرِ 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نِ سَمُرَةَ رض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قَالَ :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َمَرَ رَسُو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100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100C">
        <w:rPr>
          <w:rFonts w:hint="cs"/>
          <w:rtl/>
        </w:rPr>
        <w:t>ه</w:t>
      </w:r>
      <w:r>
        <w:rPr>
          <w:rtl/>
        </w:rPr>
        <w:t xml:space="preserve"> وسلم بَسَدِّ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وَابِ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جِدِ کُلِّ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َا غَ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>رَ بَابَ عَلِ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ٍّ رض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عن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فَقَالَ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عَبَّاسُ، 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40100C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وسلم قَد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رَ مَا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َد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خُلُ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َنَ</w:t>
      </w:r>
      <w:r>
        <w:rPr>
          <w:rFonts w:hint="eastAsia"/>
          <w:rtl/>
        </w:rPr>
        <w:t>ا</w:t>
      </w:r>
      <w:r>
        <w:rPr>
          <w:rtl/>
        </w:rPr>
        <w:t xml:space="preserve"> وَح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دِ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 وَ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َخ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رُجُ؟ قَالَ مَا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ُمِر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تُ بِشَ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ئٍ مِن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 xml:space="preserve"> ذَالِکَ فًسَدَّ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َا کُلَّ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َا غَ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رَ </w:t>
      </w:r>
      <w:r>
        <w:rPr>
          <w:rtl/>
        </w:rPr>
        <w:t>بَابِ عَلِ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ٍّ وَ رُبَّمَا مَرَّ وَ 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ُوَ جُنُبٌ. رَوَا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>ُ الطَّبَرَانِ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ُّ فِ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مُع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جَمِ ال</w:t>
      </w:r>
      <w:r w:rsidRPr="0040100C">
        <w:rPr>
          <w:rFonts w:hint="cs"/>
          <w:rtl/>
        </w:rPr>
        <w:t>ْ</w:t>
      </w:r>
      <w:r>
        <w:rPr>
          <w:rFonts w:hint="cs"/>
          <w:rtl/>
        </w:rPr>
        <w:t>کَبِ</w:t>
      </w:r>
      <w:r w:rsidRPr="0040100C">
        <w:rPr>
          <w:rFonts w:hint="cs"/>
          <w:rtl/>
        </w:rPr>
        <w:t>يْ</w:t>
      </w:r>
      <w:r>
        <w:rPr>
          <w:rFonts w:hint="cs"/>
          <w:rtl/>
        </w:rPr>
        <w:t xml:space="preserve">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جابر بن سمرہ </w:t>
      </w:r>
      <w:r w:rsidR="007E182E">
        <w:rPr>
          <w:rtl/>
        </w:rPr>
        <w:t>رضی</w:t>
      </w:r>
      <w:r w:rsidRPr="0038770D">
        <w:rPr>
          <w:rFonts w:hint="cs"/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دروازے کے علاوہ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کھلنے والے تمام دروازوں کو بند کرنے کا حکم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عباس رض</w:t>
      </w:r>
      <w:r>
        <w:rPr>
          <w:rFonts w:hint="cs"/>
          <w:rtl/>
        </w:rPr>
        <w:t>ی</w:t>
      </w:r>
      <w:r>
        <w:rPr>
          <w:rtl/>
        </w:rPr>
        <w:t xml:space="preserve"> اللہ عنہ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آنے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راستہ رکھنے ک</w:t>
      </w:r>
      <w:r>
        <w:rPr>
          <w:rFonts w:hint="cs"/>
          <w:rtl/>
        </w:rPr>
        <w:t>ی</w:t>
      </w:r>
      <w:r>
        <w:rPr>
          <w:rtl/>
        </w:rPr>
        <w:t xml:space="preserve"> اجازت ہے؟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مجھے اس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دروازے کے علاوہ سب دروازے بند کروا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بسا اوقات وہ حالت جنابت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مسجد سے گزر جاتے۔ اسے طبران</w:t>
      </w:r>
      <w:r>
        <w:rPr>
          <w:rFonts w:hint="cs"/>
          <w:rtl/>
        </w:rPr>
        <w:t>ی</w:t>
      </w:r>
      <w:r>
        <w:rPr>
          <w:rtl/>
        </w:rPr>
        <w:t xml:space="preserve"> نے’’</w:t>
      </w:r>
      <w:r>
        <w:rPr>
          <w:rFonts w:hint="eastAsia"/>
          <w:rtl/>
        </w:rPr>
        <w:t>المعجم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149 : </w:t>
      </w:r>
      <w:r w:rsidRPr="0040100C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40100C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ر، 2 / 246، الحد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>ث رقم : 2031، و ال</w:t>
      </w:r>
      <w:r w:rsidRPr="0040100C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40100C">
        <w:rPr>
          <w:rFonts w:hint="cs"/>
          <w:rtl/>
        </w:rPr>
        <w:t>ي</w:t>
      </w:r>
      <w:r>
        <w:rPr>
          <w:rFonts w:hint="cs"/>
          <w:rtl/>
        </w:rPr>
        <w:t xml:space="preserve"> مجمع ال</w:t>
      </w:r>
      <w:r>
        <w:rPr>
          <w:rtl/>
        </w:rPr>
        <w:t xml:space="preserve">زوائد، 9 / 115. </w:t>
      </w:r>
    </w:p>
    <w:p w:rsidR="001F16A4" w:rsidRDefault="001F16A4" w:rsidP="001F16A4">
      <w:pPr>
        <w:pStyle w:val="libNormal"/>
        <w:rPr>
          <w:rtl/>
        </w:rPr>
      </w:pPr>
    </w:p>
    <w:p w:rsidR="002A5B02" w:rsidRDefault="002A5B02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Heading2Center"/>
        <w:rPr>
          <w:rtl/>
        </w:rPr>
      </w:pPr>
      <w:bookmarkStart w:id="45" w:name="_Toc497651178"/>
      <w:r>
        <w:rPr>
          <w:rFonts w:hint="eastAsia"/>
          <w:rtl/>
        </w:rPr>
        <w:t>باب</w:t>
      </w:r>
      <w:r>
        <w:rPr>
          <w:rtl/>
        </w:rPr>
        <w:t>16</w:t>
      </w:r>
      <w:bookmarkEnd w:id="45"/>
    </w:p>
    <w:p w:rsidR="001F16A4" w:rsidRDefault="001F16A4" w:rsidP="002A5B02">
      <w:pPr>
        <w:pStyle w:val="Heading2Center"/>
        <w:rPr>
          <w:rtl/>
        </w:rPr>
      </w:pPr>
      <w:bookmarkStart w:id="46" w:name="_Toc497651179"/>
      <w:r>
        <w:rPr>
          <w:rtl/>
        </w:rPr>
        <w:t xml:space="preserve">(16) </w:t>
      </w:r>
      <w:r w:rsidRPr="0040100C">
        <w:rPr>
          <w:rStyle w:val="libArabicChar"/>
          <w:rtl/>
        </w:rPr>
        <w:t>بَابٌ فِ</w:t>
      </w:r>
      <w:r w:rsidRPr="0040100C">
        <w:rPr>
          <w:rStyle w:val="libArabicChar"/>
          <w:rFonts w:hint="cs"/>
          <w:rtl/>
        </w:rPr>
        <w:t>ي مَکَانَتِهِ رضي اﷲ</w:t>
      </w:r>
      <w:r w:rsidRPr="0040100C">
        <w:rPr>
          <w:rStyle w:val="libArabicChar"/>
          <w:rtl/>
        </w:rPr>
        <w:t xml:space="preserve"> عن</w:t>
      </w:r>
      <w:r w:rsidRPr="0040100C">
        <w:rPr>
          <w:rStyle w:val="libArabicChar"/>
          <w:rFonts w:hint="cs"/>
          <w:rtl/>
        </w:rPr>
        <w:t>ه الْعِلْمِيَةِ</w:t>
      </w:r>
      <w:bookmarkEnd w:id="46"/>
    </w:p>
    <w:p w:rsidR="001F16A4" w:rsidRDefault="001F16A4" w:rsidP="002A5B02">
      <w:pPr>
        <w:pStyle w:val="Heading2Center"/>
        <w:rPr>
          <w:rtl/>
        </w:rPr>
      </w:pPr>
      <w:bookmarkStart w:id="47" w:name="_Toc497651180"/>
      <w:r>
        <w:rPr>
          <w:rtl/>
        </w:rPr>
        <w:t>(آپ رض</w:t>
      </w:r>
      <w:r>
        <w:rPr>
          <w:rFonts w:hint="cs"/>
          <w:rtl/>
        </w:rPr>
        <w:t>ی</w:t>
      </w:r>
      <w:r>
        <w:rPr>
          <w:rtl/>
        </w:rPr>
        <w:t xml:space="preserve"> اللہ عنہ کا علم</w:t>
      </w:r>
      <w:r>
        <w:rPr>
          <w:rFonts w:hint="cs"/>
          <w:rtl/>
        </w:rPr>
        <w:t>ی</w:t>
      </w:r>
      <w:r>
        <w:rPr>
          <w:rtl/>
        </w:rPr>
        <w:t xml:space="preserve"> مقام و مرتبہ)</w:t>
      </w:r>
      <w:bookmarkEnd w:id="47"/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150.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ٍّ، قَالَ : قَالَ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َنَا دَ</w:t>
      </w:r>
      <w:r>
        <w:rPr>
          <w:rtl/>
        </w:rPr>
        <w:t>ارُ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حِک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مَةِ وَعِل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ٌّ بَابُ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َا.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التِّر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مِذِ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کا گھر ہوں اور عل</w:t>
      </w:r>
      <w:r>
        <w:rPr>
          <w:rFonts w:hint="cs"/>
          <w:rtl/>
        </w:rPr>
        <w:t>ی</w:t>
      </w:r>
      <w:r>
        <w:rPr>
          <w:rtl/>
        </w:rPr>
        <w:t xml:space="preserve"> اس کا دروازہ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ترمذ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150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الترمذ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الجامع الصح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ح، ابواب المناقب، باب مناقب عل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، 5 / 637،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3723، و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الصحابة، 2 / 634،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1081، و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بو نع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ة ال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اء، 1 / 64.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151. عَنِ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عَبَّاسٍ رض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ما قَالَ : قَالَ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َنَا مَدِ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نَةُ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عِل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مِ وَ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ٌّ بَابُ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َا فَمَن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َرَادَ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مَدِ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نَةَ فَل</w:t>
      </w:r>
      <w:r w:rsidRPr="002A5B02">
        <w:rPr>
          <w:rFonts w:hint="cs"/>
          <w:rtl/>
        </w:rPr>
        <w:t>ْي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أْ</w:t>
      </w:r>
      <w:r>
        <w:rPr>
          <w:rFonts w:hint="cs"/>
          <w:rtl/>
        </w:rPr>
        <w:t>تِ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بَابَ.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حَاکِمُ </w:t>
      </w:r>
    </w:p>
    <w:p w:rsidR="001F16A4" w:rsidRDefault="001F16A4" w:rsidP="002A5B02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قَالَ : 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ثٌ صَحِ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حُ ال</w:t>
      </w:r>
      <w:r w:rsidRPr="002A5B02">
        <w:rPr>
          <w:rFonts w:hint="cs"/>
          <w:rtl/>
        </w:rPr>
        <w:t>ْإ</w:t>
      </w:r>
      <w:r>
        <w:rPr>
          <w:rFonts w:hint="cs"/>
          <w:rtl/>
        </w:rPr>
        <w:t>ِس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نَادِ.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کا شہر ہوں اور عل</w:t>
      </w:r>
      <w:r>
        <w:rPr>
          <w:rFonts w:hint="cs"/>
          <w:rtl/>
        </w:rPr>
        <w:t>ی</w:t>
      </w:r>
      <w:r>
        <w:rPr>
          <w:rtl/>
        </w:rPr>
        <w:t xml:space="preserve"> اس کا دروازہ ہے۔ لہٰذا جو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ہونا چاہتا ہے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اس دروازے سے آئے۔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151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</w:t>
      </w:r>
      <w:r>
        <w:rPr>
          <w:rtl/>
        </w:rPr>
        <w:t>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137،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4637، و الد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الفردوس بم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ثور الخطاب، 1 / 44،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ث رقم : 106.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152.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جَابِرِ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عَب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دِاﷲِ</w:t>
      </w:r>
      <w:r>
        <w:rPr>
          <w:rtl/>
        </w:rPr>
        <w:t xml:space="preserve"> قَالَ : سَمِع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لُ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َنَا مَدِ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نَةُ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عِل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مِ وَ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ٌّ بَاب</w:t>
      </w:r>
      <w:r>
        <w:rPr>
          <w:rtl/>
        </w:rPr>
        <w:t>ُ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َا فَمَن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َرَادَ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عِل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مَ فَل</w:t>
      </w:r>
      <w:r w:rsidRPr="002A5B02">
        <w:rPr>
          <w:rFonts w:hint="cs"/>
          <w:rtl/>
        </w:rPr>
        <w:t>ْي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أْ</w:t>
      </w:r>
      <w:r>
        <w:rPr>
          <w:rFonts w:hint="cs"/>
          <w:rtl/>
        </w:rPr>
        <w:t>تِ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بَابَ.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حَاکِمُ وَالطَّبَرَانِ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ُّ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مُع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جَمِ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کَبِ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</w:t>
      </w:r>
      <w:r>
        <w:rPr>
          <w:rtl/>
        </w:rPr>
        <w:t xml:space="preserve"> حضرت جابر بن عبدا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7E182E">
        <w:rPr>
          <w:rtl/>
        </w:rPr>
        <w:t>رضی</w:t>
      </w:r>
      <w:r w:rsidRPr="0038770D">
        <w:rPr>
          <w:rFonts w:hint="cs"/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کا شہر ہوں اور عل</w:t>
      </w:r>
      <w:r>
        <w:rPr>
          <w:rFonts w:hint="cs"/>
          <w:rtl/>
        </w:rPr>
        <w:t>ی</w:t>
      </w:r>
      <w:r>
        <w:rPr>
          <w:rtl/>
        </w:rPr>
        <w:t xml:space="preserve"> اس کا دروازہ ہے۔ لہٰذا جو کوئ</w:t>
      </w:r>
      <w:r>
        <w:rPr>
          <w:rFonts w:hint="cs"/>
          <w:rtl/>
        </w:rPr>
        <w:t>ی</w:t>
      </w:r>
      <w:r>
        <w:rPr>
          <w:rtl/>
        </w:rPr>
        <w:t xml:space="preserve"> علم حاصل کرنے کا ارادہ رکھتا ہے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اس دروازے سے آئے۔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حاک</w:t>
      </w:r>
      <w:r>
        <w:rPr>
          <w:rFonts w:hint="eastAsia"/>
          <w:rtl/>
        </w:rPr>
        <w:t>م</w:t>
      </w:r>
      <w:r>
        <w:rPr>
          <w:rtl/>
        </w:rPr>
        <w:t xml:space="preserve"> اور طبران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152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138،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4639، و الطبران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المع</w:t>
      </w:r>
      <w:r>
        <w:rPr>
          <w:rtl/>
        </w:rPr>
        <w:t>جم الکب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ر، 11 / 65،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11061، و ال</w:t>
      </w:r>
      <w:r w:rsidRPr="002A5B02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المجمع الزوائد، 9 / 114، و المناو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ض القد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ر، 3 / 46، و خط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ب البغداد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خ بغداد، 4 / 348.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153.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قَالَ : وَ اﷲِ</w:t>
      </w:r>
      <w:r>
        <w:rPr>
          <w:rtl/>
        </w:rPr>
        <w:t>! مَا نَزَلَت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آ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َةٌ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ِلَّا وَ قَد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عَلِم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فِ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مَا نَزَلَت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وَ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</w:t>
      </w:r>
      <w:r>
        <w:rPr>
          <w:rtl/>
        </w:rPr>
        <w:t>َ نَزَلَت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وَ عَلَ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مَن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نَزَلَت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،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ِنَّ رَبِّ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وَ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َبَ 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قَل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بًا عَقُو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لًا وَ لِسَانًا طَل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قًا.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نُعَ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مٍ.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وہ کس کے بارے، کس جگہ اور کس پر نازل ہوئ</w:t>
      </w:r>
      <w:r>
        <w:rPr>
          <w:rFonts w:hint="cs"/>
          <w:rtl/>
        </w:rPr>
        <w:t>ی</w:t>
      </w:r>
      <w:r>
        <w:rPr>
          <w:rtl/>
        </w:rPr>
        <w:t xml:space="preserve"> بے شک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نے مجھے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 والا دل اور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زبان عطا فرمائ</w:t>
      </w:r>
      <w:r>
        <w:rPr>
          <w:rFonts w:hint="cs"/>
          <w:rtl/>
        </w:rPr>
        <w:t>ی</w:t>
      </w:r>
      <w:r>
        <w:rPr>
          <w:rtl/>
        </w:rPr>
        <w:t xml:space="preserve"> ہے۔ اسے ابونع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’’حل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سعد نے </w:t>
      </w:r>
      <w:r w:rsidRPr="002A5B02">
        <w:rPr>
          <w:rStyle w:val="libArabicChar"/>
          <w:rtl/>
        </w:rPr>
        <w:t>’’ الطب</w:t>
      </w:r>
      <w:r w:rsidRPr="002A5B02">
        <w:rPr>
          <w:rStyle w:val="libArabicChar"/>
          <w:rFonts w:hint="eastAsia"/>
          <w:rtl/>
        </w:rPr>
        <w:t>قات</w:t>
      </w:r>
      <w:r w:rsidRPr="002A5B02">
        <w:rPr>
          <w:rStyle w:val="libArabicChar"/>
          <w:rtl/>
        </w:rPr>
        <w:t xml:space="preserve"> الکبر</w:t>
      </w:r>
      <w:r w:rsidRPr="002A5B02">
        <w:rPr>
          <w:rStyle w:val="libArabicChar"/>
          <w:rFonts w:hint="cs"/>
          <w:rtl/>
        </w:rPr>
        <w:t>يٰ‘‘</w:t>
      </w:r>
      <w:r w:rsidRPr="0038770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153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بو نع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ة ال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اء، 1 / 68، و 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338.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154.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دِ اﷲِ</w:t>
      </w:r>
      <w:r>
        <w:rPr>
          <w:rtl/>
        </w:rPr>
        <w:t xml:space="preserve">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مُحَمَّدِ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عُمَرَ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عَلَ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ِّ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طَالِبٍ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يْه</w:t>
      </w:r>
      <w:r>
        <w:rPr>
          <w:rFonts w:hint="cs"/>
          <w:rtl/>
        </w:rPr>
        <w:t xml:space="preserve">ِ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َنَّ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قِ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لَ لِعَلِ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ٍّ : مَا لَکَ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َک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ثَرُ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َص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حَابِ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لِ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وسلم، حَدِ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ثًا؟ قَالَ :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ِنِّ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کُن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تُ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ِذَا سَ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، وَ</w:t>
      </w:r>
      <w:r>
        <w:rPr>
          <w:rtl/>
        </w:rPr>
        <w:t xml:space="preserve"> </w:t>
      </w:r>
      <w:r w:rsidRPr="002A5B02">
        <w:rPr>
          <w:rFonts w:hint="cs"/>
          <w:rtl/>
        </w:rPr>
        <w:t>إ</w:t>
      </w:r>
      <w:r>
        <w:rPr>
          <w:rFonts w:hint="eastAsia"/>
          <w:rtl/>
        </w:rPr>
        <w:t>ِذَا</w:t>
      </w:r>
      <w:r>
        <w:rPr>
          <w:rtl/>
        </w:rPr>
        <w:t xml:space="preserve"> سَکَتُّ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تَدَ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سَع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الطَّبَقَاتِ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عبداللہ بن محمد بن عمر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اپنے والد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 کثرت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کہ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کوئ</w:t>
      </w:r>
      <w:r>
        <w:rPr>
          <w:rFonts w:hint="cs"/>
          <w:rtl/>
        </w:rPr>
        <w:t>ی</w:t>
      </w:r>
      <w:r>
        <w:rPr>
          <w:rtl/>
        </w:rPr>
        <w:t xml:space="preserve"> سوال کرتا تھا تو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مجھے اس کا جواب ارشاد فرماتے تھے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ہوتا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مجھ سے بات شروع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اسے ابن سعد نے </w:t>
      </w:r>
      <w:r w:rsidRPr="00F55001">
        <w:rPr>
          <w:rStyle w:val="libArabicChar"/>
          <w:rtl/>
        </w:rPr>
        <w:t>’’الطبق</w:t>
      </w:r>
      <w:r w:rsidRPr="00F55001">
        <w:rPr>
          <w:rStyle w:val="libArabicChar"/>
          <w:rFonts w:hint="eastAsia"/>
          <w:rtl/>
        </w:rPr>
        <w:t>ات</w:t>
      </w:r>
      <w:r w:rsidRPr="00F55001">
        <w:rPr>
          <w:rStyle w:val="libArabicChar"/>
          <w:rtl/>
        </w:rPr>
        <w:t xml:space="preserve">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154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338.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lastRenderedPageBreak/>
        <w:t>155.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الطُّفَ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لِ قَالَ : قَالَ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ٌّ : سَلُو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ک</w:t>
      </w:r>
      <w:r>
        <w:rPr>
          <w:rtl/>
        </w:rPr>
        <w:t>ِتَابِ ا</w:t>
      </w:r>
      <w:r>
        <w:rPr>
          <w:rFonts w:hint="cs"/>
          <w:rtl/>
        </w:rPr>
        <w:t>ﷲِ</w:t>
      </w:r>
      <w:r>
        <w:rPr>
          <w:rFonts w:hint="eastAsia"/>
          <w:rtl/>
        </w:rPr>
        <w:t>،</w:t>
      </w:r>
      <w:r>
        <w:rPr>
          <w:rtl/>
        </w:rPr>
        <w:t xml:space="preserve"> فَ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ِنَّ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لَ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سَ مِن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آ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َةٍ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ِلَّا وَ قَد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عَرَف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بِلَ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لٍ نَزَلَت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َم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بِنَ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َارٍ، فِ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سَ</w:t>
      </w:r>
      <w:r w:rsidRPr="002A5B02">
        <w:rPr>
          <w:rFonts w:hint="cs"/>
          <w:rtl/>
        </w:rPr>
        <w:t>هْ</w:t>
      </w:r>
      <w:r>
        <w:rPr>
          <w:rFonts w:hint="cs"/>
          <w:rtl/>
        </w:rPr>
        <w:t xml:space="preserve">لٍ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َم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فِ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جَبَلٍ.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سَع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الطَّبَقَاتِ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مجھ سے کتاب اللہ کے بارے سوال کرو پس بے شک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جانتا ہوں کہ وہ دن کو نازل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کو، پہاڑ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اسے اب</w:t>
      </w:r>
      <w:r>
        <w:rPr>
          <w:rFonts w:hint="eastAsia"/>
          <w:rtl/>
        </w:rPr>
        <w:t>ن</w:t>
      </w:r>
      <w:r>
        <w:rPr>
          <w:rtl/>
        </w:rPr>
        <w:t xml:space="preserve"> سعد نے </w:t>
      </w:r>
      <w:r w:rsidRPr="00F55001">
        <w:rPr>
          <w:rStyle w:val="libArabicChar"/>
          <w:rtl/>
        </w:rPr>
        <w:t>’’الطبقات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155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س</w:t>
      </w:r>
      <w:r>
        <w:rPr>
          <w:rtl/>
        </w:rPr>
        <w:t>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338. </w:t>
      </w:r>
    </w:p>
    <w:p w:rsidR="002A5B02" w:rsidRPr="0038770D" w:rsidRDefault="002A5B02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Default="001F16A4" w:rsidP="002A5B02">
      <w:pPr>
        <w:pStyle w:val="Heading2Center"/>
        <w:rPr>
          <w:rtl/>
        </w:rPr>
      </w:pPr>
      <w:bookmarkStart w:id="48" w:name="_Toc497651181"/>
      <w:r>
        <w:rPr>
          <w:rFonts w:hint="eastAsia"/>
          <w:rtl/>
        </w:rPr>
        <w:lastRenderedPageBreak/>
        <w:t>باب</w:t>
      </w:r>
      <w:r>
        <w:rPr>
          <w:rtl/>
        </w:rPr>
        <w:t>17</w:t>
      </w:r>
      <w:bookmarkEnd w:id="48"/>
    </w:p>
    <w:p w:rsidR="001F16A4" w:rsidRDefault="001F16A4" w:rsidP="002A5B02">
      <w:pPr>
        <w:pStyle w:val="Heading2Center"/>
        <w:rPr>
          <w:rtl/>
        </w:rPr>
      </w:pPr>
      <w:bookmarkStart w:id="49" w:name="_Toc497651182"/>
      <w:r>
        <w:rPr>
          <w:rtl/>
        </w:rPr>
        <w:t xml:space="preserve">(17) </w:t>
      </w:r>
      <w:r w:rsidRPr="002A5B02">
        <w:rPr>
          <w:rStyle w:val="libArabicChar"/>
          <w:rtl/>
        </w:rPr>
        <w:t>بَابٌ فِ</w:t>
      </w:r>
      <w:r w:rsidRPr="002A5B02">
        <w:rPr>
          <w:rStyle w:val="libArabicChar"/>
          <w:rFonts w:hint="cs"/>
          <w:rtl/>
        </w:rPr>
        <w:t>يْ کَوْنِهِ رضي الله عنه أَقْضَي الصَّحَابَةِ</w:t>
      </w:r>
      <w:bookmarkEnd w:id="49"/>
    </w:p>
    <w:p w:rsidR="001F16A4" w:rsidRDefault="001F16A4" w:rsidP="002A5B02">
      <w:pPr>
        <w:pStyle w:val="Heading2Center"/>
        <w:rPr>
          <w:rtl/>
        </w:rPr>
      </w:pPr>
      <w:bookmarkStart w:id="50" w:name="_Toc497651183"/>
      <w:r>
        <w:rPr>
          <w:rtl/>
        </w:rPr>
        <w:t>(صحابہ کرام رض</w:t>
      </w:r>
      <w:r>
        <w:rPr>
          <w:rFonts w:hint="cs"/>
          <w:rtl/>
        </w:rPr>
        <w:t>ی</w:t>
      </w:r>
      <w:r>
        <w:rPr>
          <w:rtl/>
        </w:rPr>
        <w:t xml:space="preserve"> اللہ عنھم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والے)</w:t>
      </w:r>
      <w:bookmarkEnd w:id="50"/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156.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قَالَ : بَعَثَنِ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A5B02">
        <w:rPr>
          <w:rFonts w:hint="cs"/>
          <w:rtl/>
        </w:rPr>
        <w:t>ْي</w:t>
      </w:r>
      <w:r>
        <w:rPr>
          <w:rFonts w:hint="cs"/>
          <w:rtl/>
        </w:rPr>
        <w:t>َمَنِ قَاضِ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ا، فَقُل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تُ :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َارَسُو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تُر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سِلُنِ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وَ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َنَا حَدِ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ثُ السِّنِّ، وَلَا عِل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مَ لِ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بِال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قَضَاءِ، فقَالَ :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ِنَّ اﷲَ</w:t>
      </w:r>
      <w:r>
        <w:rPr>
          <w:rtl/>
        </w:rPr>
        <w:t xml:space="preserve"> سَ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هْ</w:t>
      </w:r>
      <w:r>
        <w:rPr>
          <w:rFonts w:hint="cs"/>
          <w:rtl/>
        </w:rPr>
        <w:t>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قَل</w:t>
      </w:r>
      <w:r w:rsidRPr="002A5B02">
        <w:rPr>
          <w:rFonts w:hint="cs"/>
          <w:rtl/>
        </w:rPr>
        <w:t>ْ</w:t>
      </w:r>
      <w:r>
        <w:rPr>
          <w:rFonts w:hint="eastAsia"/>
          <w:rtl/>
        </w:rPr>
        <w:t>بَکَ،</w:t>
      </w:r>
      <w:r>
        <w:rPr>
          <w:rtl/>
        </w:rPr>
        <w:t xml:space="preserve"> وَ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ُثَبِّتُ لِسَانَکَ، فَ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ِذَا جَلَسَ بَ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نَ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َدَ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کَ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خَص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مَانِ فَلاَ تَق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ضِ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َنَّ حَتَّ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تَس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مَعَ مِنَ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آخَرِ کَمَا سَمِع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تَ مِنَ ال</w:t>
      </w:r>
      <w:r w:rsidRPr="002A5B02">
        <w:rPr>
          <w:rFonts w:hint="cs"/>
          <w:rtl/>
        </w:rPr>
        <w:t>ْأ</w:t>
      </w:r>
      <w:r>
        <w:rPr>
          <w:rFonts w:hint="cs"/>
          <w:rtl/>
        </w:rPr>
        <w:t>َوَّلِ فَ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ِنَّ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َح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رٰ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َتَبَ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َنَ لَکَ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قَضَاءُ. قَالَ فَمَا زِل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قَاضِ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ًا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مَا شَکَک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قَض</w:t>
      </w:r>
      <w:r>
        <w:rPr>
          <w:rFonts w:hint="eastAsia"/>
          <w:rtl/>
        </w:rPr>
        <w:t>َآءٍ</w:t>
      </w:r>
      <w:r>
        <w:rPr>
          <w:rtl/>
        </w:rPr>
        <w:t xml:space="preserve"> بَع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دُ.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ُ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دَاؤ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دَ.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مرو</w:t>
      </w:r>
      <w:r>
        <w:rPr>
          <w:rFonts w:hint="cs"/>
          <w:rtl/>
        </w:rPr>
        <w:t>ی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قاض</w:t>
      </w:r>
      <w:r>
        <w:rPr>
          <w:rFonts w:hint="cs"/>
          <w:rtl/>
        </w:rPr>
        <w:t>ی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گزار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آپ مجھے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عمر ہوں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کا بھ</w:t>
      </w:r>
      <w:r>
        <w:rPr>
          <w:rFonts w:hint="cs"/>
          <w:rtl/>
        </w:rPr>
        <w:t>ی</w:t>
      </w:r>
      <w:r>
        <w:rPr>
          <w:rtl/>
        </w:rPr>
        <w:t xml:space="preserve"> مجھے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</w:t>
      </w:r>
      <w:r>
        <w:rPr>
          <w:rFonts w:hint="eastAsia"/>
          <w:rtl/>
        </w:rPr>
        <w:t>سلم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بے شک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تمہارے دل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 دے گا اور تمہار</w:t>
      </w:r>
      <w:r>
        <w:rPr>
          <w:rFonts w:hint="cs"/>
          <w:rtl/>
        </w:rPr>
        <w:t>ی</w:t>
      </w:r>
      <w:r>
        <w:rPr>
          <w:rtl/>
        </w:rPr>
        <w:t xml:space="preserve"> زبان اس پر قائم کر دے گا۔ جب بھ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تمہارے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جلد</w:t>
      </w:r>
      <w:r>
        <w:rPr>
          <w:rFonts w:hint="cs"/>
          <w:rtl/>
        </w:rPr>
        <w:t>ی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 کرنا جب تک دوسرے ک</w:t>
      </w:r>
      <w:r>
        <w:rPr>
          <w:rFonts w:hint="cs"/>
          <w:rtl/>
        </w:rPr>
        <w:t>ی</w:t>
      </w:r>
      <w:r>
        <w:rPr>
          <w:rtl/>
        </w:rPr>
        <w:t xml:space="preserve"> بات نہ سن لو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نے پہلے ک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واضح کر دے گا۔ آپ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دعا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ابوداود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156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بوداؤد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السنن، کتاب ال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قض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>، باب ک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ف القضاء، 3 / 301،</w:t>
      </w:r>
      <w:r>
        <w:rPr>
          <w:rtl/>
        </w:rPr>
        <w:t xml:space="preserve">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3582، و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المسند، 1 / 83،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636، و النسائ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ٰ، 5 / 116،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8417، و الب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>ق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10 / 86.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157.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قَالَ : بَعَثَنِ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A5B02">
        <w:rPr>
          <w:rFonts w:hint="cs"/>
          <w:rtl/>
        </w:rPr>
        <w:t>ْي</w:t>
      </w:r>
      <w:r>
        <w:rPr>
          <w:rFonts w:hint="cs"/>
          <w:rtl/>
        </w:rPr>
        <w:t xml:space="preserve">َمَنِ، </w:t>
      </w:r>
      <w:r>
        <w:rPr>
          <w:rtl/>
        </w:rPr>
        <w:t>فَقُل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تُ :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َارَسُو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! تَب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عَثُنِ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وَ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 xml:space="preserve">َنَا شَابٌّ،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َق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ضِ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بَ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ُم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. وَ لاَ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َد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مَا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قَضَاءُ؟ فَضَرَبَ 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َدِ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ِ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صَد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رِ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. ثُمَّ قَالَ : اللّ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ُمَّ!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هْ</w:t>
      </w:r>
      <w:r>
        <w:rPr>
          <w:rFonts w:hint="cs"/>
          <w:rtl/>
        </w:rPr>
        <w:t>دِ قَل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بَ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ُ، وَ ثَبِّت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لِسَانَ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ُ. قَالَ : فَمَا شَکَک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فِ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قَضَاءٍ بَ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نَ اث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نِ.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نُ مَاجَةَ.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آپ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وسلم مجھے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کروں حالانکہ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نوجوان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پس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اپنا دست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 مارا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</w:t>
      </w:r>
      <w:r>
        <w:rPr>
          <w:rtl/>
        </w:rPr>
        <w:lastRenderedPageBreak/>
        <w:t>اللہ اس کے دل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فرما اور اس ک</w:t>
      </w:r>
      <w:r>
        <w:rPr>
          <w:rFonts w:hint="cs"/>
          <w:rtl/>
        </w:rPr>
        <w:t>ی</w:t>
      </w:r>
      <w:r>
        <w:rPr>
          <w:rtl/>
        </w:rPr>
        <w:t xml:space="preserve"> زبان کو حق پر قائم رکھ۔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tl/>
        </w:rPr>
        <w:t>ث کو امام ابن ماجہ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157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ماجة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السنن، کتاب ال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حکام، باب ذکر القضاة، 2 / 774،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2310، و النسائ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السنن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ٰ، 5 / 116،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ث رقم : 8419، و ابن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ش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بة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المصنف، 6 / 365،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32068، و البزار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المسند، 3 / 126،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912</w:t>
      </w:r>
      <w:r>
        <w:rPr>
          <w:rFonts w:hint="eastAsia"/>
          <w:rtl/>
        </w:rPr>
        <w:t>،</w:t>
      </w:r>
      <w:r>
        <w:rPr>
          <w:rtl/>
        </w:rPr>
        <w:t xml:space="preserve"> و عبد بن حم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المسند، 1 / 61،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ث رقم : 94، و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فضائل الصحابة، 2 / 580،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984، وابن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، 2 / 337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158. عَن عَب</w:t>
      </w:r>
      <w:r w:rsidRPr="002A5B02">
        <w:rPr>
          <w:rFonts w:hint="cs"/>
          <w:rtl/>
        </w:rPr>
        <w:t>ْ</w:t>
      </w:r>
      <w:r w:rsidRPr="00F55001">
        <w:rPr>
          <w:rFonts w:hint="cs"/>
          <w:rtl/>
        </w:rPr>
        <w:t>دِ ا</w:t>
      </w:r>
      <w:r>
        <w:rPr>
          <w:rFonts w:hint="cs"/>
          <w:rtl/>
        </w:rPr>
        <w:t>ﷲِ</w:t>
      </w:r>
      <w:r>
        <w:rPr>
          <w:rtl/>
        </w:rPr>
        <w:t xml:space="preserve"> قَالَ : کُنَّا نَتَحَدَّثُ </w:t>
      </w:r>
      <w:r w:rsidRPr="002A5B02">
        <w:rPr>
          <w:rFonts w:hint="cs"/>
          <w:rtl/>
        </w:rPr>
        <w:t>أ</w:t>
      </w:r>
      <w:r w:rsidRPr="00F55001">
        <w:rPr>
          <w:rFonts w:hint="cs"/>
          <w:rtl/>
        </w:rPr>
        <w:t xml:space="preserve">َنَّ </w:t>
      </w:r>
      <w:r w:rsidRPr="002A5B02">
        <w:rPr>
          <w:rFonts w:hint="cs"/>
          <w:rtl/>
        </w:rPr>
        <w:t>أ</w:t>
      </w:r>
      <w:r w:rsidRPr="00F55001">
        <w:rPr>
          <w:rFonts w:hint="cs"/>
          <w:rtl/>
        </w:rPr>
        <w:t>َق</w:t>
      </w:r>
      <w:r w:rsidRPr="002A5B02">
        <w:rPr>
          <w:rFonts w:hint="cs"/>
          <w:rtl/>
        </w:rPr>
        <w:t>ْ</w:t>
      </w:r>
      <w:r w:rsidRPr="00F55001">
        <w:rPr>
          <w:rFonts w:hint="cs"/>
          <w:rtl/>
        </w:rPr>
        <w:t>ضَ</w:t>
      </w:r>
      <w:r w:rsidRPr="002A5B02">
        <w:rPr>
          <w:rFonts w:hint="cs"/>
          <w:rtl/>
        </w:rPr>
        <w:t>ي</w:t>
      </w:r>
      <w:r w:rsidRPr="00F55001"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 w:rsidRPr="00F55001">
        <w:rPr>
          <w:rFonts w:hint="cs"/>
          <w:rtl/>
        </w:rPr>
        <w:t>َ</w:t>
      </w:r>
      <w:r w:rsidRPr="002A5B02">
        <w:rPr>
          <w:rFonts w:hint="cs"/>
          <w:rtl/>
        </w:rPr>
        <w:t>هْ</w:t>
      </w:r>
      <w:r w:rsidRPr="00F55001">
        <w:rPr>
          <w:rFonts w:hint="cs"/>
          <w:rtl/>
        </w:rPr>
        <w:t>لِ ال</w:t>
      </w:r>
      <w:r w:rsidRPr="002A5B02">
        <w:rPr>
          <w:rFonts w:hint="cs"/>
          <w:rtl/>
        </w:rPr>
        <w:t>ْ</w:t>
      </w:r>
      <w:r w:rsidRPr="00F55001">
        <w:rPr>
          <w:rFonts w:hint="cs"/>
          <w:rtl/>
        </w:rPr>
        <w:t>مَدِ</w:t>
      </w:r>
      <w:r w:rsidRPr="002A5B02">
        <w:rPr>
          <w:rFonts w:hint="cs"/>
          <w:rtl/>
        </w:rPr>
        <w:t>يْ</w:t>
      </w:r>
      <w:r w:rsidRPr="00F55001">
        <w:rPr>
          <w:rFonts w:hint="cs"/>
          <w:rtl/>
        </w:rPr>
        <w:t>نَةِ اب</w:t>
      </w:r>
      <w:r w:rsidRPr="002A5B02">
        <w:rPr>
          <w:rFonts w:hint="cs"/>
          <w:rtl/>
        </w:rPr>
        <w:t>ْ</w:t>
      </w:r>
      <w:r w:rsidRPr="00F55001">
        <w:rPr>
          <w:rFonts w:hint="cs"/>
          <w:rtl/>
        </w:rPr>
        <w:t xml:space="preserve">نُ </w:t>
      </w:r>
      <w:r w:rsidRPr="002A5B02">
        <w:rPr>
          <w:rFonts w:hint="cs"/>
          <w:rtl/>
        </w:rPr>
        <w:t>أ</w:t>
      </w:r>
      <w:r w:rsidRPr="00F55001">
        <w:rPr>
          <w:rFonts w:hint="cs"/>
          <w:rtl/>
        </w:rPr>
        <w:t>َبِ</w:t>
      </w:r>
      <w:r w:rsidRPr="002A5B02">
        <w:rPr>
          <w:rFonts w:hint="cs"/>
          <w:rtl/>
        </w:rPr>
        <w:t>يْ</w:t>
      </w:r>
      <w:r w:rsidRPr="00F55001">
        <w:rPr>
          <w:rFonts w:hint="cs"/>
          <w:rtl/>
        </w:rPr>
        <w:t xml:space="preserve"> طَالِبٍ. رَوَا</w:t>
      </w:r>
      <w:r w:rsidRPr="002A5B02">
        <w:rPr>
          <w:rFonts w:hint="cs"/>
          <w:rtl/>
        </w:rPr>
        <w:t>ه</w:t>
      </w:r>
      <w:r w:rsidRPr="00F55001">
        <w:rPr>
          <w:rFonts w:hint="cs"/>
          <w:rtl/>
        </w:rPr>
        <w:t>ُ ا</w:t>
      </w:r>
      <w:r>
        <w:rPr>
          <w:rtl/>
        </w:rPr>
        <w:t>لحَاکِمُ فِ</w:t>
      </w:r>
      <w:r w:rsidRPr="002A5B02">
        <w:rPr>
          <w:rFonts w:hint="cs"/>
          <w:rtl/>
        </w:rPr>
        <w:t>ي</w:t>
      </w:r>
      <w:r w:rsidRPr="00F55001">
        <w:rPr>
          <w:rFonts w:hint="cs"/>
          <w:rtl/>
        </w:rPr>
        <w:t xml:space="preserve"> ال</w:t>
      </w:r>
      <w:r w:rsidRPr="002A5B02">
        <w:rPr>
          <w:rFonts w:hint="cs"/>
          <w:rtl/>
        </w:rPr>
        <w:t>ْ</w:t>
      </w:r>
      <w:r w:rsidRPr="00F55001">
        <w:rPr>
          <w:rFonts w:hint="cs"/>
          <w:rtl/>
        </w:rPr>
        <w:t>مُس</w:t>
      </w:r>
      <w:r w:rsidRPr="002A5B02">
        <w:rPr>
          <w:rFonts w:hint="cs"/>
          <w:rtl/>
        </w:rPr>
        <w:t>ْ</w:t>
      </w:r>
      <w:r w:rsidRPr="00F55001">
        <w:rPr>
          <w:rFonts w:hint="cs"/>
          <w:rtl/>
        </w:rPr>
        <w:t>تَد</w:t>
      </w:r>
      <w:r w:rsidRPr="002A5B02">
        <w:rPr>
          <w:rFonts w:hint="cs"/>
          <w:rtl/>
        </w:rPr>
        <w:t>ْ</w:t>
      </w:r>
      <w:r w:rsidRPr="00F55001">
        <w:rPr>
          <w:rFonts w:hint="cs"/>
          <w:rtl/>
        </w:rPr>
        <w:t xml:space="preserve">رَکِ.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اسحاق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عبد 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اچھا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فرمانے والا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158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145،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4656، و العسقلان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فتح البار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، 8 / 167، و 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338.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159. عَنِ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عَبَّاسٍ قَالَ : قَالَ عُمَرُ رض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: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ٌّ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َق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ضَانَا، وَ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ُبَ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ٌّ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َق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رَ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ُنَا.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2A5B02">
        <w:rPr>
          <w:rFonts w:hint="cs"/>
          <w:rtl/>
        </w:rPr>
        <w:t>ْ</w:t>
      </w:r>
      <w:r>
        <w:rPr>
          <w:rtl/>
        </w:rPr>
        <w:t>حَاکِمُ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مُس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تَد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رَکِ.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ابن عباس </w:t>
      </w:r>
      <w:r w:rsidR="007E182E">
        <w:rPr>
          <w:rtl/>
        </w:rPr>
        <w:t>رضی</w:t>
      </w:r>
      <w:r w:rsidRPr="0038770D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ہم سب سے بہتر اور صائب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</w:t>
      </w:r>
      <w:r>
        <w:rPr>
          <w:rFonts w:hint="cs"/>
          <w:rtl/>
        </w:rPr>
        <w:t>ی</w:t>
      </w:r>
      <w:r>
        <w:rPr>
          <w:rtl/>
        </w:rPr>
        <w:t xml:space="preserve"> بن کعب ہم سب سے بڑھ کر قار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159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المستدرک عل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الصح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ح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ن، 3 / 345،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ث رقم : 5328، و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حمد بن حنبل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المسند، 5 / 113،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ث رقم : 21123.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160.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ُرَ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رَةَ قَالَ : قَالَ عُمَرُ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خَطَّابِ :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ٌّ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َق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ضَانَا.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سَع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الطَّبَق</w:t>
      </w:r>
      <w:r>
        <w:rPr>
          <w:rtl/>
        </w:rPr>
        <w:t>َاتِ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بن خطاب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فرمانے والے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اسے ابن سعد نے </w:t>
      </w:r>
      <w:r w:rsidRPr="002A5B02">
        <w:rPr>
          <w:rStyle w:val="libArabicChar"/>
          <w:rtl/>
        </w:rPr>
        <w:t>’’ الطبقات الکبر</w:t>
      </w:r>
      <w:r w:rsidRPr="002A5B02">
        <w:rPr>
          <w:rStyle w:val="libArabicChar"/>
          <w:rFonts w:hint="cs"/>
          <w:rtl/>
        </w:rPr>
        <w:t>يٰ‘‘</w:t>
      </w:r>
      <w:r w:rsidRPr="0038770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 w:rsidRPr="007E182E">
        <w:rPr>
          <w:rFonts w:hint="cs"/>
          <w:rtl/>
        </w:rPr>
        <w:t>ث</w:t>
      </w:r>
      <w:r>
        <w:rPr>
          <w:rtl/>
        </w:rPr>
        <w:t xml:space="preserve"> رقم 160 : </w:t>
      </w:r>
      <w:r w:rsidRPr="002A5B02">
        <w:rPr>
          <w:rFonts w:hint="cs"/>
          <w:rtl/>
        </w:rPr>
        <w:t>أ</w:t>
      </w:r>
      <w:r w:rsidRPr="007E182E"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 w:rsidRPr="007E182E">
        <w:rPr>
          <w:rFonts w:hint="cs"/>
          <w:rtl/>
        </w:rPr>
        <w:t xml:space="preserve"> ابن سعد ف</w:t>
      </w:r>
      <w:r w:rsidRPr="002A5B02">
        <w:rPr>
          <w:rFonts w:hint="cs"/>
          <w:rtl/>
        </w:rPr>
        <w:t>ي</w:t>
      </w:r>
      <w:r w:rsidRPr="007E182E">
        <w:rPr>
          <w:rFonts w:hint="cs"/>
          <w:rtl/>
        </w:rPr>
        <w:t xml:space="preserve"> ا</w:t>
      </w:r>
      <w:r>
        <w:rPr>
          <w:rtl/>
        </w:rPr>
        <w:t>لطبقات الکبر</w:t>
      </w:r>
      <w:r w:rsidRPr="002A5B02">
        <w:rPr>
          <w:rFonts w:hint="cs"/>
          <w:rtl/>
        </w:rPr>
        <w:t>ي</w:t>
      </w:r>
      <w:r w:rsidRPr="007E182E">
        <w:rPr>
          <w:rFonts w:hint="cs"/>
          <w:rtl/>
        </w:rPr>
        <w:t xml:space="preserve">ٰ، 2 / 339.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161.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سَعِ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دِ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مُسَ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َبِ قَالَ : کَانَ عُمَرُ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َتَعَوَّذُ بِاﷲِ</w:t>
      </w:r>
      <w:r>
        <w:rPr>
          <w:rtl/>
        </w:rPr>
        <w:t xml:space="preserve"> مِن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مُع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ضِلَةٍ لَ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سَ فِ</w:t>
      </w:r>
      <w:r w:rsidRPr="002A5B02">
        <w:rPr>
          <w:rFonts w:hint="cs"/>
          <w:rtl/>
        </w:rPr>
        <w:t>يْه</w:t>
      </w:r>
      <w:r>
        <w:rPr>
          <w:rFonts w:hint="cs"/>
          <w:rtl/>
        </w:rPr>
        <w:t xml:space="preserve">َا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حَسَنٍ.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سَع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الطَّبَقَاتِ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رض</w:t>
      </w:r>
      <w:r>
        <w:rPr>
          <w:rFonts w:hint="cs"/>
          <w:rtl/>
        </w:rPr>
        <w:t>ی</w:t>
      </w:r>
      <w:r>
        <w:rPr>
          <w:rtl/>
        </w:rPr>
        <w:t xml:space="preserve"> اللہ عنہ اس ناقابل حل اور مشکل مسئلہ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اللہ ک</w:t>
      </w:r>
      <w:r>
        <w:rPr>
          <w:rFonts w:hint="cs"/>
          <w:rtl/>
        </w:rPr>
        <w:t>ی</w:t>
      </w:r>
      <w:r>
        <w:rPr>
          <w:rtl/>
        </w:rPr>
        <w:t xml:space="preserve"> پناہ مانگا کرتے تھے۔ اسے ابن سعد نے </w:t>
      </w:r>
      <w:r w:rsidRPr="00F55001">
        <w:rPr>
          <w:rStyle w:val="libArabicChar"/>
          <w:rtl/>
        </w:rPr>
        <w:t>’’الطبقات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161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339. </w:t>
      </w:r>
    </w:p>
    <w:p w:rsidR="002A5B02" w:rsidRPr="0038770D" w:rsidRDefault="002A5B02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Default="001F16A4" w:rsidP="002A5B02">
      <w:pPr>
        <w:pStyle w:val="Heading2Center"/>
        <w:rPr>
          <w:rtl/>
        </w:rPr>
      </w:pPr>
      <w:bookmarkStart w:id="51" w:name="_Toc497651184"/>
      <w:r>
        <w:rPr>
          <w:rFonts w:hint="eastAsia"/>
          <w:rtl/>
        </w:rPr>
        <w:lastRenderedPageBreak/>
        <w:t>باب</w:t>
      </w:r>
      <w:r>
        <w:rPr>
          <w:rtl/>
        </w:rPr>
        <w:t>18</w:t>
      </w:r>
      <w:bookmarkEnd w:id="51"/>
    </w:p>
    <w:p w:rsidR="001F16A4" w:rsidRDefault="001F16A4" w:rsidP="002A5B02">
      <w:pPr>
        <w:pStyle w:val="Heading2Center"/>
        <w:rPr>
          <w:rtl/>
        </w:rPr>
      </w:pPr>
      <w:bookmarkStart w:id="52" w:name="_Toc497651185"/>
      <w:r>
        <w:rPr>
          <w:rtl/>
        </w:rPr>
        <w:t xml:space="preserve">(18) </w:t>
      </w:r>
      <w:r w:rsidRPr="002A5B02">
        <w:rPr>
          <w:rStyle w:val="libArabicChar"/>
          <w:rtl/>
        </w:rPr>
        <w:t>بَابٌ فِ</w:t>
      </w:r>
      <w:r w:rsidRPr="002A5B02">
        <w:rPr>
          <w:rStyle w:val="libArabicChar"/>
          <w:rFonts w:hint="cs"/>
          <w:rtl/>
        </w:rPr>
        <w:t>ي قَوْلِ النَّبِيِّ صلي الله عليه وآله وسلم : أَلنَّظْرُ إِلَي وَجْهِ عَلِيٍّ عِبَادَةٌ</w:t>
      </w:r>
      <w:bookmarkEnd w:id="52"/>
    </w:p>
    <w:p w:rsidR="001F16A4" w:rsidRDefault="001F16A4" w:rsidP="002A5B02">
      <w:pPr>
        <w:pStyle w:val="Heading2Center"/>
        <w:rPr>
          <w:rtl/>
        </w:rPr>
      </w:pPr>
      <w:bookmarkStart w:id="53" w:name="_Toc497651186"/>
      <w:r>
        <w:rPr>
          <w:rtl/>
        </w:rPr>
        <w:t>(فرمان نبو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: عل</w:t>
      </w:r>
      <w:r>
        <w:rPr>
          <w:rFonts w:hint="cs"/>
          <w:rtl/>
        </w:rPr>
        <w:t>ی</w:t>
      </w:r>
      <w:r>
        <w:rPr>
          <w:rtl/>
        </w:rPr>
        <w:t xml:space="preserve"> کے چہرے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 ہے)</w:t>
      </w:r>
      <w:bookmarkEnd w:id="53"/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162.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دِاﷲِ</w:t>
      </w:r>
      <w:r>
        <w:rPr>
          <w:rtl/>
        </w:rPr>
        <w:t xml:space="preserve"> قَالَ : قَالَ رَسُو</w:t>
      </w:r>
      <w:r w:rsidRPr="002A5B02">
        <w:rPr>
          <w:rFonts w:hint="cs"/>
          <w:rtl/>
        </w:rPr>
        <w:t>ْ</w:t>
      </w:r>
      <w:r>
        <w:rPr>
          <w:rtl/>
        </w:rPr>
        <w:t>لُ ا</w:t>
      </w:r>
      <w:r>
        <w:rPr>
          <w:rFonts w:hint="cs"/>
          <w:rtl/>
        </w:rPr>
        <w:t>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وَج</w:t>
      </w:r>
      <w:r w:rsidRPr="002A5B02">
        <w:rPr>
          <w:rFonts w:hint="cs"/>
          <w:rtl/>
        </w:rPr>
        <w:t>ْه</w:t>
      </w:r>
      <w:r>
        <w:rPr>
          <w:rFonts w:hint="cs"/>
          <w:rtl/>
        </w:rPr>
        <w:t>ِ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حَاکِمُ وَالطَّبَرَانِ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ُّ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مُع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جَمِ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کَبِ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ابن مسعود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کے چہرے کو تکنا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اور طبران</w:t>
      </w:r>
      <w:r>
        <w:rPr>
          <w:rFonts w:hint="cs"/>
          <w:rtl/>
        </w:rPr>
        <w:t>ی</w:t>
      </w:r>
      <w:r>
        <w:rPr>
          <w:rtl/>
        </w:rPr>
        <w:t xml:space="preserve"> نے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162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152،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4682، و الطبران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ر، 10 / 76،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10006، وال</w:t>
      </w:r>
      <w:r w:rsidRPr="002A5B02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119،</w:t>
      </w:r>
      <w:r>
        <w:rPr>
          <w:rtl/>
        </w:rPr>
        <w:t xml:space="preserve"> (و قال ال</w:t>
      </w:r>
      <w:r w:rsidRPr="002A5B02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وثق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حبان و قال مستق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م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ث)، و الد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الفردوس بم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ثور الخطاب، 4 / 294،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6865 (عن معاذ بن جبل)، و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بونع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ة ال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اء، 5 / 58.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163.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عِم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رَانَ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حُصَ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نٍ قَالَ : قَالَ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:</w:t>
      </w:r>
      <w:r>
        <w:rPr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عِبَادَةٌ،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حَاکِمُ. </w:t>
      </w:r>
    </w:p>
    <w:p w:rsidR="001F16A4" w:rsidRDefault="001F16A4" w:rsidP="002A5B02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قَالَ 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َذَا حَدِ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ثٌ صَحِ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حُ ال</w:t>
      </w:r>
      <w:r w:rsidRPr="002A5B02">
        <w:rPr>
          <w:rFonts w:hint="cs"/>
          <w:rtl/>
        </w:rPr>
        <w:t>ْإ</w:t>
      </w:r>
      <w:r>
        <w:rPr>
          <w:rFonts w:hint="cs"/>
          <w:rtl/>
        </w:rPr>
        <w:t>ِس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نَادِ.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حاکم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الاسناد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163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الحاکم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المستدرک، 3 / 52،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4681، و الد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الفردوس بم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ثور الخطاب، 4 / 294،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6866، و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بونع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م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حل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ة ال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ول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اء، 2 / 183.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164.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طَلِ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قِ </w:t>
      </w:r>
      <w:r>
        <w:rPr>
          <w:rtl/>
        </w:rPr>
        <w:t>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مُحَمَّدٍ قَالَ : رَ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تُ عِم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رَانَ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نَ حُصَ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نٍ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َحِدُّ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رَ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فَقِ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لَ لَ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ُ‘ فَقَالَ : سَمِع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: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الطَّبَرَانِ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ُّ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م</w:t>
      </w:r>
      <w:r>
        <w:rPr>
          <w:rFonts w:hint="eastAsia"/>
          <w:rtl/>
        </w:rPr>
        <w:t>ُع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جَمِ</w:t>
      </w:r>
      <w:r>
        <w:rPr>
          <w:rtl/>
        </w:rPr>
        <w:t xml:space="preserve">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کَبِ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رِ</w:t>
      </w:r>
      <w:r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طل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 محمد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عمران 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ٹکٹک</w:t>
      </w:r>
      <w:r>
        <w:rPr>
          <w:rFonts w:hint="cs"/>
          <w:rtl/>
        </w:rPr>
        <w:t>ی</w:t>
      </w:r>
      <w:r>
        <w:rPr>
          <w:rtl/>
        </w:rPr>
        <w:t xml:space="preserve"> باندھ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 کس</w:t>
      </w:r>
      <w:r>
        <w:rPr>
          <w:rFonts w:hint="cs"/>
          <w:rtl/>
        </w:rPr>
        <w:t>ی</w:t>
      </w:r>
      <w:r>
        <w:rPr>
          <w:rtl/>
        </w:rPr>
        <w:t xml:space="preserve"> نے ان سے پوچھا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ہے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نے’’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‘‘م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164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الطبران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المعجم الکب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ر، 18 / 109،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 رقم : 207، وال</w:t>
      </w:r>
      <w:r w:rsidRPr="002A5B02">
        <w:rPr>
          <w:rFonts w:hint="cs"/>
          <w:rtl/>
        </w:rPr>
        <w:t>هي</w:t>
      </w:r>
      <w:r>
        <w:rPr>
          <w:rFonts w:hint="cs"/>
          <w:rtl/>
        </w:rPr>
        <w:t>ثم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مجمع الزوائد، 9 / 109.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165.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عَائِشَةَ قَالَت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: قَالَ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: ذِک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رُ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عِبَادَةٌ،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الدَّ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لِمِ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</w:t>
      </w:r>
      <w:r>
        <w:rPr>
          <w:rtl/>
        </w:rPr>
        <w:t xml:space="preserve"> حضرت عائشہ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کا ذکر بھ</w:t>
      </w:r>
      <w:r>
        <w:rPr>
          <w:rFonts w:hint="cs"/>
          <w:rtl/>
        </w:rPr>
        <w:t>ی</w:t>
      </w:r>
      <w:r>
        <w:rPr>
          <w:rtl/>
        </w:rPr>
        <w:t xml:space="preserve">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165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الد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لم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الفردوس بم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ثور الخطاب، 2 / 244، 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ث رقم : 1351.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166.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عَائِشَةَ رض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اﷲ</w:t>
      </w:r>
      <w:r>
        <w:rPr>
          <w:rtl/>
        </w:rPr>
        <w:t xml:space="preserve"> عن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ا قَالَت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: رَ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تُ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َبَابَک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رٍ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ُک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ثِرُ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رَ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وَج</w:t>
      </w:r>
      <w:r w:rsidRPr="002A5B02">
        <w:rPr>
          <w:rFonts w:hint="cs"/>
          <w:rtl/>
        </w:rPr>
        <w:t>ْه</w:t>
      </w:r>
      <w:r>
        <w:rPr>
          <w:rFonts w:hint="cs"/>
          <w:rtl/>
        </w:rPr>
        <w:t>ِ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فَقُل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لَ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ُ :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َا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 xml:space="preserve">َبَتِ!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َرَاکَ تُکثِرُ النّ</w:t>
      </w:r>
      <w:r>
        <w:rPr>
          <w:rtl/>
        </w:rPr>
        <w:t>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رَ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وَج</w:t>
      </w:r>
      <w:r w:rsidRPr="002A5B02">
        <w:rPr>
          <w:rFonts w:hint="cs"/>
          <w:rtl/>
        </w:rPr>
        <w:t>ْه</w:t>
      </w:r>
      <w:r>
        <w:rPr>
          <w:rFonts w:hint="cs"/>
          <w:rtl/>
        </w:rPr>
        <w:t>ِ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ٍّ فَقَالَ :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َا بُنَ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َةُ! سَمِع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: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وَج</w:t>
      </w:r>
      <w:r w:rsidRPr="002A5B02">
        <w:rPr>
          <w:rFonts w:hint="cs"/>
          <w:rtl/>
        </w:rPr>
        <w:t>ْه</w:t>
      </w:r>
      <w:r>
        <w:rPr>
          <w:rFonts w:hint="cs"/>
          <w:rtl/>
        </w:rPr>
        <w:t>ِ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عَسَاکِرَ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تَارِ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خِ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عائشہ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والد حضرت ابوبکر رض</w:t>
      </w:r>
      <w:r>
        <w:rPr>
          <w:rFonts w:hint="cs"/>
          <w:rtl/>
        </w:rPr>
        <w:t>ی</w:t>
      </w:r>
      <w:r>
        <w:rPr>
          <w:rtl/>
        </w:rPr>
        <w:t xml:space="preserve"> اللہ عنہ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کثرت سے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چہرے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سے پوچھا، اے ابا جان!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آپ کثرت سے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چہرے ک</w:t>
      </w:r>
      <w:r>
        <w:rPr>
          <w:rFonts w:hint="cs"/>
          <w:rtl/>
        </w:rPr>
        <w:t>ی</w:t>
      </w:r>
      <w:r>
        <w:rPr>
          <w:rtl/>
        </w:rPr>
        <w:t xml:space="preserve"> طرف تکتے رہ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حضرت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ہے کہ عل</w:t>
      </w:r>
      <w:r>
        <w:rPr>
          <w:rFonts w:hint="cs"/>
          <w:rtl/>
        </w:rPr>
        <w:t>ی</w:t>
      </w:r>
      <w:r>
        <w:rPr>
          <w:rtl/>
        </w:rPr>
        <w:t xml:space="preserve"> کے چہرے کو تکنا بھ</w:t>
      </w:r>
      <w:r>
        <w:rPr>
          <w:rFonts w:hint="cs"/>
          <w:rtl/>
        </w:rPr>
        <w:t>ی</w:t>
      </w:r>
      <w:r>
        <w:rPr>
          <w:rtl/>
        </w:rPr>
        <w:t xml:space="preserve">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عساکر نے </w:t>
      </w:r>
      <w:r w:rsidRPr="002A5B02">
        <w:rPr>
          <w:rStyle w:val="libArabicChar"/>
          <w:rtl/>
        </w:rPr>
        <w:t>’’تار</w:t>
      </w:r>
      <w:r w:rsidRPr="002A5B02">
        <w:rPr>
          <w:rStyle w:val="libArabicChar"/>
          <w:rFonts w:hint="cs"/>
          <w:rtl/>
        </w:rPr>
        <w:t>يخ دمشق الکبی</w:t>
      </w:r>
      <w:r w:rsidRPr="002A5B02">
        <w:rPr>
          <w:rStyle w:val="libArabicChar"/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166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عساکر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خ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، 42 / 355، و الزمخشر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مختصر کتاب الموافقة : 14.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167.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دِ اﷲِ</w:t>
      </w:r>
      <w:r>
        <w:rPr>
          <w:rtl/>
        </w:rPr>
        <w:t xml:space="preserve">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مَس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عُو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 قَالَ : قَالَ :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: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عَسَاکِرَ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تَارِ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خَةِ.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مسعود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چہرے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عساکر نے </w:t>
      </w:r>
      <w:r w:rsidRPr="002A5B02">
        <w:rPr>
          <w:rStyle w:val="libArabicChar"/>
          <w:rtl/>
        </w:rPr>
        <w:t>’’تار</w:t>
      </w:r>
      <w:r w:rsidRPr="002A5B02">
        <w:rPr>
          <w:rStyle w:val="libArabicChar"/>
          <w:rFonts w:hint="cs"/>
          <w:rtl/>
        </w:rPr>
        <w:t>يخ دمشق الکبی</w:t>
      </w:r>
      <w:r w:rsidRPr="002A5B02">
        <w:rPr>
          <w:rStyle w:val="libArabicChar"/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lastRenderedPageBreak/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167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عساکر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ر، 42 / 351.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168.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ُرَ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رَةَ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مَعَ</w:t>
      </w:r>
      <w:r>
        <w:rPr>
          <w:rtl/>
        </w:rPr>
        <w:t>اذِ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جَبَلٍ قَالَ : قَالَ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: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 وَج</w:t>
      </w:r>
      <w:r w:rsidRPr="002A5B02">
        <w:rPr>
          <w:rFonts w:hint="cs"/>
          <w:rtl/>
        </w:rPr>
        <w:t>ْه</w:t>
      </w:r>
      <w:r>
        <w:rPr>
          <w:rFonts w:hint="cs"/>
          <w:rtl/>
        </w:rPr>
        <w:t xml:space="preserve">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عَسَاکِرَ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تَارِ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خَةِ.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حضرت معاذ بن جبل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کے چہرے کو تکنا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عساکر نے </w:t>
      </w:r>
      <w:r w:rsidRPr="002A5B02">
        <w:rPr>
          <w:rStyle w:val="libArabicChar"/>
          <w:rtl/>
        </w:rPr>
        <w:t>’’تار</w:t>
      </w:r>
      <w:r w:rsidRPr="002A5B02">
        <w:rPr>
          <w:rStyle w:val="libArabicChar"/>
          <w:rFonts w:hint="cs"/>
          <w:rtl/>
        </w:rPr>
        <w:t>يخ دمشق الکبی</w:t>
      </w:r>
      <w:r w:rsidRPr="002A5B02">
        <w:rPr>
          <w:rStyle w:val="libArabicChar"/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168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عساکر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ر، 42 / 353.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169.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جَابِرِ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عَب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دِ اﷲِ</w:t>
      </w:r>
      <w:r>
        <w:rPr>
          <w:rtl/>
        </w:rPr>
        <w:t xml:space="preserve"> قَالَ : قَالَ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عَسَاکِرَ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تَارِ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خَةِ.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جابر بن عبدا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کے چہرے کو تکنا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عساکر نے </w:t>
      </w:r>
      <w:r w:rsidRPr="002A5B02">
        <w:rPr>
          <w:rStyle w:val="libArabicChar"/>
          <w:rtl/>
        </w:rPr>
        <w:t>’’تار</w:t>
      </w:r>
      <w:r w:rsidRPr="002A5B02">
        <w:rPr>
          <w:rStyle w:val="libArabicChar"/>
          <w:rFonts w:hint="cs"/>
          <w:rtl/>
        </w:rPr>
        <w:t>يخ دمشق الکبی</w:t>
      </w:r>
      <w:r w:rsidRPr="002A5B02">
        <w:rPr>
          <w:rStyle w:val="libArabicChar"/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169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عساکر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ر، 42 / 353.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170.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َنَسَ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 مَالِکٍ قَالَ : قَالَ النَّبِ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ُّ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النَّظ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رُ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ٍّ عِبَادَةٌ.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عَسَاکِرَ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تَارِ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 xml:space="preserve">خَةِ.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عل</w:t>
      </w:r>
      <w:r>
        <w:rPr>
          <w:rFonts w:hint="cs"/>
          <w:rtl/>
        </w:rPr>
        <w:t>ی</w:t>
      </w:r>
      <w:r>
        <w:rPr>
          <w:rtl/>
        </w:rPr>
        <w:t xml:space="preserve"> کے چہرے کو تکنا عبادت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عساکر نے ’’</w:t>
      </w:r>
      <w:r w:rsidR="007E182E">
        <w:rPr>
          <w:rtl/>
        </w:rPr>
        <w:t>تاریخ</w:t>
      </w:r>
      <w:r w:rsidRPr="0038770D">
        <w:rPr>
          <w:rFonts w:hint="cs"/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170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عساکر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تار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خ دمشق الکب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ر، 42 / 353. </w:t>
      </w:r>
    </w:p>
    <w:p w:rsidR="002A5B02" w:rsidRPr="0038770D" w:rsidRDefault="002A5B02" w:rsidP="0038770D">
      <w:pPr>
        <w:pStyle w:val="libPoemTini"/>
        <w:rPr>
          <w:rtl/>
        </w:rPr>
      </w:pPr>
      <w:r w:rsidRPr="0038770D">
        <w:rPr>
          <w:rtl/>
        </w:rPr>
        <w:br w:type="page"/>
      </w:r>
    </w:p>
    <w:p w:rsidR="001F16A4" w:rsidRDefault="001F16A4" w:rsidP="002A5B02">
      <w:pPr>
        <w:pStyle w:val="Heading2Center"/>
        <w:rPr>
          <w:rtl/>
        </w:rPr>
      </w:pPr>
      <w:bookmarkStart w:id="54" w:name="_Toc497651187"/>
      <w:r>
        <w:rPr>
          <w:rFonts w:hint="eastAsia"/>
          <w:rtl/>
        </w:rPr>
        <w:lastRenderedPageBreak/>
        <w:t>باب</w:t>
      </w:r>
      <w:r>
        <w:rPr>
          <w:rtl/>
        </w:rPr>
        <w:t>19</w:t>
      </w:r>
      <w:bookmarkEnd w:id="54"/>
    </w:p>
    <w:p w:rsidR="001F16A4" w:rsidRDefault="001F16A4" w:rsidP="002A5B02">
      <w:pPr>
        <w:pStyle w:val="Heading2Center"/>
        <w:rPr>
          <w:rtl/>
        </w:rPr>
      </w:pPr>
      <w:bookmarkStart w:id="55" w:name="_Toc497651188"/>
      <w:r>
        <w:rPr>
          <w:rtl/>
        </w:rPr>
        <w:t xml:space="preserve">(19) </w:t>
      </w:r>
      <w:r w:rsidRPr="002A5B02">
        <w:rPr>
          <w:rStyle w:val="libArabicChar"/>
          <w:rtl/>
        </w:rPr>
        <w:t>بَابٌ فِ</w:t>
      </w:r>
      <w:r w:rsidRPr="002A5B02">
        <w:rPr>
          <w:rStyle w:val="libArabicChar"/>
          <w:rFonts w:hint="cs"/>
          <w:rtl/>
        </w:rPr>
        <w:t>ي تَشَرُّفِهِ بِتَغْسِيْلِ النَّبِيِّ صلي الله عليه وآله وسلم.</w:t>
      </w:r>
      <w:bookmarkEnd w:id="55"/>
      <w:r w:rsidRPr="00F55001">
        <w:rPr>
          <w:rFonts w:hint="cs"/>
          <w:rtl/>
        </w:rPr>
        <w:t xml:space="preserve"> </w:t>
      </w:r>
    </w:p>
    <w:p w:rsidR="001F16A4" w:rsidRDefault="001F16A4" w:rsidP="002A5B02">
      <w:pPr>
        <w:pStyle w:val="Heading2Center"/>
        <w:rPr>
          <w:rtl/>
        </w:rPr>
      </w:pPr>
      <w:bookmarkStart w:id="56" w:name="_Toc497651189"/>
      <w:r>
        <w:rPr>
          <w:rtl/>
        </w:rPr>
        <w:t>(حضور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غسل کے لئے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کا انتخاب)</w:t>
      </w:r>
      <w:bookmarkEnd w:id="56"/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171.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دِ الوَاحِدِ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عَو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نٍ قَالَ : قَالَ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لِع</w:t>
      </w:r>
      <w:r>
        <w:rPr>
          <w:rtl/>
        </w:rPr>
        <w:t>َل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ِّ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نِ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طَالِبٍ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مَرَضِ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ِ الَّذِ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تُوُفِ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َّ فِ</w:t>
      </w:r>
      <w:r w:rsidRPr="002A5B02">
        <w:rPr>
          <w:rFonts w:hint="cs"/>
          <w:rtl/>
        </w:rPr>
        <w:t>يْه</w:t>
      </w:r>
      <w:r>
        <w:rPr>
          <w:rFonts w:hint="cs"/>
          <w:rtl/>
        </w:rPr>
        <w:t>ِ : اغ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سِل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َا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ُّ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 xml:space="preserve">ِذَا مِتُّ فَقَالَ :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َا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Fonts w:hint="eastAsia"/>
          <w:rtl/>
        </w:rPr>
        <w:t>،</w:t>
      </w:r>
      <w:r>
        <w:rPr>
          <w:rtl/>
        </w:rPr>
        <w:t xml:space="preserve"> مَا غَسَل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 مَ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ِّتًا قَطُّ، </w:t>
      </w:r>
      <w:r>
        <w:rPr>
          <w:rFonts w:hint="eastAsia"/>
          <w:rtl/>
        </w:rPr>
        <w:t>فَقَالَ</w:t>
      </w:r>
      <w:r>
        <w:rPr>
          <w:rtl/>
        </w:rPr>
        <w:t xml:space="preserve">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</w:t>
      </w:r>
      <w:r w:rsidRPr="002A5B02">
        <w:rPr>
          <w:rFonts w:hint="cs"/>
          <w:rtl/>
        </w:rPr>
        <w:t>إ</w:t>
      </w:r>
      <w:r>
        <w:rPr>
          <w:rFonts w:hint="cs"/>
          <w:rtl/>
        </w:rPr>
        <w:t>ِنَّکَ سَتَُ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 xml:space="preserve">ُ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تُ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َسَّرُ، قَالَ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ٌّ : فَ</w:t>
      </w:r>
      <w:r>
        <w:rPr>
          <w:rtl/>
        </w:rPr>
        <w:t>غَسَل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تُ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سَع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الطَّبَقَاتِ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عبدالواحد بن اب</w:t>
      </w:r>
      <w:r>
        <w:rPr>
          <w:rFonts w:hint="cs"/>
          <w:rtl/>
        </w:rPr>
        <w:t>ی</w:t>
      </w:r>
      <w:r>
        <w:rPr>
          <w:rtl/>
        </w:rPr>
        <w:t xml:space="preserve"> عون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اللہ عنہ سے اپنے اس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فوت ہو جاؤں تو مجھے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 آپ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غسل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بے شک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اس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گا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سعد نے </w:t>
      </w:r>
      <w:r w:rsidRPr="00F55001">
        <w:rPr>
          <w:rStyle w:val="libArabicChar"/>
          <w:rtl/>
        </w:rPr>
        <w:t>’’الطبقات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171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280.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t>172.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عَامِرٍ قَالَ : غَسَلَ رَسُو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لَ اﷲِ</w:t>
      </w:r>
      <w:r>
        <w:rPr>
          <w:rtl/>
        </w:rPr>
        <w:t xml:space="preserve">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وسلم،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ُّ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</w:t>
      </w:r>
      <w:r>
        <w:rPr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طَالِبٍ وَال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فَض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عَبَّاسِ وَ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َسَامَةُ 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زَ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دٍ وَکَانَ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ٌّ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َغ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سِلُ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وَ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َقُو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: بِ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تَ وَ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ُمِّ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، طِب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تَ مَ</w:t>
      </w:r>
      <w:r w:rsidRPr="002A5B02">
        <w:rPr>
          <w:rFonts w:hint="cs"/>
          <w:rtl/>
        </w:rPr>
        <w:t>يْ</w:t>
      </w:r>
      <w:r>
        <w:rPr>
          <w:rFonts w:hint="cs"/>
          <w:rtl/>
        </w:rPr>
        <w:t>تًا وَحَ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ًّا.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نُ </w:t>
      </w:r>
      <w:r>
        <w:rPr>
          <w:rFonts w:hint="eastAsia"/>
          <w:rtl/>
        </w:rPr>
        <w:t>سَع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</w:t>
      </w:r>
      <w:r>
        <w:rPr>
          <w:rtl/>
        </w:rPr>
        <w:t xml:space="preserve">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الطَّبَقَاتِ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عامر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اور فضل بن عباس اور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عنھم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غسل دے رہے تھے تو کہتے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قربان ہوں آپ وصال فرما کر اور زندہ رہ کر دونوں حالتوں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سعد نے </w:t>
      </w:r>
      <w:r w:rsidRPr="00F55001">
        <w:rPr>
          <w:rStyle w:val="libArabicChar"/>
          <w:rtl/>
        </w:rPr>
        <w:t>’’الطبقات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172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277. </w:t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libArabic"/>
        <w:rPr>
          <w:rtl/>
        </w:rPr>
      </w:pPr>
      <w:r>
        <w:rPr>
          <w:rtl/>
        </w:rPr>
        <w:lastRenderedPageBreak/>
        <w:t>173. عَن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 عَامِرٍ قَالَ : کَانَ عَلِ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ٌّ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َغ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 xml:space="preserve">سِلُ </w:t>
      </w:r>
      <w:r>
        <w:rPr>
          <w:rtl/>
        </w:rPr>
        <w:t>النَّبِ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 صل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عل</w:t>
      </w:r>
      <w:r w:rsidRPr="002A5B02">
        <w:rPr>
          <w:rFonts w:hint="cs"/>
          <w:rtl/>
        </w:rPr>
        <w:t>يه</w:t>
      </w:r>
      <w:r>
        <w:rPr>
          <w:rFonts w:hint="cs"/>
          <w:rtl/>
        </w:rPr>
        <w:t xml:space="preserve"> وآل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وسلم وَال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فَض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لُ وَ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 xml:space="preserve">َسَامَةُ 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َح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جِبَانِ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ِ. رَوَا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>ُ اب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نُ سَع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دٍ فِ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الطَّب</w:t>
      </w:r>
      <w:r w:rsidRPr="002A5B02">
        <w:rPr>
          <w:rFonts w:hint="cs"/>
          <w:rtl/>
        </w:rPr>
        <w:t>ْ</w:t>
      </w:r>
      <w:r>
        <w:rPr>
          <w:rFonts w:hint="cs"/>
          <w:rtl/>
        </w:rPr>
        <w:t>قَاتِ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عامر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غسل دے رہے تھے اور حضرت فضل اور اسامہ نے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 پردہ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ابن سعد نے </w:t>
      </w:r>
      <w:r w:rsidRPr="00F55001">
        <w:rPr>
          <w:rStyle w:val="libArabicChar"/>
          <w:rtl/>
        </w:rPr>
        <w:t>’’الطبقات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Default="001F16A4" w:rsidP="00F55001">
      <w:pPr>
        <w:pStyle w:val="libFootNoteArabic"/>
        <w:rPr>
          <w:rtl/>
        </w:rPr>
      </w:pPr>
      <w:r>
        <w:rPr>
          <w:rFonts w:hint="eastAsia"/>
          <w:rtl/>
        </w:rPr>
        <w:t>الحد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>ث</w:t>
      </w:r>
      <w:r>
        <w:rPr>
          <w:rtl/>
        </w:rPr>
        <w:t xml:space="preserve"> رقم 173 : </w:t>
      </w:r>
      <w:r w:rsidRPr="002A5B02">
        <w:rPr>
          <w:rFonts w:hint="cs"/>
          <w:rtl/>
        </w:rPr>
        <w:t>أ</w:t>
      </w:r>
      <w:r>
        <w:rPr>
          <w:rFonts w:hint="cs"/>
          <w:rtl/>
        </w:rPr>
        <w:t>خرج</w:t>
      </w:r>
      <w:r w:rsidRPr="002A5B02">
        <w:rPr>
          <w:rFonts w:hint="cs"/>
          <w:rtl/>
        </w:rPr>
        <w:t>ه</w:t>
      </w:r>
      <w:r>
        <w:rPr>
          <w:rFonts w:hint="cs"/>
          <w:rtl/>
        </w:rPr>
        <w:t xml:space="preserve"> ابن سعد ف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 الطبقات الکبر</w:t>
      </w:r>
      <w:r w:rsidRPr="002A5B02">
        <w:rPr>
          <w:rFonts w:hint="cs"/>
          <w:rtl/>
        </w:rPr>
        <w:t>ي</w:t>
      </w:r>
      <w:r>
        <w:rPr>
          <w:rFonts w:hint="cs"/>
          <w:rtl/>
        </w:rPr>
        <w:t xml:space="preserve">ٰ، 2 / 277. </w:t>
      </w:r>
    </w:p>
    <w:p w:rsidR="002A5B02" w:rsidRDefault="002A5B02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Heading2Center"/>
        <w:rPr>
          <w:rtl/>
        </w:rPr>
      </w:pPr>
      <w:bookmarkStart w:id="57" w:name="_Toc497651190"/>
      <w:r>
        <w:rPr>
          <w:rFonts w:hint="eastAsia"/>
          <w:rtl/>
        </w:rPr>
        <w:t>باب</w:t>
      </w:r>
      <w:r>
        <w:rPr>
          <w:rtl/>
        </w:rPr>
        <w:t>20</w:t>
      </w:r>
      <w:bookmarkEnd w:id="57"/>
    </w:p>
    <w:p w:rsidR="001F16A4" w:rsidRDefault="001F16A4" w:rsidP="002A5B02">
      <w:pPr>
        <w:pStyle w:val="Heading2Center"/>
        <w:rPr>
          <w:rtl/>
        </w:rPr>
      </w:pPr>
      <w:bookmarkStart w:id="58" w:name="_Toc497651191"/>
      <w:r>
        <w:rPr>
          <w:rtl/>
        </w:rPr>
        <w:t xml:space="preserve">(20) </w:t>
      </w:r>
      <w:r w:rsidRPr="002A5B02">
        <w:rPr>
          <w:rStyle w:val="libArabicChar"/>
          <w:rtl/>
        </w:rPr>
        <w:t>بَابٌ فِ</w:t>
      </w:r>
      <w:r w:rsidRPr="002A5B02">
        <w:rPr>
          <w:rStyle w:val="libArabicChar"/>
          <w:rFonts w:hint="cs"/>
          <w:rtl/>
        </w:rPr>
        <w:t>ي إِعْلَامِ النَّبِيِّ صلي الله عليه وآله وسلم إِيَاهُ بِإِسْتِشْهَادِهِ</w:t>
      </w:r>
      <w:bookmarkEnd w:id="58"/>
    </w:p>
    <w:p w:rsidR="001F16A4" w:rsidRDefault="001F16A4" w:rsidP="002A5B02">
      <w:pPr>
        <w:pStyle w:val="Heading2Center"/>
        <w:rPr>
          <w:rtl/>
        </w:rPr>
      </w:pPr>
      <w:bookmarkStart w:id="59" w:name="_Toc497651192"/>
      <w:r>
        <w:rPr>
          <w:rtl/>
        </w:rPr>
        <w:t>(حضور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کو شہادت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</w:t>
      </w:r>
      <w:bookmarkEnd w:id="59"/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174. عَن</w:t>
      </w:r>
      <w:r w:rsidRPr="002A5B02">
        <w:rPr>
          <w:rFonts w:hint="cs"/>
          <w:rtl/>
        </w:rPr>
        <w:t>ْ أَبِيْ هُرَيْرَةَ، أَنَّ رَسُوْلَ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کَانَ عَلَي جَبْلِ</w:t>
      </w:r>
      <w:r w:rsidRPr="002A5B02">
        <w:rPr>
          <w:rtl/>
        </w:rPr>
        <w:t xml:space="preserve"> حِرَاءٍ. فَتَحَرَّکَ. فَقَالَ رَسُو</w:t>
      </w:r>
      <w:r w:rsidRPr="002A5B02">
        <w:rPr>
          <w:rFonts w:hint="cs"/>
          <w:rtl/>
        </w:rPr>
        <w:t>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: اسْکُنْ. حِرَاءُ! فَمَا عَلَيْکَ إِلَّا نَبِيٌّ أَوْ صِدِّيْقٌ أَوْ شَهِيْدٌ وَ عَلَيْهِ النَّبِيُّ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وَ أَبُوبَکْرٍ وَ عُمَرُ وَ عُثْمَانُ وَ عَلِيٌّ وَ طَلْحَةُ و</w:t>
      </w:r>
      <w:r w:rsidRPr="002A5B02">
        <w:rPr>
          <w:rtl/>
        </w:rPr>
        <w:t>َ الزُّبَ</w:t>
      </w:r>
      <w:r w:rsidRPr="002A5B02">
        <w:rPr>
          <w:rFonts w:hint="cs"/>
          <w:rtl/>
        </w:rPr>
        <w:t>يْرُ وَ سَعْدٌ بْنُ أَبِيْ وَقَّاصٍ رضی</w:t>
      </w:r>
      <w:r w:rsidRPr="002A5B02">
        <w:rPr>
          <w:rtl/>
        </w:rPr>
        <w:t xml:space="preserve"> الل</w:t>
      </w:r>
      <w:r w:rsidRPr="002A5B02">
        <w:rPr>
          <w:rFonts w:hint="cs"/>
          <w:rtl/>
        </w:rPr>
        <w:t xml:space="preserve">ه عنه. رَوَاهُ مُسْلِمٌ.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حراء (پہاڑ) پرسکون رہو پس بے شک تجھ پر نب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(اور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پہاڑ پر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</w:t>
      </w:r>
      <w:r>
        <w:rPr>
          <w:rFonts w:hint="eastAsia"/>
          <w:rtl/>
        </w:rPr>
        <w:t>م</w:t>
      </w:r>
      <w:r>
        <w:rPr>
          <w:rtl/>
        </w:rPr>
        <w:t xml:space="preserve"> اور حضرت ابوبکر صد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حضرت عمر، حضرت عثمان،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طلحہ اور حضرت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حضرت سعدبن اب</w:t>
      </w:r>
      <w:r>
        <w:rPr>
          <w:rFonts w:hint="cs"/>
          <w:rtl/>
        </w:rPr>
        <w:t>ی</w:t>
      </w:r>
      <w:r>
        <w:rPr>
          <w:rtl/>
        </w:rPr>
        <w:t xml:space="preserve"> وقاص رض</w:t>
      </w:r>
      <w:r>
        <w:rPr>
          <w:rFonts w:hint="cs"/>
          <w:rtl/>
        </w:rPr>
        <w:t>ی</w:t>
      </w:r>
      <w:r>
        <w:rPr>
          <w:rtl/>
        </w:rPr>
        <w:t xml:space="preserve"> اللہ عنھم تھے۔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مسلم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174 : </w:t>
      </w:r>
      <w:r w:rsidRPr="002A5B02">
        <w:rPr>
          <w:rFonts w:hint="cs"/>
          <w:rtl/>
        </w:rPr>
        <w:t>أخرجه مسلم في الصحيح، کتاب فضائل الصحابة، باب من فضائل طلحة و الزبير،، 4 / 1880، الحديث رقم : 2417، وابن حبان في الصحيح، 15 / 441، الحديث رقم : 6983، و أحمد بن حنبل في المسند، 1 / 187 الحديث رقم : 1630، و الطبراني في المعجم الأوسط، 1 / 273</w:t>
      </w:r>
      <w:r w:rsidRPr="002A5B02">
        <w:rPr>
          <w:rFonts w:hint="eastAsia"/>
          <w:rtl/>
        </w:rPr>
        <w:t>،</w:t>
      </w:r>
      <w:r w:rsidRPr="002A5B02">
        <w:rPr>
          <w:rtl/>
        </w:rPr>
        <w:t xml:space="preserve"> الحد</w:t>
      </w:r>
      <w:r w:rsidRPr="002A5B02">
        <w:rPr>
          <w:rFonts w:hint="cs"/>
          <w:rtl/>
        </w:rPr>
        <w:t xml:space="preserve">يث رقم : 890، و أبويعلي في المسند، 2 / 259، الحديث رقم : 970.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175. عَن</w:t>
      </w:r>
      <w:r w:rsidRPr="002A5B02">
        <w:rPr>
          <w:rFonts w:hint="cs"/>
          <w:rtl/>
        </w:rPr>
        <w:t>ْ عَمَّارِ بْنِ يَاسِرٍ. قَال : کُنْتُ أَناَ وَعَلِيٌّ رَفِيْقَيْنِ فِي غَزْوَةٍ ذَاتِ العُشَيْرَةِ، فَلَمَّا نَزَلَهَا رَسُوْلُ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وَأَقَامَ بِهَا رَأَيْنَا أ</w:t>
      </w:r>
      <w:r w:rsidRPr="002A5B02">
        <w:rPr>
          <w:rtl/>
        </w:rPr>
        <w:t>ُنَاسًا مِن</w:t>
      </w:r>
      <w:r w:rsidRPr="002A5B02">
        <w:rPr>
          <w:rFonts w:hint="cs"/>
          <w:rtl/>
        </w:rPr>
        <w:t>ْ بَنِي مُدْلِجٍ يَعْمَلُوْنَ فِي عَيْنٍ لَهُمْ فِي ن</w:t>
      </w:r>
      <w:r w:rsidRPr="002A5B02">
        <w:rPr>
          <w:rFonts w:hint="eastAsia"/>
          <w:rtl/>
        </w:rPr>
        <w:t>َخ</w:t>
      </w:r>
      <w:r w:rsidRPr="002A5B02">
        <w:rPr>
          <w:rFonts w:hint="cs"/>
          <w:rtl/>
        </w:rPr>
        <w:t>ْلٍ،</w:t>
      </w:r>
      <w:r w:rsidRPr="002A5B02">
        <w:rPr>
          <w:rtl/>
        </w:rPr>
        <w:t xml:space="preserve"> فَقَالَ لِ</w:t>
      </w:r>
      <w:r w:rsidRPr="002A5B02">
        <w:rPr>
          <w:rFonts w:hint="cs"/>
          <w:rtl/>
        </w:rPr>
        <w:t>ي عَلِيٌّ : يَا أَبَا اليَقْظَانِ، هَلْ لَکَ أَنْ تَأْتِيَ هَؤُلَاءِ فَنَنْظُرَ کَيْفَ يَعْمَلُوْنَ؟ فَجِئْنَا هُمْ، فَنَظَرْنَا إِلي عَمَلِهِمْ سَاعَةً ثُمَّ غَشِيَنَا النَّوْمُ، فَانْطَلَقْتُ أَنَا وَعَلِيٌّ فَاضْطَجَعْنَا فِيْ صَوْرٍ مِ</w:t>
      </w:r>
      <w:r w:rsidRPr="002A5B02">
        <w:rPr>
          <w:rFonts w:hint="eastAsia"/>
          <w:rtl/>
        </w:rPr>
        <w:t>نَ</w:t>
      </w:r>
      <w:r w:rsidRPr="002A5B02">
        <w:rPr>
          <w:rtl/>
        </w:rPr>
        <w:t xml:space="preserve"> النَّخ</w:t>
      </w:r>
      <w:r w:rsidRPr="002A5B02">
        <w:rPr>
          <w:rFonts w:hint="cs"/>
          <w:rtl/>
        </w:rPr>
        <w:t>ْلِ فِيْ دَقْعَاءَ مِنَ التُّرَابِ، فَنِمْنَا. فَوَاﷲِ</w:t>
      </w:r>
      <w:r w:rsidRPr="002A5B02">
        <w:rPr>
          <w:rtl/>
        </w:rPr>
        <w:t xml:space="preserve"> مَا </w:t>
      </w:r>
      <w:r w:rsidRPr="002A5B02">
        <w:rPr>
          <w:rFonts w:hint="cs"/>
          <w:rtl/>
        </w:rPr>
        <w:t>أَهَبَّنَا إِلَّا رَسُوْلُ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يُحَرِّکُنَا بِرِجْلِهِ، وَقَدْ تَتَرَّبْنَا مِنْ تِلْکَ الدَّقْعَائِ</w:t>
      </w:r>
      <w:r w:rsidRPr="002A5B02">
        <w:rPr>
          <w:rtl/>
        </w:rPr>
        <w:t>، فَ</w:t>
      </w:r>
      <w:r w:rsidRPr="002A5B02">
        <w:rPr>
          <w:rFonts w:hint="cs"/>
          <w:rtl/>
        </w:rPr>
        <w:t>يَوْمَئِذٍ قَالَ رَسُوْلُ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لِعَلِيٍّ</w:t>
      </w:r>
      <w:r w:rsidRPr="002A5B02">
        <w:rPr>
          <w:rtl/>
        </w:rPr>
        <w:t xml:space="preserve"> : </w:t>
      </w:r>
      <w:r w:rsidRPr="002A5B02">
        <w:rPr>
          <w:rFonts w:hint="cs"/>
          <w:rtl/>
        </w:rPr>
        <w:t>يَا أَبَا تُرَابٍ لِمَا يَرَي عَلَيْهِ مِنَ التُّرَابِ. قَالَ : أَلاَ أُحَدِّثُکُمَا بِأَشْقَي النَّاسِ رَجُلَيْنِ؟ قُلْنَا : بَلَي يَارَسُوْلَ اﷲِ</w:t>
      </w:r>
      <w:r w:rsidRPr="002A5B02">
        <w:rPr>
          <w:rFonts w:hint="eastAsia"/>
          <w:rtl/>
        </w:rPr>
        <w:t>،</w:t>
      </w:r>
      <w:r w:rsidRPr="002A5B02">
        <w:rPr>
          <w:rtl/>
        </w:rPr>
        <w:t xml:space="preserve"> قَالَ : </w:t>
      </w:r>
      <w:r w:rsidRPr="002A5B02">
        <w:rPr>
          <w:rFonts w:hint="cs"/>
          <w:rtl/>
        </w:rPr>
        <w:t>أُحًيْمِرُ ثَمُوْدَ الَّذِي ع</w:t>
      </w:r>
      <w:r w:rsidRPr="002A5B02">
        <w:rPr>
          <w:rtl/>
        </w:rPr>
        <w:t>َقَرَ النَّاقَةَ، وَالَّذِ</w:t>
      </w:r>
      <w:r w:rsidRPr="002A5B02">
        <w:rPr>
          <w:rFonts w:hint="cs"/>
          <w:rtl/>
        </w:rPr>
        <w:t xml:space="preserve">ي يَضْرِبُکَ يَا عَلِيُّ عَلَي هَذِهِ (يَعْنِي قَرْنَهُ). حَتَّي تُبَلَّ مِنْهُ هَذِهِ. يَعْنِي لِحْيَتَهُ. رَوَاهُ أَحْمَدُ وَ النَّسَائِيُّ.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عمار بن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غزوہ ’’ذات 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تھے پس جب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جگہ آئے اور وہاں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بنو مدلج کے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tl/>
        </w:rPr>
        <w:lastRenderedPageBreak/>
        <w:t>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کھجور تلے </w:t>
      </w:r>
      <w:r>
        <w:rPr>
          <w:rFonts w:hint="eastAsia"/>
          <w:rtl/>
        </w:rPr>
        <w:t>اپنے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مجھے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ابا </w:t>
      </w:r>
      <w:r>
        <w:rPr>
          <w:rFonts w:hint="cs"/>
          <w:rtl/>
        </w:rPr>
        <w:t>ی</w:t>
      </w:r>
      <w:r>
        <w:rPr>
          <w:rFonts w:hint="eastAsia"/>
          <w:rtl/>
        </w:rPr>
        <w:t>قظان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 اگر ہم ان لوگوں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پس ہم ان کے پاس آئے اور ان کے کام کو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وہاں سے چلے اور کھجوروں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سوگئے۔ پس اللہ ک</w:t>
      </w:r>
      <w:r>
        <w:rPr>
          <w:rFonts w:hint="cs"/>
          <w:rtl/>
        </w:rPr>
        <w:t>ی</w:t>
      </w:r>
      <w:r>
        <w:rPr>
          <w:rtl/>
        </w:rPr>
        <w:t xml:space="preserve"> قسم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علاوہ کس</w:t>
      </w:r>
      <w:r>
        <w:rPr>
          <w:rFonts w:hint="cs"/>
          <w:rtl/>
        </w:rPr>
        <w:t>ی</w:t>
      </w:r>
      <w:r>
        <w:rPr>
          <w:rtl/>
        </w:rPr>
        <w:t xml:space="preserve"> نے نہ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مبارک قدموں کے مس سے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جبکہ ہم خوب خاک آلود ہوچکے تھے پس اس دن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 تراب!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آپ رض</w:t>
      </w:r>
      <w:r>
        <w:rPr>
          <w:rFonts w:hint="cs"/>
          <w:rtl/>
        </w:rPr>
        <w:t>ی</w:t>
      </w:r>
      <w:r>
        <w:rPr>
          <w:rtl/>
        </w:rPr>
        <w:t xml:space="preserve"> اللہ عنہ کے جسم پر مٹ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بدبخت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نہ بتاؤں؟ ہم نے کہا 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آپ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پہلا شخص قوم ثمود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مر</w:t>
      </w:r>
      <w:r>
        <w:rPr>
          <w:rtl/>
        </w:rPr>
        <w:t xml:space="preserve"> تھا جس نے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شخص وہ ہے جو اے عل</w:t>
      </w:r>
      <w:r>
        <w:rPr>
          <w:rFonts w:hint="cs"/>
          <w:rtl/>
        </w:rPr>
        <w:t>ی</w:t>
      </w:r>
      <w:r>
        <w:rPr>
          <w:rtl/>
        </w:rPr>
        <w:t xml:space="preserve"> تمہارے سر پر وار کرے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(خون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داڑھ</w:t>
      </w:r>
      <w:r>
        <w:rPr>
          <w:rFonts w:hint="cs"/>
          <w:rtl/>
        </w:rPr>
        <w:t>ی</w:t>
      </w:r>
      <w:r>
        <w:rPr>
          <w:rtl/>
        </w:rPr>
        <w:t xml:space="preserve"> تر ہوجائے گ</w:t>
      </w:r>
      <w:r>
        <w:rPr>
          <w:rFonts w:hint="cs"/>
          <w:rtl/>
        </w:rPr>
        <w:t>ی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بن حنبل نے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نسائ</w:t>
      </w:r>
      <w:r>
        <w:rPr>
          <w:rFonts w:hint="cs"/>
          <w:rtl/>
        </w:rPr>
        <w:t>ی</w:t>
      </w:r>
      <w:r>
        <w:rPr>
          <w:rtl/>
        </w:rPr>
        <w:t xml:space="preserve"> نے’’ السنن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175 : </w:t>
      </w:r>
      <w:r w:rsidRPr="002A5B02">
        <w:rPr>
          <w:rFonts w:hint="cs"/>
          <w:rtl/>
        </w:rPr>
        <w:t xml:space="preserve">أخرجه أحمد بن حنبل في المسند، 4 / 263، (الحديث رقم : 18321)، و النسائي في السنن الکبريٰ، 5 / 153، الحديث رقم : 8538، و الحاکم في المستدرک، 3 / 151، الحديث رقم : 4679.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176. عَن</w:t>
      </w:r>
      <w:r w:rsidRPr="002A5B02">
        <w:rPr>
          <w:rFonts w:hint="cs"/>
          <w:rtl/>
        </w:rPr>
        <w:t>ْ عَبْدِاﷲِ</w:t>
      </w:r>
      <w:r w:rsidRPr="002A5B02">
        <w:rPr>
          <w:rtl/>
        </w:rPr>
        <w:t xml:space="preserve"> ب</w:t>
      </w:r>
      <w:r w:rsidRPr="002A5B02">
        <w:rPr>
          <w:rFonts w:hint="cs"/>
          <w:rtl/>
        </w:rPr>
        <w:t>ْنِ سَبْ</w:t>
      </w:r>
      <w:r w:rsidRPr="002A5B02">
        <w:rPr>
          <w:rtl/>
        </w:rPr>
        <w:t>عٍ قَالَ، سَمِع</w:t>
      </w:r>
      <w:r w:rsidRPr="002A5B02">
        <w:rPr>
          <w:rFonts w:hint="cs"/>
          <w:rtl/>
        </w:rPr>
        <w:t>ْتُ عَلِيًّا رضي الله عنه يَقُوْلُ : لَتُخْضَبَنَّ هَذِهِ مِنْ هَذَا، فَمَا يَنْتَظِرُ بِيَ الأَشْقَي؟ قَالُوا : يَا أَمِيْرَ الْمُؤْمِنِيْنَ فَأَخْبِرْنَا بِهِ نُبِيْرُ عِتْرَتَهُ، قَالَ : إِذَا تَاﷲِ</w:t>
      </w:r>
      <w:r w:rsidRPr="002A5B02">
        <w:rPr>
          <w:rtl/>
        </w:rPr>
        <w:t xml:space="preserve"> تَق</w:t>
      </w:r>
      <w:r w:rsidRPr="002A5B02">
        <w:rPr>
          <w:rFonts w:hint="cs"/>
          <w:rtl/>
        </w:rPr>
        <w:t>ْتُلُوْ</w:t>
      </w:r>
      <w:r w:rsidRPr="002A5B02">
        <w:rPr>
          <w:rFonts w:hint="eastAsia"/>
          <w:rtl/>
        </w:rPr>
        <w:t>نَ</w:t>
      </w:r>
      <w:r w:rsidRPr="002A5B02">
        <w:rPr>
          <w:rtl/>
        </w:rPr>
        <w:t xml:space="preserve"> بِ</w:t>
      </w:r>
      <w:r w:rsidRPr="002A5B02">
        <w:rPr>
          <w:rFonts w:hint="cs"/>
          <w:rtl/>
        </w:rPr>
        <w:t>ي غَيْرَ قَاتِلِي، قَالُ</w:t>
      </w:r>
      <w:r w:rsidRPr="002A5B02">
        <w:rPr>
          <w:rtl/>
        </w:rPr>
        <w:t>و</w:t>
      </w:r>
      <w:r w:rsidRPr="002A5B02">
        <w:rPr>
          <w:rFonts w:hint="cs"/>
          <w:rtl/>
        </w:rPr>
        <w:t>ْا : فَاسْتَخْلِفْ عَلَيْنَا، قَالَ : لاَ وَلَکِنَّ أَتْرُکُکُمْ إِلَي مَا تَرَکَکُمْ إِلَيْهِ رَسُوْلُ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وسلم، قَالُوا : فَمَا تَقُوْلُ لِرَبِّکَ إِذَا أَتَيْتَهُ؟ قَالَ : أَقُوْلُ : اللَّهُمَّ تَرَکْتَنِيْ</w:t>
      </w:r>
      <w:r w:rsidRPr="002A5B02">
        <w:rPr>
          <w:rtl/>
        </w:rPr>
        <w:t xml:space="preserve"> فِ</w:t>
      </w:r>
      <w:r w:rsidRPr="002A5B02">
        <w:rPr>
          <w:rFonts w:hint="cs"/>
          <w:rtl/>
        </w:rPr>
        <w:t>يهِمْ مَا بَدَالَکَ، ثَم</w:t>
      </w:r>
      <w:r w:rsidRPr="002A5B02">
        <w:rPr>
          <w:rtl/>
        </w:rPr>
        <w:t>َّ قَبَض</w:t>
      </w:r>
      <w:r w:rsidRPr="002A5B02">
        <w:rPr>
          <w:rFonts w:hint="cs"/>
          <w:rtl/>
        </w:rPr>
        <w:t xml:space="preserve">ْتَنِي إِلَيْکَ وَأَنْتَ فِيهِمْ، فَإِنْ شِئْتَ أَصْلَحْتَهُمْ، وَإِنْ شِئْتَ أَفْسَدْتَهُمْ.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سبع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کو فرماتے ہوئے سنا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سر کے خون سے سرخ ہو جائے گ</w:t>
      </w:r>
      <w:r>
        <w:rPr>
          <w:rFonts w:hint="cs"/>
          <w:rtl/>
        </w:rPr>
        <w:t>ی</w:t>
      </w:r>
      <w:r>
        <w:rPr>
          <w:rtl/>
        </w:rPr>
        <w:t xml:space="preserve"> اور اس کا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بدبخت کر رہا ہے لوگوں نے کہا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ہم اس ک</w:t>
      </w:r>
      <w:r>
        <w:rPr>
          <w:rFonts w:hint="cs"/>
          <w:rtl/>
        </w:rPr>
        <w:t>ی</w:t>
      </w:r>
      <w:r>
        <w:rPr>
          <w:rtl/>
        </w:rPr>
        <w:t xml:space="preserve"> نسل کو تباہ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تم سوائے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قاتل کے کس</w:t>
      </w:r>
      <w:r>
        <w:rPr>
          <w:rFonts w:hint="cs"/>
          <w:rtl/>
        </w:rPr>
        <w:t>ی</w:t>
      </w:r>
      <w:r>
        <w:rPr>
          <w:rtl/>
        </w:rPr>
        <w:t xml:space="preserve">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گے۔ انہوں نے کہا ہم پر کس</w:t>
      </w:r>
      <w:r>
        <w:rPr>
          <w:rFonts w:hint="cs"/>
          <w:rtl/>
        </w:rPr>
        <w:t>ی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چھوڑتا ہوں جس ک</w:t>
      </w:r>
      <w:r>
        <w:rPr>
          <w:rFonts w:hint="cs"/>
          <w:rtl/>
        </w:rPr>
        <w:t>ی</w:t>
      </w:r>
      <w:r>
        <w:rPr>
          <w:rtl/>
        </w:rPr>
        <w:t xml:space="preserve"> طرف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چھوڑا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مشاو</w:t>
      </w:r>
      <w:r>
        <w:rPr>
          <w:rFonts w:hint="eastAsia"/>
          <w:rtl/>
        </w:rPr>
        <w:t>رت</w:t>
      </w:r>
      <w:r>
        <w:rPr>
          <w:rtl/>
        </w:rPr>
        <w:t>) انہوں نے کہا آپ اپنے رب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آپ اس </w:t>
      </w:r>
      <w:r>
        <w:rPr>
          <w:rtl/>
        </w:rPr>
        <w:lastRenderedPageBreak/>
        <w:t>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 ’’اے ا</w:t>
      </w:r>
      <w:r>
        <w:rPr>
          <w:rFonts w:hint="cs"/>
          <w:rtl/>
        </w:rPr>
        <w:t>ﷲ</w:t>
      </w:r>
      <w:r>
        <w:rPr>
          <w:rtl/>
        </w:rPr>
        <w:t xml:space="preserve"> تو نے جتنا عرصہ چاہا مجھے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رکھا پھر تو نے مجھے اپنے پاس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اگر تو چاہے تو ان ک</w:t>
      </w:r>
      <w:r>
        <w:rPr>
          <w:rFonts w:hint="cs"/>
          <w:rtl/>
        </w:rPr>
        <w:t>ی</w:t>
      </w:r>
      <w:r>
        <w:rPr>
          <w:rtl/>
        </w:rPr>
        <w:t xml:space="preserve"> اصلاح فرما دے اور اگر تو چاہے تو 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بگاڑ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176 : </w:t>
      </w:r>
      <w:r w:rsidRPr="002A5B02">
        <w:rPr>
          <w:rFonts w:hint="cs"/>
          <w:rtl/>
        </w:rPr>
        <w:t xml:space="preserve">أخرجه أحمد بن حنبل في المسند، 1 / 130، الحديث رقم : 1078، وأبويعلي في المسند، 1 / 443، الحديث رقم : 590، و ابن ابي شيبة في المصنف، 7 / 444، الحديث رقم : 37098، و الهيثمي في مجمع الزوائد، 9 / 137.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177. عَن</w:t>
      </w:r>
      <w:r w:rsidRPr="002A5B02">
        <w:rPr>
          <w:rFonts w:hint="cs"/>
          <w:rtl/>
        </w:rPr>
        <w:t>ْ عَبْدِ اﷲِ</w:t>
      </w:r>
      <w:r w:rsidRPr="002A5B02">
        <w:rPr>
          <w:rtl/>
        </w:rPr>
        <w:t xml:space="preserve"> ب</w:t>
      </w:r>
      <w:r w:rsidRPr="002A5B02">
        <w:rPr>
          <w:rFonts w:hint="cs"/>
          <w:rtl/>
        </w:rPr>
        <w:t>ْنِ سَبْعٍ قَالَ : خَطَبَ</w:t>
      </w:r>
      <w:r w:rsidRPr="002A5B02">
        <w:rPr>
          <w:rtl/>
        </w:rPr>
        <w:t>نَا عَلِ</w:t>
      </w:r>
      <w:r w:rsidRPr="002A5B02">
        <w:rPr>
          <w:rFonts w:hint="cs"/>
          <w:rtl/>
        </w:rPr>
        <w:t>يٌّ رضي الله عنه فَقَالَ : وَالَّذِي فَلَقَ الْحَبَّةَ وَبَرَأَ النَّسَمَةَ لَتُخْضَبَنَّ هَذِهِ مِنْ هَذِِهِ، قَالَ : قَالَ النَّاسُ : فَأَعْلِمْنَا مَنْ هُوَ؟ وَاﷲِ</w:t>
      </w:r>
      <w:r w:rsidRPr="002A5B02">
        <w:rPr>
          <w:rtl/>
        </w:rPr>
        <w:t xml:space="preserve"> لَنُبِ</w:t>
      </w:r>
      <w:r w:rsidRPr="002A5B02">
        <w:rPr>
          <w:rFonts w:hint="cs"/>
          <w:rtl/>
        </w:rPr>
        <w:t>يْرَنَّ عِتْرَتَهُ، قَالَ : أَنْشُدُکُمْ</w:t>
      </w:r>
      <w:r w:rsidRPr="002A5B02">
        <w:rPr>
          <w:rtl/>
        </w:rPr>
        <w:t xml:space="preserve"> بِا</w:t>
      </w:r>
      <w:r w:rsidRPr="002A5B02">
        <w:rPr>
          <w:rFonts w:hint="cs"/>
          <w:rtl/>
        </w:rPr>
        <w:t>ﷲِ</w:t>
      </w:r>
      <w:r w:rsidRPr="002A5B02">
        <w:rPr>
          <w:rtl/>
        </w:rPr>
        <w:t xml:space="preserve"> </w:t>
      </w:r>
      <w:r w:rsidRPr="002A5B02">
        <w:rPr>
          <w:rFonts w:hint="cs"/>
          <w:rtl/>
        </w:rPr>
        <w:t>أَنْ يُقْتَلَ غَيْرُ قَاتِلِي، قَالُوْا : إِنْ کُنْتَ قَدْ عَلِمْتَ ذَلِکَ اسْتَخْلِفْْ إِذًا، قَالَ : لَا، وَلَکِنْ أَکِلُکُمْ إِلٰي مَا وَکَلَکُمْ إِلَيْهِ رَسُوْلُ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 xml:space="preserve">ي الله عليه وآله وسلم. رَوَاهُ أَحْمَدُ.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سبع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ذات ک</w:t>
      </w:r>
      <w:r>
        <w:rPr>
          <w:rFonts w:hint="cs"/>
          <w:rtl/>
        </w:rPr>
        <w:t>ی</w:t>
      </w:r>
      <w:r>
        <w:rPr>
          <w:rtl/>
        </w:rPr>
        <w:t xml:space="preserve"> قسم جس نے دانے کو پھاڑا اور مخلوقات کو زندگ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ضرور بالضرور خون سے خضاب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کے خون سے سرخ ہو جائے گ</w:t>
      </w:r>
      <w:r>
        <w:rPr>
          <w:rFonts w:hint="cs"/>
          <w:rtl/>
        </w:rPr>
        <w:t>ی</w:t>
      </w:r>
      <w:r>
        <w:rPr>
          <w:rtl/>
        </w:rPr>
        <w:t>) راو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نے کہا پس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 ہے؟ ہم اس ک</w:t>
      </w:r>
      <w:r>
        <w:rPr>
          <w:rFonts w:hint="cs"/>
          <w:rtl/>
        </w:rPr>
        <w:t>ی</w:t>
      </w:r>
      <w:r>
        <w:rPr>
          <w:rtl/>
        </w:rPr>
        <w:t xml:space="preserve"> نسل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قاتل کے علاوہ کس</w:t>
      </w:r>
      <w:r>
        <w:rPr>
          <w:rFonts w:hint="cs"/>
          <w:rtl/>
        </w:rPr>
        <w:t>ی</w:t>
      </w:r>
      <w:r>
        <w:rPr>
          <w:rtl/>
        </w:rPr>
        <w:t xml:space="preserve"> کو قتل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لوگوں نے کہا اگر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سونپتا ہوں جو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باہم مشاورت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مقرر کرو)۔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177 : </w:t>
      </w:r>
      <w:r w:rsidRPr="002A5B02">
        <w:rPr>
          <w:rFonts w:hint="cs"/>
          <w:rtl/>
        </w:rPr>
        <w:t>أحرجه أحمد بن حنبل في المسند، 1 / 156، الحديث رقم : 1340، و المقدسي في الأحاديث المختارة، 2 / 213، الحديث رقم : 595،</w:t>
      </w:r>
      <w:r w:rsidRPr="002A5B02">
        <w:rPr>
          <w:rtl/>
        </w:rPr>
        <w:t xml:space="preserve"> و البزار ف</w:t>
      </w:r>
      <w:r w:rsidRPr="002A5B02">
        <w:rPr>
          <w:rFonts w:hint="cs"/>
          <w:rtl/>
        </w:rPr>
        <w:t xml:space="preserve">ي المسند، 3 / 92، الحديث رقم : 871.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178. عَن</w:t>
      </w:r>
      <w:r w:rsidRPr="002A5B02">
        <w:rPr>
          <w:rFonts w:hint="cs"/>
          <w:rtl/>
        </w:rPr>
        <w:t>ْ أَبِي الطُّفَيْلِ قَالَ : دَعَا عَلِيٌّ النَّاسَ إِلَي الْبَيْعَةِ فَجَاءَ عَبْدُالرَّحْمَنِ بْنُ مُلْجَمٍ الْمُرَادِيُّ فَرَدَّهُ مَرَّتَيْنِ، ثُمَّ أَتَاهُ فَقَالَ : مَا يَحْبِسُ أَشْقَاهَا؟ لَتُ</w:t>
      </w:r>
      <w:r w:rsidRPr="002A5B02">
        <w:rPr>
          <w:rtl/>
        </w:rPr>
        <w:t>خ</w:t>
      </w:r>
      <w:r w:rsidRPr="002A5B02">
        <w:rPr>
          <w:rFonts w:hint="cs"/>
          <w:rtl/>
        </w:rPr>
        <w:t>ْضَبَنَّ. أَوْ لَتُصْبَغَنَّ هَذِهِ مِنْ هَذَا، يَعْنِي</w:t>
      </w:r>
      <w:r w:rsidRPr="002A5B02">
        <w:rPr>
          <w:rtl/>
        </w:rPr>
        <w:t xml:space="preserve"> لِح</w:t>
      </w:r>
      <w:r w:rsidRPr="002A5B02">
        <w:rPr>
          <w:rFonts w:hint="cs"/>
          <w:rtl/>
        </w:rPr>
        <w:t xml:space="preserve">ْيَتَهُ مِنْ رَأْسِهِ، ثُمَّ تَمَثَّلَ بِهَذَيْنِ الْبَيْتَيْنِ. </w:t>
      </w:r>
    </w:p>
    <w:p w:rsidR="001F16A4" w:rsidRPr="002A5B02" w:rsidRDefault="001F16A4" w:rsidP="002A5B02">
      <w:pPr>
        <w:pStyle w:val="libArabic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Fonts w:hint="eastAsia"/>
          <w:rtl/>
        </w:rPr>
        <w:t>اَش</w:t>
      </w:r>
      <w:r w:rsidRPr="002A5B02">
        <w:rPr>
          <w:rFonts w:hint="cs"/>
          <w:rtl/>
        </w:rPr>
        <w:t>ْدُدْ</w:t>
      </w:r>
      <w:r w:rsidRPr="002A5B02">
        <w:rPr>
          <w:rtl/>
        </w:rPr>
        <w:t xml:space="preserve"> حَ</w:t>
      </w:r>
      <w:r w:rsidRPr="002A5B02">
        <w:rPr>
          <w:rFonts w:hint="cs"/>
          <w:rtl/>
        </w:rPr>
        <w:t>يَازِيمَکَ لِلْمَوْتِ</w:t>
      </w: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Fonts w:hint="eastAsia"/>
          <w:rtl/>
        </w:rPr>
        <w:lastRenderedPageBreak/>
        <w:t>فَ</w:t>
      </w:r>
      <w:r w:rsidRPr="002A5B02">
        <w:rPr>
          <w:rFonts w:hint="cs"/>
          <w:rtl/>
        </w:rPr>
        <w:t>إِنَّ</w:t>
      </w:r>
      <w:r w:rsidRPr="002A5B02">
        <w:rPr>
          <w:rtl/>
        </w:rPr>
        <w:t xml:space="preserve"> ال</w:t>
      </w:r>
      <w:r w:rsidRPr="002A5B02">
        <w:rPr>
          <w:rFonts w:hint="cs"/>
          <w:rtl/>
        </w:rPr>
        <w:t>ْمَوْتَ آتِيک</w:t>
      </w: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Fonts w:hint="eastAsia"/>
          <w:rtl/>
        </w:rPr>
        <w:t>ولا</w:t>
      </w:r>
      <w:r w:rsidRPr="002A5B02">
        <w:rPr>
          <w:rtl/>
        </w:rPr>
        <w:t xml:space="preserve"> تَج</w:t>
      </w:r>
      <w:r w:rsidRPr="002A5B02">
        <w:rPr>
          <w:rFonts w:hint="cs"/>
          <w:rtl/>
        </w:rPr>
        <w:t>ْزَعُ مِنَ الْقَتْلِ</w:t>
      </w: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Fonts w:hint="cs"/>
          <w:rtl/>
        </w:rPr>
        <w:t>إِذَا</w:t>
      </w:r>
      <w:r w:rsidRPr="002A5B02">
        <w:rPr>
          <w:rtl/>
        </w:rPr>
        <w:t xml:space="preserve"> حَلَّ بِوَادِ</w:t>
      </w:r>
      <w:r w:rsidRPr="002A5B02">
        <w:rPr>
          <w:rFonts w:hint="cs"/>
          <w:rtl/>
        </w:rPr>
        <w:t>يکا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Fonts w:hint="eastAsia"/>
          <w:rtl/>
        </w:rPr>
        <w:t>وَا</w:t>
      </w:r>
      <w:r w:rsidRPr="002A5B02">
        <w:rPr>
          <w:rFonts w:hint="cs"/>
          <w:rtl/>
        </w:rPr>
        <w:t>ﷲ</w:t>
      </w:r>
      <w:r w:rsidRPr="002A5B02">
        <w:rPr>
          <w:rtl/>
        </w:rPr>
        <w:t xml:space="preserve"> </w:t>
      </w:r>
      <w:r w:rsidRPr="002A5B02">
        <w:rPr>
          <w:rFonts w:hint="cs"/>
          <w:rtl/>
        </w:rPr>
        <w:t xml:space="preserve">إِنَّهُ لَعَهْدُ النَّبِيِّ الأُمِيِّ صلي الله عليه وآله وسلم إِلَيَّ. رَوَاهُ ابْنُ سَعْدٍ فِي الطَّبَقَاتُ الکبريٰ.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ابوطف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نے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تو عبدالرحمن بن ملجم مراد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دو دفعہ اس کو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وہ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رض</w:t>
      </w:r>
      <w:r>
        <w:rPr>
          <w:rFonts w:hint="cs"/>
          <w:rtl/>
        </w:rPr>
        <w:t>ی</w:t>
      </w:r>
      <w:r>
        <w:rPr>
          <w:rtl/>
        </w:rPr>
        <w:t xml:space="preserve"> اللہ عنہ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 بدبخت کو کون روکے گا؟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ضرور بالضرور اس (داڑھ</w:t>
      </w:r>
      <w:r>
        <w:rPr>
          <w:rFonts w:hint="cs"/>
          <w:rtl/>
        </w:rPr>
        <w:t>ی</w:t>
      </w:r>
      <w:r>
        <w:rPr>
          <w:rtl/>
        </w:rPr>
        <w:t xml:space="preserve"> کو) خضاب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خون سے رنگا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 کے خون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سرخ ہو گ</w:t>
      </w:r>
      <w:r>
        <w:rPr>
          <w:rFonts w:hint="cs"/>
          <w:rtl/>
        </w:rPr>
        <w:t>ی</w:t>
      </w:r>
      <w:r>
        <w:rPr>
          <w:rtl/>
        </w:rPr>
        <w:t xml:space="preserve"> پھر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شعر پڑھے۔‘‘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موت کے لئے کمر بستہ ہو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موت تجھے آنے وال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قتل سے خوفزدہ نہ ہو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آئے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اُمّ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عہد ہے، اسے ابن سعد نے </w:t>
      </w:r>
      <w:r w:rsidRPr="00F55001">
        <w:rPr>
          <w:rStyle w:val="libArabicChar"/>
          <w:rtl/>
        </w:rPr>
        <w:t>’’الطبقات الکبر</w:t>
      </w:r>
      <w:r w:rsidRPr="00F55001">
        <w:rPr>
          <w:rStyle w:val="libArabicChar"/>
          <w:rFonts w:hint="cs"/>
          <w:rtl/>
        </w:rPr>
        <w:t xml:space="preserve">يٰ‘‘ </w:t>
      </w:r>
      <w:r w:rsidRPr="0038770D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178 : </w:t>
      </w:r>
      <w:r w:rsidRPr="002A5B02">
        <w:rPr>
          <w:rFonts w:hint="cs"/>
          <w:rtl/>
        </w:rPr>
        <w:t xml:space="preserve">أخرجه ابن سعد في الطبقات الکبريٰ، 3 / 33، 34. </w:t>
      </w:r>
    </w:p>
    <w:p w:rsidR="002A5B02" w:rsidRDefault="002A5B02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1F16A4">
      <w:pPr>
        <w:pStyle w:val="libNormal"/>
        <w:rPr>
          <w:rtl/>
        </w:rPr>
      </w:pPr>
    </w:p>
    <w:p w:rsidR="001F16A4" w:rsidRDefault="001F16A4" w:rsidP="002A5B02">
      <w:pPr>
        <w:pStyle w:val="Heading2Center"/>
        <w:rPr>
          <w:rtl/>
        </w:rPr>
      </w:pPr>
      <w:bookmarkStart w:id="60" w:name="_Toc497651193"/>
      <w:r>
        <w:rPr>
          <w:rFonts w:hint="eastAsia"/>
          <w:rtl/>
        </w:rPr>
        <w:t>باب</w:t>
      </w:r>
      <w:r>
        <w:rPr>
          <w:rtl/>
        </w:rPr>
        <w:t>21</w:t>
      </w:r>
      <w:bookmarkEnd w:id="60"/>
    </w:p>
    <w:p w:rsidR="001F16A4" w:rsidRDefault="001F16A4" w:rsidP="002A5B02">
      <w:pPr>
        <w:pStyle w:val="Heading2Center"/>
        <w:rPr>
          <w:rtl/>
        </w:rPr>
      </w:pPr>
      <w:bookmarkStart w:id="61" w:name="_Toc497651194"/>
      <w:r>
        <w:rPr>
          <w:rtl/>
        </w:rPr>
        <w:t xml:space="preserve">(21) </w:t>
      </w:r>
      <w:r w:rsidRPr="002A5B02">
        <w:rPr>
          <w:rStyle w:val="libArabicChar"/>
          <w:rtl/>
        </w:rPr>
        <w:t>بَابٌ فِ</w:t>
      </w:r>
      <w:r w:rsidRPr="002A5B02">
        <w:rPr>
          <w:rStyle w:val="libArabicChar"/>
          <w:rFonts w:hint="cs"/>
          <w:rtl/>
        </w:rPr>
        <w:t>ي جَامِعِ صِفَاتِهِ رضی</w:t>
      </w:r>
      <w:r w:rsidRPr="002A5B02">
        <w:rPr>
          <w:rStyle w:val="libArabicChar"/>
          <w:rtl/>
        </w:rPr>
        <w:t xml:space="preserve"> الل</w:t>
      </w:r>
      <w:r w:rsidRPr="002A5B02">
        <w:rPr>
          <w:rStyle w:val="libArabicChar"/>
          <w:rFonts w:hint="cs"/>
          <w:rtl/>
        </w:rPr>
        <w:t>ه عنه</w:t>
      </w:r>
      <w:bookmarkEnd w:id="61"/>
    </w:p>
    <w:p w:rsidR="001F16A4" w:rsidRDefault="001F16A4" w:rsidP="002A5B02">
      <w:pPr>
        <w:pStyle w:val="Heading2Center"/>
        <w:rPr>
          <w:rtl/>
        </w:rPr>
      </w:pPr>
      <w:bookmarkStart w:id="62" w:name="_Toc497651195"/>
      <w:r>
        <w:rPr>
          <w:rtl/>
        </w:rPr>
        <w:t>(آپ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جامع صفات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</w:t>
      </w:r>
      <w:bookmarkEnd w:id="62"/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179. عَن</w:t>
      </w:r>
      <w:r w:rsidRPr="002A5B02">
        <w:rPr>
          <w:rFonts w:hint="cs"/>
          <w:rtl/>
        </w:rPr>
        <w:t>ْ عَبْدِ اﷲِ</w:t>
      </w:r>
      <w:r w:rsidRPr="002A5B02">
        <w:rPr>
          <w:rtl/>
        </w:rPr>
        <w:t xml:space="preserve"> قال : فِ</w:t>
      </w:r>
      <w:r w:rsidRPr="002A5B02">
        <w:rPr>
          <w:rFonts w:hint="cs"/>
          <w:rtl/>
        </w:rPr>
        <w:t>ي رِوَايَةٍ طَوِيْلَةٍ وَ مِنْهَا وَجَدْتُ فِي کِتَابِ أَبِي بِخَطِّ يَدِهِ فِي هَذَا الْحَدِيْثِ، قَالَ : أَمَا تَرْضَيْنَ أَنْ زَوَّجْتُکِ أَقْدَمَ أُمَّتِي سِلْمَا، وَ أَکْثَرَهُمْ عِلْمًا، وَ أَعْظَمَهُمْ حِلْمًا؟ رَوَاهُ أ</w:t>
      </w:r>
      <w:r w:rsidRPr="002A5B02">
        <w:rPr>
          <w:rFonts w:hint="eastAsia"/>
          <w:rtl/>
        </w:rPr>
        <w:t>َح</w:t>
      </w:r>
      <w:r w:rsidRPr="002A5B02">
        <w:rPr>
          <w:rFonts w:hint="cs"/>
          <w:rtl/>
        </w:rPr>
        <w:t>ْمَدُ</w:t>
      </w:r>
      <w:r w:rsidRPr="002A5B02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نکاح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پہلے اسلام لانے والے،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والے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برد بار شخص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احمد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179 : </w:t>
      </w:r>
      <w:r w:rsidRPr="002A5B02">
        <w:rPr>
          <w:rFonts w:hint="cs"/>
          <w:rtl/>
        </w:rPr>
        <w:t xml:space="preserve">أخرجه أحمد في المسند، 5 / 26، و الطبراني في المعجم الکبير، 20 / 229، و حسام الدين الهندي في کنز العمال، الحديث رقم : 32924، 32925، و السيوطي في جمع الجوامع، الحديث رقم : 4273، 4274.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180. عَن</w:t>
      </w:r>
      <w:r w:rsidRPr="002A5B02">
        <w:rPr>
          <w:rFonts w:hint="cs"/>
          <w:rtl/>
        </w:rPr>
        <w:t>ْ أُمِّ سَلَمَةَ، قَالَتْ : سَمِعْتُ رَس</w:t>
      </w:r>
      <w:r w:rsidRPr="002A5B02">
        <w:rPr>
          <w:rtl/>
        </w:rPr>
        <w:t>ُو</w:t>
      </w:r>
      <w:r w:rsidRPr="002A5B02">
        <w:rPr>
          <w:rFonts w:hint="cs"/>
          <w:rtl/>
        </w:rPr>
        <w:t>ْلَ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 xml:space="preserve">ي الله عليه وآله وسلم يَقُوْلُ : عَلِيٌّ مَعَ الْقُرْآنِ، وَ الْقُرْآنُ مَعَ عَلِيٍّ لَا يَفْتَرِقَانِ حَتَّي يَرِدَا عَلَيَّ الْحَوْضَ. رَوَاهُ الطَّبَرَانِيُّ.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کہ عل</w:t>
      </w:r>
      <w:r>
        <w:rPr>
          <w:rFonts w:hint="cs"/>
          <w:rtl/>
        </w:rPr>
        <w:t>ی</w:t>
      </w:r>
      <w:r>
        <w:rPr>
          <w:rtl/>
        </w:rPr>
        <w:t xml:space="preserve"> اور قرآن کا چول</w:t>
      </w:r>
      <w:r>
        <w:rPr>
          <w:rFonts w:hint="cs"/>
          <w:rtl/>
        </w:rPr>
        <w:t>ی</w:t>
      </w:r>
      <w:r>
        <w:rPr>
          <w:rtl/>
        </w:rPr>
        <w:t xml:space="preserve"> دامن کا ساتھ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حوضِ کوثر پر (اکھٹے)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’’المعجم</w:t>
      </w:r>
      <w:r>
        <w:rPr>
          <w:rtl/>
        </w:rPr>
        <w:t xml:space="preserve"> الاوسط 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180 : </w:t>
      </w:r>
      <w:r w:rsidRPr="002A5B02">
        <w:rPr>
          <w:rFonts w:hint="cs"/>
          <w:rtl/>
        </w:rPr>
        <w:t xml:space="preserve">أخرجه الطبراني في المعجم الأوسط، 5 / 135، الحديث رقم : 4880، و الصغير، 1 / 255، و الهيثمي في مجمع الزوائد، 9 / 134.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181. عَن</w:t>
      </w:r>
      <w:r w:rsidRPr="002A5B02">
        <w:rPr>
          <w:rFonts w:hint="cs"/>
          <w:rtl/>
        </w:rPr>
        <w:t>ْ جَابِرِ بْنِ عَبْدِ اﷲِ</w:t>
      </w:r>
      <w:r w:rsidRPr="002A5B02">
        <w:rPr>
          <w:rFonts w:hint="eastAsia"/>
          <w:rtl/>
        </w:rPr>
        <w:t>،</w:t>
      </w:r>
      <w:r w:rsidRPr="002A5B02">
        <w:rPr>
          <w:rtl/>
        </w:rPr>
        <w:t xml:space="preserve"> قَالَ : سَمِع</w:t>
      </w:r>
      <w:r w:rsidRPr="002A5B02">
        <w:rPr>
          <w:rFonts w:hint="cs"/>
          <w:rtl/>
        </w:rPr>
        <w:t>ْتُ رَسُوْلَ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يَقُوْلُ : النَّاسُ مِنْ شَجَرٍ شَتَّي</w:t>
      </w:r>
      <w:r w:rsidRPr="002A5B02">
        <w:rPr>
          <w:rtl/>
        </w:rPr>
        <w:t xml:space="preserve">، وَ </w:t>
      </w:r>
      <w:r w:rsidRPr="002A5B02">
        <w:rPr>
          <w:rFonts w:hint="cs"/>
          <w:rtl/>
        </w:rPr>
        <w:t xml:space="preserve">أَنَا وَ عَلِيٌّ مِنْ شَجَرَةٍ وَاحِدَةٍ. رَوَاهُ الطَّبَرَانِيُّ فِي الْمُعْجَمِ الْأَوْسَطِ.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lastRenderedPageBreak/>
        <w:t>’’حضرت</w:t>
      </w:r>
      <w:r>
        <w:rPr>
          <w:rtl/>
        </w:rPr>
        <w:t xml:space="preserve"> جابر بن عبد ا</w:t>
      </w:r>
      <w:r>
        <w:rPr>
          <w:rFonts w:hint="cs"/>
          <w:rtl/>
        </w:rPr>
        <w:t>ﷲ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وہ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کو فرماتے ہوئے سنا لوگ جدا جدا نسب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نسب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 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181 : </w:t>
      </w:r>
      <w:r w:rsidRPr="002A5B02">
        <w:rPr>
          <w:rFonts w:hint="cs"/>
          <w:rtl/>
        </w:rPr>
        <w:t xml:space="preserve">أخرجه الطبراني في المعجم الأوسط، 4 / 263، الحديث رقم : 1651، و الهيثمي في مجمع الزوائد، 9 / 100، و الديلمي في الفردوس بمأثور الخطاب، 4 / 303، الحديث رقم : 6888.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182. عَنِ ب</w:t>
      </w:r>
      <w:r w:rsidRPr="002A5B02">
        <w:rPr>
          <w:rFonts w:hint="cs"/>
          <w:rtl/>
        </w:rPr>
        <w:t>ْنِ عَبَّاسٍ عَنِ النَّبِيِّ صلي الله عليه وآله وسلم، قَالَ : السُّبَّق</w:t>
      </w:r>
      <w:r w:rsidRPr="002A5B02">
        <w:rPr>
          <w:rtl/>
        </w:rPr>
        <w:t xml:space="preserve">ُ ثَلَاثَةٌ : السَّابِقُ </w:t>
      </w:r>
      <w:r w:rsidRPr="002A5B02">
        <w:rPr>
          <w:rFonts w:hint="cs"/>
          <w:rtl/>
        </w:rPr>
        <w:t>إِلَي مُوسَي، يُوْشَعُ بْنُ نَونٍ وَ السَّابِقُ إِلَي عِيْسَي، صَاحِبُ يَاسِيْنَ، وَ السَّابِقُ إِلَي مُحَمَّدٍ صلي الله عليه وآله وسلم، عَلِيُّ بْنُ أَبِي طَالِبٍ رضی</w:t>
      </w:r>
      <w:r w:rsidRPr="002A5B02">
        <w:rPr>
          <w:rtl/>
        </w:rPr>
        <w:t xml:space="preserve"> ا</w:t>
      </w:r>
      <w:r w:rsidRPr="002A5B02">
        <w:rPr>
          <w:rFonts w:hint="cs"/>
          <w:rtl/>
        </w:rPr>
        <w:t>ﷲ</w:t>
      </w:r>
      <w:r w:rsidRPr="002A5B02">
        <w:rPr>
          <w:rtl/>
        </w:rPr>
        <w:t xml:space="preserve"> عن</w:t>
      </w:r>
      <w:r w:rsidRPr="002A5B02">
        <w:rPr>
          <w:rFonts w:hint="cs"/>
          <w:rtl/>
        </w:rPr>
        <w:t xml:space="preserve">ه. رَوَاهُ الطَّبَرَانِيُّ فِي الْمُعْجَمِ الْکَبِيْرِ.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سبقت لے جانے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(ان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لاکر)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والے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وشع</w:t>
      </w:r>
      <w:r>
        <w:rPr>
          <w:rtl/>
        </w:rPr>
        <w:t xml:space="preserve"> بن نون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والے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طرف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والے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182 : </w:t>
      </w:r>
      <w:r w:rsidRPr="002A5B02">
        <w:rPr>
          <w:rFonts w:hint="cs"/>
          <w:rtl/>
        </w:rPr>
        <w:t>أخرجه الطبراني في المعجم الکبير، 11 / 93، الحديث رقم : 11152، و الهيثمي</w:t>
      </w:r>
      <w:r w:rsidRPr="002A5B02">
        <w:rPr>
          <w:rtl/>
        </w:rPr>
        <w:t xml:space="preserve"> ف</w:t>
      </w:r>
      <w:r w:rsidRPr="002A5B02">
        <w:rPr>
          <w:rFonts w:hint="cs"/>
          <w:rtl/>
        </w:rPr>
        <w:t xml:space="preserve">ي مجمع الزوائد، 9 / 102.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183. عَنِ ب</w:t>
      </w:r>
      <w:r w:rsidRPr="002A5B02">
        <w:rPr>
          <w:rFonts w:hint="cs"/>
          <w:rtl/>
        </w:rPr>
        <w:t>ْنِ عَبَّاسٍ قَالَ : قَالَ رَسُوْلُ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 xml:space="preserve">ي الله عليه وآله وسلم لِأُمِّ سَلَمَةَ : هَذَا عَلِيُّ بْنُ أَبِي طَالِبٍ لَحْمُهُ لَحْمِي، وَ دَمُهُ دَمِي، فَهُوَ مِنِّي بِمَنْزِلَةِ هَارُوْنَ مِنْ مُوْسَي، إِلَّا أَنَّهُ لَا نَبِيَّ بَعْدِي. رَوَاهُ الطَّبَرَانِيُّ.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ام سلمہ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عنہا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ہے اس کا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گوشت ہے اور اس کا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کے لئے حضرت ہارون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183 : </w:t>
      </w:r>
      <w:r w:rsidRPr="002A5B02">
        <w:rPr>
          <w:rFonts w:hint="cs"/>
          <w:rtl/>
        </w:rPr>
        <w:t xml:space="preserve">أخرجه الطبراني في المعجم الکبير، 12 / 18، الحديث رقم : 12341، والهيثمي في مجمع الزوائد، 9 / 111.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lastRenderedPageBreak/>
        <w:t>184. عَن</w:t>
      </w:r>
      <w:r w:rsidRPr="002A5B02">
        <w:rPr>
          <w:rFonts w:hint="cs"/>
          <w:rtl/>
        </w:rPr>
        <w:t>ْ عَبْدِ اﷲِ</w:t>
      </w:r>
      <w:r w:rsidRPr="002A5B02">
        <w:rPr>
          <w:rtl/>
        </w:rPr>
        <w:t xml:space="preserve"> ب</w:t>
      </w:r>
      <w:r w:rsidRPr="002A5B02">
        <w:rPr>
          <w:rFonts w:hint="cs"/>
          <w:rtl/>
        </w:rPr>
        <w:t>ْنِ عَکِيْمٍ، قَالَ : قَالَ رَسُوْلُ اﷲِ</w:t>
      </w:r>
      <w:r w:rsidRPr="002A5B02">
        <w:rPr>
          <w:rtl/>
        </w:rPr>
        <w:t xml:space="preserve"> صل</w:t>
      </w:r>
      <w:r w:rsidRPr="002A5B02">
        <w:rPr>
          <w:rFonts w:hint="cs"/>
          <w:rtl/>
        </w:rPr>
        <w:t>ي الله عليه وآله وسلم : إِنَّ اﷲَ</w:t>
      </w:r>
      <w:r w:rsidRPr="002A5B02">
        <w:rPr>
          <w:rtl/>
        </w:rPr>
        <w:t xml:space="preserve"> تَعَالٰ</w:t>
      </w:r>
      <w:r w:rsidRPr="002A5B02">
        <w:rPr>
          <w:rFonts w:hint="cs"/>
          <w:rtl/>
        </w:rPr>
        <w:t>ي أَوْحٰي إِلَيَّ فِيْ عَلِيٍّ ثَلَاثَةَ أَشْيَاءَ لَيْلَةَ أُسْرِيَ بِي : أَنَّهُ سَيِّدُ الْمُؤْمِنِيْنَ، وَ إِمَامُ المُتَّقِيْنَ، وَ قَائِدُ الغُر</w:t>
      </w:r>
      <w:r w:rsidRPr="002A5B02">
        <w:rPr>
          <w:rFonts w:hint="eastAsia"/>
          <w:rtl/>
        </w:rPr>
        <w:t>ِّ</w:t>
      </w:r>
      <w:r w:rsidRPr="002A5B02">
        <w:rPr>
          <w:rtl/>
        </w:rPr>
        <w:t xml:space="preserve"> ال</w:t>
      </w:r>
      <w:r w:rsidRPr="002A5B02">
        <w:rPr>
          <w:rFonts w:hint="cs"/>
          <w:rtl/>
        </w:rPr>
        <w:t>ْمُحَجَّلِيْنَ.</w:t>
      </w:r>
      <w:r w:rsidRPr="002A5B02">
        <w:rPr>
          <w:rtl/>
        </w:rPr>
        <w:t xml:space="preserve"> رَوَا</w:t>
      </w:r>
      <w:r w:rsidRPr="002A5B02">
        <w:rPr>
          <w:rFonts w:hint="cs"/>
          <w:rtl/>
        </w:rPr>
        <w:t xml:space="preserve">هُ الطَّبَرَانِيُّ.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بن عک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حضور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شبِ معراج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مجھے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روز) نوران</w:t>
      </w:r>
      <w:r>
        <w:rPr>
          <w:rFonts w:hint="cs"/>
          <w:rtl/>
        </w:rPr>
        <w:t>ی</w:t>
      </w:r>
      <w:r>
        <w:rPr>
          <w:rtl/>
        </w:rPr>
        <w:t xml:space="preserve"> چہرے والو</w:t>
      </w:r>
      <w:r>
        <w:rPr>
          <w:rFonts w:hint="eastAsia"/>
          <w:rtl/>
        </w:rPr>
        <w:t>ں</w:t>
      </w:r>
      <w:r>
        <w:rPr>
          <w:rtl/>
        </w:rPr>
        <w:t xml:space="preserve"> کے قائد ہوں گے۔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ر‘‘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184 : </w:t>
      </w:r>
      <w:r w:rsidRPr="002A5B02">
        <w:rPr>
          <w:rFonts w:hint="cs"/>
          <w:rtl/>
        </w:rPr>
        <w:t xml:space="preserve">أخرجه الطبراني في المعجم الصغير، 2 / 88.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185. عَنِ ب</w:t>
      </w:r>
      <w:r w:rsidRPr="002A5B02">
        <w:rPr>
          <w:rFonts w:hint="cs"/>
          <w:rtl/>
        </w:rPr>
        <w:t xml:space="preserve">ْنِ عَبَّاسٍ، قَالَ : نَزَلَتْ فِيْ عَلِيِّ بْنِ أَبِي طَالِبٍ : </w:t>
      </w:r>
      <w:r w:rsidRPr="002A5B02">
        <w:rPr>
          <w:rStyle w:val="libAlaemChar"/>
          <w:rFonts w:hint="cs"/>
          <w:rtl/>
        </w:rPr>
        <w:t>(</w:t>
      </w:r>
      <w:r w:rsidRPr="002A5B02">
        <w:rPr>
          <w:rStyle w:val="libAieChar"/>
          <w:rFonts w:hint="cs"/>
          <w:rtl/>
        </w:rPr>
        <w:t>إِنَّ الَّذِيْنَ آمَنُوا وَ عَمِلُوا الصَّالِحَاتِ سَيَجْعَلُ لَهُمُ الرَّحْمٰنُ وُدًّا</w:t>
      </w:r>
      <w:r w:rsidRPr="002A5B02">
        <w:rPr>
          <w:rStyle w:val="libAlaemChar"/>
          <w:rFonts w:hint="cs"/>
          <w:rtl/>
        </w:rPr>
        <w:t>)</w:t>
      </w:r>
      <w:r w:rsidRPr="002A5B02">
        <w:rPr>
          <w:rFonts w:hint="cs"/>
          <w:rtl/>
        </w:rPr>
        <w:t xml:space="preserve"> قَالَ : مَحَبَّةً فِي قُلُوْبِ الْمُؤْمِنِيْنَ. رَوَاهُ الطَبَرَانِيٌّ فِي الْمُعْجَمِ الْأَوْسَطِ</w:t>
      </w:r>
      <w:r w:rsidRPr="002A5B02">
        <w:rPr>
          <w:rtl/>
        </w:rPr>
        <w:t xml:space="preserve">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 ا</w:t>
      </w:r>
      <w:r>
        <w:rPr>
          <w:rFonts w:hint="cs"/>
          <w:rtl/>
        </w:rPr>
        <w:t>ﷲ</w:t>
      </w:r>
      <w:r>
        <w:rPr>
          <w:rtl/>
        </w:rPr>
        <w:t xml:space="preserve"> ابن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2A5B02">
        <w:rPr>
          <w:rStyle w:val="libAlaemChar"/>
          <w:rtl/>
        </w:rPr>
        <w:t>(</w:t>
      </w:r>
      <w:r w:rsidRPr="002A5B02">
        <w:rPr>
          <w:rStyle w:val="libAieChar"/>
          <w:rFonts w:hint="cs"/>
          <w:rtl/>
        </w:rPr>
        <w:t>إِنَّ الَّذِينَ آمَنُوا وَعَمِلُوا الصَّالِحَاتِ سَيَجْعَلُ لَهُمُ الرَّحْمَنُ وُدًّا</w:t>
      </w:r>
      <w:r w:rsidRPr="002A5B02">
        <w:rPr>
          <w:rStyle w:val="libAlaemChar"/>
          <w:rFonts w:hint="cs"/>
          <w:rtl/>
        </w:rPr>
        <w:t>)</w:t>
      </w:r>
      <w:r w:rsidRPr="0038770D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ہے۔ اور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مراد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عنہ) ک</w:t>
      </w:r>
      <w:r>
        <w:rPr>
          <w:rFonts w:hint="cs"/>
          <w:rtl/>
        </w:rPr>
        <w:t>ی</w:t>
      </w:r>
      <w:r>
        <w:rPr>
          <w:rtl/>
        </w:rPr>
        <w:t xml:space="preserve"> محبت ہے۔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کوامام طبران</w:t>
      </w:r>
      <w:r>
        <w:rPr>
          <w:rFonts w:hint="cs"/>
          <w:rtl/>
        </w:rPr>
        <w:t>ی</w:t>
      </w:r>
      <w:r>
        <w:rPr>
          <w:rtl/>
        </w:rPr>
        <w:t xml:space="preserve"> نے ’’المعجم الاوسط ‘‘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185 : </w:t>
      </w:r>
      <w:r w:rsidRPr="002A5B02">
        <w:rPr>
          <w:rFonts w:hint="cs"/>
          <w:rtl/>
        </w:rPr>
        <w:t xml:space="preserve">أخرجه الطبراني في المعجم الأوسط، 5 / 348، الحديث رقم : 5514، و الهيثمي في مجمع الزوائد، 9 / 125. 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186. عَنِ اب</w:t>
      </w:r>
      <w:r w:rsidRPr="002A5B02">
        <w:rPr>
          <w:rFonts w:hint="cs"/>
          <w:rtl/>
        </w:rPr>
        <w:t>ْنِ عَبَّاسٍ قَالَ :</w:t>
      </w:r>
      <w:r w:rsidRPr="002A5B02">
        <w:rPr>
          <w:rtl/>
        </w:rPr>
        <w:t xml:space="preserve"> مَا نَزَلَ فِ</w:t>
      </w:r>
      <w:r w:rsidRPr="002A5B02">
        <w:rPr>
          <w:rFonts w:hint="cs"/>
          <w:rtl/>
        </w:rPr>
        <w:t>ي أَحَدٍ مِنْ کِتَابِ اﷲِ</w:t>
      </w:r>
      <w:r w:rsidRPr="002A5B02">
        <w:rPr>
          <w:rtl/>
        </w:rPr>
        <w:t xml:space="preserve"> تَعَال</w:t>
      </w:r>
      <w:r w:rsidRPr="002A5B02">
        <w:rPr>
          <w:rFonts w:hint="cs"/>
          <w:rtl/>
        </w:rPr>
        <w:t xml:space="preserve">يَ مَانَزَلَ فِي عَلِيٍّ. رَوَاهُ ابْنُ عَسَاکِرَ فِيْ تَارِيْخِهِ.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پاک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ابن عساکر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E182E">
        <w:rPr>
          <w:rtl/>
        </w:rPr>
        <w:t>تاریخ</w:t>
      </w:r>
      <w:r w:rsidRPr="0038770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186 : </w:t>
      </w:r>
      <w:r w:rsidRPr="002A5B02">
        <w:rPr>
          <w:rFonts w:hint="cs"/>
          <w:rtl/>
        </w:rPr>
        <w:t xml:space="preserve">أخرجه ابن عساکر في تاريخ دمشق الکبير، 42 / 363، و السيوطي في تاريخ الخلفاء : 132. </w:t>
      </w:r>
    </w:p>
    <w:p w:rsidR="001F16A4" w:rsidRDefault="001F16A4" w:rsidP="001F16A4">
      <w:pPr>
        <w:pStyle w:val="libNormal"/>
        <w:rPr>
          <w:rtl/>
        </w:rPr>
      </w:pPr>
    </w:p>
    <w:p w:rsidR="001F16A4" w:rsidRPr="002A5B02" w:rsidRDefault="001F16A4" w:rsidP="002A5B02">
      <w:pPr>
        <w:pStyle w:val="libArabic"/>
        <w:rPr>
          <w:rtl/>
        </w:rPr>
      </w:pPr>
      <w:r w:rsidRPr="002A5B02">
        <w:rPr>
          <w:rtl/>
        </w:rPr>
        <w:t>187. عَنِ اب</w:t>
      </w:r>
      <w:r w:rsidRPr="002A5B02">
        <w:rPr>
          <w:rFonts w:hint="cs"/>
          <w:rtl/>
        </w:rPr>
        <w:t>ْنِ عَبَّاسٍ قَالَ : نَزَلَتْ فِي عَلِيٍّ ثَلاَ ثَمِئَةَ آيَةٍ. رَوَاهُ ابْنُ عَس</w:t>
      </w:r>
      <w:r w:rsidRPr="002A5B02">
        <w:rPr>
          <w:rtl/>
        </w:rPr>
        <w:t>َاکِرَ فِ</w:t>
      </w:r>
      <w:r w:rsidRPr="002A5B02">
        <w:rPr>
          <w:rFonts w:hint="cs"/>
          <w:rtl/>
        </w:rPr>
        <w:t xml:space="preserve">يْ تَارِيْخِهِ. </w:t>
      </w:r>
    </w:p>
    <w:p w:rsidR="001F16A4" w:rsidRDefault="001F16A4" w:rsidP="001F16A4">
      <w:pPr>
        <w:pStyle w:val="libNormal"/>
        <w:rPr>
          <w:rtl/>
        </w:rPr>
      </w:pPr>
      <w:r>
        <w:rPr>
          <w:rFonts w:hint="eastAsia"/>
          <w:rtl/>
        </w:rPr>
        <w:t>’’حضرت</w:t>
      </w:r>
      <w:r>
        <w:rPr>
          <w:rtl/>
        </w:rPr>
        <w:t xml:space="preserve"> عبدا</w:t>
      </w:r>
      <w:r>
        <w:rPr>
          <w:rFonts w:hint="cs"/>
          <w:rtl/>
        </w:rPr>
        <w:t>ﷲ</w:t>
      </w:r>
      <w:r>
        <w:rPr>
          <w:rtl/>
        </w:rPr>
        <w:t xml:space="preserve"> بن عباس رض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عنہما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امام ابن عساکر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E182E">
        <w:rPr>
          <w:rtl/>
        </w:rPr>
        <w:t>تاریخ</w:t>
      </w:r>
      <w:r w:rsidRPr="0038770D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ہے۔‘‘</w:t>
      </w:r>
    </w:p>
    <w:p w:rsidR="001F16A4" w:rsidRPr="002A5B02" w:rsidRDefault="001F16A4" w:rsidP="00F55001">
      <w:pPr>
        <w:pStyle w:val="libFootNoteArabic"/>
        <w:rPr>
          <w:rtl/>
        </w:rPr>
      </w:pPr>
      <w:r w:rsidRPr="002A5B02">
        <w:rPr>
          <w:rFonts w:hint="eastAsia"/>
          <w:rtl/>
        </w:rPr>
        <w:t>الحد</w:t>
      </w:r>
      <w:r w:rsidRPr="002A5B02">
        <w:rPr>
          <w:rFonts w:hint="cs"/>
          <w:rtl/>
        </w:rPr>
        <w:t>يث</w:t>
      </w:r>
      <w:r w:rsidRPr="002A5B02">
        <w:rPr>
          <w:rtl/>
        </w:rPr>
        <w:t xml:space="preserve"> رقم 187 : </w:t>
      </w:r>
      <w:r w:rsidRPr="002A5B02">
        <w:rPr>
          <w:rFonts w:hint="cs"/>
          <w:rtl/>
        </w:rPr>
        <w:t>أخرجه ابن عساکر في تاريخ دمشق الک</w:t>
      </w:r>
      <w:r w:rsidRPr="002A5B02">
        <w:rPr>
          <w:rtl/>
        </w:rPr>
        <w:t>ب</w:t>
      </w:r>
      <w:r w:rsidRPr="002A5B02">
        <w:rPr>
          <w:rFonts w:hint="cs"/>
          <w:rtl/>
        </w:rPr>
        <w:t xml:space="preserve">ير، 42 / 364، والسيوطي في تاريخ الخلفاء : 132 </w:t>
      </w:r>
    </w:p>
    <w:p w:rsidR="001F16A4" w:rsidRDefault="001F16A4" w:rsidP="00F55001">
      <w:pPr>
        <w:pStyle w:val="libPoemTini"/>
        <w:rPr>
          <w:rtl/>
        </w:rPr>
      </w:pPr>
      <w:r>
        <w:rPr>
          <w:rtl/>
        </w:rPr>
        <w:br w:type="page"/>
      </w:r>
    </w:p>
    <w:p w:rsidR="001F16A4" w:rsidRDefault="001F16A4" w:rsidP="002A5B02">
      <w:pPr>
        <w:pStyle w:val="Heading2Center"/>
        <w:rPr>
          <w:rtl/>
        </w:rPr>
      </w:pPr>
      <w:bookmarkStart w:id="63" w:name="_Toc497651196"/>
      <w:r>
        <w:rPr>
          <w:rFonts w:hint="eastAsia"/>
          <w:rtl/>
        </w:rPr>
        <w:lastRenderedPageBreak/>
        <w:t>ماخذ</w:t>
      </w:r>
      <w:r>
        <w:rPr>
          <w:rtl/>
        </w:rPr>
        <w:t xml:space="preserve"> و مراجع</w:t>
      </w:r>
      <w:bookmarkEnd w:id="63"/>
      <w:r>
        <w:rPr>
          <w:rtl/>
        </w:rPr>
        <w:t xml:space="preserve">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1۔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ابو بکر عبد اللہ بن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عثمان کوف</w:t>
      </w:r>
      <w:r>
        <w:rPr>
          <w:rFonts w:hint="cs"/>
          <w:rtl/>
        </w:rPr>
        <w:t>ی</w:t>
      </w:r>
      <w:r>
        <w:rPr>
          <w:rtl/>
        </w:rPr>
        <w:t xml:space="preserve"> (159۔ 235ھ / 776۔ 849ء)۔ المصنف۔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الرشد، 1409ھ۔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2۔ ابن اب</w:t>
      </w:r>
      <w:r>
        <w:rPr>
          <w:rFonts w:hint="cs"/>
          <w:rtl/>
        </w:rPr>
        <w:t>ی</w:t>
      </w:r>
      <w:r>
        <w:rPr>
          <w:rtl/>
        </w:rPr>
        <w:t xml:space="preserve"> عاصم، ابوبکر احمد بن عمرو بن ضحاک بن مخلد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(206۔ 287ھ / 822۔ 900ء)۔ السنہ۔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1400ھ۔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3۔ ابن جعد،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جعد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ہاشم</w:t>
      </w:r>
      <w:r>
        <w:rPr>
          <w:rFonts w:hint="cs"/>
          <w:rtl/>
        </w:rPr>
        <w:t>ی</w:t>
      </w:r>
      <w:r>
        <w:rPr>
          <w:rtl/>
        </w:rPr>
        <w:t xml:space="preserve"> (133۔ 230ھ / 750۔ 845ء)۔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مؤسسہ نادر، 1410ھ / 1990ء۔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4۔ ابن حبان، ابو حاتم محمد بن حبان بن احمد بن حبان (270۔ 354ھ / 884۔ 965ء)۔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1414ھ / 1993ء۔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5۔ ابن حجر عسقلان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محمد بن محمد بن عل</w:t>
      </w:r>
      <w:r>
        <w:rPr>
          <w:rFonts w:hint="cs"/>
          <w:rtl/>
        </w:rPr>
        <w:t>ی</w:t>
      </w:r>
      <w:r>
        <w:rPr>
          <w:rtl/>
        </w:rPr>
        <w:t xml:space="preserve"> بن احمد کنان</w:t>
      </w:r>
      <w:r>
        <w:rPr>
          <w:rFonts w:hint="cs"/>
          <w:rtl/>
        </w:rPr>
        <w:t>ی</w:t>
      </w:r>
      <w:r>
        <w:rPr>
          <w:rtl/>
        </w:rPr>
        <w:t xml:space="preserve"> (773۔ 852ھ / 1372۔ 1449ء)۔ فتح البار</w:t>
      </w:r>
      <w:r>
        <w:rPr>
          <w:rFonts w:hint="cs"/>
          <w:rtl/>
        </w:rPr>
        <w:t>ی</w:t>
      </w:r>
      <w:r>
        <w:rPr>
          <w:rtl/>
        </w:rPr>
        <w:t>۔ لاہور، پاکستان : دار نشر 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1401ھ / 1981ء۔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6۔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عبد اللہ بن محمدبن جعفر بن حبان ابو محمد انصا</w:t>
      </w:r>
      <w:r>
        <w:rPr>
          <w:rFonts w:hint="cs"/>
          <w:rtl/>
        </w:rPr>
        <w:t>ی</w:t>
      </w:r>
      <w:r>
        <w:rPr>
          <w:rtl/>
        </w:rPr>
        <w:t xml:space="preserve"> (274ھ۔ 369ھ)۔ طبقات المحدث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باصبہان۔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موئسسہ الرسالہ1412ھ۔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71992۔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مہ،</w:t>
      </w:r>
      <w:r>
        <w:rPr>
          <w:rtl/>
        </w:rPr>
        <w:t xml:space="preserve"> ابو بکر محمد بن اسحاق (223۔ 311ھ / 838۔ 924ء)۔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1390ھ / 1970ء۔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8۔ ابن راہو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اسحاق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مخلد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اللہ (161۔ 237ھ / 778۔ 851ء)۔ المسند۔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1412ھ / 1991ء۔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9۔ ابن سعد، ابو عبد اللہ محمد (168۔ 230ھ / 784۔ 845ء)۔ الطبقات الکبر</w:t>
      </w:r>
      <w:r>
        <w:rPr>
          <w:rFonts w:hint="cs"/>
          <w:rtl/>
        </w:rPr>
        <w:t>یٰ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للطباعہ و النشر، 1398ھ / 1978ء۔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 xml:space="preserve">10۔ ابن عبد البر، ابو عمر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عبد اللہ بن محمد (368۔ 463ھ / 979۔ 1071ء)۔ التمہ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مغرب (مراکش) : وزات عموم الاوقاف و الشؤون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1387ھ۔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lastRenderedPageBreak/>
        <w:t>11۔ ابن عساکر، ابو قاسم عل</w:t>
      </w:r>
      <w:r>
        <w:rPr>
          <w:rFonts w:hint="cs"/>
          <w:rtl/>
        </w:rPr>
        <w:t>ی</w:t>
      </w:r>
      <w:r>
        <w:rPr>
          <w:rtl/>
        </w:rPr>
        <w:t xml:space="preserve"> بن حسن بن ہب</w:t>
      </w:r>
      <w:r>
        <w:rPr>
          <w:rFonts w:hint="cs"/>
          <w:rtl/>
        </w:rPr>
        <w:t>ۃ</w:t>
      </w:r>
      <w:r>
        <w:rPr>
          <w:rtl/>
        </w:rPr>
        <w:t xml:space="preserve"> اللہ بن عبد اللہ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(499۔ 571ھ / 1105۔ 1176ء)۔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عساکر)۔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1421ھ / 2001ء۔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12۔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ابو 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ضوء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زرع بصرو</w:t>
      </w:r>
      <w:r>
        <w:rPr>
          <w:rFonts w:hint="cs"/>
          <w:rtl/>
        </w:rPr>
        <w:t>ی</w:t>
      </w:r>
      <w:r>
        <w:rPr>
          <w:rtl/>
        </w:rPr>
        <w:t xml:space="preserve"> (701۔ 774ھ / 1301۔ 1373ء)۔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الفکر، 1419ھ / 1998ء۔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13۔ ابن ماجہ، ابو عبد ا</w:t>
      </w:r>
      <w:r>
        <w:rPr>
          <w:rFonts w:hint="cs"/>
          <w:rtl/>
        </w:rPr>
        <w:t>ﷲ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(209۔ 273ھ / 824۔ 887ء)۔ السنن۔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1419ھ / 1998ء۔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 xml:space="preserve">14۔ ابن مندہ، ابو عبد اللہ محمد بن اسحاق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(310۔ 395ھ / 922۔ 1005ء)۔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1406ھ۔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15۔ ابن ہشام، ابو محمد عبد الملک حم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(م213ھ / 828ء)۔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1411ھ۔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16۔ ابو داؤد،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اشعث بن اسحاق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شداد ازد</w:t>
      </w:r>
      <w:r>
        <w:rPr>
          <w:rFonts w:hint="cs"/>
          <w:rtl/>
        </w:rPr>
        <w:t>ی</w:t>
      </w:r>
      <w:r>
        <w:rPr>
          <w:rtl/>
        </w:rPr>
        <w:t xml:space="preserve"> سبحستان</w:t>
      </w:r>
      <w:r>
        <w:rPr>
          <w:rFonts w:hint="cs"/>
          <w:rtl/>
        </w:rPr>
        <w:t>ی</w:t>
      </w:r>
      <w:r>
        <w:rPr>
          <w:rtl/>
        </w:rPr>
        <w:t xml:space="preserve"> (202۔ 275ھ / 817۔ 889ء)۔ السنن۔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الفکر، 1414ھ / 1994ء۔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 xml:space="preserve">17۔ ابو عوانہ،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اسحاق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(230۔ 316ھ / 845۔ 928ء)۔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المعرفہ، 1998ء۔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18۔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احمد بن عبد ا</w:t>
      </w:r>
      <w:r>
        <w:rPr>
          <w:rFonts w:hint="cs"/>
          <w:rtl/>
        </w:rPr>
        <w:t>ﷲ</w:t>
      </w:r>
      <w:r>
        <w:rPr>
          <w:rtl/>
        </w:rPr>
        <w:t xml:space="preserve"> بن احمد بن اسحاق بن موس</w:t>
      </w:r>
      <w:r>
        <w:rPr>
          <w:rFonts w:hint="cs"/>
          <w:rtl/>
        </w:rPr>
        <w:t>یٰ</w:t>
      </w:r>
      <w:r>
        <w:rPr>
          <w:rtl/>
        </w:rPr>
        <w:t xml:space="preserve"> بن مہران اصبہان</w:t>
      </w:r>
      <w:r>
        <w:rPr>
          <w:rFonts w:hint="cs"/>
          <w:rtl/>
        </w:rPr>
        <w:t>ی</w:t>
      </w:r>
      <w:r>
        <w:rPr>
          <w:rtl/>
        </w:rPr>
        <w:t xml:space="preserve"> (336۔ 430ھ / 948۔ 1038ء)۔ حل</w:t>
      </w:r>
      <w:r>
        <w:rPr>
          <w:rFonts w:hint="cs"/>
          <w:rtl/>
        </w:rPr>
        <w:t>یۃ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طبقات الاصف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1400ھ / 1980ء۔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 xml:space="preserve">19۔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مثن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ہلال موصل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(210۔ 307ھ / 825۔ 919ء)۔ المسند۔ دمشق، شام : دار المامون للتراث، 1404ھ / 1984ء۔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20۔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احمد بن عل</w:t>
      </w:r>
      <w:r>
        <w:rPr>
          <w:rFonts w:hint="cs"/>
          <w:rtl/>
        </w:rPr>
        <w:t>ی</w:t>
      </w:r>
      <w:r>
        <w:rPr>
          <w:rtl/>
        </w:rPr>
        <w:t xml:space="preserve"> بن مثن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ہلال موصل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(210۔ 307ھ / 825۔ 919ء)۔ المعجم،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آباد، پاکستان : ادار</w:t>
      </w:r>
      <w:r>
        <w:rPr>
          <w:rFonts w:hint="cs"/>
          <w:rtl/>
        </w:rPr>
        <w:t>ۃ</w:t>
      </w:r>
      <w:r>
        <w:rPr>
          <w:rtl/>
        </w:rPr>
        <w:t xml:space="preserve"> العلوم و الاثر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1407ھ۔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21۔ احمد بن حنبل، ابو عبد اللہ بن محمد (164۔ 241ھ / 780۔ 855ء)۔ فضائل الصحابہ۔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lastRenderedPageBreak/>
        <w:t>22۔ احمد بن حنبل، ابو عبد اللہ بن محمد (164۔ 241ھ / 780۔ 855ء)۔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1398ھ / 1978ء۔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23۔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(194۔ 256ھ / 810۔ 870ء)۔ الادب المفرد۔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البشائر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1409ھ / 1989ء۔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24۔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(194۔ 256ھ / 810۔ 870ء)۔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+ دمشق، شام : دار القلم، 1401ھ / 1981ء۔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25۔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(194۔ 256ھ / 810۔ 870ء)۔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26۔ بزار، ابو بکر احمد بن عمرو بن عبد الخالق بصر</w:t>
      </w:r>
      <w:r>
        <w:rPr>
          <w:rFonts w:hint="cs"/>
          <w:rtl/>
        </w:rPr>
        <w:t>ی</w:t>
      </w:r>
      <w:r>
        <w:rPr>
          <w:rtl/>
        </w:rPr>
        <w:t xml:space="preserve"> (210۔ 292ھ / 825۔ 905ء)۔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1409ھ۔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27۔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عبد اللہ بن موس</w:t>
      </w:r>
      <w:r>
        <w:rPr>
          <w:rFonts w:hint="cs"/>
          <w:rtl/>
        </w:rPr>
        <w:t>یٰ</w:t>
      </w:r>
      <w:r>
        <w:rPr>
          <w:rtl/>
        </w:rPr>
        <w:t xml:space="preserve"> (384۔ 458ھ / 994۔ 1066ء)۔ السنن الکبر</w:t>
      </w:r>
      <w:r>
        <w:rPr>
          <w:rFonts w:hint="cs"/>
          <w:rtl/>
        </w:rPr>
        <w:t>یٰ</w:t>
      </w:r>
      <w:r>
        <w:rPr>
          <w:rtl/>
        </w:rPr>
        <w:t>۔ مکہ مکرمہ،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مکتبہ دار الباز، 1414ھ / 1994ء۔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28۔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عبد اللہ بن موس</w:t>
      </w:r>
      <w:r>
        <w:rPr>
          <w:rFonts w:hint="cs"/>
          <w:rtl/>
        </w:rPr>
        <w:t>یٰ</w:t>
      </w:r>
      <w:r>
        <w:rPr>
          <w:rtl/>
        </w:rPr>
        <w:t xml:space="preserve"> (384۔ 458ھ / 994۔ 1066ء)۔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1410ھ / 1990ء۔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29۔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سورہ بن موس</w:t>
      </w:r>
      <w:r>
        <w:rPr>
          <w:rFonts w:hint="cs"/>
          <w:rtl/>
        </w:rPr>
        <w:t>یٰ</w:t>
      </w:r>
      <w:r>
        <w:rPr>
          <w:rtl/>
        </w:rPr>
        <w:t xml:space="preserve"> بن ضحاک سلم</w:t>
      </w:r>
      <w:r>
        <w:rPr>
          <w:rFonts w:hint="cs"/>
          <w:rtl/>
        </w:rPr>
        <w:t>ی</w:t>
      </w:r>
      <w:r>
        <w:rPr>
          <w:rtl/>
        </w:rPr>
        <w:t xml:space="preserve"> (210۔ 279ھ / 825۔ 892ء)۔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الغرب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1998ء۔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30۔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محمد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سورہ بن موس</w:t>
      </w:r>
      <w:r>
        <w:rPr>
          <w:rFonts w:hint="cs"/>
          <w:rtl/>
        </w:rPr>
        <w:t>یٰ</w:t>
      </w:r>
      <w:r>
        <w:rPr>
          <w:rtl/>
        </w:rPr>
        <w:t xml:space="preserve"> بن ضحاک سلم</w:t>
      </w:r>
      <w:r>
        <w:rPr>
          <w:rFonts w:hint="cs"/>
          <w:rtl/>
        </w:rPr>
        <w:t>ی</w:t>
      </w:r>
      <w:r>
        <w:rPr>
          <w:rtl/>
        </w:rPr>
        <w:t xml:space="preserve"> (210۔ 279ھ / 825۔ 892ء)۔ الشمائل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 ملتان، پاکستان : فاروق</w:t>
      </w:r>
      <w:r>
        <w:rPr>
          <w:rFonts w:hint="cs"/>
          <w:rtl/>
        </w:rPr>
        <w:t>ی</w:t>
      </w:r>
      <w:r>
        <w:rPr>
          <w:rtl/>
        </w:rPr>
        <w:t xml:space="preserve"> کتب خانہ۔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31۔ حاکم، ابو عبد اللہ محمد بن عبد اللہ بن محمد (321۔ 405ھ / 933۔ 1014ء)۔ المستدرک عل</w:t>
      </w:r>
      <w:r>
        <w:rPr>
          <w:rFonts w:hint="cs"/>
          <w:rtl/>
        </w:rPr>
        <w:t>ی</w:t>
      </w:r>
      <w:r>
        <w:rPr>
          <w:rtl/>
        </w:rPr>
        <w:t xml:space="preserve">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1411ھ / 1990ء۔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32۔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(م 975ھ)۔ کنز العمال۔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1399ھ / 1979ء۔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33۔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(1054۔ 1120ھ)۔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1401ھ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lastRenderedPageBreak/>
        <w:t>34۔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(م219ھ / 834ء)۔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+ قاہرہ، مصر : مکتب</w:t>
      </w:r>
      <w:r>
        <w:rPr>
          <w:rFonts w:hint="cs"/>
          <w:rtl/>
        </w:rPr>
        <w:t>ۃ</w:t>
      </w:r>
      <w:r>
        <w:rPr>
          <w:rtl/>
        </w:rPr>
        <w:t xml:space="preserve"> المنتب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35۔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احمد بن عل</w:t>
      </w:r>
      <w:r>
        <w:rPr>
          <w:rFonts w:hint="cs"/>
          <w:rtl/>
        </w:rPr>
        <w:t>ی</w:t>
      </w:r>
      <w:r>
        <w:rPr>
          <w:rtl/>
        </w:rPr>
        <w:t xml:space="preserve"> بن ثابت بن احمد بن مہد</w:t>
      </w:r>
      <w:r>
        <w:rPr>
          <w:rFonts w:hint="cs"/>
          <w:rtl/>
        </w:rPr>
        <w:t>ی</w:t>
      </w:r>
      <w:r>
        <w:rPr>
          <w:rtl/>
        </w:rPr>
        <w:t xml:space="preserve"> بن ثابت (392۔ 463ھ / 1002۔ 1071ء)۔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36۔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عبداللہ۔ مشکوٰ</w:t>
      </w:r>
      <w:r>
        <w:rPr>
          <w:rFonts w:hint="cs"/>
          <w:rtl/>
        </w:rPr>
        <w:t>ۃ</w:t>
      </w:r>
      <w:r>
        <w:rPr>
          <w:rtl/>
        </w:rPr>
        <w:t xml:space="preserve"> 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دارالفکر، 1411ھ / 1991ء۔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37۔ دار قطن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عمر بن احمد بن مہد</w:t>
      </w:r>
      <w:r>
        <w:rPr>
          <w:rFonts w:hint="cs"/>
          <w:rtl/>
        </w:rPr>
        <w:t>ی</w:t>
      </w:r>
      <w:r>
        <w:rPr>
          <w:rtl/>
        </w:rPr>
        <w:t xml:space="preserve"> بن مسعود بن نعمان (306۔ 385ھ / 918۔ 995ء)۔ السنن۔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المعرفہ، 1386ھ / 1966ء۔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38۔ دارم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محمد عبد اللہ بن عبد الرحمن (181۔ 255ھ / 797۔ 869ء)۔ السنن۔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1407ھ۔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39۔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شجاع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شہردار بن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فناخسرو ہمذان</w:t>
      </w:r>
      <w:r>
        <w:rPr>
          <w:rFonts w:hint="cs"/>
          <w:rtl/>
        </w:rPr>
        <w:t>ی</w:t>
      </w:r>
      <w:r>
        <w:rPr>
          <w:rtl/>
        </w:rPr>
        <w:t xml:space="preserve"> (445۔ 509ھ / 1053۔ 1115ء)۔ الفردوس بماثور الخطاب۔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1986ء۔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40۔ 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احمد الذہب</w:t>
      </w:r>
      <w:r>
        <w:rPr>
          <w:rFonts w:hint="cs"/>
          <w:rtl/>
        </w:rPr>
        <w:t>ی</w:t>
      </w:r>
      <w:r>
        <w:rPr>
          <w:rtl/>
        </w:rPr>
        <w:t xml:space="preserve"> (673۔ 748ھ)۔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 ف</w:t>
      </w:r>
      <w:r>
        <w:rPr>
          <w:rFonts w:hint="cs"/>
          <w:rtl/>
        </w:rPr>
        <w:t>ی</w:t>
      </w:r>
      <w:r>
        <w:rPr>
          <w:rtl/>
        </w:rPr>
        <w:t xml:space="preserve"> نقد الرجال۔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1995ء۔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41۔ رو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محمد بن ہارون (م 307ھ)۔ المسند۔ قاہرہ، مصر : مؤسسہ قرطبہ، 1416ھ۔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42۔ زمخشر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جاراللہ محمد بن عمر بن محمد خوارزم</w:t>
      </w:r>
      <w:r>
        <w:rPr>
          <w:rFonts w:hint="cs"/>
          <w:rtl/>
        </w:rPr>
        <w:t>ی</w:t>
      </w:r>
      <w:r>
        <w:rPr>
          <w:rtl/>
        </w:rPr>
        <w:t xml:space="preserve"> الزمخشر</w:t>
      </w:r>
      <w:r>
        <w:rPr>
          <w:rFonts w:hint="cs"/>
          <w:rtl/>
        </w:rPr>
        <w:t>ی</w:t>
      </w:r>
      <w:r>
        <w:rPr>
          <w:rtl/>
        </w:rPr>
        <w:t xml:space="preserve"> (427۔ 538ھ)۔ مختصر کتاب الموافقہ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والصحابہ،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1420ھ! 1999ء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43۔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(م 227ھ)۔ السنن (مجلدات : 5)۔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عرب، 2000ء۔ محققہ : سعد بن عبد ا</w:t>
      </w:r>
      <w:r>
        <w:rPr>
          <w:rFonts w:hint="cs"/>
          <w:rtl/>
        </w:rPr>
        <w:t>ﷲ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44۔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الفضل 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عثمان (849۔ 911ھ / 1445۔ 1505ء)۔ الخصائص الکبر</w:t>
      </w:r>
      <w:r>
        <w:rPr>
          <w:rFonts w:hint="cs"/>
          <w:rtl/>
        </w:rPr>
        <w:t>یٰ</w:t>
      </w:r>
      <w:r>
        <w:rPr>
          <w:rtl/>
        </w:rPr>
        <w:t>۔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آباد، پاکستان : مکتبہ نور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45۔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الفضل عبد الرحمن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عثمان (849۔ 911ھ / 1445۔ 1505ء)۔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1420ھ۔ 1999ء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lastRenderedPageBreak/>
        <w:t>46۔ شاش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بن کل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(م 335ھ / 946ء)۔ المسند۔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العلوم و الحکم، 1410ھ۔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47۔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 محمد بن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عباس بن عثمان بن شافع قرش</w:t>
      </w:r>
      <w:r>
        <w:rPr>
          <w:rFonts w:hint="cs"/>
          <w:rtl/>
        </w:rPr>
        <w:t>ی</w:t>
      </w:r>
      <w:r>
        <w:rPr>
          <w:rtl/>
        </w:rPr>
        <w:t xml:space="preserve"> (150۔ 204ھ / 767۔ 819ء)۔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48۔ ش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ابوبکر احمد بن عمرو بن ضحاک بن مخلد (206۔ 287ھ / 822۔ 900ء)۔ الآحاد و المثان</w:t>
      </w:r>
      <w:r>
        <w:rPr>
          <w:rFonts w:hint="cs"/>
          <w:rtl/>
        </w:rPr>
        <w:t>ی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دار الرا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1411ھ / 1991ء۔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49۔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اللخم</w:t>
      </w:r>
      <w:r>
        <w:rPr>
          <w:rFonts w:hint="cs"/>
          <w:rtl/>
        </w:rPr>
        <w:t>ی</w:t>
      </w:r>
      <w:r>
        <w:rPr>
          <w:rtl/>
        </w:rPr>
        <w:t xml:space="preserve"> (260۔ 360ھ / 873۔ 971ء)۔ المعجم الاوسط۔ 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المعارف، 1405ھ / 1985ء۔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50۔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اللخم</w:t>
      </w:r>
      <w:r>
        <w:rPr>
          <w:rFonts w:hint="cs"/>
          <w:rtl/>
        </w:rPr>
        <w:t>ی</w:t>
      </w:r>
      <w:r>
        <w:rPr>
          <w:rtl/>
        </w:rPr>
        <w:t xml:space="preserve"> (260۔ 360ھ / 873۔ 971ء)۔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الفکر، 1418ھ / 1997ء۔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51۔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اللخم</w:t>
      </w:r>
      <w:r>
        <w:rPr>
          <w:rFonts w:hint="cs"/>
          <w:rtl/>
        </w:rPr>
        <w:t>ی</w:t>
      </w:r>
      <w:r>
        <w:rPr>
          <w:rtl/>
        </w:rPr>
        <w:t xml:space="preserve"> (260۔ 360ھ / 873۔ 971ء)۔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موصل، عراق : مطبع</w:t>
      </w:r>
      <w:r>
        <w:rPr>
          <w:rFonts w:hint="cs"/>
          <w:rtl/>
        </w:rPr>
        <w:t>ۃ</w:t>
      </w:r>
      <w:r>
        <w:rPr>
          <w:rtl/>
        </w:rPr>
        <w:t xml:space="preserve"> الزہراء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ثہ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52۔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احمد بن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اللخم</w:t>
      </w:r>
      <w:r>
        <w:rPr>
          <w:rFonts w:hint="cs"/>
          <w:rtl/>
        </w:rPr>
        <w:t>ی</w:t>
      </w:r>
      <w:r>
        <w:rPr>
          <w:rtl/>
        </w:rPr>
        <w:t xml:space="preserve"> (260۔ 360ھ / 873۔ 971ء)۔ المعجم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قاہرہ، مصر : مکتبہ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53۔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(224۔ 310ھ / 839۔ 923ء)۔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والملوک۔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لبنان،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1407ھ۔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54۔ طحاو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احمد بن محمد بن سلامہ بن سلمہ بن عبد الملک بن سلمہ (229۔ 321ھ / 853۔ 933ء)۔ شرح معان</w:t>
      </w:r>
      <w:r>
        <w:rPr>
          <w:rFonts w:hint="cs"/>
          <w:rtl/>
        </w:rPr>
        <w:t>ی</w:t>
      </w:r>
      <w:r>
        <w:rPr>
          <w:rtl/>
        </w:rPr>
        <w:t xml:space="preserve"> الآثار۔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1399ھ۔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55۔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داؤد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داؤد جارود (133۔ 204ھ / 751۔ 819ء)۔ المسند۔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المعرفہ۔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56۔ عبد الرزاق، ابو بکر بن ہمام بن نافع صنعان</w:t>
      </w:r>
      <w:r>
        <w:rPr>
          <w:rFonts w:hint="cs"/>
          <w:rtl/>
        </w:rPr>
        <w:t>ی</w:t>
      </w:r>
      <w:r>
        <w:rPr>
          <w:rtl/>
        </w:rPr>
        <w:t xml:space="preserve"> (126۔ 211ھ / 744۔ 826ء)۔ المصنف۔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المکتب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1403ھ۔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lastRenderedPageBreak/>
        <w:t>57۔ 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ابو محمد بن نصر کس</w:t>
      </w:r>
      <w:r>
        <w:rPr>
          <w:rFonts w:hint="cs"/>
          <w:rtl/>
        </w:rPr>
        <w:t>ی</w:t>
      </w:r>
      <w:r>
        <w:rPr>
          <w:rtl/>
        </w:rPr>
        <w:t xml:space="preserve"> (م 249ھ / 863ء)۔ المسند۔ قاہرہ، مصر : مکتب</w:t>
      </w:r>
      <w:r>
        <w:rPr>
          <w:rFonts w:hint="cs"/>
          <w:rtl/>
        </w:rPr>
        <w:t>ۃ</w:t>
      </w:r>
      <w:r>
        <w:rPr>
          <w:rtl/>
        </w:rPr>
        <w:t xml:space="preserve"> السنہ، 1408ھ / 1988ء۔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58۔ عجلون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الفداء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محمد بن عبد الہاد</w:t>
      </w:r>
      <w:r>
        <w:rPr>
          <w:rFonts w:hint="cs"/>
          <w:rtl/>
        </w:rPr>
        <w:t>ی</w:t>
      </w:r>
      <w:r>
        <w:rPr>
          <w:rtl/>
        </w:rPr>
        <w:t xml:space="preserve"> بن عبد الغن</w:t>
      </w:r>
      <w:r>
        <w:rPr>
          <w:rFonts w:hint="cs"/>
          <w:rtl/>
        </w:rPr>
        <w:t>ی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>
        <w:rPr>
          <w:rtl/>
        </w:rPr>
        <w:t xml:space="preserve"> (1087۔ 1162ھ / 1676۔ 1749ء)۔ کشف الخفا و مز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الالباس۔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1405ھ / 1985ء۔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59۔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محمد محمود بن احمد بن موس</w:t>
      </w:r>
      <w:r>
        <w:rPr>
          <w:rFonts w:hint="cs"/>
          <w:rtl/>
        </w:rPr>
        <w:t>یٰ</w:t>
      </w:r>
      <w:r>
        <w:rPr>
          <w:rtl/>
        </w:rPr>
        <w:t xml:space="preserve"> بن احمد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محمود (762۔ 855ھ / 1361۔ 1451ء)۔ عمد</w:t>
      </w:r>
      <w:r>
        <w:rPr>
          <w:rFonts w:hint="cs"/>
          <w:rtl/>
        </w:rPr>
        <w:t>ۃ</w:t>
      </w:r>
      <w:r>
        <w:rPr>
          <w:rtl/>
        </w:rPr>
        <w:t xml:space="preserve"> القار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الفکر، 1399ھ / 1979ء۔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60۔ قضاع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 اللہ محمد بن سلامہ بن جعفر بن عل</w:t>
      </w:r>
      <w:r>
        <w:rPr>
          <w:rFonts w:hint="cs"/>
          <w:rtl/>
        </w:rPr>
        <w:t>ی</w:t>
      </w:r>
      <w:r>
        <w:rPr>
          <w:rtl/>
        </w:rPr>
        <w:t xml:space="preserve"> بن حکمون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 بن مسلم قضاع</w:t>
      </w:r>
      <w:r>
        <w:rPr>
          <w:rFonts w:hint="cs"/>
          <w:rtl/>
        </w:rPr>
        <w:t>ی</w:t>
      </w:r>
      <w:r>
        <w:rPr>
          <w:rtl/>
        </w:rPr>
        <w:t xml:space="preserve"> (م 454ھ / 1062ء)۔ مسندالشہاب۔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مؤسس</w:t>
      </w:r>
      <w:r>
        <w:rPr>
          <w:rFonts w:hint="cs"/>
          <w:rtl/>
        </w:rPr>
        <w:t>ۃ</w:t>
      </w:r>
      <w:r>
        <w:rPr>
          <w:rtl/>
        </w:rPr>
        <w:t xml:space="preserve"> الرسالہ، 1407ھ / 1986ء۔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61۔ کنان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(762۔ 840ھ)۔ مصباح الزجاج</w:t>
      </w:r>
      <w:r>
        <w:rPr>
          <w:rFonts w:hint="cs"/>
          <w:rtl/>
        </w:rPr>
        <w:t>ۃ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زوائد ابن ماجہ۔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1403ھ۔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62۔ مبارک پور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عبد الرحمن بن عبد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(1283۔ 1353ھ)۔ تحف</w:t>
      </w:r>
      <w:r>
        <w:rPr>
          <w:rFonts w:hint="cs"/>
          <w:rtl/>
        </w:rPr>
        <w:t>ۃ</w:t>
      </w:r>
      <w:r>
        <w:rPr>
          <w:rtl/>
        </w:rPr>
        <w:t xml:space="preserve"> الاحوذ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63۔ مالک، ابن انس بن مالک رض</w:t>
      </w:r>
      <w:r>
        <w:rPr>
          <w:rFonts w:hint="cs"/>
          <w:rtl/>
        </w:rPr>
        <w:t>ی</w:t>
      </w:r>
      <w:r>
        <w:rPr>
          <w:rtl/>
        </w:rPr>
        <w:t xml:space="preserve"> اللہ عنہ بن اب</w:t>
      </w:r>
      <w:r>
        <w:rPr>
          <w:rFonts w:hint="cs"/>
          <w:rtl/>
        </w:rPr>
        <w:t>ی</w:t>
      </w:r>
      <w:r>
        <w:rPr>
          <w:rtl/>
        </w:rPr>
        <w:t xml:space="preserve"> عامر بن عمرو بن حارث اصبح</w:t>
      </w:r>
      <w:r>
        <w:rPr>
          <w:rFonts w:hint="cs"/>
          <w:rtl/>
        </w:rPr>
        <w:t>ی</w:t>
      </w:r>
      <w:r>
        <w:rPr>
          <w:rtl/>
        </w:rPr>
        <w:t xml:space="preserve"> (93۔ 179ھ / 712۔ 795ء) الموطا۔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1406ھ / 1985ء۔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64۔ محب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احمد بن عبد اللہ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(615۔ 694ھ / 1218۔ 1295ء)۔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النضرہ ف</w:t>
      </w:r>
      <w:r>
        <w:rPr>
          <w:rFonts w:hint="cs"/>
          <w:rtl/>
        </w:rPr>
        <w:t>ی</w:t>
      </w:r>
      <w:r>
        <w:rPr>
          <w:rtl/>
        </w:rPr>
        <w:t xml:space="preserve"> مناقب العشرہ۔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دارالغرب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1996ء۔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65۔ محب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جعفر احمد بن عبد اللہ بن محمد بن اب</w:t>
      </w:r>
      <w:r>
        <w:rPr>
          <w:rFonts w:hint="cs"/>
          <w:rtl/>
        </w:rPr>
        <w:t>ی</w:t>
      </w:r>
      <w:r>
        <w:rPr>
          <w:rtl/>
        </w:rPr>
        <w:t xml:space="preserve"> بکر بن محمد بن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(615۔ 694ھ / 1218۔ 1295ء)۔ ذخائر العقب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مناقب ذو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جدہ، سعود</w:t>
      </w:r>
      <w:r>
        <w:rPr>
          <w:rFonts w:hint="cs"/>
          <w:rtl/>
        </w:rPr>
        <w:t>ی</w:t>
      </w:r>
      <w:r>
        <w:rPr>
          <w:rtl/>
        </w:rPr>
        <w:t xml:space="preserve"> عرب، مکتب</w:t>
      </w:r>
      <w:r>
        <w:rPr>
          <w:rFonts w:hint="cs"/>
          <w:rtl/>
        </w:rPr>
        <w:t>ۃ</w:t>
      </w:r>
      <w:r>
        <w:rPr>
          <w:rtl/>
        </w:rPr>
        <w:t xml:space="preserve"> الصحابہ، 1415ھ / 1995ء۔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66۔ مسلم، ابو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الحجاج بن مسلم بن ورد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(206۔ 261ھ / 821۔ 875ء)۔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67۔ مقدس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عبد الواحد بن احمد بن عبدالرحمن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منصور سعد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(م 569۔ 643ھ1173۔ 1245ء)۔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المختارہ۔ مکہ مکرمہ، سعود</w:t>
      </w:r>
      <w:r>
        <w:rPr>
          <w:rFonts w:hint="cs"/>
          <w:rtl/>
        </w:rPr>
        <w:t>ی</w:t>
      </w:r>
      <w:r>
        <w:rPr>
          <w:rtl/>
        </w:rPr>
        <w:t xml:space="preserve"> عرب : مکتب</w:t>
      </w:r>
      <w:r>
        <w:rPr>
          <w:rFonts w:hint="cs"/>
          <w:rtl/>
        </w:rPr>
        <w:t>ۃ</w:t>
      </w:r>
      <w:r>
        <w:rPr>
          <w:rtl/>
        </w:rPr>
        <w:t xml:space="preserve"> النہض</w:t>
      </w:r>
      <w:r>
        <w:rPr>
          <w:rFonts w:hint="cs"/>
          <w:rtl/>
        </w:rPr>
        <w:t>ۃ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ثہ،</w:t>
      </w:r>
      <w:r>
        <w:rPr>
          <w:rtl/>
        </w:rPr>
        <w:t xml:space="preserve"> 1410ھ / 1990ء۔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lastRenderedPageBreak/>
        <w:t>68۔ مناو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عبدالرؤف بن تاج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(952۔ 1031ھ / 1545۔ 1621ء)۔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شرح الجامع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مصر : مکتبہ تجار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1356ھ۔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69۔ منذر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محمد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 القو</w:t>
      </w:r>
      <w:r>
        <w:rPr>
          <w:rFonts w:hint="cs"/>
          <w:rtl/>
        </w:rPr>
        <w:t>ی</w:t>
      </w:r>
      <w:r>
        <w:rPr>
          <w:rtl/>
        </w:rPr>
        <w:t xml:space="preserve"> بن عبد اللہ بن سلامہ بن سعد (581۔ 656ھ / 1185۔ 1258ء)۔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الترہ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1417ھ۔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70۔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عبدالرحمن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سنان بن بحر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(215۔ 303ھ / 830۔ 915ء)۔ السنن۔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1416ھ / 1995ء۔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71۔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عبدالرحمن احمد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سنان بن بحر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(215۔ 303ھ / 830۔ 915ء)۔ السنن الکبر</w:t>
      </w:r>
      <w:r>
        <w:rPr>
          <w:rFonts w:hint="cs"/>
          <w:rtl/>
        </w:rPr>
        <w:t>یٰ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1411ھ / 1991ء۔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72۔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الملک بن </w:t>
      </w:r>
      <w:r w:rsidR="007E182E">
        <w:rPr>
          <w:rtl/>
        </w:rPr>
        <w:t>ابی</w:t>
      </w:r>
      <w:r w:rsidRPr="0038770D">
        <w:rPr>
          <w:rFonts w:hint="cs"/>
          <w:rtl/>
        </w:rPr>
        <w:t xml:space="preserve"> عثمان محمد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(م 406ھ) کتاب شرف المصطف</w:t>
      </w:r>
      <w:r>
        <w:rPr>
          <w:rFonts w:hint="cs"/>
          <w:rtl/>
        </w:rPr>
        <w:t>یٰ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دارالبشائر، 2003ھ / 1424ء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73۔ ہب</w:t>
      </w:r>
      <w:r>
        <w:rPr>
          <w:rFonts w:hint="cs"/>
          <w:rtl/>
        </w:rPr>
        <w:t>ۃ</w:t>
      </w:r>
      <w:r>
        <w:rPr>
          <w:rFonts w:hint="eastAsia"/>
          <w:rtl/>
        </w:rPr>
        <w:t>اللہ،</w:t>
      </w:r>
      <w:r>
        <w:rPr>
          <w:rtl/>
        </w:rPr>
        <w:t xml:space="preserve"> ابوالقاسم ہب</w:t>
      </w:r>
      <w:r>
        <w:rPr>
          <w:rFonts w:hint="cs"/>
          <w:rtl/>
        </w:rPr>
        <w:t>ۃ</w:t>
      </w:r>
      <w:r>
        <w:rPr>
          <w:rFonts w:hint="eastAsia"/>
          <w:rtl/>
        </w:rPr>
        <w:t>اللہ</w:t>
      </w:r>
      <w:r>
        <w:rPr>
          <w:rtl/>
        </w:rPr>
        <w:t xml:space="preserve"> بن الحسن الطبر</w:t>
      </w:r>
      <w:r>
        <w:rPr>
          <w:rFonts w:hint="cs"/>
          <w:rtl/>
        </w:rPr>
        <w:t>ی</w:t>
      </w:r>
      <w:r>
        <w:rPr>
          <w:rtl/>
        </w:rPr>
        <w:t xml:space="preserve"> اللالکائ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کرامات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عرب، دارالط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1412ھ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74۔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(735۔ 807ھ / 1335۔ 1405ء)۔ مجمع الزوائد۔ قاہرہ، مصر : دار الر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للتراث +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1407ھ / 1987ء۔ </w:t>
      </w:r>
    </w:p>
    <w:p w:rsidR="001F16A4" w:rsidRDefault="001F16A4" w:rsidP="001F16A4">
      <w:pPr>
        <w:pStyle w:val="libNormal"/>
        <w:rPr>
          <w:rtl/>
        </w:rPr>
      </w:pPr>
      <w:r>
        <w:rPr>
          <w:rtl/>
        </w:rPr>
        <w:t>75۔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الحسن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بکر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(735۔ 807ھ / 1335۔ 1405ء)۔ موارد الظمآن اِل</w:t>
      </w:r>
      <w:r>
        <w:rPr>
          <w:rFonts w:hint="cs"/>
          <w:rtl/>
        </w:rPr>
        <w:t>یٰ</w:t>
      </w:r>
      <w:r>
        <w:rPr>
          <w:rtl/>
        </w:rPr>
        <w:t xml:space="preserve"> زوائد ابن حبان۔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 :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1F16A4" w:rsidRDefault="001F16A4" w:rsidP="00F55001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color w:val="000000"/>
          <w:rtl/>
        </w:rPr>
        <w:id w:val="954253172"/>
        <w:docPartObj>
          <w:docPartGallery w:val="Table of Contents"/>
          <w:docPartUnique/>
        </w:docPartObj>
      </w:sdtPr>
      <w:sdtContent>
        <w:p w:rsidR="000131C3" w:rsidRDefault="000131C3" w:rsidP="000131C3">
          <w:pPr>
            <w:pStyle w:val="Heading2Center"/>
            <w:rPr>
              <w:rtl/>
              <w:lang w:bidi="ur-PK"/>
            </w:rPr>
          </w:pPr>
          <w:r w:rsidRPr="000131C3">
            <w:rPr>
              <w:rFonts w:hint="cs"/>
              <w:rtl/>
            </w:rPr>
            <w:t>فہرست</w:t>
          </w:r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484117">
            <w:fldChar w:fldCharType="begin"/>
          </w:r>
          <w:r w:rsidR="000131C3">
            <w:instrText xml:space="preserve"> TOC \o "1-3" \h \z \u </w:instrText>
          </w:r>
          <w:r w:rsidRPr="00484117">
            <w:fldChar w:fldCharType="separate"/>
          </w:r>
          <w:hyperlink w:anchor="_Toc497651133" w:history="1">
            <w:r w:rsidR="000131C3" w:rsidRPr="00437470">
              <w:rPr>
                <w:rStyle w:val="Hyperlink"/>
                <w:noProof/>
                <w:rtl/>
              </w:rPr>
              <w:t>باب1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Toc497651133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34" w:history="1">
            <w:r w:rsidR="000131C3" w:rsidRPr="00437470">
              <w:rPr>
                <w:rStyle w:val="Hyperlink"/>
                <w:noProof/>
                <w:rtl/>
              </w:rPr>
              <w:t xml:space="preserve">(1)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فِيْ کَوْنِهِ رضي الله عنه أَوَّلَ مَنْ أَسْلَمَ وَ صَلَّي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Toc497651134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35" w:history="1">
            <w:r w:rsidR="000131C3" w:rsidRPr="00437470">
              <w:rPr>
                <w:rStyle w:val="Hyperlink"/>
                <w:noProof/>
                <w:rtl/>
              </w:rPr>
              <w:t>(قبولِ اسلام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اوّل اور نماز پڑھنے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اوّل)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Toc497651135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36" w:history="1">
            <w:r w:rsidR="000131C3" w:rsidRPr="00437470">
              <w:rPr>
                <w:rStyle w:val="Hyperlink"/>
                <w:noProof/>
                <w:rtl/>
              </w:rPr>
              <w:t>باب2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Toc497651136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37" w:history="1">
            <w:r w:rsidR="000131C3" w:rsidRPr="00437470">
              <w:rPr>
                <w:rStyle w:val="Hyperlink"/>
                <w:noProof/>
                <w:rtl/>
              </w:rPr>
              <w:t xml:space="preserve">(2)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إِخْتِصَاصِ زِوَاجِهِ رض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الله عنه بِسَيِّدَةِ نِسَاءِ أَهْلِ الْجَنَّةِ رض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ا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ﷲ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عنها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Toc497651137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38" w:history="1">
            <w:r w:rsidR="000131C3" w:rsidRPr="00437470">
              <w:rPr>
                <w:rStyle w:val="Hyperlink"/>
                <w:noProof/>
                <w:rtl/>
              </w:rPr>
              <w:t>(س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دہ کائنات فاطمہ الزھراء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ﷲ</w:t>
            </w:r>
            <w:r w:rsidR="000131C3" w:rsidRPr="00437470">
              <w:rPr>
                <w:rStyle w:val="Hyperlink"/>
                <w:noProof/>
                <w:rtl/>
              </w:rPr>
              <w:t xml:space="preserve"> عنہا سے شاد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کا اعزاز پانے والے)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Toc497651138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39" w:history="1">
            <w:r w:rsidR="000131C3" w:rsidRPr="00437470">
              <w:rPr>
                <w:rStyle w:val="Hyperlink"/>
                <w:noProof/>
                <w:rtl/>
              </w:rPr>
              <w:t>باب3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Toc497651139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0" w:history="1">
            <w:r w:rsidR="000131C3" w:rsidRPr="00437470">
              <w:rPr>
                <w:rStyle w:val="Hyperlink"/>
                <w:noProof/>
                <w:rtl/>
              </w:rPr>
              <w:t xml:space="preserve">(3)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فِيْ کَوْنِهِ رضي الله عنه مِنْ أَهْلِ الْبَيْتِ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Toc497651140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1" w:history="1">
            <w:r w:rsidR="000131C3" w:rsidRPr="00437470">
              <w:rPr>
                <w:rStyle w:val="Hyperlink"/>
                <w:noProof/>
                <w:rtl/>
              </w:rPr>
              <w:t>(عل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المرتض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یٰ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اہلِ ب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ت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سے 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Toc497651141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2" w:history="1">
            <w:r w:rsidR="000131C3" w:rsidRPr="00437470">
              <w:rPr>
                <w:rStyle w:val="Hyperlink"/>
                <w:noProof/>
                <w:rtl/>
              </w:rPr>
              <w:t>باب4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Toc497651142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3" w:history="1">
            <w:r w:rsidR="000131C3" w:rsidRPr="00437470">
              <w:rPr>
                <w:rStyle w:val="Hyperlink"/>
                <w:noProof/>
                <w:rtl/>
              </w:rPr>
              <w:t xml:space="preserve">(4)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فِيْ قَوْلِ النَّبِيِّ صل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الله عليه وآله وسلم : مَنْ کُنْتُ مَوْلَاهُ فَعَلِيٌّ مَوْلَاهُ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Toc497651143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4" w:history="1">
            <w:r w:rsidR="000131C3" w:rsidRPr="00437470">
              <w:rPr>
                <w:rStyle w:val="Hyperlink"/>
                <w:noProof/>
                <w:rtl/>
              </w:rPr>
              <w:t>(فرمانِ مصطف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یٰ</w:t>
            </w:r>
            <w:r w:rsidR="000131C3" w:rsidRPr="00437470">
              <w:rPr>
                <w:rStyle w:val="Hyperlink"/>
                <w:noProof/>
                <w:rtl/>
              </w:rPr>
              <w:t xml:space="preserve">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: جس کا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مولا ہوں اس کا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مولا ہے)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Toc497651144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5" w:history="1">
            <w:r w:rsidR="000131C3" w:rsidRPr="00437470">
              <w:rPr>
                <w:rStyle w:val="Hyperlink"/>
                <w:noProof/>
                <w:rtl/>
              </w:rPr>
              <w:t>باب5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Toc497651145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6" w:history="1">
            <w:r w:rsidR="000131C3" w:rsidRPr="00437470">
              <w:rPr>
                <w:rStyle w:val="Hyperlink"/>
                <w:noProof/>
                <w:rtl/>
              </w:rPr>
              <w:t xml:space="preserve">(5)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قَوْلِ النَّبِيِّ صل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الله عليه وآله وسلم : عَلِيٌّ وَلِيُّ کُلِّ مُؤْمِنٍ بَعْدِيْ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Toc497651146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7" w:history="1">
            <w:r w:rsidR="000131C3" w:rsidRPr="00437470">
              <w:rPr>
                <w:rStyle w:val="Hyperlink"/>
                <w:noProof/>
                <w:rtl/>
              </w:rPr>
              <w:t>(حضور نب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اکرم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کا فرمان :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رے بعد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ہر مومن کا ول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ہے)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Toc497651147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8" w:history="1">
            <w:r w:rsidR="000131C3" w:rsidRPr="00437470">
              <w:rPr>
                <w:rStyle w:val="Hyperlink"/>
                <w:noProof/>
                <w:rtl/>
              </w:rPr>
              <w:t>باب6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Toc497651148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49" w:history="1">
            <w:r w:rsidR="000131C3" w:rsidRPr="00437470">
              <w:rPr>
                <w:rStyle w:val="Hyperlink"/>
                <w:noProof/>
                <w:rtl/>
              </w:rPr>
              <w:t xml:space="preserve">(6)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قَوْلِ سَيِّدِنَا أَبِي بَکْرٍ الصِدِّيْقِ وَ سَيِّدِنَا عُمَرَ بْنِ الْخَطَّابِ رض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الله عنه : عَلِيٌّ مَوْلَايَ وَ مَوْلَ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کُلِّ مُؤْمِنٍ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Toc497651149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0" w:history="1">
            <w:r w:rsidR="000131C3" w:rsidRPr="00437470">
              <w:rPr>
                <w:rStyle w:val="Hyperlink"/>
                <w:noProof/>
                <w:rtl/>
              </w:rPr>
              <w:t>(فرمان صد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ق اکبر و فاروق اعظم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ﷲ</w:t>
            </w:r>
            <w:r w:rsidR="000131C3" w:rsidRPr="00437470">
              <w:rPr>
                <w:rStyle w:val="Hyperlink"/>
                <w:noProof/>
                <w:rtl/>
              </w:rPr>
              <w:t xml:space="preserve"> عنہما :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رے اور تمام مومن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ن کے مولا 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Toc497651150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1" w:history="1">
            <w:r w:rsidR="000131C3" w:rsidRPr="00437470">
              <w:rPr>
                <w:rStyle w:val="Hyperlink"/>
                <w:noProof/>
                <w:rtl/>
              </w:rPr>
              <w:t>باب7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Toc497651151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2" w:history="1">
            <w:r w:rsidR="000131C3" w:rsidRPr="00437470">
              <w:rPr>
                <w:rStyle w:val="Hyperlink"/>
                <w:noProof/>
                <w:rtl/>
              </w:rPr>
              <w:t xml:space="preserve">(7)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قَوْلِ النَّبِيِّ صل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الله عليه وآله وسلم : عَلِيٌّ مِّنِّيْ وَ أنَا مِنْهُ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Toc497651152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Style w:val="Hyperlink"/>
              <w:noProof/>
            </w:rPr>
          </w:pPr>
          <w:hyperlink w:anchor="_Toc497651153" w:history="1">
            <w:r w:rsidR="000131C3" w:rsidRPr="00437470">
              <w:rPr>
                <w:rStyle w:val="Hyperlink"/>
                <w:noProof/>
                <w:rtl/>
              </w:rPr>
              <w:t>(فرمانِ مصطف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یٰ</w:t>
            </w:r>
            <w:r w:rsidR="000131C3" w:rsidRPr="00437470">
              <w:rPr>
                <w:rStyle w:val="Hyperlink"/>
                <w:noProof/>
                <w:rtl/>
              </w:rPr>
              <w:t xml:space="preserve">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: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مجھ سے ہے اور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سے ہوں)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Toc497651153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Pr="000131C3" w:rsidRDefault="000131C3" w:rsidP="000131C3">
          <w:pPr>
            <w:pStyle w:val="libPoemTini"/>
            <w:rPr>
              <w:rStyle w:val="Hyperlink"/>
              <w:color w:val="000000"/>
              <w:szCs w:val="28"/>
              <w:u w:val="none"/>
            </w:rPr>
          </w:pPr>
          <w:r w:rsidRPr="000131C3">
            <w:rPr>
              <w:rStyle w:val="Hyperlink"/>
              <w:color w:val="000000"/>
              <w:u w:val="none"/>
            </w:rPr>
            <w:br w:type="page"/>
          </w:r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4" w:history="1">
            <w:r w:rsidR="000131C3" w:rsidRPr="00437470">
              <w:rPr>
                <w:rStyle w:val="Hyperlink"/>
                <w:noProof/>
                <w:rtl/>
              </w:rPr>
              <w:t>باب8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Toc497651154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5" w:history="1">
            <w:r w:rsidR="000131C3" w:rsidRPr="00437470">
              <w:rPr>
                <w:rStyle w:val="Hyperlink"/>
                <w:noProof/>
                <w:rtl/>
              </w:rPr>
              <w:t xml:space="preserve">(8)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إِخْتِصَاصِهِ رضي الله عنه بِأَنَّهُ مِنَ النَّبِيِّ صلي الله عليه وآله وسلم بِمَنْزِلَةِ هَارُوْنَ مِنْ مُوْسٰي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Toc497651155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6" w:history="1">
            <w:r w:rsidR="000131C3" w:rsidRPr="00437470">
              <w:rPr>
                <w:rStyle w:val="Hyperlink"/>
                <w:noProof/>
                <w:rtl/>
              </w:rPr>
              <w:t>(عل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المرتض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یٰ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حضور نب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اکرم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کے لئے ا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سے 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ج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سے حضرت ہارون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السلام حضرت موس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یٰ</w:t>
            </w:r>
            <w:r w:rsidR="000131C3" w:rsidRPr="00437470">
              <w:rPr>
                <w:rStyle w:val="Hyperlink"/>
                <w:noProof/>
                <w:rtl/>
              </w:rPr>
              <w:t xml:space="preserve">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السلام کے لئے)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Toc497651156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7" w:history="1">
            <w:r w:rsidR="000131C3" w:rsidRPr="00437470">
              <w:rPr>
                <w:rStyle w:val="Hyperlink"/>
                <w:noProof/>
                <w:rtl/>
              </w:rPr>
              <w:t>باب9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Toc497651157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8" w:history="1">
            <w:r w:rsidR="000131C3" w:rsidRPr="00437470">
              <w:rPr>
                <w:rStyle w:val="Hyperlink"/>
                <w:noProof/>
                <w:rtl/>
              </w:rPr>
              <w:t xml:space="preserve">(9)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فِيْ قُرْبِهِ وَ مَکَانَتِهِ رضي الله عنه عِنْدَ النَّبِيِّ صلي الله عليه وآله وسلم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Toc497651158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59" w:history="1">
            <w:r w:rsidR="000131C3" w:rsidRPr="00437470">
              <w:rPr>
                <w:rStyle w:val="Hyperlink"/>
                <w:noProof/>
                <w:rtl/>
              </w:rPr>
              <w:t>(عل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المرتض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یٰ</w:t>
            </w:r>
            <w:r w:rsidR="000131C3" w:rsidRPr="00437470">
              <w:rPr>
                <w:rStyle w:val="Hyperlink"/>
                <w:noProof/>
                <w:rtl/>
              </w:rPr>
              <w:t xml:space="preserve"> کا حضور نب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اکرم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ک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بارگاہ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قرب اور مقام و مرتبہ)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Toc497651159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0" w:history="1">
            <w:r w:rsidR="000131C3" w:rsidRPr="00437470">
              <w:rPr>
                <w:rStyle w:val="Hyperlink"/>
                <w:noProof/>
                <w:rtl/>
              </w:rPr>
              <w:t>باب10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Toc497651160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1" w:history="1">
            <w:r w:rsidR="000131C3" w:rsidRPr="00437470">
              <w:rPr>
                <w:rStyle w:val="Hyperlink"/>
                <w:noProof/>
                <w:rtl/>
              </w:rPr>
              <w:t xml:space="preserve">(10)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کَوْنِهِ أَحَبَّ النَّاسِ إِلَي ا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ﷲ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ِوَ رَسُوْلِهِ صلي الله عليه وآله وسلم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Toc497651161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2" w:history="1">
            <w:r w:rsidR="000131C3" w:rsidRPr="00437470">
              <w:rPr>
                <w:rStyle w:val="Hyperlink"/>
                <w:noProof/>
                <w:rtl/>
              </w:rPr>
              <w:t>(لوگوں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ا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ﷲ</w:t>
            </w:r>
            <w:r w:rsidR="000131C3" w:rsidRPr="00437470">
              <w:rPr>
                <w:rStyle w:val="Hyperlink"/>
                <w:noProof/>
                <w:rtl/>
              </w:rPr>
              <w:t xml:space="preserve"> اور اس کے رسول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کے سب سے ز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ادہ محبوب)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Toc497651162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3" w:history="1">
            <w:r w:rsidR="000131C3" w:rsidRPr="00437470">
              <w:rPr>
                <w:rStyle w:val="Hyperlink"/>
                <w:noProof/>
                <w:rtl/>
              </w:rPr>
              <w:t>باب11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Toc497651163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4" w:history="1">
            <w:r w:rsidR="000131C3" w:rsidRPr="00437470">
              <w:rPr>
                <w:rStyle w:val="Hyperlink"/>
                <w:noProof/>
                <w:rtl/>
              </w:rPr>
              <w:t xml:space="preserve">(11)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قَوْلِ النَّبِيِّ صلي الله عليه وآله وسلم : مَنْ أَحَبَّ عَلِيًّا فَقَدْ أَحَبَّنِيْ وَمَنْ أَبْغَضَ عَلِيًّا رضي الله عنه فَقَدْ أَبْغَضَنِيْ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Toc497651164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5" w:history="1">
            <w:r w:rsidR="000131C3" w:rsidRPr="00437470">
              <w:rPr>
                <w:rStyle w:val="Hyperlink"/>
                <w:noProof/>
                <w:rtl/>
              </w:rPr>
              <w:t>(حبِ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حبِ مصطف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ہے اور بغضِ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بغضِ مصطف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ہے)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Toc497651165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6" w:history="1">
            <w:r w:rsidR="000131C3" w:rsidRPr="00437470">
              <w:rPr>
                <w:rStyle w:val="Hyperlink"/>
                <w:noProof/>
                <w:rtl/>
              </w:rPr>
              <w:t>باب12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Toc497651166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7" w:history="1">
            <w:r w:rsidR="000131C3" w:rsidRPr="00437470">
              <w:rPr>
                <w:rStyle w:val="Hyperlink"/>
                <w:noProof/>
                <w:rtl/>
              </w:rPr>
              <w:t xml:space="preserve">(12)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کَوْنِ حُبِّهِ عَلَامَةَ الْمُؤْمِنِيْنَ وَ بُغْضِهِ رضي الله عنه عَلَامَةَ الْمُنَافِقِيْنَ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Toc497651167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8" w:history="1">
            <w:r w:rsidR="000131C3" w:rsidRPr="00437470">
              <w:rPr>
                <w:rStyle w:val="Hyperlink"/>
                <w:noProof/>
                <w:rtl/>
              </w:rPr>
              <w:t>(حبِ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علامتِ ا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مان ہے اور بغضِ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علامتِ نفاق ہے)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Toc497651168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69" w:history="1">
            <w:r w:rsidR="000131C3" w:rsidRPr="00437470">
              <w:rPr>
                <w:rStyle w:val="Hyperlink"/>
                <w:noProof/>
                <w:rtl/>
              </w:rPr>
              <w:t>باب13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Toc497651169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0" w:history="1">
            <w:r w:rsidR="000131C3" w:rsidRPr="00437470">
              <w:rPr>
                <w:rStyle w:val="Hyperlink"/>
                <w:noProof/>
                <w:rtl/>
              </w:rPr>
              <w:t xml:space="preserve">(13)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تَلْقِيْبِ النَّبِيِّ صلي الله عليه وآله وسلم إِيَاهُ بِأَبِيْ تُرَابٍ وَ سَيِّدِ الْعَرَبِ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Toc497651170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1" w:history="1">
            <w:r w:rsidR="000131C3" w:rsidRPr="00437470">
              <w:rPr>
                <w:rStyle w:val="Hyperlink"/>
                <w:noProof/>
                <w:rtl/>
              </w:rPr>
              <w:t>(ابو تراب اور س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د العرب کے مصطفو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القاب)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Toc497651171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2" w:history="1">
            <w:r w:rsidR="000131C3" w:rsidRPr="00437470">
              <w:rPr>
                <w:rStyle w:val="Hyperlink"/>
                <w:noProof/>
                <w:rtl/>
              </w:rPr>
              <w:t>باب14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Toc497651172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3" w:history="1">
            <w:r w:rsidR="000131C3" w:rsidRPr="00437470">
              <w:rPr>
                <w:rStyle w:val="Hyperlink"/>
                <w:noProof/>
                <w:rtl/>
              </w:rPr>
              <w:t xml:space="preserve">(14)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کَوْنِهِ رضي الله عنه فَاتِحاً لِخَيْبَرَ وَ صَاحِبَ لِوَاءِ النَّبِيِّ صلي الله عليه وآله وسلم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Toc497651173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Style w:val="Hyperlink"/>
              <w:noProof/>
            </w:rPr>
          </w:pPr>
          <w:hyperlink w:anchor="_Toc497651174" w:history="1">
            <w:r w:rsidR="000131C3" w:rsidRPr="00437470">
              <w:rPr>
                <w:rStyle w:val="Hyperlink"/>
                <w:noProof/>
                <w:rtl/>
              </w:rPr>
              <w:t>(آپ کا فاتحِ خ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براور علمبردارِ مصطف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ہونا)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Toc497651174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Pr="000131C3" w:rsidRDefault="000131C3" w:rsidP="000131C3">
          <w:pPr>
            <w:pStyle w:val="libPoemTini"/>
            <w:rPr>
              <w:rStyle w:val="Hyperlink"/>
              <w:color w:val="000000"/>
              <w:szCs w:val="28"/>
              <w:u w:val="none"/>
            </w:rPr>
          </w:pPr>
          <w:r w:rsidRPr="000131C3">
            <w:rPr>
              <w:rStyle w:val="Hyperlink"/>
              <w:color w:val="000000"/>
              <w:u w:val="none"/>
            </w:rPr>
            <w:br w:type="page"/>
          </w:r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5" w:history="1">
            <w:r w:rsidR="000131C3" w:rsidRPr="00437470">
              <w:rPr>
                <w:rStyle w:val="Hyperlink"/>
                <w:noProof/>
                <w:rtl/>
              </w:rPr>
              <w:t>باب15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Toc497651175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6" w:history="1">
            <w:r w:rsidR="000131C3" w:rsidRPr="00437470">
              <w:rPr>
                <w:rStyle w:val="Hyperlink"/>
                <w:noProof/>
                <w:rtl/>
              </w:rPr>
              <w:t xml:space="preserve">(15)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فِيأَمْرِالنَّبِيِّ بِسَدِّ الْأَبْوَابِ إِلاَّ بَابَ عَلِيٍّ رضي الله عنه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Toc497651176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7" w:history="1">
            <w:r w:rsidR="000131C3" w:rsidRPr="00437470">
              <w:rPr>
                <w:rStyle w:val="Hyperlink"/>
                <w:noProof/>
                <w:rtl/>
              </w:rPr>
              <w:t>(مسجد نبو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باب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کے سوا باق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سب دروازوں کا بند کروا د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ا جانا)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Toc497651177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8" w:history="1">
            <w:r w:rsidR="000131C3" w:rsidRPr="00437470">
              <w:rPr>
                <w:rStyle w:val="Hyperlink"/>
                <w:noProof/>
                <w:rtl/>
              </w:rPr>
              <w:t>باب16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Toc497651178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79" w:history="1">
            <w:r w:rsidR="000131C3" w:rsidRPr="00437470">
              <w:rPr>
                <w:rStyle w:val="Hyperlink"/>
                <w:noProof/>
                <w:rtl/>
              </w:rPr>
              <w:t xml:space="preserve">(16)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مَکَانَتِهِ رضي ا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ﷲ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عنه الْعِلْمِيَةِ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Toc497651179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0" w:history="1">
            <w:r w:rsidR="000131C3" w:rsidRPr="00437470">
              <w:rPr>
                <w:rStyle w:val="Hyperlink"/>
                <w:noProof/>
                <w:rtl/>
              </w:rPr>
              <w:t>(آپ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کا علم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مقام و مرتبہ)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Toc497651180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1" w:history="1">
            <w:r w:rsidR="000131C3" w:rsidRPr="00437470">
              <w:rPr>
                <w:rStyle w:val="Hyperlink"/>
                <w:noProof/>
                <w:rtl/>
              </w:rPr>
              <w:t>باب17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Toc497651181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2" w:history="1">
            <w:r w:rsidR="000131C3" w:rsidRPr="00437470">
              <w:rPr>
                <w:rStyle w:val="Hyperlink"/>
                <w:noProof/>
                <w:rtl/>
              </w:rPr>
              <w:t xml:space="preserve">(17)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فِيْ کَوْنِهِ رضي الله عنه أَقْضَي الصَّحَابَةِ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Toc497651182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3" w:history="1">
            <w:r w:rsidR="000131C3" w:rsidRPr="00437470">
              <w:rPr>
                <w:rStyle w:val="Hyperlink"/>
                <w:noProof/>
                <w:rtl/>
              </w:rPr>
              <w:t>(صحابہ کرام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عنھم م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ں سب سے بہتر ف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صلہ کرنے والے)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Toc497651183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4" w:history="1">
            <w:r w:rsidR="000131C3" w:rsidRPr="00437470">
              <w:rPr>
                <w:rStyle w:val="Hyperlink"/>
                <w:noProof/>
                <w:rtl/>
              </w:rPr>
              <w:t>باب18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Toc497651184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5" w:history="1">
            <w:r w:rsidR="000131C3" w:rsidRPr="00437470">
              <w:rPr>
                <w:rStyle w:val="Hyperlink"/>
                <w:noProof/>
                <w:rtl/>
              </w:rPr>
              <w:t xml:space="preserve">(18)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قَوْلِ النَّبِيِّ صلي الله عليه وآله وسلم : أَلنَّظْرُ إِلَي وَجْهِ عَلِيٍّ عِبَادَةٌ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Toc497651185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6" w:history="1">
            <w:r w:rsidR="000131C3" w:rsidRPr="00437470">
              <w:rPr>
                <w:rStyle w:val="Hyperlink"/>
                <w:noProof/>
                <w:rtl/>
              </w:rPr>
              <w:t>(فرمان نبو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: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کے چہرے کو د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کھنا عبادت ہے)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Toc497651186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7" w:history="1">
            <w:r w:rsidR="000131C3" w:rsidRPr="00437470">
              <w:rPr>
                <w:rStyle w:val="Hyperlink"/>
                <w:noProof/>
                <w:rtl/>
              </w:rPr>
              <w:t>باب19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Toc497651187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8" w:history="1">
            <w:r w:rsidR="000131C3" w:rsidRPr="00437470">
              <w:rPr>
                <w:rStyle w:val="Hyperlink"/>
                <w:noProof/>
                <w:rtl/>
              </w:rPr>
              <w:t xml:space="preserve">(19)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تَشَرُّفِهِ بِتَغْسِيْلِ النَّبِيِّ صلي الله عليه وآله وسلم.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Toc497651188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89" w:history="1">
            <w:r w:rsidR="000131C3" w:rsidRPr="00437470">
              <w:rPr>
                <w:rStyle w:val="Hyperlink"/>
                <w:noProof/>
                <w:rtl/>
              </w:rPr>
              <w:t>(حضور نب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اکرم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کے غسل کے لئے آپ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کا انتخاب)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Toc497651189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90" w:history="1">
            <w:r w:rsidR="000131C3" w:rsidRPr="00437470">
              <w:rPr>
                <w:rStyle w:val="Hyperlink"/>
                <w:noProof/>
                <w:rtl/>
              </w:rPr>
              <w:t>باب20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Toc497651190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91" w:history="1">
            <w:r w:rsidR="000131C3" w:rsidRPr="00437470">
              <w:rPr>
                <w:rStyle w:val="Hyperlink"/>
                <w:noProof/>
                <w:rtl/>
              </w:rPr>
              <w:t xml:space="preserve">(20)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إِعْلَامِ النَّبِيِّ صلي الله عليه وآله وسلم إِيَاهُ بِإِسْتِشْهَادِهِ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Toc497651191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92" w:history="1">
            <w:r w:rsidR="000131C3" w:rsidRPr="00437470">
              <w:rPr>
                <w:rStyle w:val="Hyperlink"/>
                <w:noProof/>
                <w:rtl/>
              </w:rPr>
              <w:t>(حضور نب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اکرم صل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عل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ہ وآلہ وسلم کا آپ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کو شہادت ک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خبر د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نا)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Toc497651192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93" w:history="1">
            <w:r w:rsidR="000131C3" w:rsidRPr="00437470">
              <w:rPr>
                <w:rStyle w:val="Hyperlink"/>
                <w:noProof/>
                <w:rtl/>
              </w:rPr>
              <w:t>باب21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Toc497651193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94" w:history="1">
            <w:r w:rsidR="000131C3" w:rsidRPr="00437470">
              <w:rPr>
                <w:rStyle w:val="Hyperlink"/>
                <w:noProof/>
                <w:rtl/>
              </w:rPr>
              <w:t xml:space="preserve">(21) 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>بَابٌ فِي جَامِعِ صِفَاتِهِ رض</w:t>
            </w:r>
            <w:r w:rsidR="000131C3" w:rsidRPr="00437470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الله عنه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Toc497651194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95" w:history="1">
            <w:r w:rsidR="000131C3" w:rsidRPr="00437470">
              <w:rPr>
                <w:rStyle w:val="Hyperlink"/>
                <w:noProof/>
                <w:rtl/>
              </w:rPr>
              <w:t>(آپ رض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اللہ عنہ ک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 xml:space="preserve"> جامع صفات کا ب</w:t>
            </w:r>
            <w:r w:rsidR="000131C3" w:rsidRPr="00437470">
              <w:rPr>
                <w:rStyle w:val="Hyperlink"/>
                <w:rFonts w:hint="cs"/>
                <w:noProof/>
                <w:rtl/>
              </w:rPr>
              <w:t>ی</w:t>
            </w:r>
            <w:r w:rsidR="000131C3" w:rsidRPr="00437470">
              <w:rPr>
                <w:rStyle w:val="Hyperlink"/>
                <w:noProof/>
                <w:rtl/>
              </w:rPr>
              <w:t>ان)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Toc497651195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651196" w:history="1">
            <w:r w:rsidR="000131C3" w:rsidRPr="00437470">
              <w:rPr>
                <w:rStyle w:val="Hyperlink"/>
                <w:noProof/>
                <w:rtl/>
              </w:rPr>
              <w:t>ماخذ و مراجع</w:t>
            </w:r>
            <w:r w:rsidR="000131C3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 w:rsidR="000131C3">
              <w:rPr>
                <w:noProof/>
                <w:webHidden/>
              </w:rPr>
              <w:instrText>PAGEREF</w:instrText>
            </w:r>
            <w:r w:rsidR="000131C3">
              <w:rPr>
                <w:noProof/>
                <w:webHidden/>
                <w:rtl/>
              </w:rPr>
              <w:instrText xml:space="preserve"> _</w:instrText>
            </w:r>
            <w:r w:rsidR="000131C3">
              <w:rPr>
                <w:noProof/>
                <w:webHidden/>
              </w:rPr>
              <w:instrText>Toc497651196 \h</w:instrText>
            </w:r>
            <w:r w:rsidR="000131C3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797519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1C3" w:rsidRDefault="00484117" w:rsidP="000131C3">
          <w:pPr>
            <w:pStyle w:val="libNormal"/>
          </w:pPr>
          <w:r>
            <w:fldChar w:fldCharType="end"/>
          </w:r>
        </w:p>
      </w:sdtContent>
    </w:sdt>
    <w:sectPr w:rsidR="000131C3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0E7" w:rsidRDefault="00AC70E7">
      <w:r>
        <w:separator/>
      </w:r>
    </w:p>
  </w:endnote>
  <w:endnote w:type="continuationSeparator" w:id="0">
    <w:p w:rsidR="00AC70E7" w:rsidRDefault="00AC7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52" w:rsidRDefault="000E5752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52" w:rsidRPr="00826B03" w:rsidRDefault="000E5752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0E7" w:rsidRDefault="00AC70E7">
      <w:r>
        <w:separator/>
      </w:r>
    </w:p>
  </w:footnote>
  <w:footnote w:type="continuationSeparator" w:id="0">
    <w:p w:rsidR="00AC70E7" w:rsidRDefault="00AC7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31C3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52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07E5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0B8F"/>
    <w:rsid w:val="001F16A4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9FC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3F6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B02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482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8770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00C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117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4F58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1D9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A3F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495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97519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82E"/>
    <w:rsid w:val="007E1C42"/>
    <w:rsid w:val="007E24C9"/>
    <w:rsid w:val="007E2EBF"/>
    <w:rsid w:val="007E4DC3"/>
    <w:rsid w:val="007E57F8"/>
    <w:rsid w:val="007E5E5F"/>
    <w:rsid w:val="007E675A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54E1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2E8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293F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B81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6D9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77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0E7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7CE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15E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671"/>
    <w:rsid w:val="00EF135C"/>
    <w:rsid w:val="00EF13B1"/>
    <w:rsid w:val="00EF21B9"/>
    <w:rsid w:val="00EF21FD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500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06B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3A86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09D3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09D3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E5752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E5752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BE1C8-4D68-453D-B96A-BAE5F3C7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15247</TotalTime>
  <Pages>121</Pages>
  <Words>37727</Words>
  <Characters>215048</Characters>
  <Application>Microsoft Office Word</Application>
  <DocSecurity>0</DocSecurity>
  <Lines>1792</Lines>
  <Paragraphs>504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Windows User</cp:lastModifiedBy>
  <cp:revision>13</cp:revision>
  <cp:lastPrinted>2017-11-05T09:51:00Z</cp:lastPrinted>
  <dcterms:created xsi:type="dcterms:W3CDTF">2015-06-13T07:48:00Z</dcterms:created>
  <dcterms:modified xsi:type="dcterms:W3CDTF">2017-11-05T09:52:00Z</dcterms:modified>
</cp:coreProperties>
</file>