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0F" w:rsidRDefault="006E32BA" w:rsidP="001300F0">
      <w:pPr>
        <w:pStyle w:val="libCenter"/>
      </w:pPr>
      <w:r>
        <w:rPr>
          <w:noProof/>
          <w:rtl/>
        </w:rPr>
        <w:drawing>
          <wp:inline distT="0" distB="0" distL="0" distR="0">
            <wp:extent cx="5787693" cy="8184995"/>
            <wp:effectExtent l="19050" t="0" r="3507" b="0"/>
            <wp:docPr id="3" name="Picture 2" descr="L:\New_kar\rabe_alwal_1439\fazail_fatima_q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New_kar\rabe_alwal_1439\fazail_fatima_q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181" cy="819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C0F" w:rsidRDefault="00BD1C0F" w:rsidP="000A0CED">
      <w:pPr>
        <w:pStyle w:val="libNormal"/>
      </w:pPr>
      <w:r>
        <w:br w:type="page"/>
      </w:r>
    </w:p>
    <w:p w:rsidR="00BD1C0F" w:rsidRDefault="001300F0" w:rsidP="00BD1C0F">
      <w:pPr>
        <w:pStyle w:val="libNormal"/>
      </w:pPr>
      <w:r w:rsidRPr="001300F0">
        <w:rPr>
          <w:rFonts w:hint="cs"/>
          <w:rtl/>
        </w:rPr>
        <w:lastRenderedPageBreak/>
        <w:t>ی</w:t>
      </w:r>
      <w:r w:rsidRPr="001300F0">
        <w:rPr>
          <w:rFonts w:hint="eastAsia"/>
          <w:rtl/>
        </w:rPr>
        <w:t>ہ</w:t>
      </w:r>
      <w:r w:rsidRPr="001300F0">
        <w:rPr>
          <w:rtl/>
        </w:rPr>
        <w:t xml:space="preserve"> کتاب برق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شکل م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ں</w:t>
      </w:r>
      <w:r w:rsidRPr="001300F0">
        <w:rPr>
          <w:rtl/>
        </w:rPr>
        <w:t xml:space="preserve"> نشرہوئ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ہے اور شبکہ الامام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ن</w:t>
      </w:r>
      <w:r w:rsidRPr="001300F0">
        <w:rPr>
          <w:rtl/>
        </w:rPr>
        <w:t xml:space="preserve"> الحسن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ن</w:t>
      </w:r>
      <w:r w:rsidRPr="001300F0">
        <w:rPr>
          <w:rtl/>
        </w:rPr>
        <w:t xml:space="preserve"> (عل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ہما</w:t>
      </w:r>
      <w:r w:rsidRPr="001300F0">
        <w:rPr>
          <w:rtl/>
        </w:rPr>
        <w:t xml:space="preserve"> السلام) کے گروہ علم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ک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نگران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م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ں</w:t>
      </w:r>
      <w:r w:rsidRPr="001300F0">
        <w:rPr>
          <w:rtl/>
        </w:rPr>
        <w:t xml:space="preserve"> اس ک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فن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طورپرتصح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ح</w:t>
      </w:r>
      <w:r w:rsidRPr="001300F0">
        <w:rPr>
          <w:rtl/>
        </w:rPr>
        <w:t xml:space="preserve"> اور تنظ</w:t>
      </w:r>
      <w:r w:rsidRPr="001300F0">
        <w:rPr>
          <w:rFonts w:hint="cs"/>
          <w:rtl/>
        </w:rPr>
        <w:t>ی</w:t>
      </w:r>
      <w:r w:rsidRPr="001300F0">
        <w:rPr>
          <w:rFonts w:hint="eastAsia"/>
          <w:rtl/>
        </w:rPr>
        <w:t>م</w:t>
      </w:r>
      <w:r w:rsidRPr="001300F0">
        <w:rPr>
          <w:rtl/>
        </w:rPr>
        <w:t xml:space="preserve"> ہوئ</w:t>
      </w:r>
      <w:r w:rsidRPr="001300F0">
        <w:rPr>
          <w:rFonts w:hint="cs"/>
          <w:rtl/>
        </w:rPr>
        <w:t>ی</w:t>
      </w:r>
      <w:r w:rsidRPr="001300F0">
        <w:rPr>
          <w:rtl/>
        </w:rPr>
        <w:t xml:space="preserve"> ہے</w:t>
      </w:r>
    </w:p>
    <w:p w:rsidR="00BD1C0F" w:rsidRDefault="00BD1C0F" w:rsidP="000A0CED">
      <w:pPr>
        <w:pStyle w:val="libNormal"/>
        <w:rPr>
          <w:rtl/>
        </w:rPr>
      </w:pPr>
      <w:r>
        <w:rPr>
          <w:rtl/>
        </w:rPr>
        <w:br w:type="page"/>
      </w:r>
    </w:p>
    <w:p w:rsidR="00BD1C0F" w:rsidRDefault="00BD1C0F" w:rsidP="005F0B0F">
      <w:pPr>
        <w:pStyle w:val="Heading2Center"/>
      </w:pPr>
      <w:bookmarkStart w:id="0" w:name="_Toc500161419"/>
      <w:r>
        <w:rPr>
          <w:rtl/>
        </w:rPr>
        <w:lastRenderedPageBreak/>
        <w:t>فصل :</w:t>
      </w:r>
      <w:r>
        <w:rPr>
          <w:rtl/>
          <w:lang w:bidi="fa-IR"/>
        </w:rPr>
        <w:t>۱</w:t>
      </w:r>
      <w:bookmarkEnd w:id="0"/>
    </w:p>
    <w:p w:rsidR="00BD1C0F" w:rsidRDefault="00BD1C0F" w:rsidP="0002678E">
      <w:pPr>
        <w:pStyle w:val="libArabic"/>
      </w:pPr>
      <w:r>
        <w:rPr>
          <w:rtl/>
        </w:rPr>
        <w:t>آل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BD1C0F" w:rsidRDefault="00BD1C0F" w:rsidP="005202BA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کائنات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کا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D14C41">
      <w:pPr>
        <w:pStyle w:val="libArabic"/>
      </w:pPr>
      <w:r>
        <w:rPr>
          <w:rtl/>
          <w:lang w:bidi="fa-IR"/>
        </w:rPr>
        <w:t>۱</w:t>
      </w:r>
      <w:r w:rsidRPr="00355782">
        <w:rPr>
          <w:rFonts w:hint="cs"/>
          <w:rtl/>
        </w:rPr>
        <w:t xml:space="preserve"> عن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کا ن </w:t>
      </w:r>
      <w:r>
        <w:rPr>
          <w:rFonts w:hint="cs"/>
          <w:rtl/>
        </w:rPr>
        <w:t>ی</w:t>
      </w:r>
      <w:r>
        <w:rPr>
          <w:rFonts w:hint="eastAsia"/>
          <w:rtl/>
        </w:rPr>
        <w:t>مربباب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ستة اش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 اذا خرج ال</w:t>
      </w:r>
      <w:r>
        <w:rPr>
          <w:rFonts w:hint="cs"/>
          <w:rtl/>
        </w:rPr>
        <w:t>ی</w:t>
      </w:r>
      <w:r>
        <w:rPr>
          <w:rtl/>
        </w:rPr>
        <w:t xml:space="preserve"> صلاة الفجر ،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:الصلاة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ب</w:t>
      </w:r>
      <w:r>
        <w:rPr>
          <w:rtl/>
        </w:rPr>
        <w:t xml:space="preserve"> عنکم الرجس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رکم</w:t>
      </w:r>
      <w:r>
        <w:rPr>
          <w:rtl/>
        </w:rPr>
        <w:t xml:space="preserve"> تط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Pr="00D50B2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تک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کا </w:t>
      </w:r>
      <w:r>
        <w:rPr>
          <w:rFonts w:hint="cs"/>
          <w:rtl/>
        </w:rPr>
        <w:t>یہ</w:t>
      </w:r>
      <w:r>
        <w:rPr>
          <w:rtl/>
        </w:rPr>
        <w:t xml:space="preserve"> معمول 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 نماز فجر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نکلت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</w:t>
      </w:r>
      <w:r>
        <w:rPr>
          <w:rtl/>
        </w:rPr>
        <w:t>واز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گزرت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!نماز قائم کرو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(اورپ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)ا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دور کرد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اورتم کوخوب پاک وصاف کرد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 xml:space="preserve">(۱)حوالاجات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 ترمذ</w:t>
      </w:r>
      <w:r>
        <w:rPr>
          <w:rFonts w:hint="cs"/>
          <w:rtl/>
        </w:rPr>
        <w:t>ی</w:t>
      </w:r>
      <w:r>
        <w:rPr>
          <w:rtl/>
        </w:rPr>
        <w:t xml:space="preserve"> ،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،۵:۳۵۲، رقم :۳۲۰۶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 xml:space="preserve">۔احمد بن حنبل ، المسند ، </w:t>
      </w:r>
      <w:r>
        <w:rPr>
          <w:rtl/>
        </w:rPr>
        <w:t xml:space="preserve">۳:۲۵۹، ۲۸۵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۔احمد بن حنبل ، فضائل الصحابہ ،</w:t>
      </w:r>
      <w:r>
        <w:rPr>
          <w:rtl/>
        </w:rPr>
        <w:t xml:space="preserve">۲:۷۶۱، رقم ۱۳۴۰،۱۳۴۱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5782">
        <w:rPr>
          <w:rFonts w:hint="cs"/>
          <w:rtl/>
        </w:rPr>
        <w:t>ہ</w:t>
      </w:r>
      <w:r>
        <w:rPr>
          <w:rtl/>
        </w:rPr>
        <w:t xml:space="preserve"> المصنف ، ۳۸۸۶،رقم ۳۲۲۷۲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الآحادوالمثان</w:t>
      </w:r>
      <w:r>
        <w:rPr>
          <w:rFonts w:hint="cs"/>
          <w:rtl/>
        </w:rPr>
        <w:t>ی</w:t>
      </w:r>
      <w:r>
        <w:rPr>
          <w:rtl/>
        </w:rPr>
        <w:t xml:space="preserve"> ،۵:۳۶۰،رقم :۳۲۲۷۲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۔عبدبن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،المسند :۳۲۷،رقم ۱۲۲۳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 xml:space="preserve">۔حاکم ، المستدرک ، </w:t>
      </w:r>
      <w:r>
        <w:rPr>
          <w:rtl/>
        </w:rPr>
        <w:t xml:space="preserve">۱۷۲۳، رقم ۴۷۴۸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،۳:۵۲رقم :۲۶۷۱ </w:t>
      </w:r>
    </w:p>
    <w:p w:rsidR="00BD1C0F" w:rsidRDefault="00BD1C0F" w:rsidP="00BD1C0F">
      <w:pPr>
        <w:pStyle w:val="libNormal"/>
      </w:pP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الکن</w:t>
      </w:r>
      <w:r>
        <w:rPr>
          <w:rFonts w:hint="cs"/>
          <w:rtl/>
        </w:rPr>
        <w:t>ی</w:t>
      </w:r>
      <w:r>
        <w:rPr>
          <w:rtl/>
        </w:rPr>
        <w:t xml:space="preserve"> (ص :۲۵،رقم:۲۶۷۱)م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الحمراء س</w:t>
      </w:r>
      <w:r w:rsidRPr="00355782">
        <w:rPr>
          <w:rFonts w:hint="cs"/>
          <w:rtl/>
        </w:rPr>
        <w:t>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کے اس عمل ک</w:t>
      </w:r>
      <w:r>
        <w:rPr>
          <w:rFonts w:hint="cs"/>
          <w:rtl/>
        </w:rPr>
        <w:t>ی</w:t>
      </w:r>
      <w:r>
        <w:rPr>
          <w:rtl/>
        </w:rPr>
        <w:t xml:space="preserve"> مدت نو ما</w:t>
      </w:r>
      <w:r w:rsidRPr="00355782">
        <w:rPr>
          <w:rFonts w:hint="cs"/>
          <w:rtl/>
        </w:rPr>
        <w:t>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۱۰</w:t>
      </w:r>
      <w:r w:rsidRPr="00355782">
        <w:rPr>
          <w:rFonts w:hint="cs"/>
          <w:rtl/>
        </w:rPr>
        <w:t>۔عبدبن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355782">
        <w:rPr>
          <w:rFonts w:hint="cs"/>
          <w:rtl/>
        </w:rPr>
        <w:t>ے المسند (ص:</w:t>
      </w:r>
      <w:r>
        <w:rPr>
          <w:rtl/>
        </w:rPr>
        <w:t>۱۷۳،رقم ۴۷۵)م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355782">
        <w:rPr>
          <w:rFonts w:hint="cs"/>
          <w:rtl/>
        </w:rPr>
        <w:t>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۱۱</w:t>
      </w:r>
      <w:r w:rsidRPr="00355782">
        <w:rPr>
          <w:rFonts w:hint="cs"/>
          <w:rtl/>
        </w:rPr>
        <w:t>۔ابن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355782">
        <w:rPr>
          <w:rFonts w:hint="cs"/>
          <w:rtl/>
        </w:rPr>
        <w:t>ے طبقات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باصب</w:t>
      </w:r>
      <w:r w:rsidRPr="00355782">
        <w:rPr>
          <w:rFonts w:hint="cs"/>
          <w:rtl/>
        </w:rPr>
        <w:t>ہان (</w:t>
      </w:r>
      <w:r>
        <w:rPr>
          <w:rtl/>
        </w:rPr>
        <w:t>۴:۱۴۸)م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Pr="00355782">
        <w:rPr>
          <w:rFonts w:hint="cs"/>
          <w:rtl/>
        </w:rPr>
        <w:t>ہ سے مرو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آ</w:t>
      </w:r>
      <w:r w:rsidRPr="00355782">
        <w:rPr>
          <w:rFonts w:hint="cs"/>
          <w:rtl/>
        </w:rPr>
        <w:t>ٹھ</w:t>
      </w:r>
      <w:r>
        <w:rPr>
          <w:rtl/>
        </w:rPr>
        <w:t xml:space="preserve"> ما</w:t>
      </w:r>
      <w:r w:rsidRPr="00355782">
        <w:rPr>
          <w:rFonts w:hint="cs"/>
          <w:rtl/>
        </w:rPr>
        <w:t>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>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اسد الغاب</w:t>
      </w:r>
      <w:r w:rsidRPr="00355782">
        <w:rPr>
          <w:rFonts w:hint="cs"/>
          <w:rtl/>
        </w:rPr>
        <w:t>ہ ف</w:t>
      </w:r>
      <w:r>
        <w:rPr>
          <w:rFonts w:hint="cs"/>
          <w:rtl/>
        </w:rPr>
        <w:t>ی</w:t>
      </w:r>
      <w:r>
        <w:rPr>
          <w:rtl/>
        </w:rPr>
        <w:t xml:space="preserve"> معرفة الصحاب</w:t>
      </w:r>
      <w:r w:rsidRPr="00355782">
        <w:rPr>
          <w:rFonts w:hint="cs"/>
          <w:rtl/>
        </w:rPr>
        <w:t xml:space="preserve">ہ ، </w:t>
      </w:r>
      <w:r>
        <w:rPr>
          <w:rtl/>
        </w:rPr>
        <w:t xml:space="preserve">۷:۲۱۸ </w:t>
      </w:r>
    </w:p>
    <w:p w:rsidR="00BD1C0F" w:rsidRDefault="00BD1C0F" w:rsidP="005202BA">
      <w:pPr>
        <w:pStyle w:val="libFootnote"/>
      </w:pPr>
      <w:r>
        <w:rPr>
          <w:rtl/>
        </w:rPr>
        <w:t>۱۳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 ء ۲:۱۳۴ </w:t>
      </w:r>
    </w:p>
    <w:p w:rsidR="00BD1C0F" w:rsidRDefault="00BD1C0F" w:rsidP="005202BA">
      <w:pPr>
        <w:pStyle w:val="libFootnote"/>
      </w:pPr>
      <w:r>
        <w:rPr>
          <w:rtl/>
        </w:rPr>
        <w:t>۱۴</w:t>
      </w:r>
      <w:r w:rsidRPr="00355782">
        <w:rPr>
          <w:rFonts w:hint="cs"/>
          <w:rtl/>
        </w:rPr>
        <w:t>۔مز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،۳۵، ۲۵۰،۲۵۱ </w:t>
      </w:r>
    </w:p>
    <w:p w:rsidR="00BD1C0F" w:rsidRDefault="00BD1C0F" w:rsidP="005202BA">
      <w:pPr>
        <w:pStyle w:val="libFootnote"/>
      </w:pPr>
      <w:r>
        <w:rPr>
          <w:rtl/>
        </w:rPr>
        <w:t>۱۵</w:t>
      </w:r>
      <w:r w:rsidRPr="00355782">
        <w:rPr>
          <w:rFonts w:hint="cs"/>
          <w:rtl/>
        </w:rPr>
        <w:t>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رالقرآن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۳:۴۸۳ 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الدرالمنثور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بالماثور (۵:۶۱۳)م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الدالمنثور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بالماثور (۶:۲۰۷)م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ابوالحمراء س</w:t>
      </w:r>
      <w:r w:rsidRPr="00355782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۱۸</w:t>
      </w:r>
      <w:r w:rsidRPr="00355782">
        <w:rPr>
          <w:rFonts w:hint="cs"/>
          <w:rtl/>
        </w:rPr>
        <w:t>۔</w:t>
      </w:r>
      <w:r>
        <w:rPr>
          <w:rtl/>
        </w:rPr>
        <w:t>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،فتح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،۴:۲۸۰ </w:t>
      </w:r>
    </w:p>
    <w:p w:rsidR="0002678E" w:rsidRDefault="0002678E" w:rsidP="0002678E">
      <w:pPr>
        <w:pStyle w:val="libArabic"/>
        <w:rPr>
          <w:rtl/>
          <w:lang w:bidi="fa-IR"/>
        </w:rPr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۲</w:t>
      </w:r>
      <w:r w:rsidRPr="00355782">
        <w:rPr>
          <w:rFonts w:hint="cs"/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:انما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ب</w:t>
      </w:r>
      <w:r>
        <w:rPr>
          <w:rtl/>
        </w:rPr>
        <w:t xml:space="preserve"> عنکم الرجس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355782">
        <w:rPr>
          <w:rFonts w:hint="cs"/>
          <w:rtl/>
        </w:rPr>
        <w:t>قال :نزلت ف</w:t>
      </w:r>
      <w:r>
        <w:rPr>
          <w:rFonts w:hint="cs"/>
          <w:rtl/>
        </w:rPr>
        <w:t>ی</w:t>
      </w:r>
      <w:r>
        <w:rPr>
          <w:rtl/>
        </w:rPr>
        <w:t xml:space="preserve"> خمسة:ف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وعل</w:t>
      </w:r>
      <w:r>
        <w:rPr>
          <w:rFonts w:hint="cs"/>
          <w:rtl/>
        </w:rPr>
        <w:t>ی</w:t>
      </w:r>
      <w:r>
        <w:rPr>
          <w:rtl/>
        </w:rPr>
        <w:t xml:space="preserve">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،والحسن،والحس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۲)</w:t>
      </w:r>
      <w:r>
        <w:rPr>
          <w:rtl/>
          <w:lang w:bidi="fa-IR"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ارشاد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۔۔۔۔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رطرح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دور کرد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۔۔۔۔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پانچ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۔۔۔۔</w:t>
      </w:r>
      <w:r w:rsidRPr="00355782">
        <w:rPr>
          <w:rFonts w:hint="cs"/>
          <w:rtl/>
        </w:rPr>
        <w:t>حضرت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عل</w:t>
      </w:r>
      <w:r>
        <w:rPr>
          <w:rFonts w:hint="cs"/>
          <w:rtl/>
        </w:rPr>
        <w:t>ی</w:t>
      </w:r>
      <w:r>
        <w:rPr>
          <w:rtl/>
        </w:rPr>
        <w:t xml:space="preserve"> ،فاطم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 حسن،حس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۔۔۔</w:t>
      </w:r>
      <w:r>
        <w:rPr>
          <w:rtl/>
        </w:rPr>
        <w:t>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5202BA" w:rsidP="005202BA">
      <w:pPr>
        <w:pStyle w:val="libFootnote"/>
      </w:pPr>
      <w:r>
        <w:rPr>
          <w:rtl/>
        </w:rPr>
        <w:t xml:space="preserve"> </w:t>
      </w:r>
      <w:r w:rsidR="00BD1C0F">
        <w:rPr>
          <w:rtl/>
        </w:rPr>
        <w:t xml:space="preserve">(۲)حوالاجات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، المجعم الاوسط،۳:۳۸۰، رقم :۳۴۵۶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۱:۲۳۱،رقم :۳۷۵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۳</w:t>
      </w:r>
      <w:r w:rsidRPr="00355782">
        <w:rPr>
          <w:rFonts w:hint="cs"/>
          <w:rtl/>
        </w:rPr>
        <w:t>۔ابن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طبقات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باصب</w:t>
      </w:r>
      <w:r w:rsidRPr="00355782">
        <w:rPr>
          <w:rFonts w:hint="cs"/>
          <w:rtl/>
        </w:rPr>
        <w:t xml:space="preserve">ہان ، </w:t>
      </w:r>
      <w:r>
        <w:rPr>
          <w:rtl/>
        </w:rPr>
        <w:t xml:space="preserve">۳:۳۸۴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بغداد،۱۰:۲۷۸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۔طبر</w:t>
      </w:r>
      <w:r>
        <w:rPr>
          <w:rFonts w:hint="cs"/>
          <w:rtl/>
        </w:rPr>
        <w:t>ی</w:t>
      </w:r>
      <w:r>
        <w:rPr>
          <w:rtl/>
        </w:rPr>
        <w:t xml:space="preserve"> ،جامع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رالقرآن</w:t>
      </w:r>
      <w:r>
        <w:rPr>
          <w:rtl/>
        </w:rPr>
        <w:t xml:space="preserve"> ۲۲:۶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" w:name="_Toc500161420"/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tl/>
          <w:lang w:bidi="fa-IR"/>
        </w:rPr>
        <w:t>۲:</w:t>
      </w:r>
      <w:bookmarkEnd w:id="1"/>
    </w:p>
    <w:p w:rsidR="00BD1C0F" w:rsidRDefault="00BD1C0F" w:rsidP="0002678E">
      <w:pPr>
        <w:pStyle w:val="libArabic"/>
      </w:pPr>
      <w:r>
        <w:rPr>
          <w:rFonts w:hint="eastAsia"/>
          <w:rtl/>
        </w:rPr>
        <w:t>آل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کساء</w:t>
      </w:r>
      <w:r>
        <w:rPr>
          <w:rtl/>
        </w:rPr>
        <w:t xml:space="preserve"> </w:t>
      </w:r>
    </w:p>
    <w:p w:rsidR="00BD1C0F" w:rsidRPr="005202BA" w:rsidRDefault="00BD1C0F" w:rsidP="005202BA">
      <w:pPr>
        <w:pStyle w:val="libNormal"/>
      </w:pPr>
      <w:r w:rsidRPr="005202BA">
        <w:rPr>
          <w:rFonts w:hint="eastAsia"/>
          <w:rtl/>
        </w:rPr>
        <w:t>س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دہ</w:t>
      </w:r>
      <w:r w:rsidRPr="005202BA">
        <w:rPr>
          <w:rtl/>
        </w:rPr>
        <w:t xml:space="preserve"> سلام اللہ عل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ھا</w:t>
      </w:r>
      <w:r w:rsidRPr="005202BA">
        <w:rPr>
          <w:rtl/>
        </w:rPr>
        <w:t xml:space="preserve"> کا گھرانہ ہ</w:t>
      </w:r>
      <w:r w:rsidRPr="005202BA">
        <w:rPr>
          <w:rFonts w:hint="cs"/>
          <w:rtl/>
        </w:rPr>
        <w:t>ی</w:t>
      </w:r>
      <w:r w:rsidRPr="005202BA">
        <w:rPr>
          <w:rtl/>
        </w:rPr>
        <w:t xml:space="preserve"> اہل کساء ہے </w:t>
      </w:r>
    </w:p>
    <w:p w:rsidR="00BD1C0F" w:rsidRDefault="00BD1C0F" w:rsidP="00D14C41">
      <w:pPr>
        <w:pStyle w:val="libArabic"/>
      </w:pPr>
      <w:r>
        <w:rPr>
          <w:rtl/>
          <w:lang w:bidi="fa-IR"/>
        </w:rPr>
        <w:t>۳</w:t>
      </w:r>
      <w:r>
        <w:rPr>
          <w:rFonts w:hint="cs"/>
          <w:rtl/>
        </w:rPr>
        <w:t>عن صفی</w:t>
      </w:r>
      <w:r>
        <w:rPr>
          <w:rFonts w:hint="eastAsia"/>
          <w:rtl/>
        </w:rPr>
        <w:t>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،قالت :عائش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:خرج النبی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غداة واعلی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مرط مرحل من شعر اسود</w:t>
      </w:r>
      <w:r>
        <w:rPr>
          <w:rFonts w:hint="cs"/>
          <w:rtl/>
        </w:rPr>
        <w:t>فجاء الحسن بن علی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فادخل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، ثم جاء الحسی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فدخل مع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،ثم جاء 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فادخل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ثم جاء علی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فادخل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،ثم</w:t>
      </w:r>
      <w:r>
        <w:rPr>
          <w:rtl/>
        </w:rPr>
        <w:t xml:space="preserve"> قال :انما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لی</w:t>
      </w:r>
      <w:r>
        <w:rPr>
          <w:rFonts w:hint="eastAsia"/>
          <w:rtl/>
        </w:rPr>
        <w:t>ذ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عنکم الرجس 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رکم</w:t>
      </w:r>
      <w:r>
        <w:rPr>
          <w:rtl/>
        </w:rPr>
        <w:t xml:space="preserve"> تط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Pr="00D50B24">
        <w:rPr>
          <w:rStyle w:val="libFootnotenumChar"/>
          <w:rtl/>
        </w:rPr>
        <w:t xml:space="preserve">(۳) </w:t>
      </w:r>
    </w:p>
    <w:p w:rsidR="00BD1C0F" w:rsidRDefault="00BD1C0F" w:rsidP="00BD1C0F">
      <w:pPr>
        <w:pStyle w:val="libNormal"/>
      </w:pPr>
      <w:r>
        <w:rPr>
          <w:rtl/>
        </w:rPr>
        <w:t>"صف</w:t>
      </w:r>
      <w:r>
        <w:rPr>
          <w:rFonts w:hint="cs"/>
          <w:rtl/>
        </w:rPr>
        <w:t>یہ</w:t>
      </w:r>
      <w:r>
        <w:rPr>
          <w:rtl/>
        </w:rPr>
        <w:t xml:space="preserve"> بنت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صبح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وقت با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درآں حال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او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اون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کجاووں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نقش بن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پس حضرت</w:t>
      </w:r>
      <w:r>
        <w:rPr>
          <w:rtl/>
        </w:rPr>
        <w:t xml:space="preserve"> حسن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 آئ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ر حضرت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چادرم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</w:t>
      </w:r>
      <w:r>
        <w:rPr>
          <w:rtl/>
        </w:rPr>
        <w:t xml:space="preserve"> حض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کرم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وج</w:t>
      </w:r>
      <w:r>
        <w:rPr>
          <w:rFonts w:hint="cs"/>
          <w:rtl/>
        </w:rPr>
        <w:t>ھہ</w:t>
      </w:r>
      <w:r w:rsidRPr="0035578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چادرم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:"ا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!"الل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 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(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رطرح ک</w:t>
      </w:r>
      <w:r>
        <w:rPr>
          <w:rFonts w:hint="cs"/>
          <w:rtl/>
        </w:rPr>
        <w:t>ی</w:t>
      </w:r>
      <w:r>
        <w:rPr>
          <w:rtl/>
        </w:rPr>
        <w:t xml:space="preserve"> )آلودگ</w:t>
      </w:r>
      <w:r>
        <w:rPr>
          <w:rFonts w:hint="cs"/>
          <w:rtl/>
        </w:rPr>
        <w:t>ی</w:t>
      </w:r>
      <w:r>
        <w:rPr>
          <w:rtl/>
        </w:rPr>
        <w:t xml:space="preserve"> دور کرد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اورتم کو خو ب پاک وصاف کرد</w:t>
      </w:r>
      <w:r>
        <w:rPr>
          <w:rFonts w:hint="cs"/>
          <w:rtl/>
        </w:rPr>
        <w:t>ے</w:t>
      </w:r>
      <w:r>
        <w:rPr>
          <w:rtl/>
        </w:rPr>
        <w:t xml:space="preserve"> 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5202BA" w:rsidP="005202BA">
      <w:pPr>
        <w:pStyle w:val="libFootnote"/>
      </w:pPr>
      <w:r>
        <w:rPr>
          <w:rtl/>
        </w:rPr>
        <w:t xml:space="preserve"> </w:t>
      </w:r>
      <w:r w:rsidR="00BD1C0F">
        <w:rPr>
          <w:rtl/>
        </w:rPr>
        <w:t xml:space="preserve">(۳) حوالاجات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۔مسلم،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،۴:۱۸۸۳،رقم :۲۴۲۴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5782">
        <w:rPr>
          <w:rFonts w:hint="cs"/>
          <w:rtl/>
        </w:rPr>
        <w:t>ہ،المصنف،</w:t>
      </w:r>
      <w:r>
        <w:rPr>
          <w:rtl/>
        </w:rPr>
        <w:t xml:space="preserve">۶:۳۷۰،رقم :۳۶۱۰۲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 xml:space="preserve">۔احمد بن حنبل ،فضائل الصحابہ </w:t>
      </w:r>
      <w:r>
        <w:rPr>
          <w:rtl/>
        </w:rPr>
        <w:t xml:space="preserve">،۲:۶۷۲،رقم ۱۱۴۹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۴</w:t>
      </w:r>
      <w:r w:rsidRPr="00355782">
        <w:rPr>
          <w:rFonts w:hint="cs"/>
          <w:rtl/>
        </w:rPr>
        <w:t>۔ابن راہو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ہ،المسند</w:t>
      </w:r>
      <w:r>
        <w:rPr>
          <w:rtl/>
        </w:rPr>
        <w:t xml:space="preserve"> ،۳:۶۷۸،رقم۱۲۷۱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۔حاکم المستدرک ،</w:t>
      </w:r>
      <w:r>
        <w:rPr>
          <w:rtl/>
        </w:rPr>
        <w:t xml:space="preserve">۳:۱۵۹،رقم ۴۷۰۵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السنن الکبر</w:t>
      </w:r>
      <w:r>
        <w:rPr>
          <w:rFonts w:hint="cs"/>
          <w:rtl/>
        </w:rPr>
        <w:t>ی</w:t>
      </w:r>
      <w:r>
        <w:rPr>
          <w:rtl/>
        </w:rPr>
        <w:t xml:space="preserve"> ،۲:۱۴۹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۔طبر</w:t>
      </w:r>
      <w:r>
        <w:rPr>
          <w:rFonts w:hint="cs"/>
          <w:rtl/>
        </w:rPr>
        <w:t>ی</w:t>
      </w:r>
      <w:r>
        <w:rPr>
          <w:rtl/>
        </w:rPr>
        <w:t xml:space="preserve">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رالقرآن</w:t>
      </w:r>
      <w:r>
        <w:rPr>
          <w:rtl/>
        </w:rPr>
        <w:t xml:space="preserve"> ۲۲:۶،۷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۔بغو</w:t>
      </w:r>
      <w:r>
        <w:rPr>
          <w:rFonts w:hint="cs"/>
          <w:rtl/>
        </w:rPr>
        <w:t>ی</w:t>
      </w:r>
      <w:r>
        <w:rPr>
          <w:rtl/>
        </w:rPr>
        <w:t xml:space="preserve"> معالم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،۵۲۹۳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،۳:۴۸۵ 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الدر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بالماثور ۶:۶۰۵ </w:t>
      </w:r>
    </w:p>
    <w:p w:rsidR="00BD1C0F" w:rsidRDefault="00BD1C0F" w:rsidP="00D14C41">
      <w:pPr>
        <w:pStyle w:val="libArabic"/>
      </w:pPr>
      <w:r>
        <w:rPr>
          <w:rtl/>
        </w:rPr>
        <w:t>(</w:t>
      </w:r>
      <w:r>
        <w:rPr>
          <w:rtl/>
          <w:lang w:bidi="fa-IR"/>
        </w:rPr>
        <w:t>۴</w:t>
      </w:r>
      <w:r>
        <w:rPr>
          <w:rtl/>
        </w:rPr>
        <w:t xml:space="preserve">) </w:t>
      </w:r>
      <w:r>
        <w:rPr>
          <w:rFonts w:hint="eastAsia"/>
          <w:rtl/>
        </w:rPr>
        <w:t>عن</w:t>
      </w:r>
      <w:r>
        <w:rPr>
          <w:rtl/>
        </w:rPr>
        <w:t xml:space="preserve"> عمر ابن اب</w:t>
      </w:r>
      <w:r>
        <w:rPr>
          <w:rFonts w:hint="cs"/>
          <w:rtl/>
        </w:rPr>
        <w:t>ی</w:t>
      </w:r>
      <w:r>
        <w:rPr>
          <w:rtl/>
        </w:rPr>
        <w:t xml:space="preserve"> سلمة رب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قال:لما نزلت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الآ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(انما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ب</w:t>
      </w:r>
      <w:r>
        <w:rPr>
          <w:rtl/>
        </w:rPr>
        <w:t xml:space="preserve"> عنکم الرجس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رکم</w:t>
      </w:r>
      <w:r>
        <w:rPr>
          <w:rtl/>
        </w:rPr>
        <w:t xml:space="preserve"> تط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)ف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 سلمة ،فدعافاطم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وحسنا</w:t>
      </w:r>
      <w:r>
        <w:rPr>
          <w:rtl/>
        </w:rPr>
        <w:t xml:space="preserve"> وحس</w:t>
      </w:r>
      <w:r>
        <w:rPr>
          <w:rFonts w:hint="cs"/>
          <w:rtl/>
        </w:rPr>
        <w:t>ی</w:t>
      </w:r>
      <w:r>
        <w:rPr>
          <w:rFonts w:hint="eastAsia"/>
          <w:rtl/>
        </w:rPr>
        <w:t>نارض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فجلل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بکساء وعل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خلف ظ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فجلل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بکساء ،ثم قال:الل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م!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ولاء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،فاذ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ب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الرجس وط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تط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"پرورد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عمربن اب</w:t>
      </w:r>
      <w:r>
        <w:rPr>
          <w:rFonts w:hint="cs"/>
          <w:rtl/>
        </w:rPr>
        <w:t>ی</w:t>
      </w:r>
      <w:r>
        <w:rPr>
          <w:rtl/>
        </w:rPr>
        <w:t xml:space="preserve"> سلم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پر حضرت ام سلم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(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دورکرد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اورتم کو خوب پاک وصاف کر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 xml:space="preserve">نازل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توآپ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حسن اورحضرت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355782">
        <w:rPr>
          <w:rFonts w:hint="cs"/>
          <w:rtl/>
        </w:rPr>
        <w:t>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:ال</w:t>
      </w:r>
      <w:r>
        <w:rPr>
          <w:rFonts w:hint="cs"/>
          <w:rtl/>
        </w:rPr>
        <w:t>ہیٰ</w:t>
      </w:r>
      <w:r>
        <w:rPr>
          <w:rtl/>
        </w:rPr>
        <w:t xml:space="preserve"> !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نجاست دور کراوران کو خوب پاک وصاف کرد</w:t>
      </w:r>
      <w:r>
        <w:rPr>
          <w:rFonts w:hint="cs"/>
          <w:rtl/>
        </w:rPr>
        <w:t>ے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۔ترمذ</w:t>
      </w:r>
      <w:r>
        <w:rPr>
          <w:rFonts w:hint="cs"/>
          <w:rtl/>
        </w:rPr>
        <w:t>ی</w:t>
      </w:r>
      <w:r>
        <w:rPr>
          <w:rtl/>
        </w:rPr>
        <w:t xml:space="preserve"> ،الجامع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355782">
        <w:rPr>
          <w:rFonts w:hint="cs"/>
          <w:rtl/>
        </w:rPr>
        <w:t>۔</w:t>
      </w:r>
      <w:r>
        <w:rPr>
          <w:rtl/>
        </w:rPr>
        <w:t xml:space="preserve">۵:۳۵۱،۶۶۳،رقم :۳۲۰۵،۷۸۷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۔احمد بن حنبل ، المسند ،</w:t>
      </w:r>
      <w:r>
        <w:rPr>
          <w:rtl/>
        </w:rPr>
        <w:t xml:space="preserve">۶:۲۹۲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۔احمد بن حنبل فضائل الصحابہ ،</w:t>
      </w:r>
      <w:r>
        <w:rPr>
          <w:rtl/>
        </w:rPr>
        <w:t xml:space="preserve">۲:۵۸۷،رقم :۹۹۴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۴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’السنن الکبر</w:t>
      </w:r>
      <w:r>
        <w:rPr>
          <w:rFonts w:hint="cs"/>
          <w:rtl/>
        </w:rPr>
        <w:t>ی</w:t>
      </w:r>
      <w:r>
        <w:rPr>
          <w:rtl/>
        </w:rPr>
        <w:t xml:space="preserve"> (۲:۱۵۰)م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ذرا مختلف انداز ک</w:t>
      </w:r>
      <w:r w:rsidRPr="00355782">
        <w:rPr>
          <w:rFonts w:hint="cs"/>
          <w:rtl/>
        </w:rPr>
        <w:t>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۔حاکم ، المستدرک ،</w:t>
      </w:r>
      <w:r>
        <w:rPr>
          <w:rtl/>
        </w:rPr>
        <w:t xml:space="preserve">۲:۴۵۱،رقم :۳۵۵۸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 xml:space="preserve">۔حاکم المستدرک </w:t>
      </w:r>
      <w:r>
        <w:rPr>
          <w:rtl/>
        </w:rPr>
        <w:t xml:space="preserve">۳:۱۵۸،رقم :۴۷۰۵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،۳:۵۴،رقم ۲۶۶۲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،المعجم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۹:۲۵،رقم:۸۲۹۵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، المعجم الاوسط، ۴:۱۳۴،رقم :۳۷۹۹ 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35578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الاعتقاد:۳۲۷ </w:t>
      </w:r>
    </w:p>
    <w:p w:rsidR="00BD1C0F" w:rsidRDefault="00BD1C0F" w:rsidP="005202BA">
      <w:pPr>
        <w:pStyle w:val="libFootnote"/>
      </w:pPr>
      <w:r>
        <w:rPr>
          <w:rtl/>
        </w:rPr>
        <w:t>۱۱</w:t>
      </w:r>
      <w:r w:rsidRPr="00355782">
        <w:rPr>
          <w:rFonts w:hint="cs"/>
          <w:rtl/>
        </w:rPr>
        <w:t>۔خط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بغداد۹:۱۲۶ 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>۔خط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موضع او</w:t>
      </w:r>
      <w:r w:rsidRPr="00355782">
        <w:rPr>
          <w:rFonts w:hint="cs"/>
          <w:rtl/>
        </w:rPr>
        <w:t>ہام الجمع ولتفر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۲:۳۱۳ </w:t>
      </w:r>
    </w:p>
    <w:p w:rsidR="00BD1C0F" w:rsidRDefault="00BD1C0F" w:rsidP="005202BA">
      <w:pPr>
        <w:pStyle w:val="libFootnote"/>
      </w:pPr>
      <w:r>
        <w:rPr>
          <w:rtl/>
        </w:rPr>
        <w:t>۱۳</w:t>
      </w:r>
      <w:r w:rsidRPr="00355782">
        <w:rPr>
          <w:rFonts w:hint="cs"/>
          <w:rtl/>
        </w:rPr>
        <w:t>۔دولاب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ۃ</w:t>
      </w:r>
      <w:r>
        <w:rPr>
          <w:rtl/>
        </w:rPr>
        <w:t xml:space="preserve"> الطا</w:t>
      </w:r>
      <w:r w:rsidRPr="00355782">
        <w:rPr>
          <w:rFonts w:hint="cs"/>
          <w:rtl/>
        </w:rPr>
        <w:t>ہرہ :</w:t>
      </w:r>
      <w:r>
        <w:rPr>
          <w:rtl/>
        </w:rPr>
        <w:t xml:space="preserve">۱۰۷،۱۰۸،رقم :۲۰۱ </w:t>
      </w:r>
    </w:p>
    <w:p w:rsidR="00BD1C0F" w:rsidRDefault="00BD1C0F" w:rsidP="005202BA">
      <w:pPr>
        <w:pStyle w:val="libFootnote"/>
      </w:pPr>
      <w:r>
        <w:rPr>
          <w:rtl/>
        </w:rPr>
        <w:t>۱۴</w:t>
      </w:r>
      <w:r w:rsidRPr="00355782">
        <w:rPr>
          <w:rFonts w:hint="cs"/>
          <w:rtl/>
        </w:rPr>
        <w:t>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 w:rsidRPr="00355782">
        <w:rPr>
          <w:rFonts w:hint="cs"/>
          <w:rtl/>
        </w:rPr>
        <w:t>ے</w:t>
      </w:r>
      <w:r>
        <w:rPr>
          <w:rtl/>
        </w:rPr>
        <w:t xml:space="preserve"> اسدالغاب</w:t>
      </w:r>
      <w:r w:rsidRPr="00355782">
        <w:rPr>
          <w:rFonts w:hint="cs"/>
          <w:rtl/>
        </w:rPr>
        <w:t>ہ ف</w:t>
      </w:r>
      <w:r>
        <w:rPr>
          <w:rFonts w:hint="cs"/>
          <w:rtl/>
        </w:rPr>
        <w:t>ی</w:t>
      </w:r>
      <w:r>
        <w:rPr>
          <w:rtl/>
        </w:rPr>
        <w:t xml:space="preserve"> معرفة الصحاب</w:t>
      </w:r>
      <w:r w:rsidRPr="00355782">
        <w:rPr>
          <w:rFonts w:hint="cs"/>
          <w:rtl/>
        </w:rPr>
        <w:t>ہ(</w:t>
      </w:r>
      <w:r>
        <w:rPr>
          <w:rtl/>
        </w:rPr>
        <w:t>۷:۲۱۸)م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 سلم</w:t>
      </w:r>
      <w:r w:rsidRPr="00355782">
        <w:rPr>
          <w:rFonts w:hint="cs"/>
          <w:rtl/>
        </w:rPr>
        <w:t>ہ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Pr="00355782">
        <w:rPr>
          <w:rFonts w:hint="cs"/>
          <w:rtl/>
        </w:rPr>
        <w:t>ھاسے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۱۵</w:t>
      </w:r>
      <w:r w:rsidRPr="00355782">
        <w:rPr>
          <w:rFonts w:hint="cs"/>
          <w:rtl/>
        </w:rPr>
        <w:t>۔عسقلان</w:t>
      </w:r>
      <w:r>
        <w:rPr>
          <w:rFonts w:hint="cs"/>
          <w:rtl/>
        </w:rPr>
        <w:t>ی</w:t>
      </w:r>
      <w:r>
        <w:rPr>
          <w:rtl/>
        </w:rPr>
        <w:t xml:space="preserve"> ، فتح البار</w:t>
      </w:r>
      <w:r>
        <w:rPr>
          <w:rFonts w:hint="cs"/>
          <w:rtl/>
        </w:rPr>
        <w:t>ی</w:t>
      </w:r>
      <w:r>
        <w:rPr>
          <w:rtl/>
        </w:rPr>
        <w:t xml:space="preserve">۷:۱۳۸ 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۔عسقلان</w:t>
      </w:r>
      <w:r>
        <w:rPr>
          <w:rFonts w:hint="cs"/>
          <w:rtl/>
        </w:rPr>
        <w:t>ی</w:t>
      </w:r>
      <w:r>
        <w:rPr>
          <w:rtl/>
        </w:rPr>
        <w:t xml:space="preserve"> الاصاب</w:t>
      </w:r>
      <w:r w:rsidRPr="00355782">
        <w:rPr>
          <w:rFonts w:hint="cs"/>
          <w:rtl/>
        </w:rPr>
        <w:t>ہ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۳:۴۰۵ 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۔طبر</w:t>
      </w:r>
      <w:r>
        <w:rPr>
          <w:rFonts w:hint="cs"/>
          <w:rtl/>
        </w:rPr>
        <w:t>ی</w:t>
      </w:r>
      <w:r>
        <w:rPr>
          <w:rtl/>
        </w:rPr>
        <w:t xml:space="preserve"> ،جامع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</w:t>
      </w:r>
      <w:r w:rsidRPr="00355782">
        <w:rPr>
          <w:rFonts w:hint="cs"/>
          <w:rtl/>
        </w:rPr>
        <w:t>۔</w:t>
      </w:r>
      <w:r>
        <w:rPr>
          <w:rtl/>
        </w:rPr>
        <w:t xml:space="preserve">۲۲:۷ </w:t>
      </w:r>
    </w:p>
    <w:p w:rsidR="00BD1C0F" w:rsidRDefault="00BD1C0F" w:rsidP="005202BA">
      <w:pPr>
        <w:pStyle w:val="libFootnote"/>
      </w:pPr>
      <w:r>
        <w:rPr>
          <w:rtl/>
        </w:rPr>
        <w:t>۱۸</w:t>
      </w:r>
      <w:r w:rsidRPr="00355782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الددالمثور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ربالماثور</w:t>
      </w:r>
      <w:r>
        <w:rPr>
          <w:rtl/>
        </w:rPr>
        <w:t xml:space="preserve"> ۶:۲۰۴ </w:t>
      </w:r>
    </w:p>
    <w:p w:rsidR="00BD1C0F" w:rsidRDefault="00BD1C0F" w:rsidP="005202BA">
      <w:pPr>
        <w:pStyle w:val="libFootnote"/>
      </w:pPr>
      <w:r>
        <w:rPr>
          <w:rtl/>
        </w:rPr>
        <w:t>۱۹</w:t>
      </w:r>
      <w:r w:rsidRPr="00355782">
        <w:rPr>
          <w:rFonts w:hint="cs"/>
          <w:rtl/>
        </w:rPr>
        <w:t>۔شوکان</w:t>
      </w:r>
      <w:r>
        <w:rPr>
          <w:rFonts w:hint="cs"/>
          <w:rtl/>
        </w:rPr>
        <w:t>ی</w:t>
      </w:r>
      <w:r>
        <w:rPr>
          <w:rtl/>
        </w:rPr>
        <w:t xml:space="preserve">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۴:۲۷۹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2" w:name="_Toc500161421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۳</w:t>
      </w:r>
      <w:bookmarkEnd w:id="2"/>
    </w:p>
    <w:p w:rsidR="00BD1C0F" w:rsidRDefault="00BD1C0F" w:rsidP="0002678E">
      <w:pPr>
        <w:pStyle w:val="libArabic"/>
      </w:pP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BD1C0F" w:rsidRDefault="00BD1C0F" w:rsidP="005202BA">
      <w:pPr>
        <w:pStyle w:val="libNormal"/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سب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انوں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D14C41">
      <w:pPr>
        <w:pStyle w:val="libArabic"/>
      </w:pPr>
      <w:r>
        <w:rPr>
          <w:rtl/>
          <w:lang w:bidi="fa-IR"/>
        </w:rPr>
        <w:t>۵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و ف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!الا 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تکون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ذاالامة وس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</w:t>
      </w:r>
    </w:p>
    <w:p w:rsidR="00BD1C0F" w:rsidRDefault="00BD1C0F" w:rsidP="00BD1C0F">
      <w:pPr>
        <w:pStyle w:val="libNormal"/>
      </w:pPr>
      <w:r>
        <w:rPr>
          <w:rtl/>
        </w:rPr>
        <w:t>"حضرت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اتون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توتمام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انوں ک</w:t>
      </w:r>
      <w:r>
        <w:rPr>
          <w:rFonts w:hint="cs"/>
          <w:rtl/>
        </w:rPr>
        <w:t>ی</w:t>
      </w:r>
      <w:r>
        <w:rPr>
          <w:rtl/>
        </w:rPr>
        <w:t xml:space="preserve"> عورتوں 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امت ک</w:t>
      </w:r>
      <w:r>
        <w:rPr>
          <w:rFonts w:hint="cs"/>
          <w:rtl/>
        </w:rPr>
        <w:t>ی</w:t>
      </w:r>
      <w:r>
        <w:rPr>
          <w:rtl/>
        </w:rPr>
        <w:t xml:space="preserve"> تمام عورتوں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tl/>
        </w:rPr>
        <w:t xml:space="preserve">!"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۔حاکم نے ’المستدرک (</w:t>
      </w:r>
      <w:r>
        <w:rPr>
          <w:rtl/>
        </w:rPr>
        <w:t>۳:۱۷۰،رقم :۴۷۴۰)م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355782">
        <w:rPr>
          <w:rFonts w:hint="cs"/>
          <w:rtl/>
        </w:rPr>
        <w:t>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 جبکہ ذہب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،السنن الکبر</w:t>
      </w:r>
      <w:r>
        <w:rPr>
          <w:rFonts w:hint="cs"/>
          <w:rtl/>
        </w:rPr>
        <w:t>ی</w:t>
      </w:r>
      <w:r>
        <w:rPr>
          <w:rtl/>
        </w:rPr>
        <w:t xml:space="preserve"> ،۴:۲۵۱،رقم ۷۰۷۸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السنن لکبر</w:t>
      </w:r>
      <w:r>
        <w:rPr>
          <w:rFonts w:hint="cs"/>
          <w:rtl/>
        </w:rPr>
        <w:t>ی</w:t>
      </w:r>
      <w:r>
        <w:rPr>
          <w:rtl/>
        </w:rPr>
        <w:t xml:space="preserve"> ۵:۱۴۶</w:t>
      </w:r>
      <w:r w:rsidRPr="00355782">
        <w:rPr>
          <w:rFonts w:hint="cs"/>
          <w:rtl/>
        </w:rPr>
        <w:t xml:space="preserve">۔رقم </w:t>
      </w:r>
      <w:r>
        <w:rPr>
          <w:rtl/>
        </w:rPr>
        <w:t xml:space="preserve">۸۵۱۷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۔ابن سعد،الطبقات الکبر</w:t>
      </w:r>
      <w:r>
        <w:rPr>
          <w:rFonts w:hint="cs"/>
          <w:rtl/>
        </w:rPr>
        <w:t>ی</w:t>
      </w:r>
      <w:r>
        <w:rPr>
          <w:rtl/>
        </w:rPr>
        <w:t xml:space="preserve"> ۲:۲۴۷،۲۴۸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۔ابن سعد،الطبقات الکبر</w:t>
      </w:r>
      <w:r>
        <w:rPr>
          <w:rFonts w:hint="cs"/>
          <w:rtl/>
        </w:rPr>
        <w:t>ی</w:t>
      </w:r>
      <w:r>
        <w:rPr>
          <w:rtl/>
        </w:rPr>
        <w:t xml:space="preserve"> ۸:۲۶،۲۷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ر،اسدالغاب</w:t>
      </w:r>
      <w:r w:rsidRPr="00355782"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الصحاب</w:t>
      </w:r>
      <w:r w:rsidRPr="00355782">
        <w:rPr>
          <w:rFonts w:hint="cs"/>
          <w:rtl/>
        </w:rPr>
        <w:t>ہ ،</w:t>
      </w:r>
      <w:r>
        <w:rPr>
          <w:rtl/>
        </w:rPr>
        <w:t xml:space="preserve">۷:۲۱۸ </w:t>
      </w:r>
    </w:p>
    <w:p w:rsidR="00BD1C0F" w:rsidRDefault="00BD1C0F" w:rsidP="00BD1C0F">
      <w:pPr>
        <w:pStyle w:val="libNormal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۶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قالت: اقبلت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تمش</w:t>
      </w:r>
      <w:r>
        <w:rPr>
          <w:rFonts w:hint="cs"/>
          <w:rtl/>
        </w:rPr>
        <w:t>ی</w:t>
      </w:r>
      <w:r>
        <w:rPr>
          <w:rtl/>
        </w:rPr>
        <w:t xml:space="preserve"> کان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امش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فقال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مرحبابابنت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ثم اجلس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اعن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اوعن شمال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،ثم ادرال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افبکت،فقلت</w:t>
      </w:r>
      <w:r>
        <w:rPr>
          <w:rtl/>
        </w:rPr>
        <w:t xml:space="preserve">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ا:لم تبک</w:t>
      </w:r>
      <w:r>
        <w:rPr>
          <w:rFonts w:hint="cs"/>
          <w:rtl/>
        </w:rPr>
        <w:t>ی</w:t>
      </w:r>
      <w:r>
        <w:rPr>
          <w:rFonts w:hint="eastAsia"/>
          <w:rtl/>
        </w:rPr>
        <w:t>ن؟ثم</w:t>
      </w:r>
      <w:r>
        <w:rPr>
          <w:rtl/>
        </w:rPr>
        <w:t xml:space="preserve"> اسراال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ثافضعکت</w:t>
      </w:r>
      <w:r>
        <w:rPr>
          <w:rtl/>
        </w:rPr>
        <w:t xml:space="preserve"> فقلت 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فرحا اقرب </w:t>
      </w:r>
      <w:r>
        <w:rPr>
          <w:rFonts w:hint="eastAsia"/>
          <w:rtl/>
        </w:rPr>
        <w:t>من</w:t>
      </w:r>
      <w:r>
        <w:rPr>
          <w:rtl/>
        </w:rPr>
        <w:t xml:space="preserve"> حزن، فسالت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عما قال ،فقالت :ماکنت لافث</w:t>
      </w:r>
      <w:r>
        <w:rPr>
          <w:rFonts w:hint="cs"/>
          <w:rtl/>
        </w:rPr>
        <w:t>ی</w:t>
      </w:r>
      <w:r>
        <w:rPr>
          <w:rtl/>
        </w:rPr>
        <w:t xml:space="preserve"> سررسول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وسلمحت</w:t>
      </w:r>
      <w:r>
        <w:rPr>
          <w:rFonts w:hint="cs"/>
          <w:rtl/>
        </w:rPr>
        <w:t>ی</w:t>
      </w:r>
      <w:r>
        <w:rPr>
          <w:rtl/>
        </w:rPr>
        <w:t xml:space="preserve"> قبض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فقالت:اسرال</w:t>
      </w:r>
      <w:r>
        <w:rPr>
          <w:rFonts w:hint="cs"/>
          <w:rtl/>
        </w:rPr>
        <w:t>ی</w:t>
      </w:r>
      <w:r>
        <w:rPr>
          <w:rtl/>
        </w:rPr>
        <w:t xml:space="preserve"> :اب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عارخن</w:t>
      </w:r>
      <w:r>
        <w:rPr>
          <w:rFonts w:hint="cs"/>
          <w:rtl/>
        </w:rPr>
        <w:t>ی</w:t>
      </w:r>
      <w:r>
        <w:rPr>
          <w:rtl/>
        </w:rPr>
        <w:t xml:space="preserve"> القرآن کل سن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مرة،ان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العام مرت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،ولاارا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الاحضراجل</w:t>
      </w:r>
      <w:r>
        <w:rPr>
          <w:rFonts w:hint="cs"/>
          <w:rtl/>
        </w:rPr>
        <w:t>ی</w:t>
      </w:r>
      <w:r>
        <w:rPr>
          <w:rtl/>
        </w:rPr>
        <w:t xml:space="preserve"> ،انک اول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لحاقا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55782">
        <w:rPr>
          <w:rFonts w:hint="cs"/>
          <w:rtl/>
        </w:rPr>
        <w:t>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،فقال :اما ترض</w:t>
      </w:r>
      <w:r>
        <w:rPr>
          <w:rFonts w:hint="cs"/>
          <w:rtl/>
        </w:rPr>
        <w:t>ی</w:t>
      </w:r>
      <w:r>
        <w:rPr>
          <w:rtl/>
        </w:rPr>
        <w:t>ن ان تکون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اونساء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فضعلت لذلک </w:t>
      </w:r>
    </w:p>
    <w:p w:rsidR="00BD1C0F" w:rsidRDefault="00BD1C0F" w:rsidP="00BD1C0F">
      <w:pPr>
        <w:pStyle w:val="libNormal"/>
      </w:pPr>
      <w:r>
        <w:rPr>
          <w:rtl/>
        </w:rPr>
        <w:t>"حضرت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چلنا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چلن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پس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لخت جگر کو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ااوراپن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</w:t>
      </w:r>
      <w:r>
        <w:rPr>
          <w:rtl/>
        </w:rPr>
        <w:lastRenderedPageBreak/>
        <w:t>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</w:t>
      </w:r>
      <w:r>
        <w:rPr>
          <w:rtl/>
        </w:rPr>
        <w:t xml:space="preserve">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کوغم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Fonts w:hint="eastAsia"/>
          <w:rtl/>
        </w:rPr>
        <w:t>الز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ا:آپ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ا؟ان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راز کو کب</w:t>
      </w:r>
      <w:r>
        <w:rPr>
          <w:rFonts w:hint="cs"/>
          <w:rtl/>
        </w:rPr>
        <w:t>ھی</w:t>
      </w:r>
      <w:r>
        <w:rPr>
          <w:rtl/>
        </w:rPr>
        <w:t xml:space="preserve"> فاش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جب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کا وصال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(اس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توان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قرآن پاک کا دور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سال دومرتب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آپ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اورب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وجوسب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آملو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اس بات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رلا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رآپ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>
        <w:rPr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پر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 تمام جنت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مسلمان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و!پس اس بات پر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"۶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،۳:۱۳۲۶،۱۳۲۷،رقم۳۴۲۶،۳۴۲۷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۔مسلم ا 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۴،۱۹۰۴،رقم ۲۴۵۰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۔احمد بن حنبل ، المسند</w:t>
      </w:r>
      <w:r>
        <w:rPr>
          <w:rtl/>
        </w:rPr>
        <w:t xml:space="preserve">۶:۲۸۲ </w:t>
      </w:r>
    </w:p>
    <w:p w:rsidR="00BD1C0F" w:rsidRDefault="00BD1C0F" w:rsidP="00BD1C0F">
      <w:pPr>
        <w:pStyle w:val="libNormal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۷</w:t>
      </w:r>
      <w:r w:rsidRPr="00355782">
        <w:rPr>
          <w:rFonts w:hint="cs"/>
          <w:rtl/>
        </w:rPr>
        <w:t>عن مسروق :حدثتن</w:t>
      </w:r>
      <w:r>
        <w:rPr>
          <w:rFonts w:hint="cs"/>
          <w:rtl/>
        </w:rPr>
        <w:t>ی</w:t>
      </w:r>
      <w:r>
        <w:rPr>
          <w:rtl/>
        </w:rPr>
        <w:t xml:space="preserve">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! الا 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تکون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الامة</w:t>
      </w:r>
      <w:r>
        <w:rPr>
          <w:rtl/>
        </w:rPr>
        <w:t xml:space="preserve">! </w:t>
      </w:r>
    </w:p>
    <w:p w:rsidR="00BD1C0F" w:rsidRDefault="00BD1C0F" w:rsidP="00BD1C0F">
      <w:pPr>
        <w:pStyle w:val="libNormal"/>
      </w:pPr>
      <w:r>
        <w:rPr>
          <w:rtl/>
          <w:lang w:bidi="fa-IR"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حضرت مسروق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بات پر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مسلمان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امت ک</w:t>
      </w:r>
      <w:r>
        <w:rPr>
          <w:rFonts w:hint="cs"/>
          <w:rtl/>
        </w:rPr>
        <w:t>ی</w:t>
      </w:r>
      <w:r>
        <w:rPr>
          <w:rtl/>
        </w:rPr>
        <w:t xml:space="preserve"> سب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tl/>
        </w:rPr>
        <w:t xml:space="preserve">!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۱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۵:۲۳۱۷،رقم :۵۹۲۸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۴:۱۹۰۵،رقم :۲۴۵۰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،فضائل الصحاب</w:t>
      </w:r>
      <w:r w:rsidRPr="00355782">
        <w:rPr>
          <w:rFonts w:hint="cs"/>
          <w:rtl/>
        </w:rPr>
        <w:t>ہ :</w:t>
      </w:r>
      <w:r>
        <w:rPr>
          <w:rtl/>
        </w:rPr>
        <w:t xml:space="preserve">۷۷،رقم :۲۴۵۰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۔احمد بن حنبل فضائل الصحابہ ،</w:t>
      </w:r>
      <w:r>
        <w:rPr>
          <w:rtl/>
        </w:rPr>
        <w:t xml:space="preserve">۲:۷۶۲،رقم ۱۳۴۲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، المسند:۱۹۲، رقم :۱۲۷۳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۔ابن سعد،الطبقات الکبر</w:t>
      </w:r>
      <w:r>
        <w:rPr>
          <w:rFonts w:hint="cs"/>
          <w:rtl/>
        </w:rPr>
        <w:t>ی</w:t>
      </w:r>
      <w:r>
        <w:rPr>
          <w:rtl/>
        </w:rPr>
        <w:t xml:space="preserve"> ،۲:۲۴۷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۔دولاب</w:t>
      </w:r>
      <w:r>
        <w:rPr>
          <w:rFonts w:hint="cs"/>
          <w:rtl/>
        </w:rPr>
        <w:t>ی</w:t>
      </w:r>
      <w:r>
        <w:rPr>
          <w:rtl/>
        </w:rPr>
        <w:t xml:space="preserve"> ،الذر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ۃ</w:t>
      </w:r>
      <w:r>
        <w:rPr>
          <w:rtl/>
        </w:rPr>
        <w:t xml:space="preserve"> الطا</w:t>
      </w:r>
      <w:r w:rsidRPr="00355782">
        <w:rPr>
          <w:rFonts w:hint="cs"/>
          <w:rtl/>
        </w:rPr>
        <w:t>ہرہ :</w:t>
      </w:r>
      <w:r>
        <w:rPr>
          <w:rtl/>
        </w:rPr>
        <w:t xml:space="preserve">۱۰۱،۱۰۲،رقم :۱۸۸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۲:۳۹،۴۰</w:t>
      </w:r>
      <w:r w:rsidRPr="00355782"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 ء ۲:۱۳۰ </w:t>
      </w:r>
    </w:p>
    <w:p w:rsidR="00BD1C0F" w:rsidRDefault="00BD1C0F" w:rsidP="00BD1C0F">
      <w:pPr>
        <w:pStyle w:val="libNormal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۸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:ان ملکا من السماء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زارن</w:t>
      </w:r>
      <w:r>
        <w:rPr>
          <w:rFonts w:hint="cs"/>
          <w:rtl/>
        </w:rPr>
        <w:t>ی</w:t>
      </w:r>
      <w:r>
        <w:rPr>
          <w:rtl/>
        </w:rPr>
        <w:t xml:space="preserve"> ،فاستاذن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،فبشرن</w:t>
      </w:r>
      <w:r>
        <w:rPr>
          <w:rFonts w:hint="cs"/>
          <w:rtl/>
        </w:rPr>
        <w:t>ی</w:t>
      </w:r>
      <w:r>
        <w:rPr>
          <w:rtl/>
        </w:rPr>
        <w:t xml:space="preserve"> اواخبرن</w:t>
      </w:r>
      <w:r>
        <w:rPr>
          <w:rFonts w:hint="cs"/>
          <w:rtl/>
        </w:rPr>
        <w:t>ی</w:t>
      </w:r>
      <w:r>
        <w:rPr>
          <w:rtl/>
        </w:rPr>
        <w:t xml:space="preserve"> ان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 xml:space="preserve">"حضر ت ابو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:آسمان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پس اس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ل</w:t>
      </w:r>
      <w:r>
        <w:rPr>
          <w:rFonts w:hint="cs"/>
          <w:rtl/>
        </w:rPr>
        <w:t>ی</w:t>
      </w:r>
      <w:r>
        <w:rPr>
          <w:rtl/>
        </w:rPr>
        <w:t xml:space="preserve"> اوراس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ب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 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 طبران</w:t>
      </w:r>
      <w:r>
        <w:rPr>
          <w:rFonts w:hint="cs"/>
          <w:rtl/>
        </w:rPr>
        <w:t>ی</w:t>
      </w:r>
      <w:r>
        <w:rPr>
          <w:rtl/>
        </w:rPr>
        <w:t xml:space="preserve"> ،المعجم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۲۲:۴۰۳،رقم :۱۰۰۶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،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۱:۲۳۲،رقم :۷۶۸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۔ہث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مجمع الزوئد (</w:t>
      </w:r>
      <w:r>
        <w:rPr>
          <w:rtl/>
        </w:rPr>
        <w:t>۹:۲۰۱)م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355782">
        <w:rPr>
          <w:rFonts w:hint="cs"/>
          <w:rtl/>
        </w:rPr>
        <w:t>ہا کہ اسے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 اوراس کے رجال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35578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</w:t>
      </w:r>
      <w:r w:rsidRPr="00355782">
        <w:rPr>
          <w:rFonts w:hint="cs"/>
          <w:rtl/>
        </w:rPr>
        <w:t xml:space="preserve">ے </w:t>
      </w:r>
      <w:r>
        <w:rPr>
          <w:rtl/>
        </w:rPr>
        <w:t>محمد مروان ذ</w:t>
      </w:r>
      <w:r w:rsidRPr="00355782">
        <w:rPr>
          <w:rFonts w:hint="cs"/>
          <w:rtl/>
        </w:rPr>
        <w:t>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355782">
        <w:rPr>
          <w:rFonts w:hint="cs"/>
          <w:rtl/>
        </w:rPr>
        <w:t>ے اسے ابن حبان نے ثقہ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355782"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۴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</w:t>
      </w:r>
      <w:r>
        <w:rPr>
          <w:rFonts w:hint="cs"/>
          <w:rtl/>
        </w:rPr>
        <w:t>ی</w:t>
      </w:r>
      <w:r>
        <w:rPr>
          <w:rtl/>
        </w:rPr>
        <w:t xml:space="preserve"> ۲:۱۲۷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۔مز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 w:rsidRPr="00355782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،۲۶:۳۹۱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" w:name="_Toc500161422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۴</w:t>
      </w:r>
      <w:bookmarkEnd w:id="3"/>
    </w:p>
    <w:p w:rsidR="00BD1C0F" w:rsidRDefault="00BD1C0F" w:rsidP="0002678E">
      <w:pPr>
        <w:pStyle w:val="libArabic"/>
      </w:pP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وابنا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اشباب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BD1C0F" w:rsidRPr="005202BA" w:rsidRDefault="00BD1C0F" w:rsidP="005202BA">
      <w:pPr>
        <w:pStyle w:val="libNormal"/>
      </w:pPr>
      <w:r w:rsidRPr="005202BA">
        <w:rPr>
          <w:rFonts w:hint="eastAsia"/>
          <w:rtl/>
        </w:rPr>
        <w:t>س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دہ</w:t>
      </w:r>
      <w:r w:rsidRPr="005202BA">
        <w:rPr>
          <w:rtl/>
        </w:rPr>
        <w:t xml:space="preserve"> سلام اللہ عل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ھا</w:t>
      </w:r>
      <w:r w:rsidRPr="005202BA">
        <w:rPr>
          <w:rtl/>
        </w:rPr>
        <w:t xml:space="preserve"> جنت</w:t>
      </w:r>
      <w:r w:rsidRPr="005202BA">
        <w:rPr>
          <w:rFonts w:hint="cs"/>
          <w:rtl/>
        </w:rPr>
        <w:t>ی</w:t>
      </w:r>
      <w:r w:rsidRPr="005202BA">
        <w:rPr>
          <w:rtl/>
        </w:rPr>
        <w:t xml:space="preserve"> عورتوں ک</w:t>
      </w:r>
      <w:r w:rsidRPr="005202BA">
        <w:rPr>
          <w:rFonts w:hint="cs"/>
          <w:rtl/>
        </w:rPr>
        <w:t>ی</w:t>
      </w:r>
      <w:r w:rsidRPr="005202BA">
        <w:rPr>
          <w:rtl/>
        </w:rPr>
        <w:t xml:space="preserve"> اورآپ کے شہزادے جنت</w:t>
      </w:r>
      <w:r w:rsidRPr="005202BA">
        <w:rPr>
          <w:rFonts w:hint="cs"/>
          <w:rtl/>
        </w:rPr>
        <w:t>ی</w:t>
      </w:r>
      <w:r w:rsidRPr="005202BA">
        <w:rPr>
          <w:rtl/>
        </w:rPr>
        <w:t xml:space="preserve"> جوانوں کے سردار ہ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ں</w:t>
      </w:r>
      <w:r w:rsidRPr="005202BA">
        <w:rPr>
          <w:rtl/>
        </w:rPr>
        <w:t xml:space="preserve"> </w:t>
      </w:r>
    </w:p>
    <w:p w:rsidR="00BD1C0F" w:rsidRDefault="00BD1C0F" w:rsidP="00D14C41">
      <w:pPr>
        <w:pStyle w:val="libArabic"/>
      </w:pPr>
      <w:r>
        <w:rPr>
          <w:rtl/>
          <w:lang w:bidi="fa-IR"/>
        </w:rPr>
        <w:t>۹</w:t>
      </w:r>
      <w:r w:rsidRPr="00355782">
        <w:rPr>
          <w:rFonts w:hint="cs"/>
          <w:rtl/>
        </w:rPr>
        <w:t>عن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:ان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ذا ملک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الارض قط قبل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استاذن رب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بشرن</w:t>
      </w:r>
      <w:r>
        <w:rPr>
          <w:rFonts w:hint="cs"/>
          <w:rtl/>
        </w:rPr>
        <w:t>ی</w:t>
      </w:r>
      <w:r>
        <w:rPr>
          <w:rtl/>
        </w:rPr>
        <w:t xml:space="preserve"> بان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،</w:t>
      </w:r>
      <w:r>
        <w:rPr>
          <w:rtl/>
        </w:rPr>
        <w:t xml:space="preserve"> وان 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شباب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جو اس رات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اترا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اس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پروردگار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اجازت مانگ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سلام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حاضر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اورمج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جنت ک</w:t>
      </w:r>
      <w:r>
        <w:rPr>
          <w:rFonts w:hint="cs"/>
          <w:rtl/>
        </w:rPr>
        <w:t>ی</w:t>
      </w:r>
      <w:r>
        <w:rPr>
          <w:rtl/>
        </w:rPr>
        <w:t xml:space="preserve"> تمام عو</w:t>
      </w:r>
      <w:r>
        <w:rPr>
          <w:rFonts w:hint="eastAsia"/>
          <w:rtl/>
        </w:rPr>
        <w:t>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سرداراورحسن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تمام جوانوں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،الجامع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،۶۶۰۵،رقم ۳۷۸۱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،السنن الکبر</w:t>
      </w:r>
      <w:r>
        <w:rPr>
          <w:rFonts w:hint="cs"/>
          <w:rtl/>
        </w:rPr>
        <w:t>یٰ</w:t>
      </w:r>
      <w:r>
        <w:rPr>
          <w:rtl/>
        </w:rPr>
        <w:t xml:space="preserve">۵:۸۰،۹۵رقم ۸۲۹۸،۸۳۶۵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 w:rsidRPr="00355782">
        <w:rPr>
          <w:rFonts w:hint="cs"/>
          <w:rtl/>
        </w:rPr>
        <w:t>ہ :</w:t>
      </w:r>
      <w:r>
        <w:rPr>
          <w:rtl/>
        </w:rPr>
        <w:t xml:space="preserve">۵۸،۷۶،رقم ۱۹۳،۲۶۰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۔احمد بن حنبل ،المسند ،</w:t>
      </w:r>
      <w:r>
        <w:rPr>
          <w:rtl/>
        </w:rPr>
        <w:t xml:space="preserve">۵:۳۹۱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۔احمد بن حنبل ،فضائل الصحابہ :</w:t>
      </w:r>
      <w:r>
        <w:rPr>
          <w:rtl/>
        </w:rPr>
        <w:t xml:space="preserve">۲:۷۸۸،رقم :۱۴۰۶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5782">
        <w:rPr>
          <w:rFonts w:hint="cs"/>
          <w:rtl/>
        </w:rPr>
        <w:t>ہ</w:t>
      </w:r>
      <w:r>
        <w:rPr>
          <w:rtl/>
        </w:rPr>
        <w:t xml:space="preserve"> المصنف ،۶:۳۸۸،رقم ۳۲۲۷۱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 xml:space="preserve">۔حاکم المستدرک </w:t>
      </w:r>
      <w:r>
        <w:rPr>
          <w:rtl/>
        </w:rPr>
        <w:t xml:space="preserve">۳:۱۶۴،رقم :۴۷۲۱،۴۷۲۲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۲۲:۴۰۲رقم ۱۰۰۵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۹</w:t>
      </w:r>
      <w:r w:rsidRPr="00355782">
        <w:rPr>
          <w:rFonts w:hint="cs"/>
          <w:rtl/>
        </w:rPr>
        <w:t>۔بہقہ</w:t>
      </w:r>
      <w:r>
        <w:rPr>
          <w:rFonts w:hint="cs"/>
          <w:rtl/>
        </w:rPr>
        <w:t>ی</w:t>
      </w:r>
      <w:r>
        <w:rPr>
          <w:rtl/>
        </w:rPr>
        <w:t xml:space="preserve"> الاعتقاد :۳۲۸ 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>۔ابونع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۴:۱۹۰ </w:t>
      </w:r>
    </w:p>
    <w:p w:rsidR="00BD1C0F" w:rsidRDefault="00BD1C0F" w:rsidP="005202BA">
      <w:pPr>
        <w:pStyle w:val="libFootnote"/>
      </w:pPr>
      <w:r>
        <w:rPr>
          <w:rtl/>
        </w:rPr>
        <w:t>۱۱</w:t>
      </w:r>
      <w:r w:rsidRPr="00355782">
        <w:rPr>
          <w:rFonts w:hint="cs"/>
          <w:rtl/>
        </w:rPr>
        <w:t>۔محب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:۲۲۴ 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۳:۱۲۳،۲۵۲ </w:t>
      </w:r>
    </w:p>
    <w:p w:rsidR="00BD1C0F" w:rsidRDefault="00BD1C0F" w:rsidP="005202BA">
      <w:pPr>
        <w:pStyle w:val="libFootnote"/>
      </w:pPr>
      <w:r>
        <w:rPr>
          <w:rtl/>
        </w:rPr>
        <w:t>۱۳</w:t>
      </w:r>
      <w:r w:rsidRPr="00355782">
        <w:rPr>
          <w:rFonts w:hint="cs"/>
          <w:rtl/>
        </w:rPr>
        <w:t>۔عسقلائ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،۲:۲۲۵ </w:t>
      </w:r>
    </w:p>
    <w:p w:rsidR="00BD1C0F" w:rsidRDefault="00BD1C0F" w:rsidP="005202BA">
      <w:pPr>
        <w:pStyle w:val="libFootnote"/>
      </w:pPr>
      <w:r>
        <w:rPr>
          <w:rtl/>
        </w:rPr>
        <w:t>۱۴</w:t>
      </w:r>
      <w:r w:rsidRPr="00355782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الراو</w:t>
      </w:r>
      <w:r>
        <w:rPr>
          <w:rFonts w:hint="cs"/>
          <w:rtl/>
        </w:rPr>
        <w:t>ی</w:t>
      </w:r>
      <w:r>
        <w:rPr>
          <w:rtl/>
        </w:rPr>
        <w:t xml:space="preserve"> ۲:۲۲۵ </w:t>
      </w:r>
    </w:p>
    <w:p w:rsidR="00BD1C0F" w:rsidRDefault="00BD1C0F" w:rsidP="005202BA">
      <w:pPr>
        <w:pStyle w:val="libFootnote"/>
      </w:pPr>
      <w:r>
        <w:rPr>
          <w:rtl/>
        </w:rPr>
        <w:t>۱۵</w:t>
      </w:r>
      <w:r w:rsidRPr="00355782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،الخصائص الکبر</w:t>
      </w:r>
      <w:r>
        <w:rPr>
          <w:rFonts w:hint="cs"/>
          <w:rtl/>
        </w:rPr>
        <w:t>ی</w:t>
      </w:r>
      <w:r>
        <w:rPr>
          <w:rtl/>
        </w:rPr>
        <w:t xml:space="preserve"> ۲:۵۶،۴۶۴ 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۔امام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(۳:۱۳۶۰کتاب المناقب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قرابت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کے مناقب کا باب باندھے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55782">
        <w:rPr>
          <w:rFonts w:hint="cs"/>
          <w:rtl/>
        </w:rPr>
        <w:t>ہ</w:t>
      </w:r>
      <w:r>
        <w:rPr>
          <w:rtl/>
        </w:rPr>
        <w:t xml:space="preserve"> فاطم</w:t>
      </w:r>
      <w:r w:rsidRPr="00355782">
        <w:rPr>
          <w:rFonts w:hint="cs"/>
          <w:rtl/>
        </w:rPr>
        <w:t>ہ سلام اللہ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ہاکے</w:t>
      </w:r>
      <w:r>
        <w:rPr>
          <w:rtl/>
        </w:rPr>
        <w:t xml:space="preserve"> حوال</w:t>
      </w:r>
      <w:r w:rsidRPr="00355782">
        <w:rPr>
          <w:rFonts w:hint="cs"/>
          <w:rtl/>
        </w:rPr>
        <w:t>ے سے کہا :وقال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فاطمہ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55782">
        <w:rPr>
          <w:rFonts w:hint="cs"/>
          <w:rtl/>
        </w:rPr>
        <w:t>ہ</w:t>
      </w:r>
      <w:r>
        <w:rPr>
          <w:rtl/>
        </w:rPr>
        <w:t xml:space="preserve"> نساء ا</w:t>
      </w:r>
      <w:r w:rsidRPr="00355782">
        <w:rPr>
          <w:rFonts w:hint="cs"/>
          <w:rtl/>
        </w:rPr>
        <w:t>ھل الجنۃ</w:t>
      </w:r>
      <w:r>
        <w:rPr>
          <w:rFonts w:hint="eastAsia"/>
          <w:rtl/>
        </w:rPr>
        <w:t>حضور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نے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</w:t>
      </w:r>
      <w:r w:rsidRPr="00355782">
        <w:rPr>
          <w:rFonts w:hint="cs"/>
          <w:rtl/>
        </w:rPr>
        <w:t>ہ اہل جنت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 w:rsidRPr="0035578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355782"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۔امام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55782">
        <w:rPr>
          <w:rFonts w:hint="cs"/>
          <w:rtl/>
        </w:rPr>
        <w:t>ہ</w:t>
      </w:r>
      <w:r>
        <w:rPr>
          <w:rtl/>
        </w:rPr>
        <w:t xml:space="preserve"> فاطم</w:t>
      </w:r>
      <w:r w:rsidRPr="00355782">
        <w:rPr>
          <w:rFonts w:hint="cs"/>
          <w:rtl/>
        </w:rPr>
        <w:t>ہ سلام اللہ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ہاکے</w:t>
      </w:r>
      <w:r>
        <w:rPr>
          <w:rtl/>
        </w:rPr>
        <w:t xml:space="preserve"> مناقب ک</w:t>
      </w:r>
      <w:r w:rsidRPr="00355782">
        <w:rPr>
          <w:rFonts w:hint="cs"/>
          <w:rtl/>
        </w:rPr>
        <w:t xml:space="preserve">ے حوالے سے 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عنوان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(۳:۱۳۷۴)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</w:t>
      </w:r>
      <w:r w:rsidRPr="00355782">
        <w:rPr>
          <w:rFonts w:hint="cs"/>
          <w:rtl/>
        </w:rPr>
        <w:t>ہ باندھا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۱۰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لفاطم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:الا 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تکون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،وابناک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شباب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 w:rsidRPr="00D50B24">
        <w:rPr>
          <w:rStyle w:val="libFootnotenumChar"/>
          <w:rtl/>
        </w:rPr>
        <w:t>(۱۰)</w:t>
      </w:r>
      <w:r>
        <w:rPr>
          <w:rtl/>
          <w:lang w:bidi="fa-IR"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بات پر خوش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جنت ک</w:t>
      </w:r>
      <w:r>
        <w:rPr>
          <w:rFonts w:hint="cs"/>
          <w:rtl/>
        </w:rPr>
        <w:t>ی</w:t>
      </w:r>
      <w:r>
        <w:rPr>
          <w:rtl/>
        </w:rPr>
        <w:t xml:space="preserve"> تمام عورتوں ک</w:t>
      </w:r>
      <w:r>
        <w:rPr>
          <w:rFonts w:hint="cs"/>
          <w:rtl/>
        </w:rPr>
        <w:t>ی</w:t>
      </w:r>
      <w:r>
        <w:rPr>
          <w:rtl/>
        </w:rPr>
        <w:t xml:space="preserve"> سردار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دونوں ب</w:t>
      </w:r>
      <w:r>
        <w:rPr>
          <w:rFonts w:hint="cs"/>
          <w:rtl/>
        </w:rPr>
        <w:t>یٹے</w:t>
      </w:r>
      <w:r>
        <w:rPr>
          <w:rtl/>
        </w:rPr>
        <w:t xml:space="preserve"> تمام جوانوں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،مجمع الزوائد۹:۲۰۱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 xml:space="preserve">۔بزار المسند </w:t>
      </w:r>
      <w:r>
        <w:rPr>
          <w:rtl/>
        </w:rPr>
        <w:t xml:space="preserve">۳:۱۰۲،رقم ۸۸۵ </w:t>
      </w:r>
    </w:p>
    <w:p w:rsidR="005202BA" w:rsidRDefault="005202BA" w:rsidP="00BD1C0F">
      <w:pPr>
        <w:pStyle w:val="libNormal"/>
        <w:rPr>
          <w:rtl/>
          <w:lang w:bidi="fa-IR"/>
        </w:rPr>
      </w:pPr>
    </w:p>
    <w:p w:rsidR="00BD1C0F" w:rsidRDefault="00BD1C0F" w:rsidP="00D14C41">
      <w:pPr>
        <w:pStyle w:val="libArabic"/>
      </w:pPr>
      <w:r>
        <w:rPr>
          <w:rtl/>
          <w:lang w:bidi="fa-IR"/>
        </w:rPr>
        <w:lastRenderedPageBreak/>
        <w:t>۱۱</w:t>
      </w:r>
      <w:r>
        <w:rPr>
          <w:rFonts w:hint="cs"/>
          <w:rtl/>
        </w:rPr>
        <w:t>عن ابن عباس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:خط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فی</w:t>
      </w:r>
      <w:r>
        <w:rPr>
          <w:rtl/>
        </w:rPr>
        <w:t xml:space="preserve"> الارض اربعة خطوط</w:t>
      </w:r>
      <w:r>
        <w:rPr>
          <w:rFonts w:hint="cs"/>
          <w:rtl/>
        </w:rPr>
        <w:t>قال :تدرون ما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ذا؟فقالو ا:الل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ورسول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اعلم فقال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فضل نساء 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:خد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،وفاطم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بنت محمد ،آسی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بنت مزاحم امراة فرعون ،وم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عمران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ن اجمعی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50B24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چار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:تم جانت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؟صحاب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کرام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اوراس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تر جانت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جنت ک</w:t>
      </w:r>
      <w:r>
        <w:rPr>
          <w:rFonts w:hint="cs"/>
          <w:rtl/>
        </w:rPr>
        <w:t>ی</w:t>
      </w:r>
      <w:r>
        <w:rPr>
          <w:rtl/>
        </w:rPr>
        <w:t xml:space="preserve"> تمام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،فاطم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بنت محمد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یہ</w:t>
      </w:r>
      <w:r>
        <w:rPr>
          <w:rtl/>
        </w:rPr>
        <w:t xml:space="preserve"> بنت مزاحم اورمر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5202BA" w:rsidP="005202BA">
      <w:pPr>
        <w:pStyle w:val="libFootnote"/>
      </w:pPr>
      <w:r>
        <w:rPr>
          <w:rtl/>
        </w:rPr>
        <w:t xml:space="preserve"> </w:t>
      </w:r>
      <w:r w:rsidR="00BD1C0F">
        <w:rPr>
          <w:rtl/>
        </w:rPr>
        <w:t xml:space="preserve">(۱۱)حوالاجات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 xml:space="preserve">۔احمد بن حنبل المسند </w:t>
      </w:r>
      <w:r>
        <w:rPr>
          <w:rtl/>
        </w:rPr>
        <w:t>۱:۲۹۳</w:t>
      </w:r>
      <w:r w:rsidRPr="00355782">
        <w:rPr>
          <w:rFonts w:hint="cs"/>
          <w:rtl/>
        </w:rPr>
        <w:t>۔</w:t>
      </w:r>
      <w:r>
        <w:rPr>
          <w:rtl/>
        </w:rPr>
        <w:t xml:space="preserve">۳۱۶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،السنن الکبر</w:t>
      </w:r>
      <w:r>
        <w:rPr>
          <w:rFonts w:hint="cs"/>
          <w:rtl/>
        </w:rPr>
        <w:t>ی</w:t>
      </w:r>
      <w:r>
        <w:rPr>
          <w:rtl/>
        </w:rPr>
        <w:t xml:space="preserve"> ،۵:۹۳،۹۴رقم :۸۳۵۵،۸۳۶۴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 w:rsidRPr="00355782">
        <w:rPr>
          <w:rFonts w:hint="cs"/>
          <w:rtl/>
        </w:rPr>
        <w:t>ہ :</w:t>
      </w:r>
      <w:r>
        <w:rPr>
          <w:rtl/>
        </w:rPr>
        <w:t>۷۴،۷۶،رقم :۲۵۰</w:t>
      </w:r>
      <w:r w:rsidRPr="00355782">
        <w:rPr>
          <w:rFonts w:hint="cs"/>
          <w:rtl/>
        </w:rPr>
        <w:t>۔</w:t>
      </w:r>
      <w:r>
        <w:rPr>
          <w:rtl/>
        </w:rPr>
        <w:t xml:space="preserve">۲۵۹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۔ابن حبان ،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،۱۵:۴۷۰،رقم :۷۰۱۰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۔حاکم المستدرک ،</w:t>
      </w:r>
      <w:r>
        <w:rPr>
          <w:rtl/>
        </w:rPr>
        <w:t xml:space="preserve">۲:۵۳۹،رقم :۳۸۳۶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 xml:space="preserve">۔حاکم المستدرک </w:t>
      </w:r>
      <w:r>
        <w:rPr>
          <w:rtl/>
        </w:rPr>
        <w:t xml:space="preserve">۳:۷۴،۵،۲رقم ۴۷۵۴،۴۸۵۲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 xml:space="preserve">۔احمد بن حنبل فضائل الصحابہ </w:t>
      </w:r>
      <w:r>
        <w:rPr>
          <w:rtl/>
        </w:rPr>
        <w:t xml:space="preserve">۲:۷۶۰،۷۶۱،رقم :۱۳۳۹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 xml:space="preserve">۔ابو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المسند ۵:۱۱۰رقم ۲۷۲۲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الآحادو المثال</w:t>
      </w:r>
      <w:r>
        <w:rPr>
          <w:rFonts w:hint="cs"/>
          <w:rtl/>
        </w:rPr>
        <w:t>ی</w:t>
      </w:r>
      <w:r>
        <w:rPr>
          <w:rtl/>
        </w:rPr>
        <w:t xml:space="preserve"> ۵:۳۶۴،رقم ۲۹۶۲ 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>۔عبد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د،المسند</w:t>
      </w:r>
      <w:r>
        <w:rPr>
          <w:rtl/>
        </w:rPr>
        <w:t xml:space="preserve">۱:۲۰۵،رقم ۲۹۲۶ </w:t>
      </w:r>
    </w:p>
    <w:p w:rsidR="00BD1C0F" w:rsidRDefault="00BD1C0F" w:rsidP="005202BA">
      <w:pPr>
        <w:pStyle w:val="libFootnote"/>
      </w:pPr>
      <w:r>
        <w:rPr>
          <w:rtl/>
        </w:rPr>
        <w:t>۱۱،طبران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۳۳۶۱۱،رقم،۱۱۹۲۸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۱۲،طبران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۲۲:۴۰۷،رقم ؛۱۰۱۹ </w:t>
      </w:r>
    </w:p>
    <w:p w:rsidR="00BD1C0F" w:rsidRDefault="00BD1C0F" w:rsidP="005202BA">
      <w:pPr>
        <w:pStyle w:val="libFootnote"/>
      </w:pPr>
      <w:r>
        <w:rPr>
          <w:rtl/>
        </w:rPr>
        <w:t>۱۳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۲۳:۷،رقم :۱،۲ </w:t>
      </w:r>
    </w:p>
    <w:p w:rsidR="00BD1C0F" w:rsidRDefault="00BD1C0F" w:rsidP="005202BA">
      <w:pPr>
        <w:pStyle w:val="libFootnote"/>
      </w:pPr>
      <w:r>
        <w:rPr>
          <w:rtl/>
        </w:rPr>
        <w:t>۱۴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الاعتقاد :۳۲۹ </w:t>
      </w:r>
    </w:p>
    <w:p w:rsidR="00BD1C0F" w:rsidRDefault="00BD1C0F" w:rsidP="005202BA">
      <w:pPr>
        <w:pStyle w:val="libFootnote"/>
      </w:pPr>
      <w:r>
        <w:rPr>
          <w:rtl/>
        </w:rPr>
        <w:t>۱۵</w:t>
      </w:r>
      <w:r w:rsidRPr="00355782">
        <w:rPr>
          <w:rFonts w:hint="cs"/>
          <w:rtl/>
        </w:rPr>
        <w:t>۔ابن عبدالبر،الاستع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الاصحاب ،۴:۱۸۲۱،۱۸۲۲ 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۔نوو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 w:rsidRPr="00355782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الاسماء واللغات ۲:۶۰۸ 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النبلاء(۱۲۴۲)م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355782">
        <w:rPr>
          <w:rFonts w:hint="cs"/>
          <w:rtl/>
        </w:rPr>
        <w:t>ے حضرت عبداللہ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عنھا سے مرفوع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۱۸</w:t>
      </w:r>
      <w:r w:rsidRPr="00355782">
        <w:rPr>
          <w:rFonts w:hint="cs"/>
          <w:rtl/>
        </w:rPr>
        <w:t>۔ہ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مجمع الزائد (</w:t>
      </w:r>
      <w:r>
        <w:rPr>
          <w:rtl/>
        </w:rPr>
        <w:t>۹:۲۲۳)م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355782">
        <w:rPr>
          <w:rFonts w:hint="cs"/>
          <w:rtl/>
        </w:rPr>
        <w:t xml:space="preserve">ہا ہے کہ اسے احمد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اورطبران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 اوران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355782">
        <w:rPr>
          <w:rFonts w:hint="cs"/>
          <w:rtl/>
        </w:rPr>
        <w:t>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355782">
        <w:rPr>
          <w:rFonts w:hint="cs"/>
          <w:rtl/>
        </w:rPr>
        <w:t>ے رجال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35578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55782"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۱۹</w:t>
      </w:r>
      <w:r w:rsidRPr="00355782">
        <w:rPr>
          <w:rFonts w:hint="cs"/>
          <w:rtl/>
        </w:rPr>
        <w:t>۔عسقلان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۶:۴۴۷ </w:t>
      </w:r>
    </w:p>
    <w:p w:rsidR="00BD1C0F" w:rsidRDefault="00BD1C0F" w:rsidP="005202BA">
      <w:pPr>
        <w:pStyle w:val="libFootnote"/>
      </w:pPr>
      <w:r>
        <w:rPr>
          <w:rtl/>
        </w:rPr>
        <w:t>۲۰</w:t>
      </w:r>
      <w:r w:rsidRPr="00355782">
        <w:rPr>
          <w:rFonts w:hint="cs"/>
          <w:rtl/>
        </w:rPr>
        <w:t>۔عسقلائ</w:t>
      </w:r>
      <w:r>
        <w:rPr>
          <w:rFonts w:hint="cs"/>
          <w:rtl/>
        </w:rPr>
        <w:t>ی</w:t>
      </w:r>
      <w:r>
        <w:rPr>
          <w:rtl/>
        </w:rPr>
        <w:t xml:space="preserve"> الاصباب</w:t>
      </w:r>
      <w:r w:rsidRPr="00355782">
        <w:rPr>
          <w:rFonts w:hint="cs"/>
          <w:rtl/>
        </w:rPr>
        <w:t>ہ فر تم</w:t>
      </w:r>
      <w:r>
        <w:rPr>
          <w:rFonts w:hint="cs"/>
          <w:rtl/>
        </w:rPr>
        <w:t>یی</w:t>
      </w:r>
      <w:r>
        <w:rPr>
          <w:rFonts w:hint="eastAsia"/>
          <w:rtl/>
        </w:rPr>
        <w:t>زالصحاب</w:t>
      </w:r>
      <w:r w:rsidRPr="00355782">
        <w:rPr>
          <w:rFonts w:hint="cs"/>
          <w:rtl/>
        </w:rPr>
        <w:t>ہ</w:t>
      </w:r>
      <w:r>
        <w:rPr>
          <w:rtl/>
        </w:rPr>
        <w:t xml:space="preserve"> ۸:۵۵ </w:t>
      </w:r>
    </w:p>
    <w:p w:rsidR="00BD1C0F" w:rsidRDefault="00BD1C0F" w:rsidP="005202BA">
      <w:pPr>
        <w:pStyle w:val="libFootnote"/>
      </w:pPr>
      <w:r>
        <w:rPr>
          <w:rtl/>
        </w:rPr>
        <w:t>۲۱</w:t>
      </w:r>
      <w:r w:rsidRPr="00355782">
        <w:rPr>
          <w:rFonts w:hint="cs"/>
          <w:rtl/>
        </w:rPr>
        <w:t>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۱:۱۲۳،رقم :۳۱۶ </w:t>
      </w:r>
    </w:p>
    <w:p w:rsidR="00BD1C0F" w:rsidRDefault="00BD1C0F" w:rsidP="005202BA">
      <w:pPr>
        <w:pStyle w:val="libFootnote"/>
      </w:pPr>
      <w:r>
        <w:rPr>
          <w:rtl/>
        </w:rPr>
        <w:t>۲۲</w:t>
      </w:r>
      <w:r w:rsidRPr="00355782">
        <w:rPr>
          <w:rFonts w:hint="cs"/>
          <w:rtl/>
        </w:rPr>
        <w:t>۔مناو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۲:۵۳ </w:t>
      </w:r>
    </w:p>
    <w:p w:rsidR="00BD1C0F" w:rsidRDefault="00BD1C0F" w:rsidP="005202BA">
      <w:pPr>
        <w:pStyle w:val="libFootnote"/>
      </w:pPr>
      <w:r>
        <w:rPr>
          <w:rtl/>
        </w:rPr>
        <w:t>۲۳</w:t>
      </w:r>
      <w:r w:rsidRPr="00355782">
        <w:rPr>
          <w:rFonts w:hint="cs"/>
          <w:rtl/>
        </w:rPr>
        <w:t>۔قرطب</w:t>
      </w:r>
      <w:r>
        <w:rPr>
          <w:rFonts w:hint="cs"/>
          <w:rtl/>
        </w:rPr>
        <w:t>ی</w:t>
      </w:r>
      <w:r>
        <w:rPr>
          <w:rtl/>
        </w:rPr>
        <w:t xml:space="preserve"> الجامع الاحکام القرآن ۴:۸۳ </w:t>
      </w:r>
    </w:p>
    <w:p w:rsidR="00BD1C0F" w:rsidRDefault="00BD1C0F" w:rsidP="005202BA">
      <w:pPr>
        <w:pStyle w:val="libFootnote"/>
      </w:pPr>
      <w:r>
        <w:rPr>
          <w:rtl/>
        </w:rPr>
        <w:t>۲۴</w:t>
      </w:r>
      <w:r w:rsidRPr="00355782">
        <w:rPr>
          <w:rFonts w:hint="cs"/>
          <w:rtl/>
        </w:rPr>
        <w:t>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رالقرآن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،۴:۳۹۴ </w:t>
      </w:r>
    </w:p>
    <w:p w:rsidR="00BD1C0F" w:rsidRDefault="00BD1C0F" w:rsidP="00BD1C0F">
      <w:pPr>
        <w:pStyle w:val="libNormal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۱۲</w:t>
      </w:r>
      <w:r w:rsidRPr="00355782">
        <w:rPr>
          <w:rFonts w:hint="cs"/>
          <w:rtl/>
        </w:rPr>
        <w:t>عن صالح :قالت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الابشرک سمعت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:س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الجنت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اربع:مر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وخد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وآس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امرة فرعون </w:t>
      </w:r>
      <w:r w:rsidR="00D50B24" w:rsidRPr="00D50B24">
        <w:rPr>
          <w:rStyle w:val="libFootnotenumChar"/>
          <w:rFonts w:hint="cs"/>
          <w:rtl/>
        </w:rPr>
        <w:t>(</w:t>
      </w:r>
      <w:r w:rsidR="00D50B24">
        <w:rPr>
          <w:rStyle w:val="libFootnotenumChar"/>
          <w:rFonts w:hint="cs"/>
          <w:rtl/>
        </w:rPr>
        <w:t>12)</w:t>
      </w:r>
      <w:r>
        <w:rPr>
          <w:rtl/>
          <w:lang w:bidi="fa-IR"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صالح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سناوں !و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سنا:ا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جنت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صرف چار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،فاطم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بنت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اورفرعون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یہ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احمد</w:t>
      </w:r>
      <w:r>
        <w:rPr>
          <w:rtl/>
        </w:rPr>
        <w:t xml:space="preserve"> بن حنبل فضائل الصحاب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۲:۷۶۰،رقم :۱۳۳۶ </w:t>
      </w:r>
    </w:p>
    <w:p w:rsidR="00BD1C0F" w:rsidRDefault="00BD1C0F" w:rsidP="005202BA">
      <w:pPr>
        <w:pStyle w:val="libFootnote"/>
      </w:pPr>
    </w:p>
    <w:p w:rsidR="00BD1C0F" w:rsidRDefault="00BD1C0F" w:rsidP="005F0B0F">
      <w:pPr>
        <w:pStyle w:val="Heading2Center"/>
      </w:pPr>
      <w:bookmarkStart w:id="4" w:name="_Toc500161423"/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bookmarkEnd w:id="4"/>
    </w:p>
    <w:p w:rsidR="00BD1C0F" w:rsidRDefault="00BD1C0F" w:rsidP="0002678E">
      <w:pPr>
        <w:pStyle w:val="libArabic"/>
      </w:pPr>
      <w:r>
        <w:rPr>
          <w:rFonts w:hint="eastAsia"/>
          <w:rtl/>
        </w:rPr>
        <w:t>حرم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سلام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النار </w:t>
      </w:r>
    </w:p>
    <w:p w:rsidR="00BD1C0F" w:rsidRDefault="00BD1C0F" w:rsidP="005202BA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اورآل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پر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آگ حرام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D14C41">
      <w:pPr>
        <w:pStyle w:val="libArabic"/>
      </w:pPr>
      <w:r>
        <w:rPr>
          <w:rtl/>
          <w:lang w:bidi="fa-IR"/>
        </w:rPr>
        <w:t>۱۳</w:t>
      </w:r>
      <w:r>
        <w:rPr>
          <w:rFonts w:hint="cs"/>
          <w:rtl/>
        </w:rPr>
        <w:t>عن ابن عباس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ان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غی</w:t>
      </w:r>
      <w:r>
        <w:rPr>
          <w:rFonts w:hint="eastAsia"/>
          <w:rtl/>
        </w:rPr>
        <w:t>ر</w:t>
      </w:r>
      <w:r>
        <w:rPr>
          <w:rtl/>
        </w:rPr>
        <w:t xml:space="preserve"> معذبک ولا ولاک </w:t>
      </w:r>
      <w:r w:rsidRPr="00D50B24">
        <w:rPr>
          <w:rStyle w:val="libFootnotenumChar"/>
          <w:rtl/>
        </w:rPr>
        <w:t xml:space="preserve">(۱۳) </w:t>
      </w: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اولاد کو آگ کا عذاب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۱۱:۱۲۰،رقم :۱۱۶۸۵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مجمع الزوائد (</w:t>
      </w:r>
      <w:r>
        <w:rPr>
          <w:rtl/>
        </w:rPr>
        <w:t>۹:۲۰۲)م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355782">
        <w:rPr>
          <w:rFonts w:hint="cs"/>
          <w:rtl/>
        </w:rPr>
        <w:t>ہا ہے کہ اسے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 اوراس کے رجال ثقہ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۔سخاو</w:t>
      </w:r>
      <w:r>
        <w:rPr>
          <w:rFonts w:hint="cs"/>
          <w:rtl/>
        </w:rPr>
        <w:t>ی</w:t>
      </w:r>
      <w:r>
        <w:rPr>
          <w:rtl/>
        </w:rPr>
        <w:t xml:space="preserve"> استجلاب ارتقاء الغرف بحب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وذو</w:t>
      </w:r>
      <w:r>
        <w:rPr>
          <w:rFonts w:hint="cs"/>
          <w:rtl/>
        </w:rPr>
        <w:t>ی</w:t>
      </w:r>
      <w:r>
        <w:rPr>
          <w:rtl/>
        </w:rPr>
        <w:t xml:space="preserve"> الشرف:۱۱۷ </w:t>
      </w:r>
    </w:p>
    <w:p w:rsidR="00D50B24" w:rsidRDefault="00D50B24" w:rsidP="0002678E">
      <w:pPr>
        <w:pStyle w:val="libArabic"/>
        <w:rPr>
          <w:rtl/>
          <w:lang w:bidi="fa-IR"/>
        </w:rPr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۱۴</w:t>
      </w:r>
      <w:r>
        <w:rPr>
          <w:rFonts w:hint="cs"/>
          <w:rtl/>
        </w:rPr>
        <w:t>عن عبدالل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بن مسعود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ما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:ان 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حصنت فرج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فحرم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وذری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النار </w:t>
      </w: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</w:t>
      </w:r>
      <w:r>
        <w:rPr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عصمت وپاکدامن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اولاد کو آگ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محفوظ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Pr="005202BA" w:rsidRDefault="00BD1C0F" w:rsidP="005202BA">
      <w:pPr>
        <w:pStyle w:val="libFootnote"/>
      </w:pPr>
      <w:r w:rsidRPr="005202BA">
        <w:rPr>
          <w:rtl/>
        </w:rPr>
        <w:t>۱۴</w:t>
      </w:r>
      <w:r w:rsidRPr="005202BA">
        <w:rPr>
          <w:rtl/>
          <w:lang w:bidi="ar-SA"/>
        </w:rPr>
        <w:t xml:space="preserve">۔حوالاجات </w:t>
      </w:r>
    </w:p>
    <w:p w:rsidR="00BD1C0F" w:rsidRPr="005202BA" w:rsidRDefault="00BD1C0F" w:rsidP="005202BA">
      <w:pPr>
        <w:pStyle w:val="libFootnote"/>
      </w:pPr>
      <w:r w:rsidRPr="005202BA">
        <w:rPr>
          <w:rtl/>
        </w:rPr>
        <w:t>۱</w:t>
      </w:r>
      <w:r w:rsidRPr="005202BA">
        <w:rPr>
          <w:rtl/>
          <w:lang w:bidi="ar-SA"/>
        </w:rPr>
        <w:t>۔طبران</w:t>
      </w:r>
      <w:r w:rsidRPr="005202BA">
        <w:rPr>
          <w:rFonts w:hint="cs"/>
          <w:rtl/>
          <w:lang w:bidi="ar-SA"/>
        </w:rPr>
        <w:t>ی</w:t>
      </w:r>
      <w:r w:rsidRPr="005202BA">
        <w:rPr>
          <w:rtl/>
          <w:lang w:bidi="ar-SA"/>
        </w:rPr>
        <w:t xml:space="preserve"> المعجم الکب</w:t>
      </w:r>
      <w:r w:rsidRPr="005202BA">
        <w:rPr>
          <w:rFonts w:hint="cs"/>
          <w:rtl/>
          <w:lang w:bidi="ar-SA"/>
        </w:rPr>
        <w:t>ی</w:t>
      </w:r>
      <w:r w:rsidRPr="005202BA">
        <w:rPr>
          <w:rFonts w:hint="eastAsia"/>
          <w:rtl/>
          <w:lang w:bidi="ar-SA"/>
        </w:rPr>
        <w:t>ر،</w:t>
      </w:r>
      <w:r w:rsidRPr="005202BA">
        <w:rPr>
          <w:rtl/>
        </w:rPr>
        <w:t xml:space="preserve">۲۲،۴۰۷:۱۰۱۸ </w:t>
      </w:r>
    </w:p>
    <w:p w:rsidR="00BD1C0F" w:rsidRPr="005202BA" w:rsidRDefault="00BD1C0F" w:rsidP="005202BA">
      <w:pPr>
        <w:pStyle w:val="libFootnote"/>
      </w:pPr>
      <w:r w:rsidRPr="005202BA">
        <w:rPr>
          <w:rtl/>
        </w:rPr>
        <w:t>۲</w:t>
      </w:r>
      <w:r w:rsidRPr="005202BA">
        <w:rPr>
          <w:rtl/>
          <w:lang w:bidi="ar-SA"/>
        </w:rPr>
        <w:t>۔بزار المسند،</w:t>
      </w:r>
      <w:r w:rsidRPr="005202BA">
        <w:rPr>
          <w:rtl/>
        </w:rPr>
        <w:t>۲۲۳۵</w:t>
      </w:r>
      <w:r w:rsidRPr="005202BA">
        <w:rPr>
          <w:rtl/>
          <w:lang w:bidi="ar-SA"/>
        </w:rPr>
        <w:t xml:space="preserve">،رقم </w:t>
      </w:r>
      <w:r w:rsidRPr="005202BA">
        <w:rPr>
          <w:rtl/>
        </w:rPr>
        <w:t xml:space="preserve">۴۷۲۶ </w:t>
      </w:r>
    </w:p>
    <w:p w:rsidR="00BD1C0F" w:rsidRPr="005202BA" w:rsidRDefault="00BD1C0F" w:rsidP="005202BA">
      <w:pPr>
        <w:pStyle w:val="libFootnote"/>
      </w:pPr>
      <w:r w:rsidRPr="005202BA">
        <w:rPr>
          <w:rtl/>
        </w:rPr>
        <w:t>۳</w:t>
      </w:r>
      <w:r w:rsidRPr="005202BA">
        <w:rPr>
          <w:rtl/>
          <w:lang w:bidi="ar-SA"/>
        </w:rPr>
        <w:t xml:space="preserve">۔حاکم المستدرک </w:t>
      </w:r>
      <w:r w:rsidRPr="005202BA">
        <w:rPr>
          <w:rtl/>
        </w:rPr>
        <w:t>۳:۱۶۵</w:t>
      </w:r>
      <w:r w:rsidRPr="005202BA">
        <w:rPr>
          <w:rtl/>
          <w:lang w:bidi="ar-SA"/>
        </w:rPr>
        <w:t>،رقم :</w:t>
      </w:r>
      <w:r w:rsidRPr="005202BA">
        <w:rPr>
          <w:rtl/>
        </w:rPr>
        <w:t xml:space="preserve">۴۷۲۶ </w:t>
      </w:r>
    </w:p>
    <w:p w:rsidR="00BD1C0F" w:rsidRPr="005202BA" w:rsidRDefault="00BD1C0F" w:rsidP="005202BA">
      <w:pPr>
        <w:pStyle w:val="libFootnote"/>
      </w:pPr>
      <w:r w:rsidRPr="005202BA">
        <w:rPr>
          <w:rtl/>
        </w:rPr>
        <w:t>۴</w:t>
      </w:r>
      <w:r w:rsidRPr="005202BA">
        <w:rPr>
          <w:rtl/>
          <w:lang w:bidi="ar-SA"/>
        </w:rPr>
        <w:t>۔ابونع</w:t>
      </w:r>
      <w:r w:rsidRPr="005202BA">
        <w:rPr>
          <w:rFonts w:hint="cs"/>
          <w:rtl/>
          <w:lang w:bidi="ar-SA"/>
        </w:rPr>
        <w:t>ی</w:t>
      </w:r>
      <w:r w:rsidRPr="005202BA">
        <w:rPr>
          <w:rFonts w:hint="eastAsia"/>
          <w:rtl/>
          <w:lang w:bidi="ar-SA"/>
        </w:rPr>
        <w:t>م</w:t>
      </w:r>
      <w:r w:rsidRPr="005202BA">
        <w:rPr>
          <w:rtl/>
          <w:lang w:bidi="ar-SA"/>
        </w:rPr>
        <w:t xml:space="preserve"> حل</w:t>
      </w:r>
      <w:r w:rsidRPr="005202BA">
        <w:rPr>
          <w:rFonts w:hint="cs"/>
          <w:rtl/>
          <w:lang w:bidi="ar-SA"/>
        </w:rPr>
        <w:t>ی</w:t>
      </w:r>
      <w:r w:rsidRPr="005202BA">
        <w:rPr>
          <w:rFonts w:hint="eastAsia"/>
          <w:rtl/>
          <w:lang w:bidi="ar-SA"/>
        </w:rPr>
        <w:t>ة</w:t>
      </w:r>
      <w:r w:rsidRPr="005202BA">
        <w:rPr>
          <w:rtl/>
          <w:lang w:bidi="ar-SA"/>
        </w:rPr>
        <w:t xml:space="preserve"> الاول</w:t>
      </w:r>
      <w:r w:rsidRPr="005202BA">
        <w:rPr>
          <w:rFonts w:hint="cs"/>
          <w:rtl/>
          <w:lang w:bidi="ar-SA"/>
        </w:rPr>
        <w:t>ی</w:t>
      </w:r>
      <w:r w:rsidRPr="005202BA">
        <w:rPr>
          <w:rFonts w:hint="eastAsia"/>
          <w:rtl/>
          <w:lang w:bidi="ar-SA"/>
        </w:rPr>
        <w:t>اء</w:t>
      </w:r>
      <w:r w:rsidRPr="005202BA">
        <w:rPr>
          <w:rtl/>
          <w:lang w:bidi="ar-SA"/>
        </w:rPr>
        <w:t xml:space="preserve"> وطبقات الاصف</w:t>
      </w:r>
      <w:r w:rsidRPr="005202BA">
        <w:rPr>
          <w:rFonts w:hint="cs"/>
          <w:rtl/>
          <w:lang w:bidi="ar-SA"/>
        </w:rPr>
        <w:t>ی</w:t>
      </w:r>
      <w:r w:rsidRPr="005202BA">
        <w:rPr>
          <w:rFonts w:hint="eastAsia"/>
          <w:rtl/>
          <w:lang w:bidi="ar-SA"/>
        </w:rPr>
        <w:t>اء</w:t>
      </w:r>
      <w:r w:rsidRPr="005202BA">
        <w:rPr>
          <w:rtl/>
          <w:lang w:bidi="ar-SA"/>
        </w:rPr>
        <w:t xml:space="preserve"> </w:t>
      </w:r>
      <w:r w:rsidRPr="005202BA">
        <w:rPr>
          <w:rtl/>
        </w:rPr>
        <w:t xml:space="preserve">۴:۱۸۸ </w:t>
      </w:r>
    </w:p>
    <w:p w:rsidR="00BD1C0F" w:rsidRPr="005202BA" w:rsidRDefault="00BD1C0F" w:rsidP="005202BA">
      <w:pPr>
        <w:pStyle w:val="libFootnote"/>
      </w:pPr>
      <w:r w:rsidRPr="005202BA">
        <w:rPr>
          <w:rtl/>
        </w:rPr>
        <w:t>۵</w:t>
      </w:r>
      <w:r w:rsidRPr="005202BA">
        <w:rPr>
          <w:rtl/>
          <w:lang w:bidi="ar-SA"/>
        </w:rPr>
        <w:t>۔سخاو</w:t>
      </w:r>
      <w:r w:rsidRPr="005202BA">
        <w:rPr>
          <w:rFonts w:hint="cs"/>
          <w:rtl/>
          <w:lang w:bidi="ar-SA"/>
        </w:rPr>
        <w:t>ی</w:t>
      </w:r>
      <w:r w:rsidRPr="005202BA">
        <w:rPr>
          <w:rtl/>
          <w:lang w:bidi="ar-SA"/>
        </w:rPr>
        <w:t xml:space="preserve"> استجلاب ارتقاء الغرف بحب اقرباء الرسول صل</w:t>
      </w:r>
      <w:r w:rsidRPr="005202BA">
        <w:rPr>
          <w:rFonts w:hint="cs"/>
          <w:rtl/>
          <w:lang w:bidi="ar-SA"/>
        </w:rPr>
        <w:t>ی</w:t>
      </w:r>
      <w:r w:rsidRPr="005202BA">
        <w:rPr>
          <w:rtl/>
          <w:lang w:bidi="ar-SA"/>
        </w:rPr>
        <w:t xml:space="preserve"> اللہ عل</w:t>
      </w:r>
      <w:r w:rsidRPr="005202BA">
        <w:rPr>
          <w:rFonts w:hint="cs"/>
          <w:rtl/>
          <w:lang w:bidi="ar-SA"/>
        </w:rPr>
        <w:t>ی</w:t>
      </w:r>
      <w:r w:rsidRPr="005202BA">
        <w:rPr>
          <w:rFonts w:hint="eastAsia"/>
          <w:rtl/>
          <w:lang w:bidi="ar-SA"/>
        </w:rPr>
        <w:t>ہ</w:t>
      </w:r>
      <w:r w:rsidRPr="005202BA">
        <w:rPr>
          <w:rtl/>
          <w:lang w:bidi="ar-SA"/>
        </w:rPr>
        <w:t xml:space="preserve"> وآلہ وسلم وزو</w:t>
      </w:r>
      <w:r w:rsidRPr="005202BA">
        <w:rPr>
          <w:rFonts w:hint="cs"/>
          <w:rtl/>
          <w:lang w:bidi="ar-SA"/>
        </w:rPr>
        <w:t>ی</w:t>
      </w:r>
      <w:r w:rsidRPr="005202BA">
        <w:rPr>
          <w:rtl/>
          <w:lang w:bidi="ar-SA"/>
        </w:rPr>
        <w:t xml:space="preserve"> الشرف:</w:t>
      </w:r>
      <w:r w:rsidRPr="005202BA">
        <w:rPr>
          <w:rtl/>
        </w:rPr>
        <w:t xml:space="preserve">۱۱۵،۱۱۶ </w:t>
      </w:r>
    </w:p>
    <w:p w:rsidR="00BD1C0F" w:rsidRPr="005202BA" w:rsidRDefault="00BD1C0F" w:rsidP="005202BA">
      <w:pPr>
        <w:pStyle w:val="libFootnote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۱۵</w:t>
      </w:r>
      <w:r>
        <w:rPr>
          <w:rFonts w:hint="cs"/>
          <w:rtl/>
        </w:rPr>
        <w:t xml:space="preserve"> عن جابر بن عبدالل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ما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انما اسمی</w:t>
      </w:r>
      <w:r>
        <w:rPr>
          <w:rFonts w:hint="eastAsia"/>
          <w:rtl/>
        </w:rPr>
        <w:t>ت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لان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 وجل فطم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وفطم معبی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عن النار </w:t>
      </w:r>
    </w:p>
    <w:p w:rsidR="00BD1C0F" w:rsidRDefault="00BD1C0F" w:rsidP="00BD1C0F">
      <w:pPr>
        <w:pStyle w:val="libNormal"/>
      </w:pPr>
      <w:r>
        <w:rPr>
          <w:rtl/>
        </w:rPr>
        <w:t>"حضرت جابر بن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 نام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محبت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والوں کو دوزخ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الگ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۱۵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بما ثور الخطاب ،۱:۳۴۶،رقم :۱۳۸۵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۔ہند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کنزالعمال(</w:t>
      </w:r>
      <w:r>
        <w:rPr>
          <w:rtl/>
        </w:rPr>
        <w:t>۱۲:۱۰۹،رقم ۳۴۲۲۷)م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355782">
        <w:rPr>
          <w:rFonts w:hint="cs"/>
          <w:rtl/>
        </w:rPr>
        <w:t>ہا ہے کہ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355782"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۔سخاو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استجلاب ارتقاء الغرف بحب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وزو</w:t>
      </w:r>
      <w:r>
        <w:rPr>
          <w:rFonts w:hint="cs"/>
          <w:rtl/>
        </w:rPr>
        <w:t>ی</w:t>
      </w:r>
      <w:r>
        <w:rPr>
          <w:rtl/>
        </w:rPr>
        <w:t xml:space="preserve"> الشرف (ص:۹۶)م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355782">
        <w:rPr>
          <w:rFonts w:hint="cs"/>
          <w:rtl/>
        </w:rPr>
        <w:t>ہا ہے کہ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55782">
        <w:rPr>
          <w:rFonts w:hint="cs"/>
          <w:rtl/>
        </w:rPr>
        <w:t>ے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355782">
        <w:rPr>
          <w:rFonts w:hint="cs"/>
          <w:rtl/>
        </w:rPr>
        <w:t>ہ</w:t>
      </w:r>
      <w:r>
        <w:rPr>
          <w:rtl/>
        </w:rPr>
        <w:t xml:space="preserve"> س</w:t>
      </w:r>
      <w:r w:rsidRPr="00355782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5" w:name="_Toc500161424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۶</w:t>
      </w:r>
      <w:bookmarkEnd w:id="5"/>
    </w:p>
    <w:p w:rsidR="00BD1C0F" w:rsidRDefault="00BD1C0F" w:rsidP="0002678E">
      <w:pPr>
        <w:pStyle w:val="libArabic"/>
      </w:pPr>
      <w:r>
        <w:rPr>
          <w:rFonts w:hint="eastAsia"/>
          <w:rtl/>
        </w:rPr>
        <w:t>ام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افضل النساء </w:t>
      </w:r>
    </w:p>
    <w:p w:rsidR="00BD1C0F" w:rsidRDefault="00BD1C0F" w:rsidP="005202BA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افضل النساء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02678E">
      <w:pPr>
        <w:pStyle w:val="libArabic"/>
      </w:pPr>
      <w:r>
        <w:rPr>
          <w:rFonts w:hint="eastAsia"/>
          <w:rtl/>
        </w:rPr>
        <w:lastRenderedPageBreak/>
        <w:t>عن</w:t>
      </w:r>
      <w:r>
        <w:rPr>
          <w:rtl/>
        </w:rPr>
        <w:t xml:space="preserve"> عبدالل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 جعفر قال :سمعت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سمعت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:خ</w:t>
      </w:r>
      <w:r>
        <w:rPr>
          <w:rFonts w:hint="cs"/>
          <w:rtl/>
        </w:rPr>
        <w:t>ی</w:t>
      </w:r>
      <w:r>
        <w:rPr>
          <w:rFonts w:hint="eastAsia"/>
          <w:rtl/>
        </w:rPr>
        <w:t>رنسائ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نسائ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</w:t>
      </w: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جعفرروا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 (اپن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افضل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افضل مر</w:t>
      </w:r>
      <w:r>
        <w:rPr>
          <w:rFonts w:hint="cs"/>
          <w:rtl/>
        </w:rPr>
        <w:t>ی</w:t>
      </w:r>
      <w:r>
        <w:rPr>
          <w:rtl/>
        </w:rPr>
        <w:t xml:space="preserve">م بنت عمران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 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۵:۷۰۲،رقم :۳۸۷۷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 xml:space="preserve">۔احمد بن حنبل المسند </w:t>
      </w:r>
      <w:r>
        <w:rPr>
          <w:rtl/>
        </w:rPr>
        <w:t xml:space="preserve">۱:۱۱۶،۱۳۲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المسند ،۱:۴۵۵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 xml:space="preserve">۔احمد بن حنبل فضائل الصحابہ </w:t>
      </w:r>
      <w:r>
        <w:rPr>
          <w:rtl/>
        </w:rPr>
        <w:t xml:space="preserve">۲:۸۵۲،رقم ۱۵۸۰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۔ابن عبدالبر،الاست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مرفة الاصحاب ،۴:۱۸۲۳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۲:۱۱۳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۔عسقلان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۶:۴۴۷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۔عسقلان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۷:۱۰۷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۔عسقلان</w:t>
      </w:r>
      <w:r>
        <w:rPr>
          <w:rFonts w:hint="cs"/>
          <w:rtl/>
        </w:rPr>
        <w:t>ی</w:t>
      </w:r>
      <w:r>
        <w:rPr>
          <w:rtl/>
        </w:rPr>
        <w:t xml:space="preserve"> الا صاب</w:t>
      </w:r>
      <w:r w:rsidRPr="00355782">
        <w:rPr>
          <w:rFonts w:hint="cs"/>
          <w:rtl/>
        </w:rPr>
        <w:t>ہ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۷:۶۰۲ </w:t>
      </w:r>
    </w:p>
    <w:p w:rsidR="00BD1C0F" w:rsidRDefault="00BD1C0F" w:rsidP="00BD1C0F">
      <w:pPr>
        <w:pStyle w:val="libNormal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۱۷</w:t>
      </w:r>
      <w:r w:rsidRPr="00355782">
        <w:rPr>
          <w:rFonts w:hint="cs"/>
          <w:rtl/>
        </w:rPr>
        <w:t>عن عبدالل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 جعفر سمعت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بالکوفة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سمعت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:خ</w:t>
      </w:r>
      <w:r>
        <w:rPr>
          <w:rFonts w:hint="cs"/>
          <w:rtl/>
        </w:rPr>
        <w:t>ی</w:t>
      </w:r>
      <w:r>
        <w:rPr>
          <w:rFonts w:hint="eastAsia"/>
          <w:rtl/>
        </w:rPr>
        <w:t>رنسائ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وخ</w:t>
      </w:r>
      <w:r>
        <w:rPr>
          <w:rFonts w:hint="cs"/>
          <w:rtl/>
        </w:rPr>
        <w:t>ی</w:t>
      </w:r>
      <w:r>
        <w:rPr>
          <w:rFonts w:hint="eastAsia"/>
          <w:rtl/>
        </w:rPr>
        <w:t>رنسائ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 </w:t>
      </w:r>
    </w:p>
    <w:p w:rsidR="00BD1C0F" w:rsidRDefault="00BD1C0F" w:rsidP="0002678E">
      <w:pPr>
        <w:pStyle w:val="libArabic"/>
      </w:pPr>
      <w:r>
        <w:rPr>
          <w:rFonts w:hint="eastAsia"/>
          <w:rtl/>
        </w:rPr>
        <w:t>قال</w:t>
      </w:r>
      <w:r>
        <w:rPr>
          <w:rtl/>
        </w:rPr>
        <w:t xml:space="preserve"> ابوکر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:اشارک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والارض </w:t>
      </w:r>
    </w:p>
    <w:p w:rsidR="00BD1C0F" w:rsidRDefault="00BD1C0F" w:rsidP="00BD1C0F">
      <w:pPr>
        <w:pStyle w:val="libNormal"/>
      </w:pPr>
      <w:r>
        <w:rPr>
          <w:rtl/>
        </w:rPr>
        <w:lastRenderedPageBreak/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جعفر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کوف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اورخد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عورتوں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"راو</w:t>
      </w:r>
      <w:r>
        <w:rPr>
          <w:rFonts w:hint="cs"/>
          <w:rtl/>
        </w:rPr>
        <w:t>ی</w:t>
      </w:r>
      <w:r>
        <w:rPr>
          <w:rtl/>
        </w:rPr>
        <w:t xml:space="preserve"> ابوکر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 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،۴:۱۸۸۶،رقم ۲۴۳۰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۳:۱۲۶۵،۱۳۸۸،رقم ۳۲۴۹،۳۶۰۴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۵:۹۳،رقم ۸۳۵۴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 xml:space="preserve">۔احمد بن حنبل المسند </w:t>
      </w:r>
      <w:r>
        <w:rPr>
          <w:rtl/>
        </w:rPr>
        <w:t xml:space="preserve">۱:۸۴،۱۴۳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>۔عبدالرزاق، المصنف،</w:t>
      </w:r>
      <w:r>
        <w:rPr>
          <w:rtl/>
        </w:rPr>
        <w:t xml:space="preserve">۷:۴۹۲،رقم ۱۴۰۰۶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5782">
        <w:rPr>
          <w:rFonts w:hint="cs"/>
          <w:rtl/>
        </w:rPr>
        <w:t>ہ</w:t>
      </w:r>
      <w:r>
        <w:rPr>
          <w:rtl/>
        </w:rPr>
        <w:t xml:space="preserve"> المصنف،۶:۳۹۰،رقم ۳۲۲۸۹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۔بزارالمسند ،</w:t>
      </w:r>
      <w:r>
        <w:rPr>
          <w:rtl/>
        </w:rPr>
        <w:t xml:space="preserve">۱:۳۹۹،رقم ۴۶۸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>۔ابو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المسند۱:۳۹۹رقم ۵۲۲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۷۴،رقم ۲۴۹ 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 xml:space="preserve">۔احمدبن حنبل فضائل الصحابہ </w:t>
      </w:r>
      <w:r>
        <w:rPr>
          <w:rtl/>
        </w:rPr>
        <w:t xml:space="preserve">۲:۸۴۷،۸۵۶،رقم :۱۵۶۳،۱۵۷۹،۱۵۸۳ </w:t>
      </w:r>
    </w:p>
    <w:p w:rsidR="00BD1C0F" w:rsidRDefault="00BD1C0F" w:rsidP="005202BA">
      <w:pPr>
        <w:pStyle w:val="libFootnote"/>
      </w:pPr>
      <w:r>
        <w:rPr>
          <w:rtl/>
        </w:rPr>
        <w:t>۱۱</w:t>
      </w:r>
      <w:r w:rsidRPr="00355782">
        <w:rPr>
          <w:rFonts w:hint="cs"/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الآحادوالمثال</w:t>
      </w:r>
      <w:r>
        <w:rPr>
          <w:rFonts w:hint="cs"/>
          <w:rtl/>
        </w:rPr>
        <w:t>ی</w:t>
      </w:r>
      <w:r>
        <w:rPr>
          <w:rtl/>
        </w:rPr>
        <w:t xml:space="preserve"> ۵:۳۸۰،رقم ۲۹۸۵ 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 xml:space="preserve">۔حاکم المستدرک </w:t>
      </w:r>
      <w:r>
        <w:rPr>
          <w:rtl/>
        </w:rPr>
        <w:t xml:space="preserve">۲:۵۳۹،رقم ۳۸۳۷ </w:t>
      </w:r>
    </w:p>
    <w:p w:rsidR="00BD1C0F" w:rsidRDefault="00BD1C0F" w:rsidP="005202BA">
      <w:pPr>
        <w:pStyle w:val="libFootnote"/>
      </w:pPr>
      <w:r>
        <w:rPr>
          <w:rtl/>
        </w:rPr>
        <w:t>۱۳</w:t>
      </w:r>
      <w:r w:rsidRPr="00355782">
        <w:rPr>
          <w:rFonts w:hint="cs"/>
          <w:rtl/>
        </w:rPr>
        <w:t>۔حاکم المستدرک ،</w:t>
      </w:r>
      <w:r>
        <w:rPr>
          <w:rtl/>
        </w:rPr>
        <w:t xml:space="preserve">۳:۲۰۳،۶۵۷رقم ۴۸۴۷۶،۶۴۱۹ </w:t>
      </w:r>
    </w:p>
    <w:p w:rsidR="00BD1C0F" w:rsidRDefault="00BD1C0F" w:rsidP="005202BA">
      <w:pPr>
        <w:pStyle w:val="libFootnote"/>
      </w:pPr>
      <w:r>
        <w:rPr>
          <w:rtl/>
        </w:rPr>
        <w:t>۱۴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،۶:۳۶۷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۱۵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:۲۳،۱۸ رقم :۴ 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۔محامل</w:t>
      </w:r>
      <w:r>
        <w:rPr>
          <w:rFonts w:hint="cs"/>
          <w:rtl/>
        </w:rPr>
        <w:t>ی</w:t>
      </w:r>
      <w:r>
        <w:rPr>
          <w:rtl/>
        </w:rPr>
        <w:t xml:space="preserve"> الامال</w:t>
      </w:r>
      <w:r>
        <w:rPr>
          <w:rFonts w:hint="cs"/>
          <w:rtl/>
        </w:rPr>
        <w:t>ی</w:t>
      </w:r>
      <w:r>
        <w:rPr>
          <w:rtl/>
        </w:rPr>
        <w:t xml:space="preserve"> :۱۸۸رقم ۱۶۴ 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ۃ</w:t>
      </w:r>
      <w:r>
        <w:rPr>
          <w:rtl/>
        </w:rPr>
        <w:t xml:space="preserve"> الطا</w:t>
      </w:r>
      <w:r w:rsidRPr="00355782">
        <w:rPr>
          <w:rFonts w:hint="cs"/>
          <w:rtl/>
        </w:rPr>
        <w:t>ہرہ :</w:t>
      </w:r>
      <w:r>
        <w:rPr>
          <w:rtl/>
        </w:rPr>
        <w:t xml:space="preserve">۳۷،رقم ۲۸ </w:t>
      </w:r>
    </w:p>
    <w:p w:rsidR="00BD1C0F" w:rsidRDefault="00BD1C0F" w:rsidP="005202BA">
      <w:pPr>
        <w:pStyle w:val="libFootnote"/>
      </w:pPr>
      <w:r>
        <w:rPr>
          <w:rtl/>
        </w:rPr>
        <w:t>۱۸</w:t>
      </w:r>
      <w:r w:rsidRPr="00355782">
        <w:rPr>
          <w:rFonts w:hint="cs"/>
          <w:rtl/>
        </w:rPr>
        <w:t>۔ابن عبدالبر،الاست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الاصحاب ۴:۱۸۲۴ </w:t>
      </w:r>
    </w:p>
    <w:p w:rsidR="00BD1C0F" w:rsidRDefault="00BD1C0F" w:rsidP="005202BA">
      <w:pPr>
        <w:pStyle w:val="libFootnote"/>
      </w:pPr>
      <w:r>
        <w:rPr>
          <w:rtl/>
        </w:rPr>
        <w:t>۱۹</w:t>
      </w:r>
      <w:r w:rsidRPr="00355782">
        <w:rPr>
          <w:rFonts w:hint="cs"/>
          <w:rtl/>
        </w:rPr>
        <w:t>۔ابن جوز</w:t>
      </w:r>
      <w:r>
        <w:rPr>
          <w:rFonts w:hint="cs"/>
          <w:rtl/>
        </w:rPr>
        <w:t>ی</w:t>
      </w:r>
      <w:r>
        <w:rPr>
          <w:rtl/>
        </w:rPr>
        <w:t xml:space="preserve"> صفة الصفو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۲:۳ </w:t>
      </w:r>
    </w:p>
    <w:p w:rsidR="008F0525" w:rsidRDefault="008F0525" w:rsidP="00D14C41">
      <w:pPr>
        <w:pStyle w:val="libNormal"/>
        <w:rPr>
          <w:rtl/>
        </w:rPr>
      </w:pPr>
      <w:r>
        <w:rPr>
          <w:rtl/>
        </w:rPr>
        <w:br w:type="page"/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6" w:name="_Toc500161425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۷</w:t>
      </w:r>
      <w:bookmarkEnd w:id="6"/>
    </w:p>
    <w:p w:rsidR="00BD1C0F" w:rsidRDefault="00BD1C0F" w:rsidP="0002678E">
      <w:pPr>
        <w:pStyle w:val="libArabic"/>
      </w:pPr>
      <w:r>
        <w:rPr>
          <w:rFonts w:hint="eastAsia"/>
          <w:rtl/>
        </w:rPr>
        <w:t>قول</w:t>
      </w:r>
      <w:r>
        <w:rPr>
          <w:rtl/>
        </w:rPr>
        <w:t xml:space="preserve">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فداک اب</w:t>
      </w:r>
      <w:r>
        <w:rPr>
          <w:rFonts w:hint="cs"/>
          <w:rtl/>
        </w:rPr>
        <w:t>ی</w:t>
      </w:r>
      <w:r>
        <w:rPr>
          <w:rtl/>
        </w:rPr>
        <w:t xml:space="preserve"> وام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BD1C0F" w:rsidRPr="005202BA" w:rsidRDefault="00BD1C0F" w:rsidP="005202BA">
      <w:pPr>
        <w:pStyle w:val="libNormal"/>
      </w:pPr>
      <w:r w:rsidRPr="005202BA">
        <w:rPr>
          <w:rFonts w:hint="eastAsia"/>
          <w:rtl/>
        </w:rPr>
        <w:t>فرمان</w:t>
      </w:r>
      <w:r w:rsidRPr="005202BA">
        <w:rPr>
          <w:rtl/>
        </w:rPr>
        <w:t xml:space="preserve"> رسول خدا صل</w:t>
      </w:r>
      <w:r w:rsidRPr="005202BA">
        <w:rPr>
          <w:rFonts w:hint="cs"/>
          <w:rtl/>
        </w:rPr>
        <w:t>ی</w:t>
      </w:r>
      <w:r w:rsidRPr="005202BA">
        <w:rPr>
          <w:rtl/>
        </w:rPr>
        <w:t xml:space="preserve"> اللہ عل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ہ</w:t>
      </w:r>
      <w:r w:rsidRPr="005202BA">
        <w:rPr>
          <w:rtl/>
        </w:rPr>
        <w:t xml:space="preserve"> وآلہ وسلم فاطمہ م</w:t>
      </w:r>
      <w:r w:rsidRPr="005202BA">
        <w:rPr>
          <w:rFonts w:hint="cs"/>
          <w:rtl/>
        </w:rPr>
        <w:t>ی</w:t>
      </w:r>
      <w:r w:rsidRPr="005202BA">
        <w:rPr>
          <w:rFonts w:hint="eastAsia"/>
          <w:rtl/>
        </w:rPr>
        <w:t>رے</w:t>
      </w:r>
      <w:r w:rsidRPr="005202BA">
        <w:rPr>
          <w:rtl/>
        </w:rPr>
        <w:t xml:space="preserve"> ماں باپ تجھ پر قربان </w:t>
      </w:r>
    </w:p>
    <w:p w:rsidR="00BD1C0F" w:rsidRDefault="00BD1C0F" w:rsidP="00D14C41">
      <w:pPr>
        <w:pStyle w:val="libArabic"/>
      </w:pPr>
      <w:r>
        <w:rPr>
          <w:rtl/>
          <w:lang w:bidi="fa-IR"/>
        </w:rPr>
        <w:t>۱۸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عمر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ان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کان </w:t>
      </w:r>
      <w:r>
        <w:rPr>
          <w:rtl/>
        </w:rPr>
        <w:t>اذا سافر کان آخر الناس 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دا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واذا قدم من سفر کان اول الناس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دا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فقال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فداک اب</w:t>
      </w:r>
      <w:r>
        <w:rPr>
          <w:rFonts w:hint="cs"/>
          <w:rtl/>
        </w:rPr>
        <w:t>ی</w:t>
      </w:r>
      <w:r>
        <w:rPr>
          <w:rtl/>
        </w:rPr>
        <w:t xml:space="preserve"> وام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عمررض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جب سفر کا اراد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بعد جس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گفتگو کرک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سفر پر روان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اورسفر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حضر 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</w:t>
      </w:r>
      <w:r>
        <w:rPr>
          <w:rtl/>
        </w:rPr>
        <w:t>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تج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پر قربان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 xml:space="preserve">۔حاکم المستدرک </w:t>
      </w:r>
      <w:r>
        <w:rPr>
          <w:rtl/>
        </w:rPr>
        <w:t xml:space="preserve">۳:۱۷۰،رقم۴۷۴۰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،۲:۴۷۰،۴۷۱،رقم ۶۹۶ </w:t>
      </w:r>
    </w:p>
    <w:p w:rsidR="00BD1C0F" w:rsidRDefault="00BD1C0F" w:rsidP="00BD1C0F">
      <w:pPr>
        <w:pStyle w:val="libNormal"/>
      </w:pPr>
    </w:p>
    <w:p w:rsidR="00BD1C0F" w:rsidRDefault="00BD1C0F" w:rsidP="00D14C41">
      <w:pPr>
        <w:pStyle w:val="libArabic"/>
      </w:pPr>
      <w:r>
        <w:rPr>
          <w:rtl/>
          <w:lang w:bidi="fa-IR"/>
        </w:rPr>
        <w:t>۱۹</w:t>
      </w:r>
      <w:r w:rsidRPr="00355782">
        <w:rPr>
          <w:rFonts w:hint="cs"/>
          <w:rtl/>
        </w:rPr>
        <w:t>عن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لف</w:t>
      </w:r>
      <w:r>
        <w:rPr>
          <w:rtl/>
        </w:rPr>
        <w:t>اطم</w:t>
      </w:r>
      <w:r w:rsidR="00D14C41" w:rsidRPr="00D14C41">
        <w:rPr>
          <w:rFonts w:hint="cs"/>
          <w:rtl/>
        </w:rPr>
        <w:t>ة</w:t>
      </w:r>
      <w:r>
        <w:rPr>
          <w:rtl/>
        </w:rPr>
        <w:t>:فداک اب</w:t>
      </w:r>
      <w:r>
        <w:rPr>
          <w:rFonts w:hint="cs"/>
          <w:rtl/>
        </w:rPr>
        <w:t>ی</w:t>
      </w:r>
      <w:r>
        <w:rPr>
          <w:rtl/>
        </w:rPr>
        <w:t xml:space="preserve"> وام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  <w:rPr>
          <w:rtl/>
        </w:rPr>
      </w:pPr>
      <w:r>
        <w:rPr>
          <w:rtl/>
        </w:rPr>
        <w:t>"حضرت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تج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پرقربان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" </w:t>
      </w:r>
    </w:p>
    <w:p w:rsidR="0002678E" w:rsidRDefault="0002678E" w:rsidP="0002678E">
      <w:pPr>
        <w:pStyle w:val="libLine"/>
      </w:pPr>
      <w:r>
        <w:rPr>
          <w:rFonts w:hint="cs"/>
          <w:rtl/>
        </w:rPr>
        <w:t>____________________</w:t>
      </w:r>
    </w:p>
    <w:p w:rsidR="0002678E" w:rsidRDefault="00BD1C0F" w:rsidP="0002678E">
      <w:pPr>
        <w:pStyle w:val="libFootnote"/>
        <w:rPr>
          <w:rtl/>
        </w:rPr>
      </w:pPr>
      <w:r>
        <w:rPr>
          <w:rFonts w:hint="eastAsia"/>
          <w:rtl/>
        </w:rPr>
        <w:t>حوالات</w:t>
      </w:r>
    </w:p>
    <w:p w:rsidR="00BD1C0F" w:rsidRDefault="00BD1C0F" w:rsidP="0002678E">
      <w:pPr>
        <w:pStyle w:val="libFootnote"/>
      </w:pPr>
      <w:r>
        <w:rPr>
          <w:rtl/>
        </w:rPr>
        <w:t xml:space="preserve"> شو کان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القرابة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(ص:</w:t>
      </w:r>
      <w:r>
        <w:rPr>
          <w:rtl/>
        </w:rPr>
        <w:t>۲۷۹)م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حاکم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7" w:name="_Toc500161426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۸</w:t>
      </w:r>
      <w:bookmarkEnd w:id="7"/>
    </w:p>
    <w:p w:rsidR="00BD1C0F" w:rsidRDefault="00BD1C0F" w:rsidP="005202BA">
      <w:pPr>
        <w:pStyle w:val="libNormal"/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لخت جگر مصطف</w:t>
      </w:r>
      <w:r>
        <w:rPr>
          <w:rFonts w:hint="cs"/>
          <w:rtl/>
        </w:rPr>
        <w:t>ی</w:t>
      </w:r>
      <w:r>
        <w:rPr>
          <w:rtl/>
        </w:rPr>
        <w:t xml:space="preserve"> 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قال</w:t>
      </w:r>
      <w:r>
        <w:rPr>
          <w:rtl/>
        </w:rPr>
        <w:t xml:space="preserve">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احب الناس بعد اب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" </w:t>
      </w:r>
    </w:p>
    <w:p w:rsidR="00722A80" w:rsidRDefault="00722A80" w:rsidP="00722A80">
      <w:pPr>
        <w:pStyle w:val="libArabic"/>
      </w:pPr>
    </w:p>
    <w:p w:rsidR="00722A80" w:rsidRDefault="00722A80" w:rsidP="00722A80">
      <w:pPr>
        <w:pStyle w:val="libArabic"/>
      </w:pPr>
      <w:r>
        <w:rPr>
          <w:rFonts w:hint="eastAsia"/>
          <w:rtl/>
        </w:rPr>
        <w:t>عن</w:t>
      </w:r>
      <w:r>
        <w:rPr>
          <w:rtl/>
        </w:rPr>
        <w:t xml:space="preserve"> عمررض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دخل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 احب ال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منک والل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ماکان احد من الناس بعد اب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احب ال</w:t>
      </w:r>
      <w:r>
        <w:rPr>
          <w:rFonts w:hint="cs"/>
          <w:rtl/>
        </w:rPr>
        <w:t>ی</w:t>
      </w:r>
      <w:r>
        <w:rPr>
          <w:rtl/>
        </w:rPr>
        <w:t xml:space="preserve"> منک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۱۰۱</w:t>
      </w:r>
      <w:r w:rsidRPr="00355782">
        <w:rPr>
          <w:rFonts w:hint="cs"/>
          <w:rtl/>
        </w:rPr>
        <w:t>عن عمرو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قال :قالت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:مارا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 اقط اصدق من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۱۰۰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:مارا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افضل من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غ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Fonts w:hint="eastAsia"/>
          <w:rtl/>
        </w:rPr>
        <w:t>قالت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افضل الناس بعد اب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"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۹۹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:انا وعل</w:t>
      </w:r>
      <w:r>
        <w:rPr>
          <w:rFonts w:hint="cs"/>
          <w:rtl/>
        </w:rPr>
        <w:t>ی</w:t>
      </w:r>
      <w:r>
        <w:rPr>
          <w:rtl/>
        </w:rPr>
        <w:t xml:space="preserve">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مجتمون ومن احبنا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ناکل ونشرب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فرق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الحباد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۹۸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:ان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ذا الراقد ف</w:t>
      </w:r>
      <w:r>
        <w:rPr>
          <w:rFonts w:hint="cs"/>
          <w:rtl/>
        </w:rPr>
        <w:t>ی</w:t>
      </w:r>
      <w:r>
        <w:rPr>
          <w:rtl/>
        </w:rPr>
        <w:t xml:space="preserve"> مکان واحد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۹۸</w:t>
      </w:r>
      <w:r w:rsidRPr="00355782">
        <w:rPr>
          <w:rFonts w:hint="cs"/>
          <w:rtl/>
        </w:rPr>
        <w:t>ان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وزوج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وابنا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اومن احب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مجتمون مع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</w:t>
      </w:r>
      <w:r>
        <w:rPr>
          <w:rFonts w:hint="cs"/>
          <w:rtl/>
        </w:rPr>
        <w:t>ی</w:t>
      </w:r>
      <w:r>
        <w:rPr>
          <w:rtl/>
        </w:rPr>
        <w:t xml:space="preserve"> مکان واحد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۹۷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الاشعر</w:t>
      </w:r>
      <w:r>
        <w:rPr>
          <w:rFonts w:hint="cs"/>
          <w:rtl/>
        </w:rPr>
        <w:t>ی</w:t>
      </w:r>
      <w:r>
        <w:rPr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:انا وعل</w:t>
      </w:r>
      <w:r>
        <w:rPr>
          <w:rFonts w:hint="cs"/>
          <w:rtl/>
        </w:rPr>
        <w:t>ی</w:t>
      </w:r>
      <w:r>
        <w:rPr>
          <w:rtl/>
        </w:rPr>
        <w:t xml:space="preserve"> وفاچمة والحسن والحس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تحت العرش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۹۶:</w:t>
      </w:r>
      <w:r>
        <w:rPr>
          <w:rtl/>
        </w:rPr>
        <w:t>عن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،قال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:ان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Fonts w:hint="eastAsia"/>
          <w:rtl/>
        </w:rPr>
        <w:t>اوالحسن</w:t>
      </w:r>
      <w:r>
        <w:rPr>
          <w:rtl/>
        </w:rPr>
        <w:t xml:space="preserve">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حظ</w:t>
      </w:r>
      <w:r>
        <w:rPr>
          <w:rFonts w:hint="cs"/>
          <w:rtl/>
        </w:rPr>
        <w:t>ی</w:t>
      </w:r>
      <w:r>
        <w:rPr>
          <w:rFonts w:hint="eastAsia"/>
          <w:rtl/>
        </w:rPr>
        <w:t>رةالقدس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قبة 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سقف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عرش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مسکن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قبة 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سقف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عرش الرحمن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۹۵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دالمدن</w:t>
      </w:r>
      <w:r>
        <w:rPr>
          <w:rFonts w:hint="cs"/>
          <w:rtl/>
        </w:rPr>
        <w:t>ی</w:t>
      </w:r>
      <w:r>
        <w:rPr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اول شخص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:فاطم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محمد ومثل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الامة مثل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۹۴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اول شخص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۹۳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:اخبرن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ان اول من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انا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55782">
        <w:rPr>
          <w:rFonts w:hint="cs"/>
          <w:rtl/>
        </w:rPr>
        <w:t>قلت: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فمحبونا؟قال :من ورائکم 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اول</w:t>
      </w:r>
      <w:r>
        <w:rPr>
          <w:rtl/>
        </w:rPr>
        <w:t xml:space="preserve"> من دخل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مع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وزوج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وابنا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۹۲</w:t>
      </w:r>
      <w:r w:rsidRPr="00355782">
        <w:rPr>
          <w:rFonts w:hint="cs"/>
          <w:rtl/>
        </w:rPr>
        <w:t xml:space="preserve"> عن ابن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انام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العلم عل</w:t>
      </w:r>
      <w:r>
        <w:rPr>
          <w:rFonts w:hint="cs"/>
          <w:rtl/>
        </w:rPr>
        <w:t>ی</w:t>
      </w:r>
      <w:r>
        <w:rPr>
          <w:rtl/>
        </w:rPr>
        <w:t xml:space="preserve"> کفتا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علاقت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والآ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عمرد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وزن</w:t>
      </w:r>
      <w:r>
        <w:rPr>
          <w:rtl/>
        </w:rPr>
        <w:t xml:space="preserve">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اعمالالمعب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لنا والمبغص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لنا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علاقة 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الآخرة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lastRenderedPageBreak/>
        <w:t>۹۱</w:t>
      </w:r>
      <w:r w:rsidRPr="00355782">
        <w:rPr>
          <w:rFonts w:hint="cs"/>
          <w:rtl/>
        </w:rPr>
        <w:t>عن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معاذ بن جبل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وانت عل</w:t>
      </w:r>
      <w:r>
        <w:rPr>
          <w:rFonts w:hint="cs"/>
          <w:rtl/>
        </w:rPr>
        <w:t>ی</w:t>
      </w:r>
      <w:r>
        <w:rPr>
          <w:rtl/>
        </w:rPr>
        <w:t xml:space="preserve"> العضباء ؟قال :انا عل</w:t>
      </w:r>
      <w:r>
        <w:rPr>
          <w:rFonts w:hint="cs"/>
          <w:rtl/>
        </w:rPr>
        <w:t>ی</w:t>
      </w:r>
      <w:r>
        <w:rPr>
          <w:rtl/>
        </w:rPr>
        <w:t xml:space="preserve"> البراق </w:t>
      </w:r>
      <w:r>
        <w:rPr>
          <w:rFonts w:hint="cs"/>
          <w:rtl/>
        </w:rPr>
        <w:t>ی</w:t>
      </w:r>
      <w:r>
        <w:rPr>
          <w:rFonts w:hint="eastAsia"/>
          <w:rtl/>
        </w:rPr>
        <w:t>خصن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ابنت</w:t>
      </w:r>
      <w:r>
        <w:rPr>
          <w:rFonts w:hint="cs"/>
          <w:rtl/>
        </w:rPr>
        <w:t>ی</w:t>
      </w:r>
      <w:r>
        <w:rPr>
          <w:rtl/>
        </w:rPr>
        <w:t xml:space="preserve"> عک</w:t>
      </w:r>
      <w:r>
        <w:rPr>
          <w:rFonts w:hint="cs"/>
          <w:rtl/>
        </w:rPr>
        <w:t>ی</w:t>
      </w:r>
      <w:r>
        <w:rPr>
          <w:rtl/>
        </w:rPr>
        <w:t xml:space="preserve"> العضباء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۹۰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تبعث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الدواب ل</w:t>
      </w:r>
      <w:r>
        <w:rPr>
          <w:rFonts w:hint="cs"/>
          <w:rtl/>
        </w:rPr>
        <w:t>ی</w:t>
      </w:r>
      <w:r>
        <w:rPr>
          <w:rFonts w:hint="eastAsia"/>
          <w:rtl/>
        </w:rPr>
        <w:t>وافوا</w:t>
      </w:r>
      <w:r>
        <w:rPr>
          <w:rtl/>
        </w:rPr>
        <w:t xml:space="preserve"> بالمومن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قوم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المعشر ،و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صالح عل</w:t>
      </w:r>
      <w:r>
        <w:rPr>
          <w:rFonts w:hint="cs"/>
          <w:rtl/>
        </w:rPr>
        <w:t>ی</w:t>
      </w:r>
      <w:r>
        <w:rPr>
          <w:rtl/>
        </w:rPr>
        <w:t xml:space="preserve"> فاقت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وابعث عل</w:t>
      </w:r>
      <w:r>
        <w:rPr>
          <w:rFonts w:hint="cs"/>
          <w:rtl/>
        </w:rPr>
        <w:t>ی</w:t>
      </w:r>
      <w:r>
        <w:rPr>
          <w:rtl/>
        </w:rPr>
        <w:t xml:space="preserve"> البراق خطو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عنداقص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وتبعثفاطم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۸۹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حملت عل</w:t>
      </w:r>
      <w:r>
        <w:rPr>
          <w:rFonts w:hint="cs"/>
          <w:rtl/>
        </w:rPr>
        <w:t>ی</w:t>
      </w:r>
      <w:r>
        <w:rPr>
          <w:rtl/>
        </w:rPr>
        <w:t xml:space="preserve"> البراق وحملت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فاقة العضباء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تحمل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ناقة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۸۸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،قال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:تحشرابنت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احل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الکرام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قدعجنت بماء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وان،فتنظرال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ااخلائق،ف</w:t>
      </w:r>
      <w:r>
        <w:rPr>
          <w:rFonts w:hint="cs"/>
          <w:rtl/>
        </w:rPr>
        <w:t>ی</w:t>
      </w:r>
      <w:r>
        <w:rPr>
          <w:rFonts w:hint="eastAsia"/>
          <w:rtl/>
        </w:rPr>
        <w:t>ترجبون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Fonts w:hint="eastAsia"/>
          <w:rtl/>
        </w:rPr>
        <w:t>من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ا،ثم</w:t>
      </w:r>
      <w:r>
        <w:rPr>
          <w:rtl/>
        </w:rPr>
        <w:t xml:space="preserve"> تکس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 حلل الجن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(تشتمل)عل</w:t>
      </w:r>
      <w:r>
        <w:rPr>
          <w:rFonts w:hint="cs"/>
          <w:rtl/>
        </w:rPr>
        <w:t>ی</w:t>
      </w:r>
      <w:r>
        <w:rPr>
          <w:rtl/>
        </w:rPr>
        <w:t xml:space="preserve"> الف حلةمکتوب(عل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>)بخط اخضر:ادخلوابنت محمدصل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وال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الجن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احسن صورةواکمل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بةواتم</w:t>
      </w:r>
      <w:r>
        <w:rPr>
          <w:rtl/>
        </w:rPr>
        <w:t xml:space="preserve"> کرامةواوفرحظ</w:t>
      </w:r>
      <w:r w:rsidRPr="00355782">
        <w:rPr>
          <w:rFonts w:hint="cs"/>
          <w:rtl/>
        </w:rPr>
        <w:t>فتزف ال</w:t>
      </w:r>
      <w:r>
        <w:rPr>
          <w:rFonts w:hint="cs"/>
          <w:rtl/>
        </w:rPr>
        <w:t>ی</w:t>
      </w:r>
      <w:r>
        <w:rPr>
          <w:rtl/>
        </w:rPr>
        <w:t xml:space="preserve"> الجن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کالعروس</w:t>
      </w:r>
      <w:r>
        <w:rPr>
          <w:rtl/>
        </w:rPr>
        <w:t xml:space="preserve"> حول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سبعونالف جار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 xml:space="preserve">۸۸)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۸۷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:اذا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مناد من بطنان العرش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الجمع!نکسوا روسکم وغضو ابصارکم حت</w:t>
      </w:r>
      <w:r>
        <w:rPr>
          <w:rFonts w:hint="cs"/>
          <w:rtl/>
        </w:rPr>
        <w:t>ی</w:t>
      </w:r>
      <w:r>
        <w:rPr>
          <w:rtl/>
        </w:rPr>
        <w:t xml:space="preserve"> تمر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عل</w:t>
      </w:r>
      <w:r>
        <w:rPr>
          <w:rFonts w:hint="cs"/>
          <w:rtl/>
        </w:rPr>
        <w:t>ی</w:t>
      </w:r>
      <w:r>
        <w:rPr>
          <w:rtl/>
        </w:rPr>
        <w:t xml:space="preserve"> صراط،فتمرومع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سبعون الف 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العور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کالبرق اللامع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منظر</w:t>
      </w:r>
      <w:r>
        <w:rPr>
          <w:rtl/>
        </w:rPr>
        <w:t xml:space="preserve"> مرورفاطم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الصراط مع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 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الحور من العور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۸۶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مرفوعااذا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مناد من بطنان العرش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الجمع!نکسواروسکم وغضوا ابصارکم حت</w:t>
      </w:r>
      <w:r>
        <w:rPr>
          <w:rFonts w:hint="cs"/>
          <w:rtl/>
        </w:rPr>
        <w:t>ی</w:t>
      </w:r>
      <w:r>
        <w:rPr>
          <w:rtl/>
        </w:rPr>
        <w:t xml:space="preserve"> تجوز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۸۴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الجمع غضو ابصارکم لتمر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فتمر وعل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طتان</w:t>
      </w:r>
      <w:r>
        <w:rPr>
          <w:rtl/>
        </w:rPr>
        <w:t xml:space="preserve"> خضر اوان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قال</w:t>
      </w:r>
      <w:r>
        <w:rPr>
          <w:rtl/>
        </w:rPr>
        <w:t xml:space="preserve"> ابو مسلم :قال ل</w:t>
      </w:r>
      <w:r>
        <w:rPr>
          <w:rFonts w:hint="cs"/>
          <w:rtl/>
        </w:rPr>
        <w:t>ی</w:t>
      </w:r>
      <w:r>
        <w:rPr>
          <w:rtl/>
        </w:rPr>
        <w:t xml:space="preserve"> قلابة وکان معناعبدالحم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:حمراوان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۸۳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:سمعت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مناد من وراء العجاب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الجمع! غضو ابصارکم عن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حت</w:t>
      </w:r>
      <w:r>
        <w:rPr>
          <w:rFonts w:hint="cs"/>
          <w:rtl/>
        </w:rPr>
        <w:t>ی</w:t>
      </w:r>
      <w:r>
        <w:rPr>
          <w:rtl/>
        </w:rPr>
        <w:t xml:space="preserve"> تمر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غض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ل الجمع ابصار 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عند مرور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الز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راء سلام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اکراما 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۷۲</w:t>
      </w:r>
      <w:r w:rsidRPr="00355782">
        <w:rPr>
          <w:rFonts w:hint="cs"/>
          <w:rtl/>
        </w:rPr>
        <w:t xml:space="preserve"> عن ام سلم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قالت:اشتک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شکوا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الت</w:t>
      </w:r>
      <w:r>
        <w:rPr>
          <w:rFonts w:hint="cs"/>
          <w:rtl/>
        </w:rPr>
        <w:t>ی</w:t>
      </w:r>
      <w:r>
        <w:rPr>
          <w:rtl/>
        </w:rPr>
        <w:t xml:space="preserve"> قبضت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فکنت امرض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ا فاصبعت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کامثل 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شکوا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تلک قالت:وخرج عل</w:t>
      </w:r>
      <w:r>
        <w:rPr>
          <w:rFonts w:hint="cs"/>
          <w:rtl/>
        </w:rPr>
        <w:t>ی</w:t>
      </w:r>
      <w:r>
        <w:rPr>
          <w:rtl/>
        </w:rPr>
        <w:t xml:space="preserve"> لبعض حاجت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فقالت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!اسکب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غسلا،فسکبت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غسلا فاغتسلت کاحسن نارا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تختسل ، ثم قالت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اعط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الجدد فاع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فلبست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ا ثم قالت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Pr="00355782">
        <w:rPr>
          <w:rFonts w:hint="cs"/>
          <w:rtl/>
        </w:rPr>
        <w:lastRenderedPageBreak/>
        <w:t>قدم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فراش</w:t>
      </w:r>
      <w:r>
        <w:rPr>
          <w:rFonts w:hint="cs"/>
          <w:rtl/>
        </w:rPr>
        <w:t>ی</w:t>
      </w:r>
      <w:r>
        <w:rPr>
          <w:rtl/>
        </w:rPr>
        <w:t xml:space="preserve"> وسط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ففعلت واضطجعت واستقبلت القبلة وجعلت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اتحت</w:t>
      </w:r>
      <w:r>
        <w:rPr>
          <w:rtl/>
        </w:rPr>
        <w:t xml:space="preserve"> خد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ثم قالت: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!ان</w:t>
      </w:r>
      <w:r>
        <w:rPr>
          <w:rFonts w:hint="cs"/>
          <w:rtl/>
        </w:rPr>
        <w:t>ی</w:t>
      </w:r>
      <w:r>
        <w:rPr>
          <w:rtl/>
        </w:rPr>
        <w:t xml:space="preserve"> مقبوضة الآن وقدتط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رت فلا </w:t>
      </w:r>
      <w:r>
        <w:rPr>
          <w:rFonts w:hint="cs"/>
          <w:rtl/>
        </w:rPr>
        <w:t>ی</w:t>
      </w:r>
      <w:r>
        <w:rPr>
          <w:rFonts w:hint="eastAsia"/>
          <w:rtl/>
        </w:rPr>
        <w:t>کشفن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د فقبضت مکان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فجاء عل</w:t>
      </w:r>
      <w:r>
        <w:rPr>
          <w:rFonts w:hint="cs"/>
          <w:rtl/>
        </w:rPr>
        <w:t>ی</w:t>
      </w:r>
      <w:r>
        <w:rPr>
          <w:rtl/>
        </w:rPr>
        <w:t xml:space="preserve"> فاخبرت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اعلمت</w:t>
      </w:r>
      <w:r>
        <w:rPr>
          <w:rtl/>
        </w:rPr>
        <w:t xml:space="preserve"> بوفات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۸۱</w:t>
      </w:r>
      <w:r w:rsidRPr="00355782">
        <w:rPr>
          <w:rFonts w:hint="cs"/>
          <w:rtl/>
        </w:rPr>
        <w:t xml:space="preserve"> "عن ابن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:لما نزلت اذا جاء نصرالل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والفتح )دعا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،فقال :قد نع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فبکت ، فقال لا تبک</w:t>
      </w:r>
      <w:r>
        <w:rPr>
          <w:rFonts w:hint="cs"/>
          <w:rtl/>
        </w:rPr>
        <w:t>ی</w:t>
      </w:r>
      <w:r>
        <w:rPr>
          <w:rtl/>
        </w:rPr>
        <w:t xml:space="preserve"> فانک اول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 حق ب</w:t>
      </w:r>
      <w:r>
        <w:rPr>
          <w:rFonts w:hint="cs"/>
          <w:rtl/>
        </w:rPr>
        <w:t>ی</w:t>
      </w:r>
      <w:r>
        <w:rPr>
          <w:rtl/>
        </w:rPr>
        <w:t xml:space="preserve"> فضعکت فرآ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بعض ازواج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فقلن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ناک</w:t>
      </w:r>
      <w:r>
        <w:rPr>
          <w:rtl/>
        </w:rPr>
        <w:t xml:space="preserve"> بک</w:t>
      </w:r>
      <w:r>
        <w:rPr>
          <w:rFonts w:hint="cs"/>
          <w:rtl/>
        </w:rPr>
        <w:t>ی</w:t>
      </w:r>
      <w:r>
        <w:rPr>
          <w:rtl/>
        </w:rPr>
        <w:t>ت ثم ضعکت قالت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اخبرن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قد نع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نفس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فقال ل</w:t>
      </w:r>
      <w:r>
        <w:rPr>
          <w:rFonts w:hint="cs"/>
          <w:rtl/>
        </w:rPr>
        <w:t>ی</w:t>
      </w:r>
      <w:r>
        <w:rPr>
          <w:rtl/>
        </w:rPr>
        <w:t xml:space="preserve"> :لا تبک</w:t>
      </w:r>
      <w:r>
        <w:rPr>
          <w:rFonts w:hint="cs"/>
          <w:rtl/>
        </w:rPr>
        <w:t>ی</w:t>
      </w:r>
      <w:r>
        <w:rPr>
          <w:rtl/>
        </w:rPr>
        <w:t xml:space="preserve"> فانک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 حق ب</w:t>
      </w:r>
      <w:r>
        <w:rPr>
          <w:rFonts w:hint="cs"/>
          <w:rtl/>
        </w:rPr>
        <w:t>ی</w:t>
      </w:r>
      <w:r>
        <w:rPr>
          <w:rtl/>
        </w:rPr>
        <w:t xml:space="preserve"> فضعکت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۷۹</w:t>
      </w:r>
      <w:r w:rsidRPr="00355782">
        <w:rPr>
          <w:rFonts w:hint="cs"/>
          <w:rtl/>
        </w:rPr>
        <w:t xml:space="preserve"> عن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اعن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:ان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:انت اول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لعوقا ب</w:t>
      </w:r>
      <w:r>
        <w:rPr>
          <w:rFonts w:hint="cs"/>
          <w:rtl/>
        </w:rPr>
        <w:t>ی</w:t>
      </w:r>
      <w:r>
        <w:rPr>
          <w:rtl/>
        </w:rPr>
        <w:t xml:space="preserve"> فضعکت لذالک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۷۸</w:t>
      </w:r>
      <w:r>
        <w:rPr>
          <w:rtl/>
        </w:rPr>
        <w:t xml:space="preserve"> عن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اقالت :دعا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ابنت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شکوا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قبض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فسار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بشئ</w:t>
      </w:r>
      <w:r>
        <w:rPr>
          <w:rFonts w:hint="cs"/>
          <w:rtl/>
        </w:rPr>
        <w:t>ی</w:t>
      </w:r>
      <w:r>
        <w:rPr>
          <w:rtl/>
        </w:rPr>
        <w:t xml:space="preserve"> فبکت ثم دعا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فسار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فضعکت قالت :فسالت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عن ذلک فقالت :سارن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فاخبرن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وجع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ثم سارن</w:t>
      </w:r>
      <w:r>
        <w:rPr>
          <w:rFonts w:hint="cs"/>
          <w:rtl/>
        </w:rPr>
        <w:t>ی</w:t>
      </w:r>
      <w:r>
        <w:rPr>
          <w:rtl/>
        </w:rPr>
        <w:t xml:space="preserve"> فاخبرن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اول اجل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اتبع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فضعکت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اول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لحوقاب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بعدوفات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۷۷</w:t>
      </w:r>
      <w:r>
        <w:rPr>
          <w:rtl/>
        </w:rPr>
        <w:t xml:space="preserve"> عن ابن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:کل سبب ونسب منقطع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الاسبب</w:t>
      </w:r>
      <w:r>
        <w:rPr>
          <w:rFonts w:hint="cs"/>
          <w:rtl/>
        </w:rPr>
        <w:t>ی</w:t>
      </w:r>
      <w:r>
        <w:rPr>
          <w:rtl/>
        </w:rPr>
        <w:t xml:space="preserve"> ونسب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۷۶</w:t>
      </w:r>
      <w:r>
        <w:rPr>
          <w:rFonts w:hint="cs"/>
          <w:rtl/>
        </w:rPr>
        <w:t xml:space="preserve"> عن عبدالل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بن الزبی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تعالی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کل نسب وص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ر منقطع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الانسب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۷۵</w:t>
      </w:r>
      <w:r w:rsidRPr="00355782">
        <w:rPr>
          <w:rFonts w:hint="cs"/>
          <w:rtl/>
        </w:rPr>
        <w:t xml:space="preserve"> عن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سمعت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:کل نسب وسبب 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الا ماکان من سبب</w:t>
      </w:r>
      <w:r>
        <w:rPr>
          <w:rFonts w:hint="cs"/>
          <w:rtl/>
        </w:rPr>
        <w:t>ی</w:t>
      </w:r>
      <w:r>
        <w:rPr>
          <w:rtl/>
        </w:rPr>
        <w:t xml:space="preserve"> ونسب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722A80" w:rsidRDefault="00722A80" w:rsidP="00722A80">
      <w:pPr>
        <w:pStyle w:val="libArabic"/>
      </w:pP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کل نسب وسبب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الانسب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وسبب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۷۴</w:t>
      </w:r>
      <w:r w:rsidRPr="00355782">
        <w:rPr>
          <w:rFonts w:hint="cs"/>
          <w:rtl/>
        </w:rPr>
        <w:t xml:space="preserve"> عن جابر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لکل بن</w:t>
      </w:r>
      <w:r>
        <w:rPr>
          <w:rFonts w:hint="cs"/>
          <w:rtl/>
        </w:rPr>
        <w:t>ی</w:t>
      </w:r>
      <w:r>
        <w:rPr>
          <w:rtl/>
        </w:rPr>
        <w:t xml:space="preserve"> ام عصبة </w:t>
      </w:r>
      <w:r>
        <w:rPr>
          <w:rFonts w:hint="cs"/>
          <w:rtl/>
        </w:rPr>
        <w:t>ی</w:t>
      </w:r>
      <w:r>
        <w:rPr>
          <w:rFonts w:hint="eastAsia"/>
          <w:rtl/>
        </w:rPr>
        <w:t>نتمون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</w:t>
      </w:r>
      <w:r>
        <w:rPr>
          <w:rtl/>
        </w:rPr>
        <w:t xml:space="preserve"> الا ابن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،فانا ول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</w:t>
      </w:r>
      <w:r>
        <w:rPr>
          <w:rtl/>
        </w:rPr>
        <w:t xml:space="preserve"> وعصبت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۷۳</w:t>
      </w:r>
      <w:r w:rsidRPr="00355782">
        <w:rPr>
          <w:rFonts w:hint="cs"/>
          <w:rtl/>
        </w:rPr>
        <w:t xml:space="preserve"> عن عمررض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سمعت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محمدعل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:کل بن</w:t>
      </w:r>
      <w:r>
        <w:rPr>
          <w:rFonts w:hint="cs"/>
          <w:rtl/>
        </w:rPr>
        <w:t>ی</w:t>
      </w:r>
      <w:r>
        <w:rPr>
          <w:rtl/>
        </w:rPr>
        <w:t xml:space="preserve"> انث</w:t>
      </w:r>
      <w:r>
        <w:rPr>
          <w:rFonts w:hint="cs"/>
          <w:rtl/>
        </w:rPr>
        <w:t>ی</w:t>
      </w:r>
      <w:r>
        <w:rPr>
          <w:rtl/>
        </w:rPr>
        <w:t xml:space="preserve"> فان عصبت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ملا 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</w:t>
      </w:r>
      <w:r>
        <w:rPr>
          <w:rtl/>
        </w:rPr>
        <w:t xml:space="preserve"> ماخلاولد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انا عصبت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وانا ابو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۷۲</w:t>
      </w:r>
      <w:r w:rsidRPr="00355782">
        <w:rPr>
          <w:rFonts w:hint="cs"/>
          <w:rtl/>
        </w:rPr>
        <w:t xml:space="preserve"> عن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الز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راء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قالت:قال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کل بن</w:t>
      </w:r>
      <w:r>
        <w:rPr>
          <w:rFonts w:hint="cs"/>
          <w:rtl/>
        </w:rPr>
        <w:t>ی</w:t>
      </w:r>
      <w:r>
        <w:rPr>
          <w:rtl/>
        </w:rPr>
        <w:t xml:space="preserve"> ام </w:t>
      </w:r>
      <w:r>
        <w:rPr>
          <w:rFonts w:hint="cs"/>
          <w:rtl/>
        </w:rPr>
        <w:t>ی</w:t>
      </w:r>
      <w:r>
        <w:rPr>
          <w:rFonts w:hint="eastAsia"/>
          <w:rtl/>
        </w:rPr>
        <w:t>نتمون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الا ولد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،فانا ول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</w:t>
      </w:r>
      <w:r>
        <w:rPr>
          <w:rtl/>
        </w:rPr>
        <w:t xml:space="preserve"> وانا عصبتم 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lastRenderedPageBreak/>
        <w:t>۷۱</w:t>
      </w:r>
      <w:r w:rsidRPr="00355782">
        <w:rPr>
          <w:rFonts w:hint="cs"/>
          <w:rtl/>
        </w:rPr>
        <w:t>عن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اتت بالحسن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</w:t>
      </w:r>
      <w:r>
        <w:rPr>
          <w:rFonts w:hint="cs"/>
          <w:rtl/>
        </w:rPr>
        <w:t>ی</w:t>
      </w:r>
      <w:r>
        <w:rPr>
          <w:rtl/>
        </w:rPr>
        <w:t xml:space="preserve"> شکوا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فقالت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!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ذان ابناک فورث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فقال :اما الحسن فل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وسودد</w:t>
      </w:r>
      <w:r>
        <w:rPr>
          <w:rFonts w:hint="cs"/>
          <w:rtl/>
        </w:rPr>
        <w:t>ی</w:t>
      </w:r>
      <w:r>
        <w:rPr>
          <w:rtl/>
        </w:rPr>
        <w:t xml:space="preserve"> واما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جرات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Fonts w:hint="eastAsia"/>
          <w:rtl/>
        </w:rPr>
        <w:t>اناالمسور</w:t>
      </w:r>
      <w:r>
        <w:rPr>
          <w:rtl/>
        </w:rPr>
        <w:t xml:space="preserve"> بن مخرمة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:ان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بضعة من</w:t>
      </w:r>
      <w:r>
        <w:rPr>
          <w:rFonts w:hint="cs"/>
          <w:rtl/>
        </w:rPr>
        <w:t>ی</w:t>
      </w:r>
      <w:r>
        <w:rPr>
          <w:rtl/>
        </w:rPr>
        <w:t xml:space="preserve"> وان</w:t>
      </w:r>
      <w:r>
        <w:rPr>
          <w:rFonts w:hint="cs"/>
          <w:rtl/>
        </w:rPr>
        <w:t>ی</w:t>
      </w:r>
      <w:r>
        <w:rPr>
          <w:rtl/>
        </w:rPr>
        <w:t xml:space="preserve"> اکر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سوئ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لا تجتمع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وسلم وبنت عدوالل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عند رجل واحد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۲۹</w:t>
      </w:r>
      <w:r w:rsidRPr="00355782">
        <w:rPr>
          <w:rFonts w:hint="cs"/>
          <w:rtl/>
        </w:rPr>
        <w:t xml:space="preserve"> ان المسوربن مخرمة حدث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،ان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سمع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عل</w:t>
      </w:r>
      <w:r>
        <w:rPr>
          <w:rFonts w:hint="cs"/>
          <w:rtl/>
        </w:rPr>
        <w:t>ی</w:t>
      </w:r>
      <w:r>
        <w:rPr>
          <w:rtl/>
        </w:rPr>
        <w:t xml:space="preserve"> المنبر ،و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:ان بن</w:t>
      </w:r>
      <w:r>
        <w:rPr>
          <w:rFonts w:hint="cs"/>
          <w:rtl/>
        </w:rPr>
        <w:t>ی</w:t>
      </w:r>
      <w:r>
        <w:rPr>
          <w:rtl/>
        </w:rPr>
        <w:t xml:space="preserve"> طالب فلا آذن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،ثم لاآذن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ثم لا آذن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وقال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فانماابنت</w:t>
      </w:r>
      <w:r>
        <w:rPr>
          <w:rFonts w:hint="cs"/>
          <w:rtl/>
        </w:rPr>
        <w:t>ی</w:t>
      </w:r>
      <w:r>
        <w:rPr>
          <w:rtl/>
        </w:rPr>
        <w:t xml:space="preserve"> بضعة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ماراب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</w:t>
      </w:r>
      <w:r>
        <w:rPr>
          <w:rFonts w:hint="cs"/>
          <w:rtl/>
        </w:rPr>
        <w:t>ی</w:t>
      </w:r>
      <w:r>
        <w:rPr>
          <w:rFonts w:hint="eastAsia"/>
          <w:rtl/>
        </w:rPr>
        <w:t>وذ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آذا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وذن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بزواج ثان 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الز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راء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۲۸</w:t>
      </w:r>
      <w:r w:rsidRPr="00355782">
        <w:rPr>
          <w:rFonts w:hint="cs"/>
          <w:rtl/>
        </w:rPr>
        <w:t xml:space="preserve"> عن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:فلما کان النبلاء قال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لا تحدث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تلقان</w:t>
      </w:r>
      <w:r>
        <w:rPr>
          <w:rFonts w:hint="cs"/>
          <w:rtl/>
        </w:rPr>
        <w:t>ی</w:t>
      </w:r>
      <w:r>
        <w:rPr>
          <w:rtl/>
        </w:rPr>
        <w:t xml:space="preserve"> ، فدعاالنب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بما فتوضا من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ثم افرغ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فقال :الک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بارک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</w:t>
      </w:r>
      <w:r>
        <w:rPr>
          <w:rtl/>
        </w:rPr>
        <w:t xml:space="preserve"> وبارک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</w:t>
      </w:r>
      <w:r>
        <w:rPr>
          <w:rtl/>
        </w:rPr>
        <w:t xml:space="preserve"> وبارک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ف</w:t>
      </w:r>
      <w:r>
        <w:rPr>
          <w:rFonts w:hint="cs"/>
          <w:rtl/>
        </w:rPr>
        <w:t>ی</w:t>
      </w:r>
      <w:r>
        <w:rPr>
          <w:rtl/>
        </w:rPr>
        <w:t xml:space="preserve"> شبل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وف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:وبارک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ف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۲۷</w:t>
      </w:r>
      <w:r w:rsidRPr="00355782">
        <w:rPr>
          <w:rFonts w:hint="cs"/>
          <w:rtl/>
        </w:rPr>
        <w:t xml:space="preserve"> عن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:دعارسول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بک وذر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ذعا</w:t>
      </w:r>
      <w:r>
        <w:rPr>
          <w:rtl/>
        </w:rPr>
        <w:t xml:space="preserve"> ء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۶۶۵۸۶۶</w:t>
      </w:r>
      <w:r>
        <w:rPr>
          <w:rtl/>
        </w:rPr>
        <w:t>ععبعن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اتان</w:t>
      </w:r>
      <w:r>
        <w:rPr>
          <w:rFonts w:hint="cs"/>
          <w:rtl/>
        </w:rPr>
        <w:t>ی</w:t>
      </w:r>
      <w:r>
        <w:rPr>
          <w:rtl/>
        </w:rPr>
        <w:t xml:space="preserve"> ملک فقال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معمد ان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قراعل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، و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لک :ان</w:t>
      </w:r>
      <w:r>
        <w:rPr>
          <w:rFonts w:hint="cs"/>
          <w:rtl/>
        </w:rPr>
        <w:t>ی</w:t>
      </w:r>
      <w:r>
        <w:rPr>
          <w:rtl/>
        </w:rPr>
        <w:t xml:space="preserve"> قد ذوجت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ابنتک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</w:t>
      </w:r>
      <w:r>
        <w:rPr>
          <w:rFonts w:hint="cs"/>
          <w:rtl/>
        </w:rPr>
        <w:t>ی</w:t>
      </w:r>
      <w:r>
        <w:rPr>
          <w:rtl/>
        </w:rPr>
        <w:t xml:space="preserve"> الملاالاعل</w:t>
      </w:r>
      <w:r>
        <w:rPr>
          <w:rFonts w:hint="cs"/>
          <w:rtl/>
        </w:rPr>
        <w:t>ی</w:t>
      </w:r>
      <w:r>
        <w:rPr>
          <w:rtl/>
        </w:rPr>
        <w:t xml:space="preserve"> فزوج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</w:t>
      </w:r>
      <w:r>
        <w:rPr>
          <w:rFonts w:hint="cs"/>
          <w:rtl/>
        </w:rPr>
        <w:t>ی</w:t>
      </w:r>
      <w:r>
        <w:rPr>
          <w:rtl/>
        </w:rPr>
        <w:t xml:space="preserve"> الارض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۶۵</w:t>
      </w:r>
      <w:r w:rsidRPr="00355782">
        <w:rPr>
          <w:rFonts w:hint="cs"/>
          <w:rtl/>
        </w:rPr>
        <w:t>عن انس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:ب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</w:t>
      </w:r>
      <w:r>
        <w:rPr>
          <w:rFonts w:hint="cs"/>
          <w:rtl/>
        </w:rPr>
        <w:t>ی</w:t>
      </w:r>
      <w:r>
        <w:rPr>
          <w:rtl/>
        </w:rPr>
        <w:t xml:space="preserve"> المسجد اذقال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</w:t>
      </w:r>
      <w:r>
        <w:rPr>
          <w:rtl/>
        </w:rPr>
        <w:t>سلم لعل</w:t>
      </w:r>
      <w:r>
        <w:rPr>
          <w:rFonts w:hint="cs"/>
          <w:rtl/>
        </w:rPr>
        <w:t>ی</w:t>
      </w:r>
      <w:r>
        <w:rPr>
          <w:rtl/>
        </w:rPr>
        <w:t>: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ذاجبر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خبرن</w:t>
      </w:r>
      <w:r>
        <w:rPr>
          <w:rFonts w:hint="cs"/>
          <w:rtl/>
        </w:rPr>
        <w:t>ی</w:t>
      </w:r>
      <w:r>
        <w:rPr>
          <w:rtl/>
        </w:rPr>
        <w:t xml:space="preserve"> ان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زوجک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د عل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جک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 ملک واوح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شجرة طوب</w:t>
      </w:r>
      <w:r>
        <w:rPr>
          <w:rFonts w:hint="cs"/>
          <w:rtl/>
        </w:rPr>
        <w:t>ی</w:t>
      </w:r>
      <w:r>
        <w:rPr>
          <w:rtl/>
        </w:rPr>
        <w:t xml:space="preserve"> ان انثر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 الدروال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فنثرت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</w:t>
      </w:r>
      <w:r>
        <w:rPr>
          <w:rtl/>
        </w:rPr>
        <w:t xml:space="preserve"> الدروال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فابت</w:t>
      </w:r>
      <w:r>
        <w:rPr>
          <w:rFonts w:hint="eastAsia"/>
          <w:rtl/>
        </w:rPr>
        <w:t>درت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الحورالع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لتقطن</w:t>
      </w:r>
      <w:r>
        <w:rPr>
          <w:rtl/>
        </w:rPr>
        <w:t xml:space="preserve"> من اطباق الدروال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ف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ادون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حفل</w:t>
      </w:r>
      <w:r>
        <w:rPr>
          <w:rtl/>
        </w:rPr>
        <w:t xml:space="preserve"> زفاف 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سلام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الملاالاعل</w:t>
      </w:r>
      <w:r>
        <w:rPr>
          <w:rFonts w:hint="cs"/>
          <w:rtl/>
        </w:rPr>
        <w:t>ی</w:t>
      </w:r>
      <w:r>
        <w:rPr>
          <w:rtl/>
        </w:rPr>
        <w:t xml:space="preserve"> ومشارکة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 ملک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۶۴</w:t>
      </w:r>
      <w:r w:rsidRPr="00355782">
        <w:rPr>
          <w:rFonts w:hint="cs"/>
          <w:rtl/>
        </w:rPr>
        <w:t xml:space="preserve"> 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 اتدر</w:t>
      </w:r>
      <w:r>
        <w:rPr>
          <w:rFonts w:hint="cs"/>
          <w:rtl/>
        </w:rPr>
        <w:t>ی</w:t>
      </w:r>
      <w:r>
        <w:rPr>
          <w:rtl/>
        </w:rPr>
        <w:t xml:space="preserve"> ما جاء 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جبرا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صاحب العرش؟ قال :ان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امرن</w:t>
      </w:r>
      <w:r>
        <w:rPr>
          <w:rFonts w:hint="cs"/>
          <w:rtl/>
        </w:rPr>
        <w:t>ی</w:t>
      </w:r>
      <w:r>
        <w:rPr>
          <w:rtl/>
        </w:rPr>
        <w:t xml:space="preserve"> ان ازوج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۶۳</w:t>
      </w:r>
      <w:r>
        <w:rPr>
          <w:rFonts w:hint="cs"/>
          <w:rtl/>
        </w:rPr>
        <w:t xml:space="preserve"> عن عبدالل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بن مسعودرضی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ما عن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قال :ان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امرنی</w:t>
      </w:r>
      <w:r>
        <w:rPr>
          <w:rtl/>
        </w:rPr>
        <w:t xml:space="preserve"> ان ازوج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امر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</w:t>
      </w:r>
      <w:r>
        <w:rPr>
          <w:rtl/>
        </w:rPr>
        <w:t>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بترو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۶۲</w:t>
      </w:r>
      <w:r>
        <w:rPr>
          <w:rFonts w:hint="cs"/>
          <w:rtl/>
        </w:rPr>
        <w:t>عن عبدالل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ان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حصنت فرج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وان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وعجل عن ادخل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ی</w:t>
      </w:r>
      <w:r>
        <w:rPr>
          <w:rFonts w:hint="eastAsia"/>
          <w:rtl/>
        </w:rPr>
        <w:t>ا</w:t>
      </w:r>
      <w:r>
        <w:rPr>
          <w:rtl/>
        </w:rPr>
        <w:t xml:space="preserve"> حصان فرج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وذرتی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الجن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lastRenderedPageBreak/>
        <w:t>۶۱</w:t>
      </w:r>
      <w:r>
        <w:rPr>
          <w:rFonts w:hint="cs"/>
          <w:rtl/>
        </w:rPr>
        <w:t>عن عبدالل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ان 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احصت فرج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فحرم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ذری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النار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ادة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لعفة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وعرض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۶۰</w:t>
      </w:r>
      <w:r>
        <w:rPr>
          <w:rFonts w:hint="cs"/>
          <w:rtl/>
        </w:rPr>
        <w:t xml:space="preserve"> عن ابن عباس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ما رفع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:انا شجرةٰ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حمل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وعلی</w:t>
      </w:r>
      <w:r>
        <w:rPr>
          <w:rtl/>
        </w:rPr>
        <w:t xml:space="preserve"> لقاح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ا،والحسن والحسی</w:t>
      </w:r>
      <w:r>
        <w:rPr>
          <w:rFonts w:hint="eastAsia"/>
          <w:rtl/>
        </w:rPr>
        <w:t>ن</w:t>
      </w:r>
      <w:r>
        <w:rPr>
          <w:rtl/>
        </w:rPr>
        <w:t xml:space="preserve"> ثمرت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والمحبون 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ل البی</w:t>
      </w:r>
      <w:r>
        <w:rPr>
          <w:rFonts w:hint="eastAsia"/>
          <w:rtl/>
        </w:rPr>
        <w:t>ت</w:t>
      </w:r>
      <w:r>
        <w:rPr>
          <w:rtl/>
        </w:rPr>
        <w:t xml:space="preserve"> ورق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من الجنتة حقا حقا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۵۹</w:t>
      </w:r>
      <w:r w:rsidRPr="00355782">
        <w:rPr>
          <w:rFonts w:hint="cs"/>
          <w:rtl/>
        </w:rPr>
        <w:t>عن المسورقال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="00D14C41">
        <w:rPr>
          <w:rtl/>
        </w:rPr>
        <w:t>صل</w:t>
      </w:r>
      <w:r w:rsidR="00D14C41">
        <w:rPr>
          <w:rFonts w:hint="cs"/>
          <w:rtl/>
        </w:rPr>
        <w:t>ی</w:t>
      </w:r>
      <w:r w:rsidR="00D14C41"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="00D14C41" w:rsidRPr="00355782">
        <w:rPr>
          <w:rFonts w:hint="cs"/>
          <w:rtl/>
        </w:rPr>
        <w:t xml:space="preserve"> عل</w:t>
      </w:r>
      <w:r w:rsidR="00D14C41"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="00D14C41"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="00D14C41" w:rsidRPr="00355782">
        <w:rPr>
          <w:rFonts w:hint="cs"/>
          <w:rtl/>
        </w:rPr>
        <w:t xml:space="preserve"> وسلم </w:t>
      </w:r>
      <w:r w:rsidRPr="00355782">
        <w:rPr>
          <w:rFonts w:hint="cs"/>
          <w:rtl/>
        </w:rPr>
        <w:t>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شجنة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سطن</w:t>
      </w:r>
      <w:r>
        <w:rPr>
          <w:rFonts w:hint="cs"/>
          <w:rtl/>
        </w:rPr>
        <w:t>ی</w:t>
      </w:r>
      <w:r>
        <w:rPr>
          <w:rtl/>
        </w:rPr>
        <w:t xml:space="preserve"> مابسط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</w:t>
      </w:r>
      <w:r>
        <w:rPr>
          <w:rFonts w:hint="cs"/>
          <w:rtl/>
        </w:rPr>
        <w:t>ی</w:t>
      </w:r>
      <w:r>
        <w:rPr>
          <w:rFonts w:hint="eastAsia"/>
          <w:rtl/>
        </w:rPr>
        <w:t>قبضن</w:t>
      </w:r>
      <w:r>
        <w:rPr>
          <w:rFonts w:hint="cs"/>
          <w:rtl/>
        </w:rPr>
        <w:t>ی</w:t>
      </w:r>
      <w:r>
        <w:rPr>
          <w:rtl/>
        </w:rPr>
        <w:t xml:space="preserve"> ماقبض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شجنة من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۵۸</w:t>
      </w:r>
      <w:r w:rsidRPr="00355782">
        <w:rPr>
          <w:rFonts w:hint="cs"/>
          <w:rtl/>
        </w:rPr>
        <w:t xml:space="preserve"> 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:ب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انا مع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لاعبن</w:t>
      </w:r>
      <w:r>
        <w:rPr>
          <w:rFonts w:hint="cs"/>
          <w:rtl/>
        </w:rPr>
        <w:t>ی</w:t>
      </w:r>
      <w:r>
        <w:rPr>
          <w:rtl/>
        </w:rPr>
        <w:t xml:space="preserve"> والاعب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اذدخلت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فاخذ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محمد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فاقعد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خلف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ونا جا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بشئ</w:t>
      </w:r>
      <w:r>
        <w:rPr>
          <w:rFonts w:hint="cs"/>
          <w:rtl/>
        </w:rPr>
        <w:t>ی</w:t>
      </w:r>
      <w:r>
        <w:rPr>
          <w:rtl/>
        </w:rPr>
        <w:t xml:space="preserve"> لا ادر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و فنظرت ال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تبک</w:t>
      </w:r>
      <w:r>
        <w:rPr>
          <w:rFonts w:hint="cs"/>
          <w:rtl/>
        </w:rPr>
        <w:t>ی</w:t>
      </w:r>
      <w:r>
        <w:rPr>
          <w:rtl/>
        </w:rPr>
        <w:t xml:space="preserve"> ثم اقبل ال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فحدثن</w:t>
      </w:r>
      <w:r>
        <w:rPr>
          <w:rFonts w:hint="cs"/>
          <w:rtl/>
        </w:rPr>
        <w:t>ی</w:t>
      </w:r>
      <w:r>
        <w:rPr>
          <w:rtl/>
        </w:rPr>
        <w:t xml:space="preserve"> ولا عبن</w:t>
      </w:r>
      <w:r>
        <w:rPr>
          <w:rFonts w:hint="cs"/>
          <w:rtl/>
        </w:rPr>
        <w:t>ی</w:t>
      </w:r>
      <w:r>
        <w:rPr>
          <w:rtl/>
        </w:rPr>
        <w:t xml:space="preserve"> ثم اقبل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فلا عب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ونا جا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بشئ</w:t>
      </w:r>
      <w:r>
        <w:rPr>
          <w:rFonts w:hint="cs"/>
          <w:rtl/>
        </w:rPr>
        <w:t>ی</w:t>
      </w:r>
      <w:r>
        <w:rPr>
          <w:rtl/>
        </w:rPr>
        <w:t xml:space="preserve"> فنظرت ال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قاذا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tl/>
        </w:rPr>
        <w:t xml:space="preserve"> تضحک فقام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فخرج فقلت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ما الذ</w:t>
      </w:r>
      <w:r>
        <w:rPr>
          <w:rFonts w:hint="cs"/>
          <w:rtl/>
        </w:rPr>
        <w:t>ی</w:t>
      </w:r>
      <w:r>
        <w:rPr>
          <w:rtl/>
        </w:rPr>
        <w:t xml:space="preserve"> ناجاک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؟قالت :ل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کلامااسرال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</w:t>
      </w:r>
      <w:r>
        <w:rPr>
          <w:rFonts w:hint="eastAsia"/>
          <w:rtl/>
        </w:rPr>
        <w:t>م</w:t>
      </w:r>
      <w:r>
        <w:rPr>
          <w:rtl/>
        </w:rPr>
        <w:t xml:space="preserve"> اخبرک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قلت :اذکرک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والرحم قالت :اخبرن</w:t>
      </w:r>
      <w:r>
        <w:rPr>
          <w:rFonts w:hint="cs"/>
          <w:rtl/>
        </w:rPr>
        <w:t>ی</w:t>
      </w:r>
      <w:r>
        <w:rPr>
          <w:rtl/>
        </w:rPr>
        <w:t xml:space="preserve"> :ان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مقبوض قد حضراجل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لفراق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ثم اقبل ال</w:t>
      </w:r>
      <w:r>
        <w:rPr>
          <w:rFonts w:hint="cs"/>
          <w:rtl/>
        </w:rPr>
        <w:t>ی</w:t>
      </w:r>
      <w:r>
        <w:rPr>
          <w:rtl/>
        </w:rPr>
        <w:t xml:space="preserve"> فنا جان</w:t>
      </w:r>
      <w:r>
        <w:rPr>
          <w:rFonts w:hint="cs"/>
          <w:rtl/>
        </w:rPr>
        <w:t>ی</w:t>
      </w:r>
      <w:r>
        <w:rPr>
          <w:rtl/>
        </w:rPr>
        <w:t xml:space="preserve"> :ان</w:t>
      </w:r>
      <w:r>
        <w:rPr>
          <w:rFonts w:hint="cs"/>
          <w:rtl/>
        </w:rPr>
        <w:t>ی</w:t>
      </w:r>
      <w:r>
        <w:rPr>
          <w:rtl/>
        </w:rPr>
        <w:t xml:space="preserve"> اول من لحق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من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فضحکت للقاء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۵۷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:دعاالنب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ابنت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شکوا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قبض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فسار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ابشئ</w:t>
      </w:r>
      <w:r>
        <w:rPr>
          <w:rFonts w:hint="cs"/>
          <w:rtl/>
        </w:rPr>
        <w:t>ی</w:t>
      </w:r>
      <w:r>
        <w:rPr>
          <w:rtl/>
        </w:rPr>
        <w:t xml:space="preserve"> فبکت ثم دعا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فسار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فضحکت قالت :فسالت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عن ذلک فقالت :سارن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فاخبرن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قبض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وجع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ثم سارن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فاخبرن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اول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اتبع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فضعکت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۵۶</w:t>
      </w:r>
      <w:r w:rsidRPr="00355782">
        <w:rPr>
          <w:rFonts w:hint="cs"/>
          <w:rtl/>
        </w:rPr>
        <w:t xml:space="preserve"> 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اجتمع نساء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فلم </w:t>
      </w:r>
      <w:r>
        <w:rPr>
          <w:rFonts w:hint="cs"/>
          <w:rtl/>
        </w:rPr>
        <w:t>ی</w:t>
      </w:r>
      <w:r>
        <w:rPr>
          <w:rFonts w:hint="eastAsia"/>
          <w:rtl/>
        </w:rPr>
        <w:t>غادرمن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ن</w:t>
      </w:r>
      <w:r>
        <w:rPr>
          <w:rtl/>
        </w:rPr>
        <w:t xml:space="preserve"> امراة فجاء 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تمش</w:t>
      </w:r>
      <w:r>
        <w:rPr>
          <w:rFonts w:hint="cs"/>
          <w:rtl/>
        </w:rPr>
        <w:t>ی</w:t>
      </w:r>
      <w:r>
        <w:rPr>
          <w:rtl/>
        </w:rPr>
        <w:t xml:space="preserve"> کان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سلم فقال :مرحبابابنت</w:t>
      </w:r>
      <w:r>
        <w:rPr>
          <w:rFonts w:hint="cs"/>
          <w:rtl/>
        </w:rPr>
        <w:t>ی</w:t>
      </w:r>
      <w:r>
        <w:rPr>
          <w:rtl/>
        </w:rPr>
        <w:t xml:space="preserve"> فاجلس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عن عم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اوعن شمال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ثم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اسرال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احد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فبکت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ثم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سار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فضحکت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فقلت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ا :ما 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؟فقالت :ماکنت لاقش</w:t>
      </w:r>
      <w:r>
        <w:rPr>
          <w:rFonts w:hint="cs"/>
          <w:rtl/>
        </w:rPr>
        <w:t>ی</w:t>
      </w:r>
      <w:r>
        <w:rPr>
          <w:rtl/>
        </w:rPr>
        <w:t xml:space="preserve"> ار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فقلت :ما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فرحااقرب من حزن </w:t>
      </w:r>
      <w:r w:rsidRPr="00355782">
        <w:rPr>
          <w:rFonts w:hint="cs"/>
          <w:rtl/>
        </w:rPr>
        <w:t xml:space="preserve"> فقلت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بکت اخصک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بحد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دوننا ثم تبکن ؟ولالت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عما قال فقالت :ما کنت لا فش</w:t>
      </w:r>
      <w:r>
        <w:rPr>
          <w:rFonts w:hint="cs"/>
          <w:rtl/>
        </w:rPr>
        <w:t>ی</w:t>
      </w:r>
      <w:r>
        <w:rPr>
          <w:rtl/>
        </w:rPr>
        <w:t xml:space="preserve"> سر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ل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حت</w:t>
      </w:r>
      <w:r>
        <w:rPr>
          <w:rFonts w:hint="cs"/>
          <w:rtl/>
        </w:rPr>
        <w:t>ی</w:t>
      </w:r>
      <w:r>
        <w:rPr>
          <w:rtl/>
        </w:rPr>
        <w:t xml:space="preserve"> ازاقبض سالت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فقالت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کان حدثن</w:t>
      </w:r>
      <w:r>
        <w:rPr>
          <w:rFonts w:hint="cs"/>
          <w:rtl/>
        </w:rPr>
        <w:t>ی</w:t>
      </w:r>
      <w:r>
        <w:rPr>
          <w:rtl/>
        </w:rPr>
        <w:t xml:space="preserve"> ان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عارض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بالقرآن کل عام مر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عارض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العام مرت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 اران</w:t>
      </w:r>
      <w:r>
        <w:rPr>
          <w:rFonts w:hint="cs"/>
          <w:rtl/>
        </w:rPr>
        <w:t>ی</w:t>
      </w:r>
      <w:r>
        <w:rPr>
          <w:rtl/>
        </w:rPr>
        <w:t xml:space="preserve"> الاقد حضراجل</w:t>
      </w:r>
      <w:r>
        <w:rPr>
          <w:rFonts w:hint="cs"/>
          <w:rtl/>
        </w:rPr>
        <w:t>ی</w:t>
      </w:r>
      <w:r>
        <w:rPr>
          <w:rtl/>
        </w:rPr>
        <w:t xml:space="preserve"> وانک اعل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لحوقاب</w:t>
      </w:r>
      <w:r>
        <w:rPr>
          <w:rFonts w:hint="cs"/>
          <w:rtl/>
        </w:rPr>
        <w:t>ی</w:t>
      </w:r>
      <w:r>
        <w:rPr>
          <w:rtl/>
        </w:rPr>
        <w:t xml:space="preserve"> ونعم السلف انا لک </w:t>
      </w:r>
      <w:r w:rsidRPr="00355782">
        <w:rPr>
          <w:rFonts w:hint="cs"/>
          <w:rtl/>
        </w:rPr>
        <w:t>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لذلک ثم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سارن</w:t>
      </w:r>
      <w:r>
        <w:rPr>
          <w:rFonts w:hint="cs"/>
          <w:rtl/>
        </w:rPr>
        <w:t>ی</w:t>
      </w:r>
      <w:r>
        <w:rPr>
          <w:rtl/>
        </w:rPr>
        <w:t xml:space="preserve"> فقال الا 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تکون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نساء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</w:t>
      </w:r>
      <w:r>
        <w:rPr>
          <w:rFonts w:hint="cs"/>
          <w:rtl/>
        </w:rPr>
        <w:t>ی</w:t>
      </w:r>
      <w:r>
        <w:rPr>
          <w:rFonts w:hint="eastAsia"/>
          <w:rtl/>
        </w:rPr>
        <w:t>دةنساء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الا 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فضحکت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اسراالنب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ال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الز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راء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lastRenderedPageBreak/>
        <w:t>۵۵</w:t>
      </w:r>
      <w:r w:rsidRPr="00355782">
        <w:rPr>
          <w:rFonts w:hint="cs"/>
          <w:rtl/>
        </w:rPr>
        <w:t>عن معاو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عن الحسن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بن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!ا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وبخضنا فان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قال:لا </w:t>
      </w:r>
      <w:r>
        <w:rPr>
          <w:rFonts w:hint="cs"/>
          <w:rtl/>
        </w:rPr>
        <w:t>ی</w:t>
      </w:r>
      <w:r>
        <w:rPr>
          <w:rFonts w:hint="eastAsia"/>
          <w:rtl/>
        </w:rPr>
        <w:t>بغضنا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حسدنا</w:t>
      </w:r>
      <w:r>
        <w:rPr>
          <w:rtl/>
        </w:rPr>
        <w:t xml:space="preserve"> احدالا 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 العوض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بساط من نار </w:t>
      </w:r>
    </w:p>
    <w:p w:rsidR="00722A80" w:rsidRDefault="00722A80" w:rsidP="00D14C41">
      <w:pPr>
        <w:pStyle w:val="libArabic"/>
      </w:pPr>
      <w:r>
        <w:rPr>
          <w:rFonts w:hint="eastAsia"/>
          <w:rtl/>
        </w:rPr>
        <w:t>رجلا</w:t>
      </w:r>
      <w:r>
        <w:rPr>
          <w:rtl/>
        </w:rPr>
        <w:t xml:space="preserve"> صف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الرکن والمقام فصل</w:t>
      </w:r>
      <w:r>
        <w:rPr>
          <w:rFonts w:hint="cs"/>
          <w:rtl/>
        </w:rPr>
        <w:t>ی</w:t>
      </w:r>
      <w:r>
        <w:rPr>
          <w:rtl/>
        </w:rPr>
        <w:t xml:space="preserve"> وصام ثم لق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و مبغض </w:t>
      </w:r>
      <w:r>
        <w:rPr>
          <w:rtl/>
        </w:rPr>
        <w:t>لا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دخل النار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۵۴</w:t>
      </w:r>
      <w:r>
        <w:rPr>
          <w:rFonts w:hint="cs"/>
          <w:rtl/>
        </w:rPr>
        <w:t>عن ابن عباس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لوان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۵۳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>
        <w:rPr>
          <w:rtl/>
        </w:rPr>
        <w:t>!لا</w:t>
      </w:r>
      <w:r>
        <w:rPr>
          <w:rFonts w:hint="cs"/>
          <w:rtl/>
        </w:rPr>
        <w:t>ی</w:t>
      </w:r>
      <w:r>
        <w:rPr>
          <w:rFonts w:hint="eastAsia"/>
          <w:rtl/>
        </w:rPr>
        <w:t>بغضنا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 الا ادخل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النار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۵۲</w:t>
      </w:r>
      <w:r w:rsidRPr="00355782">
        <w:rPr>
          <w:rFonts w:hint="cs"/>
          <w:rtl/>
        </w:rPr>
        <w:t>عن جابر بن عبدالل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قال :خطنبا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االناس</w:t>
      </w:r>
      <w:r>
        <w:rPr>
          <w:rtl/>
        </w:rPr>
        <w:t xml:space="preserve"> !من ابغضنا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حشر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355782"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!وان صام وصل</w:t>
      </w:r>
      <w:r>
        <w:rPr>
          <w:rFonts w:hint="cs"/>
          <w:rtl/>
        </w:rPr>
        <w:t>ی</w:t>
      </w:r>
      <w:r>
        <w:rPr>
          <w:rtl/>
        </w:rPr>
        <w:t xml:space="preserve"> ؟قال:ان صام وصل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۵۱</w:t>
      </w:r>
      <w:r w:rsidRPr="00355782">
        <w:rPr>
          <w:rFonts w:hint="cs"/>
          <w:rtl/>
        </w:rPr>
        <w:t>عن زرقال:قال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حبنا</w:t>
      </w:r>
      <w:r>
        <w:rPr>
          <w:rtl/>
        </w:rPr>
        <w:t xml:space="preserve"> منافق ولا</w:t>
      </w:r>
      <w:r>
        <w:rPr>
          <w:rFonts w:hint="cs"/>
          <w:rtl/>
        </w:rPr>
        <w:t>ی</w:t>
      </w:r>
      <w:r>
        <w:rPr>
          <w:rFonts w:hint="eastAsia"/>
          <w:rtl/>
        </w:rPr>
        <w:t>نغضنا</w:t>
      </w:r>
      <w:r>
        <w:rPr>
          <w:rtl/>
        </w:rPr>
        <w:t xml:space="preserve"> مومن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۵۰</w:t>
      </w:r>
      <w:r>
        <w:rPr>
          <w:rFonts w:hint="cs"/>
          <w:rtl/>
        </w:rPr>
        <w:t>عن ابی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من ابغضنا 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ل البی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و منافق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من</w:t>
      </w:r>
      <w:r>
        <w:rPr>
          <w:rtl/>
        </w:rPr>
        <w:t xml:space="preserve"> ابعض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فقددخل النار ولعن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عجل عن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۴۹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:نظر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فقال انا حرب لمن حاربکم وسلم لمن سالمکم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۴۸</w:t>
      </w:r>
      <w:r w:rsidRPr="00355782">
        <w:rPr>
          <w:rFonts w:hint="cs"/>
          <w:rtl/>
        </w:rPr>
        <w:t>عن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ارقم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:انا حرب لمن حرابکم وسلم لمن سالمکم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۴۷</w:t>
      </w:r>
      <w:r w:rsidRPr="00355782">
        <w:rPr>
          <w:rFonts w:hint="cs"/>
          <w:rtl/>
        </w:rPr>
        <w:t>عن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لعل</w:t>
      </w:r>
      <w:r>
        <w:rPr>
          <w:rFonts w:hint="cs"/>
          <w:rtl/>
        </w:rPr>
        <w:t>ی</w:t>
      </w:r>
      <w:r>
        <w:rPr>
          <w:rtl/>
        </w:rPr>
        <w:t xml:space="preserve"> وفاطم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والحسن</w:t>
      </w:r>
      <w:r>
        <w:rPr>
          <w:rtl/>
        </w:rPr>
        <w:t xml:space="preserve">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اناحرب لمن حاربتم وسلم لمن سالمتم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عدالفاطم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عدوللنب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۴۶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حنطلة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:فقال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انما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بعض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فمن اذا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افقد آذان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۴۵</w:t>
      </w:r>
      <w:r w:rsidRPr="00355782">
        <w:rPr>
          <w:rFonts w:hint="cs"/>
          <w:rtl/>
        </w:rPr>
        <w:t>عن عبدالل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انمافاطم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بعض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ماآذا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ون</w:t>
      </w:r>
      <w:r>
        <w:rPr>
          <w:rFonts w:hint="cs"/>
          <w:rtl/>
        </w:rPr>
        <w:t>ی</w:t>
      </w:r>
      <w:r>
        <w:rPr>
          <w:rFonts w:hint="eastAsia"/>
          <w:rtl/>
        </w:rPr>
        <w:t>صبن</w:t>
      </w:r>
      <w:r>
        <w:rPr>
          <w:rFonts w:hint="cs"/>
          <w:rtl/>
        </w:rPr>
        <w:t>ی</w:t>
      </w:r>
      <w:r>
        <w:rPr>
          <w:rtl/>
        </w:rPr>
        <w:t xml:space="preserve"> ماانصب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۴۵</w:t>
      </w:r>
      <w:r w:rsidRPr="00355782">
        <w:rPr>
          <w:rFonts w:hint="cs"/>
          <w:rtl/>
        </w:rPr>
        <w:t>عن عبدالل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:انمافاطم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بضعة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ماآذا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</w:t>
      </w:r>
      <w:r>
        <w:rPr>
          <w:rFonts w:hint="cs"/>
          <w:rtl/>
        </w:rPr>
        <w:t>ی</w:t>
      </w:r>
      <w:r>
        <w:rPr>
          <w:rFonts w:hint="eastAsia"/>
          <w:rtl/>
        </w:rPr>
        <w:t>نصبن</w:t>
      </w:r>
      <w:r>
        <w:rPr>
          <w:rFonts w:hint="cs"/>
          <w:rtl/>
        </w:rPr>
        <w:t>ی</w:t>
      </w:r>
      <w:r>
        <w:rPr>
          <w:rtl/>
        </w:rPr>
        <w:t xml:space="preserve"> ماانصب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 xml:space="preserve">۴۵)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۴۴</w:t>
      </w:r>
      <w:r>
        <w:rPr>
          <w:rFonts w:hint="cs"/>
          <w:rtl/>
        </w:rPr>
        <w:t>عن المسور بن مخرمةقال:قال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انما 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بضعة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ماآذا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من</w:t>
      </w:r>
      <w:r>
        <w:rPr>
          <w:rtl/>
        </w:rPr>
        <w:t xml:space="preserve"> آذ</w:t>
      </w:r>
      <w:r>
        <w:rPr>
          <w:rFonts w:hint="cs"/>
          <w:rtl/>
        </w:rPr>
        <w:t>ی</w:t>
      </w:r>
      <w:r>
        <w:rPr>
          <w:rtl/>
        </w:rPr>
        <w:t xml:space="preserve"> فا طمةسلام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فقد آذ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ان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غضب</w:t>
      </w:r>
      <w:r>
        <w:rPr>
          <w:rtl/>
        </w:rPr>
        <w:t xml:space="preserve"> لغضب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لرضا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۲۳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:ان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غضب</w:t>
      </w:r>
      <w:r>
        <w:rPr>
          <w:rtl/>
        </w:rPr>
        <w:t xml:space="preserve"> لغضب 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ضٰ</w:t>
      </w:r>
      <w:r>
        <w:rPr>
          <w:rFonts w:hint="cs"/>
          <w:rtl/>
        </w:rPr>
        <w:t>ی</w:t>
      </w:r>
      <w:r>
        <w:rPr>
          <w:rtl/>
        </w:rPr>
        <w:t xml:space="preserve"> لرضاک </w:t>
      </w:r>
      <w:r w:rsidRPr="00D50B24">
        <w:rPr>
          <w:rStyle w:val="libFootnotenumChar"/>
          <w:rtl/>
        </w:rPr>
        <w:t xml:space="preserve">(۴۳)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اغضب 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 مخرمة:ان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:فاطم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بعض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فمن اغضب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اغضبن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50B24">
        <w:rPr>
          <w:rStyle w:val="libFootnotenumChar"/>
          <w:rtl/>
        </w:rPr>
        <w:t xml:space="preserve">(۴۲) </w:t>
      </w:r>
    </w:p>
    <w:p w:rsidR="00722A80" w:rsidRDefault="00722A80" w:rsidP="00D14C41">
      <w:pPr>
        <w:pStyle w:val="libArabic"/>
      </w:pPr>
      <w:r>
        <w:rPr>
          <w:rFonts w:hint="eastAsia"/>
          <w:rtl/>
        </w:rPr>
        <w:t>انما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بضع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سرن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وانا</w:t>
      </w:r>
      <w:r>
        <w:rPr>
          <w:rtl/>
        </w:rPr>
        <w:t xml:space="preserve"> اعلم ان 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لو کانت ح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لسر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مافعلت بابن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،قالو ا!فما معن</w:t>
      </w:r>
      <w:r>
        <w:rPr>
          <w:rFonts w:hint="cs"/>
          <w:rtl/>
        </w:rPr>
        <w:t>ی</w:t>
      </w:r>
      <w:r>
        <w:rPr>
          <w:rtl/>
        </w:rPr>
        <w:t xml:space="preserve"> غمزک بطن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وقولک ماقلت ؟قال :ان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احد من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اشم الا ول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شفاع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فرجوت ان اکون ف</w:t>
      </w:r>
      <w:r>
        <w:rPr>
          <w:rFonts w:hint="cs"/>
          <w:rtl/>
        </w:rPr>
        <w:t>ی</w:t>
      </w:r>
      <w:r>
        <w:rPr>
          <w:rtl/>
        </w:rPr>
        <w:t xml:space="preserve"> شفاع</w:t>
      </w:r>
      <w:r w:rsidR="00D14C41" w:rsidRPr="00D14C41">
        <w:rPr>
          <w:rFonts w:hint="cs"/>
          <w:rtl/>
        </w:rPr>
        <w:t>ةه</w:t>
      </w:r>
      <w:r w:rsidRPr="00355782">
        <w:rPr>
          <w:rFonts w:hint="cs"/>
          <w:rtl/>
        </w:rPr>
        <w:t>ذا</w:t>
      </w:r>
      <w:r w:rsidRPr="00D50B24">
        <w:rPr>
          <w:rStyle w:val="libFootnotenumChar"/>
          <w:rtl/>
        </w:rPr>
        <w:t>(</w:t>
      </w:r>
      <w:r w:rsidRPr="00D50B24">
        <w:rPr>
          <w:rStyle w:val="libFootnotenumChar"/>
          <w:rFonts w:hint="cs"/>
          <w:rtl/>
        </w:rPr>
        <w:t>41</w:t>
      </w:r>
      <w:r w:rsidRPr="00D50B24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Fonts w:hint="cs"/>
          <w:rtl/>
          <w:lang w:bidi="fa-IR"/>
        </w:rPr>
        <w:t>41</w:t>
      </w:r>
      <w:r w:rsidRPr="00355782">
        <w:rPr>
          <w:rFonts w:hint="cs"/>
          <w:rtl/>
        </w:rPr>
        <w:t>عن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ابان القرش</w:t>
      </w:r>
      <w:r>
        <w:rPr>
          <w:rFonts w:hint="cs"/>
          <w:rtl/>
        </w:rPr>
        <w:t>ی</w:t>
      </w:r>
      <w:r>
        <w:rPr>
          <w:rtl/>
        </w:rPr>
        <w:t xml:space="preserve"> قال :دخل عبدالل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بن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یٰ</w:t>
      </w:r>
      <w:r>
        <w:rPr>
          <w:rtl/>
        </w:rPr>
        <w:t xml:space="preserve">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و حدث السن ول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وفرة فرفع مجلس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واقبل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وقض</w:t>
      </w:r>
      <w:r>
        <w:rPr>
          <w:rFonts w:hint="cs"/>
          <w:rtl/>
        </w:rPr>
        <w:t>ی</w:t>
      </w:r>
      <w:r>
        <w:rPr>
          <w:rtl/>
        </w:rPr>
        <w:t xml:space="preserve"> حوائج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،ثم</w:t>
      </w:r>
      <w:r>
        <w:rPr>
          <w:rtl/>
        </w:rPr>
        <w:t xml:space="preserve"> اخذ عکنة فخمز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حت</w:t>
      </w:r>
      <w:r>
        <w:rPr>
          <w:rFonts w:hint="cs"/>
          <w:rtl/>
        </w:rPr>
        <w:t>ی</w:t>
      </w:r>
      <w:r>
        <w:rPr>
          <w:rtl/>
        </w:rPr>
        <w:t xml:space="preserve"> اوجع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،وقال :اذکر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عندک للشفاع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فلما خرج لام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قوم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وقالو ا:فعلت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ذا بخلام حدث</w:t>
      </w:r>
      <w:r>
        <w:rPr>
          <w:rtl/>
        </w:rPr>
        <w:t xml:space="preserve"> !فقال :ان الثقة حدثن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کان</w:t>
      </w:r>
      <w:r>
        <w:rPr>
          <w:rFonts w:hint="cs"/>
          <w:rtl/>
        </w:rPr>
        <w:t>ی</w:t>
      </w:r>
      <w:r>
        <w:rPr>
          <w:rtl/>
        </w:rPr>
        <w:t xml:space="preserve"> اسمع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من ف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: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۴۰</w:t>
      </w:r>
      <w:r>
        <w:rPr>
          <w:rFonts w:hint="cs"/>
          <w:rtl/>
        </w:rPr>
        <w:t>عن المسور بن مخرمة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تعالی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انما 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شجنة منی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بسطن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بسط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قبض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رضاء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رضاء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۳۹</w:t>
      </w:r>
      <w:r w:rsidRPr="00355782">
        <w:rPr>
          <w:rFonts w:hint="cs"/>
          <w:rtl/>
        </w:rPr>
        <w:t>عن مسروق :حدثتن</w:t>
      </w:r>
      <w:r>
        <w:rPr>
          <w:rFonts w:hint="cs"/>
          <w:rtl/>
        </w:rPr>
        <w:t>ی</w:t>
      </w:r>
      <w:r>
        <w:rPr>
          <w:rtl/>
        </w:rPr>
        <w:t xml:space="preserve">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:انا کنا ازواج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عند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لم تخادر منا واحدة فاقبلت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سلا، تمش</w:t>
      </w:r>
      <w:r>
        <w:rPr>
          <w:rFonts w:hint="cs"/>
          <w:rtl/>
        </w:rPr>
        <w:t>ی</w:t>
      </w:r>
      <w:r>
        <w:rPr>
          <w:rtl/>
        </w:rPr>
        <w:t xml:space="preserve"> ولا والل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ما تخف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من مش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۳۸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اجتمع نساء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فلم </w:t>
      </w:r>
      <w:r>
        <w:rPr>
          <w:rFonts w:hint="cs"/>
          <w:rtl/>
        </w:rPr>
        <w:t>ی</w:t>
      </w:r>
      <w:r>
        <w:rPr>
          <w:rFonts w:hint="eastAsia"/>
          <w:rtl/>
        </w:rPr>
        <w:t>غادرمن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ن</w:t>
      </w:r>
      <w:r>
        <w:rPr>
          <w:rtl/>
        </w:rPr>
        <w:t xml:space="preserve"> امراة فجاء ت 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تمش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فقال :مرحبا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فاجلس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ا عن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او عن شمال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۳۸)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۳۷</w:t>
      </w:r>
      <w:r>
        <w:rPr>
          <w:rFonts w:hint="cs"/>
          <w:rtl/>
        </w:rPr>
        <w:t>عن انس بن مالک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قال :لم ی</w:t>
      </w:r>
      <w:r>
        <w:rPr>
          <w:rFonts w:hint="eastAsia"/>
          <w:rtl/>
        </w:rPr>
        <w:t>کن</w:t>
      </w:r>
      <w:r>
        <w:rPr>
          <w:rtl/>
        </w:rPr>
        <w:t xml:space="preserve"> احداشب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برسول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من الحسن بن علی</w:t>
      </w:r>
      <w:r>
        <w:rPr>
          <w:rtl/>
        </w:rPr>
        <w:t xml:space="preserve"> ،وفاطم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صلوات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۳۶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قالت :مارا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احدامن الناس کان اشب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بالنب</w:t>
      </w:r>
      <w:r>
        <w:rPr>
          <w:rFonts w:hint="cs"/>
          <w:rtl/>
        </w:rPr>
        <w:t>ی</w:t>
      </w:r>
      <w:r>
        <w:rPr>
          <w:rtl/>
        </w:rPr>
        <w:t xml:space="preserve"> کلاما ولا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ولا جلسلة من فاطم</w:t>
      </w:r>
      <w:r w:rsidR="00D14C41" w:rsidRPr="00D14C41">
        <w:rPr>
          <w:rFonts w:hint="cs"/>
          <w:rtl/>
        </w:rPr>
        <w:t>ة</w:t>
      </w:r>
      <w:r w:rsidRPr="00D50B24">
        <w:rPr>
          <w:rStyle w:val="libFootnotenumChar"/>
          <w:rtl/>
        </w:rPr>
        <w:t>(۳۶)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۳۵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:مارا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احدا اشب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سمتا ولاو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وقعود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من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۳۵)</w:t>
      </w:r>
      <w:r>
        <w:rPr>
          <w:rtl/>
          <w:lang w:bidi="fa-IR"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ماکان</w:t>
      </w:r>
      <w:r>
        <w:rPr>
          <w:rtl/>
        </w:rPr>
        <w:t xml:space="preserve"> احد اشب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بالنب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من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عادات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۳۴</w:t>
      </w:r>
      <w:r w:rsidRPr="00355782">
        <w:rPr>
          <w:rFonts w:hint="cs"/>
          <w:rtl/>
        </w:rPr>
        <w:t>عن ابن اب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،قال</w:t>
      </w:r>
      <w:r>
        <w:rPr>
          <w:rtl/>
        </w:rPr>
        <w:t xml:space="preserve"> :اخبرن</w:t>
      </w:r>
      <w:r>
        <w:rPr>
          <w:rFonts w:hint="cs"/>
          <w:rtl/>
        </w:rPr>
        <w:t>ی</w:t>
      </w:r>
      <w:r>
        <w:rPr>
          <w:rtl/>
        </w:rPr>
        <w:t xml:space="preserve"> من سمع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منبر الکوفة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:دخل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فجلس عبد رووسنا فدعا بانا ء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فدعا ف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بالبر کة ثم رش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فقلت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انا احب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tl/>
        </w:rPr>
        <w:t xml:space="preserve"> ؟قال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tl/>
        </w:rPr>
        <w:t xml:space="preserve"> احب ال</w:t>
      </w:r>
      <w:r>
        <w:rPr>
          <w:rFonts w:hint="cs"/>
          <w:rtl/>
        </w:rPr>
        <w:t>ی</w:t>
      </w:r>
      <w:r>
        <w:rPr>
          <w:rtl/>
        </w:rPr>
        <w:t xml:space="preserve"> منک وانت اعزع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lastRenderedPageBreak/>
        <w:t>۳۳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قال :عل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!ا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احب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:انا ام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؟قال :فاطم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احب ال</w:t>
      </w:r>
      <w:r>
        <w:rPr>
          <w:rFonts w:hint="cs"/>
          <w:rtl/>
        </w:rPr>
        <w:t>ی</w:t>
      </w:r>
      <w:r>
        <w:rPr>
          <w:rtl/>
        </w:rPr>
        <w:t xml:space="preserve"> منک وانت اعز عل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ا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 xml:space="preserve">۳۳)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۳۲</w:t>
      </w:r>
      <w:r w:rsidRPr="00355782">
        <w:rPr>
          <w:rFonts w:hint="cs"/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سلمة بن عبدالرحمن ، قال :اخبرن</w:t>
      </w:r>
      <w:r>
        <w:rPr>
          <w:rFonts w:hint="cs"/>
          <w:rtl/>
        </w:rPr>
        <w:t>ی</w:t>
      </w:r>
      <w:r>
        <w:rPr>
          <w:rtl/>
        </w:rPr>
        <w:t xml:space="preserve">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،قال کنت جالسا اذجاء عل</w:t>
      </w:r>
      <w:r>
        <w:rPr>
          <w:rFonts w:hint="cs"/>
          <w:rtl/>
        </w:rPr>
        <w:t>ی</w:t>
      </w:r>
      <w:r>
        <w:rPr>
          <w:rtl/>
        </w:rPr>
        <w:t xml:space="preserve"> والعباس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ما </w:t>
      </w:r>
      <w:r>
        <w:rPr>
          <w:rFonts w:hint="cs"/>
          <w:rtl/>
        </w:rPr>
        <w:t>ی</w:t>
      </w:r>
      <w:r>
        <w:rPr>
          <w:rFonts w:hint="eastAsia"/>
          <w:rtl/>
        </w:rPr>
        <w:t>ستاذنان</w:t>
      </w:r>
      <w:r>
        <w:rPr>
          <w:rtl/>
        </w:rPr>
        <w:t xml:space="preserve"> فقالا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اسامة استازن لا عل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فقلت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!عل</w:t>
      </w:r>
      <w:r>
        <w:rPr>
          <w:rFonts w:hint="cs"/>
          <w:rtl/>
        </w:rPr>
        <w:t>ی</w:t>
      </w:r>
      <w:r>
        <w:rPr>
          <w:rtl/>
        </w:rPr>
        <w:t xml:space="preserve"> والعباس </w:t>
      </w:r>
      <w:r>
        <w:rPr>
          <w:rFonts w:hint="cs"/>
          <w:rtl/>
        </w:rPr>
        <w:t>ی</w:t>
      </w:r>
      <w:r>
        <w:rPr>
          <w:rFonts w:hint="eastAsia"/>
          <w:rtl/>
        </w:rPr>
        <w:t>ستاذنان</w:t>
      </w:r>
      <w:r>
        <w:rPr>
          <w:rtl/>
        </w:rPr>
        <w:t xml:space="preserve"> فقال :اتدر</w:t>
      </w:r>
      <w:r>
        <w:rPr>
          <w:rFonts w:hint="cs"/>
          <w:rtl/>
        </w:rPr>
        <w:t>ی</w:t>
      </w:r>
      <w:r>
        <w:rPr>
          <w:rtl/>
        </w:rPr>
        <w:t xml:space="preserve"> ماجاء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؟قلت لا فقال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وآول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لکن</w:t>
      </w:r>
      <w:r>
        <w:rPr>
          <w:rFonts w:hint="cs"/>
          <w:rtl/>
        </w:rPr>
        <w:t>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tl/>
        </w:rPr>
        <w:t xml:space="preserve"> ائذن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ما فدخلا ، فقالا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!جئناک نسالک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لک احب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؟قال :فاطم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بنت محمد</w:t>
      </w:r>
      <w:r w:rsidRPr="00D50B24">
        <w:rPr>
          <w:rStyle w:val="libFootnotenumChar"/>
          <w:rtl/>
        </w:rPr>
        <w:t>(۳۲)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۳۱</w:t>
      </w:r>
      <w:r w:rsidRPr="00355782">
        <w:rPr>
          <w:rFonts w:hint="cs"/>
          <w:rtl/>
        </w:rPr>
        <w:t>عن ابن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،قال :کان احب النساء ال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ومن الرجال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50B24">
        <w:rPr>
          <w:rStyle w:val="libFootnotenumChar"/>
          <w:rtl/>
        </w:rPr>
        <w:t xml:space="preserve">(۳۱) </w:t>
      </w:r>
    </w:p>
    <w:p w:rsidR="00722A80" w:rsidRDefault="00722A80" w:rsidP="00722A80">
      <w:pPr>
        <w:pStyle w:val="libArabic"/>
      </w:pPr>
      <w:r>
        <w:rPr>
          <w:rtl/>
        </w:rPr>
        <w:t>"عن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قال :دخلت مع عمت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فسلت ا</w:t>
      </w:r>
      <w:r>
        <w:rPr>
          <w:rFonts w:hint="cs"/>
          <w:rtl/>
        </w:rPr>
        <w:t>ی</w:t>
      </w:r>
      <w:r>
        <w:rPr>
          <w:rtl/>
        </w:rPr>
        <w:t xml:space="preserve"> الناس کان احب ال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؟ قالت :فاطم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:من الرجا ل ؟قالت :زوج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، ان کان ماعلمت صواما قواما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۳۰)</w:t>
      </w:r>
      <w:r>
        <w:rPr>
          <w:rtl/>
          <w:lang w:bidi="fa-IR"/>
        </w:rPr>
        <w:t>"""</w:t>
      </w:r>
      <w:r>
        <w:rPr>
          <w:rtl/>
        </w:rPr>
        <w:t xml:space="preserve">فکفج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احب الناس ال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۲۹</w:t>
      </w:r>
      <w:r>
        <w:rPr>
          <w:rFonts w:hint="cs"/>
          <w:rtl/>
        </w:rPr>
        <w:t>عن ابن عباس قال :کان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اذا قدم من سفر قبل ابنت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۲۹)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۲۸</w:t>
      </w:r>
      <w:r>
        <w:rPr>
          <w:rFonts w:hint="cs"/>
          <w:rtl/>
        </w:rPr>
        <w:t>عن ابن عمر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ما :ان النبی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کان اذا سافر کان آخر الناس ع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د ا ب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واذا قدم من سفر کام اول الناس ب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ب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دا فاطم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رضی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فقال 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:فدا</w:t>
      </w:r>
      <w:r>
        <w:rPr>
          <w:rtl/>
        </w:rPr>
        <w:t>ک اب</w:t>
      </w:r>
      <w:r>
        <w:rPr>
          <w:rFonts w:hint="cs"/>
          <w:rtl/>
        </w:rPr>
        <w:t>ی</w:t>
      </w:r>
      <w:r>
        <w:rPr>
          <w:rtl/>
        </w:rPr>
        <w:t xml:space="preserve"> وامت</w:t>
      </w:r>
      <w:r>
        <w:rPr>
          <w:rFonts w:hint="cs"/>
          <w:rtl/>
        </w:rPr>
        <w:t>ی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۲۸)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۲۷</w:t>
      </w:r>
      <w:r w:rsidRPr="00355782">
        <w:rPr>
          <w:rFonts w:hint="cs"/>
          <w:rtl/>
        </w:rPr>
        <w:t>عن ثوبان مول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قال :کان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اذامسافر کان آخر ع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نسان من 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ل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فاطم</w:t>
      </w:r>
      <w:r w:rsidR="00D14C41" w:rsidRPr="00D14C41">
        <w:rPr>
          <w:rFonts w:hint="cs"/>
          <w:rtl/>
        </w:rPr>
        <w:t>ة</w:t>
      </w:r>
      <w:r>
        <w:rPr>
          <w:rFonts w:hint="eastAsia"/>
          <w:rtl/>
        </w:rPr>
        <w:t>واول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اذا قدم فاطم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۲۷)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۲۵</w:t>
      </w:r>
      <w:r w:rsidRPr="00355782">
        <w:rPr>
          <w:rFonts w:hint="cs"/>
          <w:rtl/>
        </w:rPr>
        <w:t>عن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قالت:کانت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اذادخلت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قام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فقبل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ورحب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واخذ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فاجلس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وکانت 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ی</w:t>
      </w:r>
      <w:r>
        <w:rPr>
          <w:rtl/>
        </w:rPr>
        <w:t xml:space="preserve"> اذا دخل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قامت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مستقبل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وقبلت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 w:rsidRPr="00D50B24">
        <w:rPr>
          <w:rStyle w:val="libFootnotenumChar"/>
          <w:rtl/>
        </w:rPr>
        <w:t>(۲۵)</w:t>
      </w:r>
      <w:r>
        <w:rPr>
          <w:rtl/>
          <w:lang w:bidi="fa-IR"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۲۴</w:t>
      </w:r>
      <w:r w:rsidRPr="00355782">
        <w:rPr>
          <w:rFonts w:hint="cs"/>
          <w:rtl/>
        </w:rPr>
        <w:t xml:space="preserve"> عن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قالت :کانت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اذا دخلت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رحب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قام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فاخز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فقبل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ف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</w:t>
      </w:r>
      <w:r w:rsidRPr="00D50B24">
        <w:rPr>
          <w:rStyle w:val="libFootnotenumChar"/>
          <w:rFonts w:hint="cs"/>
          <w:rtl/>
        </w:rPr>
        <w:t>(</w:t>
      </w:r>
      <w:r w:rsidRPr="00D50B24">
        <w:rPr>
          <w:rStyle w:val="libFootnotenumChar"/>
          <w:rtl/>
        </w:rPr>
        <w:t>۲۴)</w:t>
      </w:r>
      <w:r>
        <w:rPr>
          <w:rtl/>
          <w:lang w:bidi="fa-IR"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کان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رحب</w:t>
      </w:r>
      <w:r>
        <w:rPr>
          <w:rtl/>
        </w:rPr>
        <w:t xml:space="preserve"> 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و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مکان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عندقدوم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حبا 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722A80" w:rsidRDefault="00722A80" w:rsidP="00D14C41">
      <w:r w:rsidRPr="00722A80">
        <w:rPr>
          <w:rStyle w:val="libArabicChar"/>
          <w:rtl/>
        </w:rPr>
        <w:t>۲۳</w:t>
      </w:r>
      <w:r w:rsidRPr="00722A80">
        <w:rPr>
          <w:rStyle w:val="libArabicChar"/>
          <w:rFonts w:hint="cs"/>
          <w:rtl/>
        </w:rPr>
        <w:t xml:space="preserve"> عن عائش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ام المومنی</w:t>
      </w:r>
      <w:r w:rsidRPr="00722A80">
        <w:rPr>
          <w:rStyle w:val="libArabicChar"/>
          <w:rFonts w:hint="eastAsia"/>
          <w:rtl/>
        </w:rPr>
        <w:t>ن</w:t>
      </w:r>
      <w:r w:rsidRPr="00722A80">
        <w:rPr>
          <w:rStyle w:val="libArabicChar"/>
          <w:rtl/>
        </w:rPr>
        <w:t xml:space="preserve"> رض</w:t>
      </w:r>
      <w:r w:rsidRPr="00722A80">
        <w:rPr>
          <w:rStyle w:val="libArabicChar"/>
          <w:rFonts w:hint="cs"/>
          <w:rtl/>
        </w:rPr>
        <w:t>ی</w:t>
      </w:r>
      <w:r w:rsidRPr="00722A80">
        <w:rPr>
          <w:rStyle w:val="libArabicChar"/>
          <w:rtl/>
        </w:rPr>
        <w:t xml:space="preserve"> الل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عن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 قالت :کان رسول الل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صلی</w:t>
      </w:r>
      <w:r w:rsidRPr="00722A80">
        <w:rPr>
          <w:rStyle w:val="libArabicChar"/>
          <w:rtl/>
        </w:rPr>
        <w:t xml:space="preserve"> الل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علی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tl/>
        </w:rPr>
        <w:t xml:space="preserve"> وآل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وسلم اذارآ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 قد اقبلت رجب ب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 ثم قام الی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</w:t>
      </w:r>
      <w:r w:rsidRPr="00722A80">
        <w:rPr>
          <w:rStyle w:val="libArabicChar"/>
          <w:rtl/>
        </w:rPr>
        <w:t xml:space="preserve"> فقبل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 ، ثم اخذ بی</w:t>
      </w:r>
      <w:r w:rsidRPr="00722A80">
        <w:rPr>
          <w:rStyle w:val="libArabicChar"/>
          <w:rFonts w:hint="eastAsia"/>
          <w:rtl/>
        </w:rPr>
        <w:t>د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</w:t>
      </w:r>
      <w:r w:rsidRPr="00722A80">
        <w:rPr>
          <w:rStyle w:val="libArabicChar"/>
          <w:rtl/>
        </w:rPr>
        <w:t xml:space="preserve"> فجاء ب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 حتی</w:t>
      </w:r>
      <w:r w:rsidRPr="00722A80">
        <w:rPr>
          <w:rStyle w:val="libArabicChar"/>
          <w:rtl/>
        </w:rPr>
        <w:t xml:space="preserve"> </w:t>
      </w:r>
      <w:r w:rsidRPr="00722A80">
        <w:rPr>
          <w:rStyle w:val="libArabicChar"/>
          <w:rFonts w:hint="cs"/>
          <w:rtl/>
        </w:rPr>
        <w:t>ی</w:t>
      </w:r>
      <w:r w:rsidRPr="00722A80">
        <w:rPr>
          <w:rStyle w:val="libArabicChar"/>
          <w:rFonts w:hint="eastAsia"/>
          <w:rtl/>
        </w:rPr>
        <w:t>جلس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>ا</w:t>
      </w:r>
      <w:r w:rsidRPr="00722A80">
        <w:rPr>
          <w:rStyle w:val="libArabicChar"/>
          <w:rtl/>
        </w:rPr>
        <w:t xml:space="preserve"> ف</w:t>
      </w:r>
      <w:r w:rsidRPr="00722A80">
        <w:rPr>
          <w:rStyle w:val="libArabicChar"/>
          <w:rFonts w:hint="cs"/>
          <w:rtl/>
        </w:rPr>
        <w:t>ی</w:t>
      </w:r>
      <w:r w:rsidRPr="00722A80">
        <w:rPr>
          <w:rStyle w:val="libArabicChar"/>
          <w:rtl/>
        </w:rPr>
        <w:t xml:space="preserve"> مکان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وک</w:t>
      </w:r>
      <w:r w:rsidRPr="00722A80">
        <w:rPr>
          <w:rStyle w:val="libArabicChar"/>
          <w:rtl/>
        </w:rPr>
        <w:t>انت اذارات النب</w:t>
      </w:r>
      <w:r w:rsidRPr="00722A80">
        <w:rPr>
          <w:rStyle w:val="libArabicChar"/>
          <w:rFonts w:hint="cs"/>
          <w:rtl/>
        </w:rPr>
        <w:t>ی</w:t>
      </w:r>
      <w:r w:rsidRPr="00722A80">
        <w:rPr>
          <w:rStyle w:val="libArabicChar"/>
          <w:rtl/>
        </w:rPr>
        <w:t xml:space="preserve"> صل</w:t>
      </w:r>
      <w:r w:rsidRPr="00722A80">
        <w:rPr>
          <w:rStyle w:val="libArabicChar"/>
          <w:rFonts w:hint="cs"/>
          <w:rtl/>
        </w:rPr>
        <w:t>ی</w:t>
      </w:r>
      <w:r w:rsidRPr="00722A80">
        <w:rPr>
          <w:rStyle w:val="libArabicChar"/>
          <w:rtl/>
        </w:rPr>
        <w:t xml:space="preserve"> الل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علی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tl/>
        </w:rPr>
        <w:t xml:space="preserve"> وآل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وسلمرحبت ب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ثم قامت الی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tl/>
        </w:rPr>
        <w:t xml:space="preserve"> فقبلت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صلی</w:t>
      </w:r>
      <w:r w:rsidRPr="00722A80">
        <w:rPr>
          <w:rStyle w:val="libArabicChar"/>
          <w:rtl/>
        </w:rPr>
        <w:t xml:space="preserve"> الل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Fonts w:hint="cs"/>
          <w:rtl/>
        </w:rPr>
        <w:t xml:space="preserve"> علی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tl/>
        </w:rPr>
        <w:t xml:space="preserve"> </w:t>
      </w:r>
      <w:r w:rsidRPr="00722A80">
        <w:rPr>
          <w:rStyle w:val="libArabicChar"/>
          <w:rFonts w:hint="eastAsia"/>
          <w:rtl/>
        </w:rPr>
        <w:t>وآل</w:t>
      </w:r>
      <w:r w:rsidR="00D14C41" w:rsidRPr="00D14C41">
        <w:rPr>
          <w:rStyle w:val="libArabicChar"/>
          <w:rFonts w:hint="cs"/>
          <w:rtl/>
        </w:rPr>
        <w:t>ه</w:t>
      </w:r>
      <w:r w:rsidRPr="00722A80">
        <w:rPr>
          <w:rStyle w:val="libArabicChar"/>
          <w:rtl/>
        </w:rPr>
        <w:t xml:space="preserve"> وسلم "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۲۲</w:t>
      </w:r>
      <w:r w:rsidRPr="00355782">
        <w:rPr>
          <w:rFonts w:hint="cs"/>
          <w:rtl/>
        </w:rPr>
        <w:t>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ان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کان عند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فقال :ا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المراة ؟فکستوا، فلما رجعت قلت لفاطم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لنساء ؟قالت :الا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ن</w:t>
      </w:r>
      <w:r>
        <w:rPr>
          <w:rtl/>
        </w:rPr>
        <w:t xml:space="preserve"> الرجال</w:t>
      </w:r>
      <w:r w:rsidRPr="00355782">
        <w:rPr>
          <w:rFonts w:hint="cs"/>
          <w:rtl/>
        </w:rPr>
        <w:t>فذکرت ذلک 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فقال : انما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بضع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t>۲۱</w:t>
      </w:r>
      <w:r w:rsidRPr="00355782">
        <w:rPr>
          <w:rFonts w:hint="cs"/>
          <w:rtl/>
        </w:rPr>
        <w:t>عن محمد بن عل</w:t>
      </w:r>
      <w:r>
        <w:rPr>
          <w:rFonts w:hint="cs"/>
          <w:rtl/>
        </w:rPr>
        <w:t>ی</w:t>
      </w:r>
      <w:r>
        <w:rPr>
          <w:rtl/>
        </w:rPr>
        <w:t xml:space="preserve"> قال :قال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 :انما 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بضع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فمن اغضب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 اغضبن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22A80" w:rsidRDefault="00722A80" w:rsidP="00D14C41">
      <w:pPr>
        <w:pStyle w:val="libArabic"/>
      </w:pPr>
      <w:r>
        <w:rPr>
          <w:rtl/>
          <w:lang w:bidi="fa-IR"/>
        </w:rPr>
        <w:lastRenderedPageBreak/>
        <w:t>۲۰</w:t>
      </w:r>
      <w:r>
        <w:rPr>
          <w:rFonts w:hint="cs"/>
          <w:rtl/>
        </w:rPr>
        <w:t>عن المسور بن مخرمة ان رسول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 xml:space="preserve"> وسلم قال :فاطم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بضع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فمن اعضب</w:t>
      </w:r>
      <w:r w:rsidR="00D14C41" w:rsidRPr="00D14C41">
        <w:rPr>
          <w:rFonts w:hint="cs"/>
          <w:rtl/>
        </w:rPr>
        <w:t>ه</w:t>
      </w:r>
      <w:r>
        <w:rPr>
          <w:rFonts w:hint="cs"/>
          <w:rtl/>
        </w:rPr>
        <w:t>ا اغضبی</w:t>
      </w:r>
      <w:r>
        <w:rPr>
          <w:rtl/>
        </w:rPr>
        <w:t xml:space="preserve"> </w:t>
      </w:r>
    </w:p>
    <w:p w:rsidR="00722A80" w:rsidRDefault="00722A80" w:rsidP="00722A80">
      <w:pPr>
        <w:pStyle w:val="libArabic"/>
      </w:pPr>
      <w:r>
        <w:rPr>
          <w:rFonts w:hint="eastAsia"/>
          <w:rtl/>
        </w:rPr>
        <w:t>فاطم</w:t>
      </w:r>
      <w:r w:rsidR="00D14C41" w:rsidRPr="00D14C41">
        <w:rPr>
          <w:rFonts w:hint="cs"/>
          <w:rtl/>
        </w:rPr>
        <w:t>ة</w:t>
      </w:r>
      <w:r>
        <w:rPr>
          <w:rtl/>
        </w:rPr>
        <w:t xml:space="preserve"> سلام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>ا</w:t>
      </w:r>
      <w:r>
        <w:rPr>
          <w:rtl/>
        </w:rPr>
        <w:t xml:space="preserve"> بعضة من رسول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D14C41" w:rsidRPr="00D14C41">
        <w:rPr>
          <w:rFonts w:hint="cs"/>
          <w:rtl/>
        </w:rPr>
        <w:t>ه</w:t>
      </w:r>
      <w:r>
        <w:rPr>
          <w:rtl/>
        </w:rPr>
        <w:t xml:space="preserve"> وآل</w:t>
      </w:r>
      <w:r w:rsidR="00D14C41" w:rsidRPr="00D14C41">
        <w:rPr>
          <w:rFonts w:hint="cs"/>
          <w:rtl/>
        </w:rPr>
        <w:t>ه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کا حص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پس 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tl/>
        </w:rPr>
        <w:t>۲۰</w:t>
      </w:r>
      <w:r w:rsidRPr="00355782"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۳:۱۳۶۱،رقم :۳۵۱۰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،۳:۱۳۷۴،رقم :۳۵۵۶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۴:۱۹۰۳رقم :۲۴۴۹ </w:t>
      </w:r>
    </w:p>
    <w:p w:rsidR="00BD1C0F" w:rsidRDefault="00BD1C0F" w:rsidP="005202BA">
      <w:pPr>
        <w:pStyle w:val="libFootnote"/>
      </w:pPr>
      <w:r>
        <w:rPr>
          <w:rtl/>
        </w:rPr>
        <w:t>۴</w:t>
      </w:r>
      <w:r w:rsidRPr="00355782">
        <w:rPr>
          <w:rFonts w:hint="cs"/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5782">
        <w:rPr>
          <w:rFonts w:hint="cs"/>
          <w:rtl/>
        </w:rPr>
        <w:t>ہ</w:t>
      </w:r>
      <w:r>
        <w:rPr>
          <w:rtl/>
        </w:rPr>
        <w:t xml:space="preserve"> ن</w:t>
      </w:r>
      <w:r w:rsidRPr="00355782">
        <w:rPr>
          <w:rFonts w:hint="cs"/>
          <w:rtl/>
        </w:rPr>
        <w:t>ے المصنف (</w:t>
      </w:r>
      <w:r>
        <w:rPr>
          <w:rtl/>
        </w:rPr>
        <w:t>۲:۳۸۸رقم ۳۲۲۶۹)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355782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355782"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202BA">
      <w:pPr>
        <w:pStyle w:val="libFootnote"/>
      </w:pPr>
      <w:r>
        <w:rPr>
          <w:rtl/>
        </w:rPr>
        <w:t>۵</w:t>
      </w:r>
      <w:r w:rsidRPr="00355782">
        <w:rPr>
          <w:rFonts w:hint="cs"/>
          <w:rtl/>
        </w:rPr>
        <w:t xml:space="preserve">۔ابوعوانہ المسند </w:t>
      </w:r>
      <w:r>
        <w:rPr>
          <w:rtl/>
        </w:rPr>
        <w:t xml:space="preserve">۳:۷۰رقم ۴۲۳۳ </w:t>
      </w:r>
    </w:p>
    <w:p w:rsidR="00BD1C0F" w:rsidRDefault="00BD1C0F" w:rsidP="005202BA">
      <w:pPr>
        <w:pStyle w:val="libFootnote"/>
      </w:pPr>
      <w:r>
        <w:rPr>
          <w:rtl/>
        </w:rPr>
        <w:t>۶</w:t>
      </w:r>
      <w:r w:rsidRPr="00355782">
        <w:rPr>
          <w:rFonts w:hint="cs"/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الآحادوالمثان</w:t>
      </w:r>
      <w:r>
        <w:rPr>
          <w:rFonts w:hint="cs"/>
          <w:rtl/>
        </w:rPr>
        <w:t>ی</w:t>
      </w:r>
      <w:r>
        <w:rPr>
          <w:rtl/>
        </w:rPr>
        <w:t xml:space="preserve"> ۵:۳۶۱،رقم ۲۹۵۴ </w:t>
      </w:r>
    </w:p>
    <w:p w:rsidR="00BD1C0F" w:rsidRDefault="00BD1C0F" w:rsidP="005202BA">
      <w:pPr>
        <w:pStyle w:val="libFootnote"/>
      </w:pPr>
      <w:r>
        <w:rPr>
          <w:rtl/>
        </w:rPr>
        <w:t>۷</w:t>
      </w:r>
      <w:r w:rsidRPr="00355782">
        <w:rPr>
          <w:rFonts w:hint="cs"/>
          <w:rtl/>
        </w:rPr>
        <w:t>۔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۲۲:۴۰۴رقم:۱۰۱۳ </w:t>
      </w:r>
    </w:p>
    <w:p w:rsidR="00BD1C0F" w:rsidRDefault="00BD1C0F" w:rsidP="005202BA">
      <w:pPr>
        <w:pStyle w:val="libFootnote"/>
      </w:pPr>
      <w:r>
        <w:rPr>
          <w:rtl/>
        </w:rPr>
        <w:t>۸</w:t>
      </w:r>
      <w:r w:rsidRPr="00355782">
        <w:rPr>
          <w:rFonts w:hint="cs"/>
          <w:rtl/>
        </w:rPr>
        <w:t xml:space="preserve">۔حاکم المستدرک </w:t>
      </w:r>
      <w:r>
        <w:rPr>
          <w:rtl/>
        </w:rPr>
        <w:t xml:space="preserve">۳:۱۷۲،رقم : ۴۷۴۷ </w:t>
      </w:r>
    </w:p>
    <w:p w:rsidR="00BD1C0F" w:rsidRDefault="00BD1C0F" w:rsidP="005202BA">
      <w:pPr>
        <w:pStyle w:val="libFootnote"/>
      </w:pPr>
      <w:r>
        <w:rPr>
          <w:rtl/>
        </w:rPr>
        <w:t>۹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35578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۱۰:۲۰۱ </w:t>
      </w:r>
    </w:p>
    <w:p w:rsidR="00BD1C0F" w:rsidRDefault="00BD1C0F" w:rsidP="005202BA">
      <w:pPr>
        <w:pStyle w:val="libFootnote"/>
      </w:pPr>
      <w:r>
        <w:rPr>
          <w:rtl/>
        </w:rPr>
        <w:t>۱۰</w:t>
      </w:r>
      <w:r w:rsidRPr="00355782">
        <w:rPr>
          <w:rFonts w:hint="cs"/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بما ثور الخطاب ۳:۱۴۵،رقم ؛۴۳۸۹ </w:t>
      </w:r>
    </w:p>
    <w:p w:rsidR="00BD1C0F" w:rsidRDefault="00BD1C0F" w:rsidP="005202BA">
      <w:pPr>
        <w:pStyle w:val="libFootnote"/>
      </w:pPr>
      <w:r>
        <w:rPr>
          <w:rtl/>
        </w:rPr>
        <w:t>۱۱</w:t>
      </w:r>
      <w:r w:rsidRPr="00355782">
        <w:rPr>
          <w:rFonts w:hint="cs"/>
          <w:rtl/>
        </w:rPr>
        <w:t>۔ابن جوز</w:t>
      </w:r>
      <w:r>
        <w:rPr>
          <w:rFonts w:hint="cs"/>
          <w:rtl/>
        </w:rPr>
        <w:t>ی</w:t>
      </w:r>
      <w:r>
        <w:rPr>
          <w:rtl/>
        </w:rPr>
        <w:t xml:space="preserve"> صفة الصفو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۲:۷ 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>۔محب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۸۰ </w:t>
      </w:r>
    </w:p>
    <w:p w:rsidR="00BD1C0F" w:rsidRDefault="00BD1C0F" w:rsidP="005202BA">
      <w:pPr>
        <w:pStyle w:val="libFootnote"/>
      </w:pPr>
      <w:r>
        <w:rPr>
          <w:rtl/>
        </w:rPr>
        <w:t>۱۳</w:t>
      </w:r>
      <w:r w:rsidRPr="00355782">
        <w:rPr>
          <w:rFonts w:hint="cs"/>
          <w:rtl/>
        </w:rPr>
        <w:t xml:space="preserve">۔ابن بشکوال غوامض الاسماء المبہمہ </w:t>
      </w:r>
      <w:r>
        <w:rPr>
          <w:rtl/>
        </w:rPr>
        <w:t xml:space="preserve">۱:۳۴۱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۱۴</w:t>
      </w:r>
      <w:r w:rsidRPr="00355782">
        <w:rPr>
          <w:rFonts w:hint="cs"/>
          <w:rtl/>
        </w:rPr>
        <w:t>۔عسقللان</w:t>
      </w:r>
      <w:r>
        <w:rPr>
          <w:rFonts w:hint="cs"/>
          <w:rtl/>
        </w:rPr>
        <w:t>ی</w:t>
      </w:r>
      <w:r>
        <w:rPr>
          <w:rtl/>
        </w:rPr>
        <w:t xml:space="preserve"> ، الاصاب</w:t>
      </w:r>
      <w:r w:rsidRPr="00355782">
        <w:rPr>
          <w:rFonts w:hint="cs"/>
          <w:rtl/>
        </w:rPr>
        <w:t>ہ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۸:۵۶ </w:t>
      </w:r>
    </w:p>
    <w:p w:rsidR="00BD1C0F" w:rsidRDefault="00BD1C0F" w:rsidP="005202BA">
      <w:pPr>
        <w:pStyle w:val="libFootnote"/>
      </w:pPr>
      <w:r>
        <w:rPr>
          <w:rtl/>
        </w:rPr>
        <w:t>۱۵</w:t>
      </w:r>
      <w:r w:rsidRPr="00355782">
        <w:rPr>
          <w:rFonts w:hint="cs"/>
          <w:rtl/>
        </w:rPr>
        <w:t>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۱:۲۷۰ </w:t>
      </w:r>
    </w:p>
    <w:p w:rsidR="00BD1C0F" w:rsidRDefault="00BD1C0F" w:rsidP="005202BA">
      <w:pPr>
        <w:pStyle w:val="libFootnote"/>
      </w:pPr>
      <w:r>
        <w:rPr>
          <w:rtl/>
        </w:rPr>
        <w:t>۱۶</w:t>
      </w:r>
      <w:r w:rsidRPr="00355782">
        <w:rPr>
          <w:rFonts w:hint="cs"/>
          <w:rtl/>
        </w:rPr>
        <w:t>۔مناو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۴:۴۲۱ </w:t>
      </w:r>
    </w:p>
    <w:p w:rsidR="00BD1C0F" w:rsidRDefault="00BD1C0F" w:rsidP="005202BA">
      <w:pPr>
        <w:pStyle w:val="libFootnote"/>
      </w:pPr>
      <w:r>
        <w:rPr>
          <w:rtl/>
        </w:rPr>
        <w:t>۱۷</w:t>
      </w:r>
      <w:r w:rsidRPr="00355782">
        <w:rPr>
          <w:rFonts w:hint="cs"/>
          <w:rtl/>
        </w:rPr>
        <w:t>۔ عجلون</w:t>
      </w:r>
      <w:r>
        <w:rPr>
          <w:rFonts w:hint="cs"/>
          <w:rtl/>
        </w:rPr>
        <w:t>ی</w:t>
      </w:r>
      <w:r>
        <w:rPr>
          <w:rtl/>
        </w:rPr>
        <w:t xml:space="preserve"> کشف الخفاء ومز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 ۲:۱۱۲،رقم :۱۸۳۱ 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مندرج</w:t>
      </w:r>
      <w:r w:rsidRPr="00355782">
        <w:rPr>
          <w:rFonts w:hint="cs"/>
          <w:rtl/>
        </w:rPr>
        <w:t>ہ</w:t>
      </w:r>
      <w:r>
        <w:rPr>
          <w:rtl/>
        </w:rPr>
        <w:t xml:space="preserve"> بالا حوال</w:t>
      </w:r>
      <w:r w:rsidRPr="00355782">
        <w:rPr>
          <w:rFonts w:hint="cs"/>
          <w:rtl/>
        </w:rPr>
        <w:t>ہ جات کے علاوہ ائمہ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355782">
        <w:rPr>
          <w:rFonts w:hint="cs"/>
          <w:rtl/>
        </w:rPr>
        <w:t>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مقامات پر ب</w:t>
      </w:r>
      <w:r w:rsidRPr="00355782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کافرمان مبارک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55782">
        <w:rPr>
          <w:rFonts w:hint="cs"/>
          <w:rtl/>
        </w:rPr>
        <w:t>ہ</w:t>
      </w:r>
      <w:r>
        <w:rPr>
          <w:rtl/>
        </w:rPr>
        <w:t xml:space="preserve"> فاطم</w:t>
      </w:r>
      <w:r w:rsidRPr="00355782">
        <w:rPr>
          <w:rFonts w:hint="cs"/>
          <w:rtl/>
        </w:rPr>
        <w:t>ہ الزہرا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عنھا کو بضعۃ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فرما کر اپن</w:t>
      </w:r>
      <w:r>
        <w:rPr>
          <w:rFonts w:hint="cs"/>
          <w:rtl/>
        </w:rPr>
        <w:t>ی</w:t>
      </w:r>
      <w:r>
        <w:rPr>
          <w:rtl/>
        </w:rPr>
        <w:t xml:space="preserve"> جان حص</w:t>
      </w:r>
      <w:r w:rsidRPr="00355782">
        <w:rPr>
          <w:rFonts w:hint="cs"/>
          <w:rtl/>
        </w:rPr>
        <w:t>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55782">
        <w:rPr>
          <w:rFonts w:hint="cs"/>
          <w:rtl/>
        </w:rPr>
        <w:t>ہے</w:t>
      </w:r>
      <w:r>
        <w:rPr>
          <w:rtl/>
        </w:rPr>
        <w:t xml:space="preserve">: </w:t>
      </w:r>
    </w:p>
    <w:p w:rsidR="00BD1C0F" w:rsidRDefault="00BD1C0F" w:rsidP="005202BA">
      <w:pPr>
        <w:pStyle w:val="libFootnote"/>
      </w:pPr>
      <w:r>
        <w:rPr>
          <w:rtl/>
        </w:rPr>
        <w:t>۱۸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۳:۱۳۶۴رقم ۳۵۲۳ </w:t>
      </w:r>
    </w:p>
    <w:p w:rsidR="00BD1C0F" w:rsidRDefault="00BD1C0F" w:rsidP="005202BA">
      <w:pPr>
        <w:pStyle w:val="libFootnote"/>
      </w:pPr>
      <w:r>
        <w:rPr>
          <w:rtl/>
        </w:rPr>
        <w:t>۱۹</w:t>
      </w:r>
      <w:r w:rsidRPr="00355782">
        <w:rPr>
          <w:rFonts w:hint="cs"/>
          <w:rtl/>
        </w:rPr>
        <w:t>۔بخار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۵:۲۰۰۳رقم۴۹۳۲ </w:t>
      </w:r>
    </w:p>
    <w:p w:rsidR="00BD1C0F" w:rsidRDefault="00BD1C0F" w:rsidP="005202BA">
      <w:pPr>
        <w:pStyle w:val="libFootnote"/>
      </w:pPr>
      <w:r>
        <w:rPr>
          <w:rtl/>
        </w:rPr>
        <w:t>۲۰</w:t>
      </w:r>
      <w:r w:rsidRPr="00355782">
        <w:rPr>
          <w:rFonts w:hint="cs"/>
          <w:rtl/>
        </w:rPr>
        <w:t>۔ترمذ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۵:۶۹۸رقم :۳۸۶۷ </w:t>
      </w:r>
    </w:p>
    <w:p w:rsidR="00BD1C0F" w:rsidRDefault="00BD1C0F" w:rsidP="005202BA">
      <w:pPr>
        <w:pStyle w:val="libFootnote"/>
      </w:pPr>
      <w:r>
        <w:rPr>
          <w:rtl/>
        </w:rPr>
        <w:t>۱۲</w:t>
      </w:r>
      <w:r w:rsidRPr="00355782">
        <w:rPr>
          <w:rFonts w:hint="cs"/>
          <w:rtl/>
        </w:rPr>
        <w:t xml:space="preserve">۔ابوداود السنن </w:t>
      </w:r>
      <w:r>
        <w:rPr>
          <w:rtl/>
        </w:rPr>
        <w:t xml:space="preserve">۲:۲۲۶رقم ۲۰۷۱ </w:t>
      </w:r>
    </w:p>
    <w:p w:rsidR="00BD1C0F" w:rsidRDefault="00BD1C0F" w:rsidP="005202BA">
      <w:pPr>
        <w:pStyle w:val="libFootnote"/>
      </w:pPr>
      <w:r>
        <w:rPr>
          <w:rtl/>
        </w:rPr>
        <w:t>۲۲</w:t>
      </w:r>
      <w:r w:rsidRPr="00355782">
        <w:rPr>
          <w:rFonts w:hint="cs"/>
          <w:rtl/>
        </w:rPr>
        <w:t xml:space="preserve">۔ابن ماجہ السنن </w:t>
      </w:r>
      <w:r>
        <w:rPr>
          <w:rtl/>
        </w:rPr>
        <w:t xml:space="preserve">۱:۶۴۳،۶۴۴رقم ۱۹۹۸،۱۹۹۹ </w:t>
      </w:r>
    </w:p>
    <w:p w:rsidR="00BD1C0F" w:rsidRDefault="00BD1C0F" w:rsidP="005202BA">
      <w:pPr>
        <w:pStyle w:val="libFootnote"/>
      </w:pPr>
      <w:r>
        <w:rPr>
          <w:rtl/>
        </w:rPr>
        <w:t>۲۳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۵:۱۴۸، رقم ۵۸۲۰</w:t>
      </w:r>
      <w:r w:rsidRPr="00355782">
        <w:rPr>
          <w:rFonts w:hint="cs"/>
          <w:rtl/>
        </w:rPr>
        <w:t>۔</w:t>
      </w:r>
      <w:r>
        <w:rPr>
          <w:rtl/>
        </w:rPr>
        <w:t xml:space="preserve">۵۸۲۲ </w:t>
      </w:r>
    </w:p>
    <w:p w:rsidR="00BD1C0F" w:rsidRDefault="00BD1C0F" w:rsidP="005202BA">
      <w:pPr>
        <w:pStyle w:val="libFootnote"/>
      </w:pPr>
      <w:r>
        <w:rPr>
          <w:rtl/>
        </w:rPr>
        <w:t>۲۴</w:t>
      </w:r>
      <w:r w:rsidRPr="00355782">
        <w:rPr>
          <w:rFonts w:hint="cs"/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 w:rsidRPr="00355782">
        <w:rPr>
          <w:rFonts w:hint="cs"/>
          <w:rtl/>
        </w:rPr>
        <w:t xml:space="preserve">ہ </w:t>
      </w:r>
      <w:r>
        <w:rPr>
          <w:rtl/>
        </w:rPr>
        <w:t xml:space="preserve">۷۸،رقم :۲۶۵ </w:t>
      </w:r>
    </w:p>
    <w:p w:rsidR="00BD1C0F" w:rsidRDefault="00BD1C0F" w:rsidP="005202BA">
      <w:pPr>
        <w:pStyle w:val="libFootnote"/>
      </w:pPr>
      <w:r>
        <w:rPr>
          <w:rtl/>
        </w:rPr>
        <w:t>۲۵</w:t>
      </w:r>
      <w:r w:rsidRPr="00355782">
        <w:rPr>
          <w:rFonts w:hint="cs"/>
          <w:rtl/>
        </w:rPr>
        <w:t xml:space="preserve">۔احمد بن حنبل المسند </w:t>
      </w:r>
      <w:r>
        <w:rPr>
          <w:rtl/>
        </w:rPr>
        <w:t xml:space="preserve">۴:۵، ۳۲۳،۳۲۶،۳۲۸ </w:t>
      </w:r>
    </w:p>
    <w:p w:rsidR="00BD1C0F" w:rsidRDefault="00BD1C0F" w:rsidP="005202BA">
      <w:pPr>
        <w:pStyle w:val="libFootnote"/>
      </w:pPr>
      <w:r>
        <w:rPr>
          <w:rtl/>
        </w:rPr>
        <w:t>۲۶</w:t>
      </w:r>
      <w:r w:rsidRPr="00355782">
        <w:rPr>
          <w:rFonts w:hint="cs"/>
          <w:rtl/>
        </w:rPr>
        <w:t xml:space="preserve">۔احمد بن حنبل فضائل الصحابہ </w:t>
      </w:r>
      <w:r>
        <w:rPr>
          <w:rtl/>
        </w:rPr>
        <w:t xml:space="preserve">۲:۷۵۵،۷۵۶،۷۵۸،۷۵۹۰،رقم ۱۳۲۴،۱۳۲۷،۱۳۳۴،۱۳۳۵ </w:t>
      </w:r>
    </w:p>
    <w:p w:rsidR="00BD1C0F" w:rsidRDefault="00BD1C0F" w:rsidP="005202BA">
      <w:pPr>
        <w:pStyle w:val="libFootnote"/>
      </w:pPr>
      <w:r>
        <w:rPr>
          <w:rtl/>
        </w:rPr>
        <w:t>۲۷</w:t>
      </w:r>
      <w:r w:rsidRPr="00355782">
        <w:rPr>
          <w:rFonts w:hint="cs"/>
          <w:rtl/>
        </w:rPr>
        <w:t>۔ابن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۱۵:۴۰۵،۴۰۶،۴۰۷،۵۳۵، رقم :۶۹۵۵،۷۰۶۰ </w:t>
      </w:r>
    </w:p>
    <w:p w:rsidR="00BD1C0F" w:rsidRDefault="00BD1C0F" w:rsidP="005202BA">
      <w:pPr>
        <w:pStyle w:val="libFootnote"/>
      </w:pPr>
      <w:r>
        <w:rPr>
          <w:rtl/>
        </w:rPr>
        <w:t>۲۸</w:t>
      </w:r>
      <w:r w:rsidRPr="00355782">
        <w:rPr>
          <w:rFonts w:hint="cs"/>
          <w:rtl/>
        </w:rPr>
        <w:t xml:space="preserve">۔عبدالرزاق المصنف </w:t>
      </w:r>
      <w:r>
        <w:rPr>
          <w:rtl/>
        </w:rPr>
        <w:t xml:space="preserve">۷:۳۰۲۳۰۱،رقم ۴۲۳۱،۴۲۳۴ </w:t>
      </w:r>
    </w:p>
    <w:p w:rsidR="00BD1C0F" w:rsidRDefault="00BD1C0F" w:rsidP="005202BA">
      <w:pPr>
        <w:pStyle w:val="libFootnote"/>
      </w:pPr>
      <w:r>
        <w:rPr>
          <w:rtl/>
        </w:rPr>
        <w:t>۲۹</w:t>
      </w:r>
      <w:r w:rsidRPr="00355782">
        <w:rPr>
          <w:rFonts w:hint="cs"/>
          <w:rtl/>
        </w:rPr>
        <w:t xml:space="preserve">۔ابوعوانہ المسند </w:t>
      </w:r>
      <w:r>
        <w:rPr>
          <w:rtl/>
        </w:rPr>
        <w:t xml:space="preserve">۳:۷۱، رقم ۴۲۳۱، ۴۲۳۴ </w:t>
      </w:r>
    </w:p>
    <w:p w:rsidR="00BD1C0F" w:rsidRDefault="00BD1C0F" w:rsidP="005202BA">
      <w:pPr>
        <w:pStyle w:val="libFootnote"/>
      </w:pPr>
      <w:r>
        <w:rPr>
          <w:rtl/>
        </w:rPr>
        <w:t>۳۰</w:t>
      </w:r>
      <w:r w:rsidRPr="00355782">
        <w:rPr>
          <w:rFonts w:hint="cs"/>
          <w:rtl/>
        </w:rPr>
        <w:t>۔بزارالمسند ،</w:t>
      </w:r>
      <w:r>
        <w:rPr>
          <w:rtl/>
        </w:rPr>
        <w:t xml:space="preserve">۲:۱۶۰رقم :۵۲۶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۳۱</w:t>
      </w:r>
      <w:r w:rsidRPr="00355782">
        <w:rPr>
          <w:rFonts w:hint="cs"/>
          <w:rtl/>
        </w:rPr>
        <w:t xml:space="preserve">۔بزار المسند </w:t>
      </w:r>
      <w:r>
        <w:rPr>
          <w:rtl/>
        </w:rPr>
        <w:t xml:space="preserve">۲:۱۶۰رقم :۲۱۹۳ </w:t>
      </w:r>
    </w:p>
    <w:p w:rsidR="00BD1C0F" w:rsidRDefault="00BD1C0F" w:rsidP="005202BA">
      <w:pPr>
        <w:pStyle w:val="libFootnote"/>
      </w:pPr>
      <w:r>
        <w:rPr>
          <w:rtl/>
        </w:rPr>
        <w:t>۳۲</w:t>
      </w:r>
      <w:r w:rsidRPr="00355782">
        <w:rPr>
          <w:rFonts w:hint="cs"/>
          <w:rtl/>
        </w:rPr>
        <w:t>۔ابو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المسند ۱۳:۱۳۴رقم ۷۱۸۱ </w:t>
      </w:r>
    </w:p>
    <w:p w:rsidR="00BD1C0F" w:rsidRDefault="00BD1C0F" w:rsidP="005202BA">
      <w:pPr>
        <w:pStyle w:val="libFootnote"/>
      </w:pPr>
      <w:r>
        <w:rPr>
          <w:rtl/>
        </w:rPr>
        <w:t>۳۳</w:t>
      </w:r>
      <w:r w:rsidRPr="00355782">
        <w:rPr>
          <w:rFonts w:hint="cs"/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 والمثال</w:t>
      </w:r>
      <w:r>
        <w:rPr>
          <w:rFonts w:hint="cs"/>
          <w:rtl/>
        </w:rPr>
        <w:t>ی</w:t>
      </w:r>
      <w:r>
        <w:rPr>
          <w:rtl/>
        </w:rPr>
        <w:t xml:space="preserve"> ۵:۳۶۱،۳۶۲، رقم :۲۹۵۴،۲۹۵۷ </w:t>
      </w:r>
    </w:p>
    <w:p w:rsidR="00BD1C0F" w:rsidRDefault="00BD1C0F" w:rsidP="005202BA">
      <w:pPr>
        <w:pStyle w:val="libFootnote"/>
      </w:pPr>
      <w:r>
        <w:rPr>
          <w:rtl/>
        </w:rPr>
        <w:t>۳۴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۲۰:۱۸،۱۹رقم :۱۸،۲۱ </w:t>
      </w:r>
    </w:p>
    <w:p w:rsidR="00BD1C0F" w:rsidRDefault="00BD1C0F" w:rsidP="005202BA">
      <w:pPr>
        <w:pStyle w:val="libFootnote"/>
      </w:pPr>
      <w:r>
        <w:rPr>
          <w:rtl/>
        </w:rPr>
        <w:t>۳۵</w:t>
      </w:r>
      <w:r w:rsidRPr="00355782">
        <w:rPr>
          <w:rFonts w:hint="cs"/>
          <w:rtl/>
        </w:rPr>
        <w:t>۔طبران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۲۲:۴۰۵رقم ۱۰۱۰ </w:t>
      </w:r>
    </w:p>
    <w:p w:rsidR="00BD1C0F" w:rsidRDefault="00BD1C0F" w:rsidP="005202BA">
      <w:pPr>
        <w:pStyle w:val="libFootnote"/>
      </w:pPr>
      <w:r>
        <w:rPr>
          <w:rtl/>
        </w:rPr>
        <w:t>۳۶</w:t>
      </w:r>
      <w:r w:rsidRPr="00355782">
        <w:rPr>
          <w:rFonts w:hint="cs"/>
          <w:rtl/>
        </w:rPr>
        <w:t>۔حک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نوادرالاصول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 xml:space="preserve">ہ وسلم </w:t>
      </w:r>
      <w:r>
        <w:rPr>
          <w:rtl/>
        </w:rPr>
        <w:t xml:space="preserve">۳:۱۸۲،۱۸۴ </w:t>
      </w:r>
    </w:p>
    <w:p w:rsidR="00BD1C0F" w:rsidRDefault="00BD1C0F" w:rsidP="005202BA">
      <w:pPr>
        <w:pStyle w:val="libFootnote"/>
      </w:pPr>
      <w:r>
        <w:rPr>
          <w:rtl/>
        </w:rPr>
        <w:t>۳۷</w:t>
      </w:r>
      <w:r w:rsidRPr="00355782">
        <w:rPr>
          <w:rFonts w:hint="cs"/>
          <w:rtl/>
        </w:rPr>
        <w:t>۔حک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المستدرک ۳:۱۷۳، رقم ۴۷۵۱ </w:t>
      </w:r>
    </w:p>
    <w:p w:rsidR="00BD1C0F" w:rsidRDefault="00BD1C0F" w:rsidP="005202BA">
      <w:pPr>
        <w:pStyle w:val="libFootnote"/>
      </w:pPr>
      <w:r>
        <w:rPr>
          <w:rtl/>
        </w:rPr>
        <w:t>۳۸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۷:۳۰۷،۳۰۸ </w:t>
      </w:r>
    </w:p>
    <w:p w:rsidR="00BD1C0F" w:rsidRDefault="00BD1C0F" w:rsidP="005202BA">
      <w:pPr>
        <w:pStyle w:val="libFootnote"/>
      </w:pPr>
      <w:r>
        <w:rPr>
          <w:rtl/>
        </w:rPr>
        <w:t>۳۹</w:t>
      </w:r>
      <w:r w:rsidRPr="00355782">
        <w:rPr>
          <w:rFonts w:hint="cs"/>
          <w:rtl/>
        </w:rPr>
        <w:t>۔ب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۱۰:۲۸۸ </w:t>
      </w:r>
    </w:p>
    <w:p w:rsidR="00BD1C0F" w:rsidRDefault="00BD1C0F" w:rsidP="005202BA">
      <w:pPr>
        <w:pStyle w:val="libFootnote"/>
      </w:pPr>
      <w:r>
        <w:rPr>
          <w:rtl/>
        </w:rPr>
        <w:t>۴۰</w:t>
      </w:r>
      <w:r w:rsidRPr="00355782">
        <w:rPr>
          <w:rFonts w:hint="cs"/>
          <w:rtl/>
        </w:rPr>
        <w:t>۔مقدس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المختار ۹:۳۰۵رقم :۲۷۴ </w:t>
      </w:r>
    </w:p>
    <w:p w:rsidR="00BD1C0F" w:rsidRDefault="00BD1C0F" w:rsidP="005202BA">
      <w:pPr>
        <w:pStyle w:val="libFootnote"/>
      </w:pPr>
      <w:r>
        <w:rPr>
          <w:rtl/>
        </w:rPr>
        <w:t>۴۱</w:t>
      </w:r>
      <w:r w:rsidRPr="00355782">
        <w:rPr>
          <w:rFonts w:hint="cs"/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بما ثور الخطاب ۱:۲۳۲رقم :۸۸۷ </w:t>
      </w:r>
    </w:p>
    <w:p w:rsidR="00BD1C0F" w:rsidRDefault="00BD1C0F" w:rsidP="005202BA">
      <w:pPr>
        <w:pStyle w:val="libFootnote"/>
      </w:pPr>
      <w:r>
        <w:rPr>
          <w:rtl/>
        </w:rPr>
        <w:t>۴۲</w:t>
      </w:r>
      <w:r w:rsidRPr="00355782">
        <w:rPr>
          <w:rFonts w:hint="cs"/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بما ثور الخطاب ۳:۱۴۵، رقم :۴۳۸۹ </w:t>
      </w:r>
    </w:p>
    <w:p w:rsidR="00BD1C0F" w:rsidRDefault="00BD1C0F" w:rsidP="005202BA">
      <w:pPr>
        <w:pStyle w:val="libFootnote"/>
      </w:pPr>
      <w:r>
        <w:rPr>
          <w:rtl/>
        </w:rPr>
        <w:t>۴۳</w:t>
      </w:r>
      <w:r w:rsidRPr="00355782">
        <w:rPr>
          <w:rFonts w:hint="cs"/>
          <w:rtl/>
        </w:rPr>
        <w:t>۔ہ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۴:۲۵۵ </w:t>
      </w:r>
    </w:p>
    <w:p w:rsidR="00BD1C0F" w:rsidRDefault="00BD1C0F" w:rsidP="005202BA">
      <w:pPr>
        <w:pStyle w:val="libFootnote"/>
      </w:pPr>
      <w:r>
        <w:rPr>
          <w:rtl/>
        </w:rPr>
        <w:t>۴۴</w:t>
      </w:r>
      <w:r w:rsidRPr="00355782">
        <w:rPr>
          <w:rFonts w:hint="cs"/>
          <w:rtl/>
        </w:rPr>
        <w:t>۔ہ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۹:۲۰۳ </w:t>
      </w:r>
    </w:p>
    <w:p w:rsidR="00BD1C0F" w:rsidRDefault="00BD1C0F" w:rsidP="005202BA">
      <w:pPr>
        <w:pStyle w:val="libFootnote"/>
      </w:pPr>
      <w:r>
        <w:rPr>
          <w:rtl/>
        </w:rPr>
        <w:t>۴۵</w:t>
      </w:r>
      <w:r w:rsidRPr="00355782">
        <w:rPr>
          <w:rFonts w:hint="cs"/>
          <w:rtl/>
        </w:rPr>
        <w:t>۔ہ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زوائد الحارث ۲۹۱۰، رقم :۹۹۱ </w:t>
      </w:r>
    </w:p>
    <w:p w:rsidR="00BD1C0F" w:rsidRDefault="00BD1C0F" w:rsidP="005202BA">
      <w:pPr>
        <w:pStyle w:val="libFootnote"/>
      </w:pPr>
      <w:r>
        <w:rPr>
          <w:rtl/>
        </w:rPr>
        <w:t>۴۶</w:t>
      </w:r>
      <w:r w:rsidRPr="00355782">
        <w:rPr>
          <w:rFonts w:hint="cs"/>
          <w:rtl/>
        </w:rPr>
        <w:t>۔دولاب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ۃ</w:t>
      </w:r>
      <w:r>
        <w:rPr>
          <w:rtl/>
        </w:rPr>
        <w:t xml:space="preserve"> الطا</w:t>
      </w:r>
      <w:r w:rsidRPr="00355782">
        <w:rPr>
          <w:rFonts w:hint="cs"/>
          <w:rtl/>
        </w:rPr>
        <w:t>ہرہ :</w:t>
      </w:r>
      <w:r>
        <w:rPr>
          <w:rtl/>
        </w:rPr>
        <w:t>۴۷</w:t>
      </w:r>
      <w:r w:rsidRPr="00355782">
        <w:rPr>
          <w:rFonts w:hint="cs"/>
          <w:rtl/>
        </w:rPr>
        <w:t>۔</w:t>
      </w:r>
      <w:r>
        <w:rPr>
          <w:rtl/>
        </w:rPr>
        <w:t xml:space="preserve">۴۸رقم :۵۵، ۵۲ </w:t>
      </w:r>
    </w:p>
    <w:p w:rsidR="00BD1C0F" w:rsidRDefault="00BD1C0F" w:rsidP="005202BA">
      <w:pPr>
        <w:pStyle w:val="libFootnote"/>
      </w:pPr>
      <w:r>
        <w:rPr>
          <w:rtl/>
        </w:rPr>
        <w:t>۴۷</w:t>
      </w:r>
      <w:r w:rsidRPr="00355782">
        <w:rPr>
          <w:rFonts w:hint="cs"/>
          <w:rtl/>
        </w:rPr>
        <w:t>۔ابن سعد الطبقات الکبر</w:t>
      </w:r>
      <w:r>
        <w:rPr>
          <w:rFonts w:hint="cs"/>
          <w:rtl/>
        </w:rPr>
        <w:t>ی</w:t>
      </w:r>
      <w:r>
        <w:rPr>
          <w:rtl/>
        </w:rPr>
        <w:t xml:space="preserve"> ۸:۲۴۲ </w:t>
      </w:r>
    </w:p>
    <w:p w:rsidR="00BD1C0F" w:rsidRDefault="00BD1C0F" w:rsidP="005202BA">
      <w:pPr>
        <w:pStyle w:val="libFootnote"/>
      </w:pPr>
      <w:r>
        <w:rPr>
          <w:rtl/>
        </w:rPr>
        <w:t>۴۸</w:t>
      </w:r>
      <w:r w:rsidRPr="00355782">
        <w:rPr>
          <w:rFonts w:hint="cs"/>
          <w:rtl/>
        </w:rPr>
        <w:t>۔ابونع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۲:۴۰، ۴۱، ۱۷۵ </w:t>
      </w:r>
    </w:p>
    <w:p w:rsidR="00BD1C0F" w:rsidRDefault="00BD1C0F" w:rsidP="005202BA">
      <w:pPr>
        <w:pStyle w:val="libFootnote"/>
      </w:pPr>
      <w:r>
        <w:rPr>
          <w:rtl/>
        </w:rPr>
        <w:t>۴۹</w:t>
      </w:r>
      <w:r w:rsidRPr="00355782">
        <w:rPr>
          <w:rFonts w:hint="cs"/>
          <w:rtl/>
        </w:rPr>
        <w:t>۔ابو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۳:۲۰۶ </w:t>
      </w:r>
    </w:p>
    <w:p w:rsidR="00BD1C0F" w:rsidRDefault="00BD1C0F" w:rsidP="005202BA">
      <w:pPr>
        <w:pStyle w:val="libFootnote"/>
      </w:pPr>
      <w:r>
        <w:rPr>
          <w:rtl/>
        </w:rPr>
        <w:lastRenderedPageBreak/>
        <w:t>۵۰</w:t>
      </w:r>
      <w:r w:rsidRPr="00355782">
        <w:rPr>
          <w:rFonts w:hint="cs"/>
          <w:rtl/>
        </w:rPr>
        <w:t>۔ابو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۷:۳۲۵ </w:t>
      </w:r>
    </w:p>
    <w:p w:rsidR="00BD1C0F" w:rsidRDefault="00BD1C0F" w:rsidP="005202BA">
      <w:pPr>
        <w:pStyle w:val="libFootnote"/>
      </w:pPr>
      <w:r>
        <w:rPr>
          <w:rtl/>
        </w:rPr>
        <w:t>۵۱</w:t>
      </w:r>
      <w:r w:rsidRPr="00355782">
        <w:rPr>
          <w:rFonts w:hint="cs"/>
          <w:rtl/>
        </w:rPr>
        <w:t>۔اب</w:t>
      </w:r>
      <w:r>
        <w:rPr>
          <w:rtl/>
        </w:rPr>
        <w:t>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 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۳:۲۵۷ </w:t>
      </w:r>
    </w:p>
    <w:p w:rsidR="00BD1C0F" w:rsidRDefault="00BD1C0F" w:rsidP="005202BA">
      <w:pPr>
        <w:pStyle w:val="libFootnote"/>
      </w:pPr>
      <w:r>
        <w:rPr>
          <w:rtl/>
        </w:rPr>
        <w:t>۵۲</w:t>
      </w:r>
      <w:r w:rsidRPr="00355782">
        <w:rPr>
          <w:rFonts w:hint="cs"/>
          <w:rtl/>
        </w:rPr>
        <w:t xml:space="preserve">۔ابن قانع معجم الصحابہ </w:t>
      </w:r>
      <w:r>
        <w:rPr>
          <w:rtl/>
        </w:rPr>
        <w:t xml:space="preserve">۳:۱۱۰، رقم ۱۰۷۶ </w:t>
      </w:r>
    </w:p>
    <w:p w:rsidR="00BD1C0F" w:rsidRDefault="00BD1C0F" w:rsidP="005202BA">
      <w:pPr>
        <w:pStyle w:val="libFootnote"/>
      </w:pPr>
      <w:r>
        <w:rPr>
          <w:rtl/>
        </w:rPr>
        <w:t>۵۳</w:t>
      </w:r>
      <w:r w:rsidRPr="00355782">
        <w:rPr>
          <w:rFonts w:hint="cs"/>
          <w:rtl/>
        </w:rPr>
        <w:t>۔ نوو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۱۶:۲ </w:t>
      </w:r>
    </w:p>
    <w:p w:rsidR="00BD1C0F" w:rsidRDefault="00BD1C0F" w:rsidP="005202BA">
      <w:pPr>
        <w:pStyle w:val="libFootnote"/>
      </w:pPr>
      <w:r>
        <w:rPr>
          <w:rtl/>
        </w:rPr>
        <w:t>۵۴</w:t>
      </w:r>
      <w:r w:rsidRPr="00355782">
        <w:rPr>
          <w:rFonts w:hint="cs"/>
          <w:rtl/>
        </w:rPr>
        <w:t>۔ق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تذکرة الحفاظ۲:۷۳۵ </w:t>
      </w:r>
    </w:p>
    <w:p w:rsidR="00BD1C0F" w:rsidRDefault="00BD1C0F" w:rsidP="005202BA">
      <w:pPr>
        <w:pStyle w:val="libFootnote"/>
      </w:pPr>
      <w:r>
        <w:rPr>
          <w:rtl/>
        </w:rPr>
        <w:t>۵۵</w:t>
      </w:r>
      <w:r w:rsidRPr="00355782">
        <w:rPr>
          <w:rFonts w:hint="cs"/>
          <w:rtl/>
        </w:rPr>
        <w:t>۔۔ق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تذکرة الحفاظ۴:۱۲۶۵ </w:t>
      </w:r>
    </w:p>
    <w:p w:rsidR="00BD1C0F" w:rsidRDefault="00BD1C0F" w:rsidP="005202BA">
      <w:pPr>
        <w:pStyle w:val="libFootnote"/>
      </w:pPr>
      <w:r>
        <w:rPr>
          <w:rtl/>
        </w:rPr>
        <w:t>۵۶</w:t>
      </w:r>
      <w:r w:rsidRPr="00355782">
        <w:rPr>
          <w:rFonts w:hint="cs"/>
          <w:rtl/>
        </w:rPr>
        <w:t>۔مناو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۳:۱۵ </w:t>
      </w:r>
    </w:p>
    <w:p w:rsidR="00BD1C0F" w:rsidRDefault="00BD1C0F" w:rsidP="005202BA">
      <w:pPr>
        <w:pStyle w:val="libFootnote"/>
      </w:pPr>
      <w:r>
        <w:rPr>
          <w:rtl/>
        </w:rPr>
        <w:t>۵۷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۲:۱۱۹،۱۳۳ </w:t>
      </w:r>
    </w:p>
    <w:p w:rsidR="00BD1C0F" w:rsidRDefault="00BD1C0F" w:rsidP="005202BA">
      <w:pPr>
        <w:pStyle w:val="libFootnote"/>
      </w:pPr>
      <w:r>
        <w:rPr>
          <w:rtl/>
        </w:rPr>
        <w:t>۵۸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النبلاء۳:۳۹۳ </w:t>
      </w:r>
    </w:p>
    <w:p w:rsidR="00BD1C0F" w:rsidRDefault="00BD1C0F" w:rsidP="005202BA">
      <w:pPr>
        <w:pStyle w:val="libFootnote"/>
      </w:pPr>
      <w:r>
        <w:rPr>
          <w:rtl/>
        </w:rPr>
        <w:t>۵۹</w:t>
      </w:r>
      <w:r w:rsidRPr="00355782">
        <w:rPr>
          <w:rFonts w:hint="cs"/>
          <w:rtl/>
        </w:rPr>
        <w:t>۔ 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۵:۹۰ </w:t>
      </w:r>
    </w:p>
    <w:p w:rsidR="00BD1C0F" w:rsidRDefault="00BD1C0F" w:rsidP="005202BA">
      <w:pPr>
        <w:pStyle w:val="libFootnote"/>
      </w:pPr>
      <w:r>
        <w:rPr>
          <w:rtl/>
        </w:rPr>
        <w:t>۶۰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النبلاء۱۹:۴۸۸ </w:t>
      </w:r>
    </w:p>
    <w:p w:rsidR="00BD1C0F" w:rsidRDefault="00BD1C0F" w:rsidP="005202BA">
      <w:pPr>
        <w:pStyle w:val="libFootnote"/>
      </w:pPr>
      <w:r>
        <w:rPr>
          <w:rtl/>
        </w:rPr>
        <w:t>۲۱</w:t>
      </w:r>
      <w:r w:rsidRPr="00355782">
        <w:rPr>
          <w:rFonts w:hint="cs"/>
          <w:rtl/>
        </w:rPr>
        <w:t>۔ذہب</w:t>
      </w:r>
      <w:r>
        <w:rPr>
          <w:rFonts w:hint="cs"/>
          <w:rtl/>
        </w:rPr>
        <w:t>ی</w:t>
      </w:r>
      <w:r>
        <w:rPr>
          <w:rtl/>
        </w:rPr>
        <w:t xml:space="preserve"> معجم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:۹ </w:t>
      </w:r>
    </w:p>
    <w:p w:rsidR="00BD1C0F" w:rsidRDefault="00BD1C0F" w:rsidP="005202BA">
      <w:pPr>
        <w:pStyle w:val="libFootnote"/>
      </w:pPr>
      <w:r>
        <w:rPr>
          <w:rtl/>
        </w:rPr>
        <w:t>۶۲</w:t>
      </w:r>
      <w:r w:rsidRPr="00355782">
        <w:rPr>
          <w:rFonts w:hint="cs"/>
          <w:rtl/>
        </w:rPr>
        <w:t>۔مز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355782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۲:۵۹۹ </w:t>
      </w:r>
    </w:p>
    <w:p w:rsidR="00BD1C0F" w:rsidRDefault="00BD1C0F" w:rsidP="005202BA">
      <w:pPr>
        <w:pStyle w:val="libFootnote"/>
      </w:pPr>
      <w:r>
        <w:rPr>
          <w:rtl/>
        </w:rPr>
        <w:t>۶۳</w:t>
      </w:r>
      <w:r w:rsidRPr="00355782">
        <w:rPr>
          <w:rFonts w:hint="cs"/>
          <w:rtl/>
        </w:rPr>
        <w:t>۔مز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355782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الکمال۳۵:۲۵۰ </w:t>
      </w:r>
    </w:p>
    <w:p w:rsidR="00BD1C0F" w:rsidRDefault="00BD1C0F" w:rsidP="005202BA">
      <w:pPr>
        <w:pStyle w:val="libFootnote"/>
      </w:pPr>
      <w:r>
        <w:rPr>
          <w:rtl/>
        </w:rPr>
        <w:t>۶۴</w:t>
      </w:r>
      <w:r w:rsidRPr="00355782">
        <w:rPr>
          <w:rFonts w:hint="cs"/>
          <w:rtl/>
        </w:rPr>
        <w:t>۔ دارقطن</w:t>
      </w:r>
      <w:r>
        <w:rPr>
          <w:rFonts w:hint="cs"/>
          <w:rtl/>
        </w:rPr>
        <w:t>ی</w:t>
      </w:r>
      <w:r>
        <w:rPr>
          <w:rtl/>
        </w:rPr>
        <w:t xml:space="preserve"> سوالات حمز</w:t>
      </w:r>
      <w:r w:rsidRPr="00355782">
        <w:rPr>
          <w:rFonts w:hint="cs"/>
          <w:rtl/>
        </w:rPr>
        <w:t>ہ :</w:t>
      </w:r>
      <w:r>
        <w:rPr>
          <w:rtl/>
        </w:rPr>
        <w:t xml:space="preserve">۸۰، رقم ۴۰۹ </w:t>
      </w:r>
    </w:p>
    <w:p w:rsidR="00BD1C0F" w:rsidRDefault="00BD1C0F" w:rsidP="005202BA">
      <w:pPr>
        <w:pStyle w:val="libFootnote"/>
      </w:pPr>
      <w:r>
        <w:rPr>
          <w:rtl/>
        </w:rPr>
        <w:t>۶۵</w:t>
      </w:r>
      <w:r w:rsidRPr="00355782">
        <w:rPr>
          <w:rFonts w:hint="cs"/>
          <w:rtl/>
        </w:rPr>
        <w:t>۔ابن جوز</w:t>
      </w:r>
      <w:r>
        <w:rPr>
          <w:rFonts w:hint="cs"/>
          <w:rtl/>
        </w:rPr>
        <w:t>ی</w:t>
      </w:r>
      <w:r>
        <w:rPr>
          <w:rtl/>
        </w:rPr>
        <w:t xml:space="preserve"> تذکرة الخواص:۲۷۹ </w:t>
      </w:r>
    </w:p>
    <w:p w:rsidR="00BD1C0F" w:rsidRDefault="00BD1C0F" w:rsidP="005202BA">
      <w:pPr>
        <w:pStyle w:val="libFootnote"/>
      </w:pPr>
      <w:r>
        <w:rPr>
          <w:rtl/>
        </w:rPr>
        <w:t>۶۶</w:t>
      </w:r>
      <w:r w:rsidRPr="00355782">
        <w:rPr>
          <w:rFonts w:hint="cs"/>
          <w:rtl/>
        </w:rPr>
        <w:t>۔سخاو</w:t>
      </w:r>
      <w:r>
        <w:rPr>
          <w:rFonts w:hint="cs"/>
          <w:rtl/>
        </w:rPr>
        <w:t>ی</w:t>
      </w:r>
      <w:r>
        <w:rPr>
          <w:rtl/>
        </w:rPr>
        <w:t xml:space="preserve"> استجلاب ارتقاء الغرف بحب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355782">
        <w:rPr>
          <w:rFonts w:hint="cs"/>
          <w:rtl/>
        </w:rPr>
        <w:t>ہ عل</w:t>
      </w:r>
      <w:r>
        <w:rPr>
          <w:rFonts w:hint="cs"/>
          <w:rtl/>
        </w:rPr>
        <w:t>ی</w:t>
      </w:r>
      <w:r w:rsidRPr="00355782">
        <w:rPr>
          <w:rFonts w:hint="cs"/>
          <w:rtl/>
        </w:rPr>
        <w:t>ہ</w:t>
      </w:r>
      <w:r>
        <w:rPr>
          <w:rtl/>
        </w:rPr>
        <w:t xml:space="preserve"> وآل</w:t>
      </w:r>
      <w:r w:rsidRPr="00355782">
        <w:rPr>
          <w:rFonts w:hint="cs"/>
          <w:rtl/>
        </w:rPr>
        <w:t>ہ وسلم وذو</w:t>
      </w:r>
      <w:r>
        <w:rPr>
          <w:rFonts w:hint="cs"/>
          <w:rtl/>
        </w:rPr>
        <w:t>ی</w:t>
      </w:r>
      <w:r>
        <w:rPr>
          <w:rtl/>
        </w:rPr>
        <w:t xml:space="preserve"> الشرف :۹۷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"محمد بن 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شک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کا حص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پس 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202BA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: </w:t>
      </w:r>
    </w:p>
    <w:p w:rsidR="00BD1C0F" w:rsidRDefault="00BD1C0F" w:rsidP="005202BA">
      <w:pPr>
        <w:pStyle w:val="libFootnote"/>
      </w:pPr>
      <w:r>
        <w:rPr>
          <w:rtl/>
        </w:rPr>
        <w:t>۱</w:t>
      </w:r>
      <w:r w:rsidRPr="00355782">
        <w:rPr>
          <w:rFonts w:hint="cs"/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5782">
        <w:rPr>
          <w:rFonts w:hint="cs"/>
          <w:rtl/>
        </w:rPr>
        <w:t>ہ</w:t>
      </w:r>
      <w:r>
        <w:rPr>
          <w:rtl/>
        </w:rPr>
        <w:t xml:space="preserve"> المصنف ۶:۳۸۸رقم ۳۲۲۶۹ </w:t>
      </w:r>
    </w:p>
    <w:p w:rsidR="00BD1C0F" w:rsidRDefault="00BD1C0F" w:rsidP="005202BA">
      <w:pPr>
        <w:pStyle w:val="libFootnote"/>
      </w:pPr>
      <w:r>
        <w:rPr>
          <w:rtl/>
        </w:rPr>
        <w:t>۲</w:t>
      </w:r>
      <w:r w:rsidRPr="00355782">
        <w:rPr>
          <w:rFonts w:hint="cs"/>
          <w:rtl/>
        </w:rPr>
        <w:t xml:space="preserve">۔احمد بن حنبل فضائل الصحابہ </w:t>
      </w:r>
      <w:r>
        <w:rPr>
          <w:rtl/>
        </w:rPr>
        <w:t xml:space="preserve">۲:۷۵۵، ۷۵۶رقم ۱۳۲۶ </w:t>
      </w:r>
    </w:p>
    <w:p w:rsidR="00BD1C0F" w:rsidRDefault="00BD1C0F" w:rsidP="005202BA">
      <w:pPr>
        <w:pStyle w:val="libFootnote"/>
      </w:pPr>
      <w:r>
        <w:rPr>
          <w:rtl/>
        </w:rPr>
        <w:t>۳</w:t>
      </w:r>
      <w:r w:rsidRPr="00355782">
        <w:rPr>
          <w:rFonts w:hint="cs"/>
          <w:rtl/>
        </w:rPr>
        <w:t>۔ 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:۸۰،۸۱ </w:t>
      </w:r>
    </w:p>
    <w:p w:rsidR="005202BA" w:rsidRDefault="005202BA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بارگا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:عورت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؟اس پر 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کرام خاموش ر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لو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>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:بتاو عورت ک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؟س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:عورت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تر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شک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کا حص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202BA" w:rsidRDefault="005202BA" w:rsidP="005202BA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بزار المسند </w:t>
      </w:r>
      <w:r>
        <w:rPr>
          <w:rtl/>
        </w:rPr>
        <w:t xml:space="preserve">۲:۱۶۰رقم :۵۲۶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الزوئد ۴:۲۵۵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الزوئد،۹:۲۰۲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۲:۴۰، ۴۱، ۱۷۵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دارقطن</w:t>
      </w:r>
      <w:r>
        <w:rPr>
          <w:rFonts w:hint="cs"/>
          <w:rtl/>
        </w:rPr>
        <w:t>یی</w:t>
      </w:r>
      <w:r>
        <w:rPr>
          <w:rtl/>
        </w:rPr>
        <w:t xml:space="preserve"> سوالات حمز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:</w:t>
      </w:r>
      <w:r>
        <w:rPr>
          <w:rtl/>
        </w:rPr>
        <w:t xml:space="preserve">۲۸۰، رقم :۴۰۹ </w:t>
      </w:r>
    </w:p>
    <w:p w:rsidR="008F0525" w:rsidRDefault="008F0525" w:rsidP="00D14C41">
      <w:pPr>
        <w:pStyle w:val="libNormal"/>
        <w:rPr>
          <w:rtl/>
        </w:rPr>
      </w:pPr>
      <w:r>
        <w:rPr>
          <w:rtl/>
        </w:rPr>
        <w:br w:type="page"/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8" w:name="_Toc500161427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۹</w:t>
      </w:r>
      <w:bookmarkEnd w:id="8"/>
    </w:p>
    <w:p w:rsidR="00BD1C0F" w:rsidRDefault="00BD1C0F" w:rsidP="00086302">
      <w:pPr>
        <w:pStyle w:val="libNormal"/>
      </w:pPr>
      <w:r>
        <w:rPr>
          <w:rFonts w:hint="eastAsia"/>
          <w:rtl/>
        </w:rPr>
        <w:t>حضور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آمد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پر محبتا  ک</w:t>
      </w:r>
      <w:r>
        <w:rPr>
          <w:rFonts w:hint="cs"/>
          <w:rtl/>
        </w:rPr>
        <w:t>ھڑے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چومت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نشست پر ب</w:t>
      </w:r>
      <w:r>
        <w:rPr>
          <w:rFonts w:hint="cs"/>
          <w:rtl/>
        </w:rPr>
        <w:t>یٹھ</w:t>
      </w:r>
      <w:r w:rsidRPr="00355782">
        <w:rPr>
          <w:rFonts w:hint="cs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آت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ان ک</w:t>
      </w:r>
      <w:r>
        <w:rPr>
          <w:rFonts w:hint="cs"/>
          <w:rtl/>
        </w:rPr>
        <w:t>ی</w:t>
      </w:r>
      <w:r>
        <w:rPr>
          <w:rtl/>
        </w:rPr>
        <w:t xml:space="preserve"> خاطر ک</w:t>
      </w:r>
      <w:r>
        <w:rPr>
          <w:rFonts w:hint="cs"/>
          <w:rtl/>
        </w:rPr>
        <w:t>ھڑے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بوس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ان کا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 xml:space="preserve"> کر لات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نشست پر ب</w:t>
      </w:r>
      <w:r>
        <w:rPr>
          <w:rFonts w:hint="cs"/>
          <w:rtl/>
        </w:rPr>
        <w:t>یٹھ</w:t>
      </w:r>
      <w:r w:rsidRPr="00355782">
        <w:rPr>
          <w:rFonts w:hint="cs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اورجب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اپن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کو بوس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tl/>
        </w:rPr>
        <w:t>۲۳</w:t>
      </w:r>
      <w:r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 نسائی</w:t>
      </w:r>
      <w:r>
        <w:rPr>
          <w:rtl/>
        </w:rPr>
        <w:t xml:space="preserve"> السنن الکبر</w:t>
      </w:r>
      <w:r>
        <w:rPr>
          <w:rFonts w:hint="cs"/>
          <w:rtl/>
        </w:rPr>
        <w:t>یٰ</w:t>
      </w:r>
      <w:r>
        <w:rPr>
          <w:rtl/>
        </w:rPr>
        <w:t xml:space="preserve"> ۵:۳۹۱، ۳۹۲رقم ۹۲۳۶،۹۲۳۷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۔ابن حبان الصحی</w:t>
      </w:r>
      <w:r>
        <w:rPr>
          <w:rFonts w:hint="eastAsia"/>
          <w:rtl/>
        </w:rPr>
        <w:t>ح</w:t>
      </w:r>
      <w:r>
        <w:rPr>
          <w:rtl/>
        </w:rPr>
        <w:t xml:space="preserve"> ۱۵:۴۰۳رقم :۶۹۵۳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۔شی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الآحادوالمثان</w:t>
      </w:r>
      <w:r>
        <w:rPr>
          <w:rFonts w:hint="cs"/>
          <w:rtl/>
        </w:rPr>
        <w:t>ی</w:t>
      </w:r>
      <w:r>
        <w:rPr>
          <w:rtl/>
        </w:rPr>
        <w:t xml:space="preserve"> ، ۵:۳۶۷،رقم :۲۹۶۷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 طبرانی</w:t>
      </w:r>
      <w:r>
        <w:rPr>
          <w:rtl/>
        </w:rPr>
        <w:t xml:space="preserve"> المعجم الاوسط ۴:۲۴۲، رقم :۲۰۸۹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 xml:space="preserve">۔ حاک المستدرک </w:t>
      </w:r>
      <w:r>
        <w:rPr>
          <w:rtl/>
        </w:rPr>
        <w:t xml:space="preserve">۴:۳۰۳رقم ۷۷۱۵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 بخاری</w:t>
      </w:r>
      <w:r>
        <w:rPr>
          <w:rtl/>
        </w:rPr>
        <w:t xml:space="preserve"> الادب المفرد:۳۲۶، رقم ۹۴۷ 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یۃ</w:t>
      </w:r>
      <w:r>
        <w:rPr>
          <w:rtl/>
        </w:rPr>
        <w:t xml:space="preserve"> الطا</w:t>
      </w:r>
      <w:r>
        <w:rPr>
          <w:rFonts w:hint="cs"/>
          <w:rtl/>
        </w:rPr>
        <w:t>ہرہ:</w:t>
      </w:r>
      <w:r>
        <w:rPr>
          <w:rtl/>
        </w:rPr>
        <w:t xml:space="preserve">۱۰۰رقم ۱۸۴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355782">
        <w:rPr>
          <w:rFonts w:hint="cs"/>
          <w:rtl/>
        </w:rPr>
        <w:t xml:space="preserve">ت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وکر ان کا استقبال کرت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 xml:space="preserve"> کر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بوس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نشست پر 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tl/>
        </w:rPr>
        <w:lastRenderedPageBreak/>
        <w:t>۲۴</w:t>
      </w:r>
      <w:r>
        <w:rPr>
          <w:rFonts w:hint="cs"/>
          <w:rtl/>
        </w:rPr>
        <w:t>۔ 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 حاکم المستدرک</w:t>
      </w:r>
      <w:r>
        <w:rPr>
          <w:rtl/>
        </w:rPr>
        <w:t xml:space="preserve"> ۳:۱۶۷، رقم :۴۷۳۲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۔نسائی</w:t>
      </w:r>
      <w:r>
        <w:rPr>
          <w:rtl/>
        </w:rPr>
        <w:t xml:space="preserve"> فضائل الصحاب</w:t>
      </w:r>
      <w:r>
        <w:rPr>
          <w:rFonts w:hint="cs"/>
          <w:rtl/>
        </w:rPr>
        <w:t>ہ :</w:t>
      </w:r>
      <w:r>
        <w:rPr>
          <w:rtl/>
        </w:rPr>
        <w:t xml:space="preserve">۷۸، رقم :۲۶۴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 ابن راہویہ</w:t>
      </w:r>
      <w:r>
        <w:rPr>
          <w:rtl/>
        </w:rPr>
        <w:t xml:space="preserve"> المسند ۱:۸رقم :۶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۔بیہقی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۷:۱۰۱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 بیہقی</w:t>
      </w:r>
      <w:r>
        <w:rPr>
          <w:rtl/>
        </w:rPr>
        <w:t xml:space="preserve">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۶:۴۶۷، رقم :۸۰۶۷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 مقری</w:t>
      </w:r>
      <w:r>
        <w:rPr>
          <w:rtl/>
        </w:rPr>
        <w:t xml:space="preserve"> تقب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:۹۱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(۱۱:۵۰)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 داود اورترمذ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حسن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،جبک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ابن حبان اورحاکم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جب حضورصل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توحضورصل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ھڑے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وکر ان کا استقبال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،ا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بوس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دت</w:t>
      </w:r>
      <w:r>
        <w:rPr>
          <w:rFonts w:hint="cs"/>
          <w:rtl/>
        </w:rPr>
        <w:t>یے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اوران کا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نشست پ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اورجب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استقبال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دست اقدس کو بوس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tl/>
        </w:rPr>
        <w:t>۲۵</w:t>
      </w:r>
      <w:r>
        <w:rPr>
          <w:rFonts w:hint="cs"/>
          <w:rtl/>
        </w:rPr>
        <w:t>۔ 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 xml:space="preserve">۔ حاکم مستدرک </w:t>
      </w:r>
      <w:r>
        <w:rPr>
          <w:rtl/>
        </w:rPr>
        <w:t xml:space="preserve">۳:۱۷۴، رقم :۴۷۵۳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 محب طبری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 :۸۵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موارد الظمآن :۵۹۴رقم ۲۲۲۳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 عسقلانی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۱۱:۵۰ </w:t>
      </w:r>
    </w:p>
    <w:p w:rsidR="00BD1C0F" w:rsidRDefault="00BD1C0F" w:rsidP="00086302">
      <w:pPr>
        <w:pStyle w:val="libFootnote"/>
      </w:pPr>
      <w:r>
        <w:rPr>
          <w:rtl/>
        </w:rPr>
        <w:lastRenderedPageBreak/>
        <w:t>۵</w:t>
      </w:r>
      <w:r>
        <w:rPr>
          <w:rFonts w:hint="cs"/>
          <w:rtl/>
        </w:rPr>
        <w:t>۔ شوکانی</w:t>
      </w:r>
      <w:r>
        <w:rPr>
          <w:rtl/>
        </w:rPr>
        <w:t xml:space="preserve"> درالسجان</w:t>
      </w:r>
      <w:r>
        <w:rPr>
          <w:rFonts w:hint="cs"/>
          <w:rtl/>
        </w:rPr>
        <w:t>ہ فرمناقب القرابة والصحابہ :</w:t>
      </w:r>
      <w:r>
        <w:rPr>
          <w:rtl/>
        </w:rPr>
        <w:t xml:space="preserve">۲۷۹ 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ے اس روای</w:t>
      </w:r>
      <w:r>
        <w:rPr>
          <w:rFonts w:hint="eastAsia"/>
          <w:rtl/>
        </w:rPr>
        <w:t>ت</w:t>
      </w:r>
      <w:r>
        <w:rPr>
          <w:rtl/>
        </w:rPr>
        <w:t xml:space="preserve"> کو شرط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</w:p>
    <w:p w:rsidR="00BD1C0F" w:rsidRDefault="00BD1C0F" w:rsidP="005F0B0F">
      <w:pPr>
        <w:pStyle w:val="Heading2Center"/>
      </w:pPr>
      <w:bookmarkStart w:id="9" w:name="_Toc500161428"/>
      <w:r>
        <w:rPr>
          <w:rFonts w:hint="eastAsia"/>
          <w:rtl/>
        </w:rPr>
        <w:t>فصل</w:t>
      </w:r>
      <w:r w:rsidR="00086302">
        <w:rPr>
          <w:rFonts w:hint="cs"/>
          <w:rtl/>
        </w:rPr>
        <w:t xml:space="preserve"> 10</w:t>
      </w:r>
      <w:bookmarkEnd w:id="9"/>
    </w:p>
    <w:p w:rsidR="00BD1C0F" w:rsidRDefault="00BD1C0F" w:rsidP="00BD1C0F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کائنات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BD1C0F" w:rsidRDefault="00BD1C0F" w:rsidP="00086302">
      <w:pPr>
        <w:pStyle w:val="libNormal"/>
      </w:pPr>
      <w:r>
        <w:rPr>
          <w:rFonts w:hint="eastAsia"/>
          <w:rtl/>
        </w:rPr>
        <w:t>سفر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اورانت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آزاد کرد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غلام ثوبان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جب سفرکا اراد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بعد جس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گفتگو فرما کر سفرپرروان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،اورسفر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ابوداود ، السنن ، </w:t>
      </w:r>
      <w:r>
        <w:rPr>
          <w:rtl/>
        </w:rPr>
        <w:t xml:space="preserve">۴:۸۷، رقم ۴۲۱۳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احمد بن حنبل المسند ، </w:t>
      </w:r>
      <w:r>
        <w:rPr>
          <w:rtl/>
        </w:rPr>
        <w:t xml:space="preserve">۵:۲۷۵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السنن الکبر</w:t>
      </w:r>
      <w:r>
        <w:rPr>
          <w:rFonts w:hint="cs"/>
          <w:rtl/>
        </w:rPr>
        <w:t>یٰ</w:t>
      </w:r>
      <w:r>
        <w:rPr>
          <w:rtl/>
        </w:rPr>
        <w:t xml:space="preserve"> ۱:۲۶ </w:t>
      </w:r>
    </w:p>
    <w:p w:rsidR="00BD1C0F" w:rsidRDefault="00BD1C0F" w:rsidP="00086302">
      <w:pPr>
        <w:pStyle w:val="libFootnote"/>
      </w:pPr>
      <w:r>
        <w:rPr>
          <w:rtl/>
        </w:rPr>
        <w:t>۴بغداد</w:t>
      </w:r>
      <w:r>
        <w:rPr>
          <w:rFonts w:hint="cs"/>
          <w:rtl/>
        </w:rPr>
        <w:t>ی</w:t>
      </w:r>
      <w:r>
        <w:rPr>
          <w:rtl/>
        </w:rPr>
        <w:t xml:space="preserve"> ، ترک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:</w:t>
      </w:r>
      <w:r>
        <w:rPr>
          <w:rtl/>
        </w:rPr>
        <w:t xml:space="preserve">۵۷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جب سفر کا اراد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سب بعد گفتگو فرماکر روان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اورسفر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واپس پر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تج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پر قربان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وں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حاکم المستدرک ،</w:t>
      </w:r>
      <w:r>
        <w:rPr>
          <w:rtl/>
        </w:rPr>
        <w:t xml:space="preserve">۳:۱۶۹، ۱۷۰،رقم :۴۷۳۹،۴۷۴۰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، </w:t>
      </w:r>
      <w:r>
        <w:rPr>
          <w:rtl/>
        </w:rPr>
        <w:t xml:space="preserve">۱:۶۶۴، رقم :۱۷۰۸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حاکم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المستدرک (</w:t>
      </w:r>
      <w:r>
        <w:rPr>
          <w:rtl/>
        </w:rPr>
        <w:t>۳:۱۶۹، رقم :۱۷۹۷)م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ابو ثعلب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خشن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ذرا مختلف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،۴۷۰۲، ۴۷۱، رقم :۶۹۶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موارد الظمآن :۶۳۱رقم :۲۵۴۰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بن عساکر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(۴۳:۱۴۱)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ثعلب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جب سفر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کو بوس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الاوسط،۴:۲۴۸رقم :۴۱۰۵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المسند ، ۴:۳۵۲، رقم :۲۴۶۶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۸:۴۲)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طبراب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 </w:t>
      </w:r>
      <w:r>
        <w:rPr>
          <w:rtl/>
        </w:rPr>
        <w:t xml:space="preserve">۷:۲۱۹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</w:t>
      </w:r>
      <w:r>
        <w:rPr>
          <w:rtl/>
        </w:rPr>
        <w:t xml:space="preserve">۱۸۹،رقم ۳۰۳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۵:۱۵۵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0" w:name="_Toc500161429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</w:t>
      </w:r>
      <w:r>
        <w:rPr>
          <w:rtl/>
          <w:lang w:bidi="fa-IR"/>
        </w:rPr>
        <w:t>۱۲</w:t>
      </w:r>
      <w:bookmarkEnd w:id="10"/>
      <w:r>
        <w:rPr>
          <w:rtl/>
          <w:lang w:bidi="fa-IR"/>
        </w:rPr>
        <w:t xml:space="preserve"> </w:t>
      </w:r>
    </w:p>
    <w:p w:rsidR="00BD1C0F" w:rsidRDefault="00BD1C0F" w:rsidP="00086302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روئ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محبت کا مرکزخاص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وا اورپوچ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محبوب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ا؟ام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:عرض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محبوب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اورراتوں کو عبادت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۵:۷۰۱، رقم :۳۸۷۴ </w:t>
      </w:r>
    </w:p>
    <w:p w:rsidR="00BD1C0F" w:rsidRDefault="00BD1C0F" w:rsidP="00086302">
      <w:pPr>
        <w:pStyle w:val="libFootnote"/>
      </w:pPr>
      <w:r>
        <w:rPr>
          <w:rtl/>
        </w:rPr>
        <w:t>۲،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۲۲:۴۰۳، ۴۰۴، رقم ۱۰۰۸،۱۰۰۹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۳:۱۷۱رقم :۴۷۴۴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اسد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 </w:t>
      </w:r>
      <w:r>
        <w:rPr>
          <w:rtl/>
        </w:rPr>
        <w:t xml:space="preserve">۷:۲۱۹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۲:۱۲۵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، ۴:۵۱۲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القرابة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۲۷۳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۷۷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محبت حضر 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راء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مرتضٰ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محبو ب ت</w:t>
      </w:r>
      <w:r>
        <w:rPr>
          <w:rFonts w:hint="cs"/>
          <w:rtl/>
        </w:rPr>
        <w:t>ھے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۵:۶۹۸رقم :۳۸۶۸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(۵:۱۴۰رقم :۸۴۹۸)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ذرامختلف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الاوسط، ۷:۱۹۹، رقم :۴۷۳۵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۲:۱۳۱ 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۲۷۴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ابوسلم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عبدالرحمن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اسام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اورحضرت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ا:اسام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!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اندر آن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مانگو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!حضرت عل</w:t>
      </w:r>
      <w:r>
        <w:rPr>
          <w:rFonts w:hint="cs"/>
          <w:rtl/>
        </w:rPr>
        <w:t>ی</w:t>
      </w:r>
      <w:r>
        <w:rPr>
          <w:rtl/>
        </w:rPr>
        <w:t xml:space="preserve"> اورحضرت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حاضر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مانگت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:جانت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،ان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دو چنانچ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دونوں حضرات اندر داخل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!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بات جانن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آپ کو 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محبوب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؟آپ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وسلم !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بنت محمد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،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۵:۶۷۸، رقم ۳۸۱۹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بزار،المسند</w:t>
      </w:r>
      <w:r>
        <w:rPr>
          <w:rtl/>
        </w:rPr>
        <w:t xml:space="preserve">۷:۷۱رقم:۲۶۲۰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المسند :۸۸،رقم ۶۳۳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۲۲:۴۰۳،رقم :۱۰۰۷ </w:t>
      </w:r>
    </w:p>
    <w:p w:rsidR="00BD1C0F" w:rsidRDefault="00BD1C0F" w:rsidP="00086302">
      <w:pPr>
        <w:pStyle w:val="libFootnote"/>
      </w:pPr>
      <w:r>
        <w:rPr>
          <w:rtl/>
        </w:rPr>
        <w:lastRenderedPageBreak/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۲:۴۵۲،رقم ۳۵۲۶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المختار </w:t>
      </w:r>
      <w:r>
        <w:rPr>
          <w:rFonts w:hint="cs"/>
          <w:rtl/>
        </w:rPr>
        <w:t>ہ</w:t>
      </w:r>
      <w:r>
        <w:rPr>
          <w:rtl/>
        </w:rPr>
        <w:t>۴:۱۶۲۱۶۰، رقم :۱۳۷۹</w:t>
      </w:r>
      <w:r>
        <w:rPr>
          <w:rFonts w:hint="cs"/>
          <w:rtl/>
        </w:rPr>
        <w:t>۔</w:t>
      </w:r>
      <w:r>
        <w:rPr>
          <w:rtl/>
        </w:rPr>
        <w:t xml:space="preserve">۱۳۸۰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۳:۴۸۹،۴۹۰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:۷۸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 xml:space="preserve">"حضرت ابو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حجرت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بارگا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!آپ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اورفاطم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tl/>
        </w:rPr>
        <w:t xml:space="preserve">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۷:۳۴۳رقم :۷۲۷۵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الزوئد (</w:t>
      </w:r>
      <w:r>
        <w:rPr>
          <w:rtl/>
        </w:rPr>
        <w:t>۹:۱۷۳)م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بن عقب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جانتا 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بق</w:t>
      </w:r>
      <w:r>
        <w:rPr>
          <w:rFonts w:hint="cs"/>
          <w:rtl/>
        </w:rPr>
        <w:t>یہ</w:t>
      </w:r>
      <w:r>
        <w:rPr>
          <w:rtl/>
        </w:rPr>
        <w:t xml:space="preserve"> رجال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۹:۲۰۲)م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(۲:۱۱۸رقم ۱۲۳۸ٌم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(۴:۴۲۲)م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"ابن اب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والد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اس شخص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منبر کوف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 :رسول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کر پان</w:t>
      </w:r>
      <w:r>
        <w:rPr>
          <w:rFonts w:hint="cs"/>
          <w:rtl/>
        </w:rPr>
        <w:t>ی</w:t>
      </w:r>
      <w:r>
        <w:rPr>
          <w:rtl/>
        </w:rPr>
        <w:t xml:space="preserve">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پر</w:t>
      </w:r>
      <w:r>
        <w:rPr>
          <w:rtl/>
        </w:rPr>
        <w:t xml:space="preserve"> 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Fonts w:hint="cs"/>
          <w:rtl/>
        </w:rPr>
        <w:t>ٹے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آپ کو 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محبت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؟فاطم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اورتم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۶:۶۴۱، ۶۳۶رقم :۱۰۷۶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(۵:۱۵۰، رقم :۸۵۳۱)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مختصر 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المسند ،۱:۲۲، رقم :۳۸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الآحاد ولمثان</w:t>
      </w:r>
      <w:r>
        <w:rPr>
          <w:rFonts w:hint="cs"/>
          <w:rtl/>
        </w:rPr>
        <w:t>ی</w:t>
      </w:r>
      <w:r>
        <w:rPr>
          <w:rtl/>
        </w:rPr>
        <w:t xml:space="preserve"> (۵:۳۶۰رق، :۲۹۵۱)م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مختصر اً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تذکرة الخواص :۲۷۵،۲۷۶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اسدالغاب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۷:۲۱۹)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1" w:name="_Toc500161430"/>
      <w:r>
        <w:rPr>
          <w:rFonts w:hint="eastAsia"/>
          <w:rtl/>
        </w:rPr>
        <w:t>فصل</w:t>
      </w:r>
      <w:r>
        <w:rPr>
          <w:rtl/>
        </w:rPr>
        <w:t>:</w:t>
      </w:r>
      <w:r>
        <w:rPr>
          <w:rtl/>
          <w:lang w:bidi="fa-IR"/>
        </w:rPr>
        <w:t>۱۳</w:t>
      </w:r>
      <w:bookmarkEnd w:id="11"/>
    </w:p>
    <w:p w:rsidR="00BD1C0F" w:rsidRDefault="00BD1C0F" w:rsidP="00086302">
      <w:pPr>
        <w:pStyle w:val="libNormal"/>
      </w:pPr>
      <w:r>
        <w:rPr>
          <w:rFonts w:hint="eastAsia"/>
          <w:rtl/>
        </w:rPr>
        <w:t>عادات</w:t>
      </w:r>
      <w:r>
        <w:rPr>
          <w:rtl/>
        </w:rPr>
        <w:t xml:space="preserve"> واطوار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355782">
        <w:rPr>
          <w:rFonts w:hint="cs"/>
          <w:rtl/>
        </w:rPr>
        <w:t xml:space="preserve"> کر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355782">
        <w:rPr>
          <w:rFonts w:hint="cs"/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کو عادات واطوار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وکردار اورنشت وبرخاست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</w:t>
      </w:r>
      <w:r>
        <w:rPr>
          <w:rtl/>
        </w:rPr>
        <w:t>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۵:۷۰۰، رقم ۳۸۷۲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ابوداود السنن </w:t>
      </w:r>
      <w:r>
        <w:rPr>
          <w:rtl/>
        </w:rPr>
        <w:t xml:space="preserve">۴:۳۵۵،رقم ۵۲۱۷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۷۷،۷۸رقم :۲۶۴ </w:t>
      </w:r>
    </w:p>
    <w:p w:rsidR="00BD1C0F" w:rsidRDefault="00BD1C0F" w:rsidP="00086302">
      <w:pPr>
        <w:pStyle w:val="libFootnote"/>
      </w:pPr>
      <w:r>
        <w:rPr>
          <w:rtl/>
        </w:rPr>
        <w:lastRenderedPageBreak/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۴:۳۰۳رقم :۷۷۱۵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۵:۹۶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سعد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الطبقات ا لکبر</w:t>
      </w:r>
      <w:r>
        <w:rPr>
          <w:rFonts w:hint="cs"/>
          <w:rtl/>
        </w:rPr>
        <w:t>ی</w:t>
      </w:r>
      <w:r>
        <w:rPr>
          <w:rtl/>
        </w:rPr>
        <w:t xml:space="preserve"> (۲:۲۴۸)م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مختلف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حضرت ام سلم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جوز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ۃ</w:t>
      </w:r>
      <w:r>
        <w:rPr>
          <w:rtl/>
        </w:rPr>
        <w:t xml:space="preserve"> الصفو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۲:۶،۷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:۸۴،۸۵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انداز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الز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355782">
        <w:rPr>
          <w:rFonts w:hint="cs"/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اورکو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الادب المفرد ۳۲۶،۳۳۷، رقم :۹۴۷،۹۹۷۱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۵:۳۹۱رقم :۹۲۳۶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۱۵:۴۰۳، رقم ۲۹۹۵۳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۳:۱۷۴۱۶۷، رقم ۴۷۳۳۲، ۴۷۵۳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۴:۲۴۲، رقم :۴۰۸۰۹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،۷:۱۰۱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وا</w:t>
      </w:r>
      <w:r>
        <w:rPr>
          <w:rFonts w:hint="cs"/>
          <w:rtl/>
        </w:rPr>
        <w:t>یہ</w:t>
      </w:r>
      <w:r>
        <w:rPr>
          <w:rtl/>
        </w:rPr>
        <w:t xml:space="preserve"> المسند ۱:۸رقم :۶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عبد البر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الاصحاب ۴:۱۸۹۶ </w:t>
      </w:r>
    </w:p>
    <w:p w:rsidR="00BD1C0F" w:rsidRDefault="00BD1C0F" w:rsidP="00086302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>
        <w:rPr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۲:۱۲۷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انس بن مالک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شخص حضرت حسن بن عل</w:t>
      </w:r>
      <w:r>
        <w:rPr>
          <w:rFonts w:hint="cs"/>
          <w:rtl/>
        </w:rPr>
        <w:t>ی</w:t>
      </w:r>
      <w:r>
        <w:rPr>
          <w:rtl/>
        </w:rPr>
        <w:t xml:space="preserve"> اورحسن بن عل</w:t>
      </w:r>
      <w:r>
        <w:rPr>
          <w:rFonts w:hint="cs"/>
          <w:rtl/>
        </w:rPr>
        <w:t>ی</w:t>
      </w:r>
      <w:r>
        <w:rPr>
          <w:rtl/>
        </w:rPr>
        <w:t xml:space="preserve"> اورحضرت فاطم</w:t>
      </w:r>
      <w:r>
        <w:rPr>
          <w:rFonts w:hint="cs"/>
          <w:rtl/>
        </w:rPr>
        <w:t>ۃ</w:t>
      </w:r>
      <w:r>
        <w:rPr>
          <w:rtl/>
        </w:rPr>
        <w:t xml:space="preserve"> الز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355782">
        <w:rPr>
          <w:rFonts w:hint="cs"/>
          <w:rtl/>
        </w:rPr>
        <w:t xml:space="preserve"> کر حضور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المسند </w:t>
      </w:r>
      <w:r>
        <w:rPr>
          <w:rtl/>
        </w:rPr>
        <w:t xml:space="preserve">۳:۱۶۴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تمام ازواج جمع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355782">
        <w:rPr>
          <w:rFonts w:hint="cs"/>
          <w:rtl/>
        </w:rPr>
        <w:t>اتن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چال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آپ ص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:مرحبا (خوش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!پ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۴:۱۹۰۵،۱۹۰۶، رقم :۲۴۵۰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۵:۲۳۱۷، رقم ۵۹۲۸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ماج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السنن </w:t>
      </w:r>
      <w:r>
        <w:rPr>
          <w:rtl/>
        </w:rPr>
        <w:t xml:space="preserve">۱:۵۱۸رقم :۱۶۲۰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۴:۲۵۱رقم :۷۰۷۸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۵:۹۶،۱۴۶، رقم ۸۳۶۸،۸۵۱۶،۸۵۱۷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۷۷، رقم :۲۶۳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،کتاب الوفاة :۲۰رقم ۲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۲:۷۶۲،۷۶۳، رقم :۱۳۴۳ </w:t>
      </w:r>
    </w:p>
    <w:p w:rsidR="00BD1C0F" w:rsidRDefault="00BD1C0F" w:rsidP="00086302">
      <w:pPr>
        <w:pStyle w:val="libFootnote"/>
      </w:pPr>
      <w:r>
        <w:rPr>
          <w:rtl/>
        </w:rPr>
        <w:lastRenderedPageBreak/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الآحادوالمثال</w:t>
      </w:r>
      <w:r>
        <w:rPr>
          <w:rFonts w:hint="cs"/>
          <w:rtl/>
        </w:rPr>
        <w:t>ی</w:t>
      </w:r>
      <w:r>
        <w:rPr>
          <w:rtl/>
        </w:rPr>
        <w:t xml:space="preserve"> ۵:۳۶۸، رقم ۲۹۶۸ </w:t>
      </w:r>
    </w:p>
    <w:p w:rsidR="00BD1C0F" w:rsidRDefault="00BD1C0F" w:rsidP="00086302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Fonts w:hint="cs"/>
          <w:rtl/>
        </w:rPr>
        <w:t>یہ</w:t>
      </w:r>
      <w:r>
        <w:rPr>
          <w:rtl/>
        </w:rPr>
        <w:t xml:space="preserve"> ،المسند ،۱:۶،۷ رقم :۵ </w:t>
      </w:r>
    </w:p>
    <w:p w:rsidR="00BD1C0F" w:rsidRDefault="00BD1C0F" w:rsidP="00086302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(۲۲:۴۱۶، رقم :۱۰۳۰)م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۲۲:۴۱۹رقم ۱۳۰۳ </w:t>
      </w:r>
    </w:p>
    <w:p w:rsidR="00BD1C0F" w:rsidRDefault="00BD1C0F" w:rsidP="00086302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ۃ</w:t>
      </w:r>
      <w:r>
        <w:rPr>
          <w:rtl/>
        </w:rPr>
        <w:t xml:space="preserve"> الصفو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>۲:۶</w:t>
      </w:r>
      <w:r>
        <w:rPr>
          <w:rFonts w:hint="cs"/>
          <w:rtl/>
        </w:rPr>
        <w:t>۔</w:t>
      </w:r>
      <w:r>
        <w:rPr>
          <w:rtl/>
        </w:rPr>
        <w:t xml:space="preserve">۷ </w:t>
      </w:r>
    </w:p>
    <w:p w:rsidR="00BD1C0F" w:rsidRDefault="00BD1C0F" w:rsidP="00086302">
      <w:pPr>
        <w:pStyle w:val="libFootnote"/>
      </w:pPr>
      <w:r>
        <w:rPr>
          <w:rtl/>
        </w:rPr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تذکرةالخواص :۲۷۸ </w:t>
      </w:r>
    </w:p>
    <w:p w:rsidR="00BD1C0F" w:rsidRDefault="00BD1C0F" w:rsidP="00086302">
      <w:pPr>
        <w:pStyle w:val="libFootnote"/>
      </w:pPr>
      <w:r>
        <w:rPr>
          <w:rtl/>
        </w:rPr>
        <w:t>۱۵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۷:۲۱۸ </w:t>
      </w:r>
    </w:p>
    <w:p w:rsidR="00BD1C0F" w:rsidRDefault="00BD1C0F" w:rsidP="00086302">
      <w:pPr>
        <w:pStyle w:val="libFootnote"/>
      </w:pPr>
      <w:r>
        <w:rPr>
          <w:rtl/>
        </w:rPr>
        <w:t>۱۶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۲:۱۳۰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مسروق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حضورنب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ازواج مط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رات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جمع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ان کا چلنا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چلن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مختلف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حوالات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،۵:۲۳۱۷، رقم ۵۹۲۷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۷۷، رقم ۲۶۳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۲:۷۶۲،رقم :۱۳۴۲ </w:t>
      </w:r>
    </w:p>
    <w:p w:rsidR="00BD1C0F" w:rsidRDefault="00BD1C0F" w:rsidP="00086302">
      <w:pPr>
        <w:pStyle w:val="libFootnote"/>
      </w:pPr>
      <w:r>
        <w:rPr>
          <w:rtl/>
        </w:rPr>
        <w:t>۵،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المسند :۱۹۶، رقم :۱۳۷۳ </w:t>
      </w:r>
    </w:p>
    <w:p w:rsidR="00BD1C0F" w:rsidRDefault="00BD1C0F" w:rsidP="00086302">
      <w:pPr>
        <w:pStyle w:val="libFootnote"/>
      </w:pPr>
      <w:r>
        <w:rPr>
          <w:rtl/>
        </w:rPr>
        <w:lastRenderedPageBreak/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سعد الطبقات الکبر</w:t>
      </w:r>
      <w:r>
        <w:rPr>
          <w:rFonts w:hint="cs"/>
          <w:rtl/>
        </w:rPr>
        <w:t>ی</w:t>
      </w:r>
      <w:r>
        <w:rPr>
          <w:rtl/>
        </w:rPr>
        <w:t xml:space="preserve"> ۲:۲۴۷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یۃ</w:t>
      </w:r>
      <w:r>
        <w:rPr>
          <w:rtl/>
        </w:rPr>
        <w:t xml:space="preserve"> الطا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۱۰۱، ۱۰۲رقم ۱۸۸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یۃ</w:t>
      </w:r>
      <w:r>
        <w:rPr>
          <w:rFonts w:hint="eastAsia"/>
          <w:rtl/>
        </w:rPr>
        <w:t>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۲:۳۹،۴۰ </w:t>
      </w:r>
    </w:p>
    <w:p w:rsidR="00BD1C0F" w:rsidRDefault="00BD1C0F" w:rsidP="00086302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۲:۱۳۰ </w:t>
      </w:r>
    </w:p>
    <w:p w:rsidR="00D50B24" w:rsidRDefault="00D50B24" w:rsidP="000A0CED">
      <w:pPr>
        <w:pStyle w:val="libNormal"/>
        <w:rPr>
          <w:rtl/>
        </w:rPr>
      </w:pPr>
      <w:r>
        <w:rPr>
          <w:rtl/>
        </w:rPr>
        <w:br w:type="page"/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2" w:name="_Toc500161431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۱۴</w:t>
      </w:r>
      <w:bookmarkEnd w:id="12"/>
    </w:p>
    <w:p w:rsidR="00BD1C0F" w:rsidRDefault="00BD1C0F" w:rsidP="00086302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شک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شاخ ثمر بار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086302">
      <w:pPr>
        <w:pStyle w:val="libFootnote"/>
      </w:pPr>
      <w:r>
        <w:rPr>
          <w:rtl/>
        </w:rPr>
        <w:t>۴۰</w:t>
      </w:r>
      <w:r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حاکم</w:t>
      </w:r>
      <w:r>
        <w:rPr>
          <w:rtl/>
        </w:rPr>
        <w:t xml:space="preserve"> المستدرک ۳:۱۶۸، رقم :۴۷۳۴ </w:t>
      </w:r>
    </w:p>
    <w:p w:rsidR="00BD1C0F" w:rsidRDefault="00BD1C0F" w:rsidP="00086302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۔احمد بن حنبل المسند ،</w:t>
      </w:r>
      <w:r>
        <w:rPr>
          <w:rtl/>
        </w:rPr>
        <w:t xml:space="preserve">۴:۳۳۲ </w:t>
      </w:r>
    </w:p>
    <w:p w:rsidR="00BD1C0F" w:rsidRDefault="00BD1C0F" w:rsidP="00086302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 xml:space="preserve">۔احمد بن حنبل فضائل الصحابہ </w:t>
      </w:r>
      <w:r>
        <w:rPr>
          <w:rtl/>
        </w:rPr>
        <w:t xml:space="preserve">۲:۷۶۵رقم :۱۳۴۷ </w:t>
      </w:r>
    </w:p>
    <w:p w:rsidR="00BD1C0F" w:rsidRDefault="00BD1C0F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۔شی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الآحادوالمثان</w:t>
      </w:r>
      <w:r>
        <w:rPr>
          <w:rFonts w:hint="cs"/>
          <w:rtl/>
        </w:rPr>
        <w:t>ی</w:t>
      </w:r>
      <w:r>
        <w:rPr>
          <w:rtl/>
        </w:rPr>
        <w:t xml:space="preserve"> ۵:۳۶۲، رقم ۳۰ </w:t>
      </w:r>
    </w:p>
    <w:p w:rsidR="00BD1C0F" w:rsidRDefault="00BD1C0F" w:rsidP="00086302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۔طبرانی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۲۰:۲۵رقم :۳۰ </w:t>
      </w:r>
    </w:p>
    <w:p w:rsidR="00BD1C0F" w:rsidRDefault="00BD1C0F" w:rsidP="00086302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الزاوئد ۹:۲۰۳ </w:t>
      </w:r>
    </w:p>
    <w:p w:rsidR="00BD1C0F" w:rsidRDefault="00BD1C0F" w:rsidP="00086302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۔ابونعی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ہ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۳:۲۰۶ </w:t>
      </w:r>
    </w:p>
    <w:p w:rsidR="00BD1C0F" w:rsidRDefault="00BD1C0F" w:rsidP="00086302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۔ذہبی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۲:۱۳۲ </w:t>
      </w:r>
    </w:p>
    <w:p w:rsidR="00BD1C0F" w:rsidRDefault="00BD1C0F" w:rsidP="00086302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 عسقلانی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۹:۳۲۹ </w:t>
      </w:r>
    </w:p>
    <w:p w:rsidR="00BD1C0F" w:rsidRDefault="00BD1C0F" w:rsidP="00086302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۔ابن کثی</w:t>
      </w:r>
      <w:r>
        <w:rPr>
          <w:rFonts w:hint="eastAsia"/>
          <w:rtl/>
        </w:rPr>
        <w:t>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۳:۲۵۷ </w:t>
      </w:r>
    </w:p>
    <w:p w:rsidR="00086302" w:rsidRDefault="00086302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نو عمر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</w:t>
      </w:r>
      <w:r>
        <w:rPr>
          <w:rtl/>
        </w:rPr>
        <w:t>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ملن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پس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پر حضرت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مجلس برخاست کرد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ران</w:t>
      </w:r>
      <w:r>
        <w:rPr>
          <w:rtl/>
        </w:rPr>
        <w:t xml:space="preserve"> کااستقبال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بل کو اس قدر دبا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درد محسوس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شفاعت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نا جب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تولوگوں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اورک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:آپ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نوعمر 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آو ب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گت ک</w:t>
      </w:r>
      <w:r>
        <w:rPr>
          <w:rFonts w:hint="cs"/>
          <w:rtl/>
        </w:rPr>
        <w:t>ی</w:t>
      </w:r>
      <w:r>
        <w:rPr>
          <w:rtl/>
        </w:rPr>
        <w:t xml:space="preserve"> ؟اس پر آپ ن</w:t>
      </w:r>
      <w:r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طرح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 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>
        <w:rPr>
          <w:rtl/>
        </w:rPr>
        <w:t>وں(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فرمار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؟) </w:t>
      </w:r>
    </w:p>
    <w:p w:rsidR="00BD1C0F" w:rsidRDefault="00BD1C0F" w:rsidP="00BD1C0F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شک !فاطم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جسم کا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جو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خوش کرتا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خوش کرتا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BD1C0F" w:rsidRDefault="00BD1C0F" w:rsidP="00BD1C0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</w:t>
      </w:r>
      <w:r>
        <w:rPr>
          <w:rtl/>
        </w:rPr>
        <w:t xml:space="preserve"> حضرت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عمل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ضرورخوش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عمل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ضرور خوش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:آپ کا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کچوک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لگان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اورجو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؟حضرت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</w:t>
      </w:r>
      <w:r>
        <w:rPr>
          <w:rFonts w:hint="cs"/>
          <w:rtl/>
        </w:rPr>
        <w:t>ے</w:t>
      </w:r>
      <w:r>
        <w:rPr>
          <w:rtl/>
        </w:rPr>
        <w:t xml:space="preserve"> شفاعت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کا حق دار بنوں 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086302" w:rsidRDefault="00086302" w:rsidP="00086302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1۔حوالاجات</w:t>
      </w:r>
      <w:r>
        <w:rPr>
          <w:rtl/>
        </w:rPr>
        <w:t xml:space="preserve"> </w:t>
      </w:r>
    </w:p>
    <w:p w:rsidR="00BD1C0F" w:rsidRDefault="00BD1C0F" w:rsidP="00086302">
      <w:pPr>
        <w:pStyle w:val="libFootnote"/>
      </w:pPr>
      <w:r>
        <w:rPr>
          <w:rtl/>
        </w:rPr>
        <w:t>(۴۱)سخاو</w:t>
      </w:r>
      <w:r>
        <w:rPr>
          <w:rFonts w:hint="cs"/>
          <w:rtl/>
        </w:rPr>
        <w:t>ی</w:t>
      </w:r>
      <w:r>
        <w:rPr>
          <w:rtl/>
        </w:rPr>
        <w:t xml:space="preserve"> ،استجلاب ارتقاء الغرف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وذو</w:t>
      </w:r>
      <w:r>
        <w:rPr>
          <w:rFonts w:hint="cs"/>
          <w:rtl/>
        </w:rPr>
        <w:t>ی</w:t>
      </w:r>
      <w:r>
        <w:rPr>
          <w:rtl/>
        </w:rPr>
        <w:t xml:space="preserve"> الشرف :۹۲،۹۷ </w:t>
      </w:r>
    </w:p>
    <w:p w:rsidR="00BD1C0F" w:rsidRDefault="00BD1C0F" w:rsidP="00086302">
      <w:pPr>
        <w:pStyle w:val="libFootnote"/>
      </w:pPr>
      <w:r>
        <w:rPr>
          <w:rFonts w:hint="eastAsia"/>
          <w:rtl/>
        </w:rPr>
        <w:t>سخاو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صفح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>۱۵۰پر اس</w:t>
      </w:r>
      <w:r>
        <w:rPr>
          <w:rFonts w:hint="cs"/>
          <w:rtl/>
        </w:rPr>
        <w:t>ی</w:t>
      </w:r>
      <w:r>
        <w:rPr>
          <w:rtl/>
        </w:rPr>
        <w:t xml:space="preserve"> طرح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خودعبدالل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حسن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اتوان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 جب آپ کوکوئ</w:t>
      </w:r>
      <w:r>
        <w:rPr>
          <w:rFonts w:hint="cs"/>
          <w:rtl/>
        </w:rPr>
        <w:t>ی</w:t>
      </w:r>
      <w:r>
        <w:rPr>
          <w:rtl/>
        </w:rPr>
        <w:t xml:space="preserve"> حاجت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 لک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آپ کو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وں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3" w:name="_Toc500161432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۱۵</w:t>
      </w:r>
      <w:bookmarkEnd w:id="13"/>
    </w:p>
    <w:p w:rsidR="00BD1C0F" w:rsidRDefault="00BD1C0F" w:rsidP="00BD1C0F">
      <w:pPr>
        <w:pStyle w:val="libNormal"/>
        <w:rPr>
          <w:rtl/>
        </w:rPr>
      </w:pPr>
      <w:r>
        <w:rPr>
          <w:rtl/>
        </w:rPr>
        <w:lastRenderedPageBreak/>
        <w:t>"حضرت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جسم کا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پس 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086302" w:rsidRDefault="00086302" w:rsidP="00086302">
      <w:pPr>
        <w:pStyle w:val="libLine"/>
      </w:pPr>
      <w:r>
        <w:rPr>
          <w:rFonts w:hint="cs"/>
          <w:rtl/>
        </w:rPr>
        <w:t>____________________</w:t>
      </w:r>
    </w:p>
    <w:p w:rsidR="00086302" w:rsidRDefault="00086302" w:rsidP="00BD1C0F">
      <w:pPr>
        <w:pStyle w:val="libNormal"/>
      </w:pP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۳:۱۳۶۱، رقم :۳۵۱۰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۳:۱۳۷۴، رقم :۳۵۵۶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،۱۹۰۳۴، رقم :۲۴۴۹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المصنف (</w:t>
      </w:r>
      <w:r>
        <w:rPr>
          <w:rtl/>
        </w:rPr>
        <w:t>۶:۳۸۸رقم ۳۲۲۶۹)م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ابوعوان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المسند </w:t>
      </w:r>
      <w:r>
        <w:rPr>
          <w:rtl/>
        </w:rPr>
        <w:t xml:space="preserve">۳:۷۰رقم ۴۴۳۳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، الآحادوالمثان</w:t>
      </w:r>
      <w:r>
        <w:rPr>
          <w:rFonts w:hint="cs"/>
          <w:rtl/>
        </w:rPr>
        <w:t>ی</w:t>
      </w:r>
      <w:r>
        <w:rPr>
          <w:rtl/>
        </w:rPr>
        <w:t xml:space="preserve"> ۵:۳۶۱، رقم :۲۹۵۴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۲۲:۴۰۴، رقم :۱۰۱۲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حاکم المستدرک ،</w:t>
      </w:r>
      <w:r>
        <w:rPr>
          <w:rtl/>
        </w:rPr>
        <w:t xml:space="preserve">۳:۱۷۲،رقم :۴۷۴۷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بنا ثور الخطاب ۳:۱۴۵، رقم ؛۴۳۸۹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ۃ</w:t>
      </w:r>
      <w:r>
        <w:rPr>
          <w:rtl/>
        </w:rPr>
        <w:t xml:space="preserve"> الصفو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 </w:t>
      </w:r>
    </w:p>
    <w:p w:rsidR="00BD1C0F" w:rsidRDefault="00BD1C0F" w:rsidP="005524E8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بشکوال غوامض الاسماء المبم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۱:۳۴۱ </w:t>
      </w:r>
    </w:p>
    <w:p w:rsidR="00BD1C0F" w:rsidRDefault="00BD1C0F" w:rsidP="005524E8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الاصان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</w:t>
      </w:r>
      <w:r>
        <w:rPr>
          <w:rtl/>
        </w:rPr>
        <w:t xml:space="preserve">۸:۵۶ </w:t>
      </w:r>
    </w:p>
    <w:p w:rsidR="00BD1C0F" w:rsidRDefault="00BD1C0F" w:rsidP="005524E8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۱:۲۷۰ </w:t>
      </w:r>
    </w:p>
    <w:p w:rsidR="00BD1C0F" w:rsidRDefault="00BD1C0F" w:rsidP="005524E8">
      <w:pPr>
        <w:pStyle w:val="libFootnote"/>
      </w:pPr>
      <w:r>
        <w:rPr>
          <w:rtl/>
        </w:rPr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۴:۴۲۱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۱۵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عجلون</w:t>
      </w:r>
      <w:r>
        <w:rPr>
          <w:rFonts w:hint="cs"/>
          <w:rtl/>
        </w:rPr>
        <w:t>ی</w:t>
      </w:r>
      <w:r>
        <w:rPr>
          <w:rtl/>
        </w:rPr>
        <w:t xml:space="preserve"> کشف الخفاء ومز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 ۲:۱۱۲، رقم :۱۸۳۱ </w:t>
      </w:r>
    </w:p>
    <w:p w:rsidR="00BD1C0F" w:rsidRDefault="00BD1C0F" w:rsidP="005F0B0F">
      <w:pPr>
        <w:pStyle w:val="Heading2Center"/>
      </w:pPr>
      <w:bookmarkStart w:id="14" w:name="_Toc500161433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۱۶</w:t>
      </w:r>
      <w:bookmarkEnd w:id="14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خفاتوالل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خفا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پر ناراض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پر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،المستدرک </w:t>
      </w:r>
      <w:r>
        <w:rPr>
          <w:rtl/>
        </w:rPr>
        <w:t xml:space="preserve">۳:۱۶۷،رقم ۴۷۳۰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المعجم ۱۹۰رقم :۲۲۰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الآحادوالآمثال</w:t>
      </w:r>
      <w:r>
        <w:rPr>
          <w:rFonts w:hint="cs"/>
          <w:rtl/>
        </w:rPr>
        <w:t>ی</w:t>
      </w:r>
      <w:r>
        <w:rPr>
          <w:rtl/>
        </w:rPr>
        <w:t xml:space="preserve"> ۵:۳۶۳، رقم ۲۹۵۹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۲۲:۴۰۱رقم ۱۸۲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۲۲:۴۰۱، رقم ۱۰۰۱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یۃ</w:t>
      </w:r>
      <w:r>
        <w:rPr>
          <w:rtl/>
        </w:rPr>
        <w:t xml:space="preserve"> الطا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۱۲۰،رقم ۲۳۵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،۳:۱۱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الزوائد(</w:t>
      </w:r>
      <w:r>
        <w:rPr>
          <w:rtl/>
        </w:rPr>
        <w:t>۹:۲۰۳)م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حسن اسناد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،تذکر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الخواص :</w:t>
      </w:r>
      <w:r>
        <w:rPr>
          <w:rtl/>
        </w:rPr>
        <w:t xml:space="preserve">۲۷۹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راسدالغاب</w:t>
      </w:r>
      <w:r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۷:۲۱۹ </w:t>
      </w:r>
    </w:p>
    <w:p w:rsidR="00BD1C0F" w:rsidRDefault="00BD1C0F" w:rsidP="005524E8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۔</w:t>
      </w:r>
      <w:r>
        <w:rPr>
          <w:rtl/>
        </w:rPr>
        <w:t xml:space="preserve">۱۲:۴۶۸ </w:t>
      </w:r>
    </w:p>
    <w:p w:rsidR="00BD1C0F" w:rsidRDefault="00BD1C0F" w:rsidP="005524E8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،الاصاب</w:t>
      </w:r>
      <w:r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</w:t>
      </w:r>
      <w:r>
        <w:rPr>
          <w:rtl/>
        </w:rPr>
        <w:t xml:space="preserve">۸:۵۶،۵۷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مفحب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۸۲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5" w:name="_Toc500161434"/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bookmarkEnd w:id="15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۔۔۔۔</w:t>
      </w:r>
      <w:r w:rsidRPr="00355782">
        <w:rPr>
          <w:rFonts w:hint="cs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جسم کا 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زمج</w:t>
      </w:r>
      <w:r>
        <w:rPr>
          <w:rFonts w:hint="cs"/>
          <w:rtl/>
        </w:rPr>
        <w:t>ھے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۴:۱۹۰۳،رقم ۲۴۴۹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السنن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۵:۹۷،رقم ۸۳۷۰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ہی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۱۰:۲۰۱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 المثان</w:t>
      </w:r>
      <w:r>
        <w:rPr>
          <w:rFonts w:hint="cs"/>
          <w:rtl/>
        </w:rPr>
        <w:t>ی</w:t>
      </w:r>
      <w:r>
        <w:rPr>
          <w:rtl/>
        </w:rPr>
        <w:t xml:space="preserve"> ۵:۳۶۱رقم :۲۹۵۵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۲۲:۴۰۴رقم ۱۰۱۰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۲:۴۰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اندلس</w:t>
      </w:r>
      <w:r>
        <w:rPr>
          <w:rFonts w:hint="cs"/>
          <w:rtl/>
        </w:rPr>
        <w:t>ی</w:t>
      </w:r>
      <w:r>
        <w:rPr>
          <w:rtl/>
        </w:rPr>
        <w:t xml:space="preserve"> تحف</w:t>
      </w:r>
      <w:r>
        <w:rPr>
          <w:rFonts w:hint="cs"/>
          <w:rtl/>
        </w:rPr>
        <w:t>ۃ</w:t>
      </w:r>
      <w:r>
        <w:rPr>
          <w:rtl/>
        </w:rPr>
        <w:t xml:space="preserve"> المحتاج ۲:۵۸۵، رقم :رقم ۱۷۹۵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الاصاب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زالصحاب</w:t>
      </w:r>
      <w:r>
        <w:rPr>
          <w:rFonts w:hint="cs"/>
          <w:rtl/>
        </w:rPr>
        <w:t>ہ</w:t>
      </w:r>
      <w:r>
        <w:rPr>
          <w:rtl/>
        </w:rPr>
        <w:t xml:space="preserve"> ۸:۵۲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تذکر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الخواص :</w:t>
      </w:r>
      <w:r>
        <w:rPr>
          <w:rtl/>
        </w:rPr>
        <w:t xml:space="preserve">۲۷۹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جگر گوش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55782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55782">
        <w:rPr>
          <w:rFonts w:hint="cs"/>
          <w:rtl/>
        </w:rPr>
        <w:t xml:space="preserve">التا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(۶۹۸۵، رقم ۳۸۶۹)م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احمد بن حنبل المسند </w:t>
      </w:r>
      <w:r>
        <w:rPr>
          <w:rtl/>
        </w:rPr>
        <w:t xml:space="preserve">۴:۵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۲:۷۸۶، رقم ۲۷۴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۳:۱۷۳، رقم ۴۷۵۱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المختار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۹:۴۱۴، ۳۱۵، رقم :۲۷۴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۹:۳۲۹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القرابة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۲۷۴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  <w:lang w:bidi="fa-IR"/>
        </w:rPr>
        <w:t>۴۵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"حضر</w:t>
      </w:r>
      <w:r>
        <w:rPr>
          <w:rtl/>
        </w:rPr>
        <w:t>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راجگرگوش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،اس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زمج</w:t>
      </w:r>
      <w:r>
        <w:rPr>
          <w:rFonts w:hint="cs"/>
          <w:rtl/>
        </w:rPr>
        <w:t>ھے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55782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55782">
        <w:rPr>
          <w:rFonts w:hint="cs"/>
          <w:rtl/>
        </w:rPr>
        <w:t xml:space="preserve">التا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(۵:۶۹۸، رقم ۳۸۶۹)م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احمد بن حنبل المسند </w:t>
      </w:r>
      <w:r>
        <w:rPr>
          <w:rtl/>
        </w:rPr>
        <w:t xml:space="preserve">۴:۵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،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۲:۷۸۶، رقم :۱۳۲۷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۳:۱۷۳، رقم :۴۷۵۱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المختار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۹:۳۱۴،۳۱۵رقم ۲۷۴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۹:۳۲۹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القرابة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۲۷۴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ابوحنظل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جگر گوش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"فاطم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راجگرگوش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،جس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احمد</w:t>
      </w:r>
      <w:r>
        <w:rPr>
          <w:rtl/>
        </w:rPr>
        <w:t xml:space="preserve">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۲:۷۵۵، رقم ۱۳۲۴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۲:۷۵۶، رقم ۱۳۲۷)م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احمد بن حنبل المسند </w:t>
      </w:r>
      <w:r>
        <w:rPr>
          <w:rtl/>
        </w:rPr>
        <w:t>۴</w:t>
      </w:r>
      <w:r>
        <w:rPr>
          <w:rFonts w:hint="cs"/>
          <w:rtl/>
        </w:rPr>
        <w:t>۔</w:t>
      </w:r>
      <w:r>
        <w:rPr>
          <w:rtl/>
        </w:rPr>
        <w:t xml:space="preserve">۵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۳:۱۷۳، رقم ۲۹۵۷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الآحادوالمثان</w:t>
      </w:r>
      <w:r>
        <w:rPr>
          <w:rFonts w:hint="cs"/>
          <w:rtl/>
        </w:rPr>
        <w:t>ی</w:t>
      </w:r>
      <w:r>
        <w:rPr>
          <w:rtl/>
        </w:rPr>
        <w:t xml:space="preserve"> ۵:۳۶۲رقم :۲۹۵۷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۲۲:۴۰۵، رقم ۱۰۱۳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یٰ</w:t>
      </w:r>
      <w:r>
        <w:rPr>
          <w:rtl/>
        </w:rPr>
        <w:t xml:space="preserve"> ۱۰:۲۰۱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6" w:name="_Toc500161435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۱۸</w:t>
      </w:r>
      <w:bookmarkEnd w:id="16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</w:t>
      </w:r>
      <w:r>
        <w:rPr>
          <w:rtl/>
        </w:rPr>
        <w:t>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کا دشمن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کا دشمن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ارقم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 حضرت 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وں کا جس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 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اورجس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 صلح کروگ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صلح کروں گا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lastRenderedPageBreak/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۵:۶۹۹، رقم :۳۸۷۰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ماج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السنن ۱:۵۲،رقم :۱۴۵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۳:۱۶۱، رقم ۴۷۱۴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۳:۰۴رقم ۲۶۱۹،۲۶۲۰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۵:۱۸۴رقم ۵۰۳۰،۵۰۳۱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الاوسط،۵:۱۸۲رقم ۵۰۱۵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زو</w:t>
      </w:r>
      <w:r>
        <w:rPr>
          <w:rFonts w:hint="cs"/>
          <w:rtl/>
        </w:rPr>
        <w:t>ی</w:t>
      </w:r>
      <w:r>
        <w:rPr>
          <w:rtl/>
        </w:rPr>
        <w:t xml:space="preserve"> لاقرب</w:t>
      </w:r>
      <w:r>
        <w:rPr>
          <w:rFonts w:hint="cs"/>
          <w:rtl/>
        </w:rPr>
        <w:t>ی</w:t>
      </w:r>
      <w:r>
        <w:rPr>
          <w:rtl/>
        </w:rPr>
        <w:t xml:space="preserve"> ۲۶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۲:۱۲۵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>
        <w:rPr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۱۰:۴۳۲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۱۳:۱۱۲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ارقم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حسن اورحضرت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ڑے</w:t>
      </w:r>
      <w:r w:rsidRPr="00355782">
        <w:rPr>
          <w:rFonts w:hint="cs"/>
          <w:rtl/>
        </w:rPr>
        <w:t xml:space="preserve"> 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وں گا اورجو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صلح کر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صلح کروں گا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۱۵:۴۳۴ رقم :۶۹۷۷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۳۱۷۹، رقم :۲۸۵۴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۲:۵۳رقم :۷۶۷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۹:۱۶۹)م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مواردالظمآن :۵۵۵، رقم ۲۲۴۴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محامل</w:t>
      </w:r>
      <w:r>
        <w:rPr>
          <w:rFonts w:hint="cs"/>
          <w:rtl/>
        </w:rPr>
        <w:t>ی</w:t>
      </w:r>
      <w:r>
        <w:rPr>
          <w:rtl/>
        </w:rPr>
        <w:t xml:space="preserve"> الامال</w:t>
      </w:r>
      <w:r>
        <w:rPr>
          <w:rFonts w:hint="cs"/>
          <w:rtl/>
        </w:rPr>
        <w:t>ی</w:t>
      </w:r>
      <w:r>
        <w:rPr>
          <w:rtl/>
        </w:rPr>
        <w:t xml:space="preserve"> ۴۴۷رقم ۵۳۲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راسد</w:t>
      </w:r>
      <w:r>
        <w:rPr>
          <w:rtl/>
        </w:rPr>
        <w:t xml:space="preserve">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۷:۲۲۰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 xml:space="preserve">"حضرت ابو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حضرت فاطم</w:t>
      </w:r>
      <w:r>
        <w:rPr>
          <w:rFonts w:hint="cs"/>
          <w:rtl/>
        </w:rPr>
        <w:t>ہ۔</w:t>
      </w:r>
      <w:r w:rsidRPr="00355782">
        <w:rPr>
          <w:rFonts w:hint="cs"/>
          <w:rtl/>
        </w:rPr>
        <w:t>حضرت حسن اورحضرت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نظر التفات ک</w:t>
      </w:r>
      <w:r>
        <w:rPr>
          <w:rFonts w:hint="cs"/>
          <w:rtl/>
        </w:rPr>
        <w:t>ی</w:t>
      </w:r>
      <w:r>
        <w:rPr>
          <w:rtl/>
        </w:rPr>
        <w:t xml:space="preserve"> اورارشاد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ڑے</w:t>
      </w:r>
      <w:r w:rsidRPr="00355782">
        <w:rPr>
          <w:rFonts w:hint="cs"/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وں گاجو تم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صلح کر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صلح کروں گا(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ارا دشمن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اورجو 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ارا دوست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المسند </w:t>
      </w:r>
      <w:r>
        <w:rPr>
          <w:rtl/>
        </w:rPr>
        <w:t xml:space="preserve">۲:۴۴۲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۲:۷۶۷رقم ۱۳۵۰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حاکم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المستدرک (</w:t>
      </w:r>
      <w:r>
        <w:rPr>
          <w:rtl/>
        </w:rPr>
        <w:t>۳:۱۶۱رقم ۴۷۱۳)م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حسن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جبک</w:t>
      </w:r>
      <w:r>
        <w:rPr>
          <w:rFonts w:hint="cs"/>
          <w:rtl/>
        </w:rPr>
        <w:t>ہ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۳:۴۰رقم :۲۶۲۱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بغداد۷:۱۳۷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النبلاء۲:۱۲۲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۳:۲۵۷،۲۵۸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الزاوئد (</w:t>
      </w:r>
      <w:r>
        <w:rPr>
          <w:rtl/>
        </w:rPr>
        <w:t>۹:۱۶۹)م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احمد اورطبران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بق</w:t>
      </w:r>
      <w:r>
        <w:rPr>
          <w:rFonts w:hint="cs"/>
          <w:rtl/>
        </w:rPr>
        <w:t>یہ</w:t>
      </w:r>
      <w:r>
        <w:rPr>
          <w:rtl/>
        </w:rPr>
        <w:t xml:space="preserve">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7" w:name="_Toc500161436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۱۹</w:t>
      </w:r>
      <w:bookmarkEnd w:id="17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کا دشمن منافق لعنت</w:t>
      </w:r>
      <w:r>
        <w:rPr>
          <w:rFonts w:hint="cs"/>
          <w:rtl/>
        </w:rPr>
        <w:t>ی</w:t>
      </w:r>
      <w:r>
        <w:rPr>
          <w:rtl/>
        </w:rPr>
        <w:t xml:space="preserve"> اوردوزخ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بغض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منافق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۲:۶۶۱رقم ۱۱۲۶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النضرف</w:t>
      </w:r>
      <w:r>
        <w:rPr>
          <w:rFonts w:hint="cs"/>
          <w:rtl/>
        </w:rPr>
        <w:t>ی</w:t>
      </w:r>
      <w:r>
        <w:rPr>
          <w:rtl/>
        </w:rPr>
        <w:t xml:space="preserve"> مناقب العشر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۱:۳۶۲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:۵۱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الدرالمنشور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بالماثور ۷:۳۴۹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ذرب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:منافق شخص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محبت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اورمومن شخص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امر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بغض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تا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المصنف،۶:۳۷۲، رقم ۳۲۱۱۶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جابر بن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ا،آپ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فرمار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:"جس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بغض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روز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 سکا حشر 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!اگرچ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اورنماز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ڑھے</w:t>
      </w:r>
      <w:r w:rsidRPr="00355782">
        <w:rPr>
          <w:rFonts w:hint="cs"/>
          <w:rtl/>
        </w:rPr>
        <w:t>؟آپ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</w:t>
      </w:r>
      <w:r>
        <w:rPr>
          <w:rtl/>
        </w:rPr>
        <w:t>:اگرچ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اورنماز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ڑھے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باوجود دشمن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 اس ک</w:t>
      </w:r>
      <w:r>
        <w:rPr>
          <w:rFonts w:hint="cs"/>
          <w:rtl/>
        </w:rPr>
        <w:t>ی</w:t>
      </w:r>
      <w:r>
        <w:rPr>
          <w:rtl/>
        </w:rPr>
        <w:t xml:space="preserve"> عبادات کو درفرما کر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</w:t>
      </w:r>
      <w:r>
        <w:rPr>
          <w:rtl/>
        </w:rPr>
        <w:t xml:space="preserve">)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lastRenderedPageBreak/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۴:۲۱۲، رقم ۴۰۰۲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،مجمع الزائد۹:۱۷۲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جرجان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جرجان :۳۶۹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قسم جس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!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بغض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355782">
        <w:rPr>
          <w:rFonts w:hint="cs"/>
          <w:rtl/>
        </w:rPr>
        <w:t>ال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۳:۱۶۲، رقم:۴۷۱۷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۱۵:۴۳۵، رقم ۶۹۷۸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النبو</w:t>
      </w:r>
      <w:r>
        <w:rPr>
          <w:rFonts w:hint="cs"/>
          <w:rtl/>
        </w:rPr>
        <w:t>ہ</w:t>
      </w:r>
      <w:r>
        <w:rPr>
          <w:rtl/>
        </w:rPr>
        <w:t xml:space="preserve">۲:۱۲۳ 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حاکم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مسلم ک</w:t>
      </w:r>
      <w:r>
        <w:rPr>
          <w:rFonts w:hint="cs"/>
          <w:rtl/>
        </w:rPr>
        <w:t>ی</w:t>
      </w:r>
      <w:r>
        <w:rPr>
          <w:rtl/>
        </w:rPr>
        <w:t xml:space="preserve"> شرائط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:اگرکوئ</w:t>
      </w:r>
      <w:r>
        <w:rPr>
          <w:rFonts w:hint="cs"/>
          <w:rtl/>
        </w:rPr>
        <w:t>ی</w:t>
      </w:r>
      <w:r>
        <w:rPr>
          <w:rtl/>
        </w:rPr>
        <w:t xml:space="preserve"> شخص کعبة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رکن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اورمقام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ھڑ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کر نماز پ</w:t>
      </w:r>
      <w:r>
        <w:rPr>
          <w:rFonts w:hint="cs"/>
          <w:rtl/>
        </w:rPr>
        <w:t>ڑھے</w:t>
      </w:r>
      <w:r w:rsidRPr="00355782">
        <w:rPr>
          <w:rFonts w:hint="cs"/>
          <w:rtl/>
        </w:rPr>
        <w:t xml:space="preserve"> اورروز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اورپ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بغض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شخص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:۵۱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فسو</w:t>
      </w:r>
      <w:r>
        <w:rPr>
          <w:rFonts w:hint="cs"/>
          <w:rtl/>
        </w:rPr>
        <w:t>ی</w:t>
      </w:r>
      <w:r>
        <w:rPr>
          <w:rtl/>
        </w:rPr>
        <w:t xml:space="preserve"> المعرف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۱:۵۰۵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معاو</w:t>
      </w:r>
      <w:r>
        <w:rPr>
          <w:rFonts w:hint="cs"/>
          <w:rtl/>
        </w:rPr>
        <w:t>یہ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حسن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آپ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معاو</w:t>
      </w:r>
      <w:r>
        <w:rPr>
          <w:rFonts w:hint="cs"/>
          <w:rtl/>
        </w:rPr>
        <w:t>یہ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بغض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کا فرمان اقدس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: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بغض وحسد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حوض کوثر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آگ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تکارا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الاوسط،۳:۳۹، رقم ۲۴۰۵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۳:۸۱، رقم :۲۷۲۶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18" w:name="_Toc500161437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۲۰</w:t>
      </w:r>
      <w:bookmarkEnd w:id="18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رازدار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  <w:lang w:bidi="fa-IR"/>
        </w:rPr>
        <w:t>۴ "</w:t>
      </w:r>
      <w:r>
        <w:rPr>
          <w:rtl/>
        </w:rPr>
        <w:t>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تمام ازواج جمع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چال بالکل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چلن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:مرحبا (خوش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توحضرت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توحضرت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</w:t>
      </w:r>
      <w:r>
        <w:rPr>
          <w:rFonts w:hint="eastAsia"/>
          <w:rtl/>
        </w:rPr>
        <w:t>ضرت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کس وج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کا راز افشاں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غم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آپ رو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:حضور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؟توان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کا راز افشاں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کا وصال مبارک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 w:rsidRPr="00355782">
        <w:rPr>
          <w:rFonts w:hint="cs"/>
          <w:rtl/>
        </w:rPr>
        <w:lastRenderedPageBreak/>
        <w:t>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باار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وصال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مل</w:t>
      </w:r>
      <w:r>
        <w:rPr>
          <w:rFonts w:hint="eastAsia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پر خوش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 تمام مومن عورتوں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امت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و!توم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۴:۱۹۰۵،۱۹۰۶،رقم ۲۴۵۰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بحار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۷ا۳۳،رقم:۵۹۲۸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ماج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،السنن،ا:</w:t>
      </w:r>
      <w:r>
        <w:rPr>
          <w:rtl/>
        </w:rPr>
        <w:t xml:space="preserve">۸ا۵،رقم؛۱۶۲۰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۴:۲۵۱،رقم :۷۰۷۸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۵:۹۶،۱۴۶، رقم ۸۳۶۸،۸۵۱۶،۸۵۱۷#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۷۷، رقم ۲۶۳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کتاب الوفاة ۲۰،رقم ۲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احمد بن حنبل </w:t>
      </w:r>
      <w:r>
        <w:rPr>
          <w:rtl/>
        </w:rPr>
        <w:t>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۲:۷۶۲،۷۶۳، رقم ۱۳۴۳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الآحادوالمثال</w:t>
      </w:r>
      <w:r>
        <w:rPr>
          <w:rFonts w:hint="cs"/>
          <w:rtl/>
        </w:rPr>
        <w:t>ی</w:t>
      </w:r>
      <w:r>
        <w:rPr>
          <w:rtl/>
        </w:rPr>
        <w:t xml:space="preserve"> ۵:۳۶۸، رقم ۲۹۶۸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</w:t>
      </w:r>
      <w:r>
        <w:rPr>
          <w:rFonts w:hint="cs"/>
          <w:rtl/>
        </w:rPr>
        <w:t>یہ</w:t>
      </w:r>
      <w:r>
        <w:rPr>
          <w:rtl/>
        </w:rPr>
        <w:t xml:space="preserve"> المسند ۱:۶،۷رقم ۵ </w:t>
      </w:r>
    </w:p>
    <w:p w:rsidR="00BD1C0F" w:rsidRDefault="00BD1C0F" w:rsidP="005524E8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(۲۲:۴۱۹، رقم ۱۰۳۰)م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۲۲:۴۱۹رقم۱۳۰۳ </w:t>
      </w:r>
    </w:p>
    <w:p w:rsidR="00BD1C0F" w:rsidRDefault="00BD1C0F" w:rsidP="005524E8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ۃ</w:t>
      </w:r>
      <w:r>
        <w:rPr>
          <w:rtl/>
        </w:rPr>
        <w:t xml:space="preserve"> الصفو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۲:۶،۷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تذکرة الخواص :۲۷۸ </w:t>
      </w:r>
    </w:p>
    <w:p w:rsidR="00BD1C0F" w:rsidRDefault="00BD1C0F" w:rsidP="005524E8">
      <w:pPr>
        <w:pStyle w:val="libFootnote"/>
      </w:pPr>
      <w:r>
        <w:rPr>
          <w:rtl/>
        </w:rPr>
        <w:t>۱۵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راسد</w:t>
      </w:r>
      <w:r>
        <w:rPr>
          <w:rtl/>
        </w:rPr>
        <w:t xml:space="preserve">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۷:۲۱۸ </w:t>
      </w:r>
    </w:p>
    <w:p w:rsidR="00BD1C0F" w:rsidRDefault="00BD1C0F" w:rsidP="005524E8">
      <w:pPr>
        <w:pStyle w:val="libFootnote"/>
      </w:pPr>
      <w:r>
        <w:rPr>
          <w:rtl/>
        </w:rPr>
        <w:t>۱۶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۲:۱۳۰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>
        <w:rPr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مرض وصال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بلاکرسرگوش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توان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کااس</w:t>
      </w:r>
      <w:r>
        <w:rPr>
          <w:rFonts w:hint="cs"/>
          <w:rtl/>
        </w:rPr>
        <w:t>ی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وصال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بعدآوگ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۳:۱۳۶۱رقم ۳۵۱۱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۳:۱۳۲۷، رقم:۳۴۲۷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۴:۱۶۱۲رقم:۴۱۷۰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۴؛۱۹۰۴، رقم :۲۴۵۰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،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۷۷، رقم:۲۹۶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المسند،</w:t>
      </w:r>
      <w:r>
        <w:rPr>
          <w:rtl/>
        </w:rPr>
        <w:t xml:space="preserve">۶:۷۷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>۲:۷۵۴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رقم </w:t>
      </w:r>
      <w:r>
        <w:rPr>
          <w:rtl/>
        </w:rPr>
        <w:t xml:space="preserve">۱۳۲۲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۱۵:۴۰۴رقم :۶۹۵۴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المسند ۱۲:۱۲۲رقم :۶۷۵۵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۲۲:۴۲۰، رقم ۱۸۵ </w:t>
      </w:r>
    </w:p>
    <w:p w:rsidR="00BD1C0F" w:rsidRDefault="00BD1C0F" w:rsidP="005524E8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یۃ</w:t>
      </w:r>
      <w:r>
        <w:rPr>
          <w:rtl/>
        </w:rPr>
        <w:t xml:space="preserve"> الطا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:۱۰۰رقم ۱۸۵ </w:t>
      </w:r>
    </w:p>
    <w:p w:rsidR="00BD1C0F" w:rsidRDefault="00BD1C0F" w:rsidP="005524E8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۳۵:۲۵۳ </w:t>
      </w:r>
    </w:p>
    <w:p w:rsidR="00BD1C0F" w:rsidRDefault="00BD1C0F" w:rsidP="005524E8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اصب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دلائل النبو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۹۸ </w:t>
      </w:r>
    </w:p>
    <w:p w:rsidR="00BD1C0F" w:rsidRDefault="00BD1C0F" w:rsidP="005524E8">
      <w:pPr>
        <w:pStyle w:val="libFootnote"/>
      </w:pPr>
      <w:r>
        <w:rPr>
          <w:rtl/>
        </w:rPr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معجم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(ص:۱۳،۱۴)م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متفق عل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مزاح کرر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اتن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 کا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ااور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ااورکچ</w:t>
      </w:r>
      <w:r>
        <w:rPr>
          <w:rFonts w:hint="cs"/>
          <w:rtl/>
        </w:rPr>
        <w:t>ھ</w:t>
      </w:r>
      <w:r>
        <w:rPr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اس کا علم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ان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مزاح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فاچم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بتاوں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پ کو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اورقرابت دار</w:t>
      </w:r>
      <w:r>
        <w:rPr>
          <w:rFonts w:hint="cs"/>
          <w:rtl/>
        </w:rPr>
        <w:t>ی</w:t>
      </w:r>
      <w:r>
        <w:rPr>
          <w:rtl/>
        </w:rPr>
        <w:t xml:space="preserve"> کا واسط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وفات کا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آپ کا وقت آپ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پر رو پ</w:t>
      </w:r>
      <w:r>
        <w:rPr>
          <w:rFonts w:hint="cs"/>
          <w:rtl/>
        </w:rPr>
        <w:t>ڑی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چپک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ملوں گ</w:t>
      </w:r>
      <w:r>
        <w:rPr>
          <w:rFonts w:hint="cs"/>
          <w:rtl/>
        </w:rPr>
        <w:t>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آس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۲۲:۴۲۰، رقم :۱۰۳۵ </w:t>
      </w:r>
    </w:p>
    <w:p w:rsidR="000A0CED" w:rsidRDefault="000A0CED" w:rsidP="00D14C41">
      <w:pPr>
        <w:pStyle w:val="libNormal"/>
      </w:pPr>
      <w:r>
        <w:br w:type="page"/>
      </w:r>
    </w:p>
    <w:p w:rsidR="00BD1C0F" w:rsidRDefault="00BD1C0F" w:rsidP="005F0B0F">
      <w:pPr>
        <w:pStyle w:val="Heading2Center"/>
      </w:pPr>
      <w:bookmarkStart w:id="19" w:name="_Toc500161438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</w:t>
      </w:r>
      <w:r>
        <w:rPr>
          <w:rtl/>
          <w:lang w:bidi="fa-IR"/>
        </w:rPr>
        <w:t>۲۱</w:t>
      </w:r>
      <w:bookmarkEnd w:id="19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شجر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شاخ ثمر بار </w:t>
      </w:r>
    </w:p>
    <w:p w:rsidR="00BD1C0F" w:rsidRDefault="00BD1C0F" w:rsidP="005524E8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مسوررض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شاخ ثمر بار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خوش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المسند</w:t>
      </w:r>
      <w:r>
        <w:rPr>
          <w:rtl/>
        </w:rPr>
        <w:t xml:space="preserve">۴:۳۳۲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۲:۷۶۵، رقم ۱۳۴۷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حاکم المستدرک </w:t>
      </w:r>
      <w:r>
        <w:rPr>
          <w:rtl/>
        </w:rPr>
        <w:t xml:space="preserve">۳:۱۶۸، رقم ۴۷۳۴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الآحادوالمثان</w:t>
      </w:r>
      <w:r>
        <w:rPr>
          <w:rFonts w:hint="cs"/>
          <w:rtl/>
        </w:rPr>
        <w:t>ی</w:t>
      </w:r>
      <w:r>
        <w:rPr>
          <w:rtl/>
        </w:rPr>
        <w:t xml:space="preserve"> ۵:۳۲۶، رقم ۲۹۵۶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۲۰:۲۵، رقم ۳۰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۲۲:۴۰۵رقم :۱۰۱۴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۹:۲۰۳)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اورام بکر بنت مسور پر جرح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بق</w:t>
      </w:r>
      <w:r>
        <w:rPr>
          <w:rFonts w:hint="cs"/>
          <w:rtl/>
        </w:rPr>
        <w:t>یہ</w:t>
      </w:r>
      <w:r>
        <w:rPr>
          <w:rtl/>
        </w:rPr>
        <w:t xml:space="preserve"> رجال کو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۲:۱۳۲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مرفوعاحد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ٹہ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کا شگوف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اورحسن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کا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محبت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حق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۶۰</w:t>
      </w:r>
      <w:r>
        <w:rPr>
          <w:rFonts w:hint="cs"/>
          <w:rtl/>
        </w:rPr>
        <w:t>۔حوالاجات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 دی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بماثور الخطاب ۱:۵۲،رقم :۱۳۵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۔سخاوی</w:t>
      </w:r>
      <w:r>
        <w:rPr>
          <w:rtl/>
        </w:rPr>
        <w:t xml:space="preserve"> استجلاب ارتقاء الغرف بحب اقرباالرسول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 علیہ</w:t>
      </w:r>
      <w:r>
        <w:rPr>
          <w:rtl/>
        </w:rPr>
        <w:t xml:space="preserve"> وآل</w:t>
      </w:r>
      <w:r>
        <w:rPr>
          <w:rFonts w:hint="cs"/>
          <w:rtl/>
        </w:rPr>
        <w:t>ہ وسلم ذوی</w:t>
      </w:r>
      <w:r>
        <w:rPr>
          <w:rtl/>
        </w:rPr>
        <w:t xml:space="preserve"> الشرف:۹۹ </w:t>
      </w:r>
    </w:p>
    <w:p w:rsidR="00BD1C0F" w:rsidRDefault="00BD1C0F" w:rsidP="005524E8">
      <w:pPr>
        <w:pStyle w:val="libFootnote"/>
      </w:pPr>
    </w:p>
    <w:p w:rsidR="00BD1C0F" w:rsidRDefault="00BD1C0F" w:rsidP="005F0B0F">
      <w:pPr>
        <w:pStyle w:val="Heading2Center"/>
      </w:pPr>
      <w:bookmarkStart w:id="20" w:name="_Toc500161439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۲۲</w:t>
      </w:r>
      <w:bookmarkEnd w:id="20"/>
    </w:p>
    <w:p w:rsidR="00BD1C0F" w:rsidRDefault="00BD1C0F" w:rsidP="005524E8">
      <w:pPr>
        <w:pStyle w:val="libNormal"/>
      </w:pPr>
      <w:r>
        <w:rPr>
          <w:rFonts w:hint="eastAsia"/>
          <w:rtl/>
        </w:rPr>
        <w:t>عصمت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گوا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۔۔۔۔</w:t>
      </w:r>
      <w:r w:rsidRPr="00355782">
        <w:rPr>
          <w:rFonts w:hint="cs"/>
          <w:rtl/>
        </w:rPr>
        <w:t>خود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عصمت اورپاکدامن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اولاد پر آگ حرام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بزار المسند </w:t>
      </w:r>
      <w:r>
        <w:rPr>
          <w:rtl/>
        </w:rPr>
        <w:t xml:space="preserve">۵:۲۲۳رقم :۱۸۲۹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۳:۱۶۵، رقم ۴۷۲۶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۴:۱۸۸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ف</w:t>
      </w:r>
      <w:r>
        <w:rPr>
          <w:rFonts w:hint="cs"/>
          <w:rtl/>
        </w:rPr>
        <w:t>ی</w:t>
      </w:r>
      <w:r>
        <w:rPr>
          <w:rtl/>
        </w:rPr>
        <w:t xml:space="preserve"> نقد الرجال (۵:۲۶۱)م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مرفوع قرار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۲:۴۶۲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عصمت اورپاک 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عصمت مط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اولاد کو داخل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lastRenderedPageBreak/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۳:۴۱، رقم :۲۶۲۵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۹:۲۰۲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۲:۴۶۳ </w:t>
      </w:r>
    </w:p>
    <w:p w:rsidR="00BD1C0F" w:rsidRDefault="00BD1C0F" w:rsidP="005524E8">
      <w:pPr>
        <w:pStyle w:val="libFootnote"/>
      </w:pPr>
    </w:p>
    <w:p w:rsidR="00BD1C0F" w:rsidRDefault="00BD1C0F" w:rsidP="005F0B0F">
      <w:pPr>
        <w:pStyle w:val="Heading2Center"/>
      </w:pPr>
      <w:bookmarkStart w:id="21" w:name="_Toc500161440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۲۳</w:t>
      </w:r>
      <w:bookmarkEnd w:id="21"/>
    </w:p>
    <w:p w:rsidR="00BD1C0F" w:rsidRDefault="00BD1C0F" w:rsidP="005524E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نکاح کا حکم خودبار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کا نکاح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کردوں</w:t>
      </w:r>
      <w:r>
        <w:rPr>
          <w:rtl/>
        </w:rPr>
        <w:t xml:space="preserve"> 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۱۰:۱۵۲رقم ؛۱۰۳۰۵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۲۲:۴۰۷، رقم ۱۰۲۰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۹:۲۰۴)م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اور اسک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حلب</w:t>
      </w:r>
      <w:r>
        <w:rPr>
          <w:rFonts w:hint="cs"/>
          <w:rtl/>
        </w:rPr>
        <w:t>ی</w:t>
      </w:r>
      <w:r>
        <w:rPr>
          <w:rtl/>
        </w:rPr>
        <w:t xml:space="preserve"> الکشف الحسث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۱:۱۷۴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 العمال رقم :۳۲۸۹۱،۳۲۹۲۹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کنزاالعمال ،۱۳:۶۸۱،۶۸۲، رقم ۳۷۷۵۳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تذکر</w:t>
      </w:r>
      <w:r>
        <w:rPr>
          <w:rtl/>
        </w:rPr>
        <w:t>ة الخواص (ص:۲۷۶)م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(۱:۲۷۴رقم ۴۵۵)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ابن عساکر اورخط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۲:۲۱۵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انس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جبرا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صاحب عرش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ح</w:t>
      </w:r>
      <w:r>
        <w:rPr>
          <w:rtl/>
        </w:rPr>
        <w:t>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کا نکاح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کردوں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"الب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"والتعر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(۲:۳۰۱رقم :۱۸۰۳)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اورابن عساکر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:۷۱ </w:t>
      </w:r>
    </w:p>
    <w:p w:rsidR="00BD1C0F" w:rsidRDefault="00BD1C0F" w:rsidP="005524E8">
      <w:pPr>
        <w:pStyle w:val="libFootnote"/>
      </w:pPr>
    </w:p>
    <w:p w:rsidR="00BD1C0F" w:rsidRDefault="00BD1C0F" w:rsidP="005F0B0F">
      <w:pPr>
        <w:pStyle w:val="Heading2Center"/>
      </w:pPr>
      <w:bookmarkStart w:id="22" w:name="_Toc500161441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۲۴</w:t>
      </w:r>
      <w:bookmarkEnd w:id="22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کا ملاء اعل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نکاح اورچال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زار ملائک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شرکت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:رسول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یہ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جو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بتا 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نکاح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زارفرشتوں کو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طور پر مجلس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اورشجر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طوب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:ان پر موت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نچ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اور کرو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دلکش آنک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وں وال</w:t>
      </w:r>
      <w:r>
        <w:rPr>
          <w:rFonts w:hint="cs"/>
          <w:rtl/>
        </w:rPr>
        <w:t>ی</w:t>
      </w:r>
      <w:r>
        <w:rPr>
          <w:rtl/>
        </w:rPr>
        <w:t xml:space="preserve">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اقوتوں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ال ب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 بطور تحف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العشر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۳:۱۴۶)م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ملا ء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سرة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:۷۲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کرم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وج</w:t>
      </w:r>
      <w:r>
        <w:rPr>
          <w:rFonts w:hint="cs"/>
          <w:rtl/>
        </w:rPr>
        <w:t>ھہ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آکرک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محمد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آپ پر سلام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کا نکاح ملا اعل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پس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کا نکاح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:۷۲ </w:t>
      </w:r>
    </w:p>
    <w:p w:rsidR="00BD1C0F" w:rsidRDefault="00BD1C0F" w:rsidP="005524E8">
      <w:pPr>
        <w:pStyle w:val="libFootnote"/>
      </w:pPr>
    </w:p>
    <w:p w:rsidR="00BD1C0F" w:rsidRDefault="00BD1C0F" w:rsidP="005F0B0F">
      <w:pPr>
        <w:pStyle w:val="Heading2Center"/>
      </w:pPr>
      <w:bookmarkStart w:id="23" w:name="_Toc500161442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۲۵</w:t>
      </w:r>
      <w:bookmarkEnd w:id="23"/>
    </w:p>
    <w:p w:rsidR="00BD1C0F" w:rsidRDefault="00BD1C0F" w:rsidP="005524E8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اورآپ ک</w:t>
      </w:r>
      <w:r>
        <w:rPr>
          <w:rFonts w:hint="cs"/>
          <w:rtl/>
        </w:rPr>
        <w:t>ی</w:t>
      </w:r>
      <w:r>
        <w:rPr>
          <w:rtl/>
        </w:rPr>
        <w:t xml:space="preserve"> نسل مبارک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برکت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>
        <w:rPr>
          <w:rFonts w:hint="cs"/>
          <w:rtl/>
        </w:rPr>
        <w:t>یٹی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اولاد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مردود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۱۵:۳۹۴، ۳۹۵، رقم ۶۹۴۴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۲۲:۴۰۹، رقم ۱۰۲۱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۲:۷۶۲، رقم ۱۳۴۲)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ذرا مختلف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مواردالظمآن ۵۴۹</w:t>
      </w:r>
      <w:r>
        <w:rPr>
          <w:rFonts w:hint="cs"/>
          <w:rtl/>
        </w:rPr>
        <w:t>۔</w:t>
      </w:r>
      <w:r>
        <w:rPr>
          <w:rtl/>
        </w:rPr>
        <w:t xml:space="preserve">۵۵۱رقم :۲۲۲۵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تذکرة الخواص (ص:</w:t>
      </w:r>
      <w:r>
        <w:rPr>
          <w:rtl/>
        </w:rPr>
        <w:t>۲۷۷)م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:۶۷ </w:t>
      </w:r>
    </w:p>
    <w:p w:rsidR="005524E8" w:rsidRDefault="005524E8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"حضرت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کرنا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حضرت عل</w:t>
      </w:r>
      <w:r>
        <w:rPr>
          <w:rFonts w:hint="cs"/>
          <w:rtl/>
        </w:rPr>
        <w:t>ی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55782">
        <w:rPr>
          <w:rFonts w:hint="cs"/>
          <w:rtl/>
        </w:rPr>
        <w:t>ال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!ان دونوں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حق برکت اوران دونوں پر برکت نازل فرما،ان دونوں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عطافرما</w:t>
      </w:r>
      <w:r>
        <w:rPr>
          <w:rFonts w:hint="cs"/>
          <w:rtl/>
        </w:rPr>
        <w:t>۔</w:t>
      </w:r>
      <w:r>
        <w:rPr>
          <w:rtl/>
        </w:rPr>
        <w:t xml:space="preserve">" </w:t>
      </w:r>
    </w:p>
    <w:p w:rsidR="00BD1C0F" w:rsidRDefault="00BD1C0F" w:rsidP="00BD1C0F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الفاظ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دونوں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برکت مقدر فرماد</w:t>
      </w:r>
      <w:r>
        <w:rPr>
          <w:rFonts w:hint="cs"/>
          <w:rtl/>
        </w:rPr>
        <w:t>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۶:۷۶، رقم :۱۰۰۸۸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عمل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:۲۵۳، رقم :۲۵۸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المسند </w:t>
      </w:r>
      <w:r>
        <w:rPr>
          <w:rFonts w:hint="cs"/>
          <w:rtl/>
        </w:rPr>
        <w:t>۔</w:t>
      </w:r>
      <w:r>
        <w:rPr>
          <w:rtl/>
        </w:rPr>
        <w:t xml:space="preserve">۱:۷۷، رقم :۳۵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۲:۲۰رقم، ۱۱۵۳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راسدالغاب</w:t>
      </w:r>
      <w:r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۷:۲۱۷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سعدالطبقات الکبر</w:t>
      </w:r>
      <w:r>
        <w:rPr>
          <w:rFonts w:hint="cs"/>
          <w:rtl/>
        </w:rPr>
        <w:t>ی</w:t>
      </w:r>
      <w:r>
        <w:rPr>
          <w:rtl/>
        </w:rPr>
        <w:t xml:space="preserve"> ۸:۲۱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۹:۲۰۹)م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بزار اورطبران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ابن حبان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۸:۵۶)م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دولاب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سند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یۃ</w:t>
      </w:r>
      <w:r>
        <w:rPr>
          <w:rtl/>
        </w:rPr>
        <w:t xml:space="preserve"> الطا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۶۵، رقم:۹۴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(۱۷:۷۶)م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ذرا مختلف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24" w:name="_Toc500161443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۲۶</w:t>
      </w:r>
      <w:bookmarkEnd w:id="24"/>
    </w:p>
    <w:p w:rsidR="00BD1C0F" w:rsidRDefault="00BD1C0F" w:rsidP="005524E8">
      <w:pPr>
        <w:pStyle w:val="libNormal"/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منبر پر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شام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رشت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اجازت مانگ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تا،پ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اورحضور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جسم کا حص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۴:۱۹۰۲، رقم ۲۴۴۹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۵:۶۹۸، رقم ۲۰۷۱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ابوداود السنن </w:t>
      </w:r>
      <w:r>
        <w:rPr>
          <w:rtl/>
        </w:rPr>
        <w:t xml:space="preserve">۲:۲۲۶، رقم :۲۰۷۱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ماج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السنن ،</w:t>
      </w:r>
      <w:r>
        <w:rPr>
          <w:rtl/>
        </w:rPr>
        <w:t xml:space="preserve">۱:۲۴۳، رقم ۱۱۹۸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،۵:۱۴۷، رقم :۸۵۱۸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المسند </w:t>
      </w:r>
      <w:r>
        <w:rPr>
          <w:rtl/>
        </w:rPr>
        <w:t xml:space="preserve">۴:۳۲۸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۲:۷۵۲۶، رقم ۱۳۲۹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ابو عوان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المسند </w:t>
      </w:r>
      <w:r>
        <w:rPr>
          <w:rtl/>
        </w:rPr>
        <w:t>۳:۶۹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۷۰رقم :۴۲۳۱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۷:۳۰۷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ہی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۱۰:۲۸۸ </w:t>
      </w:r>
    </w:p>
    <w:p w:rsidR="00BD1C0F" w:rsidRDefault="00BD1C0F" w:rsidP="005524E8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نوادرالاصول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</w:t>
      </w:r>
      <w:r>
        <w:rPr>
          <w:rtl/>
        </w:rPr>
        <w:t xml:space="preserve">۳:۱۸۴ </w:t>
      </w:r>
    </w:p>
    <w:p w:rsidR="00BD1C0F" w:rsidRDefault="00BD1C0F" w:rsidP="005524E8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۷:۳۲۵ </w:t>
      </w:r>
    </w:p>
    <w:p w:rsidR="00BD1C0F" w:rsidRDefault="00BD1C0F" w:rsidP="005524E8">
      <w:pPr>
        <w:pStyle w:val="libFootnote"/>
      </w:pPr>
      <w:r>
        <w:rPr>
          <w:rtl/>
        </w:rPr>
        <w:lastRenderedPageBreak/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ۃ</w:t>
      </w:r>
      <w:r>
        <w:rPr>
          <w:rtl/>
        </w:rPr>
        <w:t xml:space="preserve"> الصفو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 </w:t>
      </w:r>
    </w:p>
    <w:p w:rsidR="00BD1C0F" w:rsidRDefault="00BD1C0F" w:rsidP="005524E8">
      <w:pPr>
        <w:pStyle w:val="libFootnote"/>
      </w:pPr>
      <w:r>
        <w:rPr>
          <w:rtl/>
        </w:rPr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:۸۰۷۹ </w:t>
      </w:r>
    </w:p>
    <w:p w:rsidR="00BD1C0F" w:rsidRDefault="00BD1C0F" w:rsidP="005524E8">
      <w:pPr>
        <w:pStyle w:val="libFootnote"/>
      </w:pPr>
      <w:r>
        <w:rPr>
          <w:rtl/>
        </w:rPr>
        <w:t>۱۵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۷:۲۱۷ </w:t>
      </w:r>
    </w:p>
    <w:p w:rsidR="00BD1C0F" w:rsidRDefault="00BD1C0F" w:rsidP="005524E8">
      <w:pPr>
        <w:pStyle w:val="libFootnote"/>
      </w:pPr>
      <w:r>
        <w:rPr>
          <w:rtl/>
        </w:rPr>
        <w:t>۱۶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القرابة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۲۷۴ </w:t>
      </w:r>
    </w:p>
    <w:p w:rsidR="005524E8" w:rsidRDefault="005524E8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شک !فاطم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جگرکا 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پاس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اوردشمن خداک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جمع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5524E8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5524E8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۳:۱۳۶۴، رقم ۳۵۲۳ </w:t>
      </w:r>
    </w:p>
    <w:p w:rsidR="00BD1C0F" w:rsidRDefault="00BD1C0F" w:rsidP="005524E8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مسلم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۴:۱۹۰۳، رقم ۲۴۴۸ </w:t>
      </w:r>
    </w:p>
    <w:p w:rsidR="00BD1C0F" w:rsidRDefault="00BD1C0F" w:rsidP="005524E8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ماج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السنن </w:t>
      </w:r>
      <w:r>
        <w:rPr>
          <w:rtl/>
        </w:rPr>
        <w:t xml:space="preserve">۱:۶۴۴، رقم ۱۹۹۹ </w:t>
      </w:r>
    </w:p>
    <w:p w:rsidR="00BD1C0F" w:rsidRDefault="00BD1C0F" w:rsidP="005524E8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۲:۷۵۹، رقم :۱۳۳۵ </w:t>
      </w:r>
    </w:p>
    <w:p w:rsidR="00BD1C0F" w:rsidRDefault="00BD1C0F" w:rsidP="005524E8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۱۵:۴۰۷م۵۳۵، رقم :۶۹۵۶،۷۰۶۰ </w:t>
      </w:r>
    </w:p>
    <w:p w:rsidR="00BD1C0F" w:rsidRDefault="00BD1C0F" w:rsidP="005524E8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۲۰:۱۸،۱۹،رقم ۱۸،۱۹ </w:t>
      </w:r>
    </w:p>
    <w:p w:rsidR="00BD1C0F" w:rsidRDefault="00BD1C0F" w:rsidP="005524E8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۲۲:۴۰۵، رقم ۱۰۱۳ </w:t>
      </w:r>
    </w:p>
    <w:p w:rsidR="00BD1C0F" w:rsidRDefault="00BD1C0F" w:rsidP="005524E8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۲:۷۳، رق، ۸۰۴ </w:t>
      </w:r>
    </w:p>
    <w:p w:rsidR="00BD1C0F" w:rsidRDefault="00BD1C0F" w:rsidP="005524E8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۹:۲۰۳ </w:t>
      </w:r>
    </w:p>
    <w:p w:rsidR="00BD1C0F" w:rsidRDefault="00BD1C0F" w:rsidP="005524E8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۲۲:۴۲۳، رقم ۱۰۴۱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25" w:name="_Toc500161444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۲۷</w:t>
      </w:r>
      <w:bookmarkEnd w:id="25"/>
    </w:p>
    <w:p w:rsidR="00BD1C0F" w:rsidRDefault="00BD1C0F" w:rsidP="00BD1C0F">
      <w:pPr>
        <w:pStyle w:val="libNormal"/>
      </w:pP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بنت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مرض وصال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کر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!</w:t>
      </w:r>
      <w:r>
        <w:rPr>
          <w:rFonts w:hint="cs"/>
          <w:rtl/>
        </w:rPr>
        <w:t>یہ</w:t>
      </w:r>
      <w:r>
        <w:rPr>
          <w:rtl/>
        </w:rPr>
        <w:t xml:space="preserve"> دونوں آپ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وارث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احسن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بت</w:t>
      </w:r>
      <w:r>
        <w:rPr>
          <w:rtl/>
        </w:rPr>
        <w:t xml:space="preserve"> رعب اورسردار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جرات اورسخاوت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5524E8" w:rsidRDefault="005524E8" w:rsidP="005524E8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۲۲:۴۲۳، رقم ۱۰۴۱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المعجم الاوسط(</w:t>
      </w:r>
      <w:r>
        <w:rPr>
          <w:rtl/>
        </w:rPr>
        <w:t>۶:۲۲۲،۲۲۳، رقم ۶۲۴۵)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حضرت ابو رافع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 المثان</w:t>
      </w:r>
      <w:r>
        <w:rPr>
          <w:rFonts w:hint="cs"/>
          <w:rtl/>
        </w:rPr>
        <w:t>ی</w:t>
      </w:r>
      <w:r>
        <w:rPr>
          <w:rtl/>
        </w:rPr>
        <w:t xml:space="preserve"> ۳۷۰۵، رقم ۴۰۸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 المثان</w:t>
      </w:r>
      <w:r>
        <w:rPr>
          <w:rFonts w:hint="cs"/>
          <w:rtl/>
        </w:rPr>
        <w:t>ی</w:t>
      </w:r>
      <w:r>
        <w:rPr>
          <w:rtl/>
        </w:rPr>
        <w:t xml:space="preserve"> ۵:۳۷۰، رقم ۲۹۷۱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۹:۱۸۵)م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الاصاب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۷:۶۷۴ </w:t>
      </w:r>
    </w:p>
    <w:p w:rsidR="00BD1C0F" w:rsidRDefault="00BD1C0F" w:rsidP="00984EC1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۲:۲۹۹ </w:t>
      </w:r>
    </w:p>
    <w:p w:rsidR="00BD1C0F" w:rsidRDefault="00BD1C0F" w:rsidP="00984EC1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۶:۴۰۰ </w:t>
      </w:r>
    </w:p>
    <w:p w:rsidR="00BD1C0F" w:rsidRDefault="00BD1C0F" w:rsidP="00984EC1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کنزالعمال ۱۲:۱۱۷،رقم ۳۴۲۷۲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26" w:name="_Toc500161445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۲۸</w:t>
      </w:r>
      <w:bookmarkEnd w:id="26"/>
    </w:p>
    <w:p w:rsidR="00BD1C0F" w:rsidRDefault="00BD1C0F" w:rsidP="00984EC1">
      <w:pPr>
        <w:pStyle w:val="libNormal"/>
      </w:pPr>
      <w:r>
        <w:rPr>
          <w:rFonts w:hint="eastAsia"/>
          <w:rtl/>
        </w:rPr>
        <w:t>اولاد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۔۔۔۔</w:t>
      </w:r>
      <w:r w:rsidRPr="00355782">
        <w:rPr>
          <w:rFonts w:hint="cs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راء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ماں ک</w:t>
      </w:r>
      <w:r>
        <w:rPr>
          <w:rFonts w:hint="cs"/>
          <w:rtl/>
        </w:rPr>
        <w:t>ی</w:t>
      </w:r>
      <w:r>
        <w:rPr>
          <w:rtl/>
        </w:rPr>
        <w:t xml:space="preserve"> اولاد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طرف منسوب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سوائ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tl/>
        </w:rPr>
        <w:t>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کا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کا نسب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۳:۴۴، رقم ۲۶۳۲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۲۲:۴۲۳، رقم ۱۰۴۲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المسند ۱۲:۱۰۹رقم ۶۷۴۱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الفردوس بما ثور الخطاب۳:۲۶۴، رقم ۴۷۸۷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(۱۱:۲۸۵)م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ابو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 ان کا باپ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الفاظ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،۴:۲۲۴ </w:t>
      </w:r>
    </w:p>
    <w:p w:rsidR="00BD1C0F" w:rsidRDefault="00BD1C0F" w:rsidP="00984EC1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۹:۱۷۲،۱۷۳ </w:t>
      </w:r>
    </w:p>
    <w:p w:rsidR="00BD1C0F" w:rsidRDefault="00BD1C0F" w:rsidP="00984EC1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۱۹:۴۸۳ </w:t>
      </w:r>
    </w:p>
    <w:p w:rsidR="00BD1C0F" w:rsidRDefault="00BD1C0F" w:rsidP="00984EC1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کنزالعمال ۱۲:۱۱۶رقم ۳۴۲۶۶ </w:t>
      </w:r>
    </w:p>
    <w:p w:rsidR="00BD1C0F" w:rsidRDefault="00BD1C0F" w:rsidP="00984EC1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سخاو</w:t>
      </w:r>
      <w:r>
        <w:rPr>
          <w:rFonts w:hint="cs"/>
          <w:rtl/>
        </w:rPr>
        <w:t>ی</w:t>
      </w:r>
      <w:r>
        <w:rPr>
          <w:rtl/>
        </w:rPr>
        <w:t xml:space="preserve"> استجلاب ارتقاء الغرف بجب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وذو</w:t>
      </w:r>
      <w:r>
        <w:rPr>
          <w:rFonts w:hint="cs"/>
          <w:rtl/>
        </w:rPr>
        <w:t>ی</w:t>
      </w:r>
      <w:r>
        <w:rPr>
          <w:rtl/>
        </w:rPr>
        <w:t xml:space="preserve"> الشرف ۱۲۹ </w:t>
      </w:r>
    </w:p>
    <w:p w:rsidR="00BD1C0F" w:rsidRDefault="00BD1C0F" w:rsidP="00984EC1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صنعان</w:t>
      </w:r>
      <w:r>
        <w:rPr>
          <w:rFonts w:hint="cs"/>
          <w:rtl/>
        </w:rPr>
        <w:t>ی</w:t>
      </w:r>
      <w:r>
        <w:rPr>
          <w:rtl/>
        </w:rPr>
        <w:t xml:space="preserve"> سبل السلام ۴:۹۹ </w:t>
      </w:r>
    </w:p>
    <w:p w:rsidR="00BD1C0F" w:rsidRDefault="00BD1C0F" w:rsidP="00984EC1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۵:۱۷ </w:t>
      </w:r>
    </w:p>
    <w:p w:rsidR="00BD1C0F" w:rsidRDefault="00BD1C0F" w:rsidP="00984EC1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عجلون</w:t>
      </w:r>
      <w:r>
        <w:rPr>
          <w:rFonts w:hint="cs"/>
          <w:rtl/>
        </w:rPr>
        <w:t>ی</w:t>
      </w:r>
      <w:r>
        <w:rPr>
          <w:rtl/>
        </w:rPr>
        <w:t xml:space="preserve"> کشف الخفاء ومز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 ۲:۱۵۷، رقم ۱۹۶۸ </w:t>
      </w:r>
    </w:p>
    <w:p w:rsidR="00BD1C0F" w:rsidRDefault="00BD1C0F" w:rsidP="00BD1C0F">
      <w:pPr>
        <w:pStyle w:val="libNormal"/>
      </w:pPr>
      <w:r>
        <w:rPr>
          <w:rtl/>
        </w:rPr>
        <w:t>"حضرت عمر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 :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عورت ک</w:t>
      </w:r>
      <w:r>
        <w:rPr>
          <w:rFonts w:hint="cs"/>
          <w:rtl/>
        </w:rPr>
        <w:t>ی</w:t>
      </w:r>
      <w:r>
        <w:rPr>
          <w:rtl/>
        </w:rPr>
        <w:t xml:space="preserve"> اولاد کا نسب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سوائ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اولاد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کا نسب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کا باپ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۳:۴۴، رقم ۲۶۳۱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۲:۶۲۶رقم :۱۰۷۰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الزوائد۴:۲۲۴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الزوائد۶:۳۰۱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سخاو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استجلاب ارتقاء الغرف بجب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وذو</w:t>
      </w:r>
      <w:r>
        <w:rPr>
          <w:rFonts w:hint="cs"/>
          <w:rtl/>
        </w:rPr>
        <w:t>ی</w:t>
      </w:r>
      <w:r>
        <w:rPr>
          <w:rtl/>
        </w:rPr>
        <w:t xml:space="preserve"> الشرف (ص:۱۲۷)م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کو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۲:۱۴۴، رقم ۱۳۱۴ </w:t>
      </w:r>
    </w:p>
    <w:p w:rsidR="00BD1C0F" w:rsidRDefault="00BD1C0F" w:rsidP="00984EC1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الاوطارشرح منتق</w:t>
      </w:r>
      <w:r>
        <w:rPr>
          <w:rFonts w:hint="cs"/>
          <w:rtl/>
        </w:rPr>
        <w:t>ی</w:t>
      </w:r>
      <w:r>
        <w:rPr>
          <w:rtl/>
        </w:rPr>
        <w:t xml:space="preserve"> الاخبار۶:۱۳۹ </w:t>
      </w:r>
    </w:p>
    <w:p w:rsidR="00BD1C0F" w:rsidRDefault="00BD1C0F" w:rsidP="00984EC1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۵:۱۷ </w:t>
      </w:r>
    </w:p>
    <w:p w:rsidR="00984EC1" w:rsidRDefault="00984EC1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 حضرت جابر بن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ماں ک</w:t>
      </w:r>
      <w:r>
        <w:rPr>
          <w:rFonts w:hint="cs"/>
          <w:rtl/>
        </w:rPr>
        <w:t>ی</w:t>
      </w:r>
      <w:r>
        <w:rPr>
          <w:rtl/>
        </w:rPr>
        <w:t xml:space="preserve"> اولاد کا عصب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باپ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منسوب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سوائ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355782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کا ول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کا نسب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</w:t>
      </w:r>
      <w:r>
        <w:rPr>
          <w:rtl/>
        </w:rPr>
        <w:t xml:space="preserve"> 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>۱۷۹۳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رقم </w:t>
      </w:r>
      <w:r>
        <w:rPr>
          <w:rtl/>
        </w:rPr>
        <w:t xml:space="preserve">۴۷۷۰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سخاو</w:t>
      </w:r>
      <w:r>
        <w:rPr>
          <w:rFonts w:hint="cs"/>
          <w:rtl/>
        </w:rPr>
        <w:t>ی</w:t>
      </w:r>
      <w:r>
        <w:rPr>
          <w:rtl/>
        </w:rPr>
        <w:t xml:space="preserve"> استجلاب ارتقاء الغرف بجب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الشرف:</w:t>
      </w:r>
      <w:r>
        <w:rPr>
          <w:rtl/>
        </w:rPr>
        <w:t xml:space="preserve">۱۳۰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27" w:name="_Toc500161446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۲۹</w:t>
      </w:r>
      <w:bookmarkEnd w:id="27"/>
    </w:p>
    <w:p w:rsidR="00BD1C0F" w:rsidRDefault="00BD1C0F" w:rsidP="00984EC1">
      <w:pPr>
        <w:pStyle w:val="libNormal"/>
      </w:pPr>
      <w:r>
        <w:rPr>
          <w:rFonts w:hint="eastAsia"/>
          <w:rtl/>
        </w:rPr>
        <w:lastRenderedPageBreak/>
        <w:t>روز</w:t>
      </w:r>
      <w:r>
        <w:rPr>
          <w:rtl/>
        </w:rPr>
        <w:t xml:space="preserve"> محشر نسب فاطم</w:t>
      </w:r>
      <w:r>
        <w:rPr>
          <w:rFonts w:hint="cs"/>
          <w:rtl/>
        </w:rPr>
        <w:t>ہ سلام اللہ علیھا</w:t>
      </w:r>
      <w:r>
        <w:rPr>
          <w:rtl/>
        </w:rPr>
        <w:t xml:space="preserve"> ک</w:t>
      </w:r>
      <w:r>
        <w:rPr>
          <w:rFonts w:hint="cs"/>
          <w:rtl/>
        </w:rPr>
        <w:t>ے سوا ہر نسب منقطع ہو جائے گا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>:"م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نسب اوررشت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سواق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رنسب اوررشت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منقطع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حاکم المستدرک </w:t>
      </w:r>
      <w:r>
        <w:rPr>
          <w:rtl/>
        </w:rPr>
        <w:t xml:space="preserve">۳:۱۵۳، رقم ۴۶۸۴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۲:۶۲۵، ۶۲۶رقم :۱۰۲۹،۱۰۷۰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۲:۷۵۸، رقم ۱۳۳۳)م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بزار المسند ،</w:t>
      </w:r>
      <w:r>
        <w:rPr>
          <w:rtl/>
        </w:rPr>
        <w:t xml:space="preserve">۱:۳۹۷، رقم ۲۷۴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۳:۴۴،۴۵، رقم ۲۶۳۳،۲۶۳۴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الاوسط،۳۷۶۵، رقم ۵۶۰۶ </w:t>
      </w:r>
    </w:p>
    <w:p w:rsidR="00BD1C0F" w:rsidRDefault="00BD1C0F" w:rsidP="00984EC1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۶:۳۵۷، رقم ۶۶۰۹ </w:t>
      </w:r>
    </w:p>
    <w:p w:rsidR="00BD1C0F" w:rsidRDefault="00BD1C0F" w:rsidP="00984EC1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الفردوا بما ثورالخطاب ۳:۲۵۵، رقم ۴۷۵۵ </w:t>
      </w:r>
    </w:p>
    <w:p w:rsidR="00BD1C0F" w:rsidRDefault="00BD1C0F" w:rsidP="00984EC1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۹:۱۷۳)م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الاوسط اورالکب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عبدالرزاق المصنف</w:t>
      </w:r>
      <w:r>
        <w:rPr>
          <w:rtl/>
        </w:rPr>
        <w:t xml:space="preserve">۶:۱۶۳،۱۶۴، رقم :۱۰۳۵۴ </w:t>
      </w:r>
    </w:p>
    <w:p w:rsidR="00BD1C0F" w:rsidRDefault="00BD1C0F" w:rsidP="00984EC1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ہی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۷:۶۳،۶۴، ۱۱۴ </w:t>
      </w:r>
    </w:p>
    <w:p w:rsidR="00BD1C0F" w:rsidRDefault="00BD1C0F" w:rsidP="00984EC1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سعدالطبقات الکبر</w:t>
      </w:r>
      <w:r>
        <w:rPr>
          <w:rFonts w:hint="cs"/>
          <w:rtl/>
        </w:rPr>
        <w:t>ی</w:t>
      </w:r>
      <w:r>
        <w:rPr>
          <w:rtl/>
        </w:rPr>
        <w:t xml:space="preserve"> ۸:۴۶۳ </w:t>
      </w:r>
    </w:p>
    <w:p w:rsidR="00BD1C0F" w:rsidRDefault="00BD1C0F" w:rsidP="00984EC1">
      <w:pPr>
        <w:pStyle w:val="libFootnote"/>
      </w:pPr>
      <w:r>
        <w:rPr>
          <w:rtl/>
        </w:rPr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یۃ</w:t>
      </w:r>
      <w:r>
        <w:rPr>
          <w:rtl/>
        </w:rPr>
        <w:t xml:space="preserve"> الطا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۱۱۵،۱۱۶ </w:t>
      </w:r>
    </w:p>
    <w:p w:rsidR="00BD1C0F" w:rsidRDefault="00BD1C0F" w:rsidP="00984EC1">
      <w:pPr>
        <w:pStyle w:val="libFootnote"/>
      </w:pPr>
      <w:r>
        <w:rPr>
          <w:rtl/>
        </w:rPr>
        <w:lastRenderedPageBreak/>
        <w:t>۱۵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الاوصف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۷:۳۱۴ </w:t>
      </w:r>
    </w:p>
    <w:p w:rsidR="00BD1C0F" w:rsidRDefault="00BD1C0F" w:rsidP="00984EC1">
      <w:pPr>
        <w:pStyle w:val="libFootnote"/>
      </w:pPr>
      <w:r>
        <w:rPr>
          <w:rtl/>
        </w:rPr>
        <w:t>۱۶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۶:۱۸۲ </w:t>
      </w:r>
    </w:p>
    <w:p w:rsidR="00BD1C0F" w:rsidRDefault="00BD1C0F" w:rsidP="00984EC1">
      <w:pPr>
        <w:pStyle w:val="libFootnote"/>
      </w:pPr>
      <w:r>
        <w:rPr>
          <w:rtl/>
        </w:rPr>
        <w:t>۱۷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سخاو</w:t>
      </w:r>
      <w:r>
        <w:rPr>
          <w:rFonts w:hint="cs"/>
          <w:rtl/>
        </w:rPr>
        <w:t>ی</w:t>
      </w:r>
      <w:r>
        <w:rPr>
          <w:rtl/>
        </w:rPr>
        <w:t xml:space="preserve"> استجلاب ارتقاء الغرف بحب اقرباء الرسول وذو</w:t>
      </w:r>
      <w:r>
        <w:rPr>
          <w:rFonts w:hint="cs"/>
          <w:rtl/>
        </w:rPr>
        <w:t>ی</w:t>
      </w:r>
      <w:r>
        <w:rPr>
          <w:rtl/>
        </w:rPr>
        <w:t xml:space="preserve"> الشرف ۱۲۶،۱۲۷،۱۲۹ </w:t>
      </w:r>
    </w:p>
    <w:p w:rsidR="00BD1C0F" w:rsidRDefault="00BD1C0F" w:rsidP="00984EC1">
      <w:pPr>
        <w:pStyle w:val="libFootnote"/>
      </w:pPr>
      <w:r>
        <w:rPr>
          <w:rtl/>
        </w:rPr>
        <w:t>۱۹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المعجم الاوسط۴:۲۵۷، رقم ۴۱۳۲ </w:t>
      </w:r>
    </w:p>
    <w:p w:rsidR="00984EC1" w:rsidRDefault="00984EC1" w:rsidP="00BD1C0F">
      <w:pPr>
        <w:pStyle w:val="libNormal"/>
        <w:rPr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رنسب وتعلق منقطع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 سوائ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نسب اورتعلق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984EC1" w:rsidRDefault="00BD1C0F" w:rsidP="00984EC1">
      <w:pPr>
        <w:pStyle w:val="libFootnote"/>
        <w:rPr>
          <w:rtl/>
        </w:rPr>
      </w:pPr>
      <w:r>
        <w:rPr>
          <w:rtl/>
        </w:rPr>
        <w:t>۷۶</w:t>
      </w:r>
      <w:r>
        <w:rPr>
          <w:rFonts w:hint="cs"/>
          <w:rtl/>
        </w:rPr>
        <w:t>۔</w:t>
      </w:r>
      <w:r w:rsidR="00984EC1" w:rsidRPr="00984EC1">
        <w:rPr>
          <w:rFonts w:hint="eastAsia"/>
          <w:rtl/>
        </w:rPr>
        <w:t xml:space="preserve"> </w:t>
      </w:r>
      <w:r w:rsidR="00984EC1">
        <w:rPr>
          <w:rFonts w:hint="eastAsia"/>
          <w:rtl/>
        </w:rPr>
        <w:t>حوالاجات</w:t>
      </w:r>
    </w:p>
    <w:p w:rsidR="00BD1C0F" w:rsidRDefault="00984EC1" w:rsidP="00984EC1">
      <w:pPr>
        <w:pStyle w:val="libFootnote"/>
      </w:pPr>
      <w:r w:rsidRPr="00355782">
        <w:rPr>
          <w:rFonts w:hint="cs"/>
          <w:rtl/>
        </w:rPr>
        <w:t xml:space="preserve"> 1-</w:t>
      </w:r>
      <w:r w:rsidR="00BD1C0F" w:rsidRPr="00355782">
        <w:rPr>
          <w:rFonts w:hint="cs"/>
          <w:rtl/>
        </w:rPr>
        <w:t>طبران</w:t>
      </w:r>
      <w:r w:rsidR="00BD1C0F">
        <w:rPr>
          <w:rFonts w:hint="cs"/>
          <w:rtl/>
        </w:rPr>
        <w:t>ی</w:t>
      </w:r>
      <w:r w:rsidR="00BD1C0F">
        <w:rPr>
          <w:rtl/>
        </w:rPr>
        <w:t xml:space="preserve"> ،المعجم الاوسط ۴:۲۵۷، رقم ۴۱۳۲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(۱۱:۲۴۳، رقم:۱۱۶۲۱)م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مف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(۲۰:۲۷، رقم:۳۳)م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خلال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السن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۲:۴۳۳،۶۵۵)م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مسور بن مخرم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اسناد کوحسن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بغداد(۱۰:۲۷۱)م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مجمع الزوائد ۱۰:۱۷ </w:t>
      </w:r>
    </w:p>
    <w:p w:rsidR="00BD1C0F" w:rsidRDefault="00BD1C0F" w:rsidP="00984EC1">
      <w:pPr>
        <w:pStyle w:val="libFootnote"/>
      </w:pPr>
      <w:r>
        <w:rPr>
          <w:rtl/>
        </w:rPr>
        <w:t>۷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۳:۱۴۳، رقم ۱۴۷۷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اورنسب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سوا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رشت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نسب منقطع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lastRenderedPageBreak/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۱۱:۲۴۳رقم ۱۱۶۲۱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۹:۱۷۳)م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۱۰:۲۷۱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سخاو</w:t>
      </w:r>
      <w:r>
        <w:rPr>
          <w:rFonts w:hint="cs"/>
          <w:rtl/>
        </w:rPr>
        <w:t>ی</w:t>
      </w:r>
      <w:r>
        <w:rPr>
          <w:rtl/>
        </w:rPr>
        <w:t xml:space="preserve"> استجلاب ارتقاء الغرف بحب اقرباء الرسول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وذو</w:t>
      </w:r>
      <w:r>
        <w:rPr>
          <w:rFonts w:hint="cs"/>
          <w:rtl/>
        </w:rPr>
        <w:t>ی</w:t>
      </w:r>
      <w:r>
        <w:rPr>
          <w:rtl/>
        </w:rPr>
        <w:t xml:space="preserve"> الشرف۱۳۳ </w:t>
      </w:r>
    </w:p>
    <w:p w:rsidR="00BD1C0F" w:rsidRDefault="00BD1C0F" w:rsidP="00984EC1">
      <w:pPr>
        <w:pStyle w:val="libFootnote"/>
      </w:pPr>
    </w:p>
    <w:p w:rsidR="00BD1C0F" w:rsidRDefault="00BD1C0F" w:rsidP="005F0B0F">
      <w:pPr>
        <w:pStyle w:val="Heading2Center"/>
      </w:pPr>
      <w:bookmarkStart w:id="28" w:name="_Toc500161447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۳۰</w:t>
      </w:r>
      <w:bookmarkEnd w:id="28"/>
    </w:p>
    <w:p w:rsidR="00BD1C0F" w:rsidRDefault="00BD1C0F" w:rsidP="00984EC1">
      <w:pPr>
        <w:pStyle w:val="libNormal"/>
      </w:pPr>
      <w:r>
        <w:rPr>
          <w:rFonts w:hint="eastAsia"/>
          <w:rtl/>
        </w:rPr>
        <w:t>وصال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بعد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984EC1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مرض وصال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اندازم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بلاکر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تو 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:حضور نب</w:t>
      </w:r>
      <w:r>
        <w:rPr>
          <w:rFonts w:hint="cs"/>
          <w:rtl/>
        </w:rPr>
        <w:t>ی</w:t>
      </w:r>
      <w:r>
        <w:rPr>
          <w:rtl/>
        </w:rPr>
        <w:t xml:space="preserve"> اکرم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جو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آ 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جا ملوں گ</w:t>
      </w:r>
      <w:r>
        <w:rPr>
          <w:rFonts w:hint="cs"/>
          <w:rtl/>
        </w:rPr>
        <w:t>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۳:۱۳۲۷،۱۳۶۱،رقم:۴۱۷۰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۴:۱۶۱۲،رقم ۱۴۷۰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مسلم ،الصح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۴:۱۹۰۴، رقم ۲۴۵۰ </w:t>
      </w:r>
    </w:p>
    <w:p w:rsidR="00BD1C0F" w:rsidRDefault="00BD1C0F" w:rsidP="00984EC1">
      <w:pPr>
        <w:pStyle w:val="libFootnote"/>
      </w:pPr>
      <w:r>
        <w:rPr>
          <w:rtl/>
        </w:rPr>
        <w:lastRenderedPageBreak/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tl/>
        </w:rPr>
        <w:t xml:space="preserve"> ۵:۹۵، رقم ۸۳۶۶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۔۔</w:t>
      </w:r>
      <w:r w:rsidRPr="00355782">
        <w:rPr>
          <w:rFonts w:hint="cs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</w:t>
      </w:r>
      <w:r>
        <w:rPr>
          <w:rtl/>
        </w:rPr>
        <w:t xml:space="preserve">۷۷رقم :۲۶۲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المسند (</w:t>
      </w:r>
      <w:r>
        <w:rPr>
          <w:rtl/>
        </w:rPr>
        <w:t>۶:۲۸۳)م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جعفر بن عمرو بن ام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۸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۲:۷۵۴، رقم ۱۳۲۲ </w:t>
      </w:r>
    </w:p>
    <w:p w:rsidR="00BD1C0F" w:rsidRDefault="00BD1C0F" w:rsidP="00984EC1">
      <w:pPr>
        <w:pStyle w:val="libFootnote"/>
      </w:pPr>
      <w:r>
        <w:rPr>
          <w:rtl/>
        </w:rPr>
        <w:t>۹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حبان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۱۵:۴۰۴،رقم ۶۹۵۴ </w:t>
      </w:r>
    </w:p>
    <w:p w:rsidR="00BD1C0F" w:rsidRDefault="00BD1C0F" w:rsidP="00984EC1">
      <w:pPr>
        <w:pStyle w:val="libFootnote"/>
      </w:pPr>
      <w:r>
        <w:rPr>
          <w:rtl/>
        </w:rPr>
        <w:t>۱۰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المصنف ۶:۳۸۸، رقم ۳۲۷۰ </w:t>
      </w:r>
    </w:p>
    <w:p w:rsidR="00BD1C0F" w:rsidRDefault="00BD1C0F" w:rsidP="00984EC1">
      <w:pPr>
        <w:pStyle w:val="libFootnote"/>
      </w:pPr>
      <w:r>
        <w:rPr>
          <w:rtl/>
        </w:rPr>
        <w:t>۱۱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المسند ۱۲:۱۲۲،رقم :۶۷۵۵ </w:t>
      </w:r>
    </w:p>
    <w:p w:rsidR="00BD1C0F" w:rsidRDefault="00BD1C0F" w:rsidP="00984EC1">
      <w:pPr>
        <w:pStyle w:val="libFootnote"/>
      </w:pPr>
      <w:r>
        <w:rPr>
          <w:rtl/>
        </w:rPr>
        <w:t>۱۲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نوادر الاصول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الرسول ۳:۸۱۲ </w:t>
      </w:r>
    </w:p>
    <w:p w:rsidR="00BD1C0F" w:rsidRDefault="00BD1C0F" w:rsidP="00984EC1">
      <w:pPr>
        <w:pStyle w:val="libFootnote"/>
      </w:pPr>
      <w:r>
        <w:rPr>
          <w:rtl/>
        </w:rPr>
        <w:t>۱۳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۲۲:۴۲۱، رقم ۱۰۳۷ </w:t>
      </w:r>
    </w:p>
    <w:p w:rsidR="00BD1C0F" w:rsidRDefault="00BD1C0F" w:rsidP="00984EC1">
      <w:pPr>
        <w:pStyle w:val="libFootnote"/>
      </w:pPr>
      <w:r>
        <w:rPr>
          <w:rtl/>
        </w:rPr>
        <w:t>۱۴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سعد الطبقات الکبر</w:t>
      </w:r>
      <w:r>
        <w:rPr>
          <w:rFonts w:hint="cs"/>
          <w:rtl/>
        </w:rPr>
        <w:t>ی</w:t>
      </w:r>
      <w:r>
        <w:rPr>
          <w:rtl/>
        </w:rPr>
        <w:t xml:space="preserve"> ۲:۲۴۷ </w:t>
      </w:r>
    </w:p>
    <w:p w:rsidR="00BD1C0F" w:rsidRDefault="00BD1C0F" w:rsidP="00984EC1">
      <w:pPr>
        <w:pStyle w:val="libFootnote"/>
      </w:pPr>
      <w:r>
        <w:rPr>
          <w:rtl/>
        </w:rPr>
        <w:t>۱۵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 ۲:۱۳۱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  <w:rPr>
          <w:rtl/>
        </w:rPr>
      </w:pPr>
      <w:r>
        <w:rPr>
          <w:rtl/>
        </w:rPr>
        <w:t>"حضرت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وصال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بعد )تم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ملوگ</w:t>
      </w:r>
      <w:r>
        <w:rPr>
          <w:rFonts w:hint="cs"/>
          <w:rtl/>
        </w:rPr>
        <w:t>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984EC1" w:rsidRPr="00984EC1" w:rsidRDefault="00BD1C0F" w:rsidP="00984EC1">
      <w:pPr>
        <w:pStyle w:val="libFootnote"/>
      </w:pPr>
      <w:r w:rsidRPr="00984EC1">
        <w:rPr>
          <w:rtl/>
        </w:rPr>
        <w:t>۷۹</w:t>
      </w:r>
      <w:r w:rsidRPr="00984EC1">
        <w:rPr>
          <w:rFonts w:hint="cs"/>
          <w:rtl/>
        </w:rPr>
        <w:t>۔</w:t>
      </w:r>
      <w:r w:rsidR="00984EC1" w:rsidRPr="00984EC1">
        <w:rPr>
          <w:rFonts w:hint="eastAsia"/>
          <w:rtl/>
        </w:rPr>
        <w:t xml:space="preserve"> حوالاجات</w:t>
      </w:r>
      <w:r w:rsidR="00984EC1" w:rsidRPr="00984EC1">
        <w:rPr>
          <w:rtl/>
        </w:rPr>
        <w:t xml:space="preserve"> </w:t>
      </w:r>
    </w:p>
    <w:p w:rsidR="00BD1C0F" w:rsidRPr="00984EC1" w:rsidRDefault="00984EC1" w:rsidP="00984EC1">
      <w:pPr>
        <w:pStyle w:val="libFootnote"/>
      </w:pPr>
      <w:r w:rsidRPr="00984EC1">
        <w:rPr>
          <w:rFonts w:hint="cs"/>
          <w:rtl/>
        </w:rPr>
        <w:t>1-</w:t>
      </w:r>
      <w:r w:rsidR="00BD1C0F" w:rsidRPr="00984EC1">
        <w:rPr>
          <w:rFonts w:hint="cs"/>
          <w:rtl/>
        </w:rPr>
        <w:t>ابن ابی</w:t>
      </w:r>
      <w:r w:rsidR="00BD1C0F" w:rsidRPr="00984EC1">
        <w:rPr>
          <w:rtl/>
        </w:rPr>
        <w:t xml:space="preserve"> ش</w:t>
      </w:r>
      <w:r w:rsidR="00BD1C0F" w:rsidRPr="00984EC1">
        <w:rPr>
          <w:rFonts w:hint="cs"/>
          <w:rtl/>
        </w:rPr>
        <w:t>ی</w:t>
      </w:r>
      <w:r w:rsidR="00BD1C0F" w:rsidRPr="00984EC1">
        <w:rPr>
          <w:rFonts w:hint="eastAsia"/>
          <w:rtl/>
        </w:rPr>
        <w:t>ب</w:t>
      </w:r>
      <w:r w:rsidR="00BD1C0F" w:rsidRPr="00984EC1">
        <w:rPr>
          <w:rFonts w:hint="cs"/>
          <w:rtl/>
        </w:rPr>
        <w:t>ہ</w:t>
      </w:r>
      <w:r w:rsidR="00BD1C0F" w:rsidRPr="00984EC1">
        <w:rPr>
          <w:rtl/>
        </w:rPr>
        <w:t xml:space="preserve"> المصنف ،۷:۲۶۹، رقم :۳۵۹۸۰ </w:t>
      </w:r>
    </w:p>
    <w:p w:rsidR="00BD1C0F" w:rsidRPr="00984EC1" w:rsidRDefault="00BD1C0F" w:rsidP="00984EC1">
      <w:pPr>
        <w:pStyle w:val="libFootnote"/>
        <w:rPr>
          <w:rtl/>
        </w:rPr>
      </w:pPr>
      <w:r w:rsidRPr="00984EC1">
        <w:rPr>
          <w:rtl/>
        </w:rPr>
        <w:t>۲</w:t>
      </w:r>
      <w:r w:rsidRPr="00984EC1">
        <w:rPr>
          <w:rFonts w:hint="cs"/>
          <w:rtl/>
        </w:rPr>
        <w:t>۔ شی</w:t>
      </w:r>
      <w:r w:rsidRPr="00984EC1">
        <w:rPr>
          <w:rFonts w:hint="eastAsia"/>
          <w:rtl/>
        </w:rPr>
        <w:t>بائ</w:t>
      </w:r>
      <w:r w:rsidRPr="00984EC1">
        <w:rPr>
          <w:rFonts w:hint="cs"/>
          <w:rtl/>
        </w:rPr>
        <w:t>ی</w:t>
      </w:r>
      <w:r w:rsidRPr="00984EC1">
        <w:rPr>
          <w:rtl/>
        </w:rPr>
        <w:t xml:space="preserve"> الآحادو المثال</w:t>
      </w:r>
      <w:r w:rsidRPr="00984EC1">
        <w:rPr>
          <w:rFonts w:hint="cs"/>
          <w:rtl/>
        </w:rPr>
        <w:t>ی</w:t>
      </w:r>
      <w:r w:rsidRPr="00984EC1">
        <w:rPr>
          <w:rtl/>
        </w:rPr>
        <w:t xml:space="preserve"> ۵:۳۵۷،۳۵۸، رقم ۲۹۴۲</w:t>
      </w:r>
      <w:r w:rsidRPr="00984EC1">
        <w:rPr>
          <w:rFonts w:hint="cs"/>
          <w:rtl/>
        </w:rPr>
        <w:t>۔</w:t>
      </w:r>
      <w:r w:rsidRPr="00984EC1">
        <w:rPr>
          <w:rtl/>
        </w:rPr>
        <w:t xml:space="preserve">۲۹۴۵ </w:t>
      </w:r>
    </w:p>
    <w:p w:rsidR="00984EC1" w:rsidRDefault="00984EC1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Fonts w:hint="eastAsia"/>
          <w:rtl/>
        </w:rPr>
        <w:t>عن</w:t>
      </w:r>
      <w:r>
        <w:rPr>
          <w:rtl/>
        </w:rPr>
        <w:t xml:space="preserve"> ابن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قال :قال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لفاطم</w:t>
      </w:r>
      <w:r>
        <w:rPr>
          <w:rFonts w:hint="cs"/>
          <w:rtl/>
        </w:rPr>
        <w:t>ۃ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انت </w:t>
      </w:r>
      <w:r>
        <w:rPr>
          <w:rtl/>
        </w:rPr>
        <w:t>اول ا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لعوقا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lastRenderedPageBreak/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۲:۷۶۴،رقم ۱۳۴۵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احمد بن حنبل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العلل و معرف</w:t>
      </w:r>
      <w:r>
        <w:rPr>
          <w:rFonts w:hint="cs"/>
          <w:rtl/>
        </w:rPr>
        <w:t>ۃ</w:t>
      </w:r>
      <w:r>
        <w:rPr>
          <w:rtl/>
        </w:rPr>
        <w:t xml:space="preserve"> الرجال (۲:۴۰۸، رقم :۲۸۲۸)م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جعفر بن عمر بن ام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۲:۴۰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ما </w:t>
      </w:r>
      <w:r>
        <w:rPr>
          <w:rtl/>
        </w:rPr>
        <w:t>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جب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اورفتح آپ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 xml:space="preserve">نازل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توحضورنب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فاطم</w:t>
      </w:r>
      <w:r>
        <w:rPr>
          <w:rFonts w:hint="cs"/>
          <w:rtl/>
        </w:rPr>
        <w:t>ۃ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آگئ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:مت رو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آمل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Fonts w:hint="eastAsia"/>
          <w:rtl/>
        </w:rPr>
        <w:t>ں،اس</w:t>
      </w:r>
      <w:r>
        <w:rPr>
          <w:rtl/>
        </w:rPr>
        <w:t xml:space="preserve"> بات کو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،ان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ماجرا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روت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؟و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بت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کا وقت آپ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پ</w:t>
      </w:r>
      <w:r>
        <w:rPr>
          <w:rFonts w:hint="cs"/>
          <w:rtl/>
        </w:rPr>
        <w:t>ڑی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:مت رو رتوم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ملن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نس پ</w:t>
      </w:r>
      <w:r>
        <w:rPr>
          <w:rFonts w:hint="cs"/>
          <w:rtl/>
        </w:rPr>
        <w:t>ڑی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دارم</w:t>
      </w:r>
      <w:r>
        <w:rPr>
          <w:rFonts w:hint="cs"/>
          <w:rtl/>
        </w:rPr>
        <w:t>ی</w:t>
      </w:r>
      <w:r>
        <w:rPr>
          <w:rtl/>
        </w:rPr>
        <w:t xml:space="preserve"> السنن ،۱:۵۱، رقم ۷۹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رالقرآن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۴:۵۶۱ </w:t>
      </w:r>
    </w:p>
    <w:p w:rsidR="000A0CED" w:rsidRDefault="000A0CED" w:rsidP="00D14C41">
      <w:pPr>
        <w:pStyle w:val="libNormal"/>
        <w:rPr>
          <w:rtl/>
        </w:rPr>
      </w:pPr>
      <w:r>
        <w:rPr>
          <w:rtl/>
        </w:rPr>
        <w:br w:type="page"/>
      </w:r>
    </w:p>
    <w:p w:rsidR="00BD1C0F" w:rsidRDefault="00BD1C0F" w:rsidP="005F0B0F">
      <w:pPr>
        <w:pStyle w:val="Heading2Center"/>
      </w:pPr>
      <w:bookmarkStart w:id="29" w:name="_Toc500161448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</w:t>
      </w:r>
      <w:r>
        <w:rPr>
          <w:rtl/>
          <w:lang w:bidi="fa-IR"/>
        </w:rPr>
        <w:t>۳۱</w:t>
      </w:r>
      <w:bookmarkEnd w:id="29"/>
    </w:p>
    <w:p w:rsidR="00BD1C0F" w:rsidRDefault="00BD1C0F" w:rsidP="00984EC1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کا 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وصال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باخبر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ام سلم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355782">
        <w:rPr>
          <w:rFonts w:hint="cs"/>
          <w:rtl/>
        </w:rPr>
        <w:t>مرض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اس پور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عرص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دوران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صبح ان ک</w:t>
      </w:r>
      <w:r>
        <w:rPr>
          <w:rFonts w:hint="cs"/>
          <w:rtl/>
        </w:rPr>
        <w:t>ی</w:t>
      </w:r>
      <w:r>
        <w:rPr>
          <w:rtl/>
        </w:rPr>
        <w:t xml:space="preserve"> حالت قدر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تر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کس</w:t>
      </w:r>
      <w:r>
        <w:rPr>
          <w:rFonts w:hint="cs"/>
          <w:rtl/>
        </w:rPr>
        <w:t>ی</w:t>
      </w:r>
      <w:r>
        <w:rPr>
          <w:rtl/>
        </w:rPr>
        <w:t xml:space="preserve"> کام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گئ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:اماں 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غسل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اماں ج</w:t>
      </w:r>
      <w:r>
        <w:rPr>
          <w:rFonts w:hint="cs"/>
          <w:rtl/>
        </w:rPr>
        <w:t>ی</w:t>
      </w:r>
      <w:r>
        <w:rPr>
          <w:rtl/>
        </w:rPr>
        <w:t>!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آپ قبل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رخ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کرل</w:t>
      </w:r>
      <w:r>
        <w:rPr>
          <w:rFonts w:hint="cs"/>
          <w:rtl/>
        </w:rPr>
        <w:t>یٹ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مبارک رخسار مبارک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:اماں ج</w:t>
      </w:r>
      <w:r>
        <w:rPr>
          <w:rFonts w:hint="cs"/>
          <w:rtl/>
        </w:rPr>
        <w:t>ی</w:t>
      </w:r>
      <w:r>
        <w:rPr>
          <w:rtl/>
        </w:rPr>
        <w:t>! اماں 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ذا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پس اس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آپ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ام سلم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حضرت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وصال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0" w:name="_Toc500161449"/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tl/>
          <w:lang w:bidi="fa-IR"/>
        </w:rPr>
        <w:t>۳۲</w:t>
      </w:r>
      <w:r>
        <w:rPr>
          <w:rFonts w:hint="cs"/>
          <w:rtl/>
        </w:rPr>
        <w:t>۔</w:t>
      </w:r>
      <w:bookmarkEnd w:id="30"/>
    </w:p>
    <w:p w:rsidR="00BD1C0F" w:rsidRDefault="00BD1C0F" w:rsidP="00984EC1">
      <w:pPr>
        <w:pStyle w:val="libNormal"/>
      </w:pPr>
      <w:r>
        <w:rPr>
          <w:rtl/>
        </w:rPr>
        <w:t>"روز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پر سب ا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 محشر نگائ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کو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سنا:ق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پرد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آواز 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 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ل محشر!اپن</w:t>
      </w:r>
      <w:r>
        <w:rPr>
          <w:rFonts w:hint="cs"/>
          <w:rtl/>
        </w:rPr>
        <w:t>ی</w:t>
      </w:r>
      <w:r>
        <w:rPr>
          <w:rtl/>
        </w:rPr>
        <w:t xml:space="preserve"> نگائ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کالو تاک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گزر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۳:۱۶۶، رقم :۴۷۲۸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:۹۴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۷:۲۲۰ </w:t>
      </w:r>
    </w:p>
    <w:p w:rsidR="00BD1C0F" w:rsidRDefault="00BD1C0F" w:rsidP="00984EC1">
      <w:pPr>
        <w:pStyle w:val="libFootnote"/>
      </w:pPr>
      <w:r>
        <w:rPr>
          <w:rtl/>
        </w:rPr>
        <w:lastRenderedPageBreak/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عجلون</w:t>
      </w:r>
      <w:r>
        <w:rPr>
          <w:rFonts w:hint="cs"/>
          <w:rtl/>
        </w:rPr>
        <w:t>ی</w:t>
      </w:r>
      <w:r>
        <w:rPr>
          <w:rtl/>
        </w:rPr>
        <w:t xml:space="preserve"> کشف الخفاء ومز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 ۱:۱۰۱، رقم ۲۶۳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 توک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 محشر !اپن</w:t>
      </w:r>
      <w:r>
        <w:rPr>
          <w:rFonts w:hint="cs"/>
          <w:rtl/>
        </w:rPr>
        <w:t>ی</w:t>
      </w:r>
      <w:r>
        <w:rPr>
          <w:rtl/>
        </w:rPr>
        <w:t xml:space="preserve"> نگائ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کا لوتاک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</w:t>
      </w:r>
      <w:r>
        <w:rPr>
          <w:rtl/>
        </w:rPr>
        <w:t>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الز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راء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پس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دوسبز چادروں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eastAsia"/>
          <w:rtl/>
        </w:rPr>
        <w:t>پ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"ابو مسلم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قلاب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اور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ا:(س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ا</w:t>
      </w:r>
      <w:r>
        <w:rPr>
          <w:rtl/>
        </w:rPr>
        <w:t>)دوسرخ چادروں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۳:۱۷۵،رقم :۴۷۵۷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۲:۷۶۳، رقم ۱۳۴۴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۱:۱۰۸، رقم ۱۸۰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۲۲:۴۰۰، رقم ۹۹۹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الاوسط۳:۳۵، رقم ۲۳۷۶ </w:t>
      </w:r>
    </w:p>
    <w:p w:rsidR="00BD1C0F" w:rsidRDefault="00BD1C0F" w:rsidP="00984EC1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مجمع الزوائد۹:۲۱۲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  <w:lang w:bidi="fa-IR"/>
        </w:rPr>
        <w:t>۸۵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عن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 قالت :قال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: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مناد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ۃ</w:t>
      </w:r>
      <w:r>
        <w:rPr>
          <w:rtl/>
        </w:rPr>
        <w:t>:غضو اابصارکم حت</w:t>
      </w:r>
      <w:r>
        <w:rPr>
          <w:rFonts w:hint="cs"/>
          <w:rtl/>
        </w:rPr>
        <w:t>ی</w:t>
      </w:r>
      <w:r>
        <w:rPr>
          <w:rtl/>
        </w:rPr>
        <w:t xml:space="preserve"> تمر فاطم</w:t>
      </w:r>
      <w:r>
        <w:rPr>
          <w:rFonts w:hint="cs"/>
          <w:rtl/>
        </w:rPr>
        <w:t>ۃ</w:t>
      </w:r>
      <w:r>
        <w:rPr>
          <w:rtl/>
        </w:rPr>
        <w:t xml:space="preserve"> بنت محمد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tl/>
        </w:rPr>
        <w:t>"حضرت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ند اد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 :اپن</w:t>
      </w:r>
      <w:r>
        <w:rPr>
          <w:rFonts w:hint="cs"/>
          <w:rtl/>
        </w:rPr>
        <w:t>ی</w:t>
      </w:r>
      <w:r>
        <w:rPr>
          <w:rtl/>
        </w:rPr>
        <w:t xml:space="preserve"> نگائ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کا لو تاک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بغداد۸:۱۴۲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۹۴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 xml:space="preserve">"حضرت ابو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مرفوعا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عرش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آواز 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گا:محشر والو!اپن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سروں کو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کا لو اوراپن</w:t>
      </w:r>
      <w:r>
        <w:rPr>
          <w:rFonts w:hint="cs"/>
          <w:rtl/>
        </w:rPr>
        <w:t>ی</w:t>
      </w:r>
      <w:r>
        <w:rPr>
          <w:rtl/>
        </w:rPr>
        <w:t xml:space="preserve"> نگائ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کرلو تاک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جنت ک</w:t>
      </w:r>
      <w:r>
        <w:rPr>
          <w:rFonts w:hint="cs"/>
          <w:rtl/>
        </w:rPr>
        <w:t>ی</w:t>
      </w:r>
      <w:r>
        <w:rPr>
          <w:rtl/>
        </w:rPr>
        <w:t xml:space="preserve"> طرف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عجلون</w:t>
      </w:r>
      <w:r>
        <w:rPr>
          <w:rFonts w:hint="cs"/>
          <w:rtl/>
        </w:rPr>
        <w:t>ی</w:t>
      </w:r>
      <w:r>
        <w:rPr>
          <w:rtl/>
        </w:rPr>
        <w:t xml:space="preserve"> کشف الخفاء 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 ۱:۱۰۱، رقم ۲۶۳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کنزالعمال ۱۲:۱۰۶رقم ۳۴۲۱۱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کنزالعمال (</w:t>
      </w:r>
      <w:r>
        <w:rPr>
          <w:rtl/>
        </w:rPr>
        <w:t>۱۲:۱۰۶، رقم ۳۴۲۱۰)م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ابوبکر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(۸:۱۴۱)م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الصواعق المحرق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۲:۵۵۷)م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ابو بکر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1" w:name="_Toc500161450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۳۳</w:t>
      </w:r>
      <w:bookmarkEnd w:id="31"/>
    </w:p>
    <w:p w:rsidR="00BD1C0F" w:rsidRDefault="00BD1C0F" w:rsidP="00984EC1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کا ستر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زار حوروں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رم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 صراط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گزرن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کا منظر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:روز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عرش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آواز 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محشر والو!اپن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سروں کو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کا لواوراپن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کرلو تاک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پل صراط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پس آپ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ورآپ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حورع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ستر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زار خادمائ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(ص:۹۴)م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حافظ ابو دسع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نقاش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فوائد العراق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،کنزالعمال ۱۲:۱۰۵،۱۰۶، رقم ۳۴۲۰۹،۳۴۲۱۰ </w:t>
      </w:r>
    </w:p>
    <w:p w:rsidR="00BD1C0F" w:rsidRDefault="00BD1C0F" w:rsidP="00984EC1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جوز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تذکرة الخواص (ص:</w:t>
      </w:r>
      <w:r>
        <w:rPr>
          <w:rtl/>
        </w:rPr>
        <w:t>۲۷۹)م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ذرامختلف الفاظ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>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الصواعقالمحرق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(</w:t>
      </w:r>
      <w:r>
        <w:rPr>
          <w:rtl/>
        </w:rPr>
        <w:t>۲:۵۵۷)م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ابو بکرن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۱:۴۲۰،۴۲۹ </w:t>
      </w:r>
    </w:p>
    <w:p w:rsidR="00BD1C0F" w:rsidRDefault="00BD1C0F" w:rsidP="00BD1C0F">
      <w:pPr>
        <w:pStyle w:val="libNormal"/>
      </w:pP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اس طرح ا</w:t>
      </w:r>
      <w:r>
        <w:rPr>
          <w:rFonts w:hint="cs"/>
          <w:rtl/>
        </w:rPr>
        <w:t>ٹھے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پر عزت کا جو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 جس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مخلوق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دنگ 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جنت کا لباس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 جس کا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رحل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زار حلوں پر مشتمل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سبز خط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 :محمد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کو احسن صورت اکمل </w:t>
      </w:r>
      <w:r>
        <w:rPr>
          <w:rFonts w:hint="cs"/>
          <w:rtl/>
        </w:rPr>
        <w:t>ہی</w:t>
      </w:r>
      <w:r>
        <w:rPr>
          <w:rFonts w:hint="eastAsia"/>
          <w:rtl/>
        </w:rPr>
        <w:t>بت</w:t>
      </w:r>
      <w:r>
        <w:rPr>
          <w:rtl/>
        </w:rPr>
        <w:t xml:space="preserve"> تمام تر کرامت اوروافر تر عزت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جاو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پس آپکو دل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طرح سجا کر ستر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زارحوروں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رم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طرف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۹۵ </w:t>
      </w:r>
    </w:p>
    <w:p w:rsidR="00BD1C0F" w:rsidRDefault="00BD1C0F" w:rsidP="00984EC1">
      <w:pPr>
        <w:pStyle w:val="libFootnote"/>
      </w:pPr>
    </w:p>
    <w:p w:rsidR="00BD1C0F" w:rsidRDefault="00BD1C0F" w:rsidP="005F0B0F">
      <w:pPr>
        <w:pStyle w:val="Heading2Center"/>
      </w:pPr>
      <w:bookmarkStart w:id="32" w:name="_Toc500161451"/>
      <w:r>
        <w:rPr>
          <w:rFonts w:hint="eastAsia"/>
          <w:rtl/>
        </w:rPr>
        <w:t>فصل</w:t>
      </w:r>
      <w:r>
        <w:rPr>
          <w:rtl/>
        </w:rPr>
        <w:t>:</w:t>
      </w:r>
      <w:r>
        <w:rPr>
          <w:rtl/>
          <w:lang w:bidi="fa-IR"/>
        </w:rPr>
        <w:t>۳۴</w:t>
      </w:r>
      <w:bookmarkEnd w:id="32"/>
    </w:p>
    <w:p w:rsidR="00BD1C0F" w:rsidRDefault="00BD1C0F" w:rsidP="00984EC1">
      <w:pPr>
        <w:pStyle w:val="libNormal"/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براق پر اورفاطم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عضباء پرب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گا</w:t>
      </w:r>
      <w:r>
        <w:rPr>
          <w:rtl/>
        </w:rPr>
        <w:t xml:space="preserve">" </w:t>
      </w: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984EC1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984EC1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عساکر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۱۰:۳۵۳ </w:t>
      </w:r>
    </w:p>
    <w:p w:rsidR="00984EC1" w:rsidRDefault="00984EC1" w:rsidP="00BD1C0F">
      <w:pPr>
        <w:pStyle w:val="libNormal"/>
        <w:rPr>
          <w:rtl/>
          <w:lang w:bidi="fa-IR"/>
        </w:rPr>
      </w:pPr>
    </w:p>
    <w:p w:rsidR="00984EC1" w:rsidRDefault="00984EC1" w:rsidP="00984EC1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المستدرک (</w:t>
      </w:r>
      <w:r>
        <w:rPr>
          <w:rtl/>
        </w:rPr>
        <w:t>۳:۱۶۶رقم :۴۷۲۷)م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مسلم ک</w:t>
      </w:r>
      <w:r>
        <w:rPr>
          <w:rFonts w:hint="cs"/>
          <w:rtl/>
        </w:rPr>
        <w:t>ی</w:t>
      </w:r>
      <w:r>
        <w:rPr>
          <w:rtl/>
        </w:rPr>
        <w:t xml:space="preserve"> شرائط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حضرت معاذ بن جبل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عضباء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 سوا 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کرگزر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؟آپ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براق پر سوار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جو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طورپر صرف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عطا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عضباء پر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عساکر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۱۰:۳۵۲</w:t>
      </w:r>
      <w:r>
        <w:rPr>
          <w:rFonts w:hint="cs"/>
          <w:rtl/>
        </w:rPr>
        <w:t>۔</w:t>
      </w:r>
      <w:r>
        <w:rPr>
          <w:rtl/>
        </w:rPr>
        <w:t xml:space="preserve">۳۵۳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کنزاالعمال (</w:t>
      </w:r>
      <w:r>
        <w:rPr>
          <w:rtl/>
        </w:rPr>
        <w:t>۱۱:۴۹۹رقم ۳۲۳۴۰)م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اورابن عساکر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C15D60" w:rsidRDefault="00C15D60" w:rsidP="000A0CED">
      <w:pPr>
        <w:pStyle w:val="libNormal"/>
        <w:rPr>
          <w:rtl/>
        </w:rPr>
      </w:pPr>
      <w:r>
        <w:rPr>
          <w:rtl/>
        </w:rPr>
        <w:br w:type="page"/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3" w:name="_Toc500161452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۳۵</w:t>
      </w:r>
      <w:bookmarkEnd w:id="33"/>
    </w:p>
    <w:p w:rsidR="00BD1C0F" w:rsidRDefault="00BD1C0F" w:rsidP="00BD1C0F">
      <w:pPr>
        <w:pStyle w:val="libNormal"/>
      </w:pPr>
    </w:p>
    <w:p w:rsidR="00BD1C0F" w:rsidRDefault="00BD1C0F" w:rsidP="00C15D60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ترازو کا دست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 ترازو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عل</w:t>
      </w:r>
      <w:r>
        <w:rPr>
          <w:rFonts w:hint="cs"/>
          <w:rtl/>
        </w:rPr>
        <w:t>ی</w:t>
      </w:r>
      <w:r>
        <w:rPr>
          <w:rtl/>
        </w:rPr>
        <w:t xml:space="preserve"> اس کا پل</w:t>
      </w:r>
      <w:r>
        <w:rPr>
          <w:rFonts w:hint="cs"/>
          <w:rtl/>
        </w:rPr>
        <w:t>ڑ</w:t>
      </w:r>
      <w:r w:rsidRPr="00355782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کا دست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ائم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 ترازوک</w:t>
      </w:r>
      <w:r>
        <w:rPr>
          <w:rFonts w:hint="cs"/>
          <w:rtl/>
        </w:rPr>
        <w:t>ی</w:t>
      </w:r>
      <w:r>
        <w:rPr>
          <w:rtl/>
        </w:rPr>
        <w:t xml:space="preserve"> عمود</w:t>
      </w:r>
      <w:r>
        <w:rPr>
          <w:rFonts w:hint="cs"/>
          <w:rtl/>
        </w:rPr>
        <w:t>ی</w:t>
      </w:r>
      <w:r>
        <w:rPr>
          <w:rtl/>
        </w:rPr>
        <w:t xml:space="preserve"> سلاخ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والوں اوربغض رک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اعمال تول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،الفردوس ، بماثور الخطاب ۱:۴۴، رقم ۱۰۷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عجلون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کشف الخفاء ومز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 (۱:۲۳۶)م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حضرت عبدالل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ما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مرفوع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Pr="00355782" w:rsidRDefault="00BD1C0F" w:rsidP="00355782">
      <w:pPr>
        <w:pStyle w:val="libNormal"/>
        <w:rPr>
          <w:rtl/>
        </w:rPr>
      </w:pPr>
    </w:p>
    <w:p w:rsidR="00C15D60" w:rsidRDefault="00C15D60" w:rsidP="00BD1C0F">
      <w:pPr>
        <w:pStyle w:val="libNormal"/>
      </w:pPr>
    </w:p>
    <w:p w:rsidR="00BD1C0F" w:rsidRDefault="00BD1C0F" w:rsidP="005F0B0F">
      <w:pPr>
        <w:pStyle w:val="Heading2Center"/>
      </w:pPr>
      <w:bookmarkStart w:id="34" w:name="_Toc500161453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۳۶</w:t>
      </w:r>
      <w:bookmarkEnd w:id="34"/>
    </w:p>
    <w:p w:rsidR="00BD1C0F" w:rsidRDefault="00BD1C0F" w:rsidP="00C15D60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اوران کاگ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ران</w:t>
      </w:r>
      <w:r>
        <w:rPr>
          <w:rFonts w:hint="cs"/>
          <w:rtl/>
        </w:rPr>
        <w:t>ہ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5578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محبت کرن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>؟آپ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lastRenderedPageBreak/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۳:۱۶۴، رقم ۴۷۲۳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عساکر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۱۴:۱۷۳ </w:t>
      </w:r>
    </w:p>
    <w:p w:rsidR="00BD1C0F" w:rsidRDefault="00BD1C0F" w:rsidP="00C15D60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کنزالعمال ۱۲:۹۸، رقم ۳۴۱۶۶ </w:t>
      </w:r>
    </w:p>
    <w:p w:rsidR="00BD1C0F" w:rsidRDefault="00BD1C0F" w:rsidP="00C15D60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الصواعق المحرق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(</w:t>
      </w:r>
      <w:r>
        <w:rPr>
          <w:rtl/>
        </w:rPr>
        <w:t>۲:۴۴۸)م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ابن سعد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محب طبر</w:t>
      </w:r>
      <w:r>
        <w:rPr>
          <w:rFonts w:hint="cs"/>
          <w:rtl/>
        </w:rPr>
        <w:t>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۱۲۴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ابو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داخل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ذ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الاعتدال ف</w:t>
      </w:r>
      <w:r>
        <w:rPr>
          <w:rFonts w:hint="cs"/>
          <w:rtl/>
        </w:rPr>
        <w:t>ی</w:t>
      </w:r>
      <w:r>
        <w:rPr>
          <w:rtl/>
        </w:rPr>
        <w:t xml:space="preserve"> نقد الرجال (۴:۳۵۱)م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ابو صالح موذن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مناقب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(۴:۱۶)م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 xml:space="preserve">"حضرت ابو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۱:۴۵۷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کنزالعمال ۱۲:۱۱۰، رقم ۳۴۲۳۴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5" w:name="_Toc500161454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:</w:t>
      </w:r>
      <w:r>
        <w:rPr>
          <w:rtl/>
          <w:lang w:bidi="fa-IR"/>
        </w:rPr>
        <w:t>۳۷</w:t>
      </w:r>
      <w:bookmarkEnd w:id="35"/>
    </w:p>
    <w:p w:rsidR="00BD1C0F" w:rsidRDefault="00BD1C0F" w:rsidP="00C15D60">
      <w:pPr>
        <w:pStyle w:val="libNormal"/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کا مسکن عرش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گنبد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ت عرش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وگا</w:t>
      </w:r>
      <w:r>
        <w:rPr>
          <w:rtl/>
        </w:rPr>
        <w:t xml:space="preserve">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 ابن عساکر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۱۴:۶۱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</w:t>
      </w:r>
      <w:r w:rsidRPr="0035578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کنزالعمال ۱۲:۹۸،رقم ۳۴۱۶۷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عرش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۹:۱۷۴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زرقان</w:t>
      </w:r>
      <w:r>
        <w:rPr>
          <w:rFonts w:hint="cs"/>
          <w:rtl/>
        </w:rPr>
        <w:t>ی</w:t>
      </w:r>
      <w:r>
        <w:rPr>
          <w:rtl/>
        </w:rPr>
        <w:t xml:space="preserve"> شرح الموطا،۴:۴۴۳ </w:t>
      </w:r>
    </w:p>
    <w:p w:rsidR="00BD1C0F" w:rsidRDefault="00BD1C0F" w:rsidP="00C15D60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۲:۹۴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6" w:name="_Toc500161455"/>
      <w:r>
        <w:rPr>
          <w:rFonts w:hint="eastAsia"/>
          <w:rtl/>
        </w:rPr>
        <w:t>فصل</w:t>
      </w:r>
      <w:r>
        <w:rPr>
          <w:rtl/>
        </w:rPr>
        <w:t>:</w:t>
      </w:r>
      <w:r>
        <w:rPr>
          <w:rtl/>
          <w:lang w:bidi="fa-IR"/>
        </w:rPr>
        <w:t>۳۸</w:t>
      </w:r>
      <w:bookmarkEnd w:id="36"/>
    </w:p>
    <w:p w:rsidR="00BD1C0F" w:rsidRDefault="00BD1C0F" w:rsidP="00C15D60">
      <w:pPr>
        <w:pStyle w:val="libNormal"/>
      </w:pPr>
      <w:r>
        <w:rPr>
          <w:rFonts w:hint="eastAsia"/>
          <w:rtl/>
        </w:rPr>
        <w:t>پنجتن</w:t>
      </w:r>
      <w:r>
        <w:rPr>
          <w:rtl/>
        </w:rPr>
        <w:t xml:space="preserve"> پاک اوران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تمام محب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lastRenderedPageBreak/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(حسن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)اور</w:t>
      </w:r>
      <w:r>
        <w:rPr>
          <w:rFonts w:hint="cs"/>
          <w:rtl/>
        </w:rPr>
        <w:t>یہ</w:t>
      </w:r>
      <w:r>
        <w:rPr>
          <w:rtl/>
        </w:rPr>
        <w:t xml:space="preserve"> سون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والا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وقت آپ سو کر ا</w:t>
      </w:r>
      <w:r>
        <w:rPr>
          <w:rFonts w:hint="cs"/>
          <w:rtl/>
        </w:rPr>
        <w:t>ٹھے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احمد بن حنبل المسند </w:t>
      </w:r>
      <w:r>
        <w:rPr>
          <w:rtl/>
        </w:rPr>
        <w:t xml:space="preserve">۱:۱۰۱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بزارالمسند </w:t>
      </w:r>
      <w:r>
        <w:rPr>
          <w:rtl/>
        </w:rPr>
        <w:t xml:space="preserve">۳:۲۹،۳۰، رقم ۷۷۰ </w:t>
      </w:r>
    </w:p>
    <w:p w:rsidR="00BD1C0F" w:rsidRDefault="00BD1C0F" w:rsidP="00C15D60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۲:۶۹۲رقم ۱۱۸۳ </w:t>
      </w:r>
    </w:p>
    <w:p w:rsidR="00BD1C0F" w:rsidRDefault="00BD1C0F" w:rsidP="00C15D60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۹:۱۶۹،۱۷۰)م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احمد بن حنبل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بق</w:t>
      </w:r>
      <w:r>
        <w:rPr>
          <w:rFonts w:hint="cs"/>
          <w:rtl/>
        </w:rPr>
        <w:t>یہ</w:t>
      </w:r>
      <w:r>
        <w:rPr>
          <w:rtl/>
        </w:rPr>
        <w:t xml:space="preserve"> تمام رجال ثق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السن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۲:۵۹۸، رقم ۱۳۲۲ </w:t>
      </w:r>
    </w:p>
    <w:p w:rsidR="00BD1C0F" w:rsidRDefault="00BD1C0F" w:rsidP="00C15D60">
      <w:pPr>
        <w:pStyle w:val="libFootnote"/>
      </w:pPr>
      <w:r>
        <w:rPr>
          <w:rtl/>
        </w:rPr>
        <w:t>۶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راسد</w:t>
      </w:r>
      <w:r>
        <w:rPr>
          <w:rtl/>
        </w:rPr>
        <w:t xml:space="preserve"> الغاب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فر معرف</w:t>
      </w:r>
      <w:r>
        <w:rPr>
          <w:rFonts w:hint="cs"/>
          <w:rtl/>
        </w:rPr>
        <w:t>ۃ</w:t>
      </w:r>
      <w:r>
        <w:rPr>
          <w:rtl/>
        </w:rPr>
        <w:t xml:space="preserve">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۷:۲۲۰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،حسن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اک</w:t>
      </w:r>
      <w:r>
        <w:rPr>
          <w:rFonts w:hint="cs"/>
          <w:rtl/>
        </w:rPr>
        <w:t>ٹھے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دن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مارا 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اک</w:t>
      </w:r>
      <w:r>
        <w:rPr>
          <w:rFonts w:hint="cs"/>
          <w:rtl/>
        </w:rPr>
        <w:t>ٹھ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و گا </w:t>
      </w:r>
      <w:r>
        <w:rPr>
          <w:rFonts w:hint="cs"/>
          <w:rtl/>
        </w:rPr>
        <w:t>یہ</w:t>
      </w:r>
      <w:r w:rsidRPr="0035578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۹:۱۷۴)م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۳:۴۱، رقم ۲۶۲۳ </w:t>
      </w:r>
    </w:p>
    <w:p w:rsidR="00BD1C0F" w:rsidRDefault="00BD1C0F" w:rsidP="00C15D60">
      <w:pPr>
        <w:pStyle w:val="libFootnote"/>
      </w:pPr>
    </w:p>
    <w:p w:rsidR="00BD1C0F" w:rsidRDefault="00BD1C0F" w:rsidP="005F0B0F">
      <w:pPr>
        <w:pStyle w:val="Heading2Center"/>
      </w:pPr>
      <w:bookmarkStart w:id="37" w:name="_Toc500161456"/>
      <w:r>
        <w:rPr>
          <w:rFonts w:hint="eastAsia"/>
          <w:rtl/>
        </w:rPr>
        <w:lastRenderedPageBreak/>
        <w:t>فصل</w:t>
      </w:r>
      <w:r>
        <w:rPr>
          <w:rtl/>
        </w:rPr>
        <w:t>:</w:t>
      </w:r>
      <w:r>
        <w:rPr>
          <w:rtl/>
          <w:lang w:bidi="fa-IR"/>
        </w:rPr>
        <w:t>۳۹</w:t>
      </w:r>
      <w:bookmarkEnd w:id="37"/>
    </w:p>
    <w:p w:rsidR="00BD1C0F" w:rsidRDefault="00BD1C0F" w:rsidP="00C15D60">
      <w:pPr>
        <w:pStyle w:val="libNormal"/>
      </w:pPr>
      <w:r>
        <w:rPr>
          <w:rFonts w:hint="eastAsia"/>
          <w:rtl/>
        </w:rPr>
        <w:t>فرمان</w:t>
      </w:r>
      <w:r>
        <w:rPr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۔۔۔</w:t>
      </w:r>
      <w:r w:rsidRPr="00355782">
        <w:rPr>
          <w:rFonts w:hint="cs"/>
          <w:rtl/>
        </w:rPr>
        <w:t>بعد از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را سلام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35578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BD1C0F">
      <w:pPr>
        <w:pStyle w:val="libNormal"/>
      </w:pPr>
    </w:p>
    <w:p w:rsidR="00BD1C0F" w:rsidRDefault="00BD1C0F" w:rsidP="00BD1C0F">
      <w:pPr>
        <w:pStyle w:val="libNormal"/>
      </w:pPr>
      <w:r>
        <w:rPr>
          <w:rtl/>
        </w:rPr>
        <w:t>"حضرت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افضل ان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بابا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۱۳۷۳، رقم ۲۷۲۱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مجمع الزوائد (</w:t>
      </w:r>
      <w:r>
        <w:rPr>
          <w:rtl/>
        </w:rPr>
        <w:t>۹:۲۰۱)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اورابو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اوراس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رجال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درالسحاب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القرابة والصحاب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۲۷۷،رقم ۲۴ </w:t>
      </w:r>
    </w:p>
    <w:p w:rsidR="00C15D60" w:rsidRDefault="00C15D60" w:rsidP="00BD1C0F">
      <w:pPr>
        <w:pStyle w:val="libNormal"/>
        <w:rPr>
          <w:rtl/>
          <w:lang w:bidi="fa-IR"/>
        </w:rPr>
      </w:pPr>
    </w:p>
    <w:p w:rsidR="00BD1C0F" w:rsidRDefault="00BD1C0F" w:rsidP="00BD1C0F">
      <w:pPr>
        <w:pStyle w:val="libNormal"/>
      </w:pPr>
      <w:r>
        <w:rPr>
          <w:rtl/>
        </w:rPr>
        <w:t>"عمر بن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رحمة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5578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حضرت عائش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بابا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س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سچا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</w:t>
      </w:r>
      <w:r>
        <w:rPr>
          <w:rtl/>
        </w:rPr>
        <w:t xml:space="preserve">"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حوالات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۲:۴۱،۴۲ </w:t>
      </w:r>
    </w:p>
    <w:p w:rsidR="00BD1C0F" w:rsidRDefault="00BD1C0F" w:rsidP="00BD1C0F">
      <w:pPr>
        <w:pStyle w:val="libNormal"/>
      </w:pPr>
    </w:p>
    <w:p w:rsidR="00BD1C0F" w:rsidRDefault="00BD1C0F" w:rsidP="005F0B0F">
      <w:pPr>
        <w:pStyle w:val="Heading2Center"/>
      </w:pPr>
      <w:bookmarkStart w:id="38" w:name="_Toc500161457"/>
      <w:r>
        <w:rPr>
          <w:rFonts w:hint="eastAsia"/>
          <w:rtl/>
        </w:rPr>
        <w:t>فصل</w:t>
      </w:r>
      <w:r>
        <w:rPr>
          <w:rtl/>
        </w:rPr>
        <w:t xml:space="preserve"> :</w:t>
      </w:r>
      <w:r>
        <w:rPr>
          <w:rtl/>
          <w:lang w:bidi="fa-IR"/>
        </w:rPr>
        <w:t>۴۰</w:t>
      </w:r>
      <w:bookmarkEnd w:id="38"/>
    </w:p>
    <w:p w:rsidR="00BD1C0F" w:rsidRDefault="00BD1C0F" w:rsidP="00BD1C0F">
      <w:pPr>
        <w:pStyle w:val="libNormal"/>
      </w:pPr>
      <w:r>
        <w:rPr>
          <w:rtl/>
        </w:rPr>
        <w:t>"حضرت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عن</w:t>
      </w:r>
      <w:r>
        <w:rPr>
          <w:rFonts w:hint="cs"/>
          <w:rtl/>
        </w:rPr>
        <w:t>ھ</w:t>
      </w:r>
      <w:r w:rsidRPr="00355782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اں گئ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اورک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>ا: ا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!خدا ک</w:t>
      </w:r>
      <w:r>
        <w:rPr>
          <w:rFonts w:hint="cs"/>
          <w:rtl/>
        </w:rPr>
        <w:t>ی</w:t>
      </w:r>
      <w:r>
        <w:rPr>
          <w:rtl/>
        </w:rPr>
        <w:t xml:space="preserve"> قسم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شخص کو رسول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 xml:space="preserve"> بابا ک</w:t>
      </w:r>
      <w:r>
        <w:rPr>
          <w:rFonts w:hint="cs"/>
          <w:rtl/>
        </w:rPr>
        <w:t>ے</w:t>
      </w:r>
      <w:r w:rsidRPr="0035578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15D60" w:rsidRDefault="00C15D60" w:rsidP="00C15D60">
      <w:pPr>
        <w:pStyle w:val="libLine"/>
      </w:pPr>
      <w:r>
        <w:rPr>
          <w:rFonts w:hint="cs"/>
          <w:rtl/>
        </w:rPr>
        <w:t>____________________</w:t>
      </w:r>
    </w:p>
    <w:p w:rsidR="00BD1C0F" w:rsidRDefault="00BD1C0F" w:rsidP="00C15D60">
      <w:pPr>
        <w:pStyle w:val="libFootnote"/>
      </w:pPr>
      <w:r>
        <w:rPr>
          <w:rFonts w:hint="eastAsia"/>
          <w:rtl/>
        </w:rPr>
        <w:lastRenderedPageBreak/>
        <w:t>حوالاجات</w:t>
      </w:r>
      <w:r>
        <w:rPr>
          <w:rtl/>
        </w:rPr>
        <w:t xml:space="preserve"> </w:t>
      </w:r>
    </w:p>
    <w:p w:rsidR="00BD1C0F" w:rsidRDefault="00BD1C0F" w:rsidP="00C15D60">
      <w:pPr>
        <w:pStyle w:val="libFootnote"/>
      </w:pPr>
      <w:r>
        <w:rPr>
          <w:rtl/>
        </w:rPr>
        <w:t>۱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 xml:space="preserve">حاکم المستدرک </w:t>
      </w:r>
      <w:r>
        <w:rPr>
          <w:rtl/>
        </w:rPr>
        <w:t xml:space="preserve">۳:۱۶۸،رقم ۴۷۳۶ </w:t>
      </w:r>
    </w:p>
    <w:p w:rsidR="00BD1C0F" w:rsidRDefault="00BD1C0F" w:rsidP="00C15D60">
      <w:pPr>
        <w:pStyle w:val="libFootnote"/>
      </w:pPr>
      <w:r>
        <w:rPr>
          <w:rtl/>
        </w:rPr>
        <w:t>۲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المصنف ۷:۴۳۲، رقم :۳۷۰۴۵ </w:t>
      </w:r>
    </w:p>
    <w:p w:rsidR="00BD1C0F" w:rsidRDefault="00BD1C0F" w:rsidP="00C15D60">
      <w:pPr>
        <w:pStyle w:val="libFootnote"/>
      </w:pPr>
      <w:r>
        <w:rPr>
          <w:rtl/>
        </w:rPr>
        <w:t>۳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الآحادو المثان</w:t>
      </w:r>
      <w:r>
        <w:rPr>
          <w:rFonts w:hint="cs"/>
          <w:rtl/>
        </w:rPr>
        <w:t>ی</w:t>
      </w:r>
      <w:r>
        <w:rPr>
          <w:rtl/>
        </w:rPr>
        <w:t xml:space="preserve"> ۵:۳۶۰، رقم ۲۹۵۲ </w:t>
      </w:r>
    </w:p>
    <w:p w:rsidR="00BD1C0F" w:rsidRDefault="00BD1C0F" w:rsidP="00C15D60">
      <w:pPr>
        <w:pStyle w:val="libFootnote"/>
      </w:pPr>
      <w:r>
        <w:rPr>
          <w:rtl/>
        </w:rPr>
        <w:t>۴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احمد بن حنبل فضائل الصحاب</w:t>
      </w:r>
      <w:r>
        <w:rPr>
          <w:rFonts w:hint="cs"/>
          <w:rtl/>
        </w:rPr>
        <w:t>ہ</w:t>
      </w:r>
      <w:r w:rsidRPr="00355782">
        <w:rPr>
          <w:rFonts w:hint="cs"/>
          <w:rtl/>
        </w:rPr>
        <w:t xml:space="preserve"> </w:t>
      </w:r>
      <w:r>
        <w:rPr>
          <w:rtl/>
        </w:rPr>
        <w:t xml:space="preserve">۱:۳۶۴، رقم ۵۳۲ </w:t>
      </w:r>
    </w:p>
    <w:p w:rsidR="00BD1C0F" w:rsidRDefault="00BD1C0F" w:rsidP="00C15D60">
      <w:pPr>
        <w:pStyle w:val="libFootnote"/>
      </w:pPr>
      <w:r>
        <w:rPr>
          <w:rtl/>
        </w:rPr>
        <w:t>۵</w:t>
      </w:r>
      <w:r>
        <w:rPr>
          <w:rFonts w:hint="cs"/>
          <w:rtl/>
        </w:rPr>
        <w:t>۔</w:t>
      </w:r>
      <w:r w:rsidRPr="00355782">
        <w:rPr>
          <w:rFonts w:hint="cs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بغداد۴:۴۰۱ </w:t>
      </w:r>
    </w:p>
    <w:p w:rsidR="005F0B0F" w:rsidRDefault="005F0B0F" w:rsidP="00D14C41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1577553344"/>
        <w:docPartObj>
          <w:docPartGallery w:val="Table of Contents"/>
          <w:docPartUnique/>
        </w:docPartObj>
      </w:sdtPr>
      <w:sdtContent>
        <w:p w:rsidR="00F25081" w:rsidRDefault="008D7250" w:rsidP="008D7250">
          <w:pPr>
            <w:pStyle w:val="Heading2Center"/>
          </w:pPr>
          <w:r w:rsidRPr="008D7250">
            <w:rPr>
              <w:rFonts w:hint="cs"/>
              <w:rtl/>
            </w:rPr>
            <w:t>فہرست</w:t>
          </w:r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D83006">
            <w:fldChar w:fldCharType="begin"/>
          </w:r>
          <w:r w:rsidR="00F25081">
            <w:instrText xml:space="preserve"> TOC \o "1-3" \h \z \u </w:instrText>
          </w:r>
          <w:r w:rsidRPr="00D83006">
            <w:fldChar w:fldCharType="separate"/>
          </w:r>
          <w:hyperlink w:anchor="_Toc500161419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Toc500161419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0" w:history="1">
            <w:r w:rsidR="00F25081" w:rsidRPr="00AA11FC">
              <w:rPr>
                <w:rStyle w:val="Hyperlink"/>
                <w:noProof/>
                <w:rtl/>
              </w:rPr>
              <w:t xml:space="preserve">فصل 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۲: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Toc500161420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1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Toc500161421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2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۴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Toc500161422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3" w:history="1">
            <w:r w:rsidR="00F25081" w:rsidRPr="00AA11FC">
              <w:rPr>
                <w:rStyle w:val="Hyperlink"/>
                <w:noProof/>
                <w:rtl/>
              </w:rPr>
              <w:t xml:space="preserve">فصل 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۵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Toc500161423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4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۶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Toc500161424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5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۷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Toc500161425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6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۸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Toc500161426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7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۹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Toc500161427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8" w:history="1">
            <w:r w:rsidR="00F25081" w:rsidRPr="00AA11FC">
              <w:rPr>
                <w:rStyle w:val="Hyperlink"/>
                <w:noProof/>
                <w:rtl/>
              </w:rPr>
              <w:t>فصل 10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Toc500161428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29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۱۲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Toc500161429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0" w:history="1">
            <w:r w:rsidR="00F25081" w:rsidRPr="00AA11FC">
              <w:rPr>
                <w:rStyle w:val="Hyperlink"/>
                <w:noProof/>
                <w:rtl/>
              </w:rPr>
              <w:t>فصل: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۱۳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Toc500161430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1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۱۴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Toc500161431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2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۱۵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Toc500161432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3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۱۶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Toc500161433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4" w:history="1">
            <w:r w:rsidR="00F25081" w:rsidRPr="00AA11FC">
              <w:rPr>
                <w:rStyle w:val="Hyperlink"/>
                <w:noProof/>
                <w:rtl/>
              </w:rPr>
              <w:t xml:space="preserve">فصل 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۱۷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Toc500161434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5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۱۸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Toc500161435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6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۱۹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Toc500161436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7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۲۰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Toc500161437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8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۲۱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Toc500161438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7250" w:rsidRPr="00B67D7A" w:rsidRDefault="008D7250" w:rsidP="00B67D7A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67D7A">
            <w:rPr>
              <w:rStyle w:val="Hyperlink"/>
              <w:color w:val="000000"/>
              <w:u w:val="none"/>
            </w:rPr>
            <w:br w:type="page"/>
          </w:r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39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۲۲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Toc500161439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0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۲۳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Toc500161440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1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۲۴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Toc500161441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2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۲۵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Toc500161442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3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۲۶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Toc500161443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4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۲۷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Toc500161444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5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۲۸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Toc500161445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6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۲۹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Toc500161446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7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۳۰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Toc500161447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8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۳۱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Toc500161448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49" w:history="1">
            <w:r w:rsidR="00F25081" w:rsidRPr="00AA11FC">
              <w:rPr>
                <w:rStyle w:val="Hyperlink"/>
                <w:noProof/>
                <w:rtl/>
              </w:rPr>
              <w:t xml:space="preserve">فصل 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۳۲</w:t>
            </w:r>
            <w:r w:rsidR="00F25081" w:rsidRPr="00AA11FC">
              <w:rPr>
                <w:rStyle w:val="Hyperlink"/>
                <w:noProof/>
                <w:rtl/>
              </w:rPr>
              <w:t>۔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Toc500161449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0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۳۳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Toc500161450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1" w:history="1">
            <w:r w:rsidR="00F25081" w:rsidRPr="00AA11FC">
              <w:rPr>
                <w:rStyle w:val="Hyperlink"/>
                <w:noProof/>
                <w:rtl/>
              </w:rPr>
              <w:t>فصل: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۳۴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Toc500161451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2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۳۵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Toc500161452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3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۳۶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Toc500161453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4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۳۷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Toc500161454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5" w:history="1">
            <w:r w:rsidR="00F25081" w:rsidRPr="00AA11FC">
              <w:rPr>
                <w:rStyle w:val="Hyperlink"/>
                <w:noProof/>
                <w:rtl/>
              </w:rPr>
              <w:t>فصل: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۳۸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Toc500161455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6" w:history="1">
            <w:r w:rsidR="00F25081" w:rsidRPr="00AA11FC">
              <w:rPr>
                <w:rStyle w:val="Hyperlink"/>
                <w:noProof/>
                <w:rtl/>
              </w:rPr>
              <w:t>فصل: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۳۹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Toc500161456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161457" w:history="1">
            <w:r w:rsidR="00F25081" w:rsidRPr="00AA11FC">
              <w:rPr>
                <w:rStyle w:val="Hyperlink"/>
                <w:noProof/>
                <w:rtl/>
              </w:rPr>
              <w:t>فصل :</w:t>
            </w:r>
            <w:r w:rsidR="00F25081" w:rsidRPr="00AA11FC">
              <w:rPr>
                <w:rStyle w:val="Hyperlink"/>
                <w:noProof/>
                <w:rtl/>
                <w:lang w:bidi="fa-IR"/>
              </w:rPr>
              <w:t>۴۰</w:t>
            </w:r>
            <w:r w:rsidR="00F2508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 w:rsidR="00F25081">
              <w:rPr>
                <w:noProof/>
                <w:webHidden/>
              </w:rPr>
              <w:instrText>PAGEREF</w:instrText>
            </w:r>
            <w:r w:rsidR="00F25081">
              <w:rPr>
                <w:noProof/>
                <w:webHidden/>
                <w:rtl/>
              </w:rPr>
              <w:instrText xml:space="preserve"> _</w:instrText>
            </w:r>
            <w:r w:rsidR="00F25081">
              <w:rPr>
                <w:noProof/>
                <w:webHidden/>
              </w:rPr>
              <w:instrText>Toc500161457 \h</w:instrText>
            </w:r>
            <w:r w:rsidR="00F2508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22EF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5081" w:rsidRDefault="00D83006">
          <w:r>
            <w:fldChar w:fldCharType="end"/>
          </w:r>
        </w:p>
      </w:sdtContent>
    </w:sdt>
    <w:p w:rsidR="00CE0B07" w:rsidRPr="00DA0587" w:rsidRDefault="00CE0B07" w:rsidP="005F0B0F">
      <w:pPr>
        <w:pStyle w:val="libNormal"/>
      </w:pPr>
    </w:p>
    <w:sectPr w:rsidR="00CE0B07" w:rsidRPr="00DA058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97" w:rsidRDefault="00190197">
      <w:r>
        <w:separator/>
      </w:r>
    </w:p>
  </w:endnote>
  <w:endnote w:type="continuationSeparator" w:id="0">
    <w:p w:rsidR="00190197" w:rsidRDefault="00190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8E" w:rsidRDefault="0002678E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8E" w:rsidRPr="00826B03" w:rsidRDefault="0002678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97" w:rsidRDefault="00190197">
      <w:r>
        <w:separator/>
      </w:r>
    </w:p>
  </w:footnote>
  <w:footnote w:type="continuationSeparator" w:id="0">
    <w:p w:rsidR="00190197" w:rsidRDefault="001901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1915F-E5DE-4BCA-B4D3-6C65A1CB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15870</TotalTime>
  <Pages>89</Pages>
  <Words>14680</Words>
  <Characters>83681</Characters>
  <Application>Microsoft Office Word</Application>
  <DocSecurity>0</DocSecurity>
  <Lines>697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139</cp:revision>
  <cp:lastPrinted>2017-12-04T11:08:00Z</cp:lastPrinted>
  <dcterms:created xsi:type="dcterms:W3CDTF">2015-06-13T07:48:00Z</dcterms:created>
  <dcterms:modified xsi:type="dcterms:W3CDTF">2017-12-04T11:09:00Z</dcterms:modified>
</cp:coreProperties>
</file>