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36" w:rsidRDefault="00F96A4F" w:rsidP="00BB7236">
      <w:pPr>
        <w:pStyle w:val="libCenterBold2"/>
        <w:rPr>
          <w:rFonts w:eastAsia="Calibri"/>
          <w:rtl/>
        </w:rPr>
      </w:pPr>
      <w:r w:rsidRPr="00F96A4F">
        <w:rPr>
          <w:rtl/>
        </w:rPr>
        <w:t>امام ز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العابد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سوانح ح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ات</w:t>
      </w:r>
      <w:r w:rsidR="00EB204C">
        <w:rPr>
          <w:rFonts w:eastAsia="Calibri"/>
          <w:rtl/>
        </w:rPr>
        <w:t xml:space="preserve">  </w:t>
      </w:r>
    </w:p>
    <w:p w:rsidR="00BB7236" w:rsidRDefault="00BB7236" w:rsidP="00BB7236">
      <w:pPr>
        <w:pStyle w:val="libCenterBold2"/>
        <w:rPr>
          <w:rFonts w:eastAsia="Calibri"/>
          <w:rtl/>
        </w:rPr>
      </w:pPr>
    </w:p>
    <w:p w:rsidR="00BB7236" w:rsidRDefault="00BB7236" w:rsidP="00BB7236">
      <w:pPr>
        <w:pStyle w:val="libCenterBold2"/>
        <w:rPr>
          <w:rFonts w:eastAsia="Calibri"/>
          <w:rtl/>
        </w:rPr>
      </w:pPr>
    </w:p>
    <w:p w:rsidR="00BB7236" w:rsidRDefault="00BB7236" w:rsidP="00BB7236">
      <w:pPr>
        <w:pStyle w:val="libNormal0"/>
        <w:rPr>
          <w:rFonts w:eastAsia="Calibri"/>
          <w:rtl/>
        </w:rPr>
      </w:pPr>
    </w:p>
    <w:p w:rsidR="00BB7236" w:rsidRDefault="00BB7236" w:rsidP="00BB7236">
      <w:pPr>
        <w:pStyle w:val="libNormal"/>
        <w:rPr>
          <w:rFonts w:eastAsia="Calibri"/>
          <w:rtl/>
        </w:rPr>
      </w:pPr>
    </w:p>
    <w:p w:rsidR="00BB7236" w:rsidRDefault="00BB7236" w:rsidP="00BB7236">
      <w:pPr>
        <w:pStyle w:val="libNormal"/>
        <w:rPr>
          <w:rFonts w:eastAsia="Calibri"/>
          <w:rtl/>
        </w:rPr>
      </w:pPr>
    </w:p>
    <w:p w:rsidR="00BB7236" w:rsidRPr="00BB7236" w:rsidRDefault="00BB7236" w:rsidP="00BB7236">
      <w:pPr>
        <w:pStyle w:val="libNormal"/>
        <w:rPr>
          <w:rFonts w:eastAsia="Calibri"/>
          <w:rtl/>
        </w:rPr>
      </w:pPr>
    </w:p>
    <w:p w:rsidR="00BB7236" w:rsidRDefault="00EB204C" w:rsidP="00BB7236">
      <w:pPr>
        <w:pStyle w:val="libCenterBold2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>
        <w:rPr>
          <w:rFonts w:eastAsia="Calibri" w:hint="cs"/>
          <w:rtl/>
        </w:rPr>
        <w:t xml:space="preserve">    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 xml:space="preserve">تالیف الشیعہ ڈاٹ  او آر جی </w:t>
      </w:r>
      <w:r>
        <w:rPr>
          <w:rFonts w:eastAsia="Calibri"/>
        </w:rPr>
        <w:t xml:space="preserve"> </w:t>
      </w:r>
    </w:p>
    <w:p w:rsidR="00BB7236" w:rsidRDefault="00BB7236" w:rsidP="00BB7236">
      <w:pPr>
        <w:pStyle w:val="libNormal0"/>
        <w:rPr>
          <w:rFonts w:eastAsia="Calibri"/>
          <w:rtl/>
        </w:rPr>
      </w:pPr>
    </w:p>
    <w:p w:rsidR="00BB7236" w:rsidRDefault="00BB7236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BB7236" w:rsidRDefault="00BB7236" w:rsidP="00BB7236">
      <w:pPr>
        <w:pStyle w:val="libNormal0"/>
        <w:rPr>
          <w:rFonts w:eastAsia="Calibri"/>
          <w:rtl/>
          <w:lang w:bidi="ur-PK"/>
        </w:rPr>
      </w:pPr>
    </w:p>
    <w:p w:rsidR="00E72EC1" w:rsidRDefault="00E72EC1" w:rsidP="00BB7236">
      <w:pPr>
        <w:pStyle w:val="Heading1Center"/>
        <w:rPr>
          <w:rFonts w:eastAsia="Calibri" w:hint="cs"/>
          <w:rtl/>
          <w:lang w:bidi="ur-PK"/>
        </w:rPr>
      </w:pPr>
    </w:p>
    <w:p w:rsidR="00BB7236" w:rsidRPr="006874E7" w:rsidRDefault="00EB204C" w:rsidP="00BB7236">
      <w:pPr>
        <w:pStyle w:val="Heading1Center"/>
        <w:rPr>
          <w:rFonts w:eastAsia="Calibri"/>
          <w:rtl/>
        </w:rPr>
      </w:pPr>
      <w:r>
        <w:rPr>
          <w:rFonts w:eastAsia="Calibri"/>
          <w:rtl/>
          <w:lang w:bidi="ur-PK"/>
        </w:rPr>
        <w:t xml:space="preserve"> </w:t>
      </w:r>
      <w:r>
        <w:rPr>
          <w:rFonts w:eastAsia="Calibri" w:hint="cs"/>
          <w:rtl/>
          <w:lang w:bidi="ur-PK"/>
        </w:rPr>
        <w:t xml:space="preserve"> </w:t>
      </w:r>
      <w:bookmarkStart w:id="0" w:name="_Toc426016855"/>
      <w:r w:rsidR="00F96A4F" w:rsidRPr="00F96A4F">
        <w:rPr>
          <w:rFonts w:eastAsia="Calibri" w:hint="eastAsia"/>
          <w:rtl/>
        </w:rPr>
        <w:t>حادثات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ائمہ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کا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موقف</w:t>
      </w:r>
      <w:bookmarkEnd w:id="0"/>
      <w:r w:rsidRPr="006874E7">
        <w:rPr>
          <w:rFonts w:eastAsia="Calibri"/>
          <w:rtl/>
        </w:rPr>
        <w:t xml:space="preserve"> 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جہاں</w:t>
      </w:r>
      <w:r w:rsidRPr="00F96A4F">
        <w:rPr>
          <w:rFonts w:eastAsia="Calibri"/>
          <w:rtl/>
        </w:rPr>
        <w:t xml:space="preserve"> تک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 xml:space="preserve"> سکا ہوں </w:t>
      </w:r>
      <w:r w:rsidR="00BD6259" w:rsidRPr="00BD6259">
        <w:rPr>
          <w:rFonts w:eastAsia="Calibri"/>
          <w:rtl/>
          <w:lang w:bidi="fa-IR"/>
        </w:rPr>
        <w:t>4</w:t>
      </w:r>
      <w:r w:rsidR="00AD79D1" w:rsidRPr="00AD79D1">
        <w:rPr>
          <w:rFonts w:eastAsia="Calibri" w:hint="cs"/>
          <w:rtl/>
        </w:rPr>
        <w:t>0</w:t>
      </w:r>
      <w:r w:rsidRPr="00BD6259">
        <w:rPr>
          <w:rStyle w:val="libNormalChar"/>
          <w:rFonts w:eastAsia="Calibri" w:hint="cs"/>
          <w:rtl/>
        </w:rPr>
        <w:t xml:space="preserve"> ء </w:t>
      </w:r>
      <w:r w:rsidR="00BB7236" w:rsidRPr="00BD6259">
        <w:rPr>
          <w:rStyle w:val="libNormalChar"/>
          <w:rFonts w:eastAsia="Calibri" w:hint="cs"/>
          <w:rtl/>
        </w:rPr>
        <w:t>ہج</w:t>
      </w:r>
      <w:r w:rsidRPr="00BD6259">
        <w:rPr>
          <w:rStyle w:val="libNormalChar"/>
          <w:rFonts w:eastAsia="Calibri" w:hint="cs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حسن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>
        <w:rPr>
          <w:rFonts w:eastAsia="Calibri" w:hint="cs"/>
          <w:rtl/>
        </w:rPr>
        <w:t xml:space="preserve"> </w:t>
      </w:r>
      <w:r w:rsidRPr="00F96A4F">
        <w:rPr>
          <w:rFonts w:eastAsia="Calibri" w:hint="eastAsia"/>
          <w:rtl/>
        </w:rPr>
        <w:t>صلح</w:t>
      </w:r>
      <w:r>
        <w:rPr>
          <w:rFonts w:eastAsia="Calibri" w:hint="cs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بعد سے ک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 (ص) کے اہل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اس بات پر راض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ہوئے کہ فقط گہر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اپنے ادراک کے مطابق احکامات الٰہ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وتفس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کرتے رہ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صلح کے آغاز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تمام ائمہ طاہر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موقف اور منصوبہ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رہا ہے کہ وہ اپنے طرز فکر کے مطابق حکومت اسلام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لئے راہ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ہموار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چنانچہ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فکر خود امام حسن مجتب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کلام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بطور احسن ملاحظہ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جاسکت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BB723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حسن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نے معاو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سے صلح کرل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تو بہتسے ناعاقبت اند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فہم</w:t>
      </w:r>
      <w:r w:rsidR="00F96A4F" w:rsidRPr="00F96A4F">
        <w:rPr>
          <w:rFonts w:eastAsia="Calibri"/>
          <w:rtl/>
        </w:rPr>
        <w:t xml:space="preserve"> افراد نے حضرت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کو مختلف عنوان سے ہدف بنال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اور اس سلسلہ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آپ کو مورد الزام قرار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نے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کوشش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تو آپ (ع) کو مومن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ذلت ورسوائ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باعث گردانا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اور ک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کہا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>: “آپ نے معاو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کےمقابلہ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پر</w:t>
      </w:r>
      <w:r w:rsidR="00F96A4F" w:rsidRPr="00F96A4F">
        <w:rPr>
          <w:rFonts w:eastAsia="Calibri"/>
          <w:rtl/>
        </w:rPr>
        <w:t xml:space="preserve"> آمادہ جوش وخروش سے معمور مومن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جماعت کوذل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وخوار کرد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معاو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سامنے ان کا سر </w:t>
      </w:r>
      <w:r w:rsidR="00E72EC1" w:rsidRPr="00BD6259">
        <w:rPr>
          <w:rStyle w:val="libNormalChar"/>
          <w:rFonts w:eastAsia="Calibri"/>
          <w:rtl/>
        </w:rPr>
        <w:t>جھک</w:t>
      </w:r>
      <w:r w:rsidR="00F96A4F" w:rsidRPr="00F96A4F">
        <w:rPr>
          <w:rFonts w:eastAsia="Calibri"/>
          <w:rtl/>
        </w:rPr>
        <w:t xml:space="preserve">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”</w:t>
      </w:r>
      <w:r>
        <w:rPr>
          <w:rFonts w:eastAsia="Calibri"/>
          <w:rtl/>
        </w:rPr>
        <w:t>۔</w:t>
      </w:r>
      <w:r w:rsidR="00E72EC1" w:rsidRPr="00E72EC1">
        <w:rPr>
          <w:rFonts w:eastAsia="Calibri"/>
          <w:rtl/>
        </w:rPr>
        <w:t xml:space="preserve"> </w:t>
      </w:r>
      <w:r w:rsidR="00E72EC1" w:rsidRPr="00F96A4F">
        <w:rPr>
          <w:rFonts w:eastAsia="Calibri"/>
          <w:rtl/>
        </w:rPr>
        <w:t>بعض اوقات احترام ملحوظ خاطر رکہتے ہوئے ذرا نرم</w:t>
      </w:r>
      <w:r w:rsidR="00E72EC1">
        <w:rPr>
          <w:rFonts w:eastAsia="Calibri"/>
          <w:rtl/>
        </w:rPr>
        <w:t xml:space="preserve"> </w:t>
      </w:r>
      <w:r w:rsidR="00E72EC1" w:rsidRPr="00F96A4F">
        <w:rPr>
          <w:rFonts w:eastAsia="Calibri" w:hint="eastAsia"/>
          <w:rtl/>
        </w:rPr>
        <w:t>وشائس</w:t>
      </w:r>
      <w:r w:rsidR="00E72EC1">
        <w:rPr>
          <w:rFonts w:eastAsia="Calibri" w:hint="eastAsia"/>
          <w:rtl/>
        </w:rPr>
        <w:t>تھ</w:t>
      </w:r>
      <w:r w:rsidR="00E72EC1" w:rsidRPr="00F96A4F">
        <w:rPr>
          <w:rFonts w:eastAsia="Calibri"/>
          <w:rtl/>
        </w:rPr>
        <w:t xml:space="preserve"> انداز م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ں</w:t>
      </w:r>
      <w:r w:rsidR="00E72EC1" w:rsidRPr="00F96A4F">
        <w:rPr>
          <w:rFonts w:eastAsia="Calibri"/>
          <w:rtl/>
        </w:rPr>
        <w:t xml:space="preserve"> </w:t>
      </w:r>
      <w:r w:rsidR="00E72EC1">
        <w:rPr>
          <w:rFonts w:eastAsia="Calibri"/>
          <w:rtl/>
        </w:rPr>
        <w:t>بھی</w:t>
      </w:r>
      <w:r w:rsidR="00E72EC1" w:rsidRPr="00F96A4F">
        <w:rPr>
          <w:rFonts w:eastAsia="Calibri"/>
          <w:rtl/>
        </w:rPr>
        <w:t xml:space="preserve"> 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ہ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بات دہرائ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گئ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</w:t>
      </w:r>
      <w:r w:rsidR="00E72EC1">
        <w:rPr>
          <w:rFonts w:eastAsia="Calibri"/>
          <w:rtl/>
        </w:rPr>
        <w:t>۔</w:t>
      </w:r>
    </w:p>
    <w:p w:rsidR="00BB7236" w:rsidRDefault="00BB723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ان تمام اعتراضوں اور زبان دراز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وںکے</w:t>
      </w:r>
      <w:r w:rsidRPr="00F96A4F">
        <w:rPr>
          <w:rFonts w:eastAsia="Calibri"/>
          <w:rtl/>
        </w:rPr>
        <w:t xml:space="preserve"> جواب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مخاطب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کرکے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جامع و مانع جملہ ارشاد فرماتے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جو شا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حضرت کے کلام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سب</w:t>
      </w:r>
      <w:r w:rsidRPr="00F96A4F">
        <w:rPr>
          <w:rFonts w:eastAsia="Calibri"/>
          <w:rtl/>
        </w:rPr>
        <w:t xml:space="preserve"> سے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فص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/>
          <w:rtl/>
        </w:rPr>
        <w:t xml:space="preserve"> و بل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</w:t>
      </w:r>
      <w:r w:rsidRPr="00F96A4F">
        <w:rPr>
          <w:rFonts w:eastAsia="Calibri"/>
          <w:rtl/>
        </w:rPr>
        <w:t xml:space="preserve"> اور بہتر ہو </w:t>
      </w:r>
      <w:r w:rsidR="00EB204C">
        <w:rPr>
          <w:rFonts w:eastAsia="Calibri"/>
          <w:rtl/>
        </w:rPr>
        <w:t>۔</w:t>
      </w:r>
    </w:p>
    <w:p w:rsidR="00EB204C" w:rsidRDefault="00F96A4F" w:rsidP="00BD6259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آپ (ع) کہا کرتے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کہ </w:t>
      </w:r>
      <w:r w:rsidRPr="00BD6259">
        <w:rPr>
          <w:rStyle w:val="libArabicChar"/>
          <w:rFonts w:eastAsia="Calibri"/>
          <w:rtl/>
        </w:rPr>
        <w:t>: ما تدر</w:t>
      </w:r>
      <w:r w:rsidRPr="00BD6259">
        <w:rPr>
          <w:rStyle w:val="libArabicChar"/>
          <w:rFonts w:eastAsia="Calibri" w:hint="cs"/>
          <w:rtl/>
        </w:rPr>
        <w:t>ی</w:t>
      </w:r>
      <w:r w:rsidRPr="00BD6259">
        <w:rPr>
          <w:rStyle w:val="libArabicChar"/>
          <w:rFonts w:eastAsia="Calibri"/>
          <w:rtl/>
        </w:rPr>
        <w:t xml:space="preserve"> لعل</w:t>
      </w:r>
      <w:r w:rsidR="00BD6259" w:rsidRPr="00BD6259">
        <w:rPr>
          <w:rStyle w:val="libArabicChar"/>
          <w:rFonts w:eastAsia="Calibri" w:hint="cs"/>
          <w:rtl/>
        </w:rPr>
        <w:t>ه</w:t>
      </w:r>
      <w:r w:rsidR="00EB204C" w:rsidRPr="00BD6259">
        <w:rPr>
          <w:rStyle w:val="libArabicChar"/>
          <w:rFonts w:eastAsia="Calibri"/>
          <w:rtl/>
        </w:rPr>
        <w:t xml:space="preserve"> </w:t>
      </w:r>
      <w:r w:rsidRPr="00BD6259">
        <w:rPr>
          <w:rStyle w:val="libArabicChar"/>
          <w:rFonts w:eastAsia="Calibri" w:hint="eastAsia"/>
          <w:rtl/>
        </w:rPr>
        <w:t>فتن</w:t>
      </w:r>
      <w:r w:rsidR="00BD6259" w:rsidRPr="00BD6259">
        <w:rPr>
          <w:rStyle w:val="libArabicChar"/>
          <w:rFonts w:eastAsia="Calibri" w:hint="cs"/>
          <w:rtl/>
        </w:rPr>
        <w:t>ة</w:t>
      </w:r>
      <w:r w:rsidRPr="00BD6259">
        <w:rPr>
          <w:rStyle w:val="libArabicChar"/>
          <w:rFonts w:eastAsia="Calibri"/>
          <w:rtl/>
        </w:rPr>
        <w:t xml:space="preserve"> لکم و متاع ال</w:t>
      </w:r>
      <w:r w:rsidRPr="00BD6259">
        <w:rPr>
          <w:rStyle w:val="libArabicChar"/>
          <w:rFonts w:eastAsia="Calibri" w:hint="cs"/>
          <w:rtl/>
        </w:rPr>
        <w:t>یٰ</w:t>
      </w:r>
      <w:r w:rsidRPr="00BD6259">
        <w:rPr>
          <w:rStyle w:val="libArabicChar"/>
          <w:rFonts w:eastAsia="Calibri"/>
          <w:rtl/>
        </w:rPr>
        <w:t xml:space="preserve"> ح</w:t>
      </w:r>
      <w:r w:rsidRPr="00BD6259">
        <w:rPr>
          <w:rStyle w:val="libArabicChar"/>
          <w:rFonts w:eastAsia="Calibri" w:hint="cs"/>
          <w:rtl/>
        </w:rPr>
        <w:t>ی</w:t>
      </w:r>
      <w:r w:rsidRPr="00BD6259">
        <w:rPr>
          <w:rStyle w:val="libArabicChar"/>
          <w:rFonts w:eastAsia="Calibri" w:hint="eastAsia"/>
          <w:rtl/>
        </w:rPr>
        <w:t>ن”</w:t>
      </w:r>
      <w:r w:rsidRPr="00F96A4F">
        <w:rPr>
          <w:rFonts w:eastAsia="Calibri"/>
          <w:rtl/>
        </w:rPr>
        <w:t xml:space="preserve"> تمہ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خبر شائد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تمہارے لئےا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آزمائش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معاو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کے لئے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عارض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سرما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ہو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 xml:space="preserve"> اصل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جملہ قرآن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="00BB7236">
        <w:rPr>
          <w:rFonts w:eastAsia="Calibri" w:hint="cs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اقتباس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</w:t>
      </w:r>
      <w:r w:rsidR="00EB204C">
        <w:rPr>
          <w:rFonts w:eastAsia="Calibri"/>
          <w:rtl/>
        </w:rPr>
        <w:t>۔</w:t>
      </w:r>
    </w:p>
    <w:p w:rsidR="00E72EC1" w:rsidRDefault="00EB204C" w:rsidP="00E72EC1">
      <w:pPr>
        <w:pStyle w:val="libNormal0"/>
        <w:rPr>
          <w:rFonts w:eastAsia="Calibri" w:hint="cs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جملہ سے صاف پ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چلتا ہے کہ حضرت کو مستقبل کا انتظار ہے اور وہ مستقبل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کے علاوہ کچہ اور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ہوسکتا کہ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نظر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ہکے</w:t>
      </w:r>
      <w:r w:rsidR="00F96A4F" w:rsidRPr="00F96A4F">
        <w:rPr>
          <w:rFonts w:eastAsia="Calibri"/>
          <w:rtl/>
        </w:rPr>
        <w:t xml:space="preserve"> مطابق حق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منحرف موجودہ ناقابل قبول حکومت برطرف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جائے اور اس جگہ آپ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پسند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دہ</w:t>
      </w:r>
      <w:r w:rsidR="00F96A4F" w:rsidRPr="00F96A4F">
        <w:rPr>
          <w:rFonts w:eastAsia="Calibri"/>
          <w:rtl/>
        </w:rPr>
        <w:t xml:space="preserve"> حکومت قائم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جائے ج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تو آپ ان لوگوں سے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تم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فلسفہ</w:t>
      </w:r>
      <w:r w:rsidR="00F96A4F" w:rsidRPr="00F96A4F">
        <w:rPr>
          <w:rFonts w:eastAsia="Calibri"/>
          <w:rtl/>
        </w:rPr>
        <w:t xml:space="preserve"> صلح سے واقف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رکہتے تمہ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معلوم کہ 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مصلحت مضمر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ہے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آغاز</w:t>
      </w:r>
      <w:r w:rsidRPr="00F96A4F">
        <w:rPr>
          <w:rFonts w:eastAsia="Calibri"/>
          <w:rtl/>
        </w:rPr>
        <w:t xml:space="preserve"> صلح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عمائد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سے دو شخص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،مس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</w:t>
      </w:r>
      <w:r w:rsidRPr="00F96A4F">
        <w:rPr>
          <w:rFonts w:eastAsia="Calibri"/>
          <w:rtl/>
        </w:rPr>
        <w:t xml:space="preserve"> بن نج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اور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مان</w:t>
      </w:r>
      <w:r w:rsidRPr="00F96A4F">
        <w:rPr>
          <w:rFonts w:eastAsia="Calibri"/>
          <w:rtl/>
        </w:rPr>
        <w:t xml:space="preserve"> بن صردخزاع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چند مسلمانوں کے ہمراہ امام حسن مجتب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خدمت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شرف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اب</w:t>
      </w:r>
      <w:r w:rsidRPr="00F96A4F">
        <w:rPr>
          <w:rFonts w:eastAsia="Calibri"/>
          <w:rtl/>
        </w:rPr>
        <w:t xml:space="preserve">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عرض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>:ہمارےپاس خراسان وعراق وغ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رہ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خاص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طاقت موجود ہے اور ہم اسے آپ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نےکے</w:t>
      </w:r>
      <w:r w:rsidRPr="00F96A4F">
        <w:rPr>
          <w:rFonts w:eastAsia="Calibri"/>
          <w:rtl/>
        </w:rPr>
        <w:t xml:space="preserve"> لئے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معاو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کا شام تک تعاقب کرنے کے لئے حاضر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BB7236" w:rsidRDefault="00BB7236" w:rsidP="00BB7236">
      <w:pPr>
        <w:pStyle w:val="libNormal0"/>
        <w:rPr>
          <w:rFonts w:eastAsia="Calibri"/>
          <w:rtl/>
        </w:rPr>
      </w:pPr>
    </w:p>
    <w:p w:rsidR="00BB7236" w:rsidRDefault="00BB723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حضرت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ہالسلام</w:t>
      </w:r>
      <w:r w:rsidRPr="00F96A4F">
        <w:rPr>
          <w:rFonts w:eastAsia="Calibri"/>
          <w:rtl/>
        </w:rPr>
        <w:t xml:space="preserve"> نے ان کو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تنہائ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گفتگو کے لئے طلب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کچہ بات 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،جب وہ وہاںسے باہر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نکلے</w:t>
      </w:r>
      <w:r w:rsidRPr="00F96A4F">
        <w:rPr>
          <w:rFonts w:eastAsia="Calibri"/>
          <w:rtl/>
        </w:rPr>
        <w:t xml:space="preserve"> تو ان کے چہرے پر طمان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کے آثار ہو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انہوں نے اپنے فوج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دستوں</w:t>
      </w:r>
      <w:r w:rsidRPr="00F96A4F">
        <w:rPr>
          <w:rFonts w:eastAsia="Calibri"/>
          <w:rtl/>
        </w:rPr>
        <w:t xml:space="preserve"> کو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رخصت</w:t>
      </w:r>
      <w:r w:rsidRPr="00F96A4F">
        <w:rPr>
          <w:rFonts w:eastAsia="Calibri"/>
          <w:rtl/>
        </w:rPr>
        <w:t xml:space="preserve"> کرد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حت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آنے والوں کو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واضح جواب نہ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طہٰ</w:t>
      </w:r>
      <w:r w:rsidR="00F96A4F" w:rsidRPr="00F96A4F">
        <w:rPr>
          <w:rFonts w:eastAsia="Calibri"/>
          <w:rtl/>
        </w:rPr>
        <w:t xml:space="preserve"> حس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کا 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ال</w:t>
      </w:r>
      <w:r w:rsidR="00F96A4F" w:rsidRPr="00F96A4F">
        <w:rPr>
          <w:rFonts w:eastAsia="Calibri"/>
          <w:rtl/>
        </w:rPr>
        <w:t xml:space="preserve"> ہے“ در اصل 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ملاقات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عوں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جہاد کا سنگ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رکہ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”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کہنا چاہتے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امام حسن مجتب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،ان</w:t>
      </w:r>
      <w:r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تنہائ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،مشورے ہوئے اور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وقت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عوں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تنظ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بنا رکہ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چنانچہ</w:t>
      </w:r>
      <w:r w:rsidR="00F96A4F" w:rsidRPr="00F96A4F">
        <w:rPr>
          <w:rFonts w:eastAsia="Calibri"/>
          <w:rtl/>
        </w:rPr>
        <w:t xml:space="preserve"> خود امام (ع) کے حالات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اور مقدس ارشادات سے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واضح طور پر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مفہوم نکلتا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اگر چہ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زمانہ اس قسم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اور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جدوجہد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لئے</w:t>
      </w:r>
      <w:r w:rsidRPr="00F96A4F">
        <w:rPr>
          <w:rFonts w:eastAsia="Calibri"/>
          <w:rtl/>
        </w:rPr>
        <w:t xml:space="preserve"> سازگار نہ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</w:p>
    <w:p w:rsidR="00BB7236" w:rsidRDefault="00F96A4F" w:rsidP="00BB7236">
      <w:pPr>
        <w:pStyle w:val="libNormal0"/>
        <w:rPr>
          <w:rFonts w:eastAsia="Calibri" w:hint="cs"/>
          <w:rtl/>
        </w:rPr>
      </w:pPr>
      <w:r w:rsidRPr="00F96A4F">
        <w:rPr>
          <w:rFonts w:eastAsia="Calibri"/>
          <w:rtl/>
        </w:rPr>
        <w:t>لوگوں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شعور بے حد کم اور دشمن کے پروپ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گنڈوں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مال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دادووہش کا بازار گرم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دشمن جن طر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قوں</w:t>
      </w:r>
      <w:r w:rsidRPr="00F96A4F">
        <w:rPr>
          <w:rFonts w:eastAsia="Calibri"/>
          <w:rtl/>
        </w:rPr>
        <w:t xml:space="preserve"> سے فائدہ ا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ہا</w:t>
      </w:r>
      <w:r w:rsidRPr="00F96A4F">
        <w:rPr>
          <w:rFonts w:eastAsia="Calibri"/>
          <w:rtl/>
        </w:rPr>
        <w:t xml:space="preserve"> رہا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ا ،امام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کرسکتے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ے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مثال کے طور پر بے حساب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سہ</w:t>
      </w:r>
      <w:r w:rsidRPr="00F96A4F">
        <w:rPr>
          <w:rFonts w:eastAsia="Calibri"/>
          <w:rtl/>
        </w:rPr>
        <w:t xml:space="preserve"> خرچ کرنا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معاشرہ کے چہ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ے</w:t>
      </w:r>
      <w:r w:rsidRPr="00F96A4F">
        <w:rPr>
          <w:rFonts w:eastAsia="Calibri"/>
          <w:rtl/>
        </w:rPr>
        <w:t xml:space="preserve"> ہوئے بد قماش افراد کو اپنے گرد اک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ہا</w:t>
      </w:r>
      <w:r w:rsidRPr="00F96A4F">
        <w:rPr>
          <w:rFonts w:eastAsia="Calibri"/>
          <w:rtl/>
        </w:rPr>
        <w:t xml:space="preserve"> کرل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لئے ممکن نہ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ا</w:t>
      </w:r>
      <w:r>
        <w:rPr>
          <w:rFonts w:eastAsia="Calibri"/>
          <w:rtl/>
        </w:rPr>
        <w:t>۔</w:t>
      </w:r>
      <w:r w:rsidRPr="00F96A4F">
        <w:rPr>
          <w:rFonts w:eastAsia="Calibri"/>
          <w:rtl/>
        </w:rPr>
        <w:t>ظاہر ہے دشمن کا ہا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کہلا ہوا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ا اور امام کے ہا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بندہے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ہوئے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  <w:r w:rsidRPr="00F96A4F">
        <w:rPr>
          <w:rFonts w:eastAsia="Calibri"/>
          <w:rtl/>
        </w:rPr>
        <w:t>آپ اخلاق وشر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عت</w:t>
      </w:r>
      <w:r w:rsidRPr="00F96A4F">
        <w:rPr>
          <w:rFonts w:eastAsia="Calibri"/>
          <w:rtl/>
        </w:rPr>
        <w:t xml:space="preserve"> کے خلاف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کام انجام نہ دے سکے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</w:p>
    <w:p w:rsidR="00BB7236" w:rsidRDefault="00BB723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وجہ ہے کہ امام حسن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الصلوٰ</w:t>
      </w:r>
      <w:r w:rsidRPr="00F96A4F">
        <w:rPr>
          <w:rFonts w:eastAsia="Calibri" w:hint="cs"/>
          <w:rtl/>
        </w:rPr>
        <w:t>ۃ</w:t>
      </w:r>
      <w:r w:rsidRPr="00F96A4F">
        <w:rPr>
          <w:rFonts w:eastAsia="Calibri"/>
          <w:rtl/>
        </w:rPr>
        <w:t xml:space="preserve"> و السلام کا کام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/>
          <w:rtl/>
        </w:rPr>
        <w:t xml:space="preserve"> ،د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پا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قسم کا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>دس برس تکحضرت (ع)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ماحول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بسر کرتے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رہے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 xml:space="preserve"> لوگوں کو اپنے قرب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انہ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ترب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کچہ لوگوں نے مختلف گوشہ و کنار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جام شہادت نوش کرکے معاو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حکومتسے کہل کر مقابلہ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نت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طور پر اس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کو کاف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کمزور بنا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کے بعد امام حس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کا زمانہ آ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تو آپ (ع) نے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روش پر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کام</w:t>
      </w:r>
      <w:r w:rsidR="00F96A4F" w:rsidRPr="00F96A4F">
        <w:rPr>
          <w:rFonts w:eastAsia="Calibri"/>
          <w:rtl/>
        </w:rPr>
        <w:t xml:space="preserve"> کرتے ہوئے مد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نہ</w:t>
      </w:r>
      <w:r w:rsidR="00F96A4F" w:rsidRPr="00F96A4F">
        <w:rPr>
          <w:rFonts w:eastAsia="Calibri"/>
          <w:rtl/>
        </w:rPr>
        <w:t xml:space="preserve"> ،مکہ 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گر</w:t>
      </w:r>
      <w:r w:rsidR="00F96A4F" w:rsidRPr="00F96A4F">
        <w:rPr>
          <w:rFonts w:eastAsia="Calibri"/>
          <w:rtl/>
        </w:rPr>
        <w:t xml:space="preserve"> مقامات پر اس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کو آگے </w:t>
      </w:r>
      <w:r w:rsidR="00CE6606">
        <w:rPr>
          <w:rFonts w:eastAsia="Calibri"/>
          <w:rtl/>
        </w:rPr>
        <w:t>بڑھ</w:t>
      </w:r>
      <w:r w:rsidR="00F96A4F" w:rsidRPr="00F96A4F">
        <w:rPr>
          <w:rFonts w:eastAsia="Calibri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تک کہ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معاو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دن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سے چلا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،اور کربلا کا حادثہ رو نما ہو ا </w:t>
      </w:r>
      <w:r>
        <w:rPr>
          <w:rFonts w:eastAsia="Calibri"/>
          <w:rtl/>
        </w:rPr>
        <w:t>۔</w:t>
      </w:r>
    </w:p>
    <w:p w:rsidR="00E72EC1" w:rsidRDefault="00F96A4F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اگر چہ اس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</w:t>
      </w:r>
      <w:r w:rsidRPr="00F96A4F">
        <w:rPr>
          <w:rFonts w:eastAsia="Calibri"/>
          <w:rtl/>
        </w:rPr>
        <w:t xml:space="preserve"> سے انکار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 سکتا کہ کربلا کا حادثہ اسلام کے مستقبل کے لئے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ثمر</w:t>
      </w:r>
      <w:r w:rsidRPr="00F96A4F">
        <w:rPr>
          <w:rFonts w:eastAsia="Calibri"/>
          <w:rtl/>
        </w:rPr>
        <w:t xml:space="preserve"> آور ثابت ہوا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وقت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طور پر وہ مقصد جس کے لئے امام حسن اور امام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ہما</w:t>
      </w:r>
      <w:r w:rsidRPr="00F96A4F">
        <w:rPr>
          <w:rFonts w:eastAsia="Calibri"/>
          <w:rtl/>
        </w:rPr>
        <w:t xml:space="preserve"> السلام کو شاں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72EC1" w:rsidRPr="00F96A4F">
        <w:rPr>
          <w:rFonts w:eastAsia="Calibri"/>
          <w:rtl/>
        </w:rPr>
        <w:t>کچہ دنوں کے لئے اس م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ں</w:t>
      </w:r>
      <w:r w:rsidR="00E72EC1" w:rsidRPr="00F96A4F">
        <w:rPr>
          <w:rFonts w:eastAsia="Calibri"/>
          <w:rtl/>
        </w:rPr>
        <w:t xml:space="preserve"> تاخ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ر</w:t>
      </w:r>
      <w:r w:rsidR="00E72EC1" w:rsidRPr="00F96A4F">
        <w:rPr>
          <w:rFonts w:eastAsia="Calibri"/>
          <w:rtl/>
        </w:rPr>
        <w:t xml:space="preserve"> ہو گئ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ک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وں</w:t>
      </w:r>
      <w:r w:rsidR="00E72EC1" w:rsidRPr="00F96A4F">
        <w:rPr>
          <w:rFonts w:eastAsia="Calibri"/>
          <w:rtl/>
        </w:rPr>
        <w:t xml:space="preserve"> کہ اس</w:t>
      </w:r>
      <w:r w:rsidR="00E72EC1">
        <w:rPr>
          <w:rFonts w:eastAsia="Calibri"/>
          <w:rtl/>
        </w:rPr>
        <w:t xml:space="preserve"> </w:t>
      </w:r>
      <w:r w:rsidR="00E72EC1" w:rsidRPr="00F96A4F">
        <w:rPr>
          <w:rFonts w:eastAsia="Calibri" w:hint="eastAsia"/>
          <w:rtl/>
        </w:rPr>
        <w:t>حادثہ</w:t>
      </w:r>
      <w:r w:rsidR="00E72EC1" w:rsidRPr="00F96A4F">
        <w:rPr>
          <w:rFonts w:eastAsia="Calibri"/>
          <w:rtl/>
        </w:rPr>
        <w:t xml:space="preserve"> نے دن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ائے</w:t>
      </w:r>
      <w:r w:rsidR="00E72EC1" w:rsidRPr="00F96A4F">
        <w:rPr>
          <w:rFonts w:eastAsia="Calibri"/>
          <w:rtl/>
        </w:rPr>
        <w:t xml:space="preserve"> اسلام کو رعب و حشت م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ں</w:t>
      </w:r>
      <w:r w:rsidR="00E72EC1" w:rsidRPr="00F96A4F">
        <w:rPr>
          <w:rFonts w:eastAsia="Calibri"/>
          <w:rtl/>
        </w:rPr>
        <w:t xml:space="preserve"> مبتلا کر د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ا</w:t>
      </w:r>
      <w:r w:rsidR="00E72EC1" w:rsidRPr="00F96A4F">
        <w:rPr>
          <w:rFonts w:eastAsia="Calibri"/>
          <w:rtl/>
        </w:rPr>
        <w:t xml:space="preserve"> </w:t>
      </w:r>
      <w:r w:rsidR="00E72EC1">
        <w:rPr>
          <w:rFonts w:eastAsia="Calibri"/>
          <w:rtl/>
        </w:rPr>
        <w:t>تھ</w:t>
      </w:r>
      <w:r w:rsidR="00E72EC1" w:rsidRPr="00F96A4F">
        <w:rPr>
          <w:rFonts w:eastAsia="Calibri"/>
          <w:rtl/>
        </w:rPr>
        <w:t xml:space="preserve">ا </w:t>
      </w:r>
      <w:r w:rsidR="00E72EC1"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امام حسن و امام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ہما</w:t>
      </w:r>
      <w:r w:rsidRPr="00F96A4F">
        <w:rPr>
          <w:rFonts w:eastAsia="Calibri"/>
          <w:rtl/>
        </w:rPr>
        <w:t xml:space="preserve"> السلام کے 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رفقاء کو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</w:t>
      </w:r>
      <w:r w:rsidRPr="00F96A4F">
        <w:rPr>
          <w:rFonts w:eastAsia="Calibri"/>
          <w:rtl/>
        </w:rPr>
        <w:t xml:space="preserve">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 ر دشمن کو تسلط 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غلبہ</w:t>
      </w:r>
      <w:r w:rsidRPr="00F96A4F">
        <w:rPr>
          <w:rFonts w:eastAsia="Calibri"/>
          <w:rtl/>
        </w:rPr>
        <w:t xml:space="preserve"> حاصل ہو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BB7236" w:rsidRDefault="00BB7236" w:rsidP="00BB7236">
      <w:pPr>
        <w:pStyle w:val="libNormal0"/>
        <w:rPr>
          <w:rFonts w:eastAsia="Calibri"/>
          <w:rtl/>
        </w:rPr>
      </w:pPr>
    </w:p>
    <w:p w:rsidR="00BB7236" w:rsidRDefault="00BB723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BB7236" w:rsidRDefault="00BB7236" w:rsidP="00BB7236">
      <w:pPr>
        <w:pStyle w:val="libNormal0"/>
        <w:rPr>
          <w:rFonts w:eastAsia="Calibri"/>
          <w:rtl/>
        </w:rPr>
      </w:pPr>
    </w:p>
    <w:p w:rsidR="00EB204C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اگر اقدام امام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اس شکل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نہ ہوتا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طب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طور پر جار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رہت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بات بع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از امکان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مستقبل 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جد</w:t>
      </w:r>
      <w:r w:rsidRPr="00F96A4F">
        <w:rPr>
          <w:rFonts w:eastAsia="Calibri"/>
          <w:rtl/>
        </w:rPr>
        <w:t xml:space="preserve"> و جہد کچہ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رخ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حکومت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باگ ڈور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عوں</w:t>
      </w:r>
      <w:r w:rsidRPr="00F96A4F">
        <w:rPr>
          <w:rFonts w:eastAsia="Calibri"/>
          <w:rtl/>
        </w:rPr>
        <w:t xml:space="preserve"> کے ہا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آجات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  <w:r w:rsidR="00FC70B5">
        <w:rPr>
          <w:rFonts w:eastAsia="Calibri"/>
          <w:rtl/>
        </w:rPr>
        <w:t>البتہ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اس گفتگو کا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مقصد ہر گز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معاذ اللہ ،امام حس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کو انقلاب برپا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کرنا چاہئے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BD6259">
        <w:rPr>
          <w:rStyle w:val="libNormalChar"/>
          <w:rFonts w:eastAsia="Calibri"/>
          <w:rtl/>
        </w:rPr>
        <w:t>بلکہ</w:t>
      </w:r>
      <w:r w:rsidR="00F96A4F" w:rsidRPr="00F96A4F">
        <w:rPr>
          <w:rFonts w:eastAsia="Calibri"/>
          <w:rtl/>
        </w:rPr>
        <w:t xml:space="preserve"> اس وقت حالات نے کروٹ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کچہ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بدل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کہ حس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>(ع) انقلاب ناگز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ہو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،اس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شک و شبہ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گنجائش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اسلام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بقا کے لئےحس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>(ع) انقلاب بے حد ضرور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،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کن</w:t>
      </w:r>
      <w:r w:rsidR="00F96A4F" w:rsidRPr="00F96A4F">
        <w:rPr>
          <w:rFonts w:eastAsia="Calibri"/>
          <w:rtl/>
        </w:rPr>
        <w:t xml:space="preserve"> اگر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کا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حالات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رخ اخت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نہ کر لئےہوتے اور امام حس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اس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حادثہ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شہ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نہ ہوئے ہوتے تو شا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جلد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مستقبل</w:t>
      </w:r>
      <w:r w:rsidR="00F96A4F" w:rsidRPr="00F96A4F">
        <w:rPr>
          <w:rFonts w:eastAsia="Calibri"/>
          <w:rtl/>
        </w:rPr>
        <w:t xml:space="preserve"> سے متعلق امام حسن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کا منصوبہ بار آور ہو جاتا </w:t>
      </w:r>
      <w:r w:rsidR="00EB204C">
        <w:rPr>
          <w:rFonts w:eastAsia="Calibri"/>
          <w:rtl/>
        </w:rPr>
        <w:t>۔</w:t>
      </w:r>
      <w:r w:rsidRPr="00E72EC1">
        <w:rPr>
          <w:rFonts w:eastAsia="Calibri" w:hint="eastAsia"/>
          <w:rtl/>
        </w:rPr>
        <w:t xml:space="preserve"> </w:t>
      </w:r>
      <w:r w:rsidRPr="00F96A4F">
        <w:rPr>
          <w:rFonts w:eastAsia="Calibri" w:hint="eastAsia"/>
          <w:rtl/>
        </w:rPr>
        <w:t>چنانچہ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نقل کر رہا ہوں جس سے اس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واضح تائ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ہو ت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اصول کاف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ابو حمزہ ثمال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امام محمد باقر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نقل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ہے:</w:t>
      </w:r>
      <w:r>
        <w:rPr>
          <w:rFonts w:eastAsia="Calibri"/>
          <w:rtl/>
        </w:rPr>
        <w:t xml:space="preserve"> </w:t>
      </w:r>
      <w:r w:rsidRPr="00E908AF">
        <w:rPr>
          <w:rStyle w:val="libArabicChar"/>
          <w:rFonts w:eastAsia="Calibri" w:hint="eastAsia"/>
          <w:rtl/>
        </w:rPr>
        <w:t>”سمعت</w:t>
      </w:r>
      <w:r w:rsidRPr="00E908AF">
        <w:rPr>
          <w:rStyle w:val="libArabicChar"/>
          <w:rFonts w:eastAsia="Calibri"/>
          <w:rtl/>
        </w:rPr>
        <w:t xml:space="preserve"> ابا جعفر عل</w:t>
      </w:r>
      <w:r w:rsidRPr="00E908AF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E908AF">
        <w:rPr>
          <w:rStyle w:val="libArabicChar"/>
          <w:rFonts w:eastAsia="Calibri"/>
          <w:rtl/>
        </w:rPr>
        <w:t xml:space="preserve"> السلام </w:t>
      </w:r>
      <w:r w:rsidRPr="00E908AF">
        <w:rPr>
          <w:rStyle w:val="libArabicChar"/>
          <w:rFonts w:eastAsia="Calibri" w:hint="cs"/>
          <w:rtl/>
        </w:rPr>
        <w:t>ی</w:t>
      </w:r>
      <w:r w:rsidRPr="00E908AF">
        <w:rPr>
          <w:rStyle w:val="libArabicChar"/>
          <w:rFonts w:eastAsia="Calibri" w:hint="eastAsia"/>
          <w:rtl/>
        </w:rPr>
        <w:t>قول</w:t>
      </w:r>
      <w:r w:rsidRPr="00E908AF">
        <w:rPr>
          <w:rStyle w:val="libArabicChar"/>
          <w:rFonts w:eastAsia="Calibri"/>
          <w:rtl/>
        </w:rPr>
        <w:t xml:space="preserve"> : </w:t>
      </w:r>
      <w:r w:rsidRPr="00E908AF">
        <w:rPr>
          <w:rStyle w:val="libArabicChar"/>
          <w:rFonts w:eastAsia="Calibri" w:hint="cs"/>
          <w:rtl/>
        </w:rPr>
        <w:t>ی</w:t>
      </w:r>
      <w:r w:rsidRPr="00E908AF">
        <w:rPr>
          <w:rStyle w:val="libArabicChar"/>
          <w:rFonts w:eastAsia="Calibri" w:hint="eastAsia"/>
          <w:rtl/>
        </w:rPr>
        <w:t>ا</w:t>
      </w:r>
      <w:r w:rsidRPr="00E908AF">
        <w:rPr>
          <w:rStyle w:val="libArabicChar"/>
          <w:rFonts w:eastAsia="Calibri"/>
          <w:rtl/>
        </w:rPr>
        <w:t xml:space="preserve"> ثابت ،ان اللّٰ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 xml:space="preserve"> تبارک و تعال</w:t>
      </w:r>
      <w:r w:rsidRPr="00E908AF">
        <w:rPr>
          <w:rStyle w:val="libArabicChar"/>
          <w:rFonts w:eastAsia="Calibri" w:hint="cs"/>
          <w:rtl/>
        </w:rPr>
        <w:t>یٰ</w:t>
      </w:r>
      <w:r w:rsidRPr="00E908AF">
        <w:rPr>
          <w:rStyle w:val="libArabicChar"/>
          <w:rFonts w:eastAsia="Calibri"/>
          <w:rtl/>
        </w:rPr>
        <w:t xml:space="preserve"> قد کانوقت 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ذا</w:t>
      </w:r>
      <w:r w:rsidRPr="00E908AF">
        <w:rPr>
          <w:rStyle w:val="libArabicChar"/>
          <w:rFonts w:eastAsia="Calibri"/>
          <w:rtl/>
        </w:rPr>
        <w:t xml:space="preserve"> </w:t>
      </w:r>
      <w:r w:rsidRPr="00E908AF">
        <w:rPr>
          <w:rStyle w:val="libArabicChar"/>
          <w:rFonts w:eastAsia="Calibri" w:hint="eastAsia"/>
          <w:rtl/>
        </w:rPr>
        <w:t>الامر</w:t>
      </w:r>
      <w:r w:rsidRPr="00E908AF">
        <w:rPr>
          <w:rStyle w:val="libArabicChar"/>
          <w:rFonts w:eastAsia="Calibri"/>
          <w:rtl/>
        </w:rPr>
        <w:t xml:space="preserve"> ف</w:t>
      </w:r>
      <w:r w:rsidRPr="00E908AF">
        <w:rPr>
          <w:rStyle w:val="libArabicChar"/>
          <w:rFonts w:eastAsia="Calibri" w:hint="cs"/>
          <w:rtl/>
        </w:rPr>
        <w:t>ی</w:t>
      </w:r>
      <w:r w:rsidRPr="00E908AF">
        <w:rPr>
          <w:rStyle w:val="libArabicChar"/>
          <w:rFonts w:eastAsia="Calibri"/>
          <w:rtl/>
        </w:rPr>
        <w:t xml:space="preserve"> السبع</w:t>
      </w:r>
      <w:r w:rsidRPr="00E908AF">
        <w:rPr>
          <w:rStyle w:val="libArabicChar"/>
          <w:rFonts w:eastAsia="Calibri" w:hint="cs"/>
          <w:rtl/>
        </w:rPr>
        <w:t>ی</w:t>
      </w:r>
      <w:r w:rsidRPr="00E908AF">
        <w:rPr>
          <w:rStyle w:val="libArabicChar"/>
          <w:rFonts w:eastAsia="Calibri" w:hint="eastAsia"/>
          <w:rtl/>
        </w:rPr>
        <w:t>ن“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”ہذاالامر</w:t>
      </w:r>
      <w:r w:rsidRPr="00F96A4F">
        <w:rPr>
          <w:rFonts w:eastAsia="Calibri"/>
          <w:rtl/>
        </w:rPr>
        <w:t xml:space="preserve"> ”سے مراد حکومت و ولا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اہل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ہے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ںہے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،</w:t>
      </w:r>
      <w:r w:rsidRPr="00F96A4F">
        <w:rPr>
          <w:rFonts w:eastAsia="Calibri"/>
          <w:rtl/>
        </w:rPr>
        <w:t xml:space="preserve"> اگر تمام مقامات پر نہ کہا جائے تو اکثر و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شتر</w:t>
      </w:r>
      <w:r w:rsidRPr="00F96A4F">
        <w:rPr>
          <w:rFonts w:eastAsia="Calibri"/>
          <w:rtl/>
        </w:rPr>
        <w:t xml:space="preserve"> مقامات پر جہاں جہاں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ہذا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الامر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تعب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استعمال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اس سے مقصود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>
        <w:rPr>
          <w:rFonts w:eastAsia="Calibri" w:hint="cs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</w:t>
      </w:r>
      <w:r w:rsidRPr="00F96A4F">
        <w:rPr>
          <w:rFonts w:eastAsia="Calibri"/>
          <w:rtl/>
        </w:rPr>
        <w:t xml:space="preserve"> ولا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اگر چہ بعض موارد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کلمہ ،تحر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اور اقدام کے معنوں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 xml:space="preserve">بھی </w:t>
      </w:r>
      <w:r w:rsidRPr="00F96A4F">
        <w:rPr>
          <w:rFonts w:eastAsia="Calibri" w:hint="eastAsia"/>
          <w:rtl/>
        </w:rPr>
        <w:t>استعمال</w:t>
      </w:r>
      <w:r w:rsidRPr="00F96A4F">
        <w:rPr>
          <w:rFonts w:eastAsia="Calibri"/>
          <w:rtl/>
        </w:rPr>
        <w:t xml:space="preserve"> ہوا ہے اور وہاں حکومت مراد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BB7236" w:rsidRDefault="00BB723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بہر حال ہذ الامر ،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موضوع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 xml:space="preserve"> کو 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موضوع ؟وہ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جو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آل محمد (ص) کے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رائج و مرسوم رہا ہے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جس</w:t>
      </w:r>
      <w:r w:rsidRPr="00F96A4F">
        <w:rPr>
          <w:rFonts w:eastAsia="Calibri"/>
          <w:rtl/>
        </w:rPr>
        <w:t xml:space="preserve"> کے بارہ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برسوں گفتگو ہوت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جس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آرزو اور منصوبہ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ساز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E72EC1" w:rsidRDefault="00EB204C" w:rsidP="00BD6259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محمد باقر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اس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فرماتےہ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: خدا وند عالم اس امر (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حکومت اہلب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(ع) ) کے لئے </w:t>
      </w:r>
      <w:r w:rsidR="00BD6259" w:rsidRPr="00BD6259">
        <w:rPr>
          <w:rStyle w:val="libNormalChar"/>
          <w:rFonts w:eastAsia="Calibri" w:hint="cs"/>
          <w:rtl/>
        </w:rPr>
        <w:t>7</w:t>
      </w:r>
      <w:r w:rsidR="00AD79D1" w:rsidRPr="00AD79D1">
        <w:rPr>
          <w:rFonts w:eastAsia="Calibri" w:hint="cs"/>
          <w:rtl/>
        </w:rPr>
        <w:t>0</w:t>
      </w:r>
      <w:r w:rsidR="00F96A4F" w:rsidRPr="00BD6259">
        <w:rPr>
          <w:rStyle w:val="libNormalChar"/>
          <w:rFonts w:eastAsia="Calibri" w:hint="cs"/>
          <w:rtl/>
        </w:rPr>
        <w:t xml:space="preserve"> </w:t>
      </w:r>
      <w:r w:rsidR="00BB7236" w:rsidRPr="00BD6259">
        <w:rPr>
          <w:rStyle w:val="libNormalChar"/>
          <w:rFonts w:eastAsia="Calibri" w:hint="cs"/>
          <w:rtl/>
        </w:rPr>
        <w:t>ہج</w:t>
      </w:r>
      <w:r w:rsidR="00F96A4F" w:rsidRPr="00BD6259">
        <w:rPr>
          <w:rStyle w:val="libNormalChar"/>
          <w:rFonts w:eastAsia="Calibri" w:hint="cs"/>
          <w:rtl/>
        </w:rPr>
        <w:t>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کر چکا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،اور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شہادت امام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دس سال بعد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خ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  <w:r w:rsidR="00E72EC1">
        <w:rPr>
          <w:rFonts w:eastAsia="Calibri"/>
          <w:rtl/>
        </w:rPr>
        <w:t xml:space="preserve"> </w:t>
      </w:r>
      <w:r w:rsidR="00E72EC1" w:rsidRPr="00F96A4F">
        <w:rPr>
          <w:rFonts w:eastAsia="Calibri" w:hint="eastAsia"/>
          <w:rtl/>
        </w:rPr>
        <w:t>امام</w:t>
      </w:r>
      <w:r w:rsidR="00E72EC1" w:rsidRPr="00F96A4F">
        <w:rPr>
          <w:rFonts w:eastAsia="Calibri"/>
          <w:rtl/>
        </w:rPr>
        <w:t xml:space="preserve"> اسکے بعد فرماتے ہ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ں</w:t>
      </w:r>
      <w:r w:rsidR="00E72EC1" w:rsidRPr="00F96A4F">
        <w:rPr>
          <w:rFonts w:eastAsia="Calibri"/>
          <w:rtl/>
        </w:rPr>
        <w:t>:</w:t>
      </w:r>
      <w:r w:rsidR="00E72EC1" w:rsidRPr="00E908AF">
        <w:rPr>
          <w:rStyle w:val="libArabicChar"/>
          <w:rFonts w:eastAsia="Calibri"/>
          <w:rtl/>
        </w:rPr>
        <w:t xml:space="preserve"> </w:t>
      </w:r>
      <w:r w:rsidR="00E72EC1" w:rsidRPr="00E908AF">
        <w:rPr>
          <w:rStyle w:val="libArabicChar"/>
          <w:rFonts w:eastAsia="Calibri" w:hint="eastAsia"/>
          <w:rtl/>
        </w:rPr>
        <w:t>”فلما</w:t>
      </w:r>
      <w:r w:rsidR="00E72EC1" w:rsidRPr="00E908AF">
        <w:rPr>
          <w:rStyle w:val="libArabicChar"/>
          <w:rFonts w:eastAsia="Calibri"/>
          <w:rtl/>
        </w:rPr>
        <w:t xml:space="preserve"> ان قتل الحس</w:t>
      </w:r>
      <w:r w:rsidR="00E72EC1" w:rsidRPr="00E908AF">
        <w:rPr>
          <w:rStyle w:val="libArabicChar"/>
          <w:rFonts w:eastAsia="Calibri" w:hint="cs"/>
          <w:rtl/>
        </w:rPr>
        <w:t>ی</w:t>
      </w:r>
      <w:r w:rsidR="00E72EC1" w:rsidRPr="00E908AF">
        <w:rPr>
          <w:rStyle w:val="libArabicChar"/>
          <w:rFonts w:eastAsia="Calibri" w:hint="eastAsia"/>
          <w:rtl/>
        </w:rPr>
        <w:t>ن</w:t>
      </w:r>
      <w:r w:rsidR="00E72EC1" w:rsidRPr="00E908AF">
        <w:rPr>
          <w:rStyle w:val="libArabicChar"/>
          <w:rFonts w:eastAsia="Calibri"/>
          <w:rtl/>
        </w:rPr>
        <w:t xml:space="preserve"> صلوات اللّٰ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E72EC1" w:rsidRPr="00AD79D1">
        <w:rPr>
          <w:rStyle w:val="libArabicChar"/>
          <w:rFonts w:eastAsia="Calibri" w:hint="cs"/>
          <w:rtl/>
        </w:rPr>
        <w:t xml:space="preserve"> عل</w:t>
      </w:r>
      <w:r w:rsidR="00E72EC1" w:rsidRPr="00E908AF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E72EC1" w:rsidRPr="00E908AF">
        <w:rPr>
          <w:rStyle w:val="libArabicChar"/>
          <w:rFonts w:eastAsia="Calibri"/>
          <w:rtl/>
        </w:rPr>
        <w:t xml:space="preserve"> اشتد غضب اللّٰ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E72EC1" w:rsidRPr="00AD79D1">
        <w:rPr>
          <w:rStyle w:val="libArabicChar"/>
          <w:rFonts w:eastAsia="Calibri" w:hint="cs"/>
          <w:rtl/>
        </w:rPr>
        <w:t xml:space="preserve"> تعال</w:t>
      </w:r>
      <w:r w:rsidR="00E72EC1" w:rsidRPr="00E908AF">
        <w:rPr>
          <w:rStyle w:val="libArabicChar"/>
          <w:rFonts w:eastAsia="Calibri" w:hint="cs"/>
          <w:rtl/>
        </w:rPr>
        <w:t>یٰ</w:t>
      </w:r>
      <w:r w:rsidR="00E72EC1" w:rsidRPr="00E908AF">
        <w:rPr>
          <w:rStyle w:val="libArabicChar"/>
          <w:rFonts w:eastAsia="Calibri"/>
          <w:rtl/>
        </w:rPr>
        <w:t xml:space="preserve"> عل</w:t>
      </w:r>
      <w:r w:rsidR="00E72EC1" w:rsidRPr="00E908AF">
        <w:rPr>
          <w:rStyle w:val="libArabicChar"/>
          <w:rFonts w:eastAsia="Calibri" w:hint="cs"/>
          <w:rtl/>
        </w:rPr>
        <w:t>یٰ</w:t>
      </w:r>
      <w:r w:rsidR="00E72EC1" w:rsidRPr="00E908AF">
        <w:rPr>
          <w:rStyle w:val="libArabicChar"/>
          <w:rFonts w:eastAsia="Calibri"/>
          <w:rtl/>
        </w:rPr>
        <w:t xml:space="preserve"> ا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E72EC1" w:rsidRPr="00AD79D1">
        <w:rPr>
          <w:rStyle w:val="libArabicChar"/>
          <w:rFonts w:eastAsia="Calibri" w:hint="cs"/>
          <w:rtl/>
        </w:rPr>
        <w:t>ل الارض فاخر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E72EC1" w:rsidRPr="00E908AF">
        <w:rPr>
          <w:rStyle w:val="libArabicChar"/>
          <w:rFonts w:eastAsia="Calibri"/>
          <w:rtl/>
        </w:rPr>
        <w:t xml:space="preserve"> </w:t>
      </w:r>
      <w:r w:rsidR="00E72EC1" w:rsidRPr="00E908AF">
        <w:rPr>
          <w:rStyle w:val="libArabicChar"/>
          <w:rFonts w:eastAsia="Calibri" w:hint="eastAsia"/>
          <w:rtl/>
        </w:rPr>
        <w:t>ال</w:t>
      </w:r>
      <w:r w:rsidR="00E72EC1" w:rsidRPr="00E908AF">
        <w:rPr>
          <w:rStyle w:val="libArabicChar"/>
          <w:rFonts w:eastAsia="Calibri" w:hint="cs"/>
          <w:rtl/>
        </w:rPr>
        <w:t>یٰ</w:t>
      </w:r>
      <w:r w:rsidR="00E72EC1" w:rsidRPr="00E908AF">
        <w:rPr>
          <w:rStyle w:val="libArabicChar"/>
          <w:rFonts w:eastAsia="Calibri"/>
          <w:rtl/>
        </w:rPr>
        <w:t xml:space="preserve"> اربع</w:t>
      </w:r>
      <w:r w:rsidR="00E72EC1" w:rsidRPr="00E908AF">
        <w:rPr>
          <w:rStyle w:val="libArabicChar"/>
          <w:rFonts w:eastAsia="Calibri" w:hint="cs"/>
          <w:rtl/>
        </w:rPr>
        <w:t>ی</w:t>
      </w:r>
      <w:r w:rsidR="00E72EC1" w:rsidRPr="00E908AF">
        <w:rPr>
          <w:rStyle w:val="libArabicChar"/>
          <w:rFonts w:eastAsia="Calibri" w:hint="eastAsia"/>
          <w:rtl/>
        </w:rPr>
        <w:t>ن</w:t>
      </w:r>
      <w:r w:rsidR="00E72EC1" w:rsidRPr="00E908AF">
        <w:rPr>
          <w:rStyle w:val="libArabicChar"/>
          <w:rFonts w:eastAsia="Calibri"/>
          <w:rtl/>
        </w:rPr>
        <w:t xml:space="preserve"> وما</w:t>
      </w:r>
      <w:r w:rsidR="00F134B2" w:rsidRPr="00F134B2">
        <w:rPr>
          <w:rStyle w:val="libArabicChar"/>
          <w:rFonts w:eastAsia="Calibri"/>
          <w:rtl/>
        </w:rPr>
        <w:t>ئة</w:t>
      </w:r>
      <w:r w:rsidR="00E72EC1" w:rsidRPr="00E908AF">
        <w:rPr>
          <w:rStyle w:val="libArabicChar"/>
          <w:rFonts w:eastAsia="Calibri" w:hint="eastAsia"/>
          <w:rtl/>
        </w:rPr>
        <w:t>“</w:t>
      </w:r>
      <w:r w:rsidR="00E72EC1">
        <w:rPr>
          <w:rFonts w:eastAsia="Calibri"/>
          <w:rtl/>
        </w:rPr>
        <w:t xml:space="preserve"> </w:t>
      </w:r>
      <w:r w:rsidR="00E72EC1" w:rsidRPr="00F96A4F">
        <w:rPr>
          <w:rFonts w:eastAsia="Calibri" w:hint="eastAsia"/>
          <w:rtl/>
        </w:rPr>
        <w:t>جب</w:t>
      </w:r>
      <w:r w:rsidR="00E72EC1" w:rsidRPr="00F96A4F">
        <w:rPr>
          <w:rFonts w:eastAsia="Calibri"/>
          <w:rtl/>
        </w:rPr>
        <w:t xml:space="preserve"> امام حس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ن</w:t>
      </w:r>
      <w:r w:rsidR="00E72EC1" w:rsidRPr="00F96A4F">
        <w:rPr>
          <w:rFonts w:eastAsia="Calibri"/>
          <w:rtl/>
        </w:rPr>
        <w:t xml:space="preserve"> عل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ہ</w:t>
      </w:r>
      <w:r w:rsidR="00E72EC1" w:rsidRPr="00F96A4F">
        <w:rPr>
          <w:rFonts w:eastAsia="Calibri"/>
          <w:rtl/>
        </w:rPr>
        <w:t xml:space="preserve"> السلام کوشہ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د</w:t>
      </w:r>
      <w:r w:rsidR="00E72EC1" w:rsidRPr="00F96A4F">
        <w:rPr>
          <w:rFonts w:eastAsia="Calibri"/>
          <w:rtl/>
        </w:rPr>
        <w:t xml:space="preserve"> کر د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ا</w:t>
      </w:r>
      <w:r w:rsidR="00E72EC1" w:rsidRPr="00F96A4F">
        <w:rPr>
          <w:rFonts w:eastAsia="Calibri"/>
          <w:rtl/>
        </w:rPr>
        <w:t xml:space="preserve"> گ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ا</w:t>
      </w:r>
      <w:r w:rsidR="00E72EC1" w:rsidRPr="00F96A4F">
        <w:rPr>
          <w:rFonts w:eastAsia="Calibri"/>
          <w:rtl/>
        </w:rPr>
        <w:t xml:space="preserve"> ، اہل زم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ن</w:t>
      </w:r>
      <w:r w:rsidR="00E72EC1" w:rsidRPr="00F96A4F">
        <w:rPr>
          <w:rFonts w:eastAsia="Calibri"/>
          <w:rtl/>
        </w:rPr>
        <w:t xml:space="preserve"> پر خدا وند عالم کے</w:t>
      </w:r>
      <w:r w:rsidR="00E72EC1">
        <w:rPr>
          <w:rFonts w:eastAsia="Calibri"/>
          <w:rtl/>
        </w:rPr>
        <w:t xml:space="preserve"> </w:t>
      </w:r>
      <w:r w:rsidR="00E72EC1" w:rsidRPr="00F96A4F">
        <w:rPr>
          <w:rFonts w:eastAsia="Calibri" w:hint="eastAsia"/>
          <w:rtl/>
        </w:rPr>
        <w:t>غضب</w:t>
      </w:r>
      <w:r w:rsidR="00E72EC1" w:rsidRPr="00F96A4F">
        <w:rPr>
          <w:rFonts w:eastAsia="Calibri"/>
          <w:rtl/>
        </w:rPr>
        <w:t xml:space="preserve"> م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ں</w:t>
      </w:r>
      <w:r w:rsidR="00E72EC1" w:rsidRPr="00F96A4F">
        <w:rPr>
          <w:rFonts w:eastAsia="Calibri"/>
          <w:rtl/>
        </w:rPr>
        <w:t xml:space="preserve"> شدت پ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دا</w:t>
      </w:r>
      <w:r w:rsidR="00E72EC1" w:rsidRPr="00F96A4F">
        <w:rPr>
          <w:rFonts w:eastAsia="Calibri"/>
          <w:rtl/>
        </w:rPr>
        <w:t xml:space="preserve"> ہو گئ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اور وہ ) تاس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س</w:t>
      </w:r>
      <w:r w:rsidR="00E72EC1" w:rsidRPr="00F96A4F">
        <w:rPr>
          <w:rFonts w:eastAsia="Calibri"/>
          <w:rtl/>
        </w:rPr>
        <w:t xml:space="preserve"> حکومت کا ) وقت </w:t>
      </w:r>
      <w:r w:rsidR="00AD79D1" w:rsidRPr="00AD79D1">
        <w:rPr>
          <w:rFonts w:eastAsia="Calibri" w:hint="cs"/>
          <w:rtl/>
        </w:rPr>
        <w:t>1</w:t>
      </w:r>
      <w:r w:rsidR="00BD6259" w:rsidRPr="00BD6259">
        <w:rPr>
          <w:rFonts w:eastAsia="Calibri"/>
          <w:rtl/>
          <w:lang w:bidi="fa-IR"/>
        </w:rPr>
        <w:t>4</w:t>
      </w:r>
      <w:r w:rsidR="00AD79D1" w:rsidRPr="00AD79D1">
        <w:rPr>
          <w:rFonts w:eastAsia="Calibri" w:hint="cs"/>
          <w:rtl/>
        </w:rPr>
        <w:t>0</w:t>
      </w:r>
      <w:r w:rsidR="00E72EC1" w:rsidRPr="00BD6259">
        <w:rPr>
          <w:rStyle w:val="libNormalChar"/>
          <w:rFonts w:eastAsia="Calibri" w:hint="cs"/>
          <w:rtl/>
        </w:rPr>
        <w:t xml:space="preserve"> ہجر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تک کے</w:t>
      </w:r>
      <w:r w:rsidR="00E72EC1">
        <w:rPr>
          <w:rFonts w:eastAsia="Calibri"/>
          <w:rtl/>
        </w:rPr>
        <w:t xml:space="preserve"> </w:t>
      </w:r>
      <w:r w:rsidR="00E72EC1" w:rsidRPr="00F96A4F">
        <w:rPr>
          <w:rFonts w:eastAsia="Calibri" w:hint="eastAsia"/>
          <w:rtl/>
        </w:rPr>
        <w:t>لئے</w:t>
      </w:r>
      <w:r w:rsidR="00E72EC1" w:rsidRPr="00F96A4F">
        <w:rPr>
          <w:rFonts w:eastAsia="Calibri"/>
          <w:rtl/>
        </w:rPr>
        <w:t xml:space="preserve"> آگے </w:t>
      </w:r>
      <w:r w:rsidR="00E72EC1">
        <w:rPr>
          <w:rFonts w:eastAsia="Calibri"/>
          <w:rtl/>
        </w:rPr>
        <w:t>بڑھ</w:t>
      </w:r>
      <w:r w:rsidR="00E72EC1" w:rsidRPr="00F96A4F">
        <w:rPr>
          <w:rFonts w:eastAsia="Calibri"/>
          <w:rtl/>
        </w:rPr>
        <w:t>اد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ا</w:t>
      </w:r>
      <w:r w:rsidR="00E72EC1" w:rsidRPr="00F96A4F">
        <w:rPr>
          <w:rFonts w:eastAsia="Calibri"/>
          <w:rtl/>
        </w:rPr>
        <w:t xml:space="preserve"> گ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ا</w:t>
      </w:r>
      <w:r w:rsidR="00E72EC1" w:rsidRPr="00F96A4F">
        <w:rPr>
          <w:rFonts w:eastAsia="Calibri"/>
          <w:rtl/>
        </w:rPr>
        <w:t xml:space="preserve"> </w:t>
      </w:r>
      <w:r w:rsidR="00E72EC1"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تار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خ</w:t>
      </w:r>
      <w:r w:rsidRPr="00F96A4F">
        <w:rPr>
          <w:rFonts w:eastAsia="Calibri"/>
          <w:rtl/>
        </w:rPr>
        <w:t xml:space="preserve"> ( </w:t>
      </w:r>
      <w:r w:rsidR="00AD79D1" w:rsidRPr="00AD79D1">
        <w:rPr>
          <w:rFonts w:eastAsia="Calibri" w:hint="cs"/>
          <w:rtl/>
        </w:rPr>
        <w:t>1</w:t>
      </w:r>
      <w:r w:rsidR="00BD6259" w:rsidRPr="00BD6259">
        <w:rPr>
          <w:rFonts w:eastAsia="Calibri"/>
          <w:rtl/>
          <w:lang w:bidi="fa-IR"/>
        </w:rPr>
        <w:t>4</w:t>
      </w:r>
      <w:r w:rsidR="00AD79D1" w:rsidRPr="00AD79D1">
        <w:rPr>
          <w:rFonts w:eastAsia="Calibri" w:hint="cs"/>
          <w:rtl/>
        </w:rPr>
        <w:t>0</w:t>
      </w:r>
      <w:r w:rsidRPr="00BD6259">
        <w:rPr>
          <w:rStyle w:val="libNormalChar"/>
          <w:rFonts w:eastAsia="Calibri" w:hint="cs"/>
          <w:rtl/>
        </w:rPr>
        <w:t xml:space="preserve"> ہجر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) امام جعفر صادق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شہادت سے آ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سال قبل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چنانچہ امام جعفر صادق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سوانح 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ذ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ہم </w:t>
      </w:r>
      <w:r w:rsidR="00AD79D1" w:rsidRPr="00AD79D1">
        <w:rPr>
          <w:rFonts w:eastAsia="Calibri" w:hint="cs"/>
          <w:rtl/>
        </w:rPr>
        <w:t>1</w:t>
      </w:r>
      <w:r w:rsidR="00BD6259" w:rsidRPr="00BD6259">
        <w:rPr>
          <w:rFonts w:eastAsia="Calibri"/>
          <w:rtl/>
          <w:lang w:bidi="fa-IR"/>
        </w:rPr>
        <w:t>4</w:t>
      </w:r>
      <w:r w:rsidR="00AD79D1" w:rsidRPr="00AD79D1">
        <w:rPr>
          <w:rFonts w:eastAsia="Calibri" w:hint="cs"/>
          <w:rtl/>
        </w:rPr>
        <w:t>0</w:t>
      </w:r>
      <w:r>
        <w:rPr>
          <w:rFonts w:eastAsia="Calibri"/>
          <w:rtl/>
        </w:rPr>
        <w:t xml:space="preserve"> </w:t>
      </w:r>
      <w:r>
        <w:rPr>
          <w:rFonts w:eastAsia="Calibri" w:hint="eastAsia"/>
          <w:rtl/>
        </w:rPr>
        <w:t>ہج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کے بارہ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تفص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بحث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،اس سلسلہ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را</w:t>
      </w:r>
      <w:r w:rsidRPr="00F96A4F">
        <w:rPr>
          <w:rFonts w:eastAsia="Calibri"/>
          <w:rtl/>
        </w:rPr>
        <w:t xml:space="preserve"> 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ال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کہ وہ ول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امر جس کے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>
        <w:rPr>
          <w:rFonts w:eastAsia="Calibri" w:hint="cs"/>
          <w:rtl/>
        </w:rPr>
        <w:t xml:space="preserve"> </w:t>
      </w:r>
      <w:r w:rsidRPr="00F96A4F">
        <w:rPr>
          <w:rFonts w:eastAsia="Calibri" w:hint="eastAsia"/>
          <w:rtl/>
        </w:rPr>
        <w:t>انقلاب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اقدام کے تحت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(ع) کا حق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واپس</w:t>
      </w:r>
      <w:r w:rsidRPr="00F96A4F">
        <w:rPr>
          <w:rFonts w:eastAsia="Calibri"/>
          <w:rtl/>
        </w:rPr>
        <w:t xml:space="preserve"> ملنا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</w:p>
    <w:p w:rsidR="00BB7236" w:rsidRDefault="00BB723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BB7236" w:rsidRPr="00BB7236" w:rsidRDefault="00E72EC1" w:rsidP="00BB7236">
      <w:pPr>
        <w:pStyle w:val="libNormal"/>
        <w:rPr>
          <w:rFonts w:eastAsia="Calibri"/>
          <w:rtl/>
        </w:rPr>
      </w:pPr>
      <w:r w:rsidRPr="00F96A4F">
        <w:rPr>
          <w:rFonts w:eastAsia="Calibri"/>
          <w:rtl/>
        </w:rPr>
        <w:t>امام جعفر صادق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ذات مبارک ہون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چاہئے </w:t>
      </w:r>
      <w:r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مگر</w:t>
      </w:r>
      <w:r w:rsidRPr="00F96A4F">
        <w:rPr>
          <w:rFonts w:eastAsia="Calibri"/>
          <w:rtl/>
        </w:rPr>
        <w:t xml:space="preserve"> اس وقت بنو عباس نے خود خواہ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عجلت پسند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پرست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ہوائے نفس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کرتے ہوئے ہر جائز و ناجائز حربہ استعمال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فرصت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(ع)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ہا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سے 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وعدہ الٰہ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وقت کے لئے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>
        <w:rPr>
          <w:rFonts w:eastAsia="Calibri"/>
          <w:rtl/>
        </w:rPr>
        <w:t>۔</w:t>
      </w:r>
    </w:p>
    <w:p w:rsidR="00E72EC1" w:rsidRDefault="00F96A4F" w:rsidP="00E72EC1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کے آخر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فقرے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>:</w:t>
      </w:r>
      <w:r w:rsidR="00EB204C">
        <w:rPr>
          <w:rFonts w:eastAsia="Calibri"/>
          <w:rtl/>
        </w:rPr>
        <w:t xml:space="preserve"> </w:t>
      </w:r>
      <w:r w:rsidRPr="00E908AF">
        <w:rPr>
          <w:rStyle w:val="libArabicChar"/>
          <w:rFonts w:eastAsia="Calibri" w:hint="eastAsia"/>
          <w:rtl/>
        </w:rPr>
        <w:t>”فحدثناکم</w:t>
      </w:r>
      <w:r w:rsidRPr="00E908AF">
        <w:rPr>
          <w:rStyle w:val="libArabicChar"/>
          <w:rFonts w:eastAsia="Calibri"/>
          <w:rtl/>
        </w:rPr>
        <w:t xml:space="preserve"> فاضعتم الحد</w:t>
      </w:r>
      <w:r w:rsidRPr="00E908AF">
        <w:rPr>
          <w:rStyle w:val="libArabicChar"/>
          <w:rFonts w:eastAsia="Calibri" w:hint="cs"/>
          <w:rtl/>
        </w:rPr>
        <w:t>ی</w:t>
      </w:r>
      <w:r w:rsidRPr="00E908AF">
        <w:rPr>
          <w:rStyle w:val="libArabicChar"/>
          <w:rFonts w:eastAsia="Calibri" w:hint="eastAsia"/>
          <w:rtl/>
        </w:rPr>
        <w:t>ث</w:t>
      </w:r>
      <w:r w:rsidRPr="00E908AF">
        <w:rPr>
          <w:rStyle w:val="libArabicChar"/>
          <w:rFonts w:eastAsia="Calibri"/>
          <w:rtl/>
        </w:rPr>
        <w:t xml:space="preserve"> و کشفتم حجاب الستر</w:t>
      </w:r>
      <w:r w:rsidRPr="00F96A4F">
        <w:rPr>
          <w:rFonts w:eastAsia="Calibri"/>
          <w:rtl/>
        </w:rPr>
        <w:t xml:space="preserve"> (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دوسرے نسخہ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قناع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الستر</w:t>
      </w:r>
      <w:r w:rsidRPr="00F96A4F">
        <w:rPr>
          <w:rFonts w:eastAsia="Calibri"/>
          <w:rtl/>
        </w:rPr>
        <w:t xml:space="preserve"> ہے ) </w:t>
      </w:r>
      <w:r w:rsidRPr="00E908AF">
        <w:rPr>
          <w:rStyle w:val="libArabicChar"/>
          <w:rFonts w:eastAsia="Calibri"/>
          <w:rtl/>
        </w:rPr>
        <w:t xml:space="preserve">ولم </w:t>
      </w:r>
      <w:r w:rsidRPr="00E908AF">
        <w:rPr>
          <w:rStyle w:val="libArabicChar"/>
          <w:rFonts w:eastAsia="Calibri" w:hint="cs"/>
          <w:rtl/>
        </w:rPr>
        <w:t>ی</w:t>
      </w:r>
      <w:r w:rsidRPr="00E908AF">
        <w:rPr>
          <w:rStyle w:val="libArabicChar"/>
          <w:rFonts w:eastAsia="Calibri" w:hint="eastAsia"/>
          <w:rtl/>
        </w:rPr>
        <w:t>جعل</w:t>
      </w:r>
      <w:r w:rsidRPr="00E908AF">
        <w:rPr>
          <w:rStyle w:val="libArabicChar"/>
          <w:rFonts w:eastAsia="Calibri"/>
          <w:rtl/>
        </w:rPr>
        <w:t xml:space="preserve"> اللّٰ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 xml:space="preserve"> ل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 xml:space="preserve"> بعد ذالک وقتا عندنا ، و </w:t>
      </w:r>
      <w:r w:rsidRPr="00E908AF">
        <w:rPr>
          <w:rStyle w:val="libArabicChar"/>
          <w:rFonts w:eastAsia="Calibri" w:hint="cs"/>
          <w:rtl/>
        </w:rPr>
        <w:t>ی</w:t>
      </w:r>
      <w:r w:rsidRPr="00E908AF">
        <w:rPr>
          <w:rStyle w:val="libArabicChar"/>
          <w:rFonts w:eastAsia="Calibri" w:hint="eastAsia"/>
          <w:rtl/>
        </w:rPr>
        <w:t>محوا</w:t>
      </w:r>
      <w:r w:rsidRPr="00E908AF">
        <w:rPr>
          <w:rStyle w:val="libArabicChar"/>
          <w:rFonts w:eastAsia="Calibri"/>
          <w:rtl/>
        </w:rPr>
        <w:t xml:space="preserve"> اللّٰ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 xml:space="preserve"> ما</w:t>
      </w:r>
      <w:r w:rsidRPr="00E908AF">
        <w:rPr>
          <w:rStyle w:val="libArabicChar"/>
          <w:rFonts w:eastAsia="Calibri" w:hint="cs"/>
          <w:rtl/>
        </w:rPr>
        <w:t>ی</w:t>
      </w:r>
      <w:r w:rsidRPr="00E908AF">
        <w:rPr>
          <w:rStyle w:val="libArabicChar"/>
          <w:rFonts w:eastAsia="Calibri" w:hint="eastAsia"/>
          <w:rtl/>
        </w:rPr>
        <w:t>شاء</w:t>
      </w:r>
      <w:r w:rsidRPr="00E908AF">
        <w:rPr>
          <w:rStyle w:val="libArabicChar"/>
          <w:rFonts w:eastAsia="Calibri"/>
          <w:rtl/>
        </w:rPr>
        <w:t xml:space="preserve"> و </w:t>
      </w:r>
      <w:r w:rsidRPr="00E908AF">
        <w:rPr>
          <w:rStyle w:val="libArabicChar"/>
          <w:rFonts w:eastAsia="Calibri" w:hint="cs"/>
          <w:rtl/>
        </w:rPr>
        <w:t>ی</w:t>
      </w:r>
      <w:r w:rsidRPr="00E908AF">
        <w:rPr>
          <w:rStyle w:val="libArabicChar"/>
          <w:rFonts w:eastAsia="Calibri" w:hint="eastAsia"/>
          <w:rtl/>
        </w:rPr>
        <w:t>ثبت</w:t>
      </w:r>
      <w:r w:rsidRPr="00E908AF">
        <w:rPr>
          <w:rStyle w:val="libArabicChar"/>
          <w:rFonts w:eastAsia="Calibri"/>
          <w:rtl/>
        </w:rPr>
        <w:t xml:space="preserve"> و عند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EB204C" w:rsidRPr="00E908AF">
        <w:rPr>
          <w:rStyle w:val="libArabicChar"/>
          <w:rFonts w:eastAsia="Calibri"/>
          <w:rtl/>
        </w:rPr>
        <w:t xml:space="preserve"> </w:t>
      </w:r>
      <w:r w:rsidRPr="00E908AF">
        <w:rPr>
          <w:rStyle w:val="libArabicChar"/>
          <w:rFonts w:eastAsia="Calibri" w:hint="eastAsia"/>
          <w:rtl/>
        </w:rPr>
        <w:t>ام</w:t>
      </w:r>
      <w:r w:rsidRPr="00E908AF">
        <w:rPr>
          <w:rStyle w:val="libArabicChar"/>
          <w:rFonts w:eastAsia="Calibri"/>
          <w:rtl/>
        </w:rPr>
        <w:t xml:space="preserve"> الکتاب“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ہم نے تم لوگوں کو اس واقعہ سے مطلع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تم نے اس کو نشر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بات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پردہ</w:t>
      </w:r>
      <w:r w:rsidRPr="00F96A4F">
        <w:rPr>
          <w:rFonts w:eastAsia="Calibri"/>
          <w:rtl/>
        </w:rPr>
        <w:t xml:space="preserve"> راز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نہ رکہ سکے ،عوام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نہ کہا جانے والاراز افشا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  <w:r w:rsidR="00E72EC1" w:rsidRPr="00F96A4F">
        <w:rPr>
          <w:rFonts w:eastAsia="Calibri"/>
          <w:rtl/>
        </w:rPr>
        <w:t xml:space="preserve"> لہٰذا اب خدا</w:t>
      </w:r>
      <w:r w:rsidR="00E72EC1">
        <w:rPr>
          <w:rFonts w:eastAsia="Calibri"/>
          <w:rtl/>
        </w:rPr>
        <w:t xml:space="preserve"> </w:t>
      </w:r>
      <w:r w:rsidR="00E72EC1" w:rsidRPr="00F96A4F">
        <w:rPr>
          <w:rFonts w:eastAsia="Calibri" w:hint="eastAsia"/>
          <w:rtl/>
        </w:rPr>
        <w:t>وند</w:t>
      </w:r>
      <w:r w:rsidR="00E72EC1" w:rsidRPr="00F96A4F">
        <w:rPr>
          <w:rFonts w:eastAsia="Calibri"/>
          <w:rtl/>
        </w:rPr>
        <w:t xml:space="preserve"> عالم نے اس امر کےلئے کوئ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دوسرا وقت مع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ن</w:t>
      </w:r>
      <w:r w:rsidR="00E72EC1" w:rsidRPr="00F96A4F">
        <w:rPr>
          <w:rFonts w:eastAsia="Calibri"/>
          <w:rtl/>
        </w:rPr>
        <w:t xml:space="preserve"> طور پر قرار نہ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ں</w:t>
      </w:r>
      <w:r w:rsidR="00E72EC1" w:rsidRPr="00F96A4F">
        <w:rPr>
          <w:rFonts w:eastAsia="Calibri"/>
          <w:rtl/>
        </w:rPr>
        <w:t xml:space="preserve"> د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ا</w:t>
      </w:r>
      <w:r w:rsidR="00E72EC1" w:rsidRPr="00F96A4F">
        <w:rPr>
          <w:rFonts w:eastAsia="Calibri"/>
          <w:rtl/>
        </w:rPr>
        <w:t xml:space="preserve"> ہے خدا وند</w:t>
      </w:r>
      <w:r w:rsidR="00E72EC1">
        <w:rPr>
          <w:rFonts w:eastAsia="Calibri"/>
          <w:rtl/>
        </w:rPr>
        <w:t xml:space="preserve"> </w:t>
      </w:r>
      <w:r w:rsidR="00E72EC1" w:rsidRPr="00F96A4F">
        <w:rPr>
          <w:rFonts w:eastAsia="Calibri" w:hint="eastAsia"/>
          <w:rtl/>
        </w:rPr>
        <w:t>عالم</w:t>
      </w:r>
      <w:r w:rsidR="00E72EC1" w:rsidRPr="00F96A4F">
        <w:rPr>
          <w:rFonts w:eastAsia="Calibri"/>
          <w:rtl/>
        </w:rPr>
        <w:t xml:space="preserve"> اوقات کو محو کر د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ا</w:t>
      </w:r>
      <w:r w:rsidR="00E72EC1" w:rsidRPr="00F96A4F">
        <w:rPr>
          <w:rFonts w:eastAsia="Calibri"/>
          <w:rtl/>
        </w:rPr>
        <w:t xml:space="preserve"> کرتا ہے جس چ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ز</w:t>
      </w:r>
      <w:r w:rsidR="00E72EC1" w:rsidRPr="00F96A4F">
        <w:rPr>
          <w:rFonts w:eastAsia="Calibri"/>
          <w:rtl/>
        </w:rPr>
        <w:t xml:space="preserve"> ک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چاہتا ہے نف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کر د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تا</w:t>
      </w:r>
      <w:r w:rsidR="00E72EC1" w:rsidRPr="00F96A4F">
        <w:rPr>
          <w:rFonts w:eastAsia="Calibri"/>
          <w:rtl/>
        </w:rPr>
        <w:t xml:space="preserve"> ہے اور جس</w:t>
      </w:r>
      <w:r w:rsidR="00E72EC1">
        <w:rPr>
          <w:rFonts w:eastAsia="Calibri"/>
          <w:rtl/>
        </w:rPr>
        <w:t xml:space="preserve"> </w:t>
      </w:r>
      <w:r w:rsidR="00E72EC1" w:rsidRPr="00F96A4F">
        <w:rPr>
          <w:rFonts w:eastAsia="Calibri" w:hint="eastAsia"/>
          <w:rtl/>
        </w:rPr>
        <w:t>چ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ز</w:t>
      </w:r>
      <w:r w:rsidR="00E72EC1" w:rsidRPr="00F96A4F">
        <w:rPr>
          <w:rFonts w:eastAsia="Calibri"/>
          <w:rtl/>
        </w:rPr>
        <w:t xml:space="preserve"> کو چاہتا ہے ثابت کر دکہاتا ہے </w:t>
      </w:r>
      <w:r w:rsidR="00E72EC1"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بات نا قابل ترد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مسلمات اسلام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ہے کہ مستقبل کے سلسلہ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بات خدا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جانب سے حتم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قرار د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جا</w:t>
      </w:r>
      <w:r w:rsidRPr="00F96A4F">
        <w:rPr>
          <w:rFonts w:eastAsia="Calibri"/>
          <w:rtl/>
        </w:rPr>
        <w:t xml:space="preserve"> چک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وہ نظر و قدرت الٰہ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پذ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ںہے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BB7236" w:rsidRDefault="00BB7236" w:rsidP="00BB7236">
      <w:pPr>
        <w:pStyle w:val="libNormal0"/>
        <w:rPr>
          <w:rFonts w:eastAsia="Calibri"/>
          <w:rtl/>
        </w:rPr>
      </w:pPr>
    </w:p>
    <w:p w:rsidR="00BB7236" w:rsidRDefault="00BB723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E72EC1">
      <w:pPr>
        <w:pStyle w:val="libNormal0"/>
        <w:rPr>
          <w:rFonts w:eastAsia="Calibri" w:hint="cs"/>
          <w:rtl/>
        </w:rPr>
      </w:pPr>
      <w:r w:rsidRPr="00F96A4F">
        <w:rPr>
          <w:rFonts w:eastAsia="Calibri" w:hint="eastAsia"/>
          <w:rtl/>
        </w:rPr>
        <w:t>ابو</w:t>
      </w:r>
      <w:r w:rsidRPr="00F96A4F">
        <w:rPr>
          <w:rFonts w:eastAsia="Calibri"/>
          <w:rtl/>
        </w:rPr>
        <w:t xml:space="preserve"> حمزہ ثمال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>:</w:t>
      </w:r>
      <w:r w:rsidR="00EB204C">
        <w:rPr>
          <w:rFonts w:eastAsia="Calibri"/>
          <w:rtl/>
        </w:rPr>
        <w:t xml:space="preserve"> </w:t>
      </w:r>
      <w:r w:rsidRPr="00E72EC1">
        <w:rPr>
          <w:rStyle w:val="libArabicChar"/>
          <w:rFonts w:eastAsia="Calibri" w:hint="eastAsia"/>
          <w:rtl/>
        </w:rPr>
        <w:t>“</w:t>
      </w:r>
      <w:r w:rsidRPr="00E72EC1">
        <w:rPr>
          <w:rStyle w:val="libArabicChar"/>
          <w:rFonts w:eastAsia="Calibri"/>
          <w:rtl/>
        </w:rPr>
        <w:t>حدثت بذالک ابا عبدالل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 xml:space="preserve"> (ع) فقال کان کذالک</w:t>
      </w:r>
      <w:r w:rsidR="00EB204C" w:rsidRPr="00E72EC1">
        <w:rPr>
          <w:rStyle w:val="libArabicChar"/>
          <w:rFonts w:eastAsia="Calibri"/>
          <w:rtl/>
        </w:rPr>
        <w:t xml:space="preserve"> </w:t>
      </w:r>
      <w:r w:rsidR="00BB7236" w:rsidRPr="00E72EC1">
        <w:rPr>
          <w:rStyle w:val="libArabicChar"/>
          <w:rFonts w:eastAsia="Calibri"/>
          <w:rtl/>
        </w:rPr>
        <w:t>”</w:t>
      </w:r>
      <w:r w:rsidR="00BB7236">
        <w:rPr>
          <w:rFonts w:eastAsia="Calibri" w:hint="cs"/>
          <w:rtl/>
        </w:rPr>
        <w:t xml:space="preserve"> </w:t>
      </w:r>
      <w:r w:rsidR="00772CAE" w:rsidRPr="00E72EC1">
        <w:rPr>
          <w:rStyle w:val="libFootnotenumChar"/>
          <w:rFonts w:hint="cs"/>
          <w:rtl/>
        </w:rPr>
        <w:t>(</w:t>
      </w:r>
      <w:r w:rsidR="00AD79D1" w:rsidRPr="00AD79D1">
        <w:rPr>
          <w:rStyle w:val="libFootnotenumChar"/>
          <w:rFonts w:hint="cs"/>
          <w:rtl/>
        </w:rPr>
        <w:t>1</w:t>
      </w:r>
      <w:r w:rsidR="00772CAE" w:rsidRPr="00E72EC1">
        <w:rPr>
          <w:rStyle w:val="libFootnotenumChar"/>
          <w:rFonts w:hint="cs"/>
          <w:rtl/>
        </w:rPr>
        <w:t>)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نے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امام جعفر صادق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خدمت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جس</w:t>
      </w:r>
      <w:r w:rsidRPr="00F96A4F">
        <w:rPr>
          <w:rFonts w:eastAsia="Calibri"/>
          <w:rtl/>
        </w:rPr>
        <w:t xml:space="preserve"> کو سن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</w:t>
      </w:r>
      <w:r w:rsidRPr="00F96A4F">
        <w:rPr>
          <w:rFonts w:eastAsia="Calibri"/>
          <w:rtl/>
        </w:rPr>
        <w:t xml:space="preserve"> امام (ع) نے فرما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>: ہاں واقعا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ہے </w:t>
      </w:r>
      <w:r w:rsidR="00EB204C">
        <w:rPr>
          <w:rFonts w:eastAsia="Calibri"/>
          <w:rtl/>
        </w:rPr>
        <w:t xml:space="preserve">۔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قسم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بہت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مذکورہ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ان سب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واضح اور روشن ہے </w:t>
      </w:r>
      <w:r w:rsidR="00EB204C">
        <w:rPr>
          <w:rFonts w:eastAsia="Calibri"/>
          <w:rtl/>
        </w:rPr>
        <w:t>۔</w:t>
      </w:r>
    </w:p>
    <w:p w:rsidR="00E72EC1" w:rsidRPr="00E72EC1" w:rsidRDefault="00E72EC1" w:rsidP="00E72EC1">
      <w:pPr>
        <w:pStyle w:val="libNormal"/>
        <w:rPr>
          <w:rFonts w:eastAsia="Calibri" w:hint="cs"/>
          <w:rtl/>
        </w:rPr>
      </w:pPr>
    </w:p>
    <w:p w:rsidR="00E72EC1" w:rsidRDefault="00E72EC1" w:rsidP="00E72EC1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 </w:t>
      </w:r>
      <w:bookmarkStart w:id="1" w:name="_Toc426016856"/>
      <w:r w:rsidRPr="00F96A4F">
        <w:rPr>
          <w:rFonts w:eastAsia="Calibri" w:hint="eastAsia"/>
          <w:rtl/>
        </w:rPr>
        <w:t>حکومت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ائمہ (ع)کا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ہدف رہا ہے</w:t>
      </w:r>
      <w:bookmarkEnd w:id="1"/>
    </w:p>
    <w:p w:rsidR="00E72EC1" w:rsidRDefault="00E72EC1" w:rsidP="00BD6259">
      <w:pPr>
        <w:pStyle w:val="libNormal"/>
        <w:rPr>
          <w:rFonts w:eastAsia="Calibri"/>
          <w:rtl/>
        </w:rPr>
      </w:pPr>
    </w:p>
    <w:p w:rsidR="00E72EC1" w:rsidRPr="00BD6259" w:rsidRDefault="00E72EC1" w:rsidP="00E72EC1">
      <w:pPr>
        <w:pStyle w:val="libNormal0"/>
        <w:rPr>
          <w:rStyle w:val="libNormalChar"/>
          <w:rFonts w:eastAsia="Calibri"/>
          <w:rtl/>
        </w:rPr>
      </w:pPr>
      <w:r w:rsidRPr="00F96A4F">
        <w:rPr>
          <w:rFonts w:eastAsia="Calibri" w:hint="eastAsia"/>
          <w:rtl/>
        </w:rPr>
        <w:t>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تمام ائمہ کا مقصد و ہدف رہا ہے، وہ 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شہ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راہ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پر</w:t>
      </w:r>
      <w:r w:rsidRPr="00F96A4F">
        <w:rPr>
          <w:rFonts w:eastAsia="Calibri"/>
          <w:rtl/>
        </w:rPr>
        <w:t xml:space="preserve"> گامزن رہے ہر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نے وقت اور حالات کے تحت اس راہ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کوشش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جار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چنانچہ جب کربلا کا حادثہ رونما ہو ااور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الشہداء امام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الصلوٰة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</w:t>
      </w:r>
      <w:r w:rsidRPr="00F96A4F">
        <w:rPr>
          <w:rFonts w:eastAsia="Calibri"/>
          <w:rtl/>
        </w:rPr>
        <w:t xml:space="preserve"> السلام شہ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 w:rsidRPr="00F96A4F">
        <w:rPr>
          <w:rFonts w:eastAsia="Calibri"/>
          <w:rtl/>
        </w:rPr>
        <w:t xml:space="preserve"> گئے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حالت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کو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بنا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تو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قتا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وقت سے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ذمہ 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کا</w:t>
      </w:r>
      <w:r w:rsidRPr="00F96A4F">
        <w:rPr>
          <w:rFonts w:eastAsia="Calibri"/>
          <w:rtl/>
        </w:rPr>
        <w:t xml:space="preserve"> آغاز ہو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BB7236" w:rsidRDefault="00772CAE" w:rsidP="00E72EC1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B7236" w:rsidRDefault="00BB7236" w:rsidP="00E72EC1">
      <w:pPr>
        <w:pStyle w:val="libFootnote0"/>
        <w:rPr>
          <w:rtl/>
        </w:rPr>
      </w:pPr>
      <w:r>
        <w:rPr>
          <w:rFonts w:hint="cs"/>
          <w:rtl/>
        </w:rPr>
        <w:t>(</w:t>
      </w:r>
      <w:r w:rsidR="00AD79D1" w:rsidRPr="00AD79D1">
        <w:rPr>
          <w:rFonts w:hint="cs"/>
          <w:rtl/>
        </w:rPr>
        <w:t>1</w:t>
      </w:r>
      <w:r w:rsidR="00772CAE">
        <w:rPr>
          <w:rFonts w:hint="cs"/>
          <w:rtl/>
        </w:rPr>
        <w:t>)</w:t>
      </w:r>
      <w:r w:rsidR="00EB204C">
        <w:rPr>
          <w:rFonts w:hint="cs"/>
          <w:rtl/>
        </w:rPr>
        <w:t>۔</w:t>
      </w:r>
      <w:r w:rsidR="00F96A4F" w:rsidRPr="00F96A4F">
        <w:rPr>
          <w:rFonts w:hint="cs"/>
          <w:rtl/>
        </w:rPr>
        <w:t xml:space="preserve"> اصول کافی</w:t>
      </w:r>
      <w:r w:rsidR="00F96A4F" w:rsidRPr="00F96A4F">
        <w:rPr>
          <w:rtl/>
        </w:rPr>
        <w:t xml:space="preserve"> کتاب الحجہ باب کراہ</w:t>
      </w:r>
      <w:r w:rsidR="00F96A4F" w:rsidRPr="00F96A4F">
        <w:rPr>
          <w:rFonts w:hint="cs"/>
          <w:rtl/>
        </w:rPr>
        <w:t>یۃ</w:t>
      </w:r>
      <w:r w:rsidR="00F96A4F" w:rsidRPr="00F96A4F">
        <w:rPr>
          <w:rtl/>
        </w:rPr>
        <w:t xml:space="preserve"> التوق</w:t>
      </w:r>
      <w:r w:rsidR="00F96A4F" w:rsidRPr="00F96A4F">
        <w:rPr>
          <w:rFonts w:hint="cs"/>
          <w:rtl/>
        </w:rPr>
        <w:t>ی</w:t>
      </w:r>
      <w:r w:rsidR="00F96A4F" w:rsidRPr="00F96A4F">
        <w:rPr>
          <w:rFonts w:hint="eastAsia"/>
          <w:rtl/>
        </w:rPr>
        <w:t>ت</w:t>
      </w:r>
      <w:r w:rsidR="00F96A4F" w:rsidRPr="00F96A4F">
        <w:rPr>
          <w:rtl/>
        </w:rPr>
        <w:t xml:space="preserve"> </w:t>
      </w:r>
      <w:r w:rsidR="00EB204C">
        <w:rPr>
          <w:rtl/>
        </w:rPr>
        <w:t>۔</w:t>
      </w:r>
      <w:r w:rsidR="00F96A4F" w:rsidRPr="00F96A4F">
        <w:rPr>
          <w:rtl/>
        </w:rPr>
        <w:t>روا</w:t>
      </w:r>
      <w:r w:rsidR="00F96A4F" w:rsidRPr="00F96A4F">
        <w:rPr>
          <w:rFonts w:hint="cs"/>
          <w:rtl/>
        </w:rPr>
        <w:t>ی</w:t>
      </w:r>
      <w:r w:rsidR="00F96A4F" w:rsidRPr="00F96A4F">
        <w:rPr>
          <w:rFonts w:hint="eastAsia"/>
          <w:rtl/>
        </w:rPr>
        <w:t>ت</w:t>
      </w:r>
      <w:r w:rsidR="00F96A4F" w:rsidRPr="00F96A4F">
        <w:rPr>
          <w:rtl/>
        </w:rPr>
        <w:t xml:space="preserve"> اول ج/ </w:t>
      </w:r>
      <w:r w:rsidR="00AD79D1" w:rsidRPr="00AD79D1">
        <w:rPr>
          <w:rFonts w:hint="cs"/>
          <w:rtl/>
        </w:rPr>
        <w:t>3</w:t>
      </w:r>
      <w:r w:rsidR="00F96A4F" w:rsidRPr="00F96A4F">
        <w:rPr>
          <w:rFonts w:hint="cs"/>
          <w:rtl/>
        </w:rPr>
        <w:t xml:space="preserve">ص/ </w:t>
      </w:r>
      <w:r w:rsidR="00AD79D1" w:rsidRPr="00AD79D1">
        <w:rPr>
          <w:rFonts w:hint="cs"/>
          <w:rtl/>
        </w:rPr>
        <w:t>190</w:t>
      </w:r>
      <w:r w:rsidR="00F96A4F" w:rsidRPr="00F96A4F">
        <w:rPr>
          <w:rFonts w:hint="cs"/>
          <w:rtl/>
        </w:rPr>
        <w:t xml:space="preserve"> طبع بنی</w:t>
      </w:r>
      <w:r w:rsidR="00F96A4F" w:rsidRPr="00F96A4F">
        <w:rPr>
          <w:rFonts w:hint="eastAsia"/>
          <w:rtl/>
        </w:rPr>
        <w:t>اد</w:t>
      </w:r>
      <w:r w:rsidR="00772CAE">
        <w:rPr>
          <w:rFonts w:hint="cs"/>
          <w:rtl/>
        </w:rPr>
        <w:t>(</w:t>
      </w:r>
      <w:r w:rsidR="00F96A4F" w:rsidRPr="00F96A4F">
        <w:rPr>
          <w:rFonts w:hint="eastAsia"/>
          <w:rtl/>
        </w:rPr>
        <w:t>رسالت</w:t>
      </w:r>
      <w:r w:rsidR="00F96A4F" w:rsidRPr="00F96A4F">
        <w:rPr>
          <w:rtl/>
        </w:rPr>
        <w:t xml:space="preserve"> ،</w:t>
      </w:r>
      <w:r>
        <w:rPr>
          <w:rtl/>
        </w:rPr>
        <w:t>تھ</w:t>
      </w:r>
      <w:r w:rsidR="00F96A4F" w:rsidRPr="00F96A4F">
        <w:rPr>
          <w:rtl/>
        </w:rPr>
        <w:t>ران</w:t>
      </w:r>
      <w:r w:rsidR="00EB204C">
        <w:t xml:space="preserve"> </w:t>
      </w:r>
    </w:p>
    <w:p w:rsidR="00BB7236" w:rsidRDefault="00772CAE" w:rsidP="00BB7236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72EC1" w:rsidRDefault="00E72EC1" w:rsidP="00BB7236">
      <w:pPr>
        <w:pStyle w:val="libNormal0"/>
        <w:rPr>
          <w:rFonts w:eastAsia="Calibri" w:hint="cs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اب تک مستقبل ( حکومت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جو ذمہ دار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حسن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اور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امام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کاندہوں پر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وہ امر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سپرد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اب آپ 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ذمہ 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مہم کو آگے </w:t>
      </w:r>
      <w:r w:rsidR="00CE6606">
        <w:rPr>
          <w:rFonts w:eastAsia="Calibri"/>
          <w:rtl/>
        </w:rPr>
        <w:t>بڑھ</w:t>
      </w:r>
      <w:r w:rsidRPr="00F96A4F">
        <w:rPr>
          <w:rFonts w:eastAsia="Calibri"/>
          <w:rtl/>
        </w:rPr>
        <w:t>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آپ (ع) کے بعد دوسرے ائمہ طاہر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اپنے</w:t>
      </w:r>
      <w:r w:rsidRPr="00F96A4F">
        <w:rPr>
          <w:rFonts w:eastAsia="Calibri"/>
          <w:rtl/>
        </w:rPr>
        <w:t xml:space="preserve"> اپنے دور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مہم کو پا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تکم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تک پہنچائ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لہٰذا 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چاہئے کہ حضرت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روشن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جائز ہ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72EC1" w:rsidRDefault="00F96A4F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مقصد اور اصل موقف کو تلاش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بلا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شک و شبہ کے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ذہن</w:t>
      </w:r>
      <w:r w:rsidRPr="00F96A4F">
        <w:rPr>
          <w:rFonts w:eastAsia="Calibri"/>
          <w:rtl/>
        </w:rPr>
        <w:t xml:space="preserve"> نش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چاہئے کہ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الٰہ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مقصد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کوشاں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جس کے لئے امام حسن اور امام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سع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 کوشش فرما رہے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"/>
        <w:rPr>
          <w:rFonts w:eastAsia="Calibri"/>
          <w:rtl/>
        </w:rPr>
      </w:pPr>
    </w:p>
    <w:p w:rsidR="00E72EC1" w:rsidRDefault="00E72EC1" w:rsidP="00E72EC1">
      <w:pPr>
        <w:pStyle w:val="Heading1Center"/>
        <w:rPr>
          <w:rFonts w:eastAsia="Calibri"/>
          <w:rtl/>
        </w:rPr>
      </w:pPr>
      <w:r>
        <w:rPr>
          <w:rFonts w:eastAsia="Calibri" w:hint="cs"/>
          <w:rtl/>
        </w:rPr>
        <w:t xml:space="preserve"> </w:t>
      </w:r>
      <w:r>
        <w:rPr>
          <w:rFonts w:eastAsia="Calibri"/>
          <w:rtl/>
        </w:rPr>
        <w:t xml:space="preserve"> </w:t>
      </w:r>
      <w:bookmarkStart w:id="2" w:name="_Toc426016857"/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مجموع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خاکہ</w:t>
      </w:r>
      <w:bookmarkEnd w:id="2"/>
    </w:p>
    <w:p w:rsidR="00E72EC1" w:rsidRDefault="00E72EC1" w:rsidP="00BD6259">
      <w:pPr>
        <w:pStyle w:val="libNormal"/>
        <w:rPr>
          <w:rFonts w:eastAsia="Calibri"/>
          <w:rtl/>
        </w:rPr>
      </w:pPr>
    </w:p>
    <w:p w:rsidR="00E72EC1" w:rsidRDefault="00E72EC1" w:rsidP="00BD6259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</w:t>
      </w:r>
      <w:r w:rsidR="00BD6259" w:rsidRPr="00BD6259">
        <w:rPr>
          <w:rFonts w:eastAsia="Calibri"/>
          <w:rtl/>
          <w:lang w:bidi="fa-IR"/>
        </w:rPr>
        <w:t>6</w:t>
      </w:r>
      <w:r w:rsidR="00AD79D1" w:rsidRPr="00AD79D1">
        <w:rPr>
          <w:rFonts w:eastAsia="Calibri" w:hint="cs"/>
          <w:rtl/>
        </w:rPr>
        <w:t>1</w:t>
      </w:r>
      <w:r w:rsidRPr="00BD6259">
        <w:rPr>
          <w:rFonts w:eastAsia="Calibri" w:hint="cs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عاشور کے دن امامت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ذمہ</w:t>
      </w:r>
      <w:r w:rsidRPr="00F96A4F">
        <w:rPr>
          <w:rFonts w:eastAsia="Calibri"/>
          <w:rtl/>
        </w:rPr>
        <w:t xml:space="preserve"> 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اں</w:t>
      </w:r>
      <w:r w:rsidRPr="00F96A4F">
        <w:rPr>
          <w:rFonts w:eastAsia="Calibri"/>
          <w:rtl/>
        </w:rPr>
        <w:t xml:space="preserve"> اپنے کاندہوں پر سنبہال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</w:t>
      </w:r>
      <w:r w:rsidR="00AD79D1" w:rsidRPr="00AD79D1">
        <w:rPr>
          <w:rFonts w:eastAsia="Calibri" w:hint="cs"/>
          <w:rtl/>
        </w:rPr>
        <w:t>9</w:t>
      </w:r>
      <w:r w:rsidR="00BD6259" w:rsidRPr="00BD6259">
        <w:rPr>
          <w:rFonts w:eastAsia="Calibri"/>
          <w:rtl/>
          <w:lang w:bidi="fa-IR"/>
        </w:rPr>
        <w:t>4</w:t>
      </w:r>
      <w:r w:rsidRPr="00F96A4F">
        <w:rPr>
          <w:rFonts w:eastAsia="Calibri"/>
          <w:rtl/>
        </w:rPr>
        <w:t xml:space="preserve"> ء </w:t>
      </w:r>
      <w:r>
        <w:rPr>
          <w:rFonts w:eastAsia="Calibri"/>
          <w:rtl/>
        </w:rPr>
        <w:t>ہج</w:t>
      </w:r>
      <w:r w:rsidRPr="00F96A4F">
        <w:rPr>
          <w:rFonts w:eastAsia="Calibri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آپ کو زہر سے شہ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 پورے عرصے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آپ (ع)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مقصد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کے لئے کوشاں رہے اب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آپ</w:t>
      </w:r>
      <w:r w:rsidRPr="00F96A4F">
        <w:rPr>
          <w:rFonts w:eastAsia="Calibri"/>
          <w:rtl/>
        </w:rPr>
        <w:t xml:space="preserve"> مذکورہ نقطہ نگاہ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روشن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حضرت(ع)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جزئ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جائزہ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جئے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/>
          <w:rtl/>
        </w:rPr>
        <w:t xml:space="preserve"> آپ (ع (اس ذ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کن مراحل سے گزرتے رہے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طر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قہ</w:t>
      </w:r>
      <w:r w:rsidRPr="00F96A4F">
        <w:rPr>
          <w:rFonts w:eastAsia="Calibri"/>
          <w:rtl/>
        </w:rPr>
        <w:t xml:space="preserve"> کار اپنائے اور </w:t>
      </w:r>
      <w:r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کس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حد</w:t>
      </w:r>
      <w:r w:rsidRPr="00F96A4F">
        <w:rPr>
          <w:rFonts w:eastAsia="Calibri"/>
          <w:rtl/>
        </w:rPr>
        <w:t xml:space="preserve"> تک کام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اں</w:t>
      </w:r>
      <w:r w:rsidRPr="00F96A4F">
        <w:rPr>
          <w:rFonts w:eastAsia="Calibri"/>
          <w:rtl/>
        </w:rPr>
        <w:t xml:space="preserve"> حاصل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BB7236" w:rsidRDefault="00BB723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F2738" w:rsidRDefault="00F96A4F" w:rsidP="008F2738">
      <w:pPr>
        <w:pStyle w:val="libNormal0"/>
        <w:rPr>
          <w:rFonts w:eastAsia="Calibri" w:hint="cs"/>
          <w:rtl/>
        </w:rPr>
      </w:pPr>
      <w:r w:rsidRPr="00F96A4F">
        <w:rPr>
          <w:rFonts w:eastAsia="Calibri" w:hint="eastAsia"/>
          <w:rtl/>
        </w:rPr>
        <w:lastRenderedPageBreak/>
        <w:t>وہ</w:t>
      </w:r>
      <w:r w:rsidRPr="00F96A4F">
        <w:rPr>
          <w:rFonts w:eastAsia="Calibri"/>
          <w:rtl/>
        </w:rPr>
        <w:t xml:space="preserve"> تمام ارشادات جو آپ (ع) کے دہن مبارک سے جار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ہوئے ، وہ اعمال جو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آپ</w:t>
      </w:r>
      <w:r w:rsidRPr="00F96A4F">
        <w:rPr>
          <w:rFonts w:eastAsia="Calibri"/>
          <w:rtl/>
        </w:rPr>
        <w:t>(ع) نے انجام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 w:rsidRPr="00F96A4F">
        <w:rPr>
          <w:rFonts w:eastAsia="Calibri"/>
          <w:rtl/>
        </w:rPr>
        <w:t xml:space="preserve"> وہ دعائ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لب مبارک تک آئ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وہ مناجات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راز و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از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آج 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فہ</w:t>
      </w:r>
      <w:r w:rsidRPr="00F96A4F">
        <w:rPr>
          <w:rFonts w:eastAsia="Calibri"/>
          <w:rtl/>
        </w:rPr>
        <w:t xml:space="preserve"> کاملہ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شکل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موجود ہےں ان سب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امام (ع) کے اس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موقف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روشن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تفس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و تعب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چاہئے چنانچہ اس پور دور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مختلف موقعوں پر حضرت (ع) کے موقف اور 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صلوں</w:t>
      </w:r>
      <w:r w:rsidRPr="00F96A4F">
        <w:rPr>
          <w:rFonts w:eastAsia="Calibri"/>
          <w:rtl/>
        </w:rPr>
        <w:t xml:space="preserve"> کو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عنوان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کہنا</w:t>
      </w:r>
      <w:r w:rsidRPr="00F96A4F">
        <w:rPr>
          <w:rFonts w:eastAsia="Calibri"/>
          <w:rtl/>
        </w:rPr>
        <w:t xml:space="preserve"> چاہئے مثال کے طور پر: </w:t>
      </w:r>
    </w:p>
    <w:p w:rsidR="00E72EC1" w:rsidRPr="00E72EC1" w:rsidRDefault="00E72EC1" w:rsidP="00E72EC1">
      <w:pPr>
        <w:pStyle w:val="libNormal"/>
        <w:rPr>
          <w:rFonts w:eastAsia="Calibri"/>
          <w:rtl/>
        </w:rPr>
      </w:pPr>
    </w:p>
    <w:p w:rsidR="008F2738" w:rsidRDefault="00AD79D1" w:rsidP="008F2738">
      <w:pPr>
        <w:pStyle w:val="libNormal0"/>
        <w:rPr>
          <w:rFonts w:eastAsia="Calibri" w:hint="cs"/>
          <w:rtl/>
        </w:rPr>
      </w:pPr>
      <w:r w:rsidRPr="00AD79D1">
        <w:rPr>
          <w:rFonts w:eastAsia="Calibri" w:hint="cs"/>
          <w:rtl/>
        </w:rPr>
        <w:t>1</w:t>
      </w:r>
      <w:r w:rsidR="00EB204C" w:rsidRPr="00BD6259">
        <w:rPr>
          <w:rStyle w:val="libNormalChar"/>
          <w:rFonts w:eastAsia="Calibri" w:hint="cs"/>
          <w:rtl/>
        </w:rPr>
        <w:t>۔</w:t>
      </w:r>
      <w:r w:rsidR="00F96A4F" w:rsidRPr="00BD6259">
        <w:rPr>
          <w:rStyle w:val="libNormalChar"/>
          <w:rFonts w:eastAsia="Calibri" w:hint="cs"/>
          <w:rtl/>
        </w:rPr>
        <w:t xml:space="preserve"> 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دوران کوفہ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عب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اللہ ابن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اور </w:t>
      </w:r>
      <w:r w:rsidR="00FC70B5"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شام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پل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مقابلہ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آپ (ع) کا موقف جو شجاعت و فداکار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بہرا ہوا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</w:p>
    <w:p w:rsidR="00E72EC1" w:rsidRDefault="00E72EC1" w:rsidP="00BD6259">
      <w:pPr>
        <w:pStyle w:val="libNormal"/>
        <w:rPr>
          <w:rFonts w:eastAsia="Calibri"/>
          <w:rtl/>
        </w:rPr>
      </w:pPr>
    </w:p>
    <w:p w:rsidR="00E72EC1" w:rsidRDefault="00AD79D1" w:rsidP="00E72EC1">
      <w:pPr>
        <w:pStyle w:val="libNormal0"/>
        <w:rPr>
          <w:rFonts w:eastAsia="Calibri"/>
          <w:rtl/>
        </w:rPr>
      </w:pPr>
      <w:r w:rsidRPr="00AD79D1">
        <w:rPr>
          <w:rFonts w:eastAsia="Calibri" w:hint="cs"/>
          <w:rtl/>
        </w:rPr>
        <w:t>2</w:t>
      </w:r>
      <w:r w:rsidR="00E72EC1" w:rsidRPr="00BD6259">
        <w:rPr>
          <w:rStyle w:val="libNormalChar"/>
          <w:rFonts w:eastAsia="Calibri" w:hint="cs"/>
          <w:rtl/>
        </w:rPr>
        <w:t>۔ مسرف بن عقبہ کے مقابلہ م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ں</w:t>
      </w:r>
      <w:r w:rsidR="00E72EC1" w:rsidRPr="00F96A4F">
        <w:rPr>
          <w:rFonts w:eastAsia="Calibri"/>
          <w:rtl/>
        </w:rPr>
        <w:t xml:space="preserve"> -- جس کو 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ز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د</w:t>
      </w:r>
      <w:r w:rsidR="00E72EC1" w:rsidRPr="00F96A4F">
        <w:rPr>
          <w:rFonts w:eastAsia="Calibri"/>
          <w:rtl/>
        </w:rPr>
        <w:t xml:space="preserve"> نے اپن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حکومت کے</w:t>
      </w:r>
      <w:r w:rsidR="00E72EC1">
        <w:rPr>
          <w:rFonts w:eastAsia="Calibri"/>
          <w:rtl/>
        </w:rPr>
        <w:t xml:space="preserve"> </w:t>
      </w:r>
      <w:r w:rsidR="00E72EC1" w:rsidRPr="00F96A4F">
        <w:rPr>
          <w:rFonts w:eastAsia="Calibri" w:hint="eastAsia"/>
          <w:rtl/>
        </w:rPr>
        <w:t>ت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سرے</w:t>
      </w:r>
      <w:r w:rsidR="00E72EC1" w:rsidRPr="00F96A4F">
        <w:rPr>
          <w:rFonts w:eastAsia="Calibri"/>
          <w:rtl/>
        </w:rPr>
        <w:t xml:space="preserve"> سال مد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نہ</w:t>
      </w:r>
      <w:r w:rsidR="00E72EC1" w:rsidRPr="00F96A4F">
        <w:rPr>
          <w:rFonts w:eastAsia="Calibri"/>
          <w:rtl/>
        </w:rPr>
        <w:t xml:space="preserve"> رسول (ص) ک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تباہ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اور اموال مسلم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ن</w:t>
      </w:r>
      <w:r w:rsidR="00E72EC1" w:rsidRPr="00F96A4F">
        <w:rPr>
          <w:rFonts w:eastAsia="Calibri"/>
          <w:rtl/>
        </w:rPr>
        <w:t xml:space="preserve"> ک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غارت گر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پر مامور</w:t>
      </w:r>
      <w:r w:rsidR="00E72EC1">
        <w:rPr>
          <w:rFonts w:eastAsia="Calibri"/>
          <w:rtl/>
        </w:rPr>
        <w:t xml:space="preserve"> </w:t>
      </w:r>
      <w:r w:rsidR="00E72EC1" w:rsidRPr="00F96A4F">
        <w:rPr>
          <w:rFonts w:eastAsia="Calibri" w:hint="eastAsia"/>
          <w:rtl/>
        </w:rPr>
        <w:t>ک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ا</w:t>
      </w:r>
      <w:r w:rsidR="00E72EC1" w:rsidRPr="00F96A4F">
        <w:rPr>
          <w:rFonts w:eastAsia="Calibri"/>
          <w:rtl/>
        </w:rPr>
        <w:t xml:space="preserve"> </w:t>
      </w:r>
      <w:r w:rsidR="00E72EC1">
        <w:rPr>
          <w:rFonts w:eastAsia="Calibri"/>
          <w:rtl/>
        </w:rPr>
        <w:t>تھ</w:t>
      </w:r>
      <w:r w:rsidR="00E72EC1" w:rsidRPr="00F96A4F">
        <w:rPr>
          <w:rFonts w:eastAsia="Calibri"/>
          <w:rtl/>
        </w:rPr>
        <w:t>ا -- امام (ع) کا موقف نہا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 w:hint="eastAsia"/>
          <w:rtl/>
        </w:rPr>
        <w:t>ت</w:t>
      </w:r>
      <w:r w:rsidR="00E72EC1" w:rsidRPr="00F96A4F">
        <w:rPr>
          <w:rFonts w:eastAsia="Calibri"/>
          <w:rtl/>
        </w:rPr>
        <w:t xml:space="preserve"> ہ</w:t>
      </w:r>
      <w:r w:rsidR="00E72EC1" w:rsidRPr="00F96A4F">
        <w:rPr>
          <w:rFonts w:eastAsia="Calibri" w:hint="cs"/>
          <w:rtl/>
        </w:rPr>
        <w:t>ی</w:t>
      </w:r>
      <w:r w:rsidR="00E72EC1" w:rsidRPr="00F96A4F">
        <w:rPr>
          <w:rFonts w:eastAsia="Calibri"/>
          <w:rtl/>
        </w:rPr>
        <w:t xml:space="preserve"> نرم </w:t>
      </w:r>
      <w:r w:rsidR="00E72EC1">
        <w:rPr>
          <w:rFonts w:eastAsia="Calibri"/>
          <w:rtl/>
        </w:rPr>
        <w:t>تھ</w:t>
      </w:r>
      <w:r w:rsidR="00E72EC1" w:rsidRPr="00F96A4F">
        <w:rPr>
          <w:rFonts w:eastAsia="Calibri"/>
          <w:rtl/>
        </w:rPr>
        <w:t xml:space="preserve">ا </w:t>
      </w:r>
      <w:r w:rsidR="00E72EC1">
        <w:rPr>
          <w:rFonts w:eastAsia="Calibri"/>
          <w:rtl/>
        </w:rPr>
        <w:t>۔</w:t>
      </w:r>
    </w:p>
    <w:p w:rsidR="00E72EC1" w:rsidRPr="008F2738" w:rsidRDefault="00E72EC1" w:rsidP="00E72EC1">
      <w:pPr>
        <w:pStyle w:val="libNormal"/>
        <w:rPr>
          <w:rFonts w:eastAsia="Calibri"/>
          <w:rtl/>
        </w:rPr>
      </w:pPr>
    </w:p>
    <w:p w:rsidR="00E72EC1" w:rsidRDefault="00E72EC1" w:rsidP="00E72EC1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3</w:t>
      </w:r>
      <w:r w:rsidRPr="00BD6259">
        <w:rPr>
          <w:rStyle w:val="libNormalChar"/>
          <w:rFonts w:eastAsia="Calibri" w:hint="cs"/>
          <w:rtl/>
        </w:rPr>
        <w:t>۔ عبد الملک بن مروان جس کو خلفائے بنو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طاقتور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اور چالاک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خل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فہ</w:t>
      </w:r>
      <w:r w:rsidRPr="00F96A4F">
        <w:rPr>
          <w:rFonts w:eastAsia="Calibri"/>
          <w:rtl/>
        </w:rPr>
        <w:t xml:space="preserve"> شمار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جاتا ہے ، اس کے مقابلہ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(ع) کا موقف ک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تو بہت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سخت اور ک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بہت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نرم نظر آتا ہے-------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طرح--------</w:t>
      </w:r>
    </w:p>
    <w:p w:rsidR="008F2738" w:rsidRDefault="008F2738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F2738" w:rsidRPr="008F2738" w:rsidRDefault="008F2738" w:rsidP="008F2738">
      <w:pPr>
        <w:pStyle w:val="libNormal"/>
        <w:rPr>
          <w:rFonts w:eastAsia="Calibri"/>
          <w:rtl/>
        </w:rPr>
      </w:pPr>
    </w:p>
    <w:p w:rsidR="008F2738" w:rsidRDefault="00EB204C" w:rsidP="008F2738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BD6259" w:rsidRPr="00BD6259">
        <w:rPr>
          <w:rFonts w:eastAsia="Calibri"/>
          <w:rtl/>
          <w:lang w:bidi="fa-IR"/>
        </w:rPr>
        <w:t>4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عمر بن عبد العز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آپ کا برتاؤ</w:t>
      </w:r>
      <w:r>
        <w:rPr>
          <w:rFonts w:eastAsia="Calibri"/>
          <w:rtl/>
        </w:rPr>
        <w:t xml:space="preserve"> </w:t>
      </w:r>
    </w:p>
    <w:p w:rsidR="008F2738" w:rsidRPr="008F2738" w:rsidRDefault="008F2738" w:rsidP="008F2738">
      <w:pPr>
        <w:pStyle w:val="libNormal"/>
        <w:rPr>
          <w:rFonts w:eastAsia="Calibri"/>
          <w:rtl/>
        </w:rPr>
      </w:pPr>
    </w:p>
    <w:p w:rsidR="008F2738" w:rsidRDefault="00BD6259" w:rsidP="008F2738">
      <w:pPr>
        <w:pStyle w:val="libNormal0"/>
        <w:rPr>
          <w:rFonts w:eastAsia="Calibri"/>
          <w:rtl/>
        </w:rPr>
      </w:pPr>
      <w:r w:rsidRPr="00BD6259">
        <w:rPr>
          <w:rFonts w:eastAsia="Calibri"/>
          <w:rtl/>
          <w:lang w:bidi="fa-IR"/>
        </w:rPr>
        <w:t>5</w:t>
      </w:r>
      <w:r w:rsidR="00EB204C"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اپنے اصحاب اور رفقاء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آپ (ع) کا سلوک اور دوستانہ نص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</w:t>
      </w:r>
    </w:p>
    <w:p w:rsidR="008F2738" w:rsidRPr="008F2738" w:rsidRDefault="008F2738" w:rsidP="008F2738">
      <w:pPr>
        <w:pStyle w:val="libNormal"/>
        <w:rPr>
          <w:rFonts w:eastAsia="Calibri"/>
          <w:rtl/>
        </w:rPr>
      </w:pPr>
    </w:p>
    <w:p w:rsidR="008F2738" w:rsidRDefault="00EB204C" w:rsidP="008F2738">
      <w:pPr>
        <w:pStyle w:val="libNormal0"/>
        <w:rPr>
          <w:rFonts w:eastAsia="Calibri" w:hint="cs"/>
          <w:rtl/>
        </w:rPr>
      </w:pPr>
      <w:r>
        <w:rPr>
          <w:rFonts w:eastAsia="Calibri"/>
          <w:rtl/>
        </w:rPr>
        <w:t xml:space="preserve"> </w:t>
      </w:r>
      <w:r w:rsidR="00BD6259" w:rsidRPr="00BD6259">
        <w:rPr>
          <w:rFonts w:eastAsia="Calibri"/>
          <w:rtl/>
          <w:lang w:bidi="fa-IR"/>
        </w:rPr>
        <w:t>6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ظالم و جابر حکومت اور اس کے عملے سے </w:t>
      </w:r>
      <w:r w:rsidR="00E72EC1" w:rsidRPr="00BD6259">
        <w:rPr>
          <w:rStyle w:val="libNormalChar"/>
          <w:rFonts w:eastAsia="Calibri"/>
          <w:rtl/>
        </w:rPr>
        <w:t>وابستہ</w:t>
      </w:r>
      <w:r w:rsidR="00F96A4F" w:rsidRPr="00F96A4F">
        <w:rPr>
          <w:rFonts w:eastAsia="Calibri"/>
          <w:rtl/>
        </w:rPr>
        <w:t xml:space="preserve"> دربار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علماء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سا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/>
          <w:rtl/>
        </w:rPr>
        <w:t xml:space="preserve">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کا رو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ہ؟</w:t>
      </w:r>
    </w:p>
    <w:p w:rsidR="00E72EC1" w:rsidRDefault="00E72EC1" w:rsidP="00E72EC1">
      <w:pPr>
        <w:pStyle w:val="libNormal0"/>
        <w:rPr>
          <w:rFonts w:eastAsia="Calibri"/>
          <w:rtl/>
        </w:rPr>
      </w:pPr>
    </w:p>
    <w:p w:rsidR="00E72EC1" w:rsidRPr="00BD6259" w:rsidRDefault="00E72EC1" w:rsidP="00E72EC1">
      <w:pPr>
        <w:pStyle w:val="libNormal0"/>
        <w:rPr>
          <w:rStyle w:val="libNormalChar"/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تمام موقفوں اور اقدامات کا بڑ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مطالعہ کرنے ک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ضرورت</w:t>
      </w:r>
      <w:r w:rsidRPr="00F96A4F">
        <w:rPr>
          <w:rFonts w:eastAsia="Calibri"/>
          <w:rtl/>
        </w:rPr>
        <w:t xml:space="preserve"> ہے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تو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جہ</w:t>
      </w:r>
      <w:r w:rsidRPr="00F96A4F">
        <w:rPr>
          <w:rFonts w:eastAsia="Calibri"/>
          <w:rtl/>
        </w:rPr>
        <w:t xml:space="preserve"> پر بہنچا ہوں کہ اگر اس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موقف کو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نظر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رکہتے</w:t>
      </w:r>
      <w:r w:rsidRPr="00F96A4F">
        <w:rPr>
          <w:rFonts w:eastAsia="Calibri"/>
          <w:rtl/>
        </w:rPr>
        <w:t xml:space="preserve"> ہوئے تمام جزئ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و حوادث کا جائزہ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جائے تو بڑے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حقائق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سامنے</w:t>
      </w:r>
      <w:r w:rsidRPr="00F96A4F">
        <w:rPr>
          <w:rFonts w:eastAsia="Calibri"/>
          <w:rtl/>
        </w:rPr>
        <w:t xml:space="preserve"> آئ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چنانچہ اگر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زاو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سے امام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ط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بہ</w:t>
      </w:r>
      <w:r w:rsidRPr="00F96A4F">
        <w:rPr>
          <w:rFonts w:eastAsia="Calibri"/>
          <w:rtl/>
        </w:rPr>
        <w:t xml:space="preserve"> کا مطالعہ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ہست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انسان نظر آئے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جو اس روئے زم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پر خدا وند وحدہ لا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 قائم کرنے اور اسلام کو اس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اصل شکل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نافذ کرنے کو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اپنا مقدس مقصد </w:t>
      </w:r>
      <w:r>
        <w:rPr>
          <w:rFonts w:eastAsia="Calibri"/>
          <w:rtl/>
        </w:rPr>
        <w:t>سمجھت</w:t>
      </w:r>
      <w:r w:rsidRPr="00F96A4F">
        <w:rPr>
          <w:rFonts w:eastAsia="Calibri"/>
          <w:rtl/>
        </w:rPr>
        <w:t>ے ہوئے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تمام ترکوشش و کاوش بروئے کار لاتا رہا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اور جس نے پخ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اور کار آمد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کا رگردگ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بہرہ مند ہوکر نہ صرف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قافلہ کو اس پر اگندگ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پر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شاں</w:t>
      </w:r>
      <w:r w:rsidRPr="00F96A4F">
        <w:rPr>
          <w:rFonts w:eastAsia="Calibri"/>
          <w:rtl/>
        </w:rPr>
        <w:t xml:space="preserve"> حال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نجات دلائ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جو واقعہ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عاشور</w:t>
      </w:r>
      <w:r w:rsidRPr="00F96A4F">
        <w:rPr>
          <w:rFonts w:eastAsia="Calibri"/>
          <w:rtl/>
        </w:rPr>
        <w:t xml:space="preserve"> کے بعد 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ئے اسلام پر مسلط ہو چک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قابل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حد تک اس کو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آگے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بڑھ</w:t>
      </w:r>
      <w:r w:rsidRPr="00F96A4F">
        <w:rPr>
          <w:rFonts w:eastAsia="Calibri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72EC1" w:rsidRPr="00E72EC1" w:rsidRDefault="00E72EC1" w:rsidP="00E72EC1">
      <w:pPr>
        <w:pStyle w:val="libNormal"/>
        <w:rPr>
          <w:rFonts w:eastAsia="Calibri"/>
          <w:rtl/>
        </w:rPr>
      </w:pPr>
    </w:p>
    <w:p w:rsidR="008F2738" w:rsidRDefault="008F2738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lastRenderedPageBreak/>
        <w:t>دو اہم اور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ضے</w:t>
      </w:r>
      <w:r w:rsidRPr="00F96A4F">
        <w:rPr>
          <w:rFonts w:eastAsia="Calibri"/>
          <w:rtl/>
        </w:rPr>
        <w:t xml:space="preserve"> جو ہمارے تمام ائمہ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سونپے</w:t>
      </w:r>
      <w:r w:rsidRPr="00F96A4F">
        <w:rPr>
          <w:rFonts w:eastAsia="Calibri"/>
          <w:rtl/>
        </w:rPr>
        <w:t xml:space="preserve"> گئے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( ہم 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اشارہ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( ان کو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نے بڑ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خوش اسلوب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جامہ  عمل پہنا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8F2738" w:rsidRDefault="00F96A4F" w:rsidP="00BB7236">
      <w:pPr>
        <w:pStyle w:val="libNormal0"/>
        <w:rPr>
          <w:rFonts w:eastAsia="Calibri" w:hint="cs"/>
          <w:rtl/>
        </w:rPr>
      </w:pPr>
      <w:r w:rsidRPr="00F96A4F">
        <w:rPr>
          <w:rFonts w:eastAsia="Calibri"/>
          <w:rtl/>
        </w:rPr>
        <w:t xml:space="preserve"> آپ ) ع) پور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رت</w:t>
      </w:r>
      <w:r w:rsidRPr="00F96A4F">
        <w:rPr>
          <w:rFonts w:eastAsia="Calibri"/>
          <w:rtl/>
        </w:rPr>
        <w:t xml:space="preserve"> اور شجاعت و شہامت کا مظاہرہ کرتے ہوئے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احت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اط</w:t>
      </w:r>
      <w:r w:rsidRPr="00F96A4F">
        <w:rPr>
          <w:rFonts w:eastAsia="Calibri"/>
          <w:rtl/>
        </w:rPr>
        <w:t xml:space="preserve"> اور بار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اپنے فرائض انجام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رہے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تک کہ تقر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با</w:t>
      </w:r>
      <w:r w:rsidRPr="00F96A4F"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3</w:t>
      </w:r>
      <w:r w:rsidR="00BD6259" w:rsidRPr="00BD6259">
        <w:rPr>
          <w:rFonts w:eastAsia="Calibri"/>
          <w:rtl/>
          <w:lang w:bidi="fa-IR"/>
        </w:rPr>
        <w:t>5</w:t>
      </w:r>
      <w:r w:rsidRPr="00F96A4F">
        <w:rPr>
          <w:rFonts w:eastAsia="Calibri"/>
          <w:rtl/>
        </w:rPr>
        <w:t xml:space="preserve"> سال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ان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ک جد و جہد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الٰہ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ذمہ 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کو پورا کرنے کے بعد آپ (ع) سرفراز و سر بلند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دارفان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کوچ کر گئے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اور اپنے بعد امامت و ولا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کا 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بار اپنے فرزندو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جانش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امام محمد باقر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سپرد فرماد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چنانچہ</w:t>
      </w:r>
      <w:r w:rsidRPr="00F96A4F">
        <w:rPr>
          <w:rFonts w:eastAsia="Calibri"/>
          <w:rtl/>
        </w:rPr>
        <w:t xml:space="preserve"> امام محمد باقر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کو منصب امامت اور حکومت اسلام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ذمہ 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کا سونپا جانا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بڑے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واضح الفاظ کے سا</w:t>
      </w:r>
      <w:r>
        <w:rPr>
          <w:rFonts w:eastAsia="Calibri"/>
          <w:rtl/>
        </w:rPr>
        <w:t xml:space="preserve">تھ </w:t>
      </w:r>
      <w:r w:rsidRPr="00F96A4F">
        <w:rPr>
          <w:rFonts w:eastAsia="Calibri" w:hint="eastAsia"/>
          <w:rtl/>
        </w:rPr>
        <w:t>موجود</w:t>
      </w:r>
      <w:r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کے مطابق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اپنے فرزندوں کو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جمع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محمد بن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(ع)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امام محمد باقر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اشارہ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کرتے</w:t>
      </w:r>
      <w:r w:rsidRPr="00F96A4F">
        <w:rPr>
          <w:rFonts w:eastAsia="Calibri"/>
          <w:rtl/>
        </w:rPr>
        <w:t xml:space="preserve"> ہوئے فرما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>: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”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صندوق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اسلحہ سنبہالو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تمہارے ہا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امانت ہے “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جب صندوق کہولا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تو اس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قرآن اور کتاب </w:t>
      </w:r>
      <w:r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>۔</w:t>
      </w:r>
    </w:p>
    <w:p w:rsidR="00E72EC1" w:rsidRPr="00E72EC1" w:rsidRDefault="00E72EC1" w:rsidP="00E72EC1">
      <w:pPr>
        <w:pStyle w:val="libNormal"/>
        <w:rPr>
          <w:rFonts w:eastAsia="Calibri"/>
          <w:rtl/>
        </w:rPr>
      </w:pPr>
    </w:p>
    <w:p w:rsidR="008F2738" w:rsidRDefault="008F2738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F2738" w:rsidRDefault="008F2738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رے</w:t>
      </w:r>
      <w:r w:rsidRPr="00F96A4F">
        <w:rPr>
          <w:rFonts w:eastAsia="Calibri"/>
          <w:rtl/>
        </w:rPr>
        <w:t xml:space="preserve"> 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ال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اسلحہ سے ، انقلاب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ادت</w:t>
      </w:r>
      <w:r w:rsidRPr="00F96A4F">
        <w:rPr>
          <w:rFonts w:eastAsia="Calibri"/>
          <w:rtl/>
        </w:rPr>
        <w:t xml:space="preserve"> و رہبر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اشارہ ،اور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قرآن</w:t>
      </w:r>
      <w:r w:rsidRPr="00F96A4F">
        <w:rPr>
          <w:rFonts w:eastAsia="Calibri"/>
          <w:rtl/>
        </w:rPr>
        <w:t xml:space="preserve"> و کتاب ،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افکار و نظر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علامت ہے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امام) ع) نے اپنے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بعد</w:t>
      </w:r>
      <w:r w:rsidRPr="00F96A4F">
        <w:rPr>
          <w:rFonts w:eastAsia="Calibri"/>
          <w:rtl/>
        </w:rPr>
        <w:t xml:space="preserve"> آنے والے امام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دے کر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اطم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نان</w:t>
      </w:r>
      <w:r w:rsidRPr="00F96A4F">
        <w:rPr>
          <w:rFonts w:eastAsia="Calibri"/>
          <w:rtl/>
        </w:rPr>
        <w:t xml:space="preserve"> و سکون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آگاہ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دار</w:t>
      </w:r>
      <w:r w:rsidRPr="00F96A4F">
        <w:rPr>
          <w:rFonts w:eastAsia="Calibri"/>
          <w:rtl/>
        </w:rPr>
        <w:t xml:space="preserve"> انسانوں اور خدا وند عالم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سر فراز وسرخ رواس 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کو 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باد کہا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حضرت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ط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بہ</w:t>
      </w:r>
      <w:r w:rsidR="00F96A4F" w:rsidRPr="00F96A4F">
        <w:rPr>
          <w:rFonts w:eastAsia="Calibri"/>
          <w:rtl/>
        </w:rPr>
        <w:t xml:space="preserve">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مجموع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خاکہ</w:t>
      </w:r>
      <w:r w:rsidR="00F96A4F" w:rsidRPr="00F96A4F">
        <w:rPr>
          <w:rFonts w:eastAsia="Calibri"/>
          <w:rtl/>
        </w:rPr>
        <w:t xml:space="preserve"> ہے اب اگر ہم تمام جزئ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تفص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جائزہ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چاہ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 صورت حال کو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پہلے</w:t>
      </w:r>
      <w:r w:rsidR="00F96A4F" w:rsidRPr="00F96A4F">
        <w:rPr>
          <w:rFonts w:eastAsia="Calibri"/>
          <w:rtl/>
        </w:rPr>
        <w:t xml:space="preserve"> سے مشخص کر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چاہئے </w:t>
      </w:r>
      <w:r>
        <w:rPr>
          <w:rFonts w:eastAsia="Calibri"/>
          <w:rtl/>
        </w:rPr>
        <w:t>۔</w:t>
      </w:r>
    </w:p>
    <w:p w:rsidR="008F2738" w:rsidRDefault="00EB204C" w:rsidP="00BB7236">
      <w:pPr>
        <w:pStyle w:val="libNormal0"/>
        <w:rPr>
          <w:rFonts w:eastAsia="Calibri" w:hint="cs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حضرت</w:t>
      </w:r>
      <w:r w:rsidR="00F96A4F" w:rsidRPr="00F96A4F">
        <w:rPr>
          <w:rFonts w:eastAsia="Calibri"/>
          <w:rtl/>
        </w:rPr>
        <w:t xml:space="preserve"> (ع)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مبارکہ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مختصر سا دور وہ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ہے جس کو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منارہ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تعب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کرنا غلط نہ ہوگا 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چاہتا ہوں کہ سب سے پہلے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ذکر</w:t>
      </w:r>
      <w:r w:rsidRPr="00F96A4F">
        <w:rPr>
          <w:rFonts w:eastAsia="Calibri"/>
          <w:rtl/>
        </w:rPr>
        <w:t xml:space="preserve"> کروں اور </w:t>
      </w:r>
      <w:r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امام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معمول کے تحت عاد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 اس زمانہ کے حالات و کو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ائف</w:t>
      </w:r>
      <w:r w:rsidRPr="00F96A4F">
        <w:rPr>
          <w:rFonts w:eastAsia="Calibri"/>
          <w:rtl/>
        </w:rPr>
        <w:t xml:space="preserve"> اور ان کے تقاضوں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/>
          <w:rtl/>
        </w:rPr>
        <w:t xml:space="preserve"> کروں گا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در</w:t>
      </w:r>
      <w:r w:rsidRPr="00F96A4F">
        <w:rPr>
          <w:rFonts w:eastAsia="Calibri"/>
          <w:rtl/>
        </w:rPr>
        <w:t xml:space="preserve"> اصل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کاوہ مختصر اور تار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خ</w:t>
      </w:r>
      <w:r w:rsidRPr="00F96A4F">
        <w:rPr>
          <w:rFonts w:eastAsia="Calibri"/>
          <w:rtl/>
        </w:rPr>
        <w:t xml:space="preserve"> ساز دور ، معرکہ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کربلا</w:t>
      </w:r>
      <w:r w:rsidRPr="00F96A4F">
        <w:rPr>
          <w:rFonts w:eastAsia="Calibri"/>
          <w:rtl/>
        </w:rPr>
        <w:t xml:space="preserve"> کے بعد آپ 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کازمانہ ہے جومدت کے اعتبار سے مختصرل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واقعات</w:t>
      </w:r>
      <w:r w:rsidRPr="00F96A4F">
        <w:rPr>
          <w:rFonts w:eastAsia="Calibri"/>
          <w:rtl/>
        </w:rPr>
        <w:t xml:space="preserve"> وحالات کے اعتبارنہا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جان</w:t>
      </w:r>
      <w:r w:rsidRPr="00F96A4F">
        <w:rPr>
          <w:rFonts w:eastAsia="Calibri"/>
          <w:rtl/>
        </w:rPr>
        <w:t xml:space="preserve"> اور وسبق آموز ہے جہاںاس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بعد</w:t>
      </w:r>
      <w:r>
        <w:rPr>
          <w:rFonts w:eastAsia="Calibri"/>
          <w:rtl/>
        </w:rPr>
        <w:t xml:space="preserve"> </w:t>
      </w:r>
      <w:r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آپ کا موقف بہت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سخت اور مزاحمت آم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رہتاہے</w:t>
      </w:r>
      <w:r>
        <w:rPr>
          <w:rFonts w:eastAsia="Calibri"/>
          <w:rtl/>
        </w:rPr>
        <w:t>۔</w:t>
      </w:r>
    </w:p>
    <w:p w:rsidR="00E72EC1" w:rsidRPr="00E72EC1" w:rsidRDefault="00E72EC1" w:rsidP="00E72EC1">
      <w:pPr>
        <w:pStyle w:val="libNormal"/>
        <w:rPr>
          <w:rFonts w:eastAsia="Calibri"/>
          <w:rtl/>
        </w:rPr>
      </w:pPr>
    </w:p>
    <w:p w:rsidR="008F2738" w:rsidRDefault="008F2738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ہونے کے باوجودکس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مردمجاہد کے ماننداپنے قول وفعل کے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شجاعت</w:t>
      </w:r>
      <w:r w:rsidRPr="00F96A4F">
        <w:rPr>
          <w:rFonts w:eastAsia="Calibri"/>
          <w:rtl/>
        </w:rPr>
        <w:t xml:space="preserve"> و دل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بہتر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نمونہ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کئے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 دوران امام کا طرز عمل حضرت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عام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--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کہ آپ آگے ملاحظہ فرمائ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-- بالکل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مختلف</w:t>
      </w:r>
      <w:r w:rsidRPr="00F96A4F">
        <w:rPr>
          <w:rFonts w:eastAsia="Calibri"/>
          <w:rtl/>
        </w:rPr>
        <w:t xml:space="preserve"> نظر آتا ہے </w:t>
      </w:r>
      <w:r w:rsidR="00EB204C">
        <w:rPr>
          <w:rFonts w:eastAsia="Calibri"/>
          <w:rtl/>
        </w:rPr>
        <w:t>۔</w:t>
      </w:r>
    </w:p>
    <w:p w:rsidR="008F2738" w:rsidRDefault="00F96A4F" w:rsidP="00BB7236">
      <w:pPr>
        <w:pStyle w:val="libNormal0"/>
        <w:rPr>
          <w:rFonts w:eastAsia="Calibri" w:hint="cs"/>
          <w:rtl/>
        </w:rPr>
      </w:pP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اصل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آپ (ع)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حکمت</w:t>
      </w:r>
      <w:r w:rsidRPr="00F96A4F">
        <w:rPr>
          <w:rFonts w:eastAsia="Calibri"/>
          <w:rtl/>
        </w:rPr>
        <w:t xml:space="preserve"> عمل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مستحکم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پرپڑے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جچے تلے انداز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نرم رو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اپنے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مقصد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آگے </w:t>
      </w:r>
      <w:r w:rsidR="00CE6606">
        <w:rPr>
          <w:rFonts w:eastAsia="Calibri"/>
          <w:rtl/>
        </w:rPr>
        <w:t>بڑھ</w:t>
      </w:r>
      <w:r w:rsidRPr="00F96A4F">
        <w:rPr>
          <w:rFonts w:eastAsia="Calibri"/>
          <w:rtl/>
        </w:rPr>
        <w:t>نا ہے حت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بعض وقت عبد الملک بن مروان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نہ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صرف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محفل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ہوئے نظر آئے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اس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آپ (ع) کا رو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نرم نظر آتا ہے جب کہ اس مختصر مدت (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ام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)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(ع)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اقدامات</w:t>
      </w:r>
      <w:r w:rsidRPr="00F96A4F">
        <w:rPr>
          <w:rFonts w:eastAsia="Calibri"/>
          <w:rtl/>
        </w:rPr>
        <w:t xml:space="preserve"> بالکل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پر جوش انقلاب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مانند نظر آتے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جس کے لئے کوئ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معمول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بات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برداشت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ممکن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لوگوں کے سامنے </w:t>
      </w:r>
      <w:r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پھر</w:t>
      </w:r>
      <w:r w:rsidRPr="00F96A4F">
        <w:rPr>
          <w:rFonts w:eastAsia="Calibri"/>
          <w:rtl/>
        </w:rPr>
        <w:t>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مجمع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مغرور و بااقتدار دشمن کا دندان شکن جواب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کا</w:t>
      </w:r>
      <w:r w:rsidRPr="00F96A4F">
        <w:rPr>
          <w:rFonts w:eastAsia="Calibri"/>
          <w:rtl/>
        </w:rPr>
        <w:t xml:space="preserve"> تامل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کرتے </w:t>
      </w:r>
      <w:r>
        <w:rPr>
          <w:rFonts w:eastAsia="Calibri"/>
          <w:rtl/>
        </w:rPr>
        <w:t>۔</w:t>
      </w:r>
    </w:p>
    <w:p w:rsidR="00E72EC1" w:rsidRPr="00E72EC1" w:rsidRDefault="00E72EC1" w:rsidP="00E72EC1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کوفہ</w:t>
      </w:r>
      <w:r w:rsidRPr="00F96A4F">
        <w:rPr>
          <w:rFonts w:eastAsia="Calibri"/>
          <w:rtl/>
        </w:rPr>
        <w:t xml:space="preserve"> کا درندہ صفت خونخوار حاکم ، عبد اللہ ابن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جس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تلوار سے خون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پک</w:t>
      </w:r>
      <w:r w:rsidRPr="00F96A4F">
        <w:rPr>
          <w:rFonts w:eastAsia="Calibri"/>
          <w:rtl/>
        </w:rPr>
        <w:t xml:space="preserve"> رہا ہے جو فرزند رسول (ص) امام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اور ان کے اعوان و انصار کا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خون</w:t>
      </w:r>
      <w:r w:rsidRPr="00F96A4F">
        <w:rPr>
          <w:rFonts w:eastAsia="Calibri"/>
          <w:rtl/>
        </w:rPr>
        <w:t xml:space="preserve"> بہا کر مست و مغرور اور کام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نشہ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بالکل چور ہے اس کے مقابلہ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حضرت (ع)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بے باک اور سخت لب و ل</w:t>
      </w:r>
      <w:r>
        <w:rPr>
          <w:rFonts w:eastAsia="Calibri"/>
          <w:rtl/>
        </w:rPr>
        <w:t>ہج</w:t>
      </w:r>
      <w:r w:rsidRPr="00F96A4F">
        <w:rPr>
          <w:rFonts w:eastAsia="Calibri"/>
          <w:rtl/>
        </w:rPr>
        <w:t>ہ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ابن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آپ</w:t>
      </w:r>
      <w:r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(ع) کے قتل کا حکم جار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تا</w:t>
      </w:r>
      <w:r w:rsidRPr="00F96A4F">
        <w:rPr>
          <w:rFonts w:eastAsia="Calibri"/>
          <w:rtl/>
        </w:rPr>
        <w:t xml:space="preserve"> ہے</w:t>
      </w:r>
    </w:p>
    <w:p w:rsidR="008F2738" w:rsidRDefault="008F2738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F2738" w:rsidRDefault="008F2738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چنانچہ اگر جناب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نب</w:t>
      </w:r>
      <w:r w:rsidRPr="00F96A4F">
        <w:rPr>
          <w:rFonts w:eastAsia="Calibri"/>
          <w:rtl/>
        </w:rPr>
        <w:t xml:space="preserve"> سلام اللہ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</w:t>
      </w:r>
      <w:r w:rsidRPr="00F96A4F">
        <w:rPr>
          <w:rFonts w:eastAsia="Calibri"/>
          <w:rtl/>
        </w:rPr>
        <w:t xml:space="preserve"> ڈہال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مانند آپ (ع) کے سامنے آکر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نہ کہت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اپنے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ہرگز نہ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ہونے</w:t>
      </w:r>
      <w:r w:rsidRPr="00F96A4F">
        <w:rPr>
          <w:rFonts w:eastAsia="Calibri"/>
          <w:rtl/>
        </w:rPr>
        <w:t xml:space="preserve"> دوں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عورت کے قتل کا مسئلہ درپ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نہ آتا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کہ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طور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پر</w:t>
      </w:r>
      <w:r w:rsidRPr="00F96A4F">
        <w:rPr>
          <w:rFonts w:eastAsia="Calibri"/>
          <w:rtl/>
        </w:rPr>
        <w:t xml:space="preserve"> دربار شام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حاضر کرنا مقصود نہ ہوتا تو عجب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ابن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خون سے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اپنے 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رنگ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تا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بازار</w:t>
      </w:r>
      <w:r w:rsidR="00F96A4F" w:rsidRPr="00F96A4F">
        <w:rPr>
          <w:rFonts w:eastAsia="Calibri"/>
          <w:rtl/>
        </w:rPr>
        <w:t xml:space="preserve"> کوفہ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آپ (ع)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پہوپہ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جناب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نت</w:t>
      </w:r>
      <w:r w:rsidR="00F96A4F" w:rsidRPr="00F96A4F">
        <w:rPr>
          <w:rFonts w:eastAsia="Calibri"/>
          <w:rtl/>
        </w:rPr>
        <w:t xml:space="preserve"> (ع)اوراپن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بہن جناب سک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ہم صدا ہو کر تقر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لوگوں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جوش و خروش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قتوں</w:t>
      </w:r>
      <w:r w:rsidR="00F96A4F" w:rsidRPr="00F96A4F">
        <w:rPr>
          <w:rFonts w:eastAsia="Calibri"/>
          <w:rtl/>
        </w:rPr>
        <w:t xml:space="preserve"> کا انکشاف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8F2738" w:rsidRDefault="00EB204C" w:rsidP="00BB7236">
      <w:pPr>
        <w:pStyle w:val="libNormal0"/>
        <w:rPr>
          <w:rFonts w:eastAsia="Calibri" w:hint="cs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طرح شام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چاہے وہ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کا دربار ہو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مسجد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لوگوں کا بے پناہ</w:t>
      </w:r>
      <w:r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ہج</w:t>
      </w:r>
      <w:r w:rsidR="00F96A4F" w:rsidRPr="00F96A4F">
        <w:rPr>
          <w:rFonts w:eastAsia="Calibri" w:hint="eastAsia"/>
          <w:rtl/>
        </w:rPr>
        <w:t>وم</w:t>
      </w:r>
      <w:r w:rsidR="00F96A4F" w:rsidRPr="00F96A4F">
        <w:rPr>
          <w:rFonts w:eastAsia="Calibri"/>
          <w:rtl/>
        </w:rPr>
        <w:t xml:space="preserve"> ، بڑے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واضح الفاظ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دشمن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سازشوںسے پردہ ا</w:t>
      </w:r>
      <w:r w:rsidR="00F96A4F" w:rsidRPr="00F96A4F">
        <w:rPr>
          <w:rFonts w:eastAsia="Calibri" w:hint="cs"/>
          <w:rtl/>
        </w:rPr>
        <w:t>ڻ</w:t>
      </w:r>
      <w:r w:rsidR="00F96A4F" w:rsidRPr="00F96A4F">
        <w:rPr>
          <w:rFonts w:eastAsia="Calibri" w:hint="eastAsia"/>
          <w:rtl/>
        </w:rPr>
        <w:t>ہاکر</w:t>
      </w:r>
      <w:r w:rsidR="00F96A4F" w:rsidRPr="00F96A4F">
        <w:rPr>
          <w:rFonts w:eastAsia="Calibri"/>
          <w:rtl/>
        </w:rPr>
        <w:t xml:space="preserve"> حقائق کا برملا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اظہار</w:t>
      </w:r>
      <w:r w:rsidR="00F96A4F" w:rsidRPr="00F96A4F">
        <w:rPr>
          <w:rFonts w:eastAsia="Calibri"/>
          <w:rtl/>
        </w:rPr>
        <w:t xml:space="preserve"> کرتے رہتے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</w:p>
    <w:p w:rsidR="00E72EC1" w:rsidRDefault="00E72EC1" w:rsidP="00E72EC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چنانچہ حضرت (ع) کے ان تمام خطبوں اور تقر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روں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(ع)ک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حقان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، خلافت کے سلسلہ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کا استحقاق اور موجودہ حکومت کے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جرائم</w:t>
      </w:r>
      <w:r w:rsidRPr="00F96A4F">
        <w:rPr>
          <w:rFonts w:eastAsia="Calibri"/>
          <w:rtl/>
        </w:rPr>
        <w:t xml:space="preserve"> اور ظلم و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پردہ چاک کرتے ہوئے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تلخ اور درشت لب و ل</w:t>
      </w:r>
      <w:r>
        <w:rPr>
          <w:rFonts w:eastAsia="Calibri"/>
          <w:rtl/>
        </w:rPr>
        <w:t>ہج</w:t>
      </w:r>
      <w:r w:rsidRPr="00F96A4F">
        <w:rPr>
          <w:rFonts w:eastAsia="Calibri"/>
          <w:rtl/>
        </w:rPr>
        <w:t>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غافل و ناآگاہ عوام کو جہنجوڑنے اور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دار</w:t>
      </w:r>
      <w:r w:rsidRPr="00F96A4F">
        <w:rPr>
          <w:rFonts w:eastAsia="Calibri"/>
          <w:rtl/>
        </w:rPr>
        <w:t xml:space="preserve"> کرنے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کوشش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72EC1" w:rsidRDefault="00E72EC1" w:rsidP="00E72EC1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ان خطبوں کو نقل کرکے امام (ع) کے فقروں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گہرائ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کرنے ک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گنجائش</w:t>
      </w:r>
      <w:r w:rsidRPr="00F96A4F">
        <w:rPr>
          <w:rFonts w:eastAsia="Calibri"/>
          <w:rtl/>
        </w:rPr>
        <w:t xml:space="preserve"> نظر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خود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مستقل کام ہے </w:t>
      </w:r>
    </w:p>
    <w:p w:rsidR="00E72EC1" w:rsidRPr="00E72EC1" w:rsidRDefault="00E72EC1" w:rsidP="00E72EC1">
      <w:pPr>
        <w:pStyle w:val="libNormal"/>
        <w:rPr>
          <w:rFonts w:eastAsia="Calibri"/>
          <w:rtl/>
        </w:rPr>
      </w:pPr>
    </w:p>
    <w:p w:rsidR="008F2738" w:rsidRDefault="008F2738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FF5014" w:rsidRDefault="00FF5014" w:rsidP="00BB7236">
      <w:pPr>
        <w:pStyle w:val="libNormal0"/>
        <w:rPr>
          <w:rFonts w:eastAsia="Calibri" w:hint="cs"/>
          <w:rtl/>
        </w:rPr>
      </w:pPr>
    </w:p>
    <w:p w:rsidR="008F2738" w:rsidRDefault="00E72EC1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اور اگر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شخص ان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خطبوں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/>
          <w:rtl/>
        </w:rPr>
        <w:t xml:space="preserve"> و تفس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کرنا چاہتا ہے تو اس کے لئے ضرور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کہ ان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حقائق</w:t>
      </w:r>
      <w:r w:rsidRPr="00F96A4F">
        <w:rPr>
          <w:rFonts w:eastAsia="Calibri"/>
          <w:rtl/>
        </w:rPr>
        <w:t xml:space="preserve"> کو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نظر رکہتے ہوئے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لفظ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/>
          <w:rtl/>
        </w:rPr>
        <w:t xml:space="preserve"> اور چہان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کرے </w:t>
      </w:r>
      <w:r>
        <w:rPr>
          <w:rFonts w:eastAsia="Calibri"/>
          <w:rtl/>
        </w:rPr>
        <w:t>۔</w:t>
      </w:r>
    </w:p>
    <w:p w:rsidR="00EB204C" w:rsidRDefault="00F96A4F" w:rsidP="00BD6259">
      <w:pPr>
        <w:pStyle w:val="libNormal0"/>
        <w:rPr>
          <w:rFonts w:eastAsia="Calibri" w:hint="cs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ہے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اسارت اور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و بند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جو جر</w:t>
      </w:r>
      <w:r w:rsidR="00BD6259">
        <w:rPr>
          <w:rFonts w:eastAsia="Calibri" w:hint="cs"/>
          <w:rtl/>
        </w:rPr>
        <w:t>ا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و ہمت اورشجاعت و دلاور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معمور نظر آت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FF5014" w:rsidRPr="00FF5014" w:rsidRDefault="00FF5014" w:rsidP="00FF5014">
      <w:pPr>
        <w:pStyle w:val="libNormal"/>
        <w:rPr>
          <w:rFonts w:eastAsia="Calibri" w:hint="cs"/>
          <w:rtl/>
        </w:rPr>
      </w:pPr>
    </w:p>
    <w:p w:rsidR="00FF5014" w:rsidRDefault="00FF5014" w:rsidP="00FF5014">
      <w:pPr>
        <w:pStyle w:val="Heading1Center"/>
        <w:rPr>
          <w:rFonts w:eastAsia="Calibri"/>
          <w:rtl/>
        </w:rPr>
      </w:pPr>
      <w:bookmarkStart w:id="3" w:name="_Toc426016858"/>
      <w:r w:rsidRPr="00F96A4F">
        <w:rPr>
          <w:rFonts w:eastAsia="Calibri" w:hint="eastAsia"/>
          <w:rtl/>
        </w:rPr>
        <w:t>رہائ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بعد</w:t>
      </w:r>
      <w:bookmarkEnd w:id="3"/>
    </w:p>
    <w:p w:rsidR="00FF5014" w:rsidRDefault="00FF5014" w:rsidP="00FF5014">
      <w:pPr>
        <w:pStyle w:val="libNormal0"/>
        <w:rPr>
          <w:rFonts w:eastAsia="Calibri"/>
          <w:rtl/>
        </w:rPr>
      </w:pPr>
    </w:p>
    <w:p w:rsidR="00FF5014" w:rsidRDefault="00FF5014" w:rsidP="00FF5014">
      <w:pPr>
        <w:pStyle w:val="libNormal0"/>
        <w:rPr>
          <w:rFonts w:eastAsia="Calibri"/>
          <w:rtl/>
        </w:rPr>
      </w:pPr>
      <w:r w:rsidRPr="00BD6259">
        <w:rPr>
          <w:rStyle w:val="libNormalChar"/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ذہنوں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سوال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ہوتا ہے کہ آخر وہ کون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وجوہات </w:t>
      </w:r>
      <w:r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جن کے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نظر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موقف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ہوگئ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اب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سے چہوٹ کر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آپ</w:t>
      </w:r>
      <w:r w:rsidRPr="00F96A4F">
        <w:rPr>
          <w:rFonts w:eastAsia="Calibri"/>
          <w:rtl/>
        </w:rPr>
        <w:t xml:space="preserve">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نرم رو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مظاہرہ کرنے لگتے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سے کام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اپنے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تند</w:t>
      </w:r>
      <w:r w:rsidRPr="00F96A4F">
        <w:rPr>
          <w:rFonts w:eastAsia="Calibri"/>
          <w:rtl/>
        </w:rPr>
        <w:t xml:space="preserve"> انقلاب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اقدامات پر دعا اور نرم رو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پردہ ڈال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تمام امور بڑ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خاموش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انجام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جب کہ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و بند کے عالم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آپ نے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دل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رانہ</w:t>
      </w:r>
      <w:r w:rsidRPr="00F96A4F">
        <w:rPr>
          <w:rFonts w:eastAsia="Calibri"/>
          <w:rtl/>
        </w:rPr>
        <w:t xml:space="preserve"> عزائم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کا</w:t>
      </w:r>
      <w:r w:rsidRPr="00F96A4F">
        <w:rPr>
          <w:rFonts w:eastAsia="Calibri"/>
          <w:rtl/>
        </w:rPr>
        <w:t xml:space="preserve"> اظہار اور مخاصمت آم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اقدام فرما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ہے؟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تو</w:t>
      </w:r>
      <w:r w:rsidRPr="00F96A4F">
        <w:rPr>
          <w:rFonts w:eastAsia="Calibri"/>
          <w:rtl/>
        </w:rPr>
        <w:t xml:space="preserve"> اس کا جواب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ہے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استثنا 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دور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جناب امام سجاد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کو فرائض امامت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ادائ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حکومت الٰہ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لئے مواقع فراہم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عاشور کو بہنے والے بے گناہوں کے خون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ترجمان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کرن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8F2738" w:rsidRDefault="008F2738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FF5014">
      <w:pPr>
        <w:pStyle w:val="Heading1Center"/>
        <w:rPr>
          <w:rFonts w:eastAsia="Calibri"/>
          <w:rtl/>
        </w:rPr>
      </w:pPr>
      <w:r>
        <w:rPr>
          <w:rFonts w:eastAsia="Calibri"/>
        </w:rPr>
        <w:lastRenderedPageBreak/>
        <w:t xml:space="preserve"> 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</w:t>
      </w:r>
      <w:r w:rsidRPr="00F96A4F">
        <w:rPr>
          <w:rFonts w:eastAsia="Calibri"/>
          <w:rtl/>
        </w:rPr>
        <w:t xml:space="preserve"> تو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ہے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حضرت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دہن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زبان نہ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شمش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سے خاموش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جانے وال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زبان اس وقت کوفہ و شام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منزلوں سے گزر نے والے اس انقلاب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جوان</w:t>
      </w:r>
      <w:r w:rsidRPr="00F96A4F">
        <w:rPr>
          <w:rFonts w:eastAsia="Calibri"/>
          <w:rtl/>
        </w:rPr>
        <w:t xml:space="preserve"> کو ود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عت</w:t>
      </w:r>
      <w:r w:rsidRPr="00F96A4F">
        <w:rPr>
          <w:rFonts w:eastAsia="Calibri"/>
          <w:rtl/>
        </w:rPr>
        <w:t xml:space="preserve">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8F2738" w:rsidRDefault="00EB204C" w:rsidP="00BB7236">
      <w:pPr>
        <w:pStyle w:val="libNormal0"/>
        <w:rPr>
          <w:rFonts w:eastAsia="Calibri" w:hint="cs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چنانچہ</w:t>
      </w:r>
      <w:r w:rsidR="00F96A4F" w:rsidRPr="00F96A4F">
        <w:rPr>
          <w:rFonts w:eastAsia="Calibri"/>
          <w:rtl/>
        </w:rPr>
        <w:t xml:space="preserve"> اگر اس منزل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خاموش رہ جاتے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جرا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و ہمت اور جواں مرد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باک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حقائق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وضاحت کرکے دودہ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کا</w:t>
      </w:r>
      <w:r w:rsidR="00F96A4F" w:rsidRPr="00F96A4F">
        <w:rPr>
          <w:rFonts w:eastAsia="Calibri"/>
          <w:rtl/>
        </w:rPr>
        <w:t xml:space="preserve"> دودہ اور پان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پان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نہ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ئے</w:t>
      </w:r>
      <w:r w:rsidR="00F96A4F" w:rsidRPr="00F96A4F">
        <w:rPr>
          <w:rFonts w:eastAsia="Calibri"/>
          <w:rtl/>
        </w:rPr>
        <w:t xml:space="preserve"> ہوتے تو آئندہ آپ (ع) کے مقاصد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تکم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تمام</w:t>
      </w:r>
      <w:r w:rsidR="00F96A4F" w:rsidRPr="00F96A4F">
        <w:rPr>
          <w:rFonts w:eastAsia="Calibri"/>
          <w:rtl/>
        </w:rPr>
        <w:t xml:space="preserve"> راہ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مسدود ہو کر رہ جات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امام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کا جوش مارتا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ہوا</w:t>
      </w:r>
      <w:r w:rsidRPr="00F96A4F">
        <w:rPr>
          <w:rFonts w:eastAsia="Calibri"/>
          <w:rtl/>
        </w:rPr>
        <w:t xml:space="preserve"> خون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ا جس نے نہ صرف آپ (ع) کے لئے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دان</w:t>
      </w:r>
      <w:r w:rsidRPr="00F96A4F">
        <w:rPr>
          <w:rFonts w:eastAsia="Calibri"/>
          <w:rtl/>
        </w:rPr>
        <w:t xml:space="preserve"> ہموار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تار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خ</w:t>
      </w:r>
      <w:r w:rsidRPr="00F96A4F">
        <w:rPr>
          <w:rFonts w:eastAsia="Calibri"/>
          <w:rtl/>
        </w:rPr>
        <w:t xml:space="preserve"> تش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جتن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انقلاب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برپا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سب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خون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شامل نظر آت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چنانچہ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سب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پہلے لوگوں کو موجودہ صورت حال سے خبر دار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ضرور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سمجھت</w:t>
      </w:r>
      <w:r w:rsidRPr="00F96A4F">
        <w:rPr>
          <w:rFonts w:eastAsia="Calibri"/>
          <w:rtl/>
        </w:rPr>
        <w:t>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ںتاکہ</w:t>
      </w:r>
      <w:r w:rsidRPr="00F96A4F">
        <w:rPr>
          <w:rFonts w:eastAsia="Calibri"/>
          <w:rtl/>
        </w:rPr>
        <w:t xml:space="preserve"> آئندہ اپنے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عمل کے پر تو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 اصول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،عم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/>
          <w:rtl/>
        </w:rPr>
        <w:t xml:space="preserve"> و مت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طولان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مخالفتوں</w:t>
      </w:r>
      <w:r w:rsidRPr="00F96A4F">
        <w:rPr>
          <w:rFonts w:eastAsia="Calibri"/>
          <w:rtl/>
        </w:rPr>
        <w:t xml:space="preserve"> کا سلسلہ شروع کر سک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ظاہر ہے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و تند زبان استعمال کئے بغ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لوگوں</w:t>
      </w:r>
      <w:r w:rsidRPr="00F96A4F">
        <w:rPr>
          <w:rFonts w:eastAsia="Calibri"/>
          <w:rtl/>
        </w:rPr>
        <w:t xml:space="preserve"> کو متنبہ اور ہوش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کرنا ممکن نہ ہوتا </w:t>
      </w:r>
      <w:r>
        <w:rPr>
          <w:rFonts w:eastAsia="Calibri"/>
          <w:rtl/>
        </w:rPr>
        <w:t>۔</w:t>
      </w:r>
    </w:p>
    <w:p w:rsidR="00FF5014" w:rsidRPr="00FF5014" w:rsidRDefault="00FF5014" w:rsidP="00FF5014">
      <w:pPr>
        <w:pStyle w:val="libNormal"/>
        <w:rPr>
          <w:rFonts w:eastAsia="Calibri"/>
          <w:rtl/>
        </w:rPr>
      </w:pPr>
    </w:p>
    <w:p w:rsidR="008F2738" w:rsidRDefault="008F2738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F2738" w:rsidRDefault="008F2738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و بند کے سفر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حضرت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کا کردار</w:t>
      </w:r>
      <w:r w:rsidR="00EB204C" w:rsidRPr="00BD6259">
        <w:rPr>
          <w:rStyle w:val="libNormalChar"/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جناب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نت</w:t>
      </w:r>
      <w:r w:rsidRPr="00F96A4F">
        <w:rPr>
          <w:rFonts w:eastAsia="Calibri"/>
          <w:rtl/>
        </w:rPr>
        <w:t xml:space="preserve"> سلام اللہ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</w:t>
      </w:r>
      <w:r w:rsidRPr="00F96A4F">
        <w:rPr>
          <w:rFonts w:eastAsia="Calibri"/>
          <w:rtl/>
        </w:rPr>
        <w:t xml:space="preserve"> کے کردار سے بالکل ہم آہنگ ہے دونوں کا مقصد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انقلاب</w:t>
      </w:r>
      <w:r w:rsidRPr="00F96A4F">
        <w:rPr>
          <w:rFonts w:eastAsia="Calibri"/>
          <w:rtl/>
        </w:rPr>
        <w:t xml:space="preserve"> اور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غامات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تبل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</w:t>
      </w:r>
      <w:r w:rsidRPr="00F96A4F">
        <w:rPr>
          <w:rFonts w:eastAsia="Calibri"/>
          <w:rtl/>
        </w:rPr>
        <w:t xml:space="preserve"> و اشاعت ہے اگر لوگ اس بات سے واقف ہو جائ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قتل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 w:rsidRPr="00F96A4F">
        <w:rPr>
          <w:rFonts w:eastAsia="Calibri"/>
          <w:rtl/>
        </w:rPr>
        <w:t xml:space="preserve"> گئے ،ک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قتل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 w:rsidRPr="00F96A4F">
        <w:rPr>
          <w:rFonts w:eastAsia="Calibri"/>
          <w:rtl/>
        </w:rPr>
        <w:t xml:space="preserve"> گئے؟ اور کس طرح قتل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کئے</w:t>
      </w:r>
      <w:r w:rsidRPr="00F96A4F">
        <w:rPr>
          <w:rFonts w:eastAsia="Calibri"/>
          <w:rtl/>
        </w:rPr>
        <w:t xml:space="preserve"> گئے تو آئندہ اسلام اور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دعوت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رنگ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لے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اگر عوام ان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قتوں</w:t>
      </w:r>
      <w:r w:rsidRPr="00F96A4F">
        <w:rPr>
          <w:rFonts w:eastAsia="Calibri"/>
          <w:rtl/>
        </w:rPr>
        <w:t xml:space="preserve"> سے ناواقف رہ گئے تو انداز کچہ اور ہوگا</w:t>
      </w:r>
      <w:r w:rsidR="00EB204C">
        <w:rPr>
          <w:rFonts w:eastAsia="Calibri"/>
          <w:rtl/>
        </w:rPr>
        <w:t>۔</w:t>
      </w:r>
    </w:p>
    <w:p w:rsidR="008F2738" w:rsidRDefault="00EB204C" w:rsidP="00BB7236">
      <w:pPr>
        <w:pStyle w:val="libNormal0"/>
        <w:rPr>
          <w:rFonts w:eastAsia="Calibri" w:hint="cs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لہٰذ</w:t>
      </w:r>
      <w:r w:rsidR="00F96A4F" w:rsidRPr="00F96A4F">
        <w:rPr>
          <w:rFonts w:eastAsia="Calibri"/>
          <w:rtl/>
        </w:rPr>
        <w:t xml:space="preserve"> ا معاشرہ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ان حقائق کو عام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نے</w:t>
      </w:r>
      <w:r w:rsidR="00F96A4F" w:rsidRPr="00F96A4F">
        <w:rPr>
          <w:rFonts w:eastAsia="Calibri"/>
          <w:rtl/>
        </w:rPr>
        <w:t xml:space="preserve"> اور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طور پر حس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(ع (انقلاب کو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پہچنوانے</w:t>
      </w:r>
      <w:r w:rsidR="00F96A4F" w:rsidRPr="00F96A4F">
        <w:rPr>
          <w:rFonts w:eastAsia="Calibri"/>
          <w:rtl/>
        </w:rPr>
        <w:t xml:space="preserve"> کے لئے اپنا تمام سرما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بروئے کا ر لاکر جہاں تک ممکن ہو سکے اس کام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کو</w:t>
      </w:r>
      <w:r w:rsidR="00F96A4F" w:rsidRPr="00F96A4F">
        <w:rPr>
          <w:rFonts w:eastAsia="Calibri"/>
          <w:rtl/>
        </w:rPr>
        <w:t xml:space="preserve"> انجام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ضرور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چنانچہ حضرت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کا وجود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جناب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(ع) ،جناب فاطمہ صغر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(ع) ، خود جناب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نب</w:t>
      </w:r>
      <w:r w:rsidRPr="00F96A4F">
        <w:rPr>
          <w:rFonts w:eastAsia="Calibri"/>
          <w:rtl/>
        </w:rPr>
        <w:t xml:space="preserve"> سلام اللہ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</w:t>
      </w:r>
      <w:r w:rsidRPr="00F96A4F">
        <w:rPr>
          <w:rFonts w:eastAsia="Calibri"/>
          <w:rtl/>
        </w:rPr>
        <w:t xml:space="preserve"> </w:t>
      </w:r>
      <w:r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مانند (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صلاح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کے اعتبار سے) اپنے اندر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غام</w:t>
      </w:r>
      <w:r w:rsidRPr="00F96A4F">
        <w:rPr>
          <w:rFonts w:eastAsia="Calibri"/>
          <w:rtl/>
        </w:rPr>
        <w:t xml:space="preserve"> لئے ہوئے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ضرور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تمام انقلاب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مجتمع ہو کر غربت و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بہا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جانے</w:t>
      </w:r>
      <w:r w:rsidRPr="00F96A4F">
        <w:rPr>
          <w:rFonts w:eastAsia="Calibri"/>
          <w:rtl/>
        </w:rPr>
        <w:t xml:space="preserve"> والے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(ع) خون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سرخ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کربلا سے لے کر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تک تمام بڑے بڑے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مراکز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پھیلا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جس</w:t>
      </w:r>
      <w:r w:rsidRPr="00F96A4F">
        <w:rPr>
          <w:rFonts w:eastAsia="Calibri"/>
          <w:rtl/>
        </w:rPr>
        <w:t xml:space="preserve"> وقت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وارد ہوں لوگوں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بے 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متجسس</w:t>
      </w:r>
      <w:r w:rsidRPr="00F96A4F">
        <w:rPr>
          <w:rFonts w:eastAsia="Calibri"/>
          <w:rtl/>
        </w:rPr>
        <w:t xml:space="preserve"> سوال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نگاہوں ، چہروں اور زبانوں کے جواب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آپ (ع) ان کے سامنے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حقائق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امام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آئندہ مہم کا نقشہ اول ہے </w:t>
      </w:r>
      <w:r>
        <w:rPr>
          <w:rFonts w:eastAsia="Calibri"/>
          <w:rtl/>
        </w:rPr>
        <w:t>۔</w:t>
      </w:r>
    </w:p>
    <w:p w:rsidR="00FF5014" w:rsidRPr="00FF5014" w:rsidRDefault="00FF5014" w:rsidP="00FF5014">
      <w:pPr>
        <w:pStyle w:val="libNormal"/>
        <w:rPr>
          <w:rFonts w:eastAsia="Calibri"/>
          <w:rtl/>
        </w:rPr>
      </w:pPr>
    </w:p>
    <w:p w:rsidR="008F2738" w:rsidRDefault="008F2738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FF5014" w:rsidRDefault="00FF5014" w:rsidP="00FF5014">
      <w:pPr>
        <w:pStyle w:val="libNormal0"/>
        <w:rPr>
          <w:rFonts w:eastAsia="Calibri" w:hint="cs"/>
          <w:rtl/>
        </w:rPr>
      </w:pP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لئے ہم نے امام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اس مختصر دور 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کو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استثنائ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دور سے تعب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مہم کا دوسرا دور اس وقت شروع ہوتا ہے جب آپ (ع)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رسول (ص)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محترم شہر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سے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آغاز کرتے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اپنا کا 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اسلام) ص)کے گہر اور آپ (ع) کے حرم ( مسجد النب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(ص)) سے آغاز کرتے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8F2738" w:rsidRDefault="00F96A4F" w:rsidP="00BB7236">
      <w:pPr>
        <w:pStyle w:val="libNormal0"/>
        <w:rPr>
          <w:rFonts w:eastAsia="Calibri" w:hint="cs"/>
          <w:rtl/>
        </w:rPr>
      </w:pPr>
      <w:r w:rsidRPr="00F96A4F">
        <w:rPr>
          <w:rFonts w:eastAsia="Calibri"/>
          <w:rtl/>
        </w:rPr>
        <w:t xml:space="preserve"> حضرت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آئندہ موقف اور طر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قہ</w:t>
      </w:r>
      <w:r w:rsidRPr="00F96A4F">
        <w:rPr>
          <w:rFonts w:eastAsia="Calibri"/>
          <w:rtl/>
        </w:rPr>
        <w:t xml:space="preserve"> کار کو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>نے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لئے</w:t>
      </w:r>
      <w:r w:rsidRPr="00F96A4F">
        <w:rPr>
          <w:rFonts w:eastAsia="Calibri"/>
          <w:rtl/>
        </w:rPr>
        <w:t xml:space="preserve"> ضرور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معلوم ہوتا ہے کہ اس زمانے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حالت و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اور اس کے تقاضوں پر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تحق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نظر ڈال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جائے چنانچہ اس موضوع پر آگے روشن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ڈال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</w:t>
      </w:r>
      <w:r w:rsidR="00EB204C"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کس طرح شروع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 آپ (ع) کا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مقصد</w:t>
      </w:r>
      <w:r w:rsidRPr="00F96A4F">
        <w:rPr>
          <w:rFonts w:eastAsia="Calibri"/>
          <w:rtl/>
        </w:rPr>
        <w:t xml:space="preserve"> اور طر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قہ</w:t>
      </w:r>
      <w:r w:rsidRPr="00F96A4F">
        <w:rPr>
          <w:rFonts w:eastAsia="Calibri"/>
          <w:rtl/>
        </w:rPr>
        <w:t xml:space="preserve"> کار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ا ان تمام باتوں کو معلوم کرنے کے لئے ضرور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کہ اس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وقت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حکمراں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زار</w:t>
      </w:r>
      <w:r w:rsidRPr="00F96A4F">
        <w:rPr>
          <w:rFonts w:eastAsia="Calibri"/>
          <w:rtl/>
        </w:rPr>
        <w:t xml:space="preserve"> و متنفر مخالف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کے مجموع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حالات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کے بارہ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کے 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الات</w:t>
      </w:r>
      <w:r w:rsidRPr="00F96A4F">
        <w:rPr>
          <w:rFonts w:eastAsia="Calibri"/>
          <w:rtl/>
        </w:rPr>
        <w:t xml:space="preserve">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صورت حال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پر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نظر ڈال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جائے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مستقل</w:t>
      </w:r>
      <w:r w:rsidRPr="00F96A4F">
        <w:rPr>
          <w:rFonts w:eastAsia="Calibri"/>
          <w:rtl/>
        </w:rPr>
        <w:t xml:space="preserve"> باب ہے چنانچہ اگر تفص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کے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اس موضوع پر گفتگو ممکن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تو امام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متعلق بہت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مشکلات اور الجہنےں حل ہو جائ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FF5014" w:rsidRPr="00FF5014" w:rsidRDefault="00FF5014" w:rsidP="00FF5014">
      <w:pPr>
        <w:pStyle w:val="libNormal"/>
        <w:rPr>
          <w:rFonts w:eastAsia="Calibri"/>
          <w:rtl/>
        </w:rPr>
      </w:pPr>
    </w:p>
    <w:p w:rsidR="008F2738" w:rsidRDefault="008F2738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8F2738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اوربعد اس کے حضرت 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سے کئے جانے والے اقدامات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خصوص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پر روشن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ڈال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جائے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(</w:t>
      </w:r>
      <w:r w:rsidR="00FC70B5">
        <w:rPr>
          <w:rFonts w:eastAsia="Calibri"/>
          <w:rtl/>
        </w:rPr>
        <w:t>البتہ</w:t>
      </w:r>
      <w:r w:rsidRPr="00F96A4F">
        <w:rPr>
          <w:rFonts w:eastAsia="Calibri"/>
          <w:rtl/>
        </w:rPr>
        <w:t xml:space="preserve"> ہم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کہہ سکتے کہ کس حد تک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تفص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جانا ہمارے لئے ممکن ہوگا)</w:t>
      </w:r>
    </w:p>
    <w:p w:rsidR="008F2738" w:rsidRPr="008F2738" w:rsidRDefault="008F2738" w:rsidP="008F2738">
      <w:pPr>
        <w:pStyle w:val="libNormal"/>
        <w:rPr>
          <w:rFonts w:eastAsia="Calibri"/>
          <w:rtl/>
        </w:rPr>
      </w:pPr>
    </w:p>
    <w:p w:rsidR="008F2738" w:rsidRPr="006874E7" w:rsidRDefault="00EB204C" w:rsidP="006874E7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bookmarkStart w:id="4" w:name="_Toc426016859"/>
      <w:r w:rsidR="00F96A4F" w:rsidRPr="00F96A4F">
        <w:rPr>
          <w:rFonts w:eastAsia="Calibri" w:hint="eastAsia"/>
          <w:rtl/>
        </w:rPr>
        <w:t>ماحول</w:t>
      </w:r>
      <w:bookmarkEnd w:id="4"/>
      <w:r w:rsidRPr="006874E7">
        <w:rPr>
          <w:rFonts w:eastAsia="Calibri"/>
          <w:rtl/>
        </w:rPr>
        <w:t xml:space="preserve"> </w:t>
      </w:r>
    </w:p>
    <w:p w:rsidR="008F2738" w:rsidRPr="006874E7" w:rsidRDefault="008F2738" w:rsidP="006874E7">
      <w:pPr>
        <w:pStyle w:val="Heading1Center"/>
        <w:rPr>
          <w:rFonts w:eastAsia="Calibri"/>
          <w:rtl/>
        </w:rPr>
      </w:pPr>
    </w:p>
    <w:p w:rsidR="008F2738" w:rsidRDefault="00F96A4F" w:rsidP="008F2738">
      <w:pPr>
        <w:pStyle w:val="libNormal0"/>
        <w:rPr>
          <w:rFonts w:eastAsia="Calibri" w:hint="cs"/>
          <w:rtl/>
        </w:rPr>
      </w:pPr>
      <w:r w:rsidRPr="00F96A4F">
        <w:rPr>
          <w:rFonts w:eastAsia="Calibri" w:hint="eastAsia"/>
          <w:rtl/>
        </w:rPr>
        <w:t>جب</w:t>
      </w:r>
      <w:r w:rsidRPr="00F96A4F">
        <w:rPr>
          <w:rFonts w:eastAsia="Calibri"/>
          <w:rtl/>
        </w:rPr>
        <w:t xml:space="preserve"> عاشور کا المناک حادثہ رو نما ہوا ،پور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جہاں جہاں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خبر پہنچ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خصوصا عراق اور حجاز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ائمہ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کے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عوں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طرفداروں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عج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</w:t>
      </w:r>
      <w:r w:rsidRPr="00F96A4F">
        <w:rPr>
          <w:rFonts w:eastAsia="Calibri"/>
          <w:rtl/>
        </w:rPr>
        <w:t xml:space="preserve"> رعب و دحشت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فضا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ہو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محسوس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جانے لگا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کو مسلط کرنے کے لئے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کچہ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کر سکت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حت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اس کو عالم اسلام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پہچان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،مقدس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معتبر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ہست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فرزند رسول(ص)حس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ابن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ہما</w:t>
      </w:r>
      <w:r w:rsidRPr="00F96A4F">
        <w:rPr>
          <w:rFonts w:eastAsia="Calibri"/>
          <w:rtl/>
        </w:rPr>
        <w:t xml:space="preserve"> السلام کو بے درد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قتل کرنے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کا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 w:hint="cs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اور اس رعب 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وحشت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جس کے آثار کو فہ و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کچہ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ے ، جو کچہ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رہ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وہ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 وقت پور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جب کچہ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عرصہ بعد بعض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دوسرے</w:t>
      </w:r>
      <w:r w:rsidRPr="00F96A4F">
        <w:rPr>
          <w:rFonts w:eastAsia="Calibri"/>
          <w:rtl/>
        </w:rPr>
        <w:t xml:space="preserve"> لرزہ 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حوادث رو نما ہوئے جن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سر فہرست حادثہ “ حرہ” ہے </w:t>
      </w:r>
      <w:r>
        <w:rPr>
          <w:rFonts w:eastAsia="Calibri"/>
          <w:rtl/>
        </w:rPr>
        <w:t>۔</w:t>
      </w:r>
    </w:p>
    <w:p w:rsidR="008F2738" w:rsidRDefault="008F2738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F2738" w:rsidRDefault="008F2738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طاہر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کے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اثر علاقوں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حجاز (خصوصا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>)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عراق</w:t>
      </w:r>
      <w:r w:rsidRPr="00F96A4F">
        <w:rPr>
          <w:rFonts w:eastAsia="Calibri"/>
          <w:rtl/>
        </w:rPr>
        <w:t xml:space="preserve"> ( خصوصا کوفہ)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بڑا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گہ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کا ماحول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ہو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تعلقات و ارتباطات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کاف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کمزور ہو چکے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وہ لوگ جو ائمہ طاہر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کے طرفدار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بنو</w:t>
      </w:r>
      <w:r w:rsidRPr="00F96A4F">
        <w:rPr>
          <w:rFonts w:eastAsia="Calibri"/>
          <w:rtl/>
        </w:rPr>
        <w:t xml:space="preserve">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کے خلافت و حکومت کے زبردست مخالف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شمار ہوتے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بڑ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کس</w:t>
      </w:r>
      <w:r w:rsidRPr="00F96A4F">
        <w:rPr>
          <w:rFonts w:eastAsia="Calibri"/>
          <w:rtl/>
        </w:rPr>
        <w:t xml:space="preserve"> مپرس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شک و شبہ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حالت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بسر کر رہے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A01617" w:rsidRDefault="00EB204C" w:rsidP="00BB7236">
      <w:pPr>
        <w:pStyle w:val="libNormal0"/>
        <w:rPr>
          <w:rFonts w:eastAsia="Calibri" w:hint="cs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جعفر صادق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سے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منقول ہے کہ حضرت (ع)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گزش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/>
          <w:rtl/>
        </w:rPr>
        <w:t xml:space="preserve"> ائمہ کے دور کا ذکر کرتے ہوئے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>:</w:t>
      </w: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”ارتدالناس</w:t>
      </w:r>
      <w:r w:rsidR="00F96A4F" w:rsidRPr="00E72EC1">
        <w:rPr>
          <w:rStyle w:val="libArabicChar"/>
          <w:rFonts w:eastAsia="Calibri"/>
          <w:rtl/>
        </w:rPr>
        <w:t xml:space="preserve"> بعد الحس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F96A4F" w:rsidRPr="00E72EC1">
        <w:rPr>
          <w:rStyle w:val="libArabicChar"/>
          <w:rFonts w:eastAsia="Calibri"/>
          <w:rtl/>
        </w:rPr>
        <w:t xml:space="preserve"> (ع)الا ثلاثة 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امام حس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بعد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افراد کے علاوہ سارے لوگ مرتد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ہو</w:t>
      </w:r>
      <w:r w:rsidR="00F96A4F" w:rsidRPr="00F96A4F">
        <w:rPr>
          <w:rFonts w:eastAsia="Calibri"/>
          <w:rtl/>
        </w:rPr>
        <w:t xml:space="preserve"> گئے ،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پانچ افراد اور بعض دوسر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توں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سات افراد تک کا ذکر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ملتا</w:t>
      </w:r>
      <w:r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جو خود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سے منقول ہے اور جس کے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راو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ابو عمر مہد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فرماتے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:</w:t>
      </w:r>
      <w:r>
        <w:rPr>
          <w:rFonts w:eastAsia="Calibri"/>
          <w:rtl/>
        </w:rPr>
        <w:t xml:space="preserve"> </w:t>
      </w:r>
      <w:r w:rsidRPr="00E72EC1">
        <w:rPr>
          <w:rStyle w:val="libArabicChar"/>
          <w:rFonts w:eastAsia="Calibri" w:hint="eastAsia"/>
          <w:rtl/>
        </w:rPr>
        <w:t>“</w:t>
      </w:r>
      <w:r w:rsidRPr="00E72EC1">
        <w:rPr>
          <w:rStyle w:val="libArabicChar"/>
          <w:rFonts w:eastAsia="Calibri"/>
          <w:rtl/>
        </w:rPr>
        <w:t>ما بمکة والمد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نة</w:t>
      </w:r>
      <w:r w:rsidRPr="00E72EC1">
        <w:rPr>
          <w:rStyle w:val="libArabicChar"/>
          <w:rFonts w:eastAsia="Calibri"/>
          <w:rtl/>
        </w:rPr>
        <w:t xml:space="preserve"> عشر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ن</w:t>
      </w:r>
      <w:r w:rsidRPr="00E72EC1">
        <w:rPr>
          <w:rStyle w:val="libArabicChar"/>
          <w:rFonts w:eastAsia="Calibri"/>
          <w:rtl/>
        </w:rPr>
        <w:t xml:space="preserve"> رجلا 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حبنا</w:t>
      </w:r>
      <w:r w:rsidRPr="00E72EC1">
        <w:rPr>
          <w:rStyle w:val="libArabicChar"/>
          <w:rFonts w:eastAsia="Calibri"/>
          <w:rtl/>
        </w:rPr>
        <w:t xml:space="preserve"> ”</w:t>
      </w:r>
      <w:r>
        <w:rPr>
          <w:rFonts w:eastAsia="Calibri" w:hint="cs"/>
          <w:rtl/>
        </w:rPr>
        <w:t xml:space="preserve"> </w:t>
      </w:r>
      <w:r w:rsidRPr="000153A6">
        <w:rPr>
          <w:rStyle w:val="libFootnotenumChar"/>
          <w:rFonts w:hint="cs"/>
          <w:rtl/>
        </w:rPr>
        <w:t>(</w:t>
      </w:r>
      <w:r w:rsidR="00AD79D1" w:rsidRPr="00AD79D1">
        <w:rPr>
          <w:rStyle w:val="libFootnotenumChar"/>
          <w:rFonts w:hint="cs"/>
          <w:rtl/>
        </w:rPr>
        <w:t>1</w:t>
      </w:r>
      <w:r w:rsidRPr="000153A6">
        <w:rPr>
          <w:rStyle w:val="libFootnotenumChar"/>
          <w:rFonts w:hint="cs"/>
          <w:rtl/>
        </w:rPr>
        <w:t>)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پورے</w:t>
      </w:r>
      <w:r w:rsidRPr="00F96A4F">
        <w:rPr>
          <w:rFonts w:eastAsia="Calibri"/>
          <w:rtl/>
        </w:rPr>
        <w:t xml:space="preserve"> مکہ و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/>
          <w:rtl/>
        </w:rPr>
        <w:t xml:space="preserve"> افراد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ہم سے محبت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کرتے</w:t>
      </w:r>
      <w:r w:rsidRPr="00F96A4F">
        <w:rPr>
          <w:rFonts w:eastAsia="Calibri"/>
          <w:rtl/>
        </w:rPr>
        <w:t xml:space="preserve"> ہوں 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F5014" w:rsidRDefault="00FF5014" w:rsidP="00FF501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AD79D1" w:rsidRPr="00AD79D1">
        <w:rPr>
          <w:rFonts w:hint="cs"/>
          <w:rtl/>
        </w:rPr>
        <w:t>1</w:t>
      </w:r>
      <w:r>
        <w:rPr>
          <w:rFonts w:hint="cs"/>
          <w:rtl/>
        </w:rPr>
        <w:t>)۔</w:t>
      </w:r>
      <w:r w:rsidRPr="00F96A4F">
        <w:rPr>
          <w:rFonts w:hint="cs"/>
          <w:rtl/>
        </w:rPr>
        <w:t xml:space="preserve"> بحار الانوار ج/ </w:t>
      </w:r>
      <w:r w:rsidR="00BD6259" w:rsidRPr="00BD6259">
        <w:rPr>
          <w:rtl/>
          <w:lang w:bidi="fa-IR"/>
        </w:rPr>
        <w:t>46</w:t>
      </w:r>
      <w:r w:rsidRPr="00F96A4F">
        <w:rPr>
          <w:rtl/>
        </w:rPr>
        <w:t xml:space="preserve"> ص/ </w:t>
      </w:r>
      <w:r w:rsidR="00AD79D1" w:rsidRPr="00AD79D1">
        <w:rPr>
          <w:rFonts w:hint="cs"/>
          <w:rtl/>
        </w:rPr>
        <w:t>1</w:t>
      </w:r>
      <w:r w:rsidR="00BD6259" w:rsidRPr="00BD6259">
        <w:rPr>
          <w:rtl/>
          <w:lang w:bidi="fa-IR"/>
        </w:rPr>
        <w:t>4</w:t>
      </w:r>
      <w:r w:rsidR="00AD79D1" w:rsidRPr="00AD79D1">
        <w:rPr>
          <w:rFonts w:hint="cs"/>
          <w:rtl/>
        </w:rPr>
        <w:t>3</w:t>
      </w:r>
      <w:r w:rsidRPr="00F96A4F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</w:p>
    <w:p w:rsidR="00FF5014" w:rsidRPr="00FF5014" w:rsidRDefault="00FF5014" w:rsidP="00FF5014">
      <w:pPr>
        <w:pStyle w:val="libNormal"/>
        <w:rPr>
          <w:rFonts w:eastAsia="Calibri"/>
          <w:rtl/>
        </w:rPr>
      </w:pPr>
    </w:p>
    <w:p w:rsidR="00A01617" w:rsidRDefault="00A01617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01617" w:rsidRDefault="00A01617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نے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دونوں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لئے نقل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طاہر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اوران</w:t>
      </w:r>
      <w:r w:rsidRPr="00F96A4F">
        <w:rPr>
          <w:rFonts w:eastAsia="Calibri"/>
          <w:rtl/>
        </w:rPr>
        <w:t xml:space="preserve"> کے طرفداروں کے بارہ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عالم اسلام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مجموع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صورت حال کااندازہ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لگا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اجاسکے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دراصل اس وقت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خوف وہراس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فضاپ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داہوگ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ائمہ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(ع)کے طرفدارمتفرق وپراگندہ 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وس</w:t>
      </w:r>
      <w:r w:rsidRPr="00F96A4F">
        <w:rPr>
          <w:rFonts w:eastAsia="Calibri"/>
          <w:rtl/>
        </w:rPr>
        <w:t xml:space="preserve"> ومرعوب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گزاررہے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اور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اجتماع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ممکن نہ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 w:hint="cs"/>
          <w:rtl/>
        </w:rPr>
      </w:pPr>
      <w:r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البتہ</w:t>
      </w:r>
      <w:r w:rsidRPr="00F96A4F">
        <w:rPr>
          <w:rFonts w:eastAsia="Calibri"/>
          <w:rtl/>
        </w:rPr>
        <w:t xml:space="preserve">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کہ امام جعفر صادق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مذکورہ</w:t>
      </w:r>
      <w:r w:rsidRPr="00F96A4F">
        <w:rPr>
          <w:rFonts w:eastAsia="Calibri"/>
          <w:rtl/>
        </w:rPr>
        <w:t xml:space="preserve"> بالا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ارشاد فرماتے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: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”ثم</w:t>
      </w:r>
      <w:r w:rsidRPr="00F96A4F">
        <w:rPr>
          <w:rFonts w:eastAsia="Calibri"/>
          <w:rtl/>
        </w:rPr>
        <w:t xml:space="preserve"> ان الناس لحقوا و کثروا “</w:t>
      </w:r>
      <w:r w:rsidR="00EB204C">
        <w:rPr>
          <w:rFonts w:eastAsia="Calibri"/>
          <w:rtl/>
        </w:rPr>
        <w:t xml:space="preserve"> </w:t>
      </w:r>
      <w:r w:rsidR="00FC70B5">
        <w:rPr>
          <w:rFonts w:eastAsia="Calibri" w:hint="eastAsia"/>
          <w:rtl/>
        </w:rPr>
        <w:t>پھر</w:t>
      </w:r>
      <w:r w:rsidRPr="00F96A4F">
        <w:rPr>
          <w:rFonts w:eastAsia="Calibri"/>
          <w:rtl/>
        </w:rPr>
        <w:t xml:space="preserve"> آہس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آہس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لوگ اہل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سے ملحق ہوتے گئے اور تعداد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اضافہ ہوتا چلا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FF5014" w:rsidRPr="00A01617" w:rsidRDefault="00FF5014" w:rsidP="00FF5014">
      <w:pPr>
        <w:pStyle w:val="libNormal"/>
        <w:rPr>
          <w:rFonts w:eastAsia="Calibri"/>
          <w:rtl/>
        </w:rPr>
      </w:pPr>
    </w:p>
    <w:p w:rsidR="00FF5014" w:rsidRDefault="00FF5014" w:rsidP="00FF5014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bookmarkStart w:id="5" w:name="_Toc426016860"/>
      <w:r w:rsidRPr="00F96A4F">
        <w:rPr>
          <w:rFonts w:eastAsia="Calibri" w:hint="eastAsia"/>
          <w:rtl/>
        </w:rPr>
        <w:t>خف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تنظ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bookmarkEnd w:id="5"/>
    </w:p>
    <w:p w:rsidR="00FF5014" w:rsidRDefault="00FF5014" w:rsidP="00FF5014">
      <w:pPr>
        <w:pStyle w:val="libNormal0"/>
        <w:rPr>
          <w:rFonts w:eastAsia="Calibri"/>
          <w:rtl/>
        </w:rPr>
      </w:pPr>
    </w:p>
    <w:p w:rsidR="00FF5014" w:rsidRDefault="00FF5014" w:rsidP="00FF5014">
      <w:pPr>
        <w:pStyle w:val="libNormal0"/>
        <w:rPr>
          <w:rFonts w:eastAsia="Calibri"/>
          <w:rtl/>
        </w:rPr>
      </w:pPr>
      <w:r w:rsidRPr="00BD6259">
        <w:rPr>
          <w:rStyle w:val="libNormalChar"/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اگر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مسئلہ جس کا ا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ہم نے ذکر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ذرا تفص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کرنا</w:t>
      </w:r>
      <w:r w:rsidRPr="00F96A4F">
        <w:rPr>
          <w:rFonts w:eastAsia="Calibri"/>
          <w:rtl/>
        </w:rPr>
        <w:t xml:space="preserve"> چاہ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کہہ سکتے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: کربلا کا 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سانحہ رو نما ہونے کے بعد اگر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چہ</w:t>
      </w:r>
      <w:r w:rsidRPr="00F96A4F">
        <w:rPr>
          <w:rFonts w:eastAsia="Calibri"/>
          <w:rtl/>
        </w:rPr>
        <w:t xml:space="preserve"> لوگوں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خاص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تعداد رعب و وحشت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گرفتار ہو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خوف 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ہراس</w:t>
      </w:r>
      <w:r w:rsidRPr="00F96A4F">
        <w:rPr>
          <w:rFonts w:eastAsia="Calibri"/>
          <w:rtl/>
        </w:rPr>
        <w:t xml:space="preserve"> اتنا غالب نہ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تنظ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کسر</w:t>
      </w:r>
      <w:r w:rsidRPr="00F96A4F">
        <w:rPr>
          <w:rFonts w:eastAsia="Calibri"/>
          <w:rtl/>
        </w:rPr>
        <w:t xml:space="preserve"> درہم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برہم</w:t>
      </w:r>
      <w:r w:rsidRPr="00F96A4F">
        <w:rPr>
          <w:rFonts w:eastAsia="Calibri"/>
          <w:rtl/>
        </w:rPr>
        <w:t xml:space="preserve"> ہو کر رہ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 جس کا واضح ثبوت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ہے</w:t>
      </w:r>
    </w:p>
    <w:p w:rsidR="00FF5014" w:rsidRPr="00FF5014" w:rsidRDefault="00FF5014" w:rsidP="00FF5014">
      <w:pPr>
        <w:pStyle w:val="libNormal"/>
        <w:rPr>
          <w:rFonts w:eastAsia="Calibri"/>
          <w:rtl/>
        </w:rPr>
      </w:pPr>
    </w:p>
    <w:p w:rsidR="00A01617" w:rsidRDefault="00A01617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FF5014" w:rsidRDefault="00FF5014" w:rsidP="00BB7236">
      <w:pPr>
        <w:pStyle w:val="libNormal0"/>
        <w:rPr>
          <w:rFonts w:eastAsia="Calibri" w:hint="cs"/>
          <w:rtl/>
        </w:rPr>
      </w:pPr>
    </w:p>
    <w:p w:rsidR="00FF5014" w:rsidRDefault="00FF5014" w:rsidP="00BB7236">
      <w:pPr>
        <w:pStyle w:val="libNormal0"/>
        <w:rPr>
          <w:rFonts w:eastAsia="Calibri" w:hint="cs"/>
          <w:rtl/>
        </w:rPr>
      </w:pPr>
      <w:r w:rsidRPr="00F96A4F">
        <w:rPr>
          <w:rFonts w:eastAsia="Calibri"/>
          <w:rtl/>
        </w:rPr>
        <w:t>کہ ہم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جس وقت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ران</w:t>
      </w:r>
      <w:r w:rsidRPr="00F96A4F">
        <w:rPr>
          <w:rFonts w:eastAsia="Calibri"/>
          <w:rtl/>
        </w:rPr>
        <w:t xml:space="preserve"> کربلا کا ل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ہو ا قافلہ کوفہ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وارد ہوتا ہے کچہ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واقعات رو نما ہوتے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تنظ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موں</w:t>
      </w:r>
      <w:r w:rsidRPr="00F96A4F">
        <w:rPr>
          <w:rFonts w:eastAsia="Calibri"/>
          <w:rtl/>
        </w:rPr>
        <w:t xml:space="preserve"> کے وجود کا پ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C70B5" w:rsidP="00BB7236">
      <w:pPr>
        <w:pStyle w:val="libNormal0"/>
        <w:rPr>
          <w:rFonts w:eastAsia="Calibri"/>
          <w:rtl/>
        </w:rPr>
      </w:pPr>
      <w:r>
        <w:rPr>
          <w:rFonts w:eastAsia="Calibri" w:hint="eastAsia"/>
          <w:rtl/>
        </w:rPr>
        <w:t>البتہ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ہم نے جو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عوں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تنظ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م،</w:t>
      </w:r>
      <w:r w:rsidR="00F96A4F" w:rsidRPr="00F96A4F">
        <w:rPr>
          <w:rFonts w:eastAsia="Calibri"/>
          <w:rtl/>
        </w:rPr>
        <w:t xml:space="preserve"> کا لفظ استعمال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اس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غلط فہم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ہون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چاہئے کہ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ہمار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مراد موجودہ زمانہ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طرح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تنظ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موں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باقاعدہ منظم شکل ہے </w:t>
      </w:r>
      <w:r w:rsidR="00E72EC1" w:rsidRPr="00BD6259">
        <w:rPr>
          <w:rStyle w:val="libNormalChar"/>
          <w:rFonts w:eastAsia="Calibri"/>
          <w:rtl/>
        </w:rPr>
        <w:t>بلکہ</w:t>
      </w:r>
      <w:r w:rsidR="00F96A4F" w:rsidRPr="00F96A4F">
        <w:rPr>
          <w:rFonts w:eastAsia="Calibri"/>
          <w:rtl/>
        </w:rPr>
        <w:t xml:space="preserve"> ہمارا مقصد وہ اعتقاد</w:t>
      </w:r>
      <w:r w:rsidR="00F96A4F"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روابط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جو لوگوں کو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دوسرے کے 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لا کر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مضبوط شکل دہاگے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پرو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</w:t>
      </w:r>
      <w:r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لوگوں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جذبہ فدا کار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کرکے خف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سر گرم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پر اکسات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اور</w:t>
      </w:r>
      <w:r w:rsidR="00F96A4F" w:rsidRPr="00F96A4F">
        <w:rPr>
          <w:rFonts w:eastAsia="Calibri"/>
          <w:rtl/>
        </w:rPr>
        <w:t xml:space="preserve"> نت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جہ</w:t>
      </w:r>
      <w:r w:rsidR="00F96A4F" w:rsidRPr="00F96A4F">
        <w:rPr>
          <w:rFonts w:eastAsia="Calibri"/>
          <w:rtl/>
        </w:rPr>
        <w:t xml:space="preserve"> کے طور پر انسان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ذہن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ہم فکر جماعت کا تصور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ہو جاتا ہے </w:t>
      </w:r>
      <w:r w:rsidR="00EB204C">
        <w:rPr>
          <w:rFonts w:eastAsia="Calibri"/>
          <w:rtl/>
        </w:rPr>
        <w:t>۔</w:t>
      </w:r>
    </w:p>
    <w:p w:rsidR="00A01617" w:rsidRDefault="00EB204C" w:rsidP="00BB7236">
      <w:pPr>
        <w:pStyle w:val="libNormal0"/>
        <w:rPr>
          <w:rFonts w:eastAsia="Calibri" w:hint="cs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دنوں جب کہ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غمبر</w:t>
      </w:r>
      <w:r w:rsidR="00F96A4F" w:rsidRPr="00F96A4F">
        <w:rPr>
          <w:rFonts w:eastAsia="Calibri"/>
          <w:rtl/>
        </w:rPr>
        <w:t xml:space="preserve"> اسلام (ص)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ذر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کو فہ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</w:p>
    <w:p w:rsidR="00FF5014" w:rsidRPr="00BD6259" w:rsidRDefault="00FF5014" w:rsidP="00FF5014">
      <w:pPr>
        <w:pStyle w:val="libNormal0"/>
        <w:rPr>
          <w:rStyle w:val="libNormalChar"/>
          <w:rFonts w:eastAsia="Calibri"/>
          <w:rtl/>
        </w:rPr>
      </w:pPr>
      <w:r w:rsidRPr="00F96A4F">
        <w:rPr>
          <w:rFonts w:eastAsia="Calibri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رات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جگہ جہاں ان کو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رکہا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ا ،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پ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ر آکر گرا ،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(ع) اس پ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ر ک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طرف</w:t>
      </w:r>
      <w:r w:rsidRPr="00F96A4F">
        <w:rPr>
          <w:rFonts w:eastAsia="Calibri"/>
          <w:rtl/>
        </w:rPr>
        <w:t xml:space="preserve"> متوجہ ہوئے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کہا</w:t>
      </w:r>
      <w:r w:rsidRPr="00F96A4F">
        <w:rPr>
          <w:rFonts w:eastAsia="Calibri"/>
          <w:rtl/>
        </w:rPr>
        <w:t xml:space="preserve"> تو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کاغذ کا 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کڑا</w:t>
      </w:r>
      <w:r w:rsidRPr="00F96A4F">
        <w:rPr>
          <w:rFonts w:eastAsia="Calibri"/>
          <w:rtl/>
        </w:rPr>
        <w:t xml:space="preserve"> اس کے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منسلک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ا جس پر کچہ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طرح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عبارت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 کوفہ کے حاکم نے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شخص کو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کے پاس</w:t>
      </w:r>
      <w:r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(شام ) روانہ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تاکہ آپ کے حالات سے اس کو باخبر کرے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آئندہ کے بارہ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کا 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صلہ</w:t>
      </w:r>
      <w:r w:rsidRPr="00F96A4F">
        <w:rPr>
          <w:rFonts w:eastAsia="Calibri"/>
          <w:rtl/>
        </w:rPr>
        <w:t xml:space="preserve"> معلوم کرے اب اگر کل رات تک (مثلا ) آپ کو تکب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آواز سنائ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تو</w:t>
      </w:r>
      <w:r w:rsidRPr="00F96A4F">
        <w:rPr>
          <w:rFonts w:eastAsia="Calibri"/>
          <w:rtl/>
        </w:rPr>
        <w:t xml:space="preserve"> </w:t>
      </w:r>
      <w:r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جئے</w:t>
      </w:r>
      <w:r w:rsidRPr="00F96A4F">
        <w:rPr>
          <w:rFonts w:eastAsia="Calibri"/>
          <w:rtl/>
        </w:rPr>
        <w:t xml:space="preserve"> کہ آپ کو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قتل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کا 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صلہ</w:t>
      </w:r>
      <w:r w:rsidRPr="00F96A4F">
        <w:rPr>
          <w:rFonts w:eastAsia="Calibri"/>
          <w:rtl/>
        </w:rPr>
        <w:t xml:space="preserve"> ہوا ہے اور اگر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نہ ہو تو</w:t>
      </w:r>
      <w:r>
        <w:rPr>
          <w:rFonts w:eastAsia="Calibri"/>
          <w:rtl/>
        </w:rPr>
        <w:t xml:space="preserve"> سمجھئے</w:t>
      </w:r>
      <w:r w:rsidRPr="00F96A4F">
        <w:rPr>
          <w:rFonts w:eastAsia="Calibri"/>
          <w:rtl/>
        </w:rPr>
        <w:t xml:space="preserve"> گا کہ حالات کچہ بہتر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 xml:space="preserve">۔ </w:t>
      </w:r>
      <w:r w:rsidRPr="000153A6">
        <w:rPr>
          <w:rStyle w:val="libFootnotenumChar"/>
          <w:rFonts w:hint="cs"/>
          <w:rtl/>
        </w:rPr>
        <w:t>(</w:t>
      </w:r>
      <w:r w:rsidR="00AD79D1" w:rsidRPr="00AD79D1">
        <w:rPr>
          <w:rStyle w:val="libFootnotenumChar"/>
          <w:rFonts w:hint="cs"/>
          <w:rtl/>
        </w:rPr>
        <w:t>2</w:t>
      </w:r>
      <w:r w:rsidRPr="000153A6">
        <w:rPr>
          <w:rStyle w:val="libFootnotenumChar"/>
          <w:rFonts w:hint="cs"/>
          <w:rtl/>
        </w:rPr>
        <w:t>)</w:t>
      </w:r>
    </w:p>
    <w:p w:rsidR="00FF5014" w:rsidRDefault="00FF5014" w:rsidP="00FF501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F5014" w:rsidRPr="000153A6" w:rsidRDefault="00FF5014" w:rsidP="00FF5014">
      <w:pPr>
        <w:pStyle w:val="libFootnote0"/>
        <w:rPr>
          <w:rtl/>
        </w:rPr>
      </w:pPr>
      <w:r>
        <w:rPr>
          <w:rFonts w:hint="cs"/>
          <w:rtl/>
        </w:rPr>
        <w:t xml:space="preserve">(2)- </w:t>
      </w:r>
      <w:r w:rsidRPr="00F96A4F">
        <w:rPr>
          <w:rFonts w:hint="cs"/>
          <w:rtl/>
        </w:rPr>
        <w:t>شرح ن</w:t>
      </w:r>
      <w:r>
        <w:rPr>
          <w:rFonts w:hint="cs"/>
          <w:rtl/>
        </w:rPr>
        <w:t>ہج</w:t>
      </w:r>
      <w:r w:rsidRPr="00F96A4F">
        <w:rPr>
          <w:rFonts w:hint="cs"/>
          <w:rtl/>
        </w:rPr>
        <w:t xml:space="preserve"> البلاغہ ابن ابی</w:t>
      </w:r>
      <w:r w:rsidRPr="00F96A4F">
        <w:rPr>
          <w:rtl/>
        </w:rPr>
        <w:t xml:space="preserve"> الحد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د</w:t>
      </w:r>
      <w:r w:rsidRPr="00F96A4F">
        <w:rPr>
          <w:rtl/>
        </w:rPr>
        <w:t xml:space="preserve"> ج/ </w:t>
      </w:r>
      <w:r w:rsidR="00BD6259" w:rsidRPr="00BD6259">
        <w:rPr>
          <w:rtl/>
          <w:lang w:bidi="fa-IR"/>
        </w:rPr>
        <w:t>4</w:t>
      </w:r>
      <w:r w:rsidRPr="00F96A4F">
        <w:rPr>
          <w:rtl/>
        </w:rPr>
        <w:t xml:space="preserve">ص/ </w:t>
      </w:r>
      <w:r w:rsidR="00AD79D1" w:rsidRPr="00AD79D1">
        <w:rPr>
          <w:rFonts w:hint="cs"/>
          <w:rtl/>
        </w:rPr>
        <w:t>10</w:t>
      </w:r>
      <w:r w:rsidR="00BD6259" w:rsidRPr="00BD6259">
        <w:rPr>
          <w:rtl/>
          <w:lang w:bidi="fa-IR"/>
        </w:rPr>
        <w:t>4</w:t>
      </w:r>
      <w:r w:rsidRPr="00F96A4F">
        <w:rPr>
          <w:rtl/>
          <w:lang w:bidi="fa-IR"/>
        </w:rPr>
        <w:t xml:space="preserve"> </w:t>
      </w:r>
      <w:r w:rsidRPr="00F96A4F">
        <w:rPr>
          <w:rFonts w:hint="cs"/>
          <w:rtl/>
        </w:rPr>
        <w:t xml:space="preserve"> 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واقعہ ابن اث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ر</w:t>
      </w:r>
      <w:r w:rsidRPr="00F96A4F">
        <w:rPr>
          <w:rtl/>
        </w:rPr>
        <w:t xml:space="preserve"> نے اپن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تار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خ</w:t>
      </w:r>
      <w:r w:rsidRPr="00F96A4F">
        <w:rPr>
          <w:rtl/>
        </w:rPr>
        <w:t xml:space="preserve"> الکامل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نقل ک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ہے </w:t>
      </w:r>
      <w:r>
        <w:rPr>
          <w:rtl/>
        </w:rPr>
        <w:t>۔</w:t>
      </w:r>
    </w:p>
    <w:p w:rsidR="00A01617" w:rsidRDefault="00A01617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01617" w:rsidRDefault="00A01617" w:rsidP="00BB7236">
      <w:pPr>
        <w:pStyle w:val="libNormal0"/>
        <w:rPr>
          <w:rFonts w:eastAsia="Calibri"/>
          <w:rtl/>
        </w:rPr>
      </w:pPr>
    </w:p>
    <w:p w:rsidR="00EB204C" w:rsidRDefault="00F96A4F" w:rsidP="00A01617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جس</w:t>
      </w:r>
      <w:r w:rsidRPr="00F96A4F">
        <w:rPr>
          <w:rFonts w:eastAsia="Calibri"/>
          <w:rtl/>
        </w:rPr>
        <w:t xml:space="preserve"> وقت ہم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واقعہ سنتے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تو اس بات کا بخوب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اندازہ ہوتا ہے کہ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تنظ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کے دوستوں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ممبروں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سے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شخص ابن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کے دربار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موجود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رہا</w:t>
      </w:r>
      <w:r w:rsidRPr="00F96A4F">
        <w:rPr>
          <w:rFonts w:eastAsia="Calibri"/>
          <w:rtl/>
        </w:rPr>
        <w:t xml:space="preserve"> ہوگا جس کو تمام حالات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خبر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خانہ تک رسائ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رکہتا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اس کو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معلوم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کے سلسلہ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صلہ</w:t>
      </w:r>
      <w:r w:rsidRPr="00F96A4F">
        <w:rPr>
          <w:rFonts w:eastAsia="Calibri"/>
          <w:rtl/>
        </w:rPr>
        <w:t xml:space="preserve"> اور منصوبے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کئے جا رہے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صدائے تکب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کے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کو حالات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باخبر</w:t>
      </w:r>
      <w:r w:rsidRPr="00F96A4F">
        <w:rPr>
          <w:rFonts w:eastAsia="Calibri"/>
          <w:rtl/>
        </w:rPr>
        <w:t xml:space="preserve"> کر سکتا ہے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 w:hint="cs"/>
          <w:rtl/>
        </w:rPr>
      </w:pPr>
      <w:r w:rsidRPr="00F96A4F">
        <w:rPr>
          <w:rFonts w:eastAsia="Calibri"/>
          <w:rtl/>
        </w:rPr>
        <w:t xml:space="preserve"> چنانچہ اس شدت عمل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جو وجود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آچک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طرح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 سکت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FF5014" w:rsidRPr="00A01617" w:rsidRDefault="00FF5014" w:rsidP="00FF5014">
      <w:pPr>
        <w:pStyle w:val="libNormal"/>
        <w:rPr>
          <w:rFonts w:eastAsia="Calibri"/>
          <w:rtl/>
        </w:rPr>
      </w:pPr>
    </w:p>
    <w:p w:rsidR="00FF5014" w:rsidRDefault="00FF5014" w:rsidP="00FF5014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طرح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مثال عبداللہ بن عف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</w:t>
      </w:r>
      <w:r w:rsidRPr="00F96A4F">
        <w:rPr>
          <w:rFonts w:eastAsia="Calibri"/>
          <w:rtl/>
        </w:rPr>
        <w:t xml:space="preserve"> ازد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جو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مرد ناب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ران</w:t>
      </w:r>
      <w:r w:rsidRPr="00F96A4F">
        <w:rPr>
          <w:rFonts w:eastAsia="Calibri"/>
          <w:rtl/>
        </w:rPr>
        <w:t xml:space="preserve"> کربلا کے کوفہ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ورود کے موقع پر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رد عمل کا اظہار کرتے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نت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جہ</w:t>
      </w:r>
      <w:r w:rsidRPr="00F96A4F">
        <w:rPr>
          <w:rFonts w:eastAsia="Calibri"/>
          <w:rtl/>
        </w:rPr>
        <w:t xml:space="preserve"> کے طور پر انہ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جام شہادت نوش کرنا پڑتا ہے </w:t>
      </w:r>
      <w:r>
        <w:rPr>
          <w:rFonts w:eastAsia="Calibri"/>
          <w:rtl/>
        </w:rPr>
        <w:t>۔</w:t>
      </w:r>
    </w:p>
    <w:p w:rsidR="00FF5014" w:rsidRPr="00FF5014" w:rsidRDefault="00FF5014" w:rsidP="00FF5014">
      <w:pPr>
        <w:pStyle w:val="libNormal"/>
        <w:rPr>
          <w:rFonts w:eastAsia="Calibri"/>
          <w:rtl/>
        </w:rPr>
      </w:pP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AD79D1">
        <w:rPr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اس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قسم</w:t>
      </w:r>
      <w:r w:rsidRPr="00F96A4F">
        <w:rPr>
          <w:rFonts w:eastAsia="Calibri"/>
          <w:rtl/>
        </w:rPr>
        <w:t xml:space="preserve"> کے افراد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کوفہ اور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شام ہر جگہ مل جاتے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حالت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</w:t>
      </w:r>
      <w:r w:rsidRPr="00F96A4F">
        <w:rPr>
          <w:rFonts w:eastAsia="Calibri"/>
          <w:rtl/>
        </w:rPr>
        <w:t xml:space="preserve"> ان سے محبت کا اظہار کرتے نظر آتے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صرف آنسو بہانے پر اکتفا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کرتے</w:t>
      </w:r>
      <w:r>
        <w:rPr>
          <w:rFonts w:eastAsia="Calibri"/>
          <w:rtl/>
        </w:rPr>
        <w:t xml:space="preserve"> </w:t>
      </w:r>
      <w:r w:rsidRPr="00AD79D1">
        <w:rPr>
          <w:rFonts w:eastAsia="Calibri" w:hint="eastAsia"/>
          <w:rtl/>
        </w:rPr>
        <w:t>بلکہ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دوسرے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نسبت ملامت کے الفاظ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استعمال کرتے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( حت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قسم کے واقعات دربار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اور ابن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بزم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آتے رہے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 w:hint="cs"/>
          <w:rtl/>
        </w:rPr>
        <w:t>)</w:t>
      </w:r>
    </w:p>
    <w:p w:rsidR="00A01617" w:rsidRDefault="00A01617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FF5014" w:rsidRDefault="00FF5014" w:rsidP="00BB7236">
      <w:pPr>
        <w:pStyle w:val="libNormal0"/>
        <w:rPr>
          <w:rFonts w:eastAsia="Calibri" w:hint="cs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لہٰذا</w:t>
      </w:r>
      <w:r w:rsidRPr="00F96A4F">
        <w:rPr>
          <w:rFonts w:eastAsia="Calibri"/>
          <w:rtl/>
        </w:rPr>
        <w:t xml:space="preserve"> اگرچہ حادثہ کربلا کے بعد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قسم کا خوف عوام و خواص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پر</w:t>
      </w:r>
      <w:r w:rsidRPr="00F96A4F">
        <w:rPr>
          <w:rFonts w:eastAsia="Calibri"/>
          <w:rtl/>
        </w:rPr>
        <w:t xml:space="preserve"> طار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 چکا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 نے وہ نوع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آل</w:t>
      </w:r>
      <w:r w:rsidRPr="00F96A4F">
        <w:rPr>
          <w:rFonts w:eastAsia="Calibri"/>
          <w:rtl/>
        </w:rPr>
        <w:t xml:space="preserve"> محمد (ص)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تمام سر 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اں</w:t>
      </w:r>
      <w:r w:rsidRPr="00F96A4F">
        <w:rPr>
          <w:rFonts w:eastAsia="Calibri"/>
          <w:rtl/>
        </w:rPr>
        <w:t xml:space="preserve"> بالکل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مفلوج ہو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ہوں اور وہ ضعف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پراگندگ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شکار ہو گئے ہوں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کچہ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دنوں بعد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دوسرا حادثہ کچہ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قسم</w:t>
      </w:r>
      <w:r w:rsidRPr="00F96A4F">
        <w:rPr>
          <w:rFonts w:eastAsia="Calibri"/>
          <w:rtl/>
        </w:rPr>
        <w:t xml:space="preserve"> کا رو نما ہوا جس نے ماحول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کچہ اور گہ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کا اضافہ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A01617" w:rsidRDefault="00F96A4F" w:rsidP="00BB7236">
      <w:pPr>
        <w:pStyle w:val="libNormal0"/>
        <w:rPr>
          <w:rFonts w:eastAsia="Calibri" w:hint="cs"/>
          <w:rtl/>
        </w:rPr>
      </w:pPr>
      <w:r w:rsidRPr="00F96A4F">
        <w:rPr>
          <w:rFonts w:eastAsia="Calibri"/>
          <w:rtl/>
        </w:rPr>
        <w:t xml:space="preserve">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جعفر صادق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/>
          <w:rtl/>
        </w:rPr>
        <w:t xml:space="preserve"> </w:t>
      </w:r>
      <w:r w:rsidRPr="00E72EC1">
        <w:rPr>
          <w:rStyle w:val="libArabicChar"/>
          <w:rFonts w:eastAsia="Calibri"/>
          <w:rtl/>
        </w:rPr>
        <w:t>“ ارتدالناس بعد الحس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ن</w:t>
      </w:r>
      <w:r w:rsidRPr="00E72EC1">
        <w:rPr>
          <w:rStyle w:val="libArabicChar"/>
          <w:rFonts w:eastAsia="Calibri"/>
          <w:rtl/>
        </w:rPr>
        <w:t xml:space="preserve"> (ع)”</w:t>
      </w:r>
      <w:r w:rsidRPr="00F96A4F">
        <w:rPr>
          <w:rFonts w:eastAsia="Calibri"/>
          <w:rtl/>
        </w:rPr>
        <w:t xml:space="preserve"> کا مفہوم</w:t>
      </w:r>
      <w:r w:rsidR="00EB204C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 w:hint="eastAsia"/>
          <w:rtl/>
        </w:rPr>
        <w:t>سمجھ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آتا ہے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غالبا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حادثہ کے دوران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 کے بعد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حالات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اشارہ فرما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ممکن ہے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بات اس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وقفہ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متعلق</w:t>
      </w:r>
      <w:r w:rsidRPr="00F96A4F">
        <w:rPr>
          <w:rFonts w:eastAsia="Calibri"/>
          <w:rtl/>
        </w:rPr>
        <w:t xml:space="preserve"> ارشاد فرمائ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 جو ان کے ما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گزرا ہے</w:t>
      </w:r>
      <w:r w:rsidR="00EB204C"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چند برسوں کے دوران -- اس 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حادثہ کے رو نما ہونے کے پہلے --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اپنے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امور</w:t>
      </w:r>
      <w:r w:rsidRPr="00F96A4F">
        <w:rPr>
          <w:rFonts w:eastAsia="Calibri"/>
          <w:rtl/>
        </w:rPr>
        <w:t xml:space="preserve"> کو منظم کرنے اور اپنے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پہل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ہم آہنگ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دوبارہ واپس لانے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لگے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ہوئے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</w:p>
    <w:p w:rsidR="00FF5014" w:rsidRDefault="00FF5014" w:rsidP="00AD79D1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اس مقام پر طبر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اپنے تا</w:t>
      </w:r>
      <w:r w:rsidRPr="00F96A4F">
        <w:rPr>
          <w:rFonts w:eastAsia="Calibri" w:hint="eastAsia"/>
          <w:rtl/>
        </w:rPr>
        <w:t>ثرات</w:t>
      </w:r>
      <w:r w:rsidRPr="00F96A4F">
        <w:rPr>
          <w:rFonts w:eastAsia="Calibri"/>
          <w:rtl/>
        </w:rPr>
        <w:t xml:space="preserve"> کا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اظہار کرتا ہے :</w:t>
      </w:r>
      <w:r w:rsidRPr="00E908AF">
        <w:rPr>
          <w:rStyle w:val="libArabicChar"/>
          <w:rFonts w:eastAsia="Calibri"/>
          <w:rtl/>
        </w:rPr>
        <w:t xml:space="preserve">“ فلم </w:t>
      </w:r>
      <w:r w:rsidRPr="00E908AF">
        <w:rPr>
          <w:rStyle w:val="libArabicChar"/>
          <w:rFonts w:eastAsia="Calibri" w:hint="cs"/>
          <w:rtl/>
        </w:rPr>
        <w:t>ی</w:t>
      </w:r>
      <w:r w:rsidRPr="00E908AF">
        <w:rPr>
          <w:rStyle w:val="libArabicChar"/>
          <w:rFonts w:eastAsia="Calibri" w:hint="eastAsia"/>
          <w:rtl/>
        </w:rPr>
        <w:t>زل</w:t>
      </w:r>
      <w:r w:rsidRPr="00E908AF">
        <w:rPr>
          <w:rStyle w:val="libArabicChar"/>
          <w:rFonts w:eastAsia="Calibri"/>
          <w:rtl/>
        </w:rPr>
        <w:t xml:space="preserve"> القوم ف</w:t>
      </w:r>
      <w:r w:rsidRPr="00E908AF">
        <w:rPr>
          <w:rStyle w:val="libArabicChar"/>
          <w:rFonts w:eastAsia="Calibri" w:hint="cs"/>
          <w:rtl/>
        </w:rPr>
        <w:t>ی</w:t>
      </w:r>
      <w:r w:rsidRPr="00E908AF">
        <w:rPr>
          <w:rStyle w:val="libArabicChar"/>
          <w:rFonts w:eastAsia="Calibri"/>
          <w:rtl/>
        </w:rPr>
        <w:t xml:space="preserve"> </w:t>
      </w:r>
      <w:r w:rsidRPr="00E908AF">
        <w:rPr>
          <w:rStyle w:val="libArabicChar"/>
          <w:rFonts w:eastAsia="Calibri" w:hint="eastAsia"/>
          <w:rtl/>
        </w:rPr>
        <w:t>جمع</w:t>
      </w:r>
      <w:r w:rsidRPr="00E908AF">
        <w:rPr>
          <w:rStyle w:val="libArabicChar"/>
          <w:rFonts w:eastAsia="Calibri"/>
          <w:rtl/>
        </w:rPr>
        <w:t xml:space="preserve"> ا</w:t>
      </w:r>
      <w:r w:rsidRPr="00AD79D1">
        <w:rPr>
          <w:rStyle w:val="libArabicChar"/>
          <w:rFonts w:eastAsia="Calibri" w:hint="cs"/>
          <w:rtl/>
        </w:rPr>
        <w:t>لة ال</w:t>
      </w:r>
      <w:r w:rsidRPr="00E908AF">
        <w:rPr>
          <w:rStyle w:val="libArabicChar"/>
          <w:rFonts w:eastAsia="Calibri"/>
          <w:rtl/>
        </w:rPr>
        <w:t>حرب والاستعداد للقتال“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وہ لوگ ( مراد گروہ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( جنگ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سازو سامان اک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ہا</w:t>
      </w:r>
      <w:r w:rsidRPr="00F96A4F">
        <w:rPr>
          <w:rFonts w:eastAsia="Calibri"/>
          <w:rtl/>
        </w:rPr>
        <w:t xml:space="preserve"> کرنے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خود کو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جنگ</w:t>
      </w:r>
      <w:r w:rsidRPr="00F96A4F">
        <w:rPr>
          <w:rFonts w:eastAsia="Calibri"/>
          <w:rtl/>
        </w:rPr>
        <w:t xml:space="preserve"> کے لئے آمادہ کرنے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لگے ہوئے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ے چپکے چپکے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عوں</w:t>
      </w:r>
      <w:r w:rsidRPr="00F96A4F">
        <w:rPr>
          <w:rFonts w:eastAsia="Calibri"/>
          <w:rtl/>
        </w:rPr>
        <w:t xml:space="preserve"> اور 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عوں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کو</w:t>
      </w:r>
      <w:r w:rsidRPr="00F96A4F">
        <w:rPr>
          <w:rFonts w:eastAsia="Calibri"/>
          <w:rtl/>
        </w:rPr>
        <w:t xml:space="preserve">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ابن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ہما</w:t>
      </w:r>
      <w:r w:rsidRPr="00F96A4F">
        <w:rPr>
          <w:rFonts w:eastAsia="Calibri"/>
          <w:rtl/>
        </w:rPr>
        <w:t xml:space="preserve"> السلام کے خون کا انتقام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پر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کر رہے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ے اور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</w:t>
      </w:r>
      <w:r w:rsidRPr="00F96A4F">
        <w:rPr>
          <w:rFonts w:eastAsia="Calibri"/>
          <w:rtl/>
        </w:rPr>
        <w:t xml:space="preserve"> گروہ در گروہ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دعوت پر 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کہتے ہوئے ان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شمول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کر رہے</w:t>
      </w:r>
      <w:r>
        <w:rPr>
          <w:rFonts w:eastAsia="Calibri"/>
          <w:rtl/>
        </w:rPr>
        <w:t xml:space="preserve"> </w:t>
      </w:r>
      <w:r>
        <w:rPr>
          <w:rFonts w:eastAsia="Calibri" w:hint="eastAsia"/>
          <w:rtl/>
        </w:rPr>
        <w:t>تھ</w:t>
      </w:r>
      <w:r w:rsidRPr="00F96A4F">
        <w:rPr>
          <w:rFonts w:eastAsia="Calibri" w:hint="eastAsia"/>
          <w:rtl/>
        </w:rPr>
        <w:t>ے</w:t>
      </w:r>
    </w:p>
    <w:p w:rsidR="00A01617" w:rsidRDefault="00A01617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FF5014" w:rsidRDefault="00FF5014" w:rsidP="00BB7236">
      <w:pPr>
        <w:pStyle w:val="libNormal0"/>
        <w:rPr>
          <w:rFonts w:eastAsia="Calibri" w:hint="cs"/>
          <w:rtl/>
        </w:rPr>
      </w:pPr>
    </w:p>
    <w:p w:rsidR="00EB204C" w:rsidRDefault="00FF5014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سلسلہ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رہا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تک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ابن معاو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واصل جہنم ہو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A01617" w:rsidRDefault="00F96A4F" w:rsidP="00BB7236">
      <w:pPr>
        <w:pStyle w:val="libNormal0"/>
        <w:rPr>
          <w:rFonts w:eastAsia="Calibri" w:hint="cs"/>
          <w:rtl/>
        </w:rPr>
      </w:pPr>
      <w:r w:rsidRPr="00F96A4F">
        <w:rPr>
          <w:rFonts w:eastAsia="Calibri" w:hint="eastAsia"/>
          <w:rtl/>
        </w:rPr>
        <w:t>چنانچہ</w:t>
      </w:r>
      <w:r w:rsidRPr="00F96A4F">
        <w:rPr>
          <w:rFonts w:eastAsia="Calibri"/>
          <w:rtl/>
        </w:rPr>
        <w:t xml:space="preserve"> ہم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با وجود اس کے کہ ماحول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گہ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اور سراس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مگ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بہت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پائ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 طرح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سر 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اں</w:t>
      </w:r>
      <w:r w:rsidRPr="00F96A4F">
        <w:rPr>
          <w:rFonts w:eastAsia="Calibri"/>
          <w:rtl/>
        </w:rPr>
        <w:t xml:space="preserve">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جگہ پر جار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(ج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کہ طبر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عبارت سے پ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چلتا ہے ) اور شا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وہ وجہ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جس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پر “ جہاد الش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عہ”</w:t>
      </w:r>
      <w:r w:rsidRPr="00F96A4F">
        <w:rPr>
          <w:rFonts w:eastAsia="Calibri"/>
          <w:rtl/>
        </w:rPr>
        <w:t xml:space="preserve"> کا مولف اگر چہ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اور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سلسلہ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/>
          <w:rtl/>
        </w:rPr>
        <w:t xml:space="preserve"> اور مطابق واقع نظر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رکہتا </w:t>
      </w:r>
      <w:r w:rsidR="00FC70B5">
        <w:rPr>
          <w:rFonts w:eastAsia="Calibri"/>
          <w:rtl/>
        </w:rPr>
        <w:t>پھر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وہ اس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</w:t>
      </w:r>
      <w:r w:rsidRPr="00F96A4F">
        <w:rPr>
          <w:rFonts w:eastAsia="Calibri"/>
          <w:rtl/>
        </w:rPr>
        <w:t xml:space="preserve"> کو درک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تا</w:t>
      </w:r>
      <w:r w:rsidRPr="00F96A4F">
        <w:rPr>
          <w:rFonts w:eastAsia="Calibri"/>
          <w:rtl/>
        </w:rPr>
        <w:t xml:space="preserve"> ہے اور اپنے احساسات کو ان الفاظ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کرتا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کہ: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”گروہ</w:t>
      </w:r>
      <w:r w:rsidRPr="00F96A4F">
        <w:rPr>
          <w:rFonts w:eastAsia="Calibri"/>
          <w:rtl/>
        </w:rPr>
        <w:t xml:space="preserve">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نے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شہادت کے بعد خود کو باقاعدہ تنظ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صورت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منظم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،ان کے اعتقادات اور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روابط انہ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آپس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مربوط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کرتے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جماعت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قائد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وہ فوج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طاقت کے </w:t>
      </w:r>
      <w:r>
        <w:rPr>
          <w:rFonts w:eastAsia="Calibri"/>
          <w:rtl/>
        </w:rPr>
        <w:t xml:space="preserve">بھی </w:t>
      </w:r>
      <w:r w:rsidRPr="00F96A4F">
        <w:rPr>
          <w:rFonts w:eastAsia="Calibri" w:hint="eastAsia"/>
          <w:rtl/>
        </w:rPr>
        <w:t>مالک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ے چنانچہ تواب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جماعت اس تنظ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سب سے پہل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مظہر ہے “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حقائق کے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نظر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محسوس ہوتا ہے کہ عاشور کے 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حادثہ کے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اثر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اگر</w:t>
      </w:r>
      <w:r w:rsidRPr="00F96A4F">
        <w:rPr>
          <w:rFonts w:eastAsia="Calibri"/>
          <w:rtl/>
        </w:rPr>
        <w:t xml:space="preserve"> چہ بڑ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حد تک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تنظ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ضعف و کمزور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شکار ہو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 xml:space="preserve">بھی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دوران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ناتوان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باوجود مصروف عمل رہ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جس کے نت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پہلے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دوبارہ خود کو منظم کرنے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اب</w:t>
      </w:r>
      <w:r w:rsidRPr="00F96A4F">
        <w:rPr>
          <w:rFonts w:eastAsia="Calibri"/>
          <w:rtl/>
        </w:rPr>
        <w:t xml:space="preserve"> ہو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تک کہ واقعہ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حرہ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  <w:r w:rsidRPr="00F96A4F">
        <w:rPr>
          <w:rFonts w:eastAsia="Calibri"/>
          <w:rtl/>
        </w:rPr>
        <w:t xml:space="preserve"> اور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سمجھت</w:t>
      </w:r>
      <w:r w:rsidRPr="00F96A4F">
        <w:rPr>
          <w:rFonts w:eastAsia="Calibri"/>
          <w:rtl/>
        </w:rPr>
        <w:t>ا ہوں واقعہ حرہ تار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خ</w:t>
      </w:r>
      <w:r w:rsidRPr="00F96A4F">
        <w:rPr>
          <w:rFonts w:eastAsia="Calibri"/>
          <w:rtl/>
        </w:rPr>
        <w:t xml:space="preserve"> تش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اہم موڑ ہے 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در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اصل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وہ واقعہ ہے جس نے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پر بڑ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ضرب لگائ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A01617" w:rsidRDefault="00A01617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A01617" w:rsidRPr="006874E7" w:rsidRDefault="00F96A4F" w:rsidP="00A01617">
      <w:pPr>
        <w:pStyle w:val="Heading1Center"/>
        <w:rPr>
          <w:rFonts w:eastAsia="Calibri"/>
          <w:rtl/>
        </w:rPr>
      </w:pPr>
      <w:bookmarkStart w:id="6" w:name="_Toc426016861"/>
      <w:r w:rsidRPr="00F96A4F">
        <w:rPr>
          <w:rFonts w:eastAsia="Calibri" w:hint="eastAsia"/>
          <w:rtl/>
        </w:rPr>
        <w:t>واقعہ</w:t>
      </w:r>
      <w:r w:rsidRPr="00F96A4F">
        <w:rPr>
          <w:rFonts w:eastAsia="Calibri"/>
          <w:rtl/>
        </w:rPr>
        <w:t xml:space="preserve"> حرہ</w:t>
      </w:r>
      <w:bookmarkEnd w:id="6"/>
      <w:r w:rsidR="00EB204C" w:rsidRPr="006874E7">
        <w:rPr>
          <w:rFonts w:eastAsia="Calibri"/>
          <w:rtl/>
        </w:rPr>
        <w:t xml:space="preserve"> </w:t>
      </w:r>
    </w:p>
    <w:p w:rsidR="00A01617" w:rsidRDefault="00A01617" w:rsidP="00BD6259">
      <w:pPr>
        <w:pStyle w:val="libNormal"/>
        <w:rPr>
          <w:rFonts w:eastAsia="Calibri"/>
          <w:rtl/>
        </w:rPr>
      </w:pPr>
    </w:p>
    <w:p w:rsidR="00EB204C" w:rsidRDefault="00F96A4F" w:rsidP="000153A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حرہ</w:t>
      </w:r>
      <w:r w:rsidRPr="00F96A4F">
        <w:rPr>
          <w:rFonts w:eastAsia="Calibri"/>
          <w:rtl/>
        </w:rPr>
        <w:t xml:space="preserve"> کا حادثہ تقر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با</w:t>
      </w:r>
      <w:r w:rsidRPr="00F96A4F">
        <w:rPr>
          <w:rFonts w:eastAsia="Calibri"/>
          <w:rtl/>
        </w:rPr>
        <w:t xml:space="preserve"> </w:t>
      </w:r>
      <w:r w:rsidR="00BD6259" w:rsidRPr="00BD6259">
        <w:rPr>
          <w:rFonts w:eastAsia="Calibri"/>
          <w:rtl/>
          <w:lang w:bidi="fa-IR"/>
        </w:rPr>
        <w:t>6</w:t>
      </w:r>
      <w:r w:rsidR="00AD79D1" w:rsidRPr="00AD79D1">
        <w:rPr>
          <w:rFonts w:eastAsia="Calibri" w:hint="cs"/>
          <w:rtl/>
        </w:rPr>
        <w:t>3</w:t>
      </w:r>
      <w:r w:rsidRPr="00BD6259">
        <w:rPr>
          <w:rStyle w:val="libNormalChar"/>
          <w:rFonts w:eastAsia="Calibri" w:hint="cs"/>
          <w:rtl/>
        </w:rPr>
        <w:t xml:space="preserve"> ہ</w:t>
      </w:r>
      <w:r w:rsidR="000153A6" w:rsidRPr="00BD6259">
        <w:rPr>
          <w:rStyle w:val="libNormalChar"/>
          <w:rFonts w:eastAsia="Calibri" w:hint="cs"/>
          <w:rtl/>
        </w:rPr>
        <w:t xml:space="preserve">جری </w:t>
      </w:r>
      <w:r w:rsidRPr="00BD6259">
        <w:rPr>
          <w:rStyle w:val="libNormalChar"/>
          <w:rFonts w:eastAsia="Calibri" w:hint="cs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FF5014" w:rsidRPr="00A01617" w:rsidRDefault="00F96A4F" w:rsidP="00FF5014">
      <w:pPr>
        <w:pStyle w:val="libNormal"/>
        <w:rPr>
          <w:rFonts w:eastAsia="Calibri"/>
          <w:rtl/>
        </w:rPr>
      </w:pPr>
      <w:r w:rsidRPr="00F96A4F">
        <w:rPr>
          <w:rFonts w:eastAsia="Calibri"/>
          <w:rtl/>
        </w:rPr>
        <w:t xml:space="preserve"> مختصر طور پر اس حادثہ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تفص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لات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کچہ</w:t>
      </w:r>
      <w:r w:rsidRPr="00F96A4F">
        <w:rPr>
          <w:rFonts w:eastAsia="Calibri"/>
          <w:rtl/>
        </w:rPr>
        <w:t xml:space="preserve"> اس طرح ہےں کہ </w:t>
      </w:r>
      <w:r w:rsidR="00BD6259" w:rsidRPr="00BD6259">
        <w:rPr>
          <w:rFonts w:eastAsia="Calibri"/>
          <w:rtl/>
          <w:lang w:bidi="fa-IR"/>
        </w:rPr>
        <w:t>6</w:t>
      </w:r>
      <w:r w:rsidR="00AD79D1" w:rsidRPr="00AD79D1">
        <w:rPr>
          <w:rFonts w:eastAsia="Calibri" w:hint="cs"/>
          <w:rtl/>
        </w:rPr>
        <w:t>3</w:t>
      </w:r>
      <w:r w:rsidRPr="00AD79D1">
        <w:rPr>
          <w:rFonts w:eastAsia="Calibri" w:hint="cs"/>
          <w:rtl/>
        </w:rPr>
        <w:t xml:space="preserve"> </w:t>
      </w:r>
      <w:r w:rsidR="00BB7236" w:rsidRPr="00AD79D1">
        <w:rPr>
          <w:rFonts w:eastAsia="Calibri" w:hint="cs"/>
          <w:rtl/>
        </w:rPr>
        <w:t>ہج</w:t>
      </w:r>
      <w:r w:rsidRPr="00AD79D1">
        <w:rPr>
          <w:rFonts w:eastAsia="Calibri" w:hint="cs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بنو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کا کم تجربہ نوجوان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کا حَکم مقرر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ہوا</w:t>
      </w:r>
      <w:r w:rsidRPr="00F96A4F">
        <w:rPr>
          <w:rFonts w:eastAsia="Calibri"/>
          <w:rtl/>
        </w:rPr>
        <w:t xml:space="preserve"> اس نے 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ال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کہ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کا دل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تنے</w:t>
      </w:r>
      <w:r w:rsidRPr="00F96A4F">
        <w:rPr>
          <w:rFonts w:eastAsia="Calibri"/>
          <w:rtl/>
        </w:rPr>
        <w:t xml:space="preserve"> کے لئے بہتر ہوگا کہ ان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کچہ</w:t>
      </w:r>
      <w:r w:rsidRPr="00F96A4F">
        <w:rPr>
          <w:rFonts w:eastAsia="Calibri"/>
          <w:rtl/>
        </w:rPr>
        <w:t xml:space="preserve"> لوگوں کو شام جاکر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سے ملاقات کرنے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دعوت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جائے چنانچہ اس نے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کے چند سربرآوردہ افراد ، اصحاب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گر</w:t>
      </w:r>
      <w:r w:rsidRPr="00F96A4F">
        <w:rPr>
          <w:rFonts w:eastAsia="Calibri"/>
          <w:rtl/>
        </w:rPr>
        <w:t xml:space="preserve"> معزز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سے منتخب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کئے</w:t>
      </w:r>
      <w:r w:rsidRPr="00F96A4F">
        <w:rPr>
          <w:rFonts w:eastAsia="Calibri"/>
          <w:rtl/>
        </w:rPr>
        <w:t xml:space="preserve"> 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جس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اکثر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عق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دت</w:t>
      </w:r>
      <w:r w:rsidRPr="00F96A4F">
        <w:rPr>
          <w:rFonts w:eastAsia="Calibri"/>
          <w:rtl/>
        </w:rPr>
        <w:t xml:space="preserve"> مندوں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شمار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لوگوں کو شام جانے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دعوت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وہ جائ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کے لطف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</w:t>
      </w:r>
      <w:r w:rsidRPr="00F96A4F">
        <w:rPr>
          <w:rFonts w:eastAsia="Calibri"/>
          <w:rtl/>
        </w:rPr>
        <w:t xml:space="preserve"> کرم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/>
          <w:rtl/>
        </w:rPr>
        <w:t xml:space="preserve"> کر اس سے مانوس ہو جائ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اس طرح اختلافات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واقع ہو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جائے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لوگ شام گئے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سے ملاقات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چند دن اس کے مہمان رہے ان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لوگوں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خوب پذ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رخصت ہوتے وقت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نے ہر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کو کاف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بڑ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رقم</w:t>
      </w:r>
      <w:r w:rsidRPr="00F96A4F">
        <w:rPr>
          <w:rFonts w:eastAsia="Calibri"/>
          <w:rtl/>
        </w:rPr>
        <w:t xml:space="preserve"> ( تقر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با</w:t>
      </w:r>
      <w:r w:rsidRPr="00F96A4F">
        <w:rPr>
          <w:rFonts w:eastAsia="Calibri"/>
          <w:rtl/>
        </w:rPr>
        <w:t xml:space="preserve"> پچاس ہزار سے لے کر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لاکہ درہم تک )سے نوازا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A01617" w:rsidRDefault="00A01617" w:rsidP="00BB7236">
      <w:pPr>
        <w:pStyle w:val="libNormal0"/>
        <w:rPr>
          <w:rFonts w:eastAsia="Calibri"/>
          <w:rtl/>
        </w:rPr>
      </w:pPr>
    </w:p>
    <w:p w:rsidR="00A01617" w:rsidRDefault="00A01617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01617" w:rsidRDefault="00A01617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لوگ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واپس پہنچے ، چوں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در بار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آنے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والے</w:t>
      </w:r>
      <w:r w:rsidRPr="00F96A4F">
        <w:rPr>
          <w:rFonts w:eastAsia="Calibri"/>
          <w:rtl/>
        </w:rPr>
        <w:t xml:space="preserve"> الم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 w:rsidRPr="00F96A4F">
        <w:rPr>
          <w:rFonts w:eastAsia="Calibri"/>
          <w:rtl/>
        </w:rPr>
        <w:t xml:space="preserve"> انہوں نے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نظروں سے خود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/>
          <w:rtl/>
        </w:rPr>
        <w:t xml:space="preserve"> لئے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لہٰذا خوب کہل کر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مورد</w:t>
      </w:r>
      <w:r w:rsidRPr="00F96A4F">
        <w:rPr>
          <w:rFonts w:eastAsia="Calibri"/>
          <w:rtl/>
        </w:rPr>
        <w:t xml:space="preserve"> تنق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قرار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نت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جہ</w:t>
      </w:r>
      <w:r w:rsidRPr="00F96A4F">
        <w:rPr>
          <w:rFonts w:eastAsia="Calibri"/>
          <w:rtl/>
        </w:rPr>
        <w:t xml:space="preserve"> بالکل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بر عکس ظاہر ہوا ان لوگوں نے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تعر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</w:t>
      </w:r>
      <w:r w:rsidRPr="00F96A4F">
        <w:rPr>
          <w:rFonts w:eastAsia="Calibri"/>
          <w:rtl/>
        </w:rPr>
        <w:t xml:space="preserve">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توص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</w:t>
      </w:r>
      <w:r w:rsidRPr="00F96A4F">
        <w:rPr>
          <w:rFonts w:eastAsia="Calibri"/>
          <w:rtl/>
        </w:rPr>
        <w:t xml:space="preserve"> کرنے کے بجائے ہر خاص و عام کو اس کے جرائم سے آگاہ کرنا شروع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A01617" w:rsidRDefault="00EB204C" w:rsidP="00FF5014">
      <w:pPr>
        <w:pStyle w:val="libNormal0"/>
        <w:rPr>
          <w:rFonts w:eastAsia="Calibri" w:hint="cs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لوگوں</w:t>
      </w:r>
      <w:r w:rsidR="00F96A4F" w:rsidRPr="00F96A4F">
        <w:rPr>
          <w:rFonts w:eastAsia="Calibri"/>
          <w:rtl/>
        </w:rPr>
        <w:t xml:space="preserve"> سے کہا: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کو کس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پر خل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فہ</w:t>
      </w:r>
      <w:r w:rsidR="00F96A4F" w:rsidRPr="00F96A4F">
        <w:rPr>
          <w:rFonts w:eastAsia="Calibri"/>
          <w:rtl/>
        </w:rPr>
        <w:t xml:space="preserve"> تسل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 سکتا ہے جب کہ شراب 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کباب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غرق رہنا اور کتوں سے 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لنا</w:t>
      </w:r>
      <w:r w:rsidR="00F96A4F" w:rsidRPr="00F96A4F">
        <w:rPr>
          <w:rFonts w:eastAsia="Calibri"/>
          <w:rtl/>
        </w:rPr>
        <w:t xml:space="preserve"> اس کا بہتر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مشغلہ ہے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فسق 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فجور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ہے جو اس کے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نہ پا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جاتا ہو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لہٰذا ہم اس کو خلافت سے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معزول</w:t>
      </w:r>
      <w:r w:rsidR="00F96A4F" w:rsidRPr="00F96A4F">
        <w:rPr>
          <w:rFonts w:eastAsia="Calibri"/>
          <w:rtl/>
        </w:rPr>
        <w:t xml:space="preserve">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Normal0"/>
        <w:rPr>
          <w:rFonts w:eastAsia="Calibri"/>
          <w:rtl/>
        </w:rPr>
      </w:pPr>
      <w:r>
        <w:rPr>
          <w:rFonts w:eastAsia="Calibri" w:hint="cs"/>
          <w:rtl/>
        </w:rPr>
        <w:t xml:space="preserve"> </w:t>
      </w:r>
      <w:r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عبداللہ بن حنظلہ</w:t>
      </w:r>
      <w:r>
        <w:rPr>
          <w:rFonts w:eastAsia="Calibri"/>
          <w:rtl/>
        </w:rPr>
        <w:t xml:space="preserve"> </w:t>
      </w:r>
      <w:r w:rsidRPr="000153A6">
        <w:rPr>
          <w:rStyle w:val="libFootnotenumChar"/>
          <w:rFonts w:hint="cs"/>
          <w:rtl/>
        </w:rPr>
        <w:t>(</w:t>
      </w:r>
      <w:r w:rsidR="00AD79D1" w:rsidRPr="00AD79D1">
        <w:rPr>
          <w:rStyle w:val="libFootnotenumChar"/>
          <w:rFonts w:hint="cs"/>
          <w:rtl/>
        </w:rPr>
        <w:t>3</w:t>
      </w:r>
      <w:r w:rsidRPr="000153A6">
        <w:rPr>
          <w:rStyle w:val="libFootnotenumChar"/>
          <w:rFonts w:hint="cs"/>
          <w:rtl/>
        </w:rPr>
        <w:t>)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جو</w:t>
      </w:r>
      <w:r w:rsidRPr="00F96A4F">
        <w:rPr>
          <w:rFonts w:eastAsia="Calibri"/>
          <w:rtl/>
        </w:rPr>
        <w:t xml:space="preserve">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اں</w:t>
      </w:r>
      <w:r w:rsidRPr="00F96A4F">
        <w:rPr>
          <w:rFonts w:eastAsia="Calibri"/>
          <w:rtl/>
        </w:rPr>
        <w:t xml:space="preserve"> اور محبوب شخص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توں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سے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>
        <w:rPr>
          <w:rFonts w:eastAsia="Calibri" w:hint="cs"/>
          <w:rtl/>
        </w:rPr>
        <w:t>-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کے خلاف آواز بلند کرنے والوں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ان لوگوں نے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کو معزول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کرکے</w:t>
      </w:r>
      <w:r w:rsidRPr="00F96A4F">
        <w:rPr>
          <w:rFonts w:eastAsia="Calibri"/>
          <w:rtl/>
        </w:rPr>
        <w:t xml:space="preserve"> لوگوں کو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دعوت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شروع کر د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>۔</w:t>
      </w:r>
    </w:p>
    <w:p w:rsidR="00FF5014" w:rsidRDefault="00FF5014" w:rsidP="00FF501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F5014" w:rsidRPr="000153A6" w:rsidRDefault="00FF5014" w:rsidP="00FF5014">
      <w:pPr>
        <w:pStyle w:val="libFootnote0"/>
        <w:rPr>
          <w:rtl/>
        </w:rPr>
      </w:pPr>
      <w:r w:rsidRPr="00F96A4F">
        <w:rPr>
          <w:rtl/>
        </w:rPr>
        <w:t>(</w:t>
      </w:r>
      <w:r w:rsidR="00AD79D1" w:rsidRPr="00AD79D1">
        <w:rPr>
          <w:rFonts w:hint="cs"/>
          <w:rtl/>
        </w:rPr>
        <w:t>3</w:t>
      </w:r>
      <w:r>
        <w:rPr>
          <w:rFonts w:hint="cs"/>
          <w:rtl/>
        </w:rPr>
        <w:t>)-</w:t>
      </w:r>
      <w:r w:rsidRPr="00F96A4F">
        <w:rPr>
          <w:rFonts w:hint="cs"/>
          <w:rtl/>
        </w:rPr>
        <w:t xml:space="preserve"> حنظلہ ہی</w:t>
      </w:r>
      <w:r w:rsidRPr="00F96A4F">
        <w:rPr>
          <w:rtl/>
        </w:rPr>
        <w:t xml:space="preserve"> وہ نو جوان ہ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جو قبل اس کے کہ ان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شب عروس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تمام ہو (</w:t>
      </w:r>
      <w:r>
        <w:rPr>
          <w:rtl/>
        </w:rPr>
        <w:t xml:space="preserve"> </w:t>
      </w:r>
      <w:r w:rsidRPr="00F96A4F">
        <w:rPr>
          <w:rFonts w:hint="eastAsia"/>
          <w:rtl/>
        </w:rPr>
        <w:t>پ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غمبر</w:t>
      </w:r>
      <w:r w:rsidRPr="00F96A4F">
        <w:rPr>
          <w:rtl/>
        </w:rPr>
        <w:t xml:space="preserve"> اسلام (ص)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فوج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آکر شامل ہو گئے اور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دان</w:t>
      </w:r>
      <w:r w:rsidRPr="00F96A4F">
        <w:rPr>
          <w:rtl/>
        </w:rPr>
        <w:t xml:space="preserve"> احد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شہادت کا جام</w:t>
      </w:r>
      <w:r>
        <w:rPr>
          <w:rtl/>
        </w:rPr>
        <w:t xml:space="preserve"> </w:t>
      </w:r>
      <w:r w:rsidRPr="00F96A4F">
        <w:rPr>
          <w:rFonts w:hint="eastAsia"/>
          <w:rtl/>
        </w:rPr>
        <w:t>نوش</w:t>
      </w:r>
      <w:r w:rsidRPr="00F96A4F">
        <w:rPr>
          <w:rtl/>
        </w:rPr>
        <w:t xml:space="preserve"> فرما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اور ملائکہ نے ان کو غسل د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اس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لئے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حنظلہ غس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ل</w:t>
      </w:r>
      <w:r w:rsidRPr="00F96A4F">
        <w:rPr>
          <w:rtl/>
        </w:rPr>
        <w:t xml:space="preserve"> الملائکہ کے</w:t>
      </w:r>
      <w:r>
        <w:rPr>
          <w:rtl/>
        </w:rPr>
        <w:t xml:space="preserve"> </w:t>
      </w:r>
      <w:r w:rsidRPr="00F96A4F">
        <w:rPr>
          <w:rFonts w:hint="eastAsia"/>
          <w:rtl/>
        </w:rPr>
        <w:t>نام</w:t>
      </w:r>
      <w:r w:rsidRPr="00F96A4F">
        <w:rPr>
          <w:rtl/>
        </w:rPr>
        <w:t xml:space="preserve"> سے معروف ہوئے </w:t>
      </w:r>
      <w:r>
        <w:rPr>
          <w:rtl/>
        </w:rPr>
        <w:t>۔</w:t>
      </w:r>
    </w:p>
    <w:p w:rsidR="00FF5014" w:rsidRPr="00FF5014" w:rsidRDefault="00FF5014" w:rsidP="00FF5014">
      <w:pPr>
        <w:pStyle w:val="libNormal"/>
        <w:rPr>
          <w:rFonts w:eastAsia="Calibri"/>
          <w:rtl/>
          <w:lang w:bidi="ur-PK"/>
        </w:rPr>
      </w:pPr>
    </w:p>
    <w:p w:rsidR="00A01617" w:rsidRDefault="00A01617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FF5014" w:rsidRDefault="00FF5014" w:rsidP="00BB7236">
      <w:pPr>
        <w:pStyle w:val="libNormal0"/>
        <w:rPr>
          <w:rFonts w:eastAsia="Calibri" w:hint="cs"/>
          <w:rtl/>
        </w:rPr>
      </w:pPr>
    </w:p>
    <w:p w:rsidR="00FF5014" w:rsidRDefault="00FF5014" w:rsidP="00FF5014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اقدام کا نت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جہ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سے براہ راست رد عمل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صورت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ظاہر</w:t>
      </w:r>
      <w:r w:rsidRPr="00F96A4F">
        <w:rPr>
          <w:rFonts w:eastAsia="Calibri"/>
          <w:rtl/>
        </w:rPr>
        <w:t xml:space="preserve"> ہوا اس نے اپنے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تجربہ کار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فرتوت سردار ، مسلم بن عقبہ کو چند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مخصوص</w:t>
      </w:r>
      <w:r w:rsidRPr="00F96A4F">
        <w:rPr>
          <w:rFonts w:eastAsia="Calibri"/>
          <w:rtl/>
        </w:rPr>
        <w:t xml:space="preserve"> لشکر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کے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روانہ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کہ وہ اس فتنہ کو خاموش کر دے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سلم</w:t>
      </w:r>
      <w:r w:rsidRPr="00F96A4F">
        <w:rPr>
          <w:rFonts w:eastAsia="Calibri"/>
          <w:rtl/>
        </w:rPr>
        <w:t xml:space="preserve"> بن عقبہ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چند روز تک اہل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قوت مقابلہ کو پست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کرنے</w:t>
      </w:r>
      <w:r w:rsidRPr="00F96A4F">
        <w:rPr>
          <w:rFonts w:eastAsia="Calibri"/>
          <w:rtl/>
        </w:rPr>
        <w:t xml:space="preserve"> کے لئے شہر کا محاصرہ کئے رہا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تک کہ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دن شہر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داخل ہوا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قدر قتل و غارت گر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مچائ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اس قدر ظلم و بربر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کا مظاہرہ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کہ تار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خ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اسلام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وہ آپ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مثال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 w:hint="cs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نے مد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نہ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کچہ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قتل و غارت گر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اور ظلم و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بازار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گرم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کہ اس حادثہ کے بعد اس کا لقب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مسرف پڑگ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اور لوگ اس کو 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مسرف</w:t>
      </w:r>
      <w:r w:rsidR="00F96A4F" w:rsidRPr="00F96A4F">
        <w:rPr>
          <w:rFonts w:eastAsia="Calibri"/>
          <w:rtl/>
        </w:rPr>
        <w:t xml:space="preserve"> بن عقبہ ” کے نام سے پکارنے لگے </w:t>
      </w:r>
      <w:r>
        <w:rPr>
          <w:rFonts w:eastAsia="Calibri"/>
          <w:rtl/>
        </w:rPr>
        <w:t>۔</w:t>
      </w:r>
      <w:r w:rsidR="00582A21" w:rsidRPr="00F96A4F">
        <w:rPr>
          <w:rFonts w:eastAsia="Calibri"/>
          <w:rtl/>
        </w:rPr>
        <w:t xml:space="preserve"> حادثہ حرہ سے متعلق واقعات ک</w:t>
      </w:r>
      <w:r w:rsidR="00582A21" w:rsidRPr="00F96A4F">
        <w:rPr>
          <w:rFonts w:eastAsia="Calibri" w:hint="cs"/>
          <w:rtl/>
        </w:rPr>
        <w:t>ی</w:t>
      </w:r>
      <w:r w:rsidR="00582A21">
        <w:rPr>
          <w:rFonts w:eastAsia="Calibri"/>
          <w:rtl/>
        </w:rPr>
        <w:t xml:space="preserve"> </w:t>
      </w:r>
      <w:r w:rsidR="00582A21" w:rsidRPr="00F96A4F">
        <w:rPr>
          <w:rFonts w:eastAsia="Calibri" w:hint="eastAsia"/>
          <w:rtl/>
        </w:rPr>
        <w:t>فہرست</w:t>
      </w:r>
      <w:r w:rsidR="00582A21" w:rsidRPr="00F96A4F">
        <w:rPr>
          <w:rFonts w:eastAsia="Calibri"/>
          <w:rtl/>
        </w:rPr>
        <w:t xml:space="preserve"> کا ف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/>
          <w:rtl/>
        </w:rPr>
        <w:t xml:space="preserve"> طو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ل</w:t>
      </w:r>
      <w:r w:rsidR="00582A21" w:rsidRPr="00F96A4F">
        <w:rPr>
          <w:rFonts w:eastAsia="Calibri"/>
          <w:rtl/>
        </w:rPr>
        <w:t xml:space="preserve"> ہے اور م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ں</w:t>
      </w:r>
      <w:r w:rsidR="00582A21" w:rsidRPr="00F96A4F">
        <w:rPr>
          <w:rFonts w:eastAsia="Calibri"/>
          <w:rtl/>
        </w:rPr>
        <w:t xml:space="preserve"> ز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ادہ</w:t>
      </w:r>
      <w:r w:rsidR="00582A21" w:rsidRPr="00F96A4F">
        <w:rPr>
          <w:rFonts w:eastAsia="Calibri"/>
          <w:rtl/>
        </w:rPr>
        <w:t xml:space="preserve"> تشر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ح</w:t>
      </w:r>
      <w:r w:rsidR="00582A21" w:rsidRPr="00F96A4F">
        <w:rPr>
          <w:rFonts w:eastAsia="Calibri"/>
          <w:rtl/>
        </w:rPr>
        <w:t xml:space="preserve"> م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ں</w:t>
      </w:r>
      <w:r w:rsidR="00582A21" w:rsidRPr="00F96A4F">
        <w:rPr>
          <w:rFonts w:eastAsia="Calibri"/>
          <w:rtl/>
        </w:rPr>
        <w:t xml:space="preserve"> جانا نہ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ں</w:t>
      </w:r>
      <w:r w:rsidR="00582A21" w:rsidRPr="00F96A4F">
        <w:rPr>
          <w:rFonts w:eastAsia="Calibri"/>
          <w:rtl/>
        </w:rPr>
        <w:t xml:space="preserve"> چاہتا صرف اتنا عرض کر</w:t>
      </w:r>
      <w:r w:rsidR="00582A21">
        <w:rPr>
          <w:rFonts w:eastAsia="Calibri"/>
          <w:rtl/>
        </w:rPr>
        <w:t xml:space="preserve"> </w:t>
      </w:r>
      <w:r w:rsidR="00582A21" w:rsidRPr="00F96A4F">
        <w:rPr>
          <w:rFonts w:eastAsia="Calibri" w:hint="eastAsia"/>
          <w:rtl/>
        </w:rPr>
        <w:t>د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نا</w:t>
      </w:r>
      <w:r w:rsidR="00582A21" w:rsidRPr="00F96A4F">
        <w:rPr>
          <w:rFonts w:eastAsia="Calibri"/>
          <w:rtl/>
        </w:rPr>
        <w:t xml:space="preserve"> کاف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/>
          <w:rtl/>
        </w:rPr>
        <w:t xml:space="preserve"> ہے</w:t>
      </w:r>
    </w:p>
    <w:p w:rsidR="00FF5014" w:rsidRDefault="00FF5014" w:rsidP="00FF5014">
      <w:pPr>
        <w:pStyle w:val="libNormal"/>
        <w:rPr>
          <w:rFonts w:eastAsia="Calibri" w:hint="cs"/>
          <w:rtl/>
        </w:rPr>
      </w:pPr>
      <w:r w:rsidRPr="00F96A4F">
        <w:rPr>
          <w:rFonts w:eastAsia="Calibri"/>
          <w:rtl/>
        </w:rPr>
        <w:t xml:space="preserve">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واقعہ تمام مسلمانوں خصوصا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کے دوستوں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ہمنواؤں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بے پناہ خوف و ہراس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کرنے کا سبب بنا ، خاص طور پر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با</w:t>
      </w:r>
      <w:r w:rsidRPr="00F96A4F">
        <w:rPr>
          <w:rFonts w:eastAsia="Calibri"/>
          <w:rtl/>
        </w:rPr>
        <w:t xml:space="preserve"> خال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کچہ لوگ بہاگ گئے کچہ لوگ مار ڈالے گئے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) ع) کے کچہ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مخلص</w:t>
      </w:r>
      <w:r w:rsidRPr="00F96A4F">
        <w:rPr>
          <w:rFonts w:eastAsia="Calibri"/>
          <w:rtl/>
        </w:rPr>
        <w:t xml:space="preserve"> و ہمدرد مثال کے طور پر عبداللہ ابن حنظلہ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لوگ شہ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 w:rsidRPr="00F96A4F">
        <w:rPr>
          <w:rFonts w:eastAsia="Calibri"/>
          <w:rtl/>
        </w:rPr>
        <w:t xml:space="preserve"> گئے</w:t>
      </w:r>
    </w:p>
    <w:p w:rsidR="00FF5014" w:rsidRPr="00FF5014" w:rsidRDefault="00FF5014" w:rsidP="00FF5014">
      <w:pPr>
        <w:pStyle w:val="libNormal"/>
        <w:rPr>
          <w:rFonts w:eastAsia="Calibri"/>
          <w:rtl/>
        </w:rPr>
      </w:pPr>
    </w:p>
    <w:p w:rsidR="00A01617" w:rsidRPr="00582A21" w:rsidRDefault="00A01617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FF5014" w:rsidRDefault="00FF5014" w:rsidP="00582A21">
      <w:pPr>
        <w:pStyle w:val="libNormal0"/>
        <w:rPr>
          <w:rFonts w:eastAsia="Calibri" w:hint="cs"/>
          <w:rtl/>
        </w:rPr>
      </w:pPr>
    </w:p>
    <w:p w:rsidR="00EB204C" w:rsidRDefault="00F96A4F" w:rsidP="00582A21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جگہ خال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 xml:space="preserve"> اس حادثہ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خبر پور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سب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 xml:space="preserve"> گئے کہ اس قسم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ہر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کا سد باب کرنے کے لئے حکومت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آمادہ ہے اور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کے اقدام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اجازت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کو ہرگز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 xml:space="preserve">۔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کے بعد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اور حادثہ -- جو مز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عوں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سر کوب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ضعف کا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سبب</w:t>
      </w:r>
      <w:r w:rsidRPr="00F96A4F">
        <w:rPr>
          <w:rFonts w:eastAsia="Calibri"/>
          <w:rtl/>
        </w:rPr>
        <w:t xml:space="preserve"> بنا -- جناب مختار ثقف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کوفہ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شہادت اور پورے عالم اسلام پر عبد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الملک</w:t>
      </w:r>
      <w:r w:rsidRPr="00F96A4F">
        <w:rPr>
          <w:rFonts w:eastAsia="Calibri"/>
          <w:rtl/>
        </w:rPr>
        <w:t xml:space="preserve"> بن مروان کے تسلط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صورت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ظاہر ہوا </w:t>
      </w:r>
      <w:r w:rsidR="00EB204C">
        <w:rPr>
          <w:rFonts w:eastAsia="Calibri"/>
          <w:rtl/>
        </w:rPr>
        <w:t>۔</w:t>
      </w:r>
    </w:p>
    <w:p w:rsidR="00A01617" w:rsidRDefault="00EB204C" w:rsidP="00582A21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موت کے بعد جو خلفاء آئے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کا ب</w:t>
      </w:r>
      <w:r w:rsidR="00F96A4F" w:rsidRPr="00F96A4F">
        <w:rPr>
          <w:rFonts w:eastAsia="Calibri" w:hint="cs"/>
          <w:rtl/>
        </w:rPr>
        <w:t>یڻ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معاو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ابن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ہے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جو</w:t>
      </w:r>
      <w:r w:rsidR="00F96A4F" w:rsidRPr="00F96A4F">
        <w:rPr>
          <w:rFonts w:eastAsia="Calibri"/>
          <w:rtl/>
        </w:rPr>
        <w:t xml:space="preserve">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ماہ سے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ادہ</w:t>
      </w:r>
      <w:r w:rsidR="00F96A4F" w:rsidRPr="00F96A4F">
        <w:rPr>
          <w:rFonts w:eastAsia="Calibri"/>
          <w:rtl/>
        </w:rPr>
        <w:t xml:space="preserve"> حکومت نہ کر سکا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اس کے بعد مروان بن حکم کے ہا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اقتدار</w:t>
      </w:r>
      <w:r w:rsidR="00F96A4F" w:rsidRPr="00F96A4F">
        <w:rPr>
          <w:rFonts w:eastAsia="Calibri"/>
          <w:rtl/>
        </w:rPr>
        <w:t xml:space="preserve"> آ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اور تقر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با</w:t>
      </w:r>
      <w:r w:rsidR="00F96A4F" w:rsidRPr="00F96A4F">
        <w:rPr>
          <w:rFonts w:eastAsia="Calibri"/>
          <w:rtl/>
        </w:rPr>
        <w:t xml:space="preserve"> دو سال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اس سے کچہ کم اس نے حکومت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اور </w:t>
      </w:r>
      <w:r w:rsidR="00FC70B5"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خلافت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باگ ڈور عبد الملک بن مروان کے ہا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آگئ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جس کے لئے مو</w:t>
      </w:r>
      <w:r w:rsidR="00F96A4F" w:rsidRPr="00F96A4F">
        <w:rPr>
          <w:rFonts w:eastAsia="Calibri" w:hint="eastAsia"/>
          <w:rtl/>
        </w:rPr>
        <w:t>رخ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کا 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ہے</w:t>
      </w:r>
      <w:r w:rsidR="00F96A4F" w:rsidRPr="00F96A4F">
        <w:rPr>
          <w:rFonts w:eastAsia="Calibri"/>
          <w:rtl/>
        </w:rPr>
        <w:t xml:space="preserve"> کہ وہ خلفا ئے بنو 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رک</w:t>
      </w:r>
      <w:r w:rsidR="00F96A4F" w:rsidRPr="00F96A4F">
        <w:rPr>
          <w:rFonts w:eastAsia="Calibri"/>
          <w:rtl/>
        </w:rPr>
        <w:t xml:space="preserve"> 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خل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فہ</w:t>
      </w:r>
      <w:r w:rsidR="00F96A4F" w:rsidRPr="00F96A4F">
        <w:rPr>
          <w:rFonts w:eastAsia="Calibri"/>
          <w:rtl/>
        </w:rPr>
        <w:t xml:space="preserve"> رہا ہے </w:t>
      </w:r>
      <w:r>
        <w:rPr>
          <w:rFonts w:eastAsia="Calibri"/>
          <w:rtl/>
        </w:rPr>
        <w:t>۔</w:t>
      </w:r>
      <w:r w:rsidR="00582A21" w:rsidRPr="00F96A4F">
        <w:rPr>
          <w:rFonts w:eastAsia="Calibri"/>
          <w:rtl/>
        </w:rPr>
        <w:t xml:space="preserve"> چنانچہ اس کے بارے م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ں</w:t>
      </w:r>
      <w:r w:rsidR="00582A21">
        <w:rPr>
          <w:rFonts w:eastAsia="Calibri"/>
          <w:rtl/>
        </w:rPr>
        <w:t xml:space="preserve"> </w:t>
      </w:r>
      <w:r w:rsidR="00582A21" w:rsidRPr="00F96A4F">
        <w:rPr>
          <w:rFonts w:eastAsia="Calibri" w:hint="eastAsia"/>
          <w:rtl/>
        </w:rPr>
        <w:t>مشہور</w:t>
      </w:r>
      <w:r w:rsidR="00582A21" w:rsidRPr="00F96A4F">
        <w:rPr>
          <w:rFonts w:eastAsia="Calibri"/>
          <w:rtl/>
        </w:rPr>
        <w:t xml:space="preserve"> ہے کہ:</w:t>
      </w:r>
      <w:r w:rsidR="00582A21">
        <w:rPr>
          <w:rFonts w:eastAsia="Calibri"/>
          <w:rtl/>
        </w:rPr>
        <w:t xml:space="preserve"> </w:t>
      </w:r>
      <w:r w:rsidR="00582A21" w:rsidRPr="00F96A4F">
        <w:rPr>
          <w:rFonts w:eastAsia="Calibri" w:hint="eastAsia"/>
          <w:rtl/>
        </w:rPr>
        <w:t>”کان</w:t>
      </w:r>
      <w:r w:rsidR="00582A21" w:rsidRPr="00F96A4F">
        <w:rPr>
          <w:rFonts w:eastAsia="Calibri"/>
          <w:rtl/>
        </w:rPr>
        <w:t xml:space="preserve"> عبد الملک اشد ہم شک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بہ</w:t>
      </w:r>
      <w:r w:rsidR="00582A21" w:rsidRPr="00F96A4F">
        <w:rPr>
          <w:rFonts w:eastAsia="Calibri"/>
          <w:rtl/>
        </w:rPr>
        <w:t xml:space="preserve"> و اقساہم عز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مہ“</w:t>
      </w:r>
      <w:r w:rsidR="00582A21">
        <w:rPr>
          <w:rFonts w:eastAsia="Calibri"/>
          <w:rtl/>
        </w:rPr>
        <w:t xml:space="preserve"> </w:t>
      </w:r>
      <w:r w:rsidR="00582A21" w:rsidRPr="00F96A4F">
        <w:rPr>
          <w:rFonts w:eastAsia="Calibri" w:hint="eastAsia"/>
          <w:rtl/>
        </w:rPr>
        <w:t>عبد</w:t>
      </w:r>
      <w:r w:rsidR="00582A21" w:rsidRPr="00F96A4F">
        <w:rPr>
          <w:rFonts w:eastAsia="Calibri"/>
          <w:rtl/>
        </w:rPr>
        <w:t xml:space="preserve"> الملک پورے عالم اسلام کو اپن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/>
          <w:rtl/>
        </w:rPr>
        <w:t xml:space="preserve"> م</w:t>
      </w:r>
      <w:r w:rsidR="00582A21" w:rsidRPr="00F96A4F">
        <w:rPr>
          <w:rFonts w:eastAsia="Calibri" w:hint="cs"/>
          <w:rtl/>
        </w:rPr>
        <w:t>ڻ</w:t>
      </w:r>
      <w:r w:rsidR="00582A21" w:rsidRPr="00F96A4F">
        <w:rPr>
          <w:rFonts w:eastAsia="Calibri" w:hint="eastAsia"/>
          <w:rtl/>
        </w:rPr>
        <w:t>ہ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/>
          <w:rtl/>
        </w:rPr>
        <w:t xml:space="preserve"> م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ں</w:t>
      </w:r>
      <w:r w:rsidR="00582A21" w:rsidRPr="00F96A4F">
        <w:rPr>
          <w:rFonts w:eastAsia="Calibri"/>
          <w:rtl/>
        </w:rPr>
        <w:t xml:space="preserve"> جکڑ ل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نے</w:t>
      </w:r>
      <w:r w:rsidR="00582A21" w:rsidRPr="00F96A4F">
        <w:rPr>
          <w:rFonts w:eastAsia="Calibri"/>
          <w:rtl/>
        </w:rPr>
        <w:t xml:space="preserve"> م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ں</w:t>
      </w:r>
      <w:r w:rsidR="00582A21" w:rsidRPr="00F96A4F">
        <w:rPr>
          <w:rFonts w:eastAsia="Calibri"/>
          <w:rtl/>
        </w:rPr>
        <w:t xml:space="preserve"> کام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اب</w:t>
      </w:r>
      <w:r w:rsidR="00582A21" w:rsidRPr="00F96A4F">
        <w:rPr>
          <w:rFonts w:eastAsia="Calibri"/>
          <w:rtl/>
        </w:rPr>
        <w:t xml:space="preserve"> ہو گ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ا</w:t>
      </w:r>
      <w:r w:rsidR="00582A21">
        <w:rPr>
          <w:rFonts w:eastAsia="Calibri"/>
          <w:rtl/>
        </w:rPr>
        <w:t xml:space="preserve"> </w:t>
      </w:r>
      <w:r w:rsidR="00582A21" w:rsidRPr="00F96A4F">
        <w:rPr>
          <w:rFonts w:eastAsia="Calibri" w:hint="eastAsia"/>
          <w:rtl/>
        </w:rPr>
        <w:t>اور</w:t>
      </w:r>
      <w:r w:rsidR="00582A21" w:rsidRPr="00F96A4F">
        <w:rPr>
          <w:rFonts w:eastAsia="Calibri"/>
          <w:rtl/>
        </w:rPr>
        <w:t xml:space="preserve"> خوف و دہشت سے معمور عامرانہ حکومت قائم کر د</w:t>
      </w:r>
      <w:r w:rsidR="00582A21" w:rsidRPr="00F96A4F">
        <w:rPr>
          <w:rFonts w:eastAsia="Calibri" w:hint="cs"/>
          <w:rtl/>
        </w:rPr>
        <w:t>ی</w:t>
      </w:r>
      <w:r w:rsidR="00582A21">
        <w:rPr>
          <w:rFonts w:eastAsia="Calibri"/>
          <w:rtl/>
        </w:rPr>
        <w:t>۔</w:t>
      </w:r>
      <w:r w:rsidR="00582A21" w:rsidRPr="00582A21">
        <w:rPr>
          <w:rFonts w:eastAsia="Calibri" w:hint="eastAsia"/>
          <w:rtl/>
        </w:rPr>
        <w:t xml:space="preserve"> </w:t>
      </w:r>
      <w:r w:rsidR="00582A21" w:rsidRPr="00F96A4F">
        <w:rPr>
          <w:rFonts w:eastAsia="Calibri" w:hint="eastAsia"/>
          <w:rtl/>
        </w:rPr>
        <w:t>حکومت</w:t>
      </w:r>
      <w:r w:rsidR="00582A21" w:rsidRPr="00F96A4F">
        <w:rPr>
          <w:rFonts w:eastAsia="Calibri"/>
          <w:rtl/>
        </w:rPr>
        <w:t xml:space="preserve"> پر مکمل تسلط حاصل کرنے کے لئے عبد الملک کے سامنے صرف</w:t>
      </w:r>
      <w:r w:rsidR="00582A21">
        <w:rPr>
          <w:rFonts w:eastAsia="Calibri"/>
          <w:rtl/>
        </w:rPr>
        <w:t xml:space="preserve"> </w:t>
      </w:r>
      <w:r w:rsidR="00582A21" w:rsidRPr="00F96A4F">
        <w:rPr>
          <w:rFonts w:eastAsia="Calibri" w:hint="eastAsia"/>
          <w:rtl/>
        </w:rPr>
        <w:t>ا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ک</w:t>
      </w:r>
      <w:r w:rsidR="00582A21" w:rsidRPr="00F96A4F">
        <w:rPr>
          <w:rFonts w:eastAsia="Calibri"/>
          <w:rtl/>
        </w:rPr>
        <w:t xml:space="preserve"> راہ </w:t>
      </w:r>
      <w:r w:rsidR="00582A21">
        <w:rPr>
          <w:rFonts w:eastAsia="Calibri"/>
          <w:rtl/>
        </w:rPr>
        <w:t>تھ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/>
          <w:rtl/>
        </w:rPr>
        <w:t xml:space="preserve"> اور وہ 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ہ</w:t>
      </w:r>
      <w:r w:rsidR="00582A21" w:rsidRPr="00F96A4F">
        <w:rPr>
          <w:rFonts w:eastAsia="Calibri"/>
          <w:rtl/>
        </w:rPr>
        <w:t xml:space="preserve"> کہ اپنے تمام رق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بوں</w:t>
      </w:r>
      <w:r w:rsidR="00582A21" w:rsidRPr="00F96A4F">
        <w:rPr>
          <w:rFonts w:eastAsia="Calibri"/>
          <w:rtl/>
        </w:rPr>
        <w:t xml:space="preserve"> کا صفا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ا</w:t>
      </w:r>
      <w:r w:rsidR="00582A21" w:rsidRPr="00F96A4F">
        <w:rPr>
          <w:rFonts w:eastAsia="Calibri"/>
          <w:rtl/>
        </w:rPr>
        <w:t xml:space="preserve"> کر دے مختار جو ش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ع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ت</w:t>
      </w:r>
      <w:r w:rsidR="00582A21" w:rsidRPr="00F96A4F">
        <w:rPr>
          <w:rFonts w:eastAsia="Calibri"/>
          <w:rtl/>
        </w:rPr>
        <w:t xml:space="preserve"> ک</w:t>
      </w:r>
      <w:r w:rsidR="00582A21" w:rsidRPr="00F96A4F">
        <w:rPr>
          <w:rFonts w:eastAsia="Calibri" w:hint="cs"/>
          <w:rtl/>
        </w:rPr>
        <w:t>ی</w:t>
      </w:r>
      <w:r w:rsidR="00582A21">
        <w:rPr>
          <w:rFonts w:eastAsia="Calibri"/>
          <w:rtl/>
        </w:rPr>
        <w:t xml:space="preserve"> </w:t>
      </w:r>
      <w:r w:rsidR="00582A21" w:rsidRPr="00F96A4F">
        <w:rPr>
          <w:rFonts w:eastAsia="Calibri" w:hint="eastAsia"/>
          <w:rtl/>
        </w:rPr>
        <w:t>علامت</w:t>
      </w:r>
      <w:r w:rsidR="00582A21" w:rsidRPr="00F96A4F">
        <w:rPr>
          <w:rFonts w:eastAsia="Calibri"/>
          <w:rtl/>
        </w:rPr>
        <w:t xml:space="preserve"> </w:t>
      </w:r>
      <w:r w:rsidR="00582A21">
        <w:rPr>
          <w:rFonts w:eastAsia="Calibri"/>
          <w:rtl/>
        </w:rPr>
        <w:t>تھ</w:t>
      </w:r>
      <w:r w:rsidR="00582A21" w:rsidRPr="00F96A4F">
        <w:rPr>
          <w:rFonts w:eastAsia="Calibri"/>
          <w:rtl/>
        </w:rPr>
        <w:t>ے ، مصعب بن زب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 w:hint="eastAsia"/>
          <w:rtl/>
        </w:rPr>
        <w:t>ر</w:t>
      </w:r>
      <w:r w:rsidR="00582A21" w:rsidRPr="00F96A4F">
        <w:rPr>
          <w:rFonts w:eastAsia="Calibri"/>
          <w:rtl/>
        </w:rPr>
        <w:t xml:space="preserve"> کے ہا</w:t>
      </w:r>
      <w:r w:rsidR="00582A21">
        <w:rPr>
          <w:rFonts w:eastAsia="Calibri"/>
          <w:rtl/>
        </w:rPr>
        <w:t>تھ</w:t>
      </w:r>
      <w:r w:rsidR="00582A21" w:rsidRPr="00F96A4F">
        <w:rPr>
          <w:rFonts w:eastAsia="Calibri"/>
          <w:rtl/>
        </w:rPr>
        <w:t>وں پہلے ہ</w:t>
      </w:r>
      <w:r w:rsidR="00582A21" w:rsidRPr="00F96A4F">
        <w:rPr>
          <w:rFonts w:eastAsia="Calibri" w:hint="cs"/>
          <w:rtl/>
        </w:rPr>
        <w:t>ی</w:t>
      </w:r>
      <w:r w:rsidR="00582A21" w:rsidRPr="00F96A4F">
        <w:rPr>
          <w:rFonts w:eastAsia="Calibri"/>
          <w:rtl/>
        </w:rPr>
        <w:t xml:space="preserve"> جام شہادت نوش فرما چکے </w:t>
      </w:r>
      <w:r w:rsidR="00582A21">
        <w:rPr>
          <w:rFonts w:eastAsia="Calibri"/>
          <w:rtl/>
        </w:rPr>
        <w:t>تھ</w:t>
      </w:r>
      <w:r w:rsidR="00582A21" w:rsidRPr="00F96A4F">
        <w:rPr>
          <w:rFonts w:eastAsia="Calibri"/>
          <w:rtl/>
        </w:rPr>
        <w:t>ے</w:t>
      </w:r>
    </w:p>
    <w:p w:rsidR="00A01617" w:rsidRDefault="00A01617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0153A6" w:rsidRDefault="00F96A4F" w:rsidP="00582A21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lastRenderedPageBreak/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عبد الملک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کا نام و نشان م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ڈالنا چاہتا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اور اس نے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>اس کے دور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عراق خصوصا کوفہ جو اس وقت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عوں</w:t>
      </w:r>
      <w:r w:rsidRPr="00F96A4F">
        <w:rPr>
          <w:rFonts w:eastAsia="Calibri"/>
          <w:rtl/>
        </w:rPr>
        <w:t xml:space="preserve">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گڑہ شمار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جاتا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،مکمل جمود اور خاموش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نذر ہو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="00EB204C">
        <w:rPr>
          <w:rFonts w:eastAsia="Calibri"/>
          <w:rtl/>
        </w:rPr>
        <w:t xml:space="preserve">۔ </w:t>
      </w:r>
      <w:r w:rsidRPr="00F96A4F">
        <w:rPr>
          <w:rFonts w:eastAsia="Calibri" w:hint="eastAsia"/>
          <w:rtl/>
        </w:rPr>
        <w:t>بہر</w:t>
      </w:r>
      <w:r w:rsidRPr="00F96A4F">
        <w:rPr>
          <w:rFonts w:eastAsia="Calibri"/>
          <w:rtl/>
        </w:rPr>
        <w:t xml:space="preserve"> حال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حوادث کربلا کے 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سانحہ سے شروع ہوئے اور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بعد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گرے</w:t>
      </w:r>
      <w:r w:rsidRPr="00F96A4F">
        <w:rPr>
          <w:rFonts w:eastAsia="Calibri"/>
          <w:rtl/>
        </w:rPr>
        <w:t xml:space="preserve"> واقعہ حرہ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اہل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کے قتل و غارت ، عراق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تو 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="00EB204C">
        <w:rPr>
          <w:rFonts w:eastAsia="Calibri"/>
          <w:rtl/>
        </w:rPr>
        <w:t xml:space="preserve"> </w:t>
      </w:r>
      <w:r w:rsidR="00215AF5" w:rsidRPr="00582A21">
        <w:rPr>
          <w:rStyle w:val="libFootnotenumChar"/>
          <w:rFonts w:hint="cs"/>
          <w:rtl/>
        </w:rPr>
        <w:t>(</w:t>
      </w:r>
      <w:r w:rsidR="00BD6259" w:rsidRPr="00BD6259">
        <w:rPr>
          <w:rStyle w:val="libFootnotenumChar"/>
          <w:rtl/>
        </w:rPr>
        <w:t>4</w:t>
      </w:r>
      <w:r w:rsidR="00215AF5" w:rsidRPr="00582A21">
        <w:rPr>
          <w:rStyle w:val="libFootnotenumChar"/>
          <w:rFonts w:hint="cs"/>
          <w:rtl/>
        </w:rPr>
        <w:t>)</w:t>
      </w:r>
      <w:r w:rsidR="00EB204C">
        <w:rPr>
          <w:rFonts w:eastAsia="Calibri"/>
          <w:rtl/>
        </w:rPr>
        <w:t xml:space="preserve"> </w:t>
      </w:r>
    </w:p>
    <w:p w:rsidR="000153A6" w:rsidRDefault="000153A6" w:rsidP="00582A21">
      <w:pPr>
        <w:pStyle w:val="libFootnote0"/>
        <w:rPr>
          <w:rtl/>
        </w:rPr>
      </w:pPr>
      <w:r>
        <w:rPr>
          <w:rFonts w:hint="cs"/>
          <w:rtl/>
        </w:rPr>
        <w:t>----------</w:t>
      </w:r>
    </w:p>
    <w:p w:rsidR="00582A21" w:rsidRDefault="00582A21" w:rsidP="00582A21">
      <w:pPr>
        <w:pStyle w:val="libFootnote0"/>
        <w:rPr>
          <w:rtl/>
        </w:rPr>
      </w:pPr>
      <w:r>
        <w:rPr>
          <w:rFonts w:hint="cs"/>
          <w:rtl/>
        </w:rPr>
        <w:t>(</w:t>
      </w:r>
      <w:r w:rsidR="00BD6259" w:rsidRPr="00BD6259">
        <w:rPr>
          <w:rtl/>
          <w:lang w:bidi="fa-IR"/>
        </w:rPr>
        <w:t>4</w:t>
      </w:r>
      <w:r>
        <w:rPr>
          <w:rFonts w:hint="cs"/>
          <w:rtl/>
          <w:lang w:bidi="fa-IR"/>
        </w:rPr>
        <w:t>)-</w:t>
      </w:r>
      <w:r w:rsidRPr="00F96A4F">
        <w:rPr>
          <w:rtl/>
        </w:rPr>
        <w:t xml:space="preserve"> توب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تحر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واقعہ کربلا کا سب سے پہلا رد عمل ہے جو کوفہ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ظاہر ہوا (</w:t>
      </w:r>
      <w:r>
        <w:rPr>
          <w:rtl/>
        </w:rPr>
        <w:t xml:space="preserve"> ۔</w:t>
      </w:r>
    </w:p>
    <w:p w:rsidR="00582A21" w:rsidRDefault="00582A21" w:rsidP="00582A21">
      <w:pPr>
        <w:pStyle w:val="libFootnote0"/>
        <w:rPr>
          <w:rtl/>
        </w:rPr>
      </w:pPr>
      <w:r w:rsidRPr="00F96A4F">
        <w:rPr>
          <w:rtl/>
        </w:rPr>
        <w:t xml:space="preserve"> امام حس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عل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السلام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شہادت کے بعد بعض ش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عوں</w:t>
      </w:r>
      <w:r w:rsidRPr="00F96A4F">
        <w:rPr>
          <w:rtl/>
        </w:rPr>
        <w:t xml:space="preserve"> نے ا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دوسرے کو</w:t>
      </w:r>
      <w:r>
        <w:rPr>
          <w:rtl/>
        </w:rPr>
        <w:t xml:space="preserve"> </w:t>
      </w:r>
      <w:r w:rsidRPr="00F96A4F">
        <w:rPr>
          <w:rFonts w:hint="eastAsia"/>
          <w:rtl/>
        </w:rPr>
        <w:t>مورد</w:t>
      </w:r>
      <w:r w:rsidRPr="00F96A4F">
        <w:rPr>
          <w:rtl/>
        </w:rPr>
        <w:t xml:space="preserve"> الزام </w:t>
      </w:r>
      <w:r w:rsidRPr="00F96A4F">
        <w:rPr>
          <w:rFonts w:hint="cs"/>
          <w:rtl/>
        </w:rPr>
        <w:t>ڻ</w:t>
      </w:r>
      <w:r w:rsidRPr="00F96A4F">
        <w:rPr>
          <w:rFonts w:hint="eastAsia"/>
          <w:rtl/>
        </w:rPr>
        <w:t>ہہراتے</w:t>
      </w:r>
      <w:r w:rsidRPr="00F96A4F">
        <w:rPr>
          <w:rtl/>
        </w:rPr>
        <w:t xml:space="preserve"> ہوئے مواخذہ و عتاب کا مستحق قرار د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کہ انہوں نے امام ک</w:t>
      </w:r>
      <w:r w:rsidRPr="00F96A4F">
        <w:rPr>
          <w:rFonts w:hint="cs"/>
          <w:rtl/>
        </w:rPr>
        <w:t>ی</w:t>
      </w:r>
      <w:r>
        <w:rPr>
          <w:rtl/>
        </w:rPr>
        <w:t xml:space="preserve"> </w:t>
      </w:r>
      <w:r w:rsidRPr="00F96A4F">
        <w:rPr>
          <w:rFonts w:hint="eastAsia"/>
          <w:rtl/>
        </w:rPr>
        <w:t>دعوت</w:t>
      </w:r>
      <w:r w:rsidRPr="00F96A4F">
        <w:rPr>
          <w:rtl/>
        </w:rPr>
        <w:t xml:space="preserve"> پر لب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ک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وں</w:t>
      </w:r>
      <w:r w:rsidRPr="00F96A4F">
        <w:rPr>
          <w:rtl/>
        </w:rPr>
        <w:t xml:space="preserve"> نہ کہ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اور مدد کے لئے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دان</w:t>
      </w:r>
      <w:r w:rsidRPr="00F96A4F">
        <w:rPr>
          <w:rtl/>
        </w:rPr>
        <w:t xml:space="preserve">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نکلنے سے ک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وں</w:t>
      </w:r>
      <w:r w:rsidRPr="00F96A4F">
        <w:rPr>
          <w:rtl/>
        </w:rPr>
        <w:t xml:space="preserve"> گر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ز</w:t>
      </w:r>
      <w:r w:rsidRPr="00F96A4F">
        <w:rPr>
          <w:rtl/>
        </w:rPr>
        <w:t xml:space="preserve"> ک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>
        <w:rPr>
          <w:rtl/>
        </w:rPr>
        <w:t xml:space="preserve"> </w:t>
      </w:r>
      <w:r w:rsidRPr="00F96A4F">
        <w:rPr>
          <w:rFonts w:hint="eastAsia"/>
          <w:rtl/>
        </w:rPr>
        <w:t>چنانچہ</w:t>
      </w:r>
      <w:r w:rsidRPr="00F96A4F">
        <w:rPr>
          <w:rtl/>
        </w:rPr>
        <w:t xml:space="preserve"> انہوں نے محسوس ک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اس گناہ سے اپنے دامن کو پاک کرنے کا ا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ہ</w:t>
      </w:r>
      <w:r w:rsidRPr="00F96A4F">
        <w:rPr>
          <w:rFonts w:hint="cs"/>
          <w:rtl/>
        </w:rPr>
        <w:t>ی</w:t>
      </w:r>
      <w:r>
        <w:rPr>
          <w:rtl/>
        </w:rPr>
        <w:t xml:space="preserve"> </w:t>
      </w:r>
      <w:r w:rsidRPr="00F96A4F">
        <w:rPr>
          <w:rFonts w:hint="eastAsia"/>
          <w:rtl/>
        </w:rPr>
        <w:t>طر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قہ</w:t>
      </w:r>
      <w:r w:rsidRPr="00F96A4F">
        <w:rPr>
          <w:rtl/>
        </w:rPr>
        <w:t xml:space="preserve"> ہے کہ امام کے دشمنوں او ر قاتلوں سے حضرت کے خون کا انتقام ل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جائے ،</w:t>
      </w:r>
      <w:r>
        <w:rPr>
          <w:rtl/>
        </w:rPr>
        <w:t xml:space="preserve"> </w:t>
      </w:r>
      <w:r w:rsidRPr="00F96A4F">
        <w:rPr>
          <w:rFonts w:hint="eastAsia"/>
          <w:rtl/>
        </w:rPr>
        <w:t>لہٰذا</w:t>
      </w:r>
      <w:r w:rsidRPr="00F96A4F">
        <w:rPr>
          <w:rtl/>
        </w:rPr>
        <w:t xml:space="preserve"> وہ لوگ کوفہ آئے اور اکابر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ش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عہ</w:t>
      </w:r>
      <w:r w:rsidRPr="00F96A4F">
        <w:rPr>
          <w:rtl/>
        </w:rPr>
        <w:t xml:space="preserve">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سے پانچ افراد کو جمع کرکے ان سے</w:t>
      </w:r>
      <w:r>
        <w:rPr>
          <w:rtl/>
        </w:rPr>
        <w:t xml:space="preserve"> </w:t>
      </w:r>
      <w:r w:rsidRPr="00F96A4F">
        <w:rPr>
          <w:rFonts w:hint="eastAsia"/>
          <w:rtl/>
        </w:rPr>
        <w:t>اس</w:t>
      </w:r>
      <w:r w:rsidRPr="00F96A4F">
        <w:rPr>
          <w:rtl/>
        </w:rPr>
        <w:t xml:space="preserve"> سلسلہ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گفتگو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اور نت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جہ</w:t>
      </w:r>
      <w:r w:rsidRPr="00F96A4F">
        <w:rPr>
          <w:rtl/>
        </w:rPr>
        <w:t xml:space="preserve"> کے طور پر سل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مان</w:t>
      </w:r>
      <w:r w:rsidRPr="00F96A4F">
        <w:rPr>
          <w:rtl/>
        </w:rPr>
        <w:t xml:space="preserve"> بن صرد خزاع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ق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ادت</w:t>
      </w:r>
      <w:r>
        <w:rPr>
          <w:rtl/>
        </w:rPr>
        <w:t xml:space="preserve"> </w:t>
      </w:r>
      <w:r w:rsidRPr="00F96A4F">
        <w:rPr>
          <w:rFonts w:hint="eastAsia"/>
          <w:rtl/>
        </w:rPr>
        <w:t>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کہلے طور پر مسلحانہ تحر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کا آغاز کر د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</w:t>
      </w:r>
      <w:r>
        <w:rPr>
          <w:rtl/>
        </w:rPr>
        <w:t>۔</w:t>
      </w:r>
    </w:p>
    <w:p w:rsidR="00582A21" w:rsidRDefault="00582A21" w:rsidP="00582A21">
      <w:pPr>
        <w:pStyle w:val="libFootnote0"/>
        <w:rPr>
          <w:rtl/>
        </w:rPr>
      </w:pPr>
      <w:r>
        <w:rPr>
          <w:rtl/>
        </w:rPr>
        <w:t xml:space="preserve"> </w:t>
      </w:r>
      <w:r w:rsidRPr="00F96A4F">
        <w:rPr>
          <w:rFonts w:hint="eastAsia"/>
          <w:rtl/>
        </w:rPr>
        <w:t>شب</w:t>
      </w:r>
      <w:r w:rsidRPr="00F96A4F">
        <w:rPr>
          <w:rtl/>
        </w:rPr>
        <w:t xml:space="preserve"> جمعہ </w:t>
      </w:r>
      <w:r w:rsidR="00AD79D1" w:rsidRPr="00AD79D1">
        <w:rPr>
          <w:rFonts w:hint="cs"/>
          <w:rtl/>
        </w:rPr>
        <w:t>2</w:t>
      </w:r>
      <w:r w:rsidR="00BD6259" w:rsidRPr="00BD6259">
        <w:rPr>
          <w:rtl/>
          <w:lang w:bidi="fa-IR"/>
        </w:rPr>
        <w:t>5</w:t>
      </w:r>
      <w:r w:rsidRPr="00F96A4F">
        <w:rPr>
          <w:rtl/>
          <w:lang w:bidi="fa-IR"/>
        </w:rPr>
        <w:t xml:space="preserve"> / </w:t>
      </w:r>
      <w:r w:rsidRPr="00F96A4F">
        <w:rPr>
          <w:rtl/>
        </w:rPr>
        <w:t>رب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ع</w:t>
      </w:r>
      <w:r w:rsidRPr="00F96A4F">
        <w:rPr>
          <w:rtl/>
        </w:rPr>
        <w:t xml:space="preserve"> الثان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</w:t>
      </w:r>
      <w:r w:rsidR="00BD6259" w:rsidRPr="00BD6259">
        <w:rPr>
          <w:rtl/>
          <w:lang w:bidi="fa-IR"/>
        </w:rPr>
        <w:t>65</w:t>
      </w:r>
      <w:r w:rsidRPr="00F96A4F">
        <w:rPr>
          <w:rtl/>
        </w:rPr>
        <w:t xml:space="preserve"> ء </w:t>
      </w:r>
      <w:r>
        <w:rPr>
          <w:rtl/>
        </w:rPr>
        <w:t>ہج</w:t>
      </w:r>
      <w:r w:rsidRPr="00F96A4F">
        <w:rPr>
          <w:rtl/>
        </w:rPr>
        <w:t>ر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کو امام حس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عل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السلام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قبر مبارک پر</w:t>
      </w:r>
      <w:r>
        <w:rPr>
          <w:rtl/>
        </w:rPr>
        <w:t xml:space="preserve"> </w:t>
      </w:r>
      <w:r w:rsidRPr="00F96A4F">
        <w:rPr>
          <w:rFonts w:hint="eastAsia"/>
          <w:rtl/>
        </w:rPr>
        <w:t>ز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ارت</w:t>
      </w:r>
      <w:r w:rsidRPr="00F96A4F">
        <w:rPr>
          <w:rtl/>
        </w:rPr>
        <w:t xml:space="preserve"> کے لئے جمع ہوئے اس طرح فر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اد</w:t>
      </w:r>
      <w:r w:rsidRPr="00F96A4F">
        <w:rPr>
          <w:rtl/>
        </w:rPr>
        <w:t xml:space="preserve"> و گر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کرنا شروع ک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کہ آج تک اس گر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و</w:t>
      </w:r>
      <w:r>
        <w:rPr>
          <w:rtl/>
        </w:rPr>
        <w:t xml:space="preserve"> </w:t>
      </w:r>
      <w:r w:rsidRPr="00F96A4F">
        <w:rPr>
          <w:rFonts w:hint="eastAsia"/>
          <w:rtl/>
        </w:rPr>
        <w:t>زار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مثال نہ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ملت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</w:t>
      </w:r>
      <w:r>
        <w:rPr>
          <w:rtl/>
        </w:rPr>
        <w:t>۔</w:t>
      </w:r>
      <w:r w:rsidRPr="00F96A4F">
        <w:rPr>
          <w:rtl/>
        </w:rPr>
        <w:t xml:space="preserve"> اس کے بعد قبر امام کو وداع کہہ کر شام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حکومت سے</w:t>
      </w:r>
      <w:r>
        <w:rPr>
          <w:rtl/>
        </w:rPr>
        <w:t xml:space="preserve"> </w:t>
      </w:r>
      <w:r w:rsidRPr="00F96A4F">
        <w:rPr>
          <w:rFonts w:hint="eastAsia"/>
          <w:rtl/>
        </w:rPr>
        <w:t>نبرد</w:t>
      </w:r>
      <w:r w:rsidRPr="00F96A4F">
        <w:rPr>
          <w:rtl/>
        </w:rPr>
        <w:t xml:space="preserve"> آزما ئ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کے لئے شام کا رخ ک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اور </w:t>
      </w:r>
      <w:r w:rsidR="00FC70B5">
        <w:rPr>
          <w:rtl/>
        </w:rPr>
        <w:t>پھر</w:t>
      </w:r>
      <w:r w:rsidRPr="00F96A4F">
        <w:rPr>
          <w:rtl/>
        </w:rPr>
        <w:t xml:space="preserve"> لشکر بنو ام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سے جم کر جنگ ہوئ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اور</w:t>
      </w:r>
      <w:r>
        <w:rPr>
          <w:rtl/>
        </w:rPr>
        <w:t xml:space="preserve"> </w:t>
      </w:r>
      <w:r w:rsidRPr="00F96A4F">
        <w:rPr>
          <w:rFonts w:hint="eastAsia"/>
          <w:rtl/>
        </w:rPr>
        <w:t>سب</w:t>
      </w:r>
      <w:r w:rsidRPr="00F96A4F">
        <w:rPr>
          <w:rtl/>
        </w:rPr>
        <w:t xml:space="preserve"> کے سب مارے گئے </w:t>
      </w:r>
      <w:r>
        <w:rPr>
          <w:rtl/>
        </w:rPr>
        <w:t xml:space="preserve">۔ </w:t>
      </w:r>
      <w:r w:rsidRPr="00F96A4F">
        <w:rPr>
          <w:rFonts w:hint="eastAsia"/>
          <w:rtl/>
        </w:rPr>
        <w:t>تواب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تحر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کاا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دلچسپ پہلو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ہے کہ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لوگ با وجود اس کے کہ کوفہ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 w:rsidRPr="00F96A4F">
        <w:rPr>
          <w:rFonts w:hint="eastAsia"/>
          <w:rtl/>
        </w:rPr>
        <w:t>ے</w:t>
      </w:r>
      <w:r w:rsidRPr="00F96A4F">
        <w:rPr>
          <w:rtl/>
        </w:rPr>
        <w:t xml:space="preserve"> </w:t>
      </w:r>
      <w:r w:rsidR="00FC70B5">
        <w:rPr>
          <w:rtl/>
        </w:rPr>
        <w:t>پھر</w:t>
      </w:r>
      <w:r w:rsidRPr="00F96A4F">
        <w:rPr>
          <w:rtl/>
        </w:rPr>
        <w:t xml:space="preserve"> </w:t>
      </w:r>
      <w:r w:rsidR="00CE6606">
        <w:rPr>
          <w:rtl/>
        </w:rPr>
        <w:t>بھی</w:t>
      </w:r>
      <w:r w:rsidRPr="00F96A4F">
        <w:rPr>
          <w:rtl/>
        </w:rPr>
        <w:t xml:space="preserve"> شام گئے اور بر سراقتدار حکومت سے جنگ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تاکہ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ثابت کر د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>
        <w:rPr>
          <w:rtl/>
        </w:rPr>
        <w:t xml:space="preserve"> </w:t>
      </w:r>
      <w:r w:rsidRPr="00F96A4F">
        <w:rPr>
          <w:rFonts w:hint="eastAsia"/>
          <w:rtl/>
        </w:rPr>
        <w:t>کہ</w:t>
      </w:r>
      <w:r w:rsidRPr="00F96A4F">
        <w:rPr>
          <w:rtl/>
        </w:rPr>
        <w:t xml:space="preserve"> امام حس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عل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السلام کا قاتل کوئ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ا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شخص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چند اشخاص نہ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ہ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</w:t>
      </w:r>
      <w:r w:rsidR="00E72EC1" w:rsidRPr="00AD79D1">
        <w:rPr>
          <w:rtl/>
        </w:rPr>
        <w:t>بلکہ</w:t>
      </w:r>
      <w:r>
        <w:rPr>
          <w:rtl/>
        </w:rPr>
        <w:t xml:space="preserve">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حکومت ہے جس نے امام حس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عل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السلام کو شہ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د</w:t>
      </w:r>
      <w:r w:rsidRPr="00F96A4F">
        <w:rPr>
          <w:rtl/>
        </w:rPr>
        <w:t xml:space="preserve"> ک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ہے </w:t>
      </w:r>
      <w:r>
        <w:rPr>
          <w:rtl/>
        </w:rPr>
        <w:t>۔</w:t>
      </w:r>
    </w:p>
    <w:p w:rsidR="000153A6" w:rsidRDefault="000153A6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0153A6" w:rsidRDefault="000153A6" w:rsidP="000153A6">
      <w:pPr>
        <w:pStyle w:val="libNormal0"/>
        <w:rPr>
          <w:rFonts w:eastAsia="Calibri"/>
          <w:rtl/>
        </w:rPr>
      </w:pPr>
    </w:p>
    <w:p w:rsidR="00EB204C" w:rsidRDefault="00F96A4F" w:rsidP="000153A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خ</w:t>
      </w:r>
      <w:r w:rsidRPr="00F96A4F">
        <w:rPr>
          <w:rFonts w:eastAsia="Calibri"/>
          <w:rtl/>
        </w:rPr>
        <w:t xml:space="preserve"> کن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،جناب</w:t>
      </w:r>
      <w:r w:rsidRPr="00F96A4F">
        <w:rPr>
          <w:rFonts w:eastAsia="Calibri"/>
          <w:rtl/>
        </w:rPr>
        <w:t xml:space="preserve"> مختار ثقف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ابراہ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بن مالک اشتر نخع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گر</w:t>
      </w:r>
      <w:r w:rsidRPr="00F96A4F">
        <w:rPr>
          <w:rFonts w:eastAsia="Calibri"/>
          <w:rtl/>
        </w:rPr>
        <w:t xml:space="preserve"> اکابر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شہادت</w:t>
      </w:r>
      <w:r w:rsidRPr="00F96A4F">
        <w:rPr>
          <w:rFonts w:eastAsia="Calibri"/>
          <w:rtl/>
        </w:rPr>
        <w:t xml:space="preserve"> کا نت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جہ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نکلا کہ آزاد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حصول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غرض سے ہر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چاہے وہ مدن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کوفہ(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اس وقت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دونوں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عوں</w:t>
      </w:r>
      <w:r w:rsidRPr="00F96A4F">
        <w:rPr>
          <w:rFonts w:eastAsia="Calibri"/>
          <w:rtl/>
        </w:rPr>
        <w:t xml:space="preserve"> کے اہم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مراکز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( کچل کر رکہ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سے متعلق پورے عالم اسلام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عج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</w:t>
      </w:r>
      <w:r w:rsidRPr="00F96A4F">
        <w:rPr>
          <w:rFonts w:eastAsia="Calibri"/>
          <w:rtl/>
        </w:rPr>
        <w:t xml:space="preserve"> خوف و ہراس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اس کے بعد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جو لوگ ائمہ طاہر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سے </w:t>
      </w:r>
      <w:r w:rsidR="00E72EC1" w:rsidRPr="00BD6259">
        <w:rPr>
          <w:rStyle w:val="libNormalChar"/>
          <w:rFonts w:eastAsia="Calibri"/>
          <w:rtl/>
        </w:rPr>
        <w:t>وابستہ</w:t>
      </w:r>
      <w:r w:rsidRPr="00F96A4F">
        <w:rPr>
          <w:rFonts w:eastAsia="Calibri"/>
          <w:rtl/>
        </w:rPr>
        <w:t xml:space="preserve"> رہ گئے</w:t>
      </w:r>
      <w:r w:rsidR="00EB204C"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 w:hint="eastAsia"/>
          <w:rtl/>
        </w:rPr>
        <w:t>ے</w:t>
      </w:r>
      <w:r w:rsidRPr="00F96A4F">
        <w:rPr>
          <w:rFonts w:eastAsia="Calibri"/>
          <w:rtl/>
        </w:rPr>
        <w:t xml:space="preserve">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غربت و کس مپرس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بسر کر رہے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8773C6" w:rsidRDefault="008773C6" w:rsidP="00BB7236">
      <w:pPr>
        <w:pStyle w:val="libNormal0"/>
        <w:rPr>
          <w:rFonts w:eastAsia="Calibri"/>
          <w:rtl/>
        </w:rPr>
      </w:pPr>
    </w:p>
    <w:p w:rsidR="008773C6" w:rsidRDefault="00F96A4F" w:rsidP="008773C6">
      <w:pPr>
        <w:pStyle w:val="Heading1Center"/>
        <w:rPr>
          <w:rFonts w:eastAsia="Calibri"/>
          <w:rtl/>
        </w:rPr>
      </w:pPr>
      <w:bookmarkStart w:id="7" w:name="_Toc426016862"/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دور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کا موقف</w:t>
      </w:r>
      <w:bookmarkEnd w:id="7"/>
    </w:p>
    <w:p w:rsidR="00EB204C" w:rsidRDefault="00EB204C" w:rsidP="00BB7236">
      <w:pPr>
        <w:pStyle w:val="libNormal0"/>
        <w:rPr>
          <w:rFonts w:eastAsia="Calibri"/>
          <w:rtl/>
        </w:rPr>
      </w:pPr>
      <w:r w:rsidRPr="00BD6259">
        <w:rPr>
          <w:rStyle w:val="libNormalChar"/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بعض</w:t>
      </w:r>
      <w:r w:rsidR="00F96A4F" w:rsidRPr="00F96A4F">
        <w:rPr>
          <w:rFonts w:eastAsia="Calibri"/>
          <w:rtl/>
        </w:rPr>
        <w:t xml:space="preserve"> لوگ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ال</w:t>
      </w:r>
      <w:r w:rsidR="00F96A4F" w:rsidRPr="00F96A4F">
        <w:rPr>
          <w:rFonts w:eastAsia="Calibri"/>
          <w:rtl/>
        </w:rPr>
        <w:t xml:space="preserve">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اگر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بنو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کے نظام حکومت کے خلاف آواز بلند کرنا چاہتے ہوتے تو وہ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علم بغاوت بلند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کر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کم از کم ( مثال کے طور پر ) عبد اللہ بن حنظلہ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مختار ثقف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ملحق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ہو</w:t>
      </w:r>
      <w:r w:rsidR="00F96A4F" w:rsidRPr="00F96A4F">
        <w:rPr>
          <w:rFonts w:eastAsia="Calibri"/>
          <w:rtl/>
        </w:rPr>
        <w:t xml:space="preserve"> جاتے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کہ آپ (ع) ان لوگوں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رہبر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قبول کر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اور کہل کر مسلحانہ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مقابلہ</w:t>
      </w:r>
      <w:r w:rsidR="00F96A4F" w:rsidRPr="00F96A4F">
        <w:rPr>
          <w:rFonts w:eastAsia="Calibri"/>
          <w:rtl/>
        </w:rPr>
        <w:t xml:space="preserve"> کرتے </w:t>
      </w:r>
      <w:r>
        <w:rPr>
          <w:rFonts w:eastAsia="Calibri"/>
          <w:rtl/>
        </w:rPr>
        <w:t>۔</w:t>
      </w:r>
    </w:p>
    <w:p w:rsidR="008773C6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اگر اس دور کے حالات ہمارے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نظر ہوں جس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سجاد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بسر کر رہے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تو ہمارے لئے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>نا مشکل نہ ہوگا کہ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طرح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فکر ائمہ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کے مقصد سے ( جسے ہم بعد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) قطع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8773C6" w:rsidRDefault="008773C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حالات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اگر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ائمہ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ہوتا اور کہل کے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مخالف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شامل ہو جاتا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تلوار لے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سامنے آگ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ہوتا تو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طور پر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جڑ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شہ</w:t>
      </w:r>
      <w:r w:rsidR="00F96A4F" w:rsidRPr="00F96A4F">
        <w:rPr>
          <w:rFonts w:eastAsia="Calibri"/>
          <w:rtl/>
        </w:rPr>
        <w:t xml:space="preserve"> کے لئے کٹ جات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اور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آئندہ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زمانہ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مکتب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کے نشو نما اور ولا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امامت</w:t>
      </w:r>
      <w:r w:rsidRPr="00F96A4F">
        <w:rPr>
          <w:rFonts w:eastAsia="Calibri"/>
          <w:rtl/>
        </w:rPr>
        <w:t xml:space="preserve"> کے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ام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باق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نہ رہ جات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سب کچہ ختم او ر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ست</w:t>
      </w:r>
      <w:r w:rsidRPr="00F96A4F">
        <w:rPr>
          <w:rFonts w:eastAsia="Calibri"/>
          <w:rtl/>
        </w:rPr>
        <w:t xml:space="preserve"> و نابود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ہوکر</w:t>
      </w:r>
      <w:r w:rsidRPr="00F96A4F">
        <w:rPr>
          <w:rFonts w:eastAsia="Calibri"/>
          <w:rtl/>
        </w:rPr>
        <w:t xml:space="preserve"> رہ جاتا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بظاہر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وجہ نظر آت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کہ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مختار ثقف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معاملہ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ان سے کہل کر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طرح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ہم آہنگ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اعلان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کرتے اگر چہ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بعض</w:t>
      </w:r>
      <w:r w:rsidR="00F96A4F" w:rsidRPr="00F96A4F">
        <w:rPr>
          <w:rFonts w:eastAsia="Calibri"/>
          <w:rtl/>
        </w:rPr>
        <w:t xml:space="preserve">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بات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شاہد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آپ (ع) کا مختار ثقف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مخف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طور پر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رابطہ</w:t>
      </w:r>
      <w:r w:rsidR="00F96A4F" w:rsidRPr="00F96A4F">
        <w:rPr>
          <w:rFonts w:eastAsia="Calibri"/>
          <w:rtl/>
        </w:rPr>
        <w:t xml:space="preserve"> قائم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چنانچہ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کہل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قت</w:t>
      </w:r>
      <w:r w:rsidR="00F96A4F" w:rsidRPr="00F96A4F">
        <w:rPr>
          <w:rFonts w:eastAsia="Calibri"/>
          <w:rtl/>
        </w:rPr>
        <w:t xml:space="preserve"> ہے کہ امام نے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الاعلان ان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ک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طرح کا رابطہ نہ رکہا </w:t>
      </w:r>
      <w:r w:rsidR="00E72EC1" w:rsidRPr="00BD6259">
        <w:rPr>
          <w:rStyle w:val="libNormalChar"/>
          <w:rFonts w:eastAsia="Calibri"/>
          <w:rtl/>
        </w:rPr>
        <w:t>بلکہ</w:t>
      </w:r>
      <w:r w:rsidR="00F96A4F" w:rsidRPr="00F96A4F">
        <w:rPr>
          <w:rFonts w:eastAsia="Calibri"/>
          <w:rtl/>
        </w:rPr>
        <w:t xml:space="preserve"> بعض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 کہت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حضرت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عام</w:t>
      </w:r>
      <w:r w:rsidR="00F96A4F" w:rsidRPr="00F96A4F">
        <w:rPr>
          <w:rFonts w:eastAsia="Calibri"/>
          <w:rtl/>
        </w:rPr>
        <w:t xml:space="preserve"> نشستوں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مختار سے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ناراض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اظہار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کرتے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ے اور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زبالکل</w:t>
      </w:r>
      <w:r w:rsidR="00F96A4F" w:rsidRPr="00F96A4F">
        <w:rPr>
          <w:rFonts w:eastAsia="Calibri"/>
          <w:rtl/>
        </w:rPr>
        <w:t xml:space="preserve"> فطر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ظاہر ہے آپ(ع) اس سلسلہ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سے کام لے رہے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تاکہ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دشمن</w:t>
      </w:r>
      <w:r w:rsidR="00F96A4F" w:rsidRPr="00F96A4F">
        <w:rPr>
          <w:rFonts w:eastAsia="Calibri"/>
          <w:rtl/>
        </w:rPr>
        <w:t xml:space="preserve"> کو ان کے درم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رابطہ کا شک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نہ ہونے پائے </w:t>
      </w:r>
      <w:r>
        <w:rPr>
          <w:rFonts w:eastAsia="Calibri"/>
          <w:rtl/>
        </w:rPr>
        <w:t>۔</w:t>
      </w:r>
    </w:p>
    <w:p w:rsidR="008773C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اگر</w:t>
      </w:r>
      <w:r w:rsidR="00F96A4F" w:rsidRPr="00F96A4F">
        <w:rPr>
          <w:rFonts w:eastAsia="Calibri"/>
          <w:rtl/>
        </w:rPr>
        <w:t xml:space="preserve"> مختار کو کام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ہو جات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تو حکومت اہلب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(ع)کے سپرد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کن</w:t>
      </w:r>
      <w:r w:rsidR="00F96A4F" w:rsidRPr="00F96A4F">
        <w:rPr>
          <w:rFonts w:eastAsia="Calibri"/>
          <w:rtl/>
        </w:rPr>
        <w:t xml:space="preserve"> شکست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صورت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کہ ہوا </w:t>
      </w:r>
      <w:r>
        <w:rPr>
          <w:rFonts w:eastAsia="Calibri"/>
          <w:rtl/>
        </w:rPr>
        <w:t>۔</w:t>
      </w:r>
    </w:p>
    <w:p w:rsidR="008773C6" w:rsidRDefault="008773C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اور مختار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رابطہ کا علم ہو جانے کے بعد خود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اور آپ کے دوستوں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ہمنواؤں کو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سخت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مت</w:t>
      </w:r>
      <w:r w:rsidRPr="00F96A4F">
        <w:rPr>
          <w:rFonts w:eastAsia="Calibri"/>
          <w:rtl/>
        </w:rPr>
        <w:t xml:space="preserve"> چکان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پڑت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شا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کا قلع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قمع</w:t>
      </w:r>
      <w:r w:rsidRPr="00F96A4F">
        <w:rPr>
          <w:rFonts w:eastAsia="Calibri"/>
          <w:rtl/>
        </w:rPr>
        <w:t xml:space="preserve"> ہو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ہوتا لہٰذا حضرت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ان سے کہل کر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کا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رابطہ</w:t>
      </w:r>
      <w:r w:rsidRPr="00F96A4F">
        <w:rPr>
          <w:rFonts w:eastAsia="Calibri"/>
          <w:rtl/>
        </w:rPr>
        <w:t xml:space="preserve"> بر قرار کرنا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اپنے موقف کے لئے مف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8773C6">
        <w:rPr>
          <w:rFonts w:eastAsia="Calibri"/>
          <w:rtl/>
        </w:rPr>
        <w:t>سمجھت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ہے جس وقت حرہ کے موقع پر مسلم ابن عقبہ مد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نہ</w:t>
      </w:r>
      <w:r w:rsidR="00F96A4F" w:rsidRPr="00F96A4F">
        <w:rPr>
          <w:rFonts w:eastAsia="Calibri"/>
          <w:rtl/>
        </w:rPr>
        <w:t xml:space="preserve"> منورہ پہنچ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رہا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 شک نہ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کہ سب سے پہل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شخص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جو اس کے ظلم و جور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نشانہ</w:t>
      </w:r>
      <w:r w:rsidR="00F96A4F" w:rsidRPr="00F96A4F">
        <w:rPr>
          <w:rFonts w:eastAsia="Calibri"/>
          <w:rtl/>
        </w:rPr>
        <w:t xml:space="preserve"> بنے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وہ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ذات مبارک ہے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کن</w:t>
      </w:r>
      <w:r w:rsidR="00F96A4F" w:rsidRPr="00F96A4F">
        <w:rPr>
          <w:rFonts w:eastAsia="Calibri"/>
          <w:rtl/>
        </w:rPr>
        <w:t xml:space="preserve"> حضرت (ع)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نے</w:t>
      </w:r>
      <w:r w:rsidR="00F96A4F" w:rsidRPr="00F96A4F">
        <w:rPr>
          <w:rFonts w:eastAsia="Calibri"/>
          <w:rtl/>
        </w:rPr>
        <w:t xml:space="preserve">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تدب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و فراست سے کام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ہوئے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مانہ</w:t>
      </w:r>
      <w:r w:rsidR="00F96A4F" w:rsidRPr="00F96A4F">
        <w:rPr>
          <w:rFonts w:eastAsia="Calibri"/>
          <w:rtl/>
        </w:rPr>
        <w:t xml:space="preserve"> روش اخت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بلا</w:t>
      </w:r>
      <w:r w:rsidR="00F96A4F" w:rsidRPr="00F96A4F">
        <w:rPr>
          <w:rFonts w:eastAsia="Calibri"/>
          <w:rtl/>
        </w:rPr>
        <w:t xml:space="preserve"> آپ (ع (سے دور ہو گئ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چنانچہ امام (ع) کا وجود باق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رہا اور اس طرح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اصل</w:t>
      </w:r>
      <w:r w:rsidR="00F96A4F" w:rsidRPr="00F96A4F">
        <w:rPr>
          <w:rFonts w:eastAsia="Calibri"/>
          <w:rtl/>
        </w:rPr>
        <w:t xml:space="preserve"> محور اپنے مقام پر محفوظ رہ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C70B5">
        <w:rPr>
          <w:rFonts w:eastAsia="Calibri" w:hint="eastAsia"/>
          <w:rtl/>
        </w:rPr>
        <w:t>البتہ</w:t>
      </w:r>
      <w:r w:rsidR="00F96A4F" w:rsidRPr="00F96A4F">
        <w:rPr>
          <w:rFonts w:eastAsia="Calibri"/>
          <w:rtl/>
        </w:rPr>
        <w:t xml:space="preserve"> وہ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جو بعض کتب منجملہ ان کے خود بحار الانوار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نقل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نے مسلم بن عقبہ کے سامنے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حقارت 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عاجز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اظہار فرما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ا،</w:t>
      </w:r>
      <w:r w:rsidR="00F96A4F" w:rsidRPr="00F96A4F">
        <w:rPr>
          <w:rFonts w:eastAsia="Calibri"/>
          <w:rtl/>
        </w:rPr>
        <w:t xml:space="preserve"> اس کو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صورت قبول کرنے پر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ہوں</w:t>
      </w:r>
      <w:r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 w:hint="eastAsia"/>
          <w:rtl/>
        </w:rPr>
        <w:t>بلکہ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نظر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قطع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امام (ع) پر جہوٹ اور افترا باندہا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کہ: </w:t>
      </w:r>
      <w:r>
        <w:rPr>
          <w:rFonts w:eastAsia="Calibri"/>
          <w:rtl/>
        </w:rPr>
        <w:t>۔</w:t>
      </w:r>
      <w:r w:rsidR="008773C6">
        <w:rPr>
          <w:rFonts w:eastAsia="Calibri" w:hint="cs"/>
          <w:rtl/>
        </w:rPr>
        <w:t xml:space="preserve"> </w:t>
      </w:r>
    </w:p>
    <w:p w:rsidR="008773C6" w:rsidRDefault="008773C6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773C6" w:rsidRPr="008773C6" w:rsidRDefault="008773C6" w:rsidP="008773C6">
      <w:pPr>
        <w:pStyle w:val="libNormal"/>
        <w:rPr>
          <w:rFonts w:eastAsia="Calibri"/>
          <w:rtl/>
        </w:rPr>
      </w:pPr>
    </w:p>
    <w:p w:rsidR="00EB204C" w:rsidRDefault="00EB204C" w:rsidP="008773C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اولاً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کہ ان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ںسے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اسناد پر من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ہوت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8773C6" w:rsidRPr="008773C6" w:rsidRDefault="008773C6" w:rsidP="008773C6">
      <w:pPr>
        <w:pStyle w:val="libNormal"/>
        <w:rPr>
          <w:rFonts w:eastAsia="Calibri"/>
          <w:rtl/>
        </w:rPr>
      </w:pPr>
    </w:p>
    <w:p w:rsidR="00EB204C" w:rsidRDefault="00EB204C" w:rsidP="008773C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ثان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اً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کہ ان کے بالمقابل دوسر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موجود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جو مضمون کے اعتبار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ان کا جہو</w:t>
      </w:r>
      <w:r w:rsidR="00F96A4F" w:rsidRPr="00F96A4F">
        <w:rPr>
          <w:rFonts w:eastAsia="Calibri" w:hint="cs"/>
          <w:rtl/>
        </w:rPr>
        <w:t>ڻ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ہونا ثابت کرت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اور مسلم بن عقبہ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ملاقات کے ذ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متعدد</w:t>
      </w:r>
      <w:r w:rsidR="00F96A4F" w:rsidRPr="00F96A4F">
        <w:rPr>
          <w:rFonts w:eastAsia="Calibri"/>
          <w:rtl/>
        </w:rPr>
        <w:t xml:space="preserve">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ملت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ان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سے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دوسرے سے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کہات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کن</w:t>
      </w:r>
      <w:r w:rsidR="00F96A4F" w:rsidRPr="00F96A4F">
        <w:rPr>
          <w:rFonts w:eastAsia="Calibri"/>
          <w:rtl/>
        </w:rPr>
        <w:t xml:space="preserve"> چوں کہ ان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سے بعض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ائمہ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شخص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اور ان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کردار</w:t>
      </w:r>
      <w:r w:rsidR="00F96A4F" w:rsidRPr="00F96A4F">
        <w:rPr>
          <w:rFonts w:eastAsia="Calibri"/>
          <w:rtl/>
        </w:rPr>
        <w:t xml:space="preserve"> سے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ادہ</w:t>
      </w:r>
      <w:r w:rsidR="00F96A4F" w:rsidRPr="00F96A4F">
        <w:rPr>
          <w:rFonts w:eastAsia="Calibri"/>
          <w:rtl/>
        </w:rPr>
        <w:t xml:space="preserve"> 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لہٰذا ہم ان کو قبول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طب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طور پر قبول کرتے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ان کے بالمقابل بہت 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دوسر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خود بخود غلط قرار پاجات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رے</w:t>
      </w:r>
      <w:r w:rsidR="00F96A4F" w:rsidRPr="00F96A4F">
        <w:rPr>
          <w:rFonts w:eastAsia="Calibri"/>
          <w:rtl/>
        </w:rPr>
        <w:t xml:space="preserve"> نزد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ان کے غلط ہونے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شک و شبہ باق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رہتا </w:t>
      </w:r>
      <w:r>
        <w:rPr>
          <w:rFonts w:eastAsia="Calibri"/>
          <w:rtl/>
        </w:rPr>
        <w:t>۔</w:t>
      </w:r>
    </w:p>
    <w:p w:rsidR="008773C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بہر</w:t>
      </w:r>
      <w:r w:rsidR="00F96A4F" w:rsidRPr="00F96A4F">
        <w:rPr>
          <w:rFonts w:eastAsia="Calibri"/>
          <w:rtl/>
        </w:rPr>
        <w:t xml:space="preserve"> حال وہ اعمال جو بعض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توں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کئے گئے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بع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کن</w:t>
      </w:r>
      <w:r w:rsidR="00F96A4F" w:rsidRPr="00F96A4F">
        <w:rPr>
          <w:rFonts w:eastAsia="Calibri"/>
          <w:rtl/>
        </w:rPr>
        <w:t xml:space="preserve"> اس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شک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حضرت (ع) نے مسلم بن عقبہ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مقابلہ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معاندانہ رو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کا اظہار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ہونے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کہ اگر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طر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قہ</w:t>
      </w:r>
      <w:r w:rsidR="00F96A4F" w:rsidRPr="00F96A4F">
        <w:rPr>
          <w:rFonts w:eastAsia="Calibri"/>
          <w:rtl/>
        </w:rPr>
        <w:t xml:space="preserve"> کا ر آپ (ع) اپناتے تو قتل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ئے</w:t>
      </w:r>
      <w:r w:rsidR="00F96A4F" w:rsidRPr="00F96A4F">
        <w:rPr>
          <w:rFonts w:eastAsia="Calibri"/>
          <w:rtl/>
        </w:rPr>
        <w:t xml:space="preserve"> جاتے اور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امام حس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اس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کے حق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ناقابل تلاف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نقصان ثابت ہو سکت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جس کو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زندہ</w:t>
      </w:r>
      <w:r w:rsidR="00F96A4F" w:rsidRPr="00F96A4F">
        <w:rPr>
          <w:rFonts w:eastAsia="Calibri"/>
          <w:rtl/>
        </w:rPr>
        <w:t xml:space="preserve"> رکہنا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سامنے سب سے بڑا مسئلہ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لہٰذا ضرور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کہ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زندہ رہ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طرح ج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کہ امام جعفر صادق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سے منقول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کہا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8773C6" w:rsidRDefault="008773C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</w:t>
      </w:r>
      <w:r w:rsidR="008773C6">
        <w:rPr>
          <w:rFonts w:eastAsia="Calibri"/>
          <w:rtl/>
        </w:rPr>
        <w:t xml:space="preserve">رفتہ </w:t>
      </w:r>
      <w:r w:rsidRPr="00F96A4F">
        <w:rPr>
          <w:rFonts w:eastAsia="Calibri"/>
          <w:rtl/>
        </w:rPr>
        <w:t xml:space="preserve"> </w:t>
      </w:r>
      <w:r w:rsidR="008773C6">
        <w:rPr>
          <w:rFonts w:eastAsia="Calibri"/>
          <w:rtl/>
        </w:rPr>
        <w:t xml:space="preserve">رفتہ </w:t>
      </w:r>
      <w:r w:rsidRPr="00F96A4F">
        <w:rPr>
          <w:rFonts w:eastAsia="Calibri"/>
          <w:rtl/>
        </w:rPr>
        <w:t xml:space="preserve"> لوگ آپ (ع) سے ملحق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ہوتے</w:t>
      </w:r>
      <w:r w:rsidRPr="00F96A4F">
        <w:rPr>
          <w:rFonts w:eastAsia="Calibri"/>
          <w:rtl/>
        </w:rPr>
        <w:t xml:space="preserve"> رہ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تعداد </w:t>
      </w:r>
      <w:r w:rsidR="00CE6606">
        <w:rPr>
          <w:rFonts w:eastAsia="Calibri"/>
          <w:rtl/>
        </w:rPr>
        <w:t>بڑھ</w:t>
      </w:r>
      <w:r w:rsidRPr="00F96A4F">
        <w:rPr>
          <w:rFonts w:eastAsia="Calibri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رہے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در اصل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کا کام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سخت اور نا مساعد حالات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شروع ہوتا ہے جس کا جار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رکہنا عام افراد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لئے تقر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با</w:t>
      </w:r>
      <w:r w:rsidRPr="00F96A4F">
        <w:rPr>
          <w:rFonts w:eastAsia="Calibri"/>
          <w:rtl/>
        </w:rPr>
        <w:t xml:space="preserve"> ناممکن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</w:t>
      </w:r>
      <w:r w:rsidR="00EB204C">
        <w:rPr>
          <w:rFonts w:eastAsia="Calibri"/>
          <w:rtl/>
        </w:rPr>
        <w:t>۔</w:t>
      </w:r>
    </w:p>
    <w:p w:rsidR="00EB204C" w:rsidRDefault="00EB204C" w:rsidP="00BD6259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عبد</w:t>
      </w:r>
      <w:r w:rsidR="00F96A4F" w:rsidRPr="00F96A4F">
        <w:rPr>
          <w:rFonts w:eastAsia="Calibri"/>
          <w:rtl/>
        </w:rPr>
        <w:t xml:space="preserve"> الملک کا دور جس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حضرت (ع)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امامت کا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حصہ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با</w:t>
      </w:r>
      <w:r w:rsidR="00F96A4F" w:rsidRPr="00F96A4F"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30</w:t>
      </w:r>
      <w:r w:rsidR="00F96A4F" w:rsidRPr="00F96A4F">
        <w:rPr>
          <w:rFonts w:eastAsia="Calibri" w:hint="cs"/>
          <w:rtl/>
        </w:rPr>
        <w:t xml:space="preserve"> </w:t>
      </w:r>
      <w:r>
        <w:rPr>
          <w:rFonts w:eastAsia="Calibri" w:hint="cs"/>
          <w:rtl/>
        </w:rPr>
        <w:t>۔</w:t>
      </w:r>
    </w:p>
    <w:p w:rsidR="00EB204C" w:rsidRDefault="00F96A4F" w:rsidP="00BD6259">
      <w:pPr>
        <w:pStyle w:val="libNormal"/>
        <w:rPr>
          <w:rFonts w:eastAsia="Calibri"/>
          <w:rtl/>
        </w:rPr>
      </w:pPr>
      <w:r w:rsidRPr="00F96A4F">
        <w:rPr>
          <w:rFonts w:eastAsia="Calibri" w:hint="cs"/>
          <w:rtl/>
        </w:rPr>
        <w:t xml:space="preserve"> </w:t>
      </w:r>
      <w:r w:rsidR="00AD79D1" w:rsidRPr="00AD79D1">
        <w:rPr>
          <w:rFonts w:eastAsia="Calibri" w:hint="cs"/>
          <w:rtl/>
        </w:rPr>
        <w:t>32</w:t>
      </w:r>
      <w:r w:rsidRPr="00BD6259">
        <w:rPr>
          <w:rStyle w:val="libNormalChar"/>
          <w:rFonts w:eastAsia="Calibri" w:hint="cs"/>
          <w:rtl/>
        </w:rPr>
        <w:t xml:space="preserve"> سال گزرابڑا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دشوار دور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عبد الملک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مکمل طور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پر</w:t>
      </w:r>
      <w:r w:rsidRPr="00F96A4F">
        <w:rPr>
          <w:rFonts w:eastAsia="Calibri"/>
          <w:rtl/>
        </w:rPr>
        <w:t xml:space="preserve"> آپ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نگران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پر لگ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 نے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جاسوس مقرر کر رکہے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جو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پل حت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خانگ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خصوص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مسائل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خبر اس تک پہنچاتے رہتے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کے پاس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کن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جس کو آزاد کرنے کے بعد آپ نے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سے شاد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کرل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8773C6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خبر عبدالملک کو معلوم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تو اس نے حضرت کے نام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خط روانہ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اس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موضوع پر طنز و سرزنش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وہ اس طرح باور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کرانے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کوشش کررہا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 ہم کوآپ کے تمام امور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خبر ملت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رہت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تمام</w:t>
      </w:r>
      <w:r w:rsidRPr="00F96A4F">
        <w:rPr>
          <w:rFonts w:eastAsia="Calibri"/>
          <w:rtl/>
        </w:rPr>
        <w:t xml:space="preserve"> معاملات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خبر رکہتے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ضمن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طور پر ہم خون اور ہم قب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لہ</w:t>
      </w:r>
      <w:r w:rsidRPr="00F96A4F">
        <w:rPr>
          <w:rFonts w:eastAsia="Calibri"/>
          <w:rtl/>
        </w:rPr>
        <w:t xml:space="preserve"> ہونے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پر بحث و مناظرہ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کرنا چاہتا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</w:p>
    <w:p w:rsidR="008773C6" w:rsidRDefault="008773C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وہ خط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5901D4">
        <w:rPr>
          <w:rFonts w:eastAsia="Calibri"/>
          <w:rtl/>
        </w:rPr>
        <w:t>لکھ</w:t>
      </w:r>
      <w:r w:rsidRPr="00F96A4F">
        <w:rPr>
          <w:rFonts w:eastAsia="Calibri"/>
          <w:rtl/>
        </w:rPr>
        <w:t xml:space="preserve">تا ہے کہ آپ کا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روش کے خلاف ہے اور آپ چونکہ 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فرد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لہٰذا آپ کو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کرنا چاہئے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</w:p>
    <w:p w:rsidR="00EB204C" w:rsidRDefault="00F96A4F" w:rsidP="008773C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چنانچہ حضرت (ع) نے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 کا جواب بہت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تندو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سخت</w:t>
      </w:r>
      <w:r w:rsidRPr="00F96A4F">
        <w:rPr>
          <w:rFonts w:eastAsia="Calibri"/>
          <w:rtl/>
        </w:rPr>
        <w:t xml:space="preserve"> لب و ل</w:t>
      </w:r>
      <w:r w:rsidR="00BB7236">
        <w:rPr>
          <w:rFonts w:eastAsia="Calibri"/>
          <w:rtl/>
        </w:rPr>
        <w:t>ہج</w:t>
      </w:r>
      <w:r w:rsidRPr="00F96A4F">
        <w:rPr>
          <w:rFonts w:eastAsia="Calibri"/>
          <w:rtl/>
        </w:rPr>
        <w:t>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قابل توجہ ہے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>آپ نے اپنے خط سے عبد الملک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پر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واضح کرد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کہ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را</w:t>
      </w:r>
      <w:r w:rsidRPr="00F96A4F">
        <w:rPr>
          <w:rFonts w:eastAsia="Calibri"/>
          <w:rtl/>
        </w:rPr>
        <w:t xml:space="preserve">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دوست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دشمن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پر محمول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خط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رے</w:t>
      </w:r>
      <w:r w:rsidRPr="00F96A4F">
        <w:rPr>
          <w:rFonts w:eastAsia="Calibri"/>
          <w:rtl/>
        </w:rPr>
        <w:t xml:space="preserve"> لئے قابل قبول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واقعہ اس دور کا ہے جب حضرت (ع)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حد تک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جدو جہد کا آغاز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کرچکے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</w:p>
    <w:p w:rsidR="008773C6" w:rsidRPr="008773C6" w:rsidRDefault="008773C6" w:rsidP="008773C6">
      <w:pPr>
        <w:pStyle w:val="libNormal"/>
        <w:rPr>
          <w:rFonts w:eastAsia="Calibri"/>
          <w:rtl/>
        </w:rPr>
      </w:pPr>
    </w:p>
    <w:p w:rsidR="008773C6" w:rsidRDefault="00EB204C" w:rsidP="008773C6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bookmarkStart w:id="8" w:name="_Toc426016863"/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مقاصد</w:t>
      </w:r>
      <w:bookmarkEnd w:id="8"/>
    </w:p>
    <w:p w:rsidR="008773C6" w:rsidRPr="008773C6" w:rsidRDefault="008773C6" w:rsidP="008773C6">
      <w:pPr>
        <w:pStyle w:val="libNormal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 w:rsidRPr="00BD6259">
        <w:rPr>
          <w:rStyle w:val="libNormalChar"/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سجاد (ع) کن حالات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بات واضح ہوگئ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،تو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حالات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کا آغاز کرنا چاہتے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منزل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ائمہ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کے مقصد اور طر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قہ</w:t>
      </w:r>
      <w:r w:rsidR="00F96A4F" w:rsidRPr="00F96A4F">
        <w:rPr>
          <w:rFonts w:eastAsia="Calibri"/>
          <w:rtl/>
        </w:rPr>
        <w:t xml:space="preserve"> کار کے سلسلہ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مختصرطور پر اشارہ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کرد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ناضرور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8773C6">
        <w:rPr>
          <w:rFonts w:eastAsia="Calibri"/>
          <w:rtl/>
        </w:rPr>
        <w:t>سمجھت</w:t>
      </w:r>
      <w:r w:rsidR="00F96A4F" w:rsidRPr="00F96A4F">
        <w:rPr>
          <w:rFonts w:eastAsia="Calibri"/>
          <w:rtl/>
        </w:rPr>
        <w:t>ا ہوں اس کے بعد اس روش اور طر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قہ</w:t>
      </w:r>
      <w:r w:rsidR="00F96A4F" w:rsidRPr="00F96A4F">
        <w:rPr>
          <w:rFonts w:eastAsia="Calibri"/>
          <w:rtl/>
        </w:rPr>
        <w:t xml:space="preserve"> کار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روشن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/>
          <w:rtl/>
        </w:rPr>
        <w:t>(ع)ک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جزئ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پر روشن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ڈالنے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کوشش کرونگا </w:t>
      </w:r>
      <w:r>
        <w:rPr>
          <w:rFonts w:eastAsia="Calibri"/>
          <w:rtl/>
        </w:rPr>
        <w:t>۔</w:t>
      </w:r>
    </w:p>
    <w:p w:rsidR="008773C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شک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جناب امام سجاد (ع)کا آخر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مقصد ،اسلام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حکومت</w:t>
      </w:r>
      <w:r w:rsidR="00F96A4F" w:rsidRPr="00F96A4F">
        <w:rPr>
          <w:rFonts w:eastAsia="Calibri"/>
          <w:rtl/>
        </w:rPr>
        <w:t xml:space="preserve"> قائم کرنا ہے چنانچہ صادق آل محمد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اس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کے مطابق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،جس</w:t>
      </w:r>
      <w:r w:rsidR="00F96A4F" w:rsidRPr="00F96A4F">
        <w:rPr>
          <w:rFonts w:eastAsia="Calibri"/>
          <w:rtl/>
        </w:rPr>
        <w:t xml:space="preserve"> کا ہم پہلے ذکر کرچکے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</w:p>
    <w:p w:rsidR="008773C6" w:rsidRDefault="008773C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773C6" w:rsidRDefault="008773C6" w:rsidP="00BB7236">
      <w:pPr>
        <w:pStyle w:val="libNormal0"/>
        <w:rPr>
          <w:rFonts w:eastAsia="Calibri"/>
          <w:rtl/>
        </w:rPr>
      </w:pPr>
    </w:p>
    <w:p w:rsidR="00EB204C" w:rsidRDefault="00F96A4F" w:rsidP="00BD6259">
      <w:pPr>
        <w:pStyle w:val="libNormal"/>
        <w:rPr>
          <w:rFonts w:eastAsia="Calibri"/>
          <w:rtl/>
        </w:rPr>
      </w:pPr>
      <w:r w:rsidRPr="00F96A4F">
        <w:rPr>
          <w:rFonts w:eastAsia="Calibri"/>
          <w:rtl/>
        </w:rPr>
        <w:t>،خداوند عالم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سے </w:t>
      </w:r>
      <w:r w:rsidR="00BD6259" w:rsidRPr="00BD6259">
        <w:rPr>
          <w:rStyle w:val="libNormalChar"/>
          <w:rFonts w:eastAsia="Calibri" w:hint="cs"/>
          <w:rtl/>
        </w:rPr>
        <w:t>7</w:t>
      </w:r>
      <w:r w:rsidR="00AD79D1" w:rsidRPr="00AD79D1">
        <w:rPr>
          <w:rFonts w:eastAsia="Calibri" w:hint="cs"/>
          <w:rtl/>
        </w:rPr>
        <w:t>0</w:t>
      </w:r>
      <w:r w:rsidRPr="00BD6259">
        <w:rPr>
          <w:rFonts w:eastAsia="Calibri" w:hint="cs"/>
          <w:rtl/>
        </w:rPr>
        <w:t xml:space="preserve"> </w:t>
      </w:r>
      <w:r w:rsidR="00BB7236" w:rsidRPr="00BD6259">
        <w:rPr>
          <w:rFonts w:eastAsia="Calibri" w:hint="cs"/>
          <w:rtl/>
        </w:rPr>
        <w:t>ہج</w:t>
      </w:r>
      <w:r w:rsidRPr="00BD6259">
        <w:rPr>
          <w:rFonts w:eastAsia="Calibri" w:hint="cs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،اسلام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حکومت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/>
          <w:rtl/>
        </w:rPr>
        <w:t xml:space="preserve"> کا سال قرار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مگر </w:t>
      </w:r>
      <w:r w:rsidR="00BD6259" w:rsidRPr="00BD6259">
        <w:rPr>
          <w:rFonts w:eastAsia="Calibri"/>
          <w:rtl/>
          <w:lang w:bidi="fa-IR"/>
        </w:rPr>
        <w:t>6</w:t>
      </w:r>
      <w:r w:rsidR="00AD79D1" w:rsidRPr="00AD79D1">
        <w:rPr>
          <w:rFonts w:eastAsia="Calibri" w:hint="cs"/>
          <w:rtl/>
        </w:rPr>
        <w:t>1</w:t>
      </w:r>
      <w:r w:rsidRPr="00BD6259">
        <w:rPr>
          <w:rFonts w:eastAsia="Calibri" w:hint="cs"/>
          <w:rtl/>
        </w:rPr>
        <w:t xml:space="preserve"> ء </w:t>
      </w:r>
      <w:r w:rsidR="00BB7236" w:rsidRPr="00BD6259">
        <w:rPr>
          <w:rFonts w:eastAsia="Calibri" w:hint="cs"/>
          <w:rtl/>
        </w:rPr>
        <w:t>ہج</w:t>
      </w:r>
      <w:r w:rsidRPr="00BD6259">
        <w:rPr>
          <w:rFonts w:eastAsia="Calibri" w:hint="cs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امام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(ع)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شہادت واقع ہوگئ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جس کے نت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جہ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کام سن </w:t>
      </w:r>
      <w:r w:rsidR="00AD79D1" w:rsidRPr="00AD79D1">
        <w:rPr>
          <w:rFonts w:eastAsia="Calibri" w:hint="cs"/>
          <w:rtl/>
        </w:rPr>
        <w:t>1</w:t>
      </w:r>
      <w:r w:rsidR="00BD6259" w:rsidRPr="00BD6259">
        <w:rPr>
          <w:rFonts w:eastAsia="Calibri"/>
          <w:rtl/>
          <w:lang w:bidi="fa-IR"/>
        </w:rPr>
        <w:t>4</w:t>
      </w:r>
      <w:r w:rsidR="00BD6259" w:rsidRPr="00BD6259">
        <w:rPr>
          <w:rStyle w:val="libNormalChar"/>
          <w:rFonts w:eastAsia="Calibri" w:hint="cs"/>
          <w:rtl/>
        </w:rPr>
        <w:t>7</w:t>
      </w:r>
      <w:r w:rsidRPr="00F96A4F">
        <w:rPr>
          <w:rFonts w:eastAsia="Calibri" w:hint="cs"/>
          <w:rtl/>
        </w:rPr>
        <w:t xml:space="preserve"> </w:t>
      </w:r>
      <w:r w:rsidR="00EB204C">
        <w:rPr>
          <w:rFonts w:eastAsia="Calibri" w:hint="cs"/>
          <w:rtl/>
        </w:rPr>
        <w:t>۔</w:t>
      </w:r>
    </w:p>
    <w:p w:rsidR="00EB204C" w:rsidRDefault="00F96A4F" w:rsidP="00BD6259">
      <w:pPr>
        <w:pStyle w:val="libNormal"/>
        <w:rPr>
          <w:rFonts w:eastAsia="Calibri"/>
          <w:rtl/>
        </w:rPr>
      </w:pPr>
      <w:r w:rsidRPr="00F96A4F">
        <w:rPr>
          <w:rFonts w:eastAsia="Calibri" w:hint="cs"/>
          <w:rtl/>
        </w:rPr>
        <w:t xml:space="preserve"> </w:t>
      </w:r>
      <w:r w:rsidR="00AD79D1" w:rsidRPr="00AD79D1">
        <w:rPr>
          <w:rFonts w:eastAsia="Calibri" w:hint="cs"/>
          <w:rtl/>
        </w:rPr>
        <w:t>1</w:t>
      </w:r>
      <w:r w:rsidR="00BD6259" w:rsidRPr="00BD6259">
        <w:rPr>
          <w:rFonts w:eastAsia="Calibri"/>
          <w:rtl/>
          <w:lang w:bidi="fa-IR"/>
        </w:rPr>
        <w:t>4</w:t>
      </w:r>
      <w:r w:rsidR="00AD79D1" w:rsidRPr="00AD79D1">
        <w:rPr>
          <w:rFonts w:eastAsia="Calibri" w:hint="cs"/>
          <w:rtl/>
        </w:rPr>
        <w:t>8</w:t>
      </w:r>
      <w:r w:rsidRPr="00BD6259">
        <w:rPr>
          <w:rStyle w:val="libNormalChar"/>
          <w:rFonts w:eastAsia="Calibri" w:hint="cs"/>
          <w:rtl/>
        </w:rPr>
        <w:t xml:space="preserve"> تک کے لئے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موقوف</w:t>
      </w:r>
      <w:r w:rsidRPr="00F96A4F">
        <w:rPr>
          <w:rFonts w:eastAsia="Calibri"/>
          <w:rtl/>
        </w:rPr>
        <w:t xml:space="preserve"> کرد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کامل طور پر اس بات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نشان دہ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کرت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کہ جناب امام سجاد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/>
          <w:rtl/>
        </w:rPr>
        <w:t>(ع) 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گر</w:t>
      </w:r>
      <w:r w:rsidR="00F96A4F" w:rsidRPr="00F96A4F">
        <w:rPr>
          <w:rFonts w:eastAsia="Calibri"/>
          <w:rtl/>
        </w:rPr>
        <w:t xml:space="preserve"> تمام ائمہ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کا آخر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مقصد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حکومت قائم کرنا ہ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رہا</w:t>
      </w:r>
      <w:r w:rsidR="00F96A4F" w:rsidRPr="00F96A4F">
        <w:rPr>
          <w:rFonts w:eastAsia="Calibri"/>
          <w:rtl/>
        </w:rPr>
        <w:t xml:space="preserve"> ہے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کن</w:t>
      </w:r>
      <w:r w:rsidR="00F96A4F" w:rsidRPr="00F96A4F">
        <w:rPr>
          <w:rFonts w:eastAsia="Calibri"/>
          <w:rtl/>
        </w:rPr>
        <w:t xml:space="preserve"> سوال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ہوتا ہے کہ آخر ان حالات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حکومت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کس طرح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قائم</w:t>
      </w:r>
      <w:r w:rsidR="00F96A4F" w:rsidRPr="00F96A4F">
        <w:rPr>
          <w:rFonts w:eastAsia="Calibri"/>
          <w:rtl/>
        </w:rPr>
        <w:t xml:space="preserve"> ہو سکت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 کے لئے چند 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بہت ضرور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  <w:r w:rsidR="008773C6">
        <w:rPr>
          <w:rFonts w:eastAsia="Calibri" w:hint="cs"/>
          <w:rtl/>
        </w:rPr>
        <w:t xml:space="preserve"> </w:t>
      </w:r>
    </w:p>
    <w:p w:rsidR="008773C6" w:rsidRPr="008773C6" w:rsidRDefault="008773C6" w:rsidP="008773C6">
      <w:pPr>
        <w:pStyle w:val="libNormal"/>
        <w:rPr>
          <w:rFonts w:eastAsia="Calibri"/>
          <w:rtl/>
        </w:rPr>
      </w:pPr>
    </w:p>
    <w:p w:rsidR="00EB204C" w:rsidRPr="00BD6259" w:rsidRDefault="00EB204C" w:rsidP="008773C6">
      <w:pPr>
        <w:pStyle w:val="libNormal0"/>
        <w:rPr>
          <w:rStyle w:val="libNormalChar"/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1</w:t>
      </w:r>
      <w:r w:rsidRPr="00BD6259">
        <w:rPr>
          <w:rStyle w:val="libNormalChar"/>
          <w:rFonts w:eastAsia="Calibri" w:hint="cs"/>
          <w:rtl/>
        </w:rPr>
        <w:t>۔</w:t>
      </w:r>
      <w:r w:rsidR="00F96A4F" w:rsidRPr="00BD6259">
        <w:rPr>
          <w:rStyle w:val="libNormalChar"/>
          <w:rFonts w:eastAsia="Calibri" w:hint="cs"/>
          <w:rtl/>
        </w:rPr>
        <w:t xml:space="preserve">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طرز فکر ، جو واقع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طور پر ائمہ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کے پاس</w:t>
      </w:r>
      <w:r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مدون و مرتب ہو اور درس و تبل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</w:t>
      </w:r>
      <w:r w:rsidRPr="00F96A4F">
        <w:rPr>
          <w:rFonts w:eastAsia="Calibri"/>
          <w:rtl/>
        </w:rPr>
        <w:t xml:space="preserve"> کے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عام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جائے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طرز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فکر</w:t>
      </w:r>
      <w:r w:rsidRPr="00F96A4F">
        <w:rPr>
          <w:rFonts w:eastAsia="Calibri"/>
          <w:rtl/>
        </w:rPr>
        <w:t xml:space="preserve"> ہے جس کو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و اساس قرار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 سکتا ہے </w:t>
      </w:r>
      <w:r w:rsidR="00EB204C">
        <w:rPr>
          <w:rFonts w:eastAsia="Calibri"/>
          <w:rtl/>
        </w:rPr>
        <w:t>۔</w:t>
      </w:r>
    </w:p>
    <w:p w:rsidR="008773C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حق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قت</w:t>
      </w:r>
      <w:r w:rsidR="00F96A4F" w:rsidRPr="00F96A4F">
        <w:rPr>
          <w:rFonts w:eastAsia="Calibri"/>
          <w:rtl/>
        </w:rPr>
        <w:t xml:space="preserve"> کے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نظر کہ مسلسل طور پر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لمبے عرصے تک اسلام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معاشرہ</w:t>
      </w:r>
      <w:r w:rsidR="00F96A4F" w:rsidRPr="00F96A4F">
        <w:rPr>
          <w:rFonts w:eastAsia="Calibri"/>
          <w:rtl/>
        </w:rPr>
        <w:t xml:space="preserve">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طرز فکر سے دور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کئے رہا بہلا کس طرح ممکن ہو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سکتا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کہ لوگوں کے ذہنوں پر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افکار کا نقش قائم کئے بغ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نظر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پر مبن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حکومت قائم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جائے جب کہ ا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حکومت کے حق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احکام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تدو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و ترت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باقاعدہ عمل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نہ آسک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ہو</w:t>
      </w:r>
      <w:r>
        <w:rPr>
          <w:rFonts w:eastAsia="Calibri"/>
          <w:rtl/>
        </w:rPr>
        <w:t>۔</w:t>
      </w:r>
    </w:p>
    <w:p w:rsidR="008773C6" w:rsidRDefault="008773C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کا عظ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کارنامہ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کہ آپ (ع) نے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اسلام</w:t>
      </w:r>
      <w:r w:rsidR="00F96A4F" w:rsidRPr="00F96A4F">
        <w:rPr>
          <w:rFonts w:eastAsia="Calibri"/>
          <w:rtl/>
        </w:rPr>
        <w:t xml:space="preserve"> کے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افکار و نظر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توح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، نبوت،انسان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معنو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، خدا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بندہ</w:t>
      </w:r>
      <w:r w:rsidR="00F96A4F" w:rsidRPr="00F96A4F">
        <w:rPr>
          <w:rFonts w:eastAsia="Calibri"/>
          <w:rtl/>
        </w:rPr>
        <w:t xml:space="preserve"> کے درم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رابط 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گر</w:t>
      </w:r>
      <w:r w:rsidR="00F96A4F" w:rsidRPr="00F96A4F">
        <w:rPr>
          <w:rFonts w:eastAsia="Calibri"/>
          <w:rtl/>
        </w:rPr>
        <w:t xml:space="preserve"> اہم موضوعات کو مدون و مرتب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چنانچہ زبور آل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محمد</w:t>
      </w:r>
      <w:r w:rsidR="00F96A4F" w:rsidRPr="00F96A4F">
        <w:rPr>
          <w:rFonts w:eastAsia="Calibri"/>
          <w:rtl/>
        </w:rPr>
        <w:t xml:space="preserve"> (ص)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فہ</w:t>
      </w:r>
      <w:r w:rsidR="00F96A4F" w:rsidRPr="00F96A4F">
        <w:rPr>
          <w:rFonts w:eastAsia="Calibri"/>
          <w:rtl/>
        </w:rPr>
        <w:t xml:space="preserve"> سجاد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اہم 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خصوص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اگرآپ 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سجاد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کا مطالعہ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اس کے بعد اس زمانے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عام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فکر کا جائزہ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تو آپ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کہ دونوں کے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کتنا عم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/>
          <w:rtl/>
        </w:rPr>
        <w:t xml:space="preserve"> فاصلہ نظر آتا ہے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جس وقت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پورا</w:t>
      </w:r>
      <w:r w:rsidRPr="00F96A4F">
        <w:rPr>
          <w:rFonts w:eastAsia="Calibri"/>
          <w:rtl/>
        </w:rPr>
        <w:t xml:space="preserve"> عالم اسلام ماد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گرفتار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ضرور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و خواہشات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سر</w:t>
      </w:r>
      <w:r w:rsidRPr="00F96A4F">
        <w:rPr>
          <w:rFonts w:eastAsia="Calibri"/>
          <w:rtl/>
        </w:rPr>
        <w:t xml:space="preserve"> گردان و منہمک ہے ، خل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فہ</w:t>
      </w:r>
      <w:r w:rsidRPr="00F96A4F">
        <w:rPr>
          <w:rFonts w:eastAsia="Calibri"/>
          <w:rtl/>
        </w:rPr>
        <w:t xml:space="preserve"> وقت ( عبد الملک بن مروان) سے لے کر اس کے ارد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گرد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ہنے</w:t>
      </w:r>
      <w:r w:rsidRPr="00F96A4F">
        <w:rPr>
          <w:rFonts w:eastAsia="Calibri"/>
          <w:rtl/>
        </w:rPr>
        <w:t xml:space="preserve"> والے علماء تک (مثال کے طور پر محمد بن شہاب زہر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دربار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علماء</w:t>
      </w:r>
      <w:r w:rsidRPr="00F96A4F">
        <w:rPr>
          <w:rFonts w:eastAsia="Calibri"/>
          <w:rtl/>
        </w:rPr>
        <w:t xml:space="preserve"> ، جن کا کا ذکر عنقر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</w:t>
      </w:r>
      <w:r w:rsidRPr="00F96A4F">
        <w:rPr>
          <w:rFonts w:eastAsia="Calibri"/>
          <w:rtl/>
        </w:rPr>
        <w:t xml:space="preserve"> آئے گا) سب کے سب مفاد پرست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 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طلب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غرق</w:t>
      </w:r>
      <w:r w:rsidRPr="00F96A4F">
        <w:rPr>
          <w:rFonts w:eastAsia="Calibri"/>
          <w:rtl/>
        </w:rPr>
        <w:t xml:space="preserve"> نظر آتے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لوگوں کو خطاب کرتے ہوئے ان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کو للکارتے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>: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”اولا</w:t>
      </w:r>
      <w:r w:rsidRPr="00F96A4F">
        <w:rPr>
          <w:rFonts w:eastAsia="Calibri"/>
          <w:rtl/>
        </w:rPr>
        <w:t xml:space="preserve"> 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دع</w:t>
      </w:r>
      <w:r w:rsidRPr="00F96A4F">
        <w:rPr>
          <w:rFonts w:eastAsia="Calibri"/>
          <w:rtl/>
        </w:rPr>
        <w:t xml:space="preserve"> ہذہ للماظة لا ہلہا“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(تم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>)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آزاد مرد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جو اس در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دہ</w:t>
      </w:r>
      <w:r w:rsidRPr="00F96A4F">
        <w:rPr>
          <w:rFonts w:eastAsia="Calibri"/>
          <w:rtl/>
        </w:rPr>
        <w:t xml:space="preserve"> دہن 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ص</w:t>
      </w:r>
      <w:r w:rsidRPr="00F96A4F">
        <w:rPr>
          <w:rFonts w:eastAsia="Calibri"/>
          <w:rtl/>
        </w:rPr>
        <w:t xml:space="preserve"> کتے کا بچا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کہچا</w:t>
      </w:r>
      <w:r w:rsidRPr="00F96A4F">
        <w:rPr>
          <w:rFonts w:eastAsia="Calibri"/>
          <w:rtl/>
        </w:rPr>
        <w:t xml:space="preserve"> اس کے اہل کے لئے چہوڑ دے </w:t>
      </w:r>
      <w:r w:rsidR="00EB204C">
        <w:rPr>
          <w:rFonts w:eastAsia="Calibri"/>
          <w:rtl/>
        </w:rPr>
        <w:t>۔</w:t>
      </w:r>
    </w:p>
    <w:p w:rsidR="008773C6" w:rsidRDefault="00EB204C" w:rsidP="008773C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طرز فکر سے مراد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معنو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کو اصل ہدف قرار دے کر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معنو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بلند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تک پہنچنے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جد و جہد کرنا اور انسان کا اپنے معبود 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سے عائد شدہ ذمہ دار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کے تئ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متوجہ رہنا ہے </w:t>
      </w:r>
      <w:r>
        <w:rPr>
          <w:rFonts w:eastAsia="Calibri"/>
          <w:rtl/>
        </w:rPr>
        <w:t>۔</w:t>
      </w:r>
    </w:p>
    <w:p w:rsidR="008773C6" w:rsidRDefault="008773C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8773C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جب کہ اس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بالمقابل</w:t>
      </w:r>
      <w:r w:rsidRPr="00F96A4F">
        <w:rPr>
          <w:rFonts w:eastAsia="Calibri"/>
          <w:rtl/>
        </w:rPr>
        <w:t xml:space="preserve"> وہ ماد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طرز فکر ہے جس نے اس دور کے مسلمانوں کو اپنا شکار بنا رکہا</w:t>
      </w:r>
      <w:r w:rsidR="00EB204C"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بہر</w:t>
      </w:r>
      <w:r w:rsidR="00F96A4F" w:rsidRPr="00F96A4F">
        <w:rPr>
          <w:rFonts w:eastAsia="Calibri"/>
          <w:rtl/>
        </w:rPr>
        <w:t xml:space="preserve"> حال صرف نمونہ کے طور پر ہم نے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بات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ہاںذکر</w:t>
      </w:r>
      <w:r w:rsidR="00F96A4F" w:rsidRPr="00F96A4F">
        <w:rPr>
          <w:rFonts w:eastAsia="Calibri"/>
          <w:rtl/>
        </w:rPr>
        <w:t xml:space="preserve"> کرد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ورنہ امام سجاد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نے اس طرح کے بے ان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امور انجام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ئے</w:t>
      </w:r>
      <w:r w:rsidR="00F96A4F" w:rsidRPr="00F96A4F">
        <w:rPr>
          <w:rFonts w:eastAsia="Calibri"/>
          <w:rtl/>
        </w:rPr>
        <w:t xml:space="preserve"> ہےں جس کے نت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جہ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طرز فکر اپنے اصل خد و خال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معاشرہ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باق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رہ</w:t>
      </w:r>
      <w:r w:rsidR="00F96A4F" w:rsidRPr="00F96A4F">
        <w:rPr>
          <w:rFonts w:eastAsia="Calibri"/>
          <w:rtl/>
        </w:rPr>
        <w:t xml:space="preserve"> جائے اور اس کو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کا اول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کارنامہ قرار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 سکتا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ہے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8773C6" w:rsidRPr="008773C6" w:rsidRDefault="008773C6" w:rsidP="008773C6">
      <w:pPr>
        <w:pStyle w:val="libNormal"/>
        <w:rPr>
          <w:rFonts w:eastAsia="Calibri"/>
          <w:rtl/>
        </w:rPr>
      </w:pPr>
    </w:p>
    <w:p w:rsidR="00EB204C" w:rsidRPr="00BD6259" w:rsidRDefault="00EB204C" w:rsidP="008773C6">
      <w:pPr>
        <w:pStyle w:val="libNormal0"/>
        <w:rPr>
          <w:rStyle w:val="libNormalChar"/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2</w:t>
      </w:r>
      <w:r w:rsidRPr="00BD6259">
        <w:rPr>
          <w:rStyle w:val="libNormalChar"/>
          <w:rFonts w:eastAsia="Calibri" w:hint="cs"/>
          <w:rtl/>
        </w:rPr>
        <w:t>۔</w:t>
      </w:r>
      <w:r w:rsidR="00F96A4F" w:rsidRPr="00BD6259">
        <w:rPr>
          <w:rStyle w:val="libNormalChar"/>
          <w:rFonts w:eastAsia="Calibri" w:hint="cs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حکومت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تشک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کے لئے حقدار افراد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عوام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رہنمائ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کرنا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ان حالات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جب کہ دس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سال سے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 (ص)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طاہرہ</w:t>
      </w:r>
      <w:r w:rsidRPr="00F96A4F">
        <w:rPr>
          <w:rFonts w:eastAsia="Calibri"/>
          <w:rtl/>
        </w:rPr>
        <w:t xml:space="preserve"> کے خلاف پروپ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گنڈہ</w:t>
      </w:r>
      <w:r w:rsidRPr="00F96A4F">
        <w:rPr>
          <w:rFonts w:eastAsia="Calibri"/>
          <w:rtl/>
        </w:rPr>
        <w:t xml:space="preserve"> کا بازار گرم رہا ہو اور تقر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با</w:t>
      </w:r>
      <w:r w:rsidRPr="00F96A4F">
        <w:rPr>
          <w:rFonts w:eastAsia="Calibri"/>
          <w:rtl/>
        </w:rPr>
        <w:t xml:space="preserve"> پورا عالم اسلام اس شورو غوغا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لبر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ہو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 (ص)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سے منسوب کرکے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جعل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ثوں</w:t>
      </w:r>
      <w:r w:rsidRPr="00F96A4F">
        <w:rPr>
          <w:rFonts w:eastAsia="Calibri"/>
          <w:rtl/>
        </w:rPr>
        <w:t xml:space="preserve"> کا انبار لگا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ہو جو اہل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کے سو 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صد</w:t>
      </w:r>
      <w:r w:rsidRPr="00F96A4F">
        <w:rPr>
          <w:rFonts w:eastAsia="Calibri"/>
          <w:rtl/>
        </w:rPr>
        <w:t xml:space="preserve"> خلاف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ہوں</w:t>
      </w:r>
      <w:r w:rsidRPr="00F96A4F">
        <w:rPr>
          <w:rFonts w:eastAsia="Calibri"/>
          <w:rtl/>
        </w:rPr>
        <w:t xml:space="preserve"> حت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کہ بعض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ثوں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اہل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کو مورد سب ولعن قرار دے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ہو ،اور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عوام کے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اں</w:t>
      </w:r>
      <w:r w:rsidRPr="00F96A4F">
        <w:rPr>
          <w:rFonts w:eastAsia="Calibri"/>
          <w:rtl/>
        </w:rPr>
        <w:t xml:space="preserve"> نشر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ہو چک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ہوں لوگوں کو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>(ع)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/>
          <w:rtl/>
        </w:rPr>
        <w:t xml:space="preserve"> معرفت اور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معنو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اور مقام کا علم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نہ ہو </w:t>
      </w:r>
      <w:r w:rsidR="00EB204C">
        <w:rPr>
          <w:rFonts w:eastAsia="Calibri"/>
          <w:rtl/>
        </w:rPr>
        <w:t>۔</w:t>
      </w:r>
    </w:p>
    <w:p w:rsidR="008773C6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تو بہلا بتا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کے 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وں حکومت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ممکن ہو سکت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؟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لئے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اہم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مقصد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</w:p>
    <w:p w:rsidR="008773C6" w:rsidRDefault="008773C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773C6" w:rsidRDefault="008773C6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کہ لوگوں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حقان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کو واضح و آشکار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بتائ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ولا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و امامت اور خلافت و حکومت ان کا حق ہے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حضرات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ختم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مرتبت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(ص (کے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جانش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لوگوں کو اس مسئلہ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سے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آگاہ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جائے چنانچہ اگر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مسئلہ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اور آئ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ولو</w:t>
      </w:r>
      <w:r w:rsidRPr="00F96A4F">
        <w:rPr>
          <w:rFonts w:eastAsia="Calibri"/>
          <w:rtl/>
        </w:rPr>
        <w:t xml:space="preserve">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تعلق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رکہتا</w:t>
      </w:r>
      <w:r w:rsidRPr="00F96A4F">
        <w:rPr>
          <w:rFonts w:eastAsia="Calibri"/>
          <w:rtl/>
        </w:rPr>
        <w:t xml:space="preserve"> ہے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 کا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است</w:t>
      </w:r>
      <w:r w:rsidRPr="00F96A4F">
        <w:rPr>
          <w:rFonts w:eastAsia="Calibri"/>
          <w:rtl/>
        </w:rPr>
        <w:t xml:space="preserve"> سے بڑا گہرا ربط ہے دوسرے لفظوں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موجودہ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نظام کے خلاف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8773C6" w:rsidRDefault="008773C6" w:rsidP="008773C6">
      <w:pPr>
        <w:pStyle w:val="libNormal0"/>
        <w:rPr>
          <w:rFonts w:eastAsia="Calibri"/>
          <w:rtl/>
        </w:rPr>
      </w:pPr>
    </w:p>
    <w:p w:rsidR="008773C6" w:rsidRDefault="00EB204C" w:rsidP="008773C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3</w:t>
      </w:r>
      <w:r w:rsidRPr="00BD6259">
        <w:rPr>
          <w:rStyle w:val="libNormalChar"/>
          <w:rFonts w:eastAsia="Calibri" w:hint="cs"/>
          <w:rtl/>
        </w:rPr>
        <w:t>۔</w:t>
      </w:r>
      <w:r w:rsidR="00F96A4F" w:rsidRPr="00BD6259">
        <w:rPr>
          <w:rStyle w:val="libNormalChar"/>
          <w:rFonts w:eastAsia="Calibri" w:hint="cs"/>
          <w:rtl/>
        </w:rPr>
        <w:t>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اہم ذمہ دار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کہ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تنظ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تشک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جائے جو آئندہ کے لئے ہر طرح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اصل</w:t>
      </w:r>
      <w:r w:rsidR="00F96A4F" w:rsidRPr="00F96A4F">
        <w:rPr>
          <w:rFonts w:eastAsia="Calibri"/>
          <w:rtl/>
        </w:rPr>
        <w:t xml:space="preserve"> محور قرار پا سکے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کن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معاشرہ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جہاں لوگ گہ</w:t>
      </w:r>
      <w:r w:rsidR="00F96A4F" w:rsidRPr="00F96A4F">
        <w:rPr>
          <w:rFonts w:eastAsia="Calibri" w:hint="cs"/>
          <w:rtl/>
        </w:rPr>
        <w:t>ڻ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،فقر مال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، 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معنو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فشار کے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اثر افرا تفر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اور پراگندگ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گزار نے کے عاد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چکے</w:t>
      </w:r>
      <w:r w:rsidR="00F96A4F" w:rsidRPr="00F96A4F">
        <w:rPr>
          <w:rFonts w:eastAsia="Calibri"/>
          <w:rtl/>
        </w:rPr>
        <w:t xml:space="preserve"> ہوں حتٰ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کہ خود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عہ</w:t>
      </w:r>
      <w:r w:rsidR="00F96A4F" w:rsidRPr="00F96A4F">
        <w:rPr>
          <w:rFonts w:eastAsia="Calibri"/>
          <w:rtl/>
        </w:rPr>
        <w:t xml:space="preserve"> حضرات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سخت دباؤ اور فشار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مبتلا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ئے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گئے</w:t>
      </w:r>
      <w:r w:rsidR="00F96A4F" w:rsidRPr="00F96A4F">
        <w:rPr>
          <w:rFonts w:eastAsia="Calibri"/>
          <w:rtl/>
        </w:rPr>
        <w:t xml:space="preserve"> ہوں کہ ان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تنظ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درہم برہم ہو کر رہ گئ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ہوں بہلا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کے لئے کس طرح ممکن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کہ تن تنہا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اپنے چند گنے چنے نا منظم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مخلص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اپنا کام شروع کر سک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ں؟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چنانچہ</w:t>
      </w:r>
      <w:r w:rsidR="00F96A4F" w:rsidRPr="00F96A4F">
        <w:rPr>
          <w:rFonts w:eastAsia="Calibri"/>
          <w:rtl/>
        </w:rPr>
        <w:t xml:space="preserve">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کے آغاز سے پہلے امام کے لئے ضرور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کہ وہ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عوں</w:t>
      </w:r>
      <w:r w:rsidR="00F96A4F" w:rsidRPr="00F96A4F">
        <w:rPr>
          <w:rFonts w:eastAsia="Calibri"/>
          <w:rtl/>
        </w:rPr>
        <w:t xml:space="preserve"> کو منظم 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باقاعدہ ان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تنظ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تشک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8773C6" w:rsidRDefault="008773C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Pr="008773C6" w:rsidRDefault="00EB204C" w:rsidP="00BD6259">
      <w:pPr>
        <w:pStyle w:val="libNormal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جہاں تک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نظر</w:t>
      </w:r>
      <w:r w:rsidRPr="00F96A4F">
        <w:rPr>
          <w:rFonts w:eastAsia="Calibri"/>
          <w:rtl/>
        </w:rPr>
        <w:t xml:space="preserve"> ہے ،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المومن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دور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موجود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البتہ</w:t>
      </w:r>
      <w:r w:rsidRPr="00F96A4F">
        <w:rPr>
          <w:rFonts w:eastAsia="Calibri"/>
          <w:rtl/>
        </w:rPr>
        <w:t xml:space="preserve"> بعد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کربلا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المناک</w:t>
      </w:r>
      <w:r w:rsidRPr="00F96A4F">
        <w:rPr>
          <w:rFonts w:eastAsia="Calibri"/>
          <w:rtl/>
        </w:rPr>
        <w:t xml:space="preserve"> سانحہ ،مد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حرہ کے حادثہ اور کوفہ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مختار کے واقعہ نے تقر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با</w:t>
      </w:r>
      <w:r w:rsidRPr="00F96A4F">
        <w:rPr>
          <w:rFonts w:eastAsia="Calibri"/>
          <w:rtl/>
        </w:rPr>
        <w:t xml:space="preserve"> 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متزلزل کرکے رکہ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اب ضرورت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ان کو دوبارہ منظم کرکے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نئ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روح پہونک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جائے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مختصر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کہ حضرت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کو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آگے </w:t>
      </w:r>
      <w:r w:rsidR="00CE6606">
        <w:rPr>
          <w:rFonts w:eastAsia="Calibri"/>
          <w:rtl/>
        </w:rPr>
        <w:t>بڑھ</w:t>
      </w:r>
      <w:r w:rsidR="00F96A4F" w:rsidRPr="00F96A4F">
        <w:rPr>
          <w:rFonts w:eastAsia="Calibri"/>
          <w:rtl/>
        </w:rPr>
        <w:t>انے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لئے</w:t>
      </w:r>
      <w:r w:rsidR="00F96A4F" w:rsidRPr="00F96A4F">
        <w:rPr>
          <w:rFonts w:eastAsia="Calibri"/>
          <w:rtl/>
        </w:rPr>
        <w:t xml:space="preserve">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نوع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کے حامل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اہم کام انجام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نے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</w:p>
    <w:p w:rsidR="008773C6" w:rsidRDefault="008773C6" w:rsidP="008773C6">
      <w:pPr>
        <w:pStyle w:val="libNormal0"/>
        <w:rPr>
          <w:rFonts w:eastAsia="Calibri"/>
          <w:rtl/>
        </w:rPr>
      </w:pPr>
    </w:p>
    <w:p w:rsidR="00EB204C" w:rsidRDefault="00EB204C" w:rsidP="008773C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اول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منزل من اللّٰہ ،صح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افکار و نظر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تدو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و ترب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، جو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مدت</w:t>
      </w:r>
      <w:r w:rsidR="00F96A4F" w:rsidRPr="00F96A4F">
        <w:rPr>
          <w:rFonts w:eastAsia="Calibri"/>
          <w:rtl/>
        </w:rPr>
        <w:t xml:space="preserve"> سے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فراموش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نذر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ئے</w:t>
      </w:r>
      <w:r w:rsidR="00F96A4F" w:rsidRPr="00F96A4F">
        <w:rPr>
          <w:rFonts w:eastAsia="Calibri"/>
          <w:rtl/>
        </w:rPr>
        <w:t xml:space="preserve"> گئے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</w:p>
    <w:p w:rsidR="008773C6" w:rsidRDefault="008773C6" w:rsidP="008773C6">
      <w:pPr>
        <w:pStyle w:val="libNormal0"/>
        <w:rPr>
          <w:rFonts w:eastAsia="Calibri"/>
          <w:rtl/>
        </w:rPr>
      </w:pPr>
    </w:p>
    <w:p w:rsidR="00EB204C" w:rsidRDefault="00EB204C" w:rsidP="008773C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دوم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اہلب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حقان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اور خلافت و امامت و ولا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پر ان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استحقاق</w:t>
      </w:r>
      <w:r w:rsidR="00F96A4F" w:rsidRPr="00F96A4F">
        <w:rPr>
          <w:rFonts w:eastAsia="Calibri"/>
          <w:rtl/>
        </w:rPr>
        <w:t xml:space="preserve"> کا اثبات </w:t>
      </w:r>
      <w:r>
        <w:rPr>
          <w:rFonts w:eastAsia="Calibri"/>
          <w:rtl/>
        </w:rPr>
        <w:t>۔</w:t>
      </w:r>
    </w:p>
    <w:p w:rsidR="008773C6" w:rsidRDefault="008773C6" w:rsidP="008773C6">
      <w:pPr>
        <w:pStyle w:val="libNormal0"/>
        <w:rPr>
          <w:rFonts w:eastAsia="Calibri"/>
          <w:rtl/>
        </w:rPr>
      </w:pPr>
    </w:p>
    <w:p w:rsidR="00EB204C" w:rsidRDefault="00EB204C" w:rsidP="008773C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سوم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آل محمد (ص (کو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نقطہ پر جمع کرکے ان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باقاعدہ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تنظ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تشک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8773C6" w:rsidRDefault="00EB204C" w:rsidP="008773C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وہ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کام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جن کا 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تفص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سے جائزہ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ہے اور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کہنا</w:t>
      </w:r>
      <w:r w:rsidR="00F96A4F" w:rsidRPr="00F96A4F">
        <w:rPr>
          <w:rFonts w:eastAsia="Calibri"/>
          <w:rtl/>
        </w:rPr>
        <w:t xml:space="preserve"> ہے کہ ان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سے کون سا کام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زمانہ انجام پا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 xml:space="preserve">۔ </w:t>
      </w:r>
      <w:r w:rsidR="00F96A4F" w:rsidRPr="00F96A4F">
        <w:rPr>
          <w:rFonts w:eastAsia="Calibri" w:hint="eastAsia"/>
          <w:rtl/>
        </w:rPr>
        <w:t>اگر</w:t>
      </w:r>
      <w:r w:rsidR="00F96A4F" w:rsidRPr="00F96A4F">
        <w:rPr>
          <w:rFonts w:eastAsia="Calibri"/>
          <w:rtl/>
        </w:rPr>
        <w:t xml:space="preserve"> چہ ان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امور کے علاوہ اور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بہت سے کام انجام پانے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مگر ان کو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ضمن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ثانو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حاصل ہے </w:t>
      </w:r>
      <w:r>
        <w:rPr>
          <w:rFonts w:eastAsia="Calibri"/>
          <w:rtl/>
        </w:rPr>
        <w:t>۔</w:t>
      </w:r>
    </w:p>
    <w:p w:rsidR="008773C6" w:rsidRDefault="008773C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منجملہ اس کے ک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ک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خود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آپ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کے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اقدامات عمل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افکار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الات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کئے جائ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اس گہ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کے ماحول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حدتک تبد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چنانچہ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متعدد واقعات ملتے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جہاں مجمع عام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امام) ع)کے ہمنوا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خود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کچہ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الات</w:t>
      </w:r>
      <w:r w:rsidR="00F96A4F" w:rsidRPr="00F96A4F">
        <w:rPr>
          <w:rFonts w:eastAsia="Calibri"/>
          <w:rtl/>
        </w:rPr>
        <w:t xml:space="preserve"> کا اظہار فرماتے نظر آتے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جس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مقصد</w:t>
      </w:r>
      <w:r w:rsidR="00F96A4F" w:rsidRPr="00F96A4F">
        <w:rPr>
          <w:rFonts w:eastAsia="Calibri"/>
          <w:rtl/>
        </w:rPr>
        <w:t xml:space="preserve"> محض اس گہ</w:t>
      </w:r>
      <w:r w:rsidR="00F96A4F" w:rsidRPr="00F96A4F">
        <w:rPr>
          <w:rFonts w:eastAsia="Calibri" w:hint="cs"/>
          <w:rtl/>
        </w:rPr>
        <w:t>ڻ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فضا کو توڑ کر اس منجمد ماحول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ہوا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تازہ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جہونکا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کرنا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( </w:t>
      </w:r>
      <w:r w:rsidR="00FC70B5">
        <w:rPr>
          <w:rFonts w:eastAsia="Calibri"/>
          <w:rtl/>
        </w:rPr>
        <w:t>البتہ</w:t>
      </w:r>
      <w:r w:rsidR="00F96A4F" w:rsidRPr="00F96A4F">
        <w:rPr>
          <w:rFonts w:eastAsia="Calibri"/>
          <w:rtl/>
        </w:rPr>
        <w:t xml:space="preserve"> اس طرح کے واقعات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اس دور کے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جب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کچہ</w:t>
      </w:r>
      <w:r w:rsidR="00F96A4F" w:rsidRPr="00F96A4F">
        <w:rPr>
          <w:rFonts w:eastAsia="Calibri"/>
          <w:rtl/>
        </w:rPr>
        <w:t xml:space="preserve"> استحکام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ہوچلا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)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بہر</w:t>
      </w:r>
      <w:r w:rsidR="00F96A4F" w:rsidRPr="00F96A4F">
        <w:rPr>
          <w:rFonts w:eastAsia="Calibri"/>
          <w:rtl/>
        </w:rPr>
        <w:t xml:space="preserve"> حال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وہ ضمن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اقدامات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جس کے چند نمونے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د دہان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طور پر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آگے</w:t>
      </w:r>
      <w:r w:rsidR="00F96A4F" w:rsidRPr="00F96A4F">
        <w:rPr>
          <w:rFonts w:eastAsia="Calibri"/>
          <w:rtl/>
        </w:rPr>
        <w:t xml:space="preserve"> چل کر ہم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گے </w:t>
      </w:r>
      <w:r>
        <w:rPr>
          <w:rFonts w:eastAsia="Calibri"/>
          <w:rtl/>
        </w:rPr>
        <w:t>۔</w:t>
      </w:r>
    </w:p>
    <w:p w:rsidR="008773C6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اور ضمن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کام براہ راست موجودہ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 کے لواحق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معمول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طور پنجے نرم کرنا </w:t>
      </w:r>
      <w:r w:rsidR="00CE6606">
        <w:rPr>
          <w:rFonts w:eastAsia="Calibri"/>
          <w:rtl/>
        </w:rPr>
        <w:t>بھی</w:t>
      </w:r>
      <w:r w:rsidRPr="00F96A4F">
        <w:rPr>
          <w:rFonts w:eastAsia="Calibri" w:hint="eastAsia"/>
          <w:rtl/>
        </w:rPr>
        <w:t>ہے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چنانچہ</w:t>
      </w:r>
      <w:r w:rsidRPr="00F96A4F">
        <w:rPr>
          <w:rFonts w:eastAsia="Calibri"/>
          <w:rtl/>
        </w:rPr>
        <w:t xml:space="preserve"> اس طرح کے قض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اور عبد الملک بن مروان کے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بار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بار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آتے رہے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کے علاوہ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ضمن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حضرت (ع)اور عبدالملک سے</w:t>
      </w:r>
      <w:r w:rsidR="00EB204C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 w:hint="eastAsia"/>
          <w:rtl/>
        </w:rPr>
        <w:t>وابستہ</w:t>
      </w:r>
      <w:r w:rsidRPr="00F96A4F">
        <w:rPr>
          <w:rFonts w:eastAsia="Calibri"/>
          <w:rtl/>
        </w:rPr>
        <w:t>) محمدبن شہاب زہر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) منحر ف علماء کے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آنے والے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معاملات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شامل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8773C6" w:rsidRDefault="008773C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دوستوں اور خلفائے وقت کے ماب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ہونے</w:t>
      </w:r>
      <w:r w:rsidRPr="00F96A4F">
        <w:rPr>
          <w:rFonts w:eastAsia="Calibri"/>
          <w:rtl/>
        </w:rPr>
        <w:t xml:space="preserve"> وال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بعض معرکہ آرائ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اں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فہرست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61AF3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اور ان سب کا ہدف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</w:t>
      </w:r>
      <w:r w:rsidRPr="00F96A4F">
        <w:rPr>
          <w:rFonts w:eastAsia="Calibri"/>
          <w:rtl/>
        </w:rPr>
        <w:t xml:space="preserve"> مقصد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حد تک اس حبساور گہ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کے ماحول سے لوگوں کو نجات دلانا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  <w:r w:rsidR="00B61AF3">
        <w:rPr>
          <w:rFonts w:eastAsia="Calibri" w:hint="cs"/>
          <w:rtl/>
        </w:rPr>
        <w:t>ا</w:t>
      </w:r>
      <w:r w:rsidRPr="00F96A4F">
        <w:rPr>
          <w:rFonts w:eastAsia="Calibri" w:hint="eastAsia"/>
          <w:rtl/>
        </w:rPr>
        <w:t>نشاء</w:t>
      </w:r>
      <w:r w:rsidRPr="00F96A4F">
        <w:rPr>
          <w:rFonts w:eastAsia="Calibri"/>
          <w:rtl/>
        </w:rPr>
        <w:t xml:space="preserve"> اللہ آگے ان جزئ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پر تفص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بحث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جائے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اگر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شخص صرف 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حد تک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رے</w:t>
      </w:r>
      <w:r w:rsidR="00F96A4F" w:rsidRPr="00F96A4F">
        <w:rPr>
          <w:rFonts w:eastAsia="Calibri"/>
          <w:rtl/>
        </w:rPr>
        <w:t xml:space="preserve"> تمام معروضات کو </w:t>
      </w:r>
      <w:r w:rsidR="005901D4">
        <w:rPr>
          <w:rFonts w:eastAsia="Calibri"/>
          <w:rtl/>
        </w:rPr>
        <w:t>اچھی</w:t>
      </w:r>
      <w:r w:rsidR="00F96A4F" w:rsidRPr="00F96A4F">
        <w:rPr>
          <w:rFonts w:eastAsia="Calibri"/>
          <w:rtl/>
        </w:rPr>
        <w:t xml:space="preserve"> طرح درک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کرلے</w:t>
      </w:r>
      <w:r w:rsidR="00F96A4F" w:rsidRPr="00F96A4F">
        <w:rPr>
          <w:rFonts w:eastAsia="Calibri"/>
          <w:rtl/>
        </w:rPr>
        <w:t xml:space="preserve"> تو سار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اخلاق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موعظانہ گفتگو اور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غامات</w:t>
      </w:r>
      <w:r w:rsidR="00F96A4F" w:rsidRPr="00F96A4F">
        <w:rPr>
          <w:rFonts w:eastAsia="Calibri"/>
          <w:rtl/>
        </w:rPr>
        <w:t xml:space="preserve"> ، عارفانہ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دعائ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گر</w:t>
      </w:r>
      <w:r w:rsidR="00F96A4F" w:rsidRPr="00F96A4F">
        <w:rPr>
          <w:rFonts w:eastAsia="Calibri"/>
          <w:rtl/>
        </w:rPr>
        <w:t xml:space="preserve"> بے بہا اقوال و ارشادات جو امام چہارم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سے مرو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واقع ہوتے رہے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خود بخود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کر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گے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وہ شخص اس بات کو محسوس کرنے پر مجبور ہو جائے گا کہ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کے تمام اقدامات و ارشادات ان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نوں</w:t>
      </w:r>
      <w:r w:rsidR="00F96A4F" w:rsidRPr="00F96A4F">
        <w:rPr>
          <w:rFonts w:eastAsia="Calibri"/>
          <w:rtl/>
        </w:rPr>
        <w:t xml:space="preserve"> خطوط کے ارد گردگہومتے نظر آئ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گے</w:t>
      </w:r>
      <w:r w:rsidR="00F96A4F" w:rsidRPr="00F96A4F">
        <w:rPr>
          <w:rFonts w:eastAsia="Calibri"/>
          <w:rtl/>
        </w:rPr>
        <w:t xml:space="preserve"> جن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نے ا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اشارہ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اور مجموع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طور پر ان تمام امور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مقصد و ہدف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حکومت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تشک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B61AF3" w:rsidRDefault="00EB204C" w:rsidP="00B61AF3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C70B5">
        <w:rPr>
          <w:rFonts w:eastAsia="Calibri" w:hint="eastAsia"/>
          <w:rtl/>
        </w:rPr>
        <w:t>البتہ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بات ملحوظ خاطر رہے کہ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کو ہر گز اس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بات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فکر اور جلد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کہ مطلوبہ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حکومت خود آپ (ع) کے زمانے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تشک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پاجائے </w:t>
      </w:r>
      <w:r w:rsidR="00E72EC1" w:rsidRPr="00BD6259">
        <w:rPr>
          <w:rStyle w:val="libNormalChar"/>
          <w:rFonts w:eastAsia="Calibri"/>
          <w:rtl/>
        </w:rPr>
        <w:t>بلکہ</w:t>
      </w:r>
      <w:r w:rsidR="00F96A4F" w:rsidRPr="00F96A4F">
        <w:rPr>
          <w:rFonts w:eastAsia="Calibri"/>
          <w:rtl/>
        </w:rPr>
        <w:t xml:space="preserve"> آپ (ع) جانتے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ے کہ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کام مستقبل 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آپ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/>
          <w:rtl/>
        </w:rPr>
        <w:t>(ع) کے فرزند امام جعفر صادق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ہا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وں انجام پانا مقرر ہو چکا ہے (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جو</w:t>
      </w:r>
      <w:r w:rsidR="00F96A4F" w:rsidRPr="00F96A4F">
        <w:rPr>
          <w:rFonts w:eastAsia="Calibri"/>
          <w:rtl/>
        </w:rPr>
        <w:t xml:space="preserve"> آئندہ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آنے والے حادثات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بنا پر دوبارہ معرض التوا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پڑ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B61AF3">
        <w:rPr>
          <w:rFonts w:eastAsia="Calibri" w:hint="cs"/>
          <w:rtl/>
        </w:rPr>
        <w:t>)</w:t>
      </w:r>
    </w:p>
    <w:p w:rsidR="00B61AF3" w:rsidRDefault="00B61AF3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B61AF3" w:rsidRDefault="00B61AF3" w:rsidP="00B61AF3">
      <w:pPr>
        <w:pStyle w:val="libNormal0"/>
        <w:rPr>
          <w:rFonts w:eastAsia="Calibri"/>
          <w:rtl/>
        </w:rPr>
      </w:pPr>
    </w:p>
    <w:p w:rsidR="00EB204C" w:rsidRDefault="00EB204C" w:rsidP="00B61AF3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ہمار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گزش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بحث اس منزل تک پہنچ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کہ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حکومت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تشک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ہمارے</w:t>
      </w:r>
      <w:r w:rsidR="00F96A4F" w:rsidRPr="00F96A4F">
        <w:rPr>
          <w:rFonts w:eastAsia="Calibri"/>
          <w:rtl/>
        </w:rPr>
        <w:t xml:space="preserve"> تمام ائمہ معصوم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منجملہ ان کے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کا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مقصد و ہدف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چنانچہ اس سلسلہ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 (ع)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امور انجام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نے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کہ ان مقدامات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منزلوں کو طے کئے بغ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حکومت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تشک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ممکن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B61AF3" w:rsidRPr="00B61AF3" w:rsidRDefault="00B61AF3" w:rsidP="00B61AF3">
      <w:pPr>
        <w:pStyle w:val="libNormal"/>
        <w:rPr>
          <w:rFonts w:eastAsia="Calibri"/>
          <w:rtl/>
        </w:rPr>
      </w:pPr>
    </w:p>
    <w:p w:rsidR="00B61AF3" w:rsidRDefault="00EB204C" w:rsidP="00B61AF3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bookmarkStart w:id="9" w:name="_Toc426016864"/>
      <w:r w:rsidR="00F96A4F" w:rsidRPr="00F96A4F">
        <w:rPr>
          <w:rFonts w:eastAsia="Calibri" w:hint="eastAsia"/>
          <w:rtl/>
        </w:rPr>
        <w:t>پہلا</w:t>
      </w:r>
      <w:r w:rsidR="00F96A4F" w:rsidRPr="00F96A4F">
        <w:rPr>
          <w:rFonts w:eastAsia="Calibri"/>
          <w:rtl/>
        </w:rPr>
        <w:t xml:space="preserve"> کام</w:t>
      </w:r>
      <w:bookmarkEnd w:id="9"/>
    </w:p>
    <w:p w:rsidR="00B61AF3" w:rsidRDefault="00B61AF3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لوگوں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طرز فکر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کرنا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جو گزش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حاکمان جور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ہا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مدت سے خود فراموش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نذر ہو چکا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چنانچہ اس کو اپن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اصل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ابتدائ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شکل و صورت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واپس لانے کے لئے پورے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معاشرہ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ہر</w:t>
      </w:r>
      <w:r w:rsidR="00F96A4F" w:rsidRPr="00F96A4F">
        <w:rPr>
          <w:rFonts w:eastAsia="Calibri"/>
          <w:rtl/>
        </w:rPr>
        <w:t xml:space="preserve"> خاص وعام کو جس حد تک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ممکن ہو سکے اور جہاں جہاں تک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امام (ع)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تبل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غ</w:t>
      </w:r>
      <w:r w:rsidR="00F96A4F" w:rsidRPr="00F96A4F">
        <w:rPr>
          <w:rFonts w:eastAsia="Calibri"/>
          <w:rtl/>
        </w:rPr>
        <w:t xml:space="preserve"> و تعل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آواز پہنچ سکے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اصول و حقائق سے آشنا کرنا بے حد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ضرور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</w:t>
      </w:r>
      <w:r>
        <w:rPr>
          <w:rFonts w:eastAsia="Calibri"/>
          <w:rtl/>
        </w:rPr>
        <w:t>۔</w:t>
      </w:r>
    </w:p>
    <w:p w:rsidR="00B61AF3" w:rsidRDefault="00B61AF3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B61AF3" w:rsidRDefault="00EB204C" w:rsidP="00B61AF3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lastRenderedPageBreak/>
        <w:t xml:space="preserve"> </w:t>
      </w:r>
      <w:bookmarkStart w:id="10" w:name="_Toc426016865"/>
      <w:r w:rsidR="00F96A4F" w:rsidRPr="00F96A4F">
        <w:rPr>
          <w:rFonts w:eastAsia="Calibri" w:hint="eastAsia"/>
          <w:rtl/>
        </w:rPr>
        <w:t>دوسرا</w:t>
      </w:r>
      <w:r w:rsidR="00F96A4F" w:rsidRPr="00F96A4F">
        <w:rPr>
          <w:rFonts w:eastAsia="Calibri"/>
          <w:rtl/>
        </w:rPr>
        <w:t xml:space="preserve"> کام</w:t>
      </w:r>
      <w:bookmarkEnd w:id="10"/>
      <w:r>
        <w:rPr>
          <w:rFonts w:eastAsia="Calibri"/>
          <w:rtl/>
        </w:rPr>
        <w:t xml:space="preserve"> </w:t>
      </w:r>
    </w:p>
    <w:p w:rsidR="00B61AF3" w:rsidRDefault="00B61AF3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مسئلہ</w:t>
      </w:r>
      <w:r w:rsidRPr="00F96A4F">
        <w:rPr>
          <w:rFonts w:eastAsia="Calibri"/>
          <w:rtl/>
        </w:rPr>
        <w:t xml:space="preserve"> امامت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</w:t>
      </w:r>
      <w:r w:rsidRPr="00F96A4F">
        <w:rPr>
          <w:rFonts w:eastAsia="Calibri"/>
          <w:rtl/>
        </w:rPr>
        <w:t xml:space="preserve"> سے لوگوں کو واقف بنانا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عوام کے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اور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کو قائم کرنے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لئےمستحق</w:t>
      </w:r>
      <w:r w:rsidRPr="00F96A4F">
        <w:rPr>
          <w:rFonts w:eastAsia="Calibri"/>
          <w:rtl/>
        </w:rPr>
        <w:t xml:space="preserve"> و موزوں افراد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نشان دہ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کرن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ان کو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بتانا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 اس وقت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جو</w:t>
      </w:r>
      <w:r w:rsidRPr="00F96A4F">
        <w:rPr>
          <w:rFonts w:eastAsia="Calibri"/>
          <w:rtl/>
        </w:rPr>
        <w:t xml:space="preserve"> لوگ خلافت و حکومت پر براجمان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حاکمان کفر و استبداد اور مرب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فسق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نفاق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اور آج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معاشرہ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عبدالملک بن مروان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سوں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 ، وہ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حاکم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جو اسلام اپنے معاشرہ کے لئے چاہتا ہے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جب تک عوام 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مسائل</w:t>
      </w:r>
      <w:r w:rsidRPr="00F96A4F">
        <w:rPr>
          <w:rFonts w:eastAsia="Calibri"/>
          <w:rtl/>
        </w:rPr>
        <w:t xml:space="preserve"> سے آگاہ و ہوش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نہ ہوں گے اور اپنے آپ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نہ آئ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رفتار زمانہ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ہا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ان پر جو بے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اس کے گرد و غبار جب تک ذہنوں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صاف</w:t>
      </w:r>
      <w:r w:rsidRPr="00F96A4F">
        <w:rPr>
          <w:rFonts w:eastAsia="Calibri"/>
          <w:rtl/>
        </w:rPr>
        <w:t xml:space="preserve"> نہ ہو جائ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نگاہ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حاکم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کا جو تصور ہے ان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لئے</w:t>
      </w:r>
      <w:r w:rsidRPr="00F96A4F">
        <w:rPr>
          <w:rFonts w:eastAsia="Calibri"/>
          <w:rtl/>
        </w:rPr>
        <w:t xml:space="preserve"> ک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قابل قبول نہ ہوگا </w:t>
      </w:r>
      <w:r w:rsidR="00EB204C">
        <w:rPr>
          <w:rFonts w:eastAsia="Calibri"/>
          <w:rtl/>
        </w:rPr>
        <w:t>۔</w:t>
      </w:r>
    </w:p>
    <w:p w:rsidR="00B61AF3" w:rsidRPr="00B61AF3" w:rsidRDefault="00B61AF3" w:rsidP="00B61AF3">
      <w:pPr>
        <w:pStyle w:val="libNormal"/>
        <w:rPr>
          <w:rFonts w:eastAsia="Calibri"/>
          <w:rtl/>
        </w:rPr>
      </w:pPr>
    </w:p>
    <w:p w:rsidR="00B61AF3" w:rsidRDefault="00EB204C" w:rsidP="00B61AF3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bookmarkStart w:id="11" w:name="_Toc426016866"/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سرا</w:t>
      </w:r>
      <w:r w:rsidR="00F96A4F" w:rsidRPr="00F96A4F">
        <w:rPr>
          <w:rFonts w:eastAsia="Calibri"/>
          <w:rtl/>
        </w:rPr>
        <w:t xml:space="preserve"> کام</w:t>
      </w:r>
      <w:bookmarkEnd w:id="11"/>
    </w:p>
    <w:p w:rsidR="00B61AF3" w:rsidRDefault="00B61AF3" w:rsidP="00BB7236">
      <w:pPr>
        <w:pStyle w:val="libNormal0"/>
        <w:rPr>
          <w:rFonts w:eastAsia="Calibri"/>
          <w:rtl/>
        </w:rPr>
      </w:pPr>
    </w:p>
    <w:p w:rsidR="00B61AF3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جماعت اور تنظ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تشک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جس سے </w:t>
      </w:r>
      <w:r w:rsidR="00E72EC1" w:rsidRPr="00BD6259">
        <w:rPr>
          <w:rStyle w:val="libNormalChar"/>
          <w:rFonts w:eastAsia="Calibri"/>
          <w:rtl/>
        </w:rPr>
        <w:t>وابستہ</w:t>
      </w:r>
      <w:r w:rsidR="00F96A4F" w:rsidRPr="00F96A4F">
        <w:rPr>
          <w:rFonts w:eastAsia="Calibri"/>
          <w:rtl/>
        </w:rPr>
        <w:t xml:space="preserve"> افراد دست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امامت</w:t>
      </w:r>
      <w:r w:rsidR="00F96A4F" w:rsidRPr="00F96A4F">
        <w:rPr>
          <w:rFonts w:eastAsia="Calibri"/>
          <w:rtl/>
        </w:rPr>
        <w:t xml:space="preserve"> کے ترب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اف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/>
          <w:rtl/>
        </w:rPr>
        <w:t xml:space="preserve"> مرکز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ارکان ہوں </w:t>
      </w:r>
      <w:r>
        <w:rPr>
          <w:rFonts w:eastAsia="Calibri"/>
          <w:rtl/>
        </w:rPr>
        <w:t>۔</w:t>
      </w:r>
    </w:p>
    <w:p w:rsidR="00B61AF3" w:rsidRDefault="00B61AF3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نوں</w:t>
      </w:r>
      <w:r w:rsidR="00F96A4F" w:rsidRPr="00F96A4F">
        <w:rPr>
          <w:rFonts w:eastAsia="Calibri"/>
          <w:rtl/>
        </w:rPr>
        <w:t xml:space="preserve">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کاموں کے انجام پاجانے کا مطلب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ہے کہ اب اسلام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حکومت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علو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نظام کے لئے زم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ہموار ہو چک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البتہ</w:t>
      </w:r>
      <w:r w:rsidRPr="00F96A4F">
        <w:rPr>
          <w:rFonts w:eastAsia="Calibri"/>
          <w:rtl/>
        </w:rPr>
        <w:t xml:space="preserve"> ہم پہلے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عرض کر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چکے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بات واضح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چاہتے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امام جعفر صادق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کے برخلاف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نظر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بات ہرگز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خود ان کے زمانہ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حاکم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تبد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ہو کر حکومت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قائم ہو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جائے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معلوم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زمانہ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لئے</w:t>
      </w:r>
      <w:r w:rsidRPr="00F96A4F">
        <w:rPr>
          <w:rFonts w:eastAsia="Calibri"/>
          <w:rtl/>
        </w:rPr>
        <w:t xml:space="preserve"> زم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ہموار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ہو سکے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ظلم و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حبس اور گہ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کا ماحول کچہ اتنا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کہ محض </w:t>
      </w:r>
      <w:r w:rsidR="00AD79D1" w:rsidRPr="00AD79D1">
        <w:rPr>
          <w:rFonts w:eastAsia="Calibri" w:hint="cs"/>
          <w:rtl/>
        </w:rPr>
        <w:t>30</w:t>
      </w:r>
      <w:r w:rsidRPr="00BD6259">
        <w:rPr>
          <w:rStyle w:val="libNormalChar"/>
          <w:rFonts w:eastAsia="Calibri" w:hint="cs"/>
          <w:rtl/>
        </w:rPr>
        <w:t xml:space="preserve"> سال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مدت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کا برطرف ہو جانا ممکن نہ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چنانچہ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مستقبل کے لئے زم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ہموار کر رہے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CE6606" w:rsidRDefault="00F96A4F" w:rsidP="00BD6259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حتٰ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متعدد قرآئن ملتے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جس کے مطابق امام محمد باقر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کا </w:t>
      </w:r>
      <w:r w:rsidR="00CE6606">
        <w:rPr>
          <w:rFonts w:eastAsia="Calibri"/>
          <w:rtl/>
        </w:rPr>
        <w:t>بھی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دوران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ارادہ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 خود اپنے دور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حکومت</w:t>
      </w:r>
      <w:r w:rsidRPr="00F96A4F">
        <w:rPr>
          <w:rFonts w:eastAsia="Calibri"/>
          <w:rtl/>
        </w:rPr>
        <w:t xml:space="preserve"> 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دے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D6259" w:rsidRPr="00BD6259">
        <w:rPr>
          <w:rFonts w:eastAsia="Calibri"/>
          <w:rtl/>
          <w:lang w:bidi="fa-IR"/>
        </w:rPr>
        <w:t>6</w:t>
      </w:r>
      <w:r w:rsidR="00AD79D1" w:rsidRPr="00AD79D1">
        <w:rPr>
          <w:rFonts w:eastAsia="Calibri" w:hint="cs"/>
          <w:rtl/>
        </w:rPr>
        <w:t>1</w:t>
      </w:r>
      <w:r w:rsidRPr="00BD6259">
        <w:rPr>
          <w:rStyle w:val="libNormalChar"/>
          <w:rFonts w:eastAsia="Calibri" w:hint="cs"/>
          <w:rtl/>
        </w:rPr>
        <w:t xml:space="preserve"> ہ</w:t>
      </w:r>
      <w:r w:rsidR="00BD6259">
        <w:rPr>
          <w:rStyle w:val="libNormalChar"/>
          <w:rFonts w:eastAsia="Calibri" w:hint="cs"/>
          <w:rtl/>
        </w:rPr>
        <w:t xml:space="preserve"> </w:t>
      </w:r>
      <w:r w:rsidRPr="00BD6259">
        <w:rPr>
          <w:rStyle w:val="libNormalChar"/>
          <w:rFonts w:eastAsia="Calibri" w:hint="cs"/>
          <w:rtl/>
        </w:rPr>
        <w:t xml:space="preserve">سے </w:t>
      </w:r>
      <w:r w:rsidR="00AD79D1" w:rsidRPr="00AD79D1">
        <w:rPr>
          <w:rFonts w:eastAsia="Calibri" w:hint="cs"/>
          <w:rtl/>
        </w:rPr>
        <w:t>9</w:t>
      </w:r>
      <w:r w:rsidR="00BD6259" w:rsidRPr="00BD6259">
        <w:rPr>
          <w:rFonts w:eastAsia="Calibri"/>
          <w:rtl/>
          <w:lang w:bidi="fa-IR"/>
        </w:rPr>
        <w:t>5</w:t>
      </w:r>
      <w:r w:rsidRPr="00F96A4F">
        <w:rPr>
          <w:rFonts w:eastAsia="Calibri"/>
          <w:rtl/>
        </w:rPr>
        <w:t xml:space="preserve"> ہ ئتک جب کہ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شہادت واقع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9</w:t>
      </w:r>
      <w:r w:rsidR="00BD6259" w:rsidRPr="00BD6259">
        <w:rPr>
          <w:rFonts w:eastAsia="Calibri"/>
          <w:rtl/>
          <w:lang w:bidi="fa-IR"/>
        </w:rPr>
        <w:t>5</w:t>
      </w:r>
      <w:r w:rsidRPr="00F96A4F">
        <w:rPr>
          <w:rFonts w:eastAsia="Calibri"/>
          <w:rtl/>
        </w:rPr>
        <w:t xml:space="preserve"> </w:t>
      </w:r>
      <w:r w:rsidR="00BD6259">
        <w:rPr>
          <w:rFonts w:eastAsia="Calibri" w:hint="cs"/>
          <w:rtl/>
          <w:lang w:bidi="ur-PK"/>
        </w:rPr>
        <w:t>ہجری</w:t>
      </w:r>
      <w:r w:rsidRPr="00F96A4F">
        <w:rPr>
          <w:rFonts w:eastAsia="Calibri"/>
          <w:rtl/>
        </w:rPr>
        <w:t xml:space="preserve"> سے </w:t>
      </w:r>
      <w:r w:rsidR="00AD79D1" w:rsidRPr="00AD79D1">
        <w:rPr>
          <w:rFonts w:eastAsia="Calibri" w:hint="cs"/>
          <w:rtl/>
        </w:rPr>
        <w:t>11</w:t>
      </w:r>
      <w:r w:rsidR="00BD6259" w:rsidRPr="00BD6259">
        <w:rPr>
          <w:rFonts w:eastAsia="Calibri"/>
          <w:rtl/>
          <w:lang w:bidi="fa-IR"/>
        </w:rPr>
        <w:t>4</w:t>
      </w:r>
      <w:r w:rsidRPr="00F96A4F">
        <w:rPr>
          <w:rFonts w:eastAsia="Calibri"/>
          <w:rtl/>
        </w:rPr>
        <w:t xml:space="preserve"> ہ تک جو امام محمد باقر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کا</w:t>
      </w:r>
      <w:r w:rsidRPr="00F96A4F">
        <w:rPr>
          <w:rFonts w:eastAsia="Calibri"/>
          <w:rtl/>
        </w:rPr>
        <w:t xml:space="preserve"> دور امامت ہے ان سے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خود اپنے زمانے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 اسلام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دے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فکر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لہٰذا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مدت دراز کے بعد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ظاہر</w:t>
      </w:r>
      <w:r w:rsidRPr="00F96A4F">
        <w:rPr>
          <w:rFonts w:eastAsia="Calibri"/>
          <w:rtl/>
        </w:rPr>
        <w:t xml:space="preserve"> ہونے والے نتائج پر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چنانچہ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کہ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نے اشارتاً عرض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امام سجاد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کا طر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قہ</w:t>
      </w:r>
      <w:r w:rsidRPr="00F96A4F">
        <w:rPr>
          <w:rFonts w:eastAsia="Calibri"/>
          <w:rtl/>
        </w:rPr>
        <w:t xml:space="preserve"> کار طو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المدت کے لئے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اب</w:t>
      </w:r>
      <w:r w:rsidR="00F96A4F" w:rsidRPr="00F96A4F">
        <w:rPr>
          <w:rFonts w:eastAsia="Calibri"/>
          <w:rtl/>
        </w:rPr>
        <w:t xml:space="preserve"> ہم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ارشادات عال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کا جائزہ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ہوئے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اپنے</w:t>
      </w:r>
      <w:r w:rsidR="00F96A4F" w:rsidRPr="00F96A4F">
        <w:rPr>
          <w:rFonts w:eastAsia="Calibri"/>
          <w:rtl/>
        </w:rPr>
        <w:t xml:space="preserve"> معروضات کا ثبوت ،خود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اقوال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تلاش کرنے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کوشش</w:t>
      </w:r>
      <w:r w:rsidR="00F96A4F" w:rsidRPr="00F96A4F">
        <w:rPr>
          <w:rFonts w:eastAsia="Calibri"/>
          <w:rtl/>
        </w:rPr>
        <w:t xml:space="preserve">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کہ امام سجاد (ع)ک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بارہ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جائزہ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کرتے وقت ہمارے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مصادر و ماخذ خود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کلمات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مبارکہ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ہونے چاہئ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قہ</w:t>
      </w:r>
      <w:r w:rsidRPr="00F96A4F">
        <w:rPr>
          <w:rFonts w:eastAsia="Calibri"/>
          <w:rtl/>
        </w:rPr>
        <w:t xml:space="preserve"> و روش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گر</w:t>
      </w:r>
      <w:r w:rsidRPr="00F96A4F">
        <w:rPr>
          <w:rFonts w:eastAsia="Calibri"/>
          <w:rtl/>
        </w:rPr>
        <w:t xml:space="preserve"> ائمہ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کے سلسلہ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ہم نے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ہمار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امام (ع)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متعلق 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/>
          <w:rtl/>
        </w:rPr>
        <w:t xml:space="preserve"> معرفت و آشنائ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لئے خود اس امام (ع)ک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زبان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مبارک</w:t>
      </w:r>
      <w:r w:rsidRPr="00F96A4F">
        <w:rPr>
          <w:rFonts w:eastAsia="Calibri"/>
          <w:rtl/>
        </w:rPr>
        <w:t xml:space="preserve"> سے جار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ہونے والے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بہتر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منبع و مدرک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ہم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قبل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اشارہ کر چکے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ہم امام (ع) کے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کو صرف اس وقت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/>
          <w:rtl/>
        </w:rPr>
        <w:t xml:space="preserve"> طور پر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 xml:space="preserve"> سکتے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جب موقف و مقصد ، راہ عمل اور تلاش و جستجو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آشنا ہوں ور نہ ہم جو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تفس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وہ غلط ہوگ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خود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آشنائ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ان کے کلمات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برکت سے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حاصل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تو آپ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کہ ائمہ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کے کلمات سے کتنے 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/>
          <w:rtl/>
        </w:rPr>
        <w:t xml:space="preserve"> نتائج اس سلسلہ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ہم کو حاصل ہوں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گے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CE660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قبل</w:t>
      </w:r>
      <w:r w:rsidR="00F96A4F" w:rsidRPr="00F96A4F">
        <w:rPr>
          <w:rFonts w:eastAsia="Calibri"/>
          <w:rtl/>
        </w:rPr>
        <w:t xml:space="preserve"> اس کے کہ ہم اس بحث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وارد ہوں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اہم </w:t>
      </w:r>
      <w:r w:rsidR="009246EE" w:rsidRPr="00BD6259">
        <w:rPr>
          <w:rStyle w:val="libNormalChar"/>
          <w:rFonts w:eastAsia="Calibri"/>
          <w:rtl/>
        </w:rPr>
        <w:t>نکتہ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بطور اختصار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اشارہ</w:t>
      </w:r>
      <w:r w:rsidR="00F96A4F" w:rsidRPr="00F96A4F">
        <w:rPr>
          <w:rFonts w:eastAsia="Calibri"/>
          <w:rtl/>
        </w:rPr>
        <w:t xml:space="preserve">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ضرور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اور وہ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کہ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چوں کہ ان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گہ</w:t>
      </w:r>
      <w:r w:rsidR="00F96A4F" w:rsidRPr="00F96A4F">
        <w:rPr>
          <w:rFonts w:eastAsia="Calibri" w:hint="cs"/>
          <w:rtl/>
        </w:rPr>
        <w:t>ڻ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ماحول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بسر کر رہے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اور آپ (ع) کے لئے ممکن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کہ کہل کر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صر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طور سے اپنے موقف اور نظر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کر سک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لہٰذا آپ (ع)نے دعا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موعظہ</w:t>
      </w:r>
      <w:r w:rsidR="00F96A4F" w:rsidRPr="00F96A4F">
        <w:rPr>
          <w:rFonts w:eastAsia="Calibri"/>
          <w:rtl/>
        </w:rPr>
        <w:t xml:space="preserve"> کو اپنے اظہار کا ذر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عہ</w:t>
      </w:r>
      <w:r w:rsidR="00F96A4F" w:rsidRPr="00F96A4F">
        <w:rPr>
          <w:rFonts w:eastAsia="Calibri"/>
          <w:rtl/>
        </w:rPr>
        <w:t xml:space="preserve"> قرار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دعا 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فہ</w:t>
      </w:r>
      <w:r w:rsidRPr="00F96A4F">
        <w:rPr>
          <w:rFonts w:eastAsia="Calibri"/>
          <w:rtl/>
        </w:rPr>
        <w:t xml:space="preserve"> سجاد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،سے مربوط ہے جس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کا</w:t>
      </w:r>
      <w:r w:rsidRPr="00F96A4F">
        <w:rPr>
          <w:rFonts w:eastAsia="Calibri"/>
          <w:rtl/>
        </w:rPr>
        <w:t xml:space="preserve"> ہم آئندہ ذکر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</w:t>
      </w:r>
      <w:r w:rsidR="00FC70B5">
        <w:rPr>
          <w:rFonts w:eastAsia="Calibri"/>
          <w:rtl/>
        </w:rPr>
        <w:t>البتہ</w:t>
      </w:r>
      <w:r w:rsidRPr="00F96A4F">
        <w:rPr>
          <w:rFonts w:eastAsia="Calibri"/>
          <w:rtl/>
        </w:rPr>
        <w:t xml:space="preserve"> موعظہ کا تعلق ان اقوال و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سے ہے جو حضرت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(ع) سے نقل ہوت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تر ارشادات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شا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کہنا غلط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ہو کہ تمام کے تمام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موعظہ کے لب و ل</w:t>
      </w:r>
      <w:r w:rsidR="00BB7236">
        <w:rPr>
          <w:rFonts w:eastAsia="Calibri"/>
          <w:rtl/>
        </w:rPr>
        <w:t>ہج</w:t>
      </w:r>
      <w:r w:rsidRPr="00F96A4F">
        <w:rPr>
          <w:rFonts w:eastAsia="Calibri"/>
          <w:rtl/>
        </w:rPr>
        <w:t>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چنانچہ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موعظہ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نص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حت</w:t>
      </w:r>
      <w:r w:rsidRPr="00F96A4F">
        <w:rPr>
          <w:rFonts w:eastAsia="Calibri"/>
          <w:rtl/>
        </w:rPr>
        <w:t xml:space="preserve"> کے ضمن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وہ بات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ہم نے اشارہ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،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نے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فرما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جس وقت آپ ان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کا نگاہ غائر سے مطالعہ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گے</w:t>
      </w:r>
      <w:r w:rsidRPr="00F96A4F">
        <w:rPr>
          <w:rFonts w:eastAsia="Calibri"/>
          <w:rtl/>
        </w:rPr>
        <w:t xml:space="preserve"> تو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کہ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کتنا حک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مانہ</w:t>
      </w:r>
      <w:r w:rsidRPr="00F96A4F">
        <w:rPr>
          <w:rFonts w:eastAsia="Calibri"/>
          <w:rtl/>
        </w:rPr>
        <w:t xml:space="preserve"> اور مدبرانہ طر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قہ</w:t>
      </w:r>
      <w:r w:rsidRPr="00F96A4F">
        <w:rPr>
          <w:rFonts w:eastAsia="Calibri"/>
          <w:rtl/>
        </w:rPr>
        <w:t xml:space="preserve"> کار منتخب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بظاہر تو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لگتا ہے کہ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لوگوں کو وعظ و نص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حت</w:t>
      </w:r>
      <w:r w:rsidRPr="00F96A4F">
        <w:rPr>
          <w:rFonts w:eastAsia="Calibri"/>
          <w:rtl/>
        </w:rPr>
        <w:t xml:space="preserve"> کر رہے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ضمن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جوبات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لوگوں کے ذہن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ہانا</w:t>
      </w:r>
      <w:r w:rsidRPr="00F96A4F">
        <w:rPr>
          <w:rFonts w:eastAsia="Calibri"/>
          <w:rtl/>
        </w:rPr>
        <w:t xml:space="preserve"> چاہتے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محسوس</w:t>
      </w:r>
      <w:r w:rsidRPr="00F96A4F">
        <w:rPr>
          <w:rFonts w:eastAsia="Calibri"/>
          <w:rtl/>
        </w:rPr>
        <w:t xml:space="preserve"> طور پر لوگوں تک پہنچا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افکار و نظر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کے ابلاغ کا بہتر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قہ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ہم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ان کلمات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</w:t>
      </w:r>
      <w:r w:rsidR="00F96A4F" w:rsidRPr="00F96A4F">
        <w:rPr>
          <w:rFonts w:eastAsia="Calibri"/>
          <w:rtl/>
        </w:rPr>
        <w:t xml:space="preserve"> و تشر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کرنا چاہتے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جو</w:t>
      </w:r>
      <w:r w:rsidR="00F96A4F" w:rsidRPr="00F96A4F">
        <w:rPr>
          <w:rFonts w:eastAsia="Calibri"/>
          <w:rtl/>
        </w:rPr>
        <w:t xml:space="preserve"> کتاب“ تحف العقول ”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حضرت (ع) سے نقل کئے گئے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،اس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وہ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مطالب</w:t>
      </w:r>
      <w:r w:rsidR="00F96A4F" w:rsidRPr="00F96A4F">
        <w:rPr>
          <w:rFonts w:eastAsia="Calibri"/>
          <w:rtl/>
        </w:rPr>
        <w:t xml:space="preserve"> جو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سے نقل ہوئے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چند نوع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کے حامل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نظر</w:t>
      </w:r>
      <w:r w:rsidR="00F96A4F" w:rsidRPr="00F96A4F">
        <w:rPr>
          <w:rFonts w:eastAsia="Calibri"/>
          <w:rtl/>
        </w:rPr>
        <w:t xml:space="preserve"> آتے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جو ان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مذکورہ جہات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اشارہ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CE660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بعض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انات</w:t>
      </w:r>
      <w:r w:rsidR="00F96A4F" w:rsidRPr="00F96A4F">
        <w:rPr>
          <w:rFonts w:eastAsia="Calibri"/>
          <w:rtl/>
        </w:rPr>
        <w:t xml:space="preserve"> وہ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عام لوگوں سے خطاب ہے ج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کہ خود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ظاہر ہوتا ہے کہ اس کے سننے اور پڑہنے والے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خاص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الخاص</w:t>
      </w:r>
      <w:r w:rsidR="00F96A4F" w:rsidRPr="00F96A4F">
        <w:rPr>
          <w:rFonts w:eastAsia="Calibri"/>
          <w:rtl/>
        </w:rPr>
        <w:t xml:space="preserve"> افراد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E6606" w:rsidRDefault="00CE6606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چنانچہ عام لوگوں سے خطاب کرتے وقت 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شہ</w:t>
      </w:r>
      <w:r w:rsidRPr="00F96A4F">
        <w:rPr>
          <w:rFonts w:eastAsia="Calibri"/>
          <w:rtl/>
        </w:rPr>
        <w:t xml:space="preserve"> قرآن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سند</w:t>
      </w:r>
      <w:r w:rsidRPr="00F96A4F">
        <w:rPr>
          <w:rFonts w:eastAsia="Calibri"/>
          <w:rtl/>
        </w:rPr>
        <w:t xml:space="preserve"> کے طور پر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عوام الناس امام(ع) کو امام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پہچانتے وہ تو ہر بات کے لئے دل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و استدلال چاہتے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،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وجہ ہے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/>
          <w:rtl/>
        </w:rPr>
        <w:t xml:space="preserve"> امام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تو براہ راست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سے استدلال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سے مدد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اس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با</w:t>
      </w:r>
      <w:r w:rsidRPr="00F96A4F">
        <w:rPr>
          <w:rFonts w:eastAsia="Calibri"/>
          <w:rtl/>
        </w:rPr>
        <w:t xml:space="preserve"> پچاس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 سے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زائد موارد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قرآن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کا براہ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راست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استعارہ کے طور پر استعمال نظر آتا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کن</w:t>
      </w:r>
      <w:r w:rsidR="00F96A4F" w:rsidRPr="00F96A4F">
        <w:rPr>
          <w:rFonts w:eastAsia="Calibri"/>
          <w:rtl/>
        </w:rPr>
        <w:t xml:space="preserve"> بعد کے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جہاںجہاں مومن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سے خطاب ہے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کہ</w:t>
      </w:r>
      <w:r w:rsidR="00F96A4F" w:rsidRPr="00F96A4F">
        <w:rPr>
          <w:rFonts w:eastAsia="Calibri"/>
          <w:rtl/>
        </w:rPr>
        <w:t xml:space="preserve"> وہ امام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معرفت رکہتے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ان سے امام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گفتگو کے دوران چوں کہ وہ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بات قبول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،قرآن سے استدلال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کرنے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ضرورت محسوس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ںکرتے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چنانچہ اگر شروع سے آخر تک جائزہ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تو قرآن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بہت کم نظر آت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سے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مفصل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نقل کرتے ہوئے ” صاحب تحف العقول ” فرماتے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>: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”موعظ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/>
          <w:rtl/>
        </w:rPr>
        <w:t xml:space="preserve"> لسائر اصحابہ و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/>
          <w:rtl/>
        </w:rPr>
        <w:t xml:space="preserve"> و تذک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رہ</w:t>
      </w:r>
      <w:r w:rsidR="00F96A4F" w:rsidRPr="00F96A4F">
        <w:rPr>
          <w:rFonts w:eastAsia="Calibri"/>
          <w:rtl/>
        </w:rPr>
        <w:t xml:space="preserve"> ا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اہم</w:t>
      </w:r>
      <w:r w:rsidR="00F96A4F" w:rsidRPr="00F96A4F">
        <w:rPr>
          <w:rFonts w:eastAsia="Calibri"/>
          <w:rtl/>
        </w:rPr>
        <w:t xml:space="preserve"> کل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وم</w:t>
      </w:r>
      <w:r w:rsidR="00F96A4F" w:rsidRPr="00F96A4F">
        <w:rPr>
          <w:rFonts w:eastAsia="Calibri"/>
          <w:rtl/>
        </w:rPr>
        <w:t xml:space="preserve"> جمعة 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موعظہ اس لئے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کہ حضرت (ع) کے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عہ</w:t>
      </w:r>
      <w:r w:rsidR="00F96A4F" w:rsidRPr="00F96A4F">
        <w:rPr>
          <w:rFonts w:eastAsia="Calibri"/>
          <w:rtl/>
        </w:rPr>
        <w:t xml:space="preserve"> اور حضرت (ع)کے دوست ہر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جمعہ</w:t>
      </w:r>
      <w:r w:rsidR="00F96A4F" w:rsidRPr="00F96A4F">
        <w:rPr>
          <w:rFonts w:eastAsia="Calibri"/>
          <w:rtl/>
        </w:rPr>
        <w:t xml:space="preserve"> کے دن اپنو کے مجمع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تنہا انفراد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طور پر اسے پڑہا 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CE6606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مخاطب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کا دائرہ کاف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/>
          <w:rtl/>
        </w:rPr>
        <w:t xml:space="preserve"> ہے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</w:t>
      </w:r>
      <w:r w:rsidR="009246EE" w:rsidRPr="00BD6259">
        <w:rPr>
          <w:rStyle w:val="libNormalChar"/>
          <w:rFonts w:eastAsia="Calibri"/>
          <w:rtl/>
        </w:rPr>
        <w:t>نکتہ</w:t>
      </w:r>
      <w:r w:rsidRPr="00F96A4F">
        <w:rPr>
          <w:rFonts w:eastAsia="Calibri"/>
          <w:rtl/>
        </w:rPr>
        <w:t xml:space="preserve"> خود اس تفص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پائے جانے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والے</w:t>
      </w:r>
      <w:r w:rsidRPr="00F96A4F">
        <w:rPr>
          <w:rFonts w:eastAsia="Calibri"/>
          <w:rtl/>
        </w:rPr>
        <w:t xml:space="preserve"> قرآئن سے استنباط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 سکتا ہے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E6606" w:rsidRDefault="00CE6606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اس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خطاب </w:t>
      </w:r>
      <w:r w:rsidRPr="00E72EC1">
        <w:rPr>
          <w:rStyle w:val="libArabicChar"/>
          <w:rFonts w:eastAsia="Calibri"/>
          <w:rtl/>
        </w:rPr>
        <w:t>ا</w:t>
      </w:r>
      <w:r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ا</w:t>
      </w:r>
      <w:r w:rsidR="00EB204C" w:rsidRPr="00E72EC1">
        <w:rPr>
          <w:rStyle w:val="libArabicChar"/>
          <w:rFonts w:eastAsia="Calibri"/>
          <w:rtl/>
        </w:rPr>
        <w:t xml:space="preserve"> </w:t>
      </w:r>
      <w:r w:rsidRPr="00E72EC1">
        <w:rPr>
          <w:rStyle w:val="libArabicChar"/>
          <w:rFonts w:eastAsia="Calibri" w:hint="eastAsia"/>
          <w:rtl/>
        </w:rPr>
        <w:t>المومن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ن</w:t>
      </w:r>
      <w:r w:rsidRPr="00E72EC1">
        <w:rPr>
          <w:rStyle w:val="libArabicChar"/>
          <w:rFonts w:eastAsia="Calibri"/>
          <w:rtl/>
        </w:rPr>
        <w:t xml:space="preserve"> ا</w:t>
      </w:r>
      <w:r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ا</w:t>
      </w:r>
      <w:r w:rsidRPr="00E72EC1">
        <w:rPr>
          <w:rStyle w:val="libArabicChar"/>
          <w:rFonts w:eastAsia="Calibri"/>
          <w:rtl/>
        </w:rPr>
        <w:t xml:space="preserve"> الاخوة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مثل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عنوان سے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</w:t>
      </w:r>
      <w:r w:rsidR="00E72EC1"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</w:t>
      </w:r>
      <w:r w:rsidRPr="00E72EC1">
        <w:rPr>
          <w:rStyle w:val="libArabicChar"/>
          <w:rFonts w:eastAsia="Calibri"/>
          <w:rtl/>
        </w:rPr>
        <w:t>ا</w:t>
      </w:r>
      <w:r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ا</w:t>
      </w:r>
      <w:r w:rsidRPr="00E72EC1">
        <w:rPr>
          <w:rStyle w:val="libArabicChar"/>
          <w:rFonts w:eastAsia="Calibri"/>
          <w:rtl/>
        </w:rPr>
        <w:t xml:space="preserve"> الناس،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خطاب ہے جو عموم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پر دلالت کرتا ہے جب کہ بعض دوسر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توں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خود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خطاب</w:t>
      </w:r>
      <w:r w:rsidRPr="00F96A4F">
        <w:rPr>
          <w:rFonts w:eastAsia="Calibri"/>
          <w:rtl/>
        </w:rPr>
        <w:t xml:space="preserve"> کا انداز مومن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سے خطاب ہونے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نشان دہ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کرتا ہے لہٰذا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عموم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خطاب</w:t>
      </w:r>
      <w:r w:rsidRPr="00F96A4F">
        <w:rPr>
          <w:rFonts w:eastAsia="Calibri"/>
          <w:rtl/>
        </w:rPr>
        <w:t xml:space="preserve"> ہونا ثابت ہے </w:t>
      </w:r>
      <w:r w:rsidR="00EB204C">
        <w:rPr>
          <w:rFonts w:eastAsia="Calibri"/>
          <w:rtl/>
        </w:rPr>
        <w:t>۔</w:t>
      </w:r>
    </w:p>
    <w:p w:rsidR="00CE6606" w:rsidRDefault="00EB204C" w:rsidP="009246EE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کے علاوہ اس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موجودہ نظام کو صاف او ر صر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انداز سے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مورد</w:t>
      </w:r>
      <w:r w:rsidR="00F96A4F" w:rsidRPr="00F96A4F">
        <w:rPr>
          <w:rFonts w:eastAsia="Calibri"/>
          <w:rtl/>
        </w:rPr>
        <w:t xml:space="preserve"> مواخذہ و عتاب قرار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ئے</w:t>
      </w:r>
      <w:r w:rsidR="00F96A4F" w:rsidRPr="00F96A4F">
        <w:rPr>
          <w:rFonts w:eastAsia="Calibri"/>
          <w:rtl/>
        </w:rPr>
        <w:t xml:space="preserve"> جانے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علامت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صرف عقائد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وہ بات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جن کا جاننا انسان کے لئے ضرور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دوسرے لفظوں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محض اعتقاد ات و معارف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دہان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کرائ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ج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کہ 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نے</w:t>
      </w:r>
      <w:r w:rsidR="00F96A4F" w:rsidRPr="00F96A4F">
        <w:rPr>
          <w:rFonts w:eastAsia="Calibri"/>
          <w:rtl/>
        </w:rPr>
        <w:t xml:space="preserve"> عرض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پورا خطاب موعظہ کے لب و ل</w:t>
      </w:r>
      <w:r w:rsidR="00BB7236">
        <w:rPr>
          <w:rFonts w:eastAsia="Calibri"/>
          <w:rtl/>
        </w:rPr>
        <w:t>ہج</w:t>
      </w:r>
      <w:r w:rsidR="00F96A4F" w:rsidRPr="00F96A4F">
        <w:rPr>
          <w:rFonts w:eastAsia="Calibri"/>
          <w:rtl/>
        </w:rPr>
        <w:t>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ہے جس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ابتدا ان الفاظ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ہوت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ہے:</w:t>
      </w: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”ا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ا</w:t>
      </w:r>
      <w:r w:rsidR="00F96A4F" w:rsidRPr="00E72EC1">
        <w:rPr>
          <w:rStyle w:val="libArabicChar"/>
          <w:rFonts w:eastAsia="Calibri"/>
          <w:rtl/>
        </w:rPr>
        <w:t xml:space="preserve"> الناس اتقوا اللّٰ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و اعلموا انکم ال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E72EC1">
        <w:rPr>
          <w:rStyle w:val="libArabicChar"/>
          <w:rFonts w:eastAsia="Calibri"/>
          <w:rtl/>
        </w:rPr>
        <w:t xml:space="preserve"> راجعون“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گفتگوہ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موعظہ سے شروع ہوت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کہ اے لوگو ! تقوائے الٰہ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کرو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اور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د رکہو کہ آخر خدا کو منہ دکہانا ہے </w:t>
      </w:r>
      <w:r>
        <w:rPr>
          <w:rFonts w:eastAsia="Calibri"/>
          <w:rtl/>
        </w:rPr>
        <w:t xml:space="preserve">۔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کے بعد عقائد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لوگوں کو متوجہ کرتے ہوئے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کہ</w:t>
      </w:r>
      <w:r w:rsidR="00F96A4F" w:rsidRPr="00F96A4F">
        <w:rPr>
          <w:rFonts w:eastAsia="Calibri"/>
          <w:rtl/>
        </w:rPr>
        <w:t xml:space="preserve"> تمہارا فرض ہے کہ اسلام کو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طور پر </w:t>
      </w:r>
      <w:r w:rsidR="00E72EC1" w:rsidRPr="00BD6259">
        <w:rPr>
          <w:rStyle w:val="libNormalChar"/>
          <w:rFonts w:eastAsia="Calibri"/>
          <w:rtl/>
        </w:rPr>
        <w:t>سمجھ</w:t>
      </w:r>
      <w:r w:rsidR="00F96A4F" w:rsidRPr="00F96A4F">
        <w:rPr>
          <w:rFonts w:eastAsia="Calibri"/>
          <w:rtl/>
        </w:rPr>
        <w:t>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کوشش کرو جس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مطلب</w:t>
      </w:r>
      <w:r w:rsidR="00F96A4F" w:rsidRPr="00F96A4F">
        <w:rPr>
          <w:rFonts w:eastAsia="Calibri"/>
          <w:rtl/>
        </w:rPr>
        <w:t xml:space="preserve"> و مفہوم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ہے کہ تم اسلام کو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طور پر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سمجھ</w:t>
      </w:r>
      <w:r w:rsidR="00F96A4F" w:rsidRPr="00F96A4F">
        <w:rPr>
          <w:rFonts w:eastAsia="Calibri"/>
          <w:rtl/>
        </w:rPr>
        <w:t xml:space="preserve"> سکے ہو گو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کے ذ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لوگوں کے اندر اسلام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شناخت کا جذبہ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دار</w:t>
      </w:r>
      <w:r w:rsidR="00F96A4F" w:rsidRPr="00F96A4F">
        <w:rPr>
          <w:rFonts w:eastAsia="Calibri"/>
          <w:rtl/>
        </w:rPr>
        <w:t xml:space="preserve"> کر رہے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۔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طرح ذرا </w:t>
      </w:r>
      <w:r w:rsidR="009246EE" w:rsidRPr="00BD6259">
        <w:rPr>
          <w:rStyle w:val="libNormalChar"/>
          <w:rFonts w:eastAsia="Calibri"/>
          <w:rtl/>
        </w:rPr>
        <w:t>دیکھئے</w:t>
      </w:r>
      <w:r w:rsidR="00F96A4F" w:rsidRPr="00F96A4F">
        <w:rPr>
          <w:rFonts w:eastAsia="Calibri"/>
          <w:rtl/>
        </w:rPr>
        <w:t xml:space="preserve"> کہ کتنے حس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انداز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فرماتے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>: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lastRenderedPageBreak/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”الاوان</w:t>
      </w:r>
      <w:r w:rsidR="00F96A4F" w:rsidRPr="00E72EC1">
        <w:rPr>
          <w:rStyle w:val="libArabicChar"/>
          <w:rFonts w:eastAsia="Calibri"/>
          <w:rtl/>
        </w:rPr>
        <w:t xml:space="preserve"> اول ما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سالا</w:t>
      </w:r>
      <w:r w:rsidR="00F96A4F" w:rsidRPr="00E72EC1">
        <w:rPr>
          <w:rStyle w:val="libArabicChar"/>
          <w:rFonts w:eastAsia="Calibri"/>
          <w:rtl/>
        </w:rPr>
        <w:t xml:space="preserve"> نک عن ربک الذ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کنت تعبد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موعظانہ تقر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ذ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آگے </w:t>
      </w:r>
      <w:r w:rsidR="00CE6606">
        <w:rPr>
          <w:rFonts w:eastAsia="Calibri"/>
          <w:rtl/>
        </w:rPr>
        <w:t>بڑھ</w:t>
      </w:r>
      <w:r w:rsidR="00F96A4F" w:rsidRPr="00F96A4F">
        <w:rPr>
          <w:rFonts w:eastAsia="Calibri"/>
          <w:rtl/>
        </w:rPr>
        <w:t xml:space="preserve"> کر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: اس وقت سے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ڈرو</w:t>
      </w:r>
      <w:r w:rsidR="00F96A4F" w:rsidRPr="00F96A4F">
        <w:rPr>
          <w:rFonts w:eastAsia="Calibri"/>
          <w:rtl/>
        </w:rPr>
        <w:t xml:space="preserve"> جب تم کو لوگ تن تنہا قبر کے حوالے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گے اور منکر و نک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تمہارے پاس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آئ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گے اور پہل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جس کے بارہ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تم سے سوال 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گے ، تمہارے خدا سے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متعلق</w:t>
      </w:r>
      <w:r w:rsidR="00F96A4F" w:rsidRPr="00F96A4F">
        <w:rPr>
          <w:rFonts w:eastAsia="Calibri"/>
          <w:rtl/>
        </w:rPr>
        <w:t xml:space="preserve"> ہوگ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تم پر ستش و عبادت کرتے ہو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سننے والوں کے ذہن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توح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کا مفہوم اتار کر معرفت خدا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لہر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کر رہے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EB204C" w:rsidP="009246EE">
      <w:pPr>
        <w:pStyle w:val="libNormal0"/>
        <w:rPr>
          <w:rFonts w:eastAsia="Calibri"/>
          <w:rtl/>
        </w:rPr>
      </w:pP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”و</w:t>
      </w:r>
      <w:r w:rsidR="00F96A4F" w:rsidRPr="00E72EC1">
        <w:rPr>
          <w:rStyle w:val="libArabicChar"/>
          <w:rFonts w:eastAsia="Calibri"/>
          <w:rtl/>
        </w:rPr>
        <w:t xml:space="preserve"> عن نب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ک</w:t>
      </w:r>
      <w:r w:rsidR="00F96A4F" w:rsidRPr="00E72EC1">
        <w:rPr>
          <w:rStyle w:val="libArabicChar"/>
          <w:rFonts w:eastAsia="Calibri"/>
          <w:rtl/>
        </w:rPr>
        <w:t xml:space="preserve"> الذ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ارسل ال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ک</w:t>
      </w:r>
      <w:r w:rsidR="00F96A4F" w:rsidRPr="00E72EC1">
        <w:rPr>
          <w:rStyle w:val="libArabicChar"/>
          <w:rFonts w:eastAsia="Calibri"/>
          <w:rtl/>
        </w:rPr>
        <w:t xml:space="preserve"> ”</w:t>
      </w:r>
      <w:r w:rsidR="00F96A4F" w:rsidRPr="00F96A4F">
        <w:rPr>
          <w:rFonts w:eastAsia="Calibri"/>
          <w:rtl/>
        </w:rPr>
        <w:t xml:space="preserve"> اور تم سے اس نب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بارے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سوال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گے جو تمہار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 w:hint="eastAsia"/>
          <w:rtl/>
        </w:rPr>
        <w:t>جا</w:t>
      </w:r>
      <w:r w:rsidR="00F96A4F" w:rsidRPr="00F96A4F">
        <w:rPr>
          <w:rFonts w:eastAsia="Calibri"/>
          <w:rtl/>
        </w:rPr>
        <w:t xml:space="preserve">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</w:t>
      </w:r>
      <w:r>
        <w:rPr>
          <w:rFonts w:eastAsia="Calibri"/>
          <w:rtl/>
        </w:rPr>
        <w:t xml:space="preserve">۔ </w:t>
      </w:r>
      <w:r w:rsidR="00F96A4F" w:rsidRPr="00F96A4F">
        <w:rPr>
          <w:rFonts w:eastAsia="Calibri" w:hint="eastAsia"/>
          <w:rtl/>
        </w:rPr>
        <w:t>گو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مسئلہ نبوت اور حق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قت</w:t>
      </w:r>
      <w:r w:rsidR="00F96A4F" w:rsidRPr="00F96A4F">
        <w:rPr>
          <w:rFonts w:eastAsia="Calibri"/>
          <w:rtl/>
        </w:rPr>
        <w:t xml:space="preserve"> محمد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(ص)کے عرفان کا جذبہ زندہ کر رہے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”و</w:t>
      </w:r>
      <w:r w:rsidR="00F96A4F" w:rsidRPr="00E72EC1">
        <w:rPr>
          <w:rStyle w:val="libArabicChar"/>
          <w:rFonts w:eastAsia="Calibri"/>
          <w:rtl/>
        </w:rPr>
        <w:t xml:space="preserve"> عن د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نک</w:t>
      </w:r>
      <w:r w:rsidR="00F96A4F" w:rsidRPr="00E72EC1">
        <w:rPr>
          <w:rStyle w:val="libArabicChar"/>
          <w:rFonts w:eastAsia="Calibri"/>
          <w:rtl/>
        </w:rPr>
        <w:t xml:space="preserve"> الذ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کنت تد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F96A4F" w:rsidRPr="00E72EC1">
        <w:rPr>
          <w:rStyle w:val="libArabicChar"/>
          <w:rFonts w:eastAsia="Calibri"/>
          <w:rtl/>
        </w:rPr>
        <w:t xml:space="preserve"> ب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”</w:t>
      </w:r>
      <w:r w:rsidR="00F96A4F" w:rsidRPr="00F96A4F">
        <w:rPr>
          <w:rFonts w:eastAsia="Calibri"/>
          <w:rtl/>
        </w:rPr>
        <w:t xml:space="preserve"> اور اس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کے بارے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پوچہ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گے جس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نے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9246EE" w:rsidRDefault="00EB204C" w:rsidP="009246EE">
      <w:pPr>
        <w:pStyle w:val="libNormal0"/>
        <w:rPr>
          <w:rFonts w:eastAsia="Calibri" w:hint="cs"/>
          <w:rtl/>
        </w:rPr>
      </w:pP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”وعن</w:t>
      </w:r>
      <w:r w:rsidR="00F96A4F" w:rsidRPr="00E72EC1">
        <w:rPr>
          <w:rStyle w:val="libArabicChar"/>
          <w:rFonts w:eastAsia="Calibri"/>
          <w:rtl/>
        </w:rPr>
        <w:t xml:space="preserve"> کتابک الذ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کنت تتلو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”</w:t>
      </w:r>
      <w:r w:rsidR="00F96A4F" w:rsidRPr="00F96A4F">
        <w:rPr>
          <w:rFonts w:eastAsia="Calibri"/>
          <w:rtl/>
        </w:rPr>
        <w:t xml:space="preserve"> اور تمہار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اس کتاب کے سلسلہ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خبر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گے</w:t>
      </w:r>
      <w:r w:rsidR="00F96A4F" w:rsidRPr="00F96A4F">
        <w:rPr>
          <w:rFonts w:eastAsia="Calibri"/>
          <w:rtl/>
        </w:rPr>
        <w:t xml:space="preserve"> جس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تم تلاوت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کرتے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</w:p>
    <w:p w:rsidR="00EB204C" w:rsidRDefault="00EB204C" w:rsidP="009246EE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اور</w:t>
      </w:r>
      <w:r w:rsidR="00F96A4F"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مذہب اسلام کے ان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اساس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مسائل و عقائد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توح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،نبوت</w:t>
      </w:r>
      <w:r w:rsidR="00F96A4F" w:rsidRPr="00F96A4F">
        <w:rPr>
          <w:rFonts w:eastAsia="Calibri"/>
          <w:rtl/>
        </w:rPr>
        <w:t xml:space="preserve"> ،قرآن اور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اپنے مد نظراصل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9246EE" w:rsidRPr="00BD6259">
        <w:rPr>
          <w:rStyle w:val="libNormalChar"/>
          <w:rFonts w:eastAsia="Calibri"/>
          <w:rtl/>
        </w:rPr>
        <w:t>نکتہ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لوگوں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کو</w:t>
      </w:r>
      <w:r w:rsidR="00F96A4F" w:rsidRPr="00F96A4F">
        <w:rPr>
          <w:rFonts w:eastAsia="Calibri"/>
          <w:rtl/>
        </w:rPr>
        <w:t xml:space="preserve"> متوجہ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CE6606" w:rsidRDefault="00EB204C" w:rsidP="00BB7236">
      <w:pPr>
        <w:pStyle w:val="libNormal0"/>
        <w:rPr>
          <w:rFonts w:eastAsia="Calibri"/>
          <w:rtl/>
        </w:rPr>
      </w:pP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”و</w:t>
      </w:r>
      <w:r w:rsidR="00F96A4F" w:rsidRPr="00E72EC1">
        <w:rPr>
          <w:rStyle w:val="libArabicChar"/>
          <w:rFonts w:eastAsia="Calibri"/>
          <w:rtl/>
        </w:rPr>
        <w:t xml:space="preserve"> عن امامک الذ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کنت تتولا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”</w:t>
      </w:r>
      <w:r w:rsidR="00F96A4F" w:rsidRPr="00F96A4F">
        <w:rPr>
          <w:rFonts w:eastAsia="Calibri"/>
          <w:rtl/>
        </w:rPr>
        <w:t xml:space="preserve"> اور اس امام کے بارہ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سوال ہوگا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جس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ولا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کا تم دم بہرتے رہے ہو </w:t>
      </w:r>
      <w:r>
        <w:rPr>
          <w:rFonts w:eastAsia="Calibri"/>
          <w:rtl/>
        </w:rPr>
        <w:t>۔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مسئلہ امامت کو واضح کر رہے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در اصل اہمہ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کے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مسئلہ امامت مسئلہ حکومت سے الگ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ہے ائمہ کے نزد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مسئلہ</w:t>
      </w:r>
      <w:r w:rsidR="00F96A4F" w:rsidRPr="00F96A4F">
        <w:rPr>
          <w:rFonts w:eastAsia="Calibri"/>
          <w:rtl/>
        </w:rPr>
        <w:t xml:space="preserve"> ولا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اور مسئلہ امامت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فرق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جاتا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اگر چہ ممکن ہے ول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امام کے معن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آپس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کچہ تفاوت رکہتے ہوں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دونوں مسئلہ ----مسئلہ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امامت</w:t>
      </w:r>
      <w:r w:rsidRPr="00F96A4F">
        <w:rPr>
          <w:rFonts w:eastAsia="Calibri"/>
          <w:rtl/>
        </w:rPr>
        <w:t xml:space="preserve"> ومسئلہ ولا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----ائمہ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زبان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ان سے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مراد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جگہ حضرت (ع)اس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امام کے بارہ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سوال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بات کر رہے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طور</w:t>
      </w:r>
      <w:r w:rsidRPr="00F96A4F">
        <w:rPr>
          <w:rFonts w:eastAsia="Calibri"/>
          <w:rtl/>
        </w:rPr>
        <w:t xml:space="preserve"> پر لوگوں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ہدا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و اگاہ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متکفل و ذمہ دار بنا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اور 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اعتبار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ان کے امور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نگراں اور ذمہ دار قرار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(ص) کا جانش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ہمار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خوش قسمت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کہ آج ہم جس دور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گزار رہے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،لوگ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کا مطلب </w:t>
      </w:r>
      <w:r w:rsidR="005901D4">
        <w:rPr>
          <w:rFonts w:eastAsia="Calibri"/>
          <w:rtl/>
        </w:rPr>
        <w:t>اچھی</w:t>
      </w:r>
      <w:r w:rsidR="00F96A4F" w:rsidRPr="00F96A4F">
        <w:rPr>
          <w:rFonts w:eastAsia="Calibri"/>
          <w:rtl/>
        </w:rPr>
        <w:t xml:space="preserve"> طرح </w:t>
      </w:r>
      <w:r w:rsidR="00E72EC1" w:rsidRPr="00BD6259">
        <w:rPr>
          <w:rStyle w:val="libNormalChar"/>
          <w:rFonts w:eastAsia="Calibri"/>
          <w:rtl/>
        </w:rPr>
        <w:t>سمجھ</w:t>
      </w:r>
      <w:r w:rsidR="00F96A4F" w:rsidRPr="00F96A4F">
        <w:rPr>
          <w:rFonts w:eastAsia="Calibri"/>
          <w:rtl/>
        </w:rPr>
        <w:t>نے لگے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گزش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زمانہ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عوام اس کا 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مفہوم</w:t>
      </w:r>
      <w:r w:rsidRPr="00F96A4F">
        <w:rPr>
          <w:rFonts w:eastAsia="Calibri"/>
          <w:rtl/>
        </w:rPr>
        <w:t xml:space="preserve"> درک کرنے سے قاصر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آج ہم جانتے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معاشرہ کا رہبر و قائد</w:t>
      </w:r>
      <w:r w:rsidR="00EB204C">
        <w:rPr>
          <w:rFonts w:eastAsia="Calibri"/>
          <w:rtl/>
        </w:rPr>
        <w:t xml:space="preserve"> 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امام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وہ جس سے ہم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حاصل کرتے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ہا</w:t>
      </w:r>
      <w:r w:rsidR="00BB7236">
        <w:rPr>
          <w:rFonts w:eastAsia="Calibri"/>
          <w:rtl/>
        </w:rPr>
        <w:t>تھ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جس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اطاعت ہم پر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واجب ہے ار 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معاملات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فرض ہے </w:t>
      </w:r>
      <w:r w:rsidR="00EB204C">
        <w:rPr>
          <w:rFonts w:eastAsia="Calibri"/>
          <w:rtl/>
        </w:rPr>
        <w:t>۔</w:t>
      </w:r>
    </w:p>
    <w:p w:rsidR="00CE660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خوش</w:t>
      </w:r>
      <w:r w:rsidR="00F96A4F" w:rsidRPr="00F96A4F">
        <w:rPr>
          <w:rFonts w:eastAsia="Calibri"/>
          <w:rtl/>
        </w:rPr>
        <w:t xml:space="preserve"> قسمت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دور حاضر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لفظ امام نے ہمارے ذہنوں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اپنا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مقام</w:t>
      </w:r>
      <w:r w:rsidR="00F96A4F" w:rsidRPr="00F96A4F">
        <w:rPr>
          <w:rFonts w:eastAsia="Calibri"/>
          <w:rtl/>
        </w:rPr>
        <w:t xml:space="preserve"> حاصل کر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E6606" w:rsidRDefault="00CE6606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ورنہ آپ ملاحظہ فرمائ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صد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سے 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ئے تش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مسئلہ</w:t>
      </w:r>
      <w:r w:rsidRPr="00F96A4F">
        <w:rPr>
          <w:rFonts w:eastAsia="Calibri"/>
          <w:rtl/>
        </w:rPr>
        <w:t xml:space="preserve"> کتن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غلط فہم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شکار رہا ہے لوگ 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ال</w:t>
      </w:r>
      <w:r w:rsidRPr="00F96A4F">
        <w:rPr>
          <w:rFonts w:eastAsia="Calibri"/>
          <w:rtl/>
        </w:rPr>
        <w:t xml:space="preserve"> کرنے لگے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کہ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شخص وہ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جو معاشرہ پر حکومت کر رہا ہے نظم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متعلق امور اس کے 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بندش و آزاد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لے کر جنگ و صلح تک سب کچہ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( </w:t>
      </w:r>
      <w:r w:rsidRPr="00F96A4F">
        <w:rPr>
          <w:rFonts w:eastAsia="Calibri" w:hint="cs"/>
          <w:rtl/>
        </w:rPr>
        <w:t>ڻی</w:t>
      </w:r>
      <w:r w:rsidRPr="00F96A4F">
        <w:rPr>
          <w:rFonts w:eastAsia="Calibri" w:hint="eastAsia"/>
          <w:rtl/>
        </w:rPr>
        <w:t>کس</w:t>
      </w:r>
      <w:r w:rsidRPr="00F96A4F">
        <w:rPr>
          <w:rFonts w:eastAsia="Calibri"/>
          <w:rtl/>
        </w:rPr>
        <w:t>) مقرر کرتا ہے اور 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ہمارے اچہے اور برے کا مالک و ذمہ دار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اور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بالمقابل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شخص اور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ہے جس کا کام لوگوں کا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درست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کرنا</w:t>
      </w:r>
      <w:r w:rsidRPr="00F96A4F">
        <w:rPr>
          <w:rFonts w:eastAsia="Calibri"/>
          <w:rtl/>
        </w:rPr>
        <w:t xml:space="preserve"> ہے پہلے کو حاکم کہتے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دوسرے کو 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بت</w:t>
      </w:r>
      <w:r w:rsidRPr="00F96A4F">
        <w:rPr>
          <w:rFonts w:eastAsia="Calibri"/>
          <w:rtl/>
        </w:rPr>
        <w:t xml:space="preserve"> کے زمانہ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عالم اور قبل از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بت</w:t>
      </w:r>
      <w:r w:rsidRPr="00F96A4F">
        <w:rPr>
          <w:rFonts w:eastAsia="Calibri"/>
          <w:rtl/>
        </w:rPr>
        <w:t xml:space="preserve"> امام کہتے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ائمہ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کے زمانہ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امام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منزل ہم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تصور کرنے لگے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جو 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بت</w:t>
      </w:r>
      <w:r w:rsidRPr="00F96A4F">
        <w:rPr>
          <w:rFonts w:eastAsia="Calibri"/>
          <w:rtl/>
        </w:rPr>
        <w:t xml:space="preserve"> امام کے زمانے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عالم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ظاہر</w:t>
      </w:r>
      <w:r w:rsidRPr="00F96A4F">
        <w:rPr>
          <w:rFonts w:eastAsia="Calibri"/>
          <w:rtl/>
        </w:rPr>
        <w:t xml:space="preserve"> ہے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تصور قطعا غلط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در</w:t>
      </w:r>
      <w:r w:rsidR="00F96A4F" w:rsidRPr="00F96A4F">
        <w:rPr>
          <w:rFonts w:eastAsia="Calibri"/>
          <w:rtl/>
        </w:rPr>
        <w:t xml:space="preserve"> اصل امام،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شوا</w:t>
      </w:r>
      <w:r w:rsidR="00F96A4F" w:rsidRPr="00F96A4F">
        <w:rPr>
          <w:rFonts w:eastAsia="Calibri"/>
          <w:rtl/>
        </w:rPr>
        <w:t xml:space="preserve"> اور ہاد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 کہتے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کہ ہم صادق آل محمد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کے حالات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ذ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اشارہ کر چکے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جس وقت امام من</w:t>
      </w:r>
      <w:r w:rsidR="00F96A4F" w:rsidRPr="00F96A4F">
        <w:rPr>
          <w:rFonts w:eastAsia="Calibri" w:hint="cs"/>
          <w:rtl/>
        </w:rPr>
        <w:t>یٰ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عرفات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پہنچتے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مرتبہ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آواز بلند ارشاد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ا</w:t>
      </w:r>
      <w:r w:rsidR="00F96A4F" w:rsidRPr="00E72EC1">
        <w:rPr>
          <w:rStyle w:val="libArabicChar"/>
          <w:rFonts w:eastAsia="Calibri"/>
          <w:rtl/>
        </w:rPr>
        <w:t xml:space="preserve"> ا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ا</w:t>
      </w:r>
      <w:r w:rsidR="00F96A4F" w:rsidRPr="00E72EC1">
        <w:rPr>
          <w:rStyle w:val="libArabicChar"/>
          <w:rFonts w:eastAsia="Calibri"/>
          <w:rtl/>
        </w:rPr>
        <w:t xml:space="preserve"> الناس ان رسول اللّٰ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و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و الامام“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غمبر</w:t>
      </w:r>
      <w:r w:rsidR="00F96A4F" w:rsidRPr="00F96A4F">
        <w:rPr>
          <w:rFonts w:eastAsia="Calibri"/>
          <w:rtl/>
        </w:rPr>
        <w:t xml:space="preserve"> اسلام (ص) امام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، امام اس کو کہتے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جو لوگوں کے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اور</w:t>
      </w:r>
      <w:r w:rsidR="00F96A4F" w:rsidRPr="00F96A4F">
        <w:rPr>
          <w:rFonts w:eastAsia="Calibri"/>
          <w:rtl/>
        </w:rPr>
        <w:t xml:space="preserve"> دن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کا ذمہ دار ہوتا ہے ، چنانچہ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دور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جس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وقت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معاشرہ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حکومت و فرمانروائ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عبد الملک بن مروان کے ہا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،لوگ امام کا مفہوم غلط </w:t>
      </w:r>
      <w:r w:rsidR="00E72EC1" w:rsidRPr="00BD6259">
        <w:rPr>
          <w:rStyle w:val="libNormalChar"/>
          <w:rFonts w:eastAsia="Calibri"/>
          <w:rtl/>
        </w:rPr>
        <w:t>سمجھ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یڻ</w:t>
      </w:r>
      <w:r w:rsidR="00F96A4F" w:rsidRPr="00F96A4F">
        <w:rPr>
          <w:rFonts w:eastAsia="Calibri" w:hint="eastAsia"/>
          <w:rtl/>
        </w:rPr>
        <w:t>ہے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E6606" w:rsidRDefault="00CE6606" w:rsidP="00CE6606">
      <w:pPr>
        <w:pStyle w:val="libNormal0"/>
        <w:rPr>
          <w:rFonts w:eastAsia="Calibri"/>
          <w:rtl/>
        </w:rPr>
      </w:pPr>
    </w:p>
    <w:p w:rsidR="00CE6606" w:rsidRDefault="00CE6606" w:rsidP="00CE660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معاشرہ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امامت کا مطلب ہ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لوگوں</w:t>
      </w:r>
      <w:r w:rsidRPr="00F96A4F">
        <w:rPr>
          <w:rFonts w:eastAsia="Calibri"/>
          <w:rtl/>
        </w:rPr>
        <w:t xml:space="preserve"> کے مسائل 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تمام بندش و آزاد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نظام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نگران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 تحفظ کرنا ہے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امامت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بڑا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اہم شعبہ ہے </w:t>
      </w:r>
    </w:p>
    <w:p w:rsidR="00EB204C" w:rsidRDefault="00F96A4F" w:rsidP="00CE660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منصب اہل سے لے کر نااہلوں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سپرد</w:t>
      </w:r>
      <w:r w:rsidRPr="00F96A4F">
        <w:rPr>
          <w:rFonts w:eastAsia="Calibri"/>
          <w:rtl/>
        </w:rPr>
        <w:t xml:space="preserve">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---- اور وہ نااہل خود کو امام </w:t>
      </w:r>
      <w:r w:rsidR="008773C6">
        <w:rPr>
          <w:rFonts w:eastAsia="Calibri"/>
          <w:rtl/>
        </w:rPr>
        <w:t>سمجھت</w:t>
      </w:r>
      <w:r w:rsidRPr="00F96A4F">
        <w:rPr>
          <w:rFonts w:eastAsia="Calibri"/>
          <w:rtl/>
        </w:rPr>
        <w:t xml:space="preserve">ا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بلکہ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عرصہ</w:t>
      </w:r>
      <w:r w:rsidRPr="00F96A4F">
        <w:rPr>
          <w:rFonts w:eastAsia="Calibri"/>
          <w:rtl/>
        </w:rPr>
        <w:t xml:space="preserve"> تک عوام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 کو امام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 xml:space="preserve">ا کرتے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چنانچہ لوگ عبد الملک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پہلے مروان بن حکم اور اس سے پہلے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اور اس کے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رووں کو اس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طرح</w:t>
      </w:r>
      <w:r w:rsidRPr="00F96A4F">
        <w:rPr>
          <w:rFonts w:eastAsia="Calibri"/>
          <w:rtl/>
        </w:rPr>
        <w:t xml:space="preserve"> عبدالملک کے بعد اس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جگہ پر آنے والے دوسرے لوگوں کو اپنا امام تصور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کرتے</w:t>
      </w:r>
      <w:r w:rsidRPr="00F96A4F">
        <w:rPr>
          <w:rFonts w:eastAsia="Calibri"/>
          <w:rtl/>
        </w:rPr>
        <w:t xml:space="preserve"> رہے ان کو معاشرہ کا رہبر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لوگوں کے اجتماع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مسائل پر حاکم کے عنوان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قبول کرتے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بات لوگوں کے ذہنوں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چک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>۔</w:t>
      </w:r>
    </w:p>
    <w:p w:rsidR="00CE6606" w:rsidRDefault="00EB204C" w:rsidP="00CE660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جس</w:t>
      </w:r>
      <w:r w:rsidR="00F96A4F" w:rsidRPr="00F96A4F">
        <w:rPr>
          <w:rFonts w:eastAsia="Calibri"/>
          <w:rtl/>
        </w:rPr>
        <w:t xml:space="preserve"> وقت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:قبر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تم سے امامت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بارے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سوال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جائے گا تو اس کا مطلب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ہے کہ امام(ع) متوجہ کرنا چاہتے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صلہ</w:t>
      </w:r>
      <w:r w:rsidR="00F96A4F" w:rsidRPr="00F96A4F">
        <w:rPr>
          <w:rFonts w:eastAsia="Calibri"/>
          <w:rtl/>
        </w:rPr>
        <w:t xml:space="preserve"> کر لو کہ جب نک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سوال 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گے کہ آ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تم نے جس کو اپنا امام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منتخب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وہ واقع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امام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؟ وہ شخص جو تم پر حکومت کر رہا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، معاشرہ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رہبر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جس کے ہا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تم نے دے رکہ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وہ حق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قتاً</w:t>
      </w:r>
      <w:r w:rsidR="00F96A4F" w:rsidRPr="00F96A4F">
        <w:rPr>
          <w:rFonts w:eastAsia="Calibri"/>
          <w:rtl/>
        </w:rPr>
        <w:t xml:space="preserve"> امام ہونے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مستحق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ا؟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وہ وہ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شخص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جس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امامت پر خدا راض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؟ اس کا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جواب</w:t>
      </w:r>
      <w:r w:rsidR="00F96A4F" w:rsidRPr="00F96A4F">
        <w:rPr>
          <w:rFonts w:eastAsia="Calibri"/>
          <w:rtl/>
        </w:rPr>
        <w:t xml:space="preserve"> دوگے ؟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اس طرح حضرت (ع) لوگوں کو اس مسئلہ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نزاکت کا احساس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دلا</w:t>
      </w:r>
      <w:r w:rsidR="00F96A4F" w:rsidRPr="00F96A4F">
        <w:rPr>
          <w:rFonts w:eastAsia="Calibri"/>
          <w:rtl/>
        </w:rPr>
        <w:t xml:space="preserve"> کر انہ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دار</w:t>
      </w:r>
      <w:r w:rsidR="00F96A4F" w:rsidRPr="00F96A4F">
        <w:rPr>
          <w:rFonts w:eastAsia="Calibri"/>
          <w:rtl/>
        </w:rPr>
        <w:t xml:space="preserve"> کر رہے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گو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بالکل غ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محسوس طور پر مسئلہ امامت جس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سلسلہ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بنو 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پور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طرح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بات سننے پر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قطع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نہ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CE6606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lastRenderedPageBreak/>
        <w:t>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اس کو موعظہ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ڈہال کر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عموم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خطاب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ضمن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کر کے لوگوں کے ذہن و احساس کو زندہ وب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دار</w:t>
      </w:r>
      <w:r w:rsidRPr="00F96A4F">
        <w:rPr>
          <w:rFonts w:eastAsia="Calibri"/>
          <w:rtl/>
        </w:rPr>
        <w:t xml:space="preserve"> کر رہے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</w:p>
    <w:p w:rsidR="00EB204C" w:rsidRDefault="00EB204C" w:rsidP="009246EE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روش اور طر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قہ</w:t>
      </w:r>
      <w:r w:rsidR="00F96A4F" w:rsidRPr="00F96A4F">
        <w:rPr>
          <w:rFonts w:eastAsia="Calibri"/>
          <w:rtl/>
        </w:rPr>
        <w:t xml:space="preserve"> کار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9246EE">
        <w:rPr>
          <w:rFonts w:eastAsia="Calibri" w:hint="cs"/>
          <w:rtl/>
        </w:rPr>
        <w:t>ٹہ</w:t>
      </w:r>
      <w:r w:rsidR="00F96A4F" w:rsidRPr="00F96A4F">
        <w:rPr>
          <w:rFonts w:eastAsia="Calibri" w:hint="eastAsia"/>
          <w:rtl/>
        </w:rPr>
        <w:t>راؤ</w:t>
      </w:r>
      <w:r w:rsidR="00F96A4F" w:rsidRPr="00F96A4F">
        <w:rPr>
          <w:rFonts w:eastAsia="Calibri"/>
          <w:rtl/>
        </w:rPr>
        <w:t xml:space="preserve"> پا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جاتا ہے کس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طرح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عجلت نظر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آگے چل کر جہاں امام (ع) نے ذرا سخت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کام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ہم اس کا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ذکر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مختصر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کہ عوام الناس سے مربوط اپنے عموم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خطاب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موعظہ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زبان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معارف منجملہ وہ حقائق جن پر حضرت (ع)ک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خاص</w:t>
      </w:r>
      <w:r w:rsidR="00F96A4F" w:rsidRPr="00F96A4F">
        <w:rPr>
          <w:rFonts w:eastAsia="Calibri"/>
          <w:rtl/>
        </w:rPr>
        <w:t xml:space="preserve"> توجہ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، لوگوں کے ذہنوں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زندہ کر رہے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آپ (ع)ک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کوشش ہے کہ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عوام</w:t>
      </w:r>
      <w:r w:rsidR="00F96A4F" w:rsidRPr="00F96A4F">
        <w:rPr>
          <w:rFonts w:eastAsia="Calibri"/>
          <w:rtl/>
        </w:rPr>
        <w:t xml:space="preserve"> ان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زوں</w:t>
      </w:r>
      <w:r w:rsidR="00F96A4F" w:rsidRPr="00F96A4F">
        <w:rPr>
          <w:rFonts w:eastAsia="Calibri"/>
          <w:rtl/>
        </w:rPr>
        <w:t xml:space="preserve"> کو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رکہ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 قسم کے خطابات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دو نکتے خاص طور پر توجہ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مستحق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CE660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اولاً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کہ عوام الناس سے کئے جانے والے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خطاب تعل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نقطہ نظر سے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کئے گئے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بلکہ</w:t>
      </w:r>
      <w:r w:rsidR="00F96A4F" w:rsidRPr="00F96A4F">
        <w:rPr>
          <w:rFonts w:eastAsia="Calibri"/>
          <w:rtl/>
        </w:rPr>
        <w:t xml:space="preserve"> ان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نوع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تذکر و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دہان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امام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ب</w:t>
      </w:r>
      <w:r w:rsidR="00F96A4F" w:rsidRPr="00F96A4F">
        <w:rPr>
          <w:rFonts w:eastAsia="Calibri" w:hint="cs"/>
          <w:rtl/>
        </w:rPr>
        <w:t>یڻ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کر عوام کے سامنے مسئلہ توح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کے در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چے</w:t>
      </w:r>
      <w:r w:rsidR="00F96A4F" w:rsidRPr="00F96A4F">
        <w:rPr>
          <w:rFonts w:eastAsia="Calibri"/>
          <w:rtl/>
        </w:rPr>
        <w:t xml:space="preserve"> کہولنے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مسئلہ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نبوت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گہت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اں</w:t>
      </w:r>
      <w:r w:rsidR="00F96A4F" w:rsidRPr="00F96A4F">
        <w:rPr>
          <w:rFonts w:eastAsia="Calibri"/>
          <w:rtl/>
        </w:rPr>
        <w:t xml:space="preserve"> سلجہانے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کوشش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کرتے </w:t>
      </w:r>
      <w:r w:rsidR="00E72EC1" w:rsidRPr="00BD6259">
        <w:rPr>
          <w:rStyle w:val="libNormalChar"/>
          <w:rFonts w:eastAsia="Calibri"/>
          <w:rtl/>
        </w:rPr>
        <w:t>بلکہ</w:t>
      </w:r>
      <w:r w:rsidR="00F96A4F" w:rsidRPr="00F96A4F">
        <w:rPr>
          <w:rFonts w:eastAsia="Calibri"/>
          <w:rtl/>
        </w:rPr>
        <w:t xml:space="preserve"> محض تذکر و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اددہان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مقصود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مثلا</w:t>
      </w:r>
      <w:r w:rsidR="00F96A4F" w:rsidRPr="00F96A4F">
        <w:rPr>
          <w:rFonts w:eastAsia="Calibri"/>
          <w:rtl/>
        </w:rPr>
        <w:t xml:space="preserve"> مسئلہ نبوت کو لے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جئے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ظاہر ہے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جس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معاشرہ</w:t>
      </w:r>
      <w:r w:rsidRPr="00F96A4F">
        <w:rPr>
          <w:rFonts w:eastAsia="Calibri"/>
          <w:rtl/>
        </w:rPr>
        <w:t xml:space="preserve"> اور جس زمانہ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بسر کررہے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 (ص) کو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گزرے</w:t>
      </w:r>
      <w:r w:rsidRPr="00F96A4F">
        <w:rPr>
          <w:rFonts w:eastAsia="Calibri"/>
          <w:rtl/>
        </w:rPr>
        <w:t xml:space="preserve"> ہوئے اتن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مدت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ہوگئ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مکمل طور اعتقادات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انحراف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</w:t>
      </w:r>
      <w:r w:rsidRPr="00F96A4F">
        <w:rPr>
          <w:rFonts w:eastAsia="Calibri"/>
          <w:rtl/>
        </w:rPr>
        <w:t xml:space="preserve"> کا شکار ہوچکے ہوں اس زمانہ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بہت سے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لوگ موجود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جنہوں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 (ص) کو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آنکہوں سے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کہا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،اور ائمہ اطہار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رالمومن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امام حسن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اورامام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کو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کہنے</w:t>
      </w:r>
      <w:r w:rsidRPr="00F96A4F">
        <w:rPr>
          <w:rFonts w:eastAsia="Calibri"/>
          <w:rtl/>
        </w:rPr>
        <w:t xml:space="preserve"> والے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موجود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اور اجتماع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نظام کے اعتبار سے 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وہ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نوبت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پہنچ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لوگ مسئلہ توح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ونبوت کے سلسلے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مسئلہ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معاد</w:t>
      </w:r>
      <w:r w:rsidRPr="00F96A4F">
        <w:rPr>
          <w:rFonts w:eastAsia="Calibri"/>
          <w:rtl/>
        </w:rPr>
        <w:t xml:space="preserve"> وقرآن کے بارے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واصول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شک وشبہ اور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</w:t>
      </w:r>
      <w:r w:rsidRPr="00F96A4F">
        <w:rPr>
          <w:rFonts w:eastAsia="Calibri"/>
          <w:rtl/>
        </w:rPr>
        <w:t xml:space="preserve"> سے دوچار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ہوں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ہاں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ضرور کہاجا سکتا ہے کہ اکثر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ان کو بہلا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ماد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بات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موجب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لوگ اسلام ،اسلام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،اعتقادات اور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عظمت واہم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بارے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فکر کرنے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ضرورت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محسوس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کرتے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CE660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معاشرہ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دن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وماد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طمع نے اس شدت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لوگو ں کواپنا 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بنال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کہ اصلاً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فکر کہ انسان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معنو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وخ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رات</w:t>
      </w:r>
      <w:r w:rsidR="00F96A4F" w:rsidRPr="00F96A4F">
        <w:rPr>
          <w:rFonts w:eastAsia="Calibri"/>
          <w:rtl/>
        </w:rPr>
        <w:t xml:space="preserve"> کے سلسلہ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تقابل</w:t>
      </w:r>
      <w:r w:rsidR="00F96A4F" w:rsidRPr="00F96A4F">
        <w:rPr>
          <w:rFonts w:eastAsia="Calibri"/>
          <w:rtl/>
        </w:rPr>
        <w:t xml:space="preserve"> و موازنہ کا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دان</w:t>
      </w:r>
      <w:r w:rsidR="00F96A4F" w:rsidRPr="00F96A4F">
        <w:rPr>
          <w:rFonts w:eastAsia="Calibri"/>
          <w:rtl/>
        </w:rPr>
        <w:t xml:space="preserve"> موجود ہے لوگوں کے ذہنوں سے بالکل نکل چکا</w:t>
      </w:r>
      <w:r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اور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 اس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آگے </w:t>
      </w:r>
      <w:r w:rsidR="00CE6606">
        <w:rPr>
          <w:rFonts w:eastAsia="Calibri"/>
          <w:rtl/>
        </w:rPr>
        <w:t>بڑھ</w:t>
      </w:r>
      <w:r w:rsidR="00F96A4F" w:rsidRPr="00F96A4F">
        <w:rPr>
          <w:rFonts w:eastAsia="Calibri"/>
          <w:rtl/>
        </w:rPr>
        <w:t>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فکر نہ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E6606" w:rsidRDefault="00CE6606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اور اگر اس طرف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قدم </w:t>
      </w:r>
      <w:r w:rsidR="00CE6606">
        <w:rPr>
          <w:rFonts w:eastAsia="Calibri"/>
          <w:rtl/>
        </w:rPr>
        <w:t>بڑھ</w:t>
      </w:r>
      <w:r w:rsidRPr="00F96A4F">
        <w:rPr>
          <w:rFonts w:eastAsia="Calibri"/>
          <w:rtl/>
        </w:rPr>
        <w:t>اتا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تو اس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ظاہر 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سطح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کا عمل دخل ہوتا توح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وہ</w:t>
      </w:r>
      <w:r w:rsidRPr="00F96A4F">
        <w:rPr>
          <w:rFonts w:eastAsia="Calibri"/>
          <w:rtl/>
        </w:rPr>
        <w:t xml:space="preserve"> آثار و فوا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جو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اکرم (ص) کے دور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 سے متصل 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زمانہ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لوگوں</w:t>
      </w:r>
      <w:r w:rsidRPr="00F96A4F">
        <w:rPr>
          <w:rFonts w:eastAsia="Calibri"/>
          <w:rtl/>
        </w:rPr>
        <w:t xml:space="preserve"> پر مرتب ہوتے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اور اس سلسلے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وہ احساس و ادراک اور وہ ذمہ دار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اب</w:t>
      </w:r>
      <w:r w:rsidRPr="00F96A4F">
        <w:rPr>
          <w:rFonts w:eastAsia="Calibri"/>
          <w:rtl/>
        </w:rPr>
        <w:t xml:space="preserve"> مفقود ہو چک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لہٰذا فقط تذکر 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دہان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ضرورت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تاکہ لوگوں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ادراک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ہوجائے ورنہ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جس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/>
          <w:rtl/>
        </w:rPr>
        <w:t xml:space="preserve"> ضرور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 اس کے برخلاف بعد کے زمانوں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مثال کے طور پر امام جعفر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صادق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دور کو لے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جئے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بات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حد سے آگے </w:t>
      </w:r>
      <w:r w:rsidR="00CE6606">
        <w:rPr>
          <w:rFonts w:eastAsia="Calibri"/>
          <w:rtl/>
        </w:rPr>
        <w:t>بڑھ</w:t>
      </w:r>
      <w:r w:rsidRPr="00F96A4F">
        <w:rPr>
          <w:rFonts w:eastAsia="Calibri"/>
          <w:rtl/>
        </w:rPr>
        <w:t xml:space="preserve"> چک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وقت خود مسلمانوں کے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بہت سے متکلم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دوسرے لفظوں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بہت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فلسف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منطق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ہو گئے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جو طرح طرح کے ناموں سے بڑ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بڑ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مسجدوں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مسجد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،مسجد شام ،حت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کہ خود مسجد الحرام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آکر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جاتے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اور غلط افکار و عقائد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باقاعدہ تعل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و تدر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/>
          <w:rtl/>
        </w:rPr>
        <w:t xml:space="preserve"> فرماتے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CE660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وہاں</w:t>
      </w:r>
      <w:r w:rsidR="00F96A4F" w:rsidRPr="00F96A4F">
        <w:rPr>
          <w:rFonts w:eastAsia="Calibri"/>
          <w:rtl/>
        </w:rPr>
        <w:t xml:space="preserve"> ابن اب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العوجا ج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افراد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موجود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جو زند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و دہر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ےعن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وجود خدا سے انکار کا درس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کرتے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ے اور اس پر استدلال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کرتے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ےہ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وجہ ہے کہ جب امام جعفر صادق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انات</w:t>
      </w:r>
      <w:r w:rsidR="00F96A4F" w:rsidRPr="00F96A4F">
        <w:rPr>
          <w:rFonts w:eastAsia="Calibri"/>
          <w:rtl/>
        </w:rPr>
        <w:t xml:space="preserve"> کا 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جائزہ</w:t>
      </w:r>
      <w:r w:rsidR="00F96A4F" w:rsidRPr="00F96A4F">
        <w:rPr>
          <w:rFonts w:eastAsia="Calibri"/>
          <w:rtl/>
        </w:rPr>
        <w:t xml:space="preserve">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کہتے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حضرت (ع)توح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و نبوت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مثل دوسرے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مسائل</w:t>
      </w:r>
      <w:r w:rsidR="00F96A4F" w:rsidRPr="00F96A4F">
        <w:rPr>
          <w:rFonts w:eastAsia="Calibri"/>
          <w:rtl/>
        </w:rPr>
        <w:t xml:space="preserve"> باقاعدہ استدالال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،ظاہر ہے دشمن کے استدلال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خلاف استدلال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ضرورت ہوت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جب کہ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ملت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حضرت (ع)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مطالب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کرتے وقت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منطق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استدلال عوام کے سامنے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کرتے </w:t>
      </w:r>
      <w:r w:rsidR="00E72EC1"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صرف تذکر 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دہان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طور</w:t>
      </w:r>
      <w:r w:rsidRPr="00F96A4F">
        <w:rPr>
          <w:rFonts w:eastAsia="Calibri"/>
          <w:rtl/>
        </w:rPr>
        <w:t xml:space="preserve"> پر اشار ہ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کہو</w:t>
      </w:r>
      <w:r w:rsidRPr="00F96A4F">
        <w:rPr>
          <w:rFonts w:eastAsia="Calibri"/>
          <w:rtl/>
        </w:rPr>
        <w:t xml:space="preserve"> !قبر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تم سے توح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و نبوت کے سلسلہ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سوالات</w:t>
      </w:r>
      <w:r w:rsidRPr="00F96A4F">
        <w:rPr>
          <w:rFonts w:eastAsia="Calibri"/>
          <w:rtl/>
        </w:rPr>
        <w:t xml:space="preserve"> کئے جائ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آپ نے ملاحظہ فرما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صرف ذہن کو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ہوکا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لئے</w:t>
      </w:r>
      <w:r w:rsidRPr="00F96A4F">
        <w:rPr>
          <w:rFonts w:eastAsia="Calibri"/>
          <w:rtl/>
        </w:rPr>
        <w:t xml:space="preserve"> ہے کہ انسان ان مسائل پر سوچنے کے لئے مجبور ہو جائے اور وہ 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غفلت</w:t>
      </w:r>
      <w:r w:rsidRPr="00F96A4F">
        <w:rPr>
          <w:rFonts w:eastAsia="Calibri"/>
          <w:rtl/>
        </w:rPr>
        <w:t xml:space="preserve"> و فراموش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نذر ہو چک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ذہن دوبارہ اس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متوجہ ہو جائے،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خلاصہ</w:t>
      </w:r>
      <w:r w:rsidRPr="00F96A4F">
        <w:rPr>
          <w:rFonts w:eastAsia="Calibri"/>
          <w:rtl/>
        </w:rPr>
        <w:t xml:space="preserve"> بحث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کہ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الصلوٰة و السلام کے دور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ملت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جو اس بات پر دلالت کرے کہ لوگ حت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ارباب حکومت و سلطنت </w:t>
      </w:r>
      <w:r w:rsidR="00CE6606">
        <w:rPr>
          <w:rFonts w:eastAsia="Calibri"/>
          <w:rtl/>
        </w:rPr>
        <w:t>بھی</w:t>
      </w:r>
      <w:r w:rsidRPr="00F96A4F">
        <w:rPr>
          <w:rFonts w:eastAsia="Calibri" w:hint="eastAsia"/>
          <w:rtl/>
        </w:rPr>
        <w:t>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فکر و نظر سے کہل کر بغاوت و برگشتگ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پر آمادہ ہو ں ہاں صرف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موقع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مجہے</w:t>
      </w:r>
      <w:r w:rsidRPr="00F96A4F">
        <w:rPr>
          <w:rFonts w:eastAsia="Calibri"/>
          <w:rtl/>
        </w:rPr>
        <w:t xml:space="preserve"> نظر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اس کا اظہار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کے اس شعر سے ہوتا ہے جواس نے غرور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ومست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ڈوب کر اس وقت پڑہا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جب خانوادہ رسول اکرم (ص) کو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کرکے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کے دربار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CE6606" w:rsidRDefault="00F96A4F" w:rsidP="00CE660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وہ کہتا ہے: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لعبت</w:t>
      </w:r>
      <w:r w:rsidRPr="00F96A4F">
        <w:rPr>
          <w:rFonts w:eastAsia="Calibri"/>
          <w:rtl/>
        </w:rPr>
        <w:t xml:space="preserve"> ہاشم باملک فلا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خبر</w:t>
      </w:r>
      <w:r w:rsidRPr="00F96A4F">
        <w:rPr>
          <w:rFonts w:eastAsia="Calibri"/>
          <w:rtl/>
        </w:rPr>
        <w:t xml:space="preserve"> جاء ولا وح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نزل</w:t>
      </w:r>
      <w:r w:rsidR="00EB204C">
        <w:rPr>
          <w:rFonts w:eastAsia="Calibri"/>
          <w:rtl/>
        </w:rPr>
        <w:t xml:space="preserve"> </w:t>
      </w:r>
    </w:p>
    <w:p w:rsidR="00CE6606" w:rsidRDefault="00CE6606" w:rsidP="00CE6606">
      <w:pPr>
        <w:pStyle w:val="libNormal0"/>
        <w:rPr>
          <w:rFonts w:eastAsia="Calibri"/>
          <w:rtl/>
        </w:rPr>
      </w:pPr>
      <w:r>
        <w:rPr>
          <w:rFonts w:eastAsia="Calibri" w:hint="cs"/>
          <w:rtl/>
        </w:rPr>
        <w:t>(</w:t>
      </w:r>
      <w:r w:rsidR="00F96A4F" w:rsidRPr="00F96A4F">
        <w:rPr>
          <w:rFonts w:eastAsia="Calibri"/>
          <w:rtl/>
        </w:rPr>
        <w:t>معاذ اللہ)بن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ہاشم نے حکومت و سلطنت کے لئے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لا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نہ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خبر آئ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اور نہ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نازل ہوئ</w:t>
      </w:r>
      <w:r w:rsidR="00F96A4F" w:rsidRPr="00F96A4F">
        <w:rPr>
          <w:rFonts w:eastAsia="Calibri" w:hint="cs"/>
          <w:rtl/>
        </w:rPr>
        <w:t>ی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E6606" w:rsidRDefault="00CE6606" w:rsidP="00CE6606">
      <w:pPr>
        <w:pStyle w:val="libNormal0"/>
        <w:rPr>
          <w:rFonts w:eastAsia="Calibri"/>
          <w:rtl/>
        </w:rPr>
      </w:pPr>
    </w:p>
    <w:p w:rsidR="00EB204C" w:rsidRDefault="00F96A4F" w:rsidP="00CE660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 کو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و وح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کوئ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مطلب</w:t>
      </w:r>
      <w:r w:rsidRPr="00F96A4F">
        <w:rPr>
          <w:rFonts w:eastAsia="Calibri"/>
          <w:rtl/>
        </w:rPr>
        <w:t xml:space="preserve"> نہ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-- چنانچہ اس مسئلہ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کہا جا سکتا ہے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ہرزہ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سرائ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ممکن ہے نشہ و مست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غلبہ کے سبب رہ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 -- ورنہ حت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کہ عبد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الملک</w:t>
      </w:r>
      <w:r w:rsidRPr="00F96A4F">
        <w:rPr>
          <w:rFonts w:eastAsia="Calibri"/>
          <w:rtl/>
        </w:rPr>
        <w:t xml:space="preserve"> اور حجاج بن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وسف</w:t>
      </w:r>
      <w:r w:rsidRPr="00F96A4F">
        <w:rPr>
          <w:rFonts w:eastAsia="Calibri"/>
          <w:rtl/>
        </w:rPr>
        <w:t xml:space="preserve">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سوں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عق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دہ</w:t>
      </w:r>
      <w:r w:rsidRPr="00F96A4F">
        <w:rPr>
          <w:rFonts w:eastAsia="Calibri"/>
          <w:rtl/>
        </w:rPr>
        <w:t xml:space="preserve"> توح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عق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دہ</w:t>
      </w:r>
      <w:r w:rsidRPr="00F96A4F">
        <w:rPr>
          <w:rFonts w:eastAsia="Calibri"/>
          <w:rtl/>
        </w:rPr>
        <w:t xml:space="preserve"> نبوت سے کہل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</w:t>
      </w:r>
      <w:r w:rsidRPr="00F96A4F">
        <w:rPr>
          <w:rFonts w:eastAsia="Calibri"/>
          <w:rtl/>
        </w:rPr>
        <w:t xml:space="preserve"> مخالفت کرنے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جرا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نہ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عبد الملک بن مروان وہ شخص ہے جو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کثرت</w:t>
      </w:r>
      <w:r w:rsidRPr="00F96A4F">
        <w:rPr>
          <w:rFonts w:eastAsia="Calibri"/>
          <w:rtl/>
        </w:rPr>
        <w:t xml:space="preserve"> سے قرآن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تلاوت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کرتا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 اس کو لوگ قراء قرآن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شمار کرتے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</w:t>
      </w:r>
      <w:r w:rsidR="00EB204C">
        <w:rPr>
          <w:rFonts w:eastAsia="Calibri"/>
          <w:rtl/>
        </w:rPr>
        <w:t xml:space="preserve"> 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چنانچہ کہتے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جس وقت اس کو خبر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تم خل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فہ</w:t>
      </w:r>
      <w:r w:rsidRPr="00F96A4F">
        <w:rPr>
          <w:rFonts w:eastAsia="Calibri"/>
          <w:rtl/>
        </w:rPr>
        <w:t xml:space="preserve"> ہو گئے اور حکومت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پر</w:t>
      </w:r>
      <w:r w:rsidRPr="00F96A4F">
        <w:rPr>
          <w:rFonts w:eastAsia="Calibri"/>
          <w:rtl/>
        </w:rPr>
        <w:t xml:space="preserve"> فائز ہوئے تو اس نے قرآن کو بوسہ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کہا:</w:t>
      </w:r>
      <w:r w:rsidRPr="00E72EC1">
        <w:rPr>
          <w:rStyle w:val="libArabicChar"/>
          <w:rFonts w:eastAsia="Calibri"/>
          <w:rtl/>
        </w:rPr>
        <w:t xml:space="preserve">“ 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ذا فراق ب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ن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/>
          <w:rtl/>
        </w:rPr>
        <w:t xml:space="preserve"> و ب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نک</w:t>
      </w:r>
      <w:r w:rsidRPr="00E72EC1">
        <w:rPr>
          <w:rStyle w:val="libArabicChar"/>
          <w:rFonts w:eastAsia="Calibri"/>
          <w:rtl/>
        </w:rPr>
        <w:t xml:space="preserve"> ”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اب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ہمار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تمہار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ملاقات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امت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ہوگ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اس کے بعد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نے ک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قرآن ا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ہاکر</w:t>
      </w:r>
      <w:r w:rsidRPr="00F96A4F">
        <w:rPr>
          <w:rFonts w:eastAsia="Calibri"/>
          <w:rtl/>
        </w:rPr>
        <w:t xml:space="preserve"> نہ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CE6606" w:rsidRDefault="00EB204C" w:rsidP="00CE660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حجاج</w:t>
      </w:r>
      <w:r w:rsidR="00F96A4F" w:rsidRPr="00F96A4F">
        <w:rPr>
          <w:rFonts w:eastAsia="Calibri"/>
          <w:rtl/>
        </w:rPr>
        <w:t xml:space="preserve"> بن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وسف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ظالم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آپ نے سنا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ہوگا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کن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جتنا آپ نے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سنا</w:t>
      </w:r>
      <w:r w:rsidR="00F96A4F" w:rsidRPr="00F96A4F">
        <w:rPr>
          <w:rFonts w:eastAsia="Calibri"/>
          <w:rtl/>
        </w:rPr>
        <w:t xml:space="preserve"> ہے وہ اس کے مظالم سے 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کم ہے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>اس کے ج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شخص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جب منبر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خطبہ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تا</w:t>
      </w:r>
      <w:r w:rsidR="00F96A4F" w:rsidRPr="00F96A4F">
        <w:rPr>
          <w:rFonts w:eastAsia="Calibri"/>
          <w:rtl/>
        </w:rPr>
        <w:t xml:space="preserve"> ہے تو لوگوں کو تقوائے الٰہ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تلق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کرتا نظر آتا ہے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چنانچہ امام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سجاد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جو کچہ ملتا ہے</w:t>
      </w:r>
      <w:r w:rsidR="003E06BE" w:rsidRPr="00F96A4F">
        <w:rPr>
          <w:rFonts w:eastAsia="Calibri"/>
          <w:rtl/>
        </w:rPr>
        <w:t xml:space="preserve"> اس کا ماحصل عوام کو اسلام</w:t>
      </w:r>
      <w:r w:rsidR="003E06BE" w:rsidRPr="00F96A4F">
        <w:rPr>
          <w:rFonts w:eastAsia="Calibri" w:hint="cs"/>
          <w:rtl/>
        </w:rPr>
        <w:t>ی</w:t>
      </w:r>
      <w:r w:rsidR="003E06BE">
        <w:rPr>
          <w:rFonts w:eastAsia="Calibri"/>
          <w:rtl/>
        </w:rPr>
        <w:t xml:space="preserve"> </w:t>
      </w:r>
      <w:r w:rsidR="003E06BE" w:rsidRPr="00F96A4F">
        <w:rPr>
          <w:rFonts w:eastAsia="Calibri" w:hint="eastAsia"/>
          <w:rtl/>
        </w:rPr>
        <w:t>افکار</w:t>
      </w:r>
      <w:r w:rsidR="003E06BE" w:rsidRPr="00F96A4F">
        <w:rPr>
          <w:rFonts w:eastAsia="Calibri"/>
          <w:rtl/>
        </w:rPr>
        <w:t xml:space="preserve"> و نظر</w:t>
      </w:r>
      <w:r w:rsidR="003E06BE" w:rsidRPr="00F96A4F">
        <w:rPr>
          <w:rFonts w:eastAsia="Calibri" w:hint="cs"/>
          <w:rtl/>
        </w:rPr>
        <w:t>ی</w:t>
      </w:r>
      <w:r w:rsidR="003E06BE" w:rsidRPr="00F96A4F">
        <w:rPr>
          <w:rFonts w:eastAsia="Calibri" w:hint="eastAsia"/>
          <w:rtl/>
        </w:rPr>
        <w:t>ات</w:t>
      </w:r>
      <w:r w:rsidR="003E06BE" w:rsidRPr="00F96A4F">
        <w:rPr>
          <w:rFonts w:eastAsia="Calibri"/>
          <w:rtl/>
        </w:rPr>
        <w:t xml:space="preserve"> ک</w:t>
      </w:r>
      <w:r w:rsidR="003E06BE" w:rsidRPr="00F96A4F">
        <w:rPr>
          <w:rFonts w:eastAsia="Calibri" w:hint="cs"/>
          <w:rtl/>
        </w:rPr>
        <w:t>ی</w:t>
      </w:r>
      <w:r w:rsidR="003E06BE" w:rsidRPr="00F96A4F">
        <w:rPr>
          <w:rFonts w:eastAsia="Calibri"/>
          <w:rtl/>
        </w:rPr>
        <w:t xml:space="preserve"> طرف متوجہ اور خبر دار کرنا ہے تاکہ لوگوں کے فکر</w:t>
      </w:r>
      <w:r w:rsidR="003E06BE" w:rsidRPr="00F96A4F">
        <w:rPr>
          <w:rFonts w:eastAsia="Calibri" w:hint="cs"/>
          <w:rtl/>
        </w:rPr>
        <w:t>ی</w:t>
      </w:r>
      <w:r w:rsidR="003E06BE" w:rsidRPr="00F96A4F">
        <w:rPr>
          <w:rFonts w:eastAsia="Calibri"/>
          <w:rtl/>
        </w:rPr>
        <w:t xml:space="preserve"> بہاؤ کو</w:t>
      </w:r>
      <w:r w:rsidR="003E06BE">
        <w:rPr>
          <w:rFonts w:eastAsia="Calibri"/>
          <w:rtl/>
        </w:rPr>
        <w:t xml:space="preserve"> </w:t>
      </w:r>
      <w:r w:rsidR="003E06BE" w:rsidRPr="00F96A4F">
        <w:rPr>
          <w:rFonts w:eastAsia="Calibri" w:hint="eastAsia"/>
          <w:rtl/>
        </w:rPr>
        <w:t>ماد</w:t>
      </w:r>
      <w:r w:rsidR="003E06BE" w:rsidRPr="00F96A4F">
        <w:rPr>
          <w:rFonts w:eastAsia="Calibri" w:hint="cs"/>
          <w:rtl/>
        </w:rPr>
        <w:t>ی</w:t>
      </w:r>
      <w:r w:rsidR="003E06BE" w:rsidRPr="00F96A4F">
        <w:rPr>
          <w:rFonts w:eastAsia="Calibri" w:hint="eastAsia"/>
          <w:rtl/>
        </w:rPr>
        <w:t>ت</w:t>
      </w:r>
      <w:r w:rsidR="003E06BE" w:rsidRPr="00F96A4F">
        <w:rPr>
          <w:rFonts w:eastAsia="Calibri"/>
          <w:rtl/>
        </w:rPr>
        <w:t xml:space="preserve"> کے بجائے خدا ، اس کے د</w:t>
      </w:r>
      <w:r w:rsidR="003E06BE" w:rsidRPr="00F96A4F">
        <w:rPr>
          <w:rFonts w:eastAsia="Calibri" w:hint="cs"/>
          <w:rtl/>
        </w:rPr>
        <w:t>ی</w:t>
      </w:r>
      <w:r w:rsidR="003E06BE" w:rsidRPr="00F96A4F">
        <w:rPr>
          <w:rFonts w:eastAsia="Calibri" w:hint="eastAsia"/>
          <w:rtl/>
        </w:rPr>
        <w:t>ن</w:t>
      </w:r>
      <w:r w:rsidR="003E06BE" w:rsidRPr="00F96A4F">
        <w:rPr>
          <w:rFonts w:eastAsia="Calibri"/>
          <w:rtl/>
        </w:rPr>
        <w:t xml:space="preserve"> اور قرآن ک</w:t>
      </w:r>
      <w:r w:rsidR="003E06BE" w:rsidRPr="00F96A4F">
        <w:rPr>
          <w:rFonts w:eastAsia="Calibri" w:hint="cs"/>
          <w:rtl/>
        </w:rPr>
        <w:t>ی</w:t>
      </w:r>
      <w:r w:rsidR="003E06BE" w:rsidRPr="00F96A4F">
        <w:rPr>
          <w:rFonts w:eastAsia="Calibri"/>
          <w:rtl/>
        </w:rPr>
        <w:t xml:space="preserve"> طرف موڑ د</w:t>
      </w:r>
      <w:r w:rsidR="003E06BE" w:rsidRPr="00F96A4F">
        <w:rPr>
          <w:rFonts w:eastAsia="Calibri" w:hint="cs"/>
          <w:rtl/>
        </w:rPr>
        <w:t>ی</w:t>
      </w:r>
      <w:r w:rsidR="003E06BE" w:rsidRPr="00F96A4F">
        <w:rPr>
          <w:rFonts w:eastAsia="Calibri" w:hint="eastAsia"/>
          <w:rtl/>
        </w:rPr>
        <w:t>ا</w:t>
      </w:r>
      <w:r w:rsidR="003E06BE" w:rsidRPr="00F96A4F">
        <w:rPr>
          <w:rFonts w:eastAsia="Calibri"/>
          <w:rtl/>
        </w:rPr>
        <w:t xml:space="preserve"> جائے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E6606" w:rsidRDefault="00CE6606" w:rsidP="00BB7236">
      <w:pPr>
        <w:pStyle w:val="libNormal0"/>
        <w:rPr>
          <w:rFonts w:eastAsia="Calibri"/>
          <w:rtl/>
        </w:rPr>
      </w:pPr>
    </w:p>
    <w:p w:rsidR="003E06BE" w:rsidRDefault="00F96A4F" w:rsidP="003E06BE">
      <w:pPr>
        <w:pStyle w:val="Heading1Center"/>
        <w:rPr>
          <w:rFonts w:eastAsia="Calibri"/>
          <w:rtl/>
        </w:rPr>
      </w:pPr>
      <w:bookmarkStart w:id="12" w:name="_Toc426016867"/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فکر جماعت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bookmarkEnd w:id="12"/>
    </w:p>
    <w:p w:rsidR="003E06BE" w:rsidRDefault="003E06BE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بہر</w:t>
      </w:r>
      <w:r w:rsidR="00F96A4F" w:rsidRPr="00F96A4F">
        <w:rPr>
          <w:rFonts w:eastAsia="Calibri"/>
          <w:rtl/>
        </w:rPr>
        <w:t xml:space="preserve"> حال ،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انات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قسم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271E2F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دوسر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قسم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وہ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مخاطب کچہ مخصوص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افراد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اگر چہ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مشخص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کن لوگوں سے خطاب ہے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کاملا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طے</w:t>
      </w:r>
      <w:r w:rsidRPr="00F96A4F">
        <w:rPr>
          <w:rFonts w:eastAsia="Calibri"/>
          <w:rtl/>
        </w:rPr>
        <w:t xml:space="preserve"> ہے کہ آپ کا خطاب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گروہ سے ہے جو موجودہ حکومت سے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زار</w:t>
      </w:r>
      <w:r w:rsidRPr="00F96A4F">
        <w:rPr>
          <w:rFonts w:eastAsia="Calibri"/>
          <w:rtl/>
        </w:rPr>
        <w:t xml:space="preserve">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کا مخالف ہے چاہے وہ جو لوگ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ہوں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>اور شا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کہنا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غلط نہ ہو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گروہ ہے جو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اطاعت اور حکومت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(ع) پر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اعتقاد</w:t>
      </w:r>
      <w:r w:rsidRPr="00F96A4F">
        <w:rPr>
          <w:rFonts w:eastAsia="Calibri"/>
          <w:rtl/>
        </w:rPr>
        <w:t xml:space="preserve"> رکہتا ہے </w:t>
      </w:r>
      <w:r w:rsidR="00EB204C">
        <w:rPr>
          <w:rFonts w:eastAsia="Calibri"/>
          <w:rtl/>
        </w:rPr>
        <w:t>۔</w:t>
      </w:r>
    </w:p>
    <w:p w:rsidR="00CE6606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کتاب“</w:t>
      </w:r>
      <w:r w:rsidR="00F96A4F" w:rsidRPr="00F96A4F">
        <w:rPr>
          <w:rFonts w:eastAsia="Calibri"/>
          <w:rtl/>
        </w:rPr>
        <w:t xml:space="preserve"> تحف العقول ”م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خوش قسمت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اس قسم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انات</w:t>
      </w:r>
      <w:r w:rsidR="00F96A4F" w:rsidRPr="00F96A4F">
        <w:rPr>
          <w:rFonts w:eastAsia="Calibri"/>
          <w:rtl/>
        </w:rPr>
        <w:t xml:space="preserve">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نمونہ موجود ہے (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نمونہ اس لئے کہ جب ہم اس طرح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دوسر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کتابوں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چہان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 ان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چند نمونوں کے سوا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سے منقول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اور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ملت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)</w:t>
      </w:r>
      <w:r w:rsidR="00FC70B5"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انسان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محسوس کرسکتا ہے کہ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طرح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بے ان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نمونے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آئے ہوں گے مگر موجودہ حالات اور آپ (ع)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دوران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آنے والے طرح طرح کے حوادث گہ</w:t>
      </w:r>
      <w:r w:rsidR="00F96A4F" w:rsidRPr="00F96A4F">
        <w:rPr>
          <w:rFonts w:eastAsia="Calibri" w:hint="cs"/>
          <w:rtl/>
        </w:rPr>
        <w:t>ڻ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دشمنوں کے حملے،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اذ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،اصحاب ائمہ کا قتل اور شہادت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سب اس بات کا باعث بنے کہ وہ گراں بہا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آثار</w:t>
      </w:r>
      <w:r w:rsidR="00F96A4F" w:rsidRPr="00F96A4F">
        <w:rPr>
          <w:rFonts w:eastAsia="Calibri"/>
          <w:rtl/>
        </w:rPr>
        <w:t xml:space="preserve"> باق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نہ رہ سکے </w:t>
      </w:r>
    </w:p>
    <w:p w:rsidR="00CE6606" w:rsidRDefault="00CE6606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E6606" w:rsidRDefault="00CE6606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چنانچہ بہت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کم مقدار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ہمارے 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لگ سک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بہر</w:t>
      </w:r>
      <w:r w:rsidR="00F96A4F" w:rsidRPr="00F96A4F">
        <w:rPr>
          <w:rFonts w:eastAsia="Calibri"/>
          <w:rtl/>
        </w:rPr>
        <w:t xml:space="preserve"> حال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کا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کچہ اس طرح شروع ہوتا ہے:</w:t>
      </w: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”کفانا</w:t>
      </w:r>
      <w:r w:rsidR="00F96A4F" w:rsidRPr="00E72EC1">
        <w:rPr>
          <w:rStyle w:val="libArabicChar"/>
          <w:rFonts w:eastAsia="Calibri"/>
          <w:rtl/>
        </w:rPr>
        <w:t xml:space="preserve"> اللّٰ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و ا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اکم</w:t>
      </w:r>
      <w:r w:rsidR="00F96A4F" w:rsidRPr="00E72EC1">
        <w:rPr>
          <w:rStyle w:val="libArabicChar"/>
          <w:rFonts w:eastAsia="Calibri"/>
          <w:rtl/>
        </w:rPr>
        <w:t xml:space="preserve"> ک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د</w:t>
      </w:r>
      <w:r w:rsidR="00F96A4F" w:rsidRPr="00E72EC1">
        <w:rPr>
          <w:rStyle w:val="libArabicChar"/>
          <w:rFonts w:eastAsia="Calibri"/>
          <w:rtl/>
        </w:rPr>
        <w:t xml:space="preserve"> الظالم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F96A4F" w:rsidRPr="00E72EC1">
        <w:rPr>
          <w:rStyle w:val="libArabicChar"/>
          <w:rFonts w:eastAsia="Calibri"/>
          <w:rtl/>
        </w:rPr>
        <w:t xml:space="preserve"> و بغ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الحاسد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F96A4F" w:rsidRPr="00E72EC1">
        <w:rPr>
          <w:rStyle w:val="libArabicChar"/>
          <w:rFonts w:eastAsia="Calibri"/>
          <w:rtl/>
        </w:rPr>
        <w:t xml:space="preserve"> و بطش الجبار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خدا</w:t>
      </w:r>
      <w:r w:rsidR="00F96A4F" w:rsidRPr="00F96A4F">
        <w:rPr>
          <w:rFonts w:eastAsia="Calibri"/>
          <w:rtl/>
        </w:rPr>
        <w:t xml:space="preserve"> وند عالم ہم کو اور تم کو ظالموں کے مکر و 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،حاسدوں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بغاوت 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سر</w:t>
      </w:r>
      <w:r w:rsidR="00F96A4F" w:rsidRPr="00F96A4F">
        <w:rPr>
          <w:rFonts w:eastAsia="Calibri"/>
          <w:rtl/>
        </w:rPr>
        <w:t xml:space="preserve"> کش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اور جابروں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جبر و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محفوظ و مامون رکہے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خود</w:t>
      </w:r>
      <w:r w:rsidR="00F96A4F" w:rsidRPr="00F96A4F">
        <w:rPr>
          <w:rFonts w:eastAsia="Calibri"/>
          <w:rtl/>
        </w:rPr>
        <w:t xml:space="preserve"> خطاب کا انداز بتاتا ہے کہ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اور آپ کا مخاطب گروہ دونوں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جہت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شر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موجودہ حکومت و نظام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سے وہ سب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سب</w:t>
      </w:r>
      <w:r w:rsidR="00F96A4F" w:rsidRPr="00F96A4F">
        <w:rPr>
          <w:rFonts w:eastAsia="Calibri"/>
          <w:rtl/>
        </w:rPr>
        <w:t xml:space="preserve"> خطرہ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ظاہر ہے کہ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بات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مخصوص گروہ سے تعلق رکہت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اور</w:t>
      </w:r>
      <w:r w:rsidR="00F96A4F" w:rsidRPr="00F96A4F">
        <w:rPr>
          <w:rFonts w:eastAsia="Calibri"/>
          <w:rtl/>
        </w:rPr>
        <w:t xml:space="preserve"> اس جماعت کو لفظ مومن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اہلب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کے محب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و ،مقرب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سے تعب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سکتا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چنانچہ اس انداز کے خطابات </w:t>
      </w:r>
      <w:r w:rsidRPr="00E72EC1">
        <w:rPr>
          <w:rStyle w:val="libArabicChar"/>
          <w:rFonts w:eastAsia="Calibri"/>
          <w:rtl/>
        </w:rPr>
        <w:t xml:space="preserve">“ 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ا</w:t>
      </w:r>
      <w:r w:rsidRPr="00E72EC1">
        <w:rPr>
          <w:rStyle w:val="libArabicChar"/>
          <w:rFonts w:eastAsia="Calibri"/>
          <w:rtl/>
        </w:rPr>
        <w:t xml:space="preserve"> ا</w:t>
      </w:r>
      <w:r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االمو</w:t>
      </w:r>
      <w:r w:rsidRPr="00E72EC1">
        <w:rPr>
          <w:rStyle w:val="libArabicChar"/>
          <w:rFonts w:eastAsia="Calibri" w:hint="cs"/>
          <w:rtl/>
        </w:rPr>
        <w:t>ٴ</w:t>
      </w:r>
      <w:r w:rsidRPr="00E72EC1">
        <w:rPr>
          <w:rStyle w:val="libArabicChar"/>
          <w:rFonts w:eastAsia="Calibri" w:hint="eastAsia"/>
          <w:rtl/>
        </w:rPr>
        <w:t>منون</w:t>
      </w:r>
      <w:r w:rsidRPr="00E72EC1">
        <w:rPr>
          <w:rStyle w:val="libArabicChar"/>
          <w:rFonts w:eastAsia="Calibri"/>
          <w:rtl/>
        </w:rPr>
        <w:t xml:space="preserve"> ”</w:t>
      </w:r>
      <w:r w:rsidRPr="00F96A4F">
        <w:rPr>
          <w:rFonts w:eastAsia="Calibri"/>
          <w:rtl/>
        </w:rPr>
        <w:t xml:space="preserve"> سے شروع ہوتے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جب کہ پہل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نوع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کے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“ا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</w:t>
      </w:r>
      <w:r w:rsidRPr="00F96A4F">
        <w:rPr>
          <w:rFonts w:eastAsia="Calibri"/>
          <w:rtl/>
        </w:rPr>
        <w:t xml:space="preserve"> الناس”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بعض موارد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ں“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ابن</w:t>
      </w:r>
      <w:r w:rsidRPr="00F96A4F">
        <w:rPr>
          <w:rFonts w:eastAsia="Calibri"/>
          <w:rtl/>
        </w:rPr>
        <w:t xml:space="preserve"> آدم ”سے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خطاب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</w:t>
      </w:r>
      <w:r w:rsidRPr="00F96A4F">
        <w:rPr>
          <w:rFonts w:eastAsia="Calibri"/>
          <w:rtl/>
        </w:rPr>
        <w:t xml:space="preserve"> المومنون ہے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خطاب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اپنے</w:t>
      </w:r>
      <w:r w:rsidRPr="00F96A4F">
        <w:rPr>
          <w:rFonts w:eastAsia="Calibri"/>
          <w:rtl/>
        </w:rPr>
        <w:t xml:space="preserve"> مخاطب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کے صاحب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مان</w:t>
      </w:r>
      <w:r w:rsidRPr="00F96A4F">
        <w:rPr>
          <w:rFonts w:eastAsia="Calibri"/>
          <w:rtl/>
        </w:rPr>
        <w:t xml:space="preserve"> ہونے کا اعتراف موجود ہے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وہ مومن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اور ان کے افکار و نظر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پر واقع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مان</w:t>
      </w:r>
      <w:r w:rsidRPr="00F96A4F">
        <w:rPr>
          <w:rFonts w:eastAsia="Calibri"/>
          <w:rtl/>
        </w:rPr>
        <w:t xml:space="preserve"> رکہتے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271E2F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منزل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جب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اپنے اصل مطلب پہ آتے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 آپ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/>
          <w:rtl/>
        </w:rPr>
        <w:t>(ع)ک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گفتگو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اس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واضح نشان دہ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کرت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کہ آپ (ع)کے مخاطب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مومن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lastRenderedPageBreak/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سے قربت رکہنے والے افراد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”لا</w:t>
      </w:r>
      <w:r w:rsidR="00F96A4F"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فتننکم</w:t>
      </w:r>
      <w:r w:rsidR="00F96A4F" w:rsidRPr="00E72EC1">
        <w:rPr>
          <w:rStyle w:val="libArabicChar"/>
          <w:rFonts w:eastAsia="Calibri"/>
          <w:rtl/>
        </w:rPr>
        <w:t xml:space="preserve"> الطواغ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ت</w:t>
      </w:r>
      <w:r w:rsidR="00F96A4F" w:rsidRPr="00E72EC1">
        <w:rPr>
          <w:rStyle w:val="libArabicChar"/>
          <w:rFonts w:eastAsia="Calibri"/>
          <w:rtl/>
        </w:rPr>
        <w:t xml:space="preserve"> واتباع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 من ا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ل الرغب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ف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الدن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ا</w:t>
      </w:r>
      <w:r w:rsidR="00F96A4F" w:rsidRPr="00E72EC1">
        <w:rPr>
          <w:rStyle w:val="libArabicChar"/>
          <w:rFonts w:eastAsia="Calibri"/>
          <w:rtl/>
        </w:rPr>
        <w:t xml:space="preserve"> المائلون ال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ا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،المفتنون</w:t>
      </w:r>
      <w:r w:rsidR="00F96A4F" w:rsidRPr="00E72EC1">
        <w:rPr>
          <w:rStyle w:val="libArabicChar"/>
          <w:rFonts w:eastAsia="Calibri"/>
          <w:rtl/>
        </w:rPr>
        <w:t xml:space="preserve"> ب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ا المقبلون عل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ا“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”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طاغوت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افراد اور ان کے مط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</w:t>
      </w:r>
      <w:r w:rsidR="00F96A4F" w:rsidRPr="00F96A4F">
        <w:rPr>
          <w:rFonts w:eastAsia="Calibri"/>
          <w:rtl/>
        </w:rPr>
        <w:t xml:space="preserve"> و فرمانبردار جو دن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کے 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ص</w:t>
      </w:r>
      <w:r w:rsidR="00F96A4F" w:rsidRPr="00F96A4F">
        <w:rPr>
          <w:rFonts w:eastAsia="Calibri"/>
          <w:rtl/>
        </w:rPr>
        <w:t xml:space="preserve"> ،اس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،اس پر 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/>
          <w:rtl/>
        </w:rPr>
        <w:t xml:space="preserve"> و قربان اور اس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دوڑ نے والے لوگوں سے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تم کو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مبتلا نہ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مومن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سے خطاب کے وقت اصل لب و ل</w:t>
      </w:r>
      <w:r w:rsidR="00BB7236">
        <w:rPr>
          <w:rFonts w:eastAsia="Calibri"/>
          <w:rtl/>
        </w:rPr>
        <w:t>ہج</w:t>
      </w:r>
      <w:r w:rsidRPr="00F96A4F">
        <w:rPr>
          <w:rFonts w:eastAsia="Calibri"/>
          <w:rtl/>
        </w:rPr>
        <w:t>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کو شر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محفوظ</w:t>
      </w:r>
      <w:r w:rsidRPr="00F96A4F">
        <w:rPr>
          <w:rFonts w:eastAsia="Calibri"/>
          <w:rtl/>
        </w:rPr>
        <w:t xml:space="preserve"> رہنے اور آئندہ ہم فکر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کام کرنے کے لئے آمادہ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 رہا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ظاہر</w:t>
      </w:r>
      <w:r w:rsidR="00F96A4F" w:rsidRPr="00F96A4F">
        <w:rPr>
          <w:rFonts w:eastAsia="Calibri"/>
          <w:rtl/>
        </w:rPr>
        <w:t xml:space="preserve"> ہے موجودہ طاغوت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نظام کے طرفداروں اور ائمہ کے ہمنواؤں کے درم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اندر اندر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جو</w:t>
      </w:r>
      <w:r w:rsidR="00F96A4F" w:rsidRPr="00F96A4F">
        <w:rPr>
          <w:rFonts w:eastAsia="Calibri"/>
          <w:rtl/>
        </w:rPr>
        <w:t xml:space="preserve"> شد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مخالفت اور مقابلہ آرائ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وجہ سے ائمہ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چاہنے والوں کو بڑ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سخت محروم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اور رنج و مص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بت</w:t>
      </w:r>
      <w:r w:rsidR="00F96A4F" w:rsidRPr="00F96A4F">
        <w:rPr>
          <w:rFonts w:eastAsia="Calibri"/>
          <w:rtl/>
        </w:rPr>
        <w:t xml:space="preserve"> جہ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پڑ رہ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چنانچہ</w:t>
      </w:r>
      <w:r w:rsidR="00F96A4F" w:rsidRPr="00F96A4F">
        <w:rPr>
          <w:rFonts w:eastAsia="Calibri"/>
          <w:rtl/>
        </w:rPr>
        <w:t xml:space="preserve">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اس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</w:t>
      </w:r>
      <w:r w:rsidR="009246EE" w:rsidRPr="00BD6259">
        <w:rPr>
          <w:rStyle w:val="libNormalChar"/>
          <w:rFonts w:eastAsia="Calibri"/>
          <w:rtl/>
        </w:rPr>
        <w:t>نکتہ</w:t>
      </w:r>
      <w:r w:rsidR="00F96A4F" w:rsidRPr="00F96A4F">
        <w:rPr>
          <w:rFonts w:eastAsia="Calibri"/>
          <w:rtl/>
        </w:rPr>
        <w:t xml:space="preserve"> کو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نظر رکہتےہوئے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مومن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کو اس بات سے خبردار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کہ اس دن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وقت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تڑک بہڑک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جہو</w:t>
      </w:r>
      <w:r w:rsidR="00F96A4F" w:rsidRPr="00F96A4F">
        <w:rPr>
          <w:rFonts w:eastAsia="Calibri" w:hint="cs"/>
          <w:rtl/>
        </w:rPr>
        <w:t>ڻی</w:t>
      </w:r>
      <w:r w:rsidR="00F96A4F" w:rsidRPr="00F96A4F">
        <w:rPr>
          <w:rFonts w:eastAsia="Calibri"/>
          <w:rtl/>
        </w:rPr>
        <w:t xml:space="preserve"> نمائش کے چکر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اگر آگئے تو اس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مت</w:t>
      </w:r>
      <w:r w:rsidR="00F96A4F" w:rsidRPr="00F96A4F">
        <w:rPr>
          <w:rFonts w:eastAsia="Calibri"/>
          <w:rtl/>
        </w:rPr>
        <w:t xml:space="preserve"> کے طور پر تم کو اہل طاغوت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ہا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ملانا پڑے گا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انداز اور لب و ل</w:t>
      </w:r>
      <w:r w:rsidR="00BB7236">
        <w:rPr>
          <w:rFonts w:eastAsia="Calibri"/>
          <w:rtl/>
        </w:rPr>
        <w:t>ہج</w:t>
      </w:r>
      <w:r w:rsidRPr="00F96A4F">
        <w:rPr>
          <w:rFonts w:eastAsia="Calibri"/>
          <w:rtl/>
        </w:rPr>
        <w:t>ہ نہ صرف اس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سے منقول اور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بہت سے دوسرے مختصر اقوال و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آپ مشاہدہ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فرماسکتے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271E2F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اگر آپ ان کو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تو محسوس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کہ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لوگوں</w:t>
      </w:r>
      <w:r w:rsidRPr="00F96A4F">
        <w:rPr>
          <w:rFonts w:eastAsia="Calibri"/>
          <w:rtl/>
        </w:rPr>
        <w:t xml:space="preserve"> کو 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سے پر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دعوت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سے پرہ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سے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مطلب ہے ؟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لوگوں کو اس لہر سے محفوظ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جو انسان کو ناز و نعم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غرق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اور اس کے دام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گرفتار ہو کر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انسان</w:t>
      </w:r>
      <w:r w:rsidR="00F96A4F" w:rsidRPr="00F96A4F">
        <w:rPr>
          <w:rFonts w:eastAsia="Calibri"/>
          <w:rtl/>
        </w:rPr>
        <w:t xml:space="preserve"> اپنے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مان</w:t>
      </w:r>
      <w:r w:rsidR="00F96A4F" w:rsidRPr="00F96A4F">
        <w:rPr>
          <w:rFonts w:eastAsia="Calibri"/>
          <w:rtl/>
        </w:rPr>
        <w:t xml:space="preserve"> سے ہا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دہو ب</w:t>
      </w:r>
      <w:r w:rsidR="00F96A4F" w:rsidRPr="00F96A4F">
        <w:rPr>
          <w:rFonts w:eastAsia="Calibri" w:hint="cs"/>
          <w:rtl/>
        </w:rPr>
        <w:t>یڻ</w:t>
      </w:r>
      <w:r w:rsidR="00F96A4F" w:rsidRPr="00F96A4F">
        <w:rPr>
          <w:rFonts w:eastAsia="Calibri" w:hint="eastAsia"/>
          <w:rtl/>
        </w:rPr>
        <w:t>ہتا</w:t>
      </w:r>
      <w:r w:rsidR="00F96A4F" w:rsidRPr="00F96A4F">
        <w:rPr>
          <w:rFonts w:eastAsia="Calibri"/>
          <w:rtl/>
        </w:rPr>
        <w:t xml:space="preserve"> ہے اور اس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انقلاب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جد و جہد سرد پڑ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دعوت مومن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سے متعلق خطابات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ملت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عوام الناس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خطاب</w:t>
      </w:r>
      <w:r w:rsidRPr="00F96A4F">
        <w:rPr>
          <w:rFonts w:eastAsia="Calibri"/>
          <w:rtl/>
        </w:rPr>
        <w:t xml:space="preserve"> کے دوران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انداز بہت کم نظر آتا ہے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عوام سے خطاب کے وقت ،ج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کہ ہم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پہلے</w:t>
      </w:r>
      <w:r w:rsidRPr="00F96A4F">
        <w:rPr>
          <w:rFonts w:eastAsia="Calibri"/>
          <w:rtl/>
        </w:rPr>
        <w:t xml:space="preserve"> عرض کر چکے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تر جولب و ل</w:t>
      </w:r>
      <w:r w:rsidR="00BB7236">
        <w:rPr>
          <w:rFonts w:eastAsia="Calibri"/>
          <w:rtl/>
        </w:rPr>
        <w:t>ہج</w:t>
      </w:r>
      <w:r w:rsidRPr="00F96A4F">
        <w:rPr>
          <w:rFonts w:eastAsia="Calibri"/>
          <w:rtl/>
        </w:rPr>
        <w:t>ہ اپنا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وہ ہے کہ : لوگو، خدا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طرف</w:t>
      </w:r>
      <w:r w:rsidRPr="00F96A4F">
        <w:rPr>
          <w:rFonts w:eastAsia="Calibri"/>
          <w:rtl/>
        </w:rPr>
        <w:t xml:space="preserve"> متوجہ رہو قبر و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امت</w:t>
      </w:r>
      <w:r w:rsidRPr="00F96A4F">
        <w:rPr>
          <w:rFonts w:eastAsia="Calibri"/>
          <w:rtl/>
        </w:rPr>
        <w:t xml:space="preserve"> کا دہ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رکہو ،اپنے کو کل کے لئے آمادہ کر 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طرح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دوسر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>۔</w:t>
      </w:r>
    </w:p>
    <w:p w:rsidR="00271E2F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حقائق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روشن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اگر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سوال کرے کہ اس دوسرے قسم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خطابات</w:t>
      </w:r>
      <w:r w:rsidR="00F96A4F" w:rsidRPr="00F96A4F">
        <w:rPr>
          <w:rFonts w:eastAsia="Calibri"/>
          <w:rtl/>
        </w:rPr>
        <w:t xml:space="preserve"> سے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کا مقصد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؟ تو اس کا جواب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ہے کہ امام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فکر جماعت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کرنا چاہتے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 (ع) چاہتے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ضرور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موقع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لئے</w:t>
      </w:r>
      <w:r w:rsidR="00F96A4F" w:rsidRPr="00F96A4F">
        <w:rPr>
          <w:rFonts w:eastAsia="Calibri"/>
          <w:rtl/>
        </w:rPr>
        <w:t xml:space="preserve"> مومن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گروہ رہے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وجہ ہے ان لوگوں کو اعل</w:t>
      </w:r>
      <w:r w:rsidR="00F96A4F" w:rsidRPr="00F96A4F">
        <w:rPr>
          <w:rFonts w:eastAsia="Calibri" w:hint="cs"/>
          <w:rtl/>
        </w:rPr>
        <w:t>یٰ</w:t>
      </w:r>
      <w:r w:rsidR="00F96A4F" w:rsidRPr="00F96A4F">
        <w:rPr>
          <w:rFonts w:eastAsia="Calibri"/>
          <w:rtl/>
        </w:rPr>
        <w:t xml:space="preserve"> اقتدار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ہوس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جہو</w:t>
      </w:r>
      <w:r w:rsidR="00F96A4F" w:rsidRPr="00F96A4F">
        <w:rPr>
          <w:rFonts w:eastAsia="Calibri" w:hint="cs"/>
          <w:rtl/>
        </w:rPr>
        <w:t>ڻی</w:t>
      </w:r>
      <w:r w:rsidR="00F96A4F" w:rsidRPr="00F96A4F">
        <w:rPr>
          <w:rFonts w:eastAsia="Calibri"/>
          <w:rtl/>
        </w:rPr>
        <w:t xml:space="preserve"> مراعات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چکا چوند سے محفوظ رکہ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دوسرے قسم کے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(ع) بار بار موجودہ حاکم نظام کا تذکرہ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جب کہ گزش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قسم کے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اتن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وضاحت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نظر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بڑے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سخت لب ول</w:t>
      </w:r>
      <w:r w:rsidR="00BB7236">
        <w:rPr>
          <w:rFonts w:eastAsia="Calibri"/>
          <w:rtl/>
        </w:rPr>
        <w:t>ہج</w:t>
      </w:r>
      <w:r w:rsidR="00F96A4F" w:rsidRPr="00F96A4F">
        <w:rPr>
          <w:rFonts w:eastAsia="Calibri"/>
          <w:rtl/>
        </w:rPr>
        <w:t>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حکومت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 مورد ملامت قرار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ہوئے اس کو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طان</w:t>
      </w:r>
      <w:r w:rsidR="00F96A4F" w:rsidRPr="00F96A4F">
        <w:rPr>
          <w:rFonts w:eastAsia="Calibri"/>
          <w:rtl/>
        </w:rPr>
        <w:t xml:space="preserve"> کا ہم پلہ بتاتے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مثال کے طور پر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”وان</w:t>
      </w:r>
      <w:r w:rsidR="00F96A4F" w:rsidRPr="00E72EC1">
        <w:rPr>
          <w:rStyle w:val="libArabicChar"/>
          <w:rFonts w:eastAsia="Calibri"/>
          <w:rtl/>
        </w:rPr>
        <w:t xml:space="preserve"> الا مور الوارد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عل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کم</w:t>
      </w:r>
      <w:r w:rsidR="00F96A4F" w:rsidRPr="00E72EC1">
        <w:rPr>
          <w:rStyle w:val="libArabicChar"/>
          <w:rFonts w:eastAsia="Calibri"/>
          <w:rtl/>
        </w:rPr>
        <w:t xml:space="preserve"> ف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کل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وم</w:t>
      </w:r>
      <w:r w:rsidR="00F96A4F" w:rsidRPr="00E72EC1">
        <w:rPr>
          <w:rStyle w:val="libArabicChar"/>
          <w:rFonts w:eastAsia="Calibri"/>
          <w:rtl/>
        </w:rPr>
        <w:t xml:space="preserve"> و 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ل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من مظلمات الفتن و حوادث البدع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و</w:t>
      </w:r>
      <w:r w:rsidR="00F96A4F" w:rsidRPr="00E72EC1">
        <w:rPr>
          <w:rStyle w:val="libArabicChar"/>
          <w:rFonts w:eastAsia="Calibri"/>
          <w:rtl/>
        </w:rPr>
        <w:t xml:space="preserve"> سنن الجور و بوائق الزمان“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تم</w:t>
      </w:r>
      <w:r w:rsidR="00F96A4F" w:rsidRPr="00F96A4F">
        <w:rPr>
          <w:rFonts w:eastAsia="Calibri"/>
          <w:rtl/>
        </w:rPr>
        <w:t xml:space="preserve"> لوگ جن امور سے ہر شب و روز دو چار رہتے ہو)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)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ظلمت 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فتنے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بدعت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----وہ بدعت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جو ظالم نظام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اختراع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>---- ظلم و جور پر مبن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سنت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زمانہ بہر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”و</w:t>
      </w:r>
      <w:r w:rsidR="00F96A4F" w:rsidRPr="00E72EC1">
        <w:rPr>
          <w:rStyle w:val="libArabicChar"/>
          <w:rFonts w:eastAsia="Calibri"/>
          <w:rtl/>
        </w:rPr>
        <w:t xml:space="preserve"> 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ب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السلطان”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سلطنت کا خوف و ہراس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”ووسوس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الش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طان</w:t>
      </w:r>
      <w:r w:rsidR="00F96A4F" w:rsidRPr="00E72EC1">
        <w:rPr>
          <w:rStyle w:val="libArabicChar"/>
          <w:rFonts w:eastAsia="Calibri"/>
          <w:rtl/>
        </w:rPr>
        <w:t xml:space="preserve"> ”</w:t>
      </w:r>
      <w:r w:rsidR="00F96A4F" w:rsidRPr="00F96A4F">
        <w:rPr>
          <w:rFonts w:eastAsia="Calibri"/>
          <w:rtl/>
        </w:rPr>
        <w:t xml:space="preserve"> اور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طان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وسوسے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ذکر سلطان کے فورا بعد وسوسہ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طان</w:t>
      </w:r>
      <w:r w:rsidR="00F96A4F" w:rsidRPr="00F96A4F">
        <w:rPr>
          <w:rFonts w:eastAsia="Calibri"/>
          <w:rtl/>
        </w:rPr>
        <w:t xml:space="preserve"> کا ذکر کر تے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پور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صراحت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حاکم وقت کا ذکر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اس کو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طان</w:t>
      </w:r>
      <w:r w:rsidR="00F96A4F" w:rsidRPr="00F96A4F">
        <w:rPr>
          <w:rFonts w:eastAsia="Calibri"/>
          <w:rtl/>
        </w:rPr>
        <w:t xml:space="preserve">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دست</w:t>
      </w:r>
      <w:r w:rsidR="00F96A4F" w:rsidRPr="00F96A4F">
        <w:rPr>
          <w:rFonts w:eastAsia="Calibri"/>
          <w:rtl/>
        </w:rPr>
        <w:t xml:space="preserve"> راست قرار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گفتگو کے آخر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(ع)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عمدہ جملہ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ارشاد</w:t>
      </w:r>
      <w:r w:rsidRPr="00F96A4F">
        <w:rPr>
          <w:rFonts w:eastAsia="Calibri"/>
          <w:rtl/>
        </w:rPr>
        <w:t xml:space="preserve"> فرماتے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چوں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جملہ بڑ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کا حامل ہے لہٰذا ہم اسے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نقل کر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چاہتے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جملہ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مطلب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نشان دہ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کرتا ہے جس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ہم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اشارہ</w:t>
      </w:r>
      <w:r w:rsidRPr="00F96A4F">
        <w:rPr>
          <w:rFonts w:eastAsia="Calibri"/>
          <w:rtl/>
        </w:rPr>
        <w:t xml:space="preserve"> کر چکے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امام (ع)فرماتے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>: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”لتثبط</w:t>
      </w:r>
      <w:r w:rsidRPr="00F96A4F">
        <w:rPr>
          <w:rFonts w:eastAsia="Calibri"/>
          <w:rtl/>
        </w:rPr>
        <w:t xml:space="preserve"> القلوب عن ن</w:t>
      </w:r>
      <w:r w:rsidRPr="00F96A4F">
        <w:rPr>
          <w:rFonts w:eastAsia="Calibri" w:hint="cs"/>
          <w:rtl/>
        </w:rPr>
        <w:t>ی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 w:hint="eastAsia"/>
          <w:rtl/>
        </w:rPr>
        <w:t>ا“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حوادث جو انسان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شب و روز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آتے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271E2F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خصوصا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گہ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کے ماحول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دلوں کو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اور جہت سے موڑ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، جہاد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شوق</w:t>
      </w:r>
      <w:r w:rsidRPr="00F96A4F">
        <w:rPr>
          <w:rFonts w:eastAsia="Calibri"/>
          <w:rtl/>
        </w:rPr>
        <w:t xml:space="preserve"> اور اس کے محرکات کو ختم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  <w:r w:rsidRPr="009246EE">
        <w:rPr>
          <w:rStyle w:val="libArabicChar"/>
          <w:rFonts w:eastAsia="Calibri"/>
          <w:rtl/>
        </w:rPr>
        <w:lastRenderedPageBreak/>
        <w:t xml:space="preserve"> </w:t>
      </w:r>
      <w:r w:rsidR="00F96A4F" w:rsidRPr="009246EE">
        <w:rPr>
          <w:rStyle w:val="libArabicChar"/>
          <w:rFonts w:eastAsia="Calibri" w:hint="eastAsia"/>
          <w:rtl/>
        </w:rPr>
        <w:t>”وتذ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eastAsia"/>
          <w:rtl/>
        </w:rPr>
        <w:t>ل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eastAsia"/>
          <w:rtl/>
        </w:rPr>
        <w:t>ا</w:t>
      </w:r>
      <w:r w:rsidR="00F96A4F" w:rsidRPr="009246EE">
        <w:rPr>
          <w:rStyle w:val="libArabicChar"/>
          <w:rFonts w:eastAsia="Calibri"/>
          <w:rtl/>
        </w:rPr>
        <w:t xml:space="preserve"> عن موجود ال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9246EE">
        <w:rPr>
          <w:rStyle w:val="libArabicChar"/>
          <w:rFonts w:eastAsia="Calibri"/>
          <w:rtl/>
        </w:rPr>
        <w:t>د</w:t>
      </w:r>
      <w:r w:rsidR="00F96A4F" w:rsidRPr="009246EE">
        <w:rPr>
          <w:rStyle w:val="libArabicChar"/>
          <w:rFonts w:eastAsia="Calibri" w:hint="cs"/>
          <w:rtl/>
        </w:rPr>
        <w:t>یٰ</w:t>
      </w:r>
      <w:r w:rsidR="00F96A4F" w:rsidRPr="009246EE">
        <w:rPr>
          <w:rStyle w:val="libArabicChar"/>
          <w:rFonts w:eastAsia="Calibri" w:hint="eastAsia"/>
          <w:rtl/>
        </w:rPr>
        <w:t>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موجودہ</w:t>
      </w:r>
      <w:r w:rsidR="00F96A4F" w:rsidRPr="00F96A4F">
        <w:rPr>
          <w:rFonts w:eastAsia="Calibri"/>
          <w:rtl/>
        </w:rPr>
        <w:t xml:space="preserve"> ہدا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کو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وہ ہدا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جو موجودہ معاشرہ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اس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سے ذہنوں کو غافل و </w:t>
      </w:r>
      <w:r w:rsidR="00AA6038" w:rsidRPr="00BD6259">
        <w:rPr>
          <w:rStyle w:val="libNormalChar"/>
          <w:rFonts w:eastAsia="Calibri"/>
          <w:rtl/>
        </w:rPr>
        <w:t>برگشتہ</w:t>
      </w:r>
      <w:r w:rsidR="00F96A4F" w:rsidRPr="00F96A4F">
        <w:rPr>
          <w:rFonts w:eastAsia="Calibri"/>
          <w:rtl/>
        </w:rPr>
        <w:t xml:space="preserve">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”ومعرف</w:t>
      </w:r>
      <w:r w:rsidR="00F96A4F" w:rsidRPr="00F96A4F">
        <w:rPr>
          <w:rFonts w:eastAsia="Calibri" w:hint="cs"/>
          <w:rtl/>
        </w:rPr>
        <w:t>ۃ</w:t>
      </w:r>
      <w:r w:rsidR="00F96A4F" w:rsidRPr="00F96A4F">
        <w:rPr>
          <w:rFonts w:eastAsia="Calibri"/>
          <w:rtl/>
        </w:rPr>
        <w:t xml:space="preserve"> اہل الحق“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/>
          <w:rtl/>
        </w:rPr>
        <w:t>)اور انسان سے ) اہل حق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معرفت سلب کرکے فراموش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مبتلا کر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اہل حق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کو ان کے دلوں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باق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رہنے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اس پورے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وہ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اسلوب وانداز پا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جاتا ہے جس کا 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نے</w:t>
      </w:r>
      <w:r w:rsidR="00F96A4F" w:rsidRPr="00F96A4F">
        <w:rPr>
          <w:rFonts w:eastAsia="Calibri"/>
          <w:rtl/>
        </w:rPr>
        <w:t xml:space="preserve"> شروع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ذکر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لوگوں کو موعظہ و نص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حت</w:t>
      </w:r>
      <w:r w:rsidR="00F96A4F" w:rsidRPr="00F96A4F">
        <w:rPr>
          <w:rFonts w:eastAsia="Calibri"/>
          <w:rtl/>
        </w:rPr>
        <w:t xml:space="preserve"> کے انداز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خبر دار کر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رہے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نہ ہو کہ اس طرح کے حوادث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ان کو ان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مجاہدانہ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روش</w:t>
      </w:r>
      <w:r w:rsidR="00F96A4F" w:rsidRPr="00F96A4F">
        <w:rPr>
          <w:rFonts w:eastAsia="Calibri"/>
          <w:rtl/>
        </w:rPr>
        <w:t xml:space="preserve"> سے غافل بنا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انہ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ان کے راس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سے منحرف کرد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دل و دماغ اس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سے خال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ہو جائے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سےمتعدد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ملتے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سلطان و حاکم جور کا ذکر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دوسرے مقام پر ارشاد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>:</w:t>
      </w: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”وا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اکم</w:t>
      </w:r>
      <w:r w:rsidR="00F96A4F" w:rsidRPr="00E72EC1">
        <w:rPr>
          <w:rStyle w:val="libArabicChar"/>
          <w:rFonts w:eastAsia="Calibri"/>
          <w:rtl/>
        </w:rPr>
        <w:t xml:space="preserve"> و صحب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العاص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F96A4F" w:rsidRPr="00E72EC1">
        <w:rPr>
          <w:rStyle w:val="libArabicChar"/>
          <w:rFonts w:eastAsia="Calibri"/>
          <w:rtl/>
        </w:rPr>
        <w:t xml:space="preserve"> و معون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الظالم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نہ ہوکہ تم لوگ گناہ گاروں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ہم نش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کو لو اور ستم گروں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مدد کرنے لگو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گناہگاروں سے مراد کون لوگ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ں؟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لوگ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عبدالملک</w:t>
      </w:r>
      <w:r w:rsidRPr="00F96A4F">
        <w:rPr>
          <w:rFonts w:eastAsia="Calibri"/>
          <w:rtl/>
        </w:rPr>
        <w:t xml:space="preserve"> کے ظالمانہ نظام کا جز بن چکے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271E2F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ہم نش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منع کر رہے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نہ ہو کہ تم لوگ ظالموں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مدد کا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بن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جاؤ</w:t>
      </w:r>
      <w:r w:rsidR="00EB204C">
        <w:rPr>
          <w:rFonts w:eastAsia="Calibri"/>
          <w:rtl/>
        </w:rPr>
        <w:t>۔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اب</w:t>
      </w:r>
      <w:r w:rsidR="00F96A4F" w:rsidRPr="00F96A4F">
        <w:rPr>
          <w:rFonts w:eastAsia="Calibri"/>
          <w:rtl/>
        </w:rPr>
        <w:t xml:space="preserve"> ان حقائق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روشن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تصو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پر دہ تخ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پر</w:t>
      </w:r>
      <w:r w:rsidR="00F96A4F" w:rsidRPr="00F96A4F">
        <w:rPr>
          <w:rFonts w:eastAsia="Calibri"/>
          <w:rtl/>
        </w:rPr>
        <w:t xml:space="preserve"> اتار کر </w:t>
      </w:r>
      <w:r w:rsidR="009246EE" w:rsidRPr="00BD6259">
        <w:rPr>
          <w:rStyle w:val="libNormalChar"/>
          <w:rFonts w:eastAsia="Calibri"/>
          <w:rtl/>
        </w:rPr>
        <w:t>دیکھئے</w:t>
      </w:r>
      <w:r w:rsidR="00F96A4F" w:rsidRPr="00F96A4F">
        <w:rPr>
          <w:rFonts w:eastAsia="Calibri"/>
          <w:rtl/>
        </w:rPr>
        <w:t xml:space="preserve"> کہ حضرت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شخص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آپ کے ذہن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ابہر کر سامنے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آت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آ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اب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وہ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مظلوم و بے زبان کمزور و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مار</w:t>
      </w:r>
      <w:r w:rsidR="00F96A4F" w:rsidRPr="00F96A4F">
        <w:rPr>
          <w:rFonts w:eastAsia="Calibri"/>
          <w:rtl/>
        </w:rPr>
        <w:t xml:space="preserve"> امام جو امور زندگان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مطلب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رکہتا آپ کے ذہن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آتاہے ؟ !امام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اپنے کچہ مومن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دوستوں</w:t>
      </w:r>
      <w:r w:rsidR="00F96A4F" w:rsidRPr="00F96A4F">
        <w:rPr>
          <w:rFonts w:eastAsia="Calibri"/>
          <w:rtl/>
        </w:rPr>
        <w:t xml:space="preserve"> طرفداروں اور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خواہوں کو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جگہ جمع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موجودہ حالات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کو ظالم حکام اور دربار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وہم نش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مقدس مہم اور جد 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جہد</w:t>
      </w:r>
      <w:r w:rsidR="00F96A4F" w:rsidRPr="00F96A4F">
        <w:rPr>
          <w:rFonts w:eastAsia="Calibri"/>
          <w:rtl/>
        </w:rPr>
        <w:t xml:space="preserve"> سے غافل و بے پرواہ ہونے سے سخت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منع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ان کو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اجازت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دےتے کہ وہ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مجاہدانہ سر گرم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سے منحرف ہو جائ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ان کے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جذبات کو تر و تازہ اور زندہ و باق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رکہنا چاہتے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تاکہ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روز</w:t>
      </w:r>
      <w:r w:rsidRPr="00F96A4F">
        <w:rPr>
          <w:rFonts w:eastAsia="Calibri"/>
          <w:rtl/>
        </w:rPr>
        <w:t xml:space="preserve"> ان کا وجود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 کے 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ام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راہ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موثر ثابت ہو سکے </w:t>
      </w:r>
      <w:r w:rsidR="00EB204C">
        <w:rPr>
          <w:rFonts w:eastAsia="Calibri"/>
          <w:rtl/>
        </w:rPr>
        <w:t>۔</w:t>
      </w:r>
    </w:p>
    <w:p w:rsidR="00271E2F" w:rsidRPr="00271E2F" w:rsidRDefault="00271E2F" w:rsidP="00271E2F">
      <w:pPr>
        <w:pStyle w:val="libNormal"/>
        <w:rPr>
          <w:rFonts w:eastAsia="Calibri"/>
          <w:rtl/>
        </w:rPr>
      </w:pPr>
    </w:p>
    <w:p w:rsidR="00271E2F" w:rsidRDefault="00EB204C" w:rsidP="00271E2F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bookmarkStart w:id="13" w:name="_Toc426016868"/>
      <w:r w:rsidR="00F96A4F" w:rsidRPr="00F96A4F">
        <w:rPr>
          <w:rFonts w:eastAsia="Calibri" w:hint="eastAsia"/>
          <w:rtl/>
        </w:rPr>
        <w:t>فلسفہ</w:t>
      </w:r>
      <w:r w:rsidR="00F96A4F" w:rsidRPr="00F96A4F">
        <w:rPr>
          <w:rFonts w:eastAsia="Calibri"/>
          <w:rtl/>
        </w:rPr>
        <w:t xml:space="preserve"> امامت ،امام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نظر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bookmarkEnd w:id="13"/>
    </w:p>
    <w:p w:rsidR="00271E2F" w:rsidRDefault="00271E2F" w:rsidP="00BB7236">
      <w:pPr>
        <w:pStyle w:val="libNormal0"/>
        <w:rPr>
          <w:rFonts w:eastAsia="Calibri"/>
          <w:rtl/>
        </w:rPr>
      </w:pPr>
    </w:p>
    <w:p w:rsidR="00271E2F" w:rsidRDefault="00EB204C" w:rsidP="00271E2F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منجملہ</w:t>
      </w:r>
      <w:r w:rsidR="00F96A4F" w:rsidRPr="00F96A4F">
        <w:rPr>
          <w:rFonts w:eastAsia="Calibri"/>
          <w:rtl/>
        </w:rPr>
        <w:t xml:space="preserve"> ان تمام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زوں</w:t>
      </w:r>
      <w:r w:rsidR="00F96A4F" w:rsidRPr="00F96A4F">
        <w:rPr>
          <w:rFonts w:eastAsia="Calibri"/>
          <w:rtl/>
        </w:rPr>
        <w:t xml:space="preserve"> کے جو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نا ت کے اس حصہ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مجہے نہا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اہم اور قابل توجہ نظر آئ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حضرت (ع)کے وہ ارشادات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اہل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سے </w:t>
      </w:r>
      <w:r w:rsidR="00E72EC1" w:rsidRPr="00BD6259">
        <w:rPr>
          <w:rStyle w:val="libNormalChar"/>
          <w:rFonts w:eastAsia="Calibri"/>
          <w:rtl/>
        </w:rPr>
        <w:t>وابستہ</w:t>
      </w:r>
      <w:r w:rsidR="00F96A4F" w:rsidRPr="00F96A4F">
        <w:rPr>
          <w:rFonts w:eastAsia="Calibri"/>
          <w:rtl/>
        </w:rPr>
        <w:t xml:space="preserve"> افراد کے گزش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تجربات کا آپ نے ذکر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فرما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--- 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271E2F" w:rsidRDefault="00271E2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lastRenderedPageBreak/>
        <w:t>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کے اس حصہ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جناب امام سجاد (ع)لوگوں سے خطاب کرتے ہوئے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فرماتے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:ک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تم لوگوں کو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ہے)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تم کو اس بات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خبر ہے )کہ گزش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ادوار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ظالم و جابر حکمرانوں نے تم پر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---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ان مص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بتوں</w:t>
      </w:r>
      <w:r w:rsidRPr="00F96A4F">
        <w:rPr>
          <w:rFonts w:eastAsia="Calibri"/>
          <w:rtl/>
        </w:rPr>
        <w:t xml:space="preserve">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اشارہ مقصود ہے جو محبان اہل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(ع)کو معاو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،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اور مروان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رہ</w:t>
      </w:r>
      <w:r w:rsidRPr="00F96A4F">
        <w:rPr>
          <w:rFonts w:eastAsia="Calibri"/>
          <w:rtl/>
        </w:rPr>
        <w:t xml:space="preserve"> کے 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وں ا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ہان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چنانچہ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کا اشارہ واقعہ کربلا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،واقعہ</w:t>
      </w:r>
      <w:r w:rsidRPr="00F96A4F">
        <w:rPr>
          <w:rFonts w:eastAsia="Calibri"/>
          <w:rtl/>
        </w:rPr>
        <w:t xml:space="preserve"> حرہ ،حجر بن عد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رش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ہج</w:t>
      </w:r>
      <w:r w:rsidRPr="00F96A4F">
        <w:rPr>
          <w:rFonts w:eastAsia="Calibri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رہ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شہادت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بہت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مشہور</w:t>
      </w:r>
      <w:r w:rsidRPr="00F96A4F">
        <w:rPr>
          <w:rFonts w:eastAsia="Calibri"/>
          <w:rtl/>
        </w:rPr>
        <w:t xml:space="preserve"> و معروف ،اہم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حادثوں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ہے جس کا اہل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) ع) کے مط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/>
          <w:rtl/>
        </w:rPr>
        <w:t xml:space="preserve">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ہمنوا</w:t>
      </w:r>
      <w:r w:rsidRPr="00F96A4F">
        <w:rPr>
          <w:rFonts w:eastAsia="Calibri"/>
          <w:rtl/>
        </w:rPr>
        <w:t xml:space="preserve"> افراد گزش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زمانوں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طو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مدت سے تجربہ کرتے چلے آرہے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اور وہ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واقعات</w:t>
      </w:r>
      <w:r w:rsidRPr="00F96A4F">
        <w:rPr>
          <w:rFonts w:eastAsia="Calibri"/>
          <w:rtl/>
        </w:rPr>
        <w:t xml:space="preserve"> ان کے ذہنوں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موجود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چاہتے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گزش</w:t>
      </w:r>
      <w:r w:rsidR="00BB7236">
        <w:rPr>
          <w:rFonts w:eastAsia="Calibri"/>
          <w:rtl/>
        </w:rPr>
        <w:t>تھ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تجربات</w:t>
      </w:r>
      <w:r w:rsidRPr="00F96A4F">
        <w:rPr>
          <w:rFonts w:eastAsia="Calibri"/>
          <w:rtl/>
        </w:rPr>
        <w:t xml:space="preserve"> اور تلخ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ادوں</w:t>
      </w:r>
      <w:r w:rsidRPr="00F96A4F">
        <w:rPr>
          <w:rFonts w:eastAsia="Calibri"/>
          <w:rtl/>
        </w:rPr>
        <w:t xml:space="preserve"> کو تازہ کرکے لوگوں کے مجاہدانہ عزم و ارادہ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پختگ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271E2F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مندرجہ ذ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عبارت پر ذرا توجہ فرما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 w:rsidRPr="00F96A4F">
        <w:rPr>
          <w:rFonts w:eastAsia="Calibri"/>
          <w:rtl/>
        </w:rPr>
        <w:t>:</w:t>
      </w:r>
      <w:r w:rsidR="00EB204C">
        <w:rPr>
          <w:rFonts w:eastAsia="Calibri"/>
          <w:rtl/>
        </w:rPr>
        <w:t xml:space="preserve"> </w:t>
      </w:r>
      <w:r w:rsidRPr="00E72EC1">
        <w:rPr>
          <w:rStyle w:val="libArabicChar"/>
          <w:rFonts w:eastAsia="Calibri" w:hint="eastAsia"/>
          <w:rtl/>
        </w:rPr>
        <w:t>”فقد</w:t>
      </w:r>
      <w:r w:rsidRPr="00E72EC1">
        <w:rPr>
          <w:rStyle w:val="libArabicChar"/>
          <w:rFonts w:eastAsia="Calibri"/>
          <w:rtl/>
        </w:rPr>
        <w:t xml:space="preserve"> لعمر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/>
          <w:rtl/>
        </w:rPr>
        <w:t xml:space="preserve"> استدبرتم من الا مور الماض</w:t>
      </w:r>
      <w:r w:rsidRPr="00E72EC1">
        <w:rPr>
          <w:rStyle w:val="libArabicChar"/>
          <w:rFonts w:eastAsia="Calibri" w:hint="cs"/>
          <w:rtl/>
        </w:rPr>
        <w:t>ی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ف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/>
          <w:rtl/>
        </w:rPr>
        <w:t xml:space="preserve"> الا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ام</w:t>
      </w:r>
      <w:r w:rsidRPr="00E72EC1">
        <w:rPr>
          <w:rStyle w:val="libArabicChar"/>
          <w:rFonts w:eastAsia="Calibri"/>
          <w:rtl/>
        </w:rPr>
        <w:t xml:space="preserve"> الخال</w:t>
      </w:r>
      <w:r w:rsidRPr="00E72EC1">
        <w:rPr>
          <w:rStyle w:val="libArabicChar"/>
          <w:rFonts w:eastAsia="Calibri" w:hint="cs"/>
          <w:rtl/>
        </w:rPr>
        <w:t>ی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من فتن المتراکم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EB204C" w:rsidRPr="00E72EC1">
        <w:rPr>
          <w:rStyle w:val="libArabicChar"/>
          <w:rFonts w:eastAsia="Calibri"/>
          <w:rtl/>
        </w:rPr>
        <w:t xml:space="preserve"> </w:t>
      </w:r>
      <w:r w:rsidRPr="00E72EC1">
        <w:rPr>
          <w:rStyle w:val="libArabicChar"/>
          <w:rFonts w:eastAsia="Calibri" w:hint="eastAsia"/>
          <w:rtl/>
        </w:rPr>
        <w:t>والان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ماک</w:t>
      </w:r>
      <w:r w:rsidRPr="00E72EC1">
        <w:rPr>
          <w:rStyle w:val="libArabicChar"/>
          <w:rFonts w:eastAsia="Calibri"/>
          <w:rtl/>
        </w:rPr>
        <w:t xml:space="preserve"> ف</w:t>
      </w:r>
      <w:r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اماتستد</w:t>
      </w:r>
      <w:r w:rsidRPr="00E72EC1">
        <w:rPr>
          <w:rStyle w:val="libArabicChar"/>
          <w:rFonts w:eastAsia="Calibri"/>
          <w:rtl/>
        </w:rPr>
        <w:t xml:space="preserve"> لون ب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 xml:space="preserve"> عل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/>
          <w:rtl/>
        </w:rPr>
        <w:t xml:space="preserve"> تجنب الغو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F96A4F">
        <w:rPr>
          <w:rFonts w:eastAsia="Calibri"/>
          <w:rtl/>
        </w:rPr>
        <w:t xml:space="preserve">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قسم ،وہ گزش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واقعات جو تمہار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آنکہوں کے سامنے گزر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چکے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---فتنوں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لامتناہ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سلسلہ جس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غرق نظر آت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لوگوں</w:t>
      </w:r>
      <w:r w:rsidRPr="00F96A4F">
        <w:rPr>
          <w:rFonts w:eastAsia="Calibri"/>
          <w:rtl/>
        </w:rPr>
        <w:t xml:space="preserve"> کو ان حوادث و تجربات سے فائدہ ا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ہانا</w:t>
      </w:r>
      <w:r w:rsidRPr="00F96A4F">
        <w:rPr>
          <w:rFonts w:eastAsia="Calibri"/>
          <w:rtl/>
        </w:rPr>
        <w:t xml:space="preserve"> چاہئے --- اور ان کو اپنے لئے درس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استدلال</w:t>
      </w:r>
      <w:r w:rsidRPr="00F96A4F">
        <w:rPr>
          <w:rFonts w:eastAsia="Calibri"/>
          <w:rtl/>
        </w:rPr>
        <w:t xml:space="preserve"> بناتے ہوئے زم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پر فساد پرپا کرنے والے گمراہ اور بدعت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افراد سے دور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اجتناب</w:t>
      </w:r>
      <w:r w:rsidRPr="00F96A4F">
        <w:rPr>
          <w:rFonts w:eastAsia="Calibri"/>
          <w:rtl/>
        </w:rPr>
        <w:t xml:space="preserve">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چاہئے</w:t>
      </w:r>
      <w:r w:rsidR="00EB204C">
        <w:rPr>
          <w:rFonts w:eastAsia="Calibri"/>
          <w:rtl/>
        </w:rPr>
        <w:t>۔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تمہ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بات کا بخوب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تجربہ حاصل ہے کہ اہل بغ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فساد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حکام جور ،جب تسلط حاصل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تو تمہارے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کس طرح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آئ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گے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گزش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تجربات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روشن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تم جانتے ہو کہ تمہ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لوگوں سے دور رہنا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چاہئے</w:t>
      </w:r>
      <w:r w:rsidRPr="00F96A4F">
        <w:rPr>
          <w:rFonts w:eastAsia="Calibri"/>
          <w:rtl/>
        </w:rPr>
        <w:t xml:space="preserve"> ،اور ان کے مقابلہ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صف آرائ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کرن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چاہئے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نے اپنے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مسئلہ امامت کو بڑ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صراحت کے سا</w:t>
      </w:r>
      <w:r w:rsidR="00BB7236">
        <w:rPr>
          <w:rFonts w:eastAsia="Calibri"/>
          <w:rtl/>
        </w:rPr>
        <w:t>تھ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،مسئلہ امامت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خلافت و ولا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،مسلمانوں پر حکومت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کرنے</w:t>
      </w:r>
      <w:r w:rsidR="00F96A4F" w:rsidRPr="00F96A4F">
        <w:rPr>
          <w:rFonts w:eastAsia="Calibri"/>
          <w:rtl/>
        </w:rPr>
        <w:t xml:space="preserve"> اور نظام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نافذ کرنے کا مسئلہ ہے ،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مسئلہ</w:t>
      </w:r>
      <w:r w:rsidR="00F96A4F" w:rsidRPr="00F96A4F">
        <w:rPr>
          <w:rFonts w:eastAsia="Calibri"/>
          <w:rtl/>
        </w:rPr>
        <w:t xml:space="preserve"> امامت کتنے واضح انداز سے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جب کہ اس وقت کے حالات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کہ اس قسم کے مسائل اس صراحت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عوام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کئے</w:t>
      </w:r>
      <w:r w:rsidR="00F96A4F" w:rsidRPr="00F96A4F">
        <w:rPr>
          <w:rFonts w:eastAsia="Calibri"/>
          <w:rtl/>
        </w:rPr>
        <w:t xml:space="preserve"> جا سکتے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امام (ع)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: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”فقد</w:t>
      </w:r>
      <w:r w:rsidR="00F96A4F" w:rsidRPr="00F96A4F">
        <w:rPr>
          <w:rFonts w:eastAsia="Calibri"/>
          <w:rtl/>
        </w:rPr>
        <w:t xml:space="preserve"> موا امراللّٰہ وطاع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وطاع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من اوجب اللّٰہ طاع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فرمان</w:t>
      </w:r>
      <w:r w:rsidR="00F96A4F" w:rsidRPr="00F96A4F">
        <w:rPr>
          <w:rFonts w:eastAsia="Calibri"/>
          <w:rtl/>
        </w:rPr>
        <w:t xml:space="preserve"> الٰہ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اور اطاعت رب کو مقدم </w:t>
      </w:r>
      <w:r w:rsidR="00E72EC1" w:rsidRPr="00BD6259">
        <w:rPr>
          <w:rStyle w:val="libNormalChar"/>
          <w:rFonts w:eastAsia="Calibri"/>
          <w:rtl/>
        </w:rPr>
        <w:t>سمجھ</w:t>
      </w:r>
      <w:r w:rsidR="00F96A4F" w:rsidRPr="00F96A4F">
        <w:rPr>
          <w:rFonts w:eastAsia="Calibri"/>
          <w:rtl/>
        </w:rPr>
        <w:t>و اور اس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اطاعت و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رو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کرو جس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اطاعت و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خدانے واجب قرار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271E2F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نے اس منزل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اور فلسفہ کو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نقطہ</w:t>
      </w:r>
      <w:r w:rsidR="00F96A4F" w:rsidRPr="00F96A4F">
        <w:rPr>
          <w:rFonts w:eastAsia="Calibri"/>
          <w:rtl/>
        </w:rPr>
        <w:t xml:space="preserve"> نظر سے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خدا کے بعد وہ کون سے لوگ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اطاعت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چاہئے ؟ وہ جن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اطاعت خدا نے واجب قرار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اگر لوگ اس وقت اس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مسئلہ</w:t>
      </w:r>
      <w:r w:rsidR="00F96A4F" w:rsidRPr="00F96A4F">
        <w:rPr>
          <w:rFonts w:eastAsia="Calibri"/>
          <w:rtl/>
        </w:rPr>
        <w:t xml:space="preserve"> پر غور فکر سے کام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تو بڑ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آسان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نت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جہ</w:t>
      </w:r>
      <w:r w:rsidR="00F96A4F" w:rsidRPr="00F96A4F">
        <w:rPr>
          <w:rFonts w:eastAsia="Calibri"/>
          <w:rtl/>
        </w:rPr>
        <w:t xml:space="preserve"> نکال سکتے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کہ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عبدالملک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اطاعت واجب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ہے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271E2F" w:rsidRDefault="00271E2F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خدا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سے عبد الملک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اطاعت</w:t>
      </w:r>
      <w:r w:rsidRPr="00F96A4F">
        <w:rPr>
          <w:rFonts w:eastAsia="Calibri"/>
          <w:rtl/>
        </w:rPr>
        <w:t xml:space="preserve"> واجب کئے جانے کا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سوال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ہوتا ،عبد الملک کا اپنے تمام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ظلم</w:t>
      </w:r>
      <w:r w:rsidRPr="00F96A4F">
        <w:rPr>
          <w:rFonts w:eastAsia="Calibri"/>
          <w:rtl/>
        </w:rPr>
        <w:t xml:space="preserve"> و جور اور بغ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وفساد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وجہ سے لائق اطاعت نہ ہونا ظاہر ہے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پہلے تو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مسئلہ امامت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فرماتے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کے بعد صرف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شبہ جو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مخاطب</w:t>
      </w:r>
      <w:r w:rsidRPr="00F96A4F">
        <w:rPr>
          <w:rFonts w:eastAsia="Calibri"/>
          <w:rtl/>
        </w:rPr>
        <w:t xml:space="preserve"> کے ذہن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باق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رہ جاتا ہے اس کا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ازالہ فرماتے ہوئے کہتے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>:</w:t>
      </w:r>
      <w:r w:rsidR="00EB204C">
        <w:rPr>
          <w:rFonts w:eastAsia="Calibri"/>
          <w:rtl/>
        </w:rPr>
        <w:t xml:space="preserve"> </w:t>
      </w:r>
      <w:r w:rsidRPr="00E72EC1">
        <w:rPr>
          <w:rStyle w:val="libArabicChar"/>
          <w:rFonts w:eastAsia="Calibri" w:hint="eastAsia"/>
          <w:rtl/>
        </w:rPr>
        <w:t>”ولا</w:t>
      </w:r>
      <w:r w:rsidRPr="00E72EC1">
        <w:rPr>
          <w:rStyle w:val="libArabicChar"/>
          <w:rFonts w:eastAsia="Calibri"/>
          <w:rtl/>
        </w:rPr>
        <w:t xml:space="preserve"> تقدموا الا مور الوارد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عل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کم</w:t>
      </w:r>
      <w:r w:rsidRPr="00E72EC1">
        <w:rPr>
          <w:rStyle w:val="libArabicChar"/>
          <w:rFonts w:eastAsia="Calibri"/>
          <w:rtl/>
        </w:rPr>
        <w:t xml:space="preserve"> من طاع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الطواغ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ت</w:t>
      </w:r>
      <w:r w:rsidRPr="00E72EC1">
        <w:rPr>
          <w:rStyle w:val="libArabicChar"/>
          <w:rFonts w:eastAsia="Calibri"/>
          <w:rtl/>
        </w:rPr>
        <w:t xml:space="preserve"> و فتن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ز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ر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الدن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ا</w:t>
      </w:r>
      <w:r w:rsidRPr="00E72EC1">
        <w:rPr>
          <w:rStyle w:val="libArabicChar"/>
          <w:rFonts w:eastAsia="Calibri"/>
          <w:rtl/>
        </w:rPr>
        <w:t xml:space="preserve"> ب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ن</w:t>
      </w:r>
      <w:r w:rsidR="00EB204C" w:rsidRPr="00E72EC1">
        <w:rPr>
          <w:rStyle w:val="libArabicChar"/>
          <w:rFonts w:eastAsia="Calibri"/>
          <w:rtl/>
        </w:rPr>
        <w:t xml:space="preserve"> 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د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/>
          <w:rtl/>
        </w:rPr>
        <w:t xml:space="preserve"> امراللّٰ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 xml:space="preserve"> و طاع</w:t>
      </w:r>
      <w:r w:rsidR="00BB7236" w:rsidRPr="00E72EC1">
        <w:rPr>
          <w:rStyle w:val="libArabicChar"/>
          <w:rFonts w:eastAsia="Calibri"/>
          <w:rtl/>
        </w:rPr>
        <w:t>ت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E72EC1">
        <w:rPr>
          <w:rStyle w:val="libArabicChar"/>
          <w:rFonts w:eastAsia="Calibri"/>
          <w:rtl/>
        </w:rPr>
        <w:t xml:space="preserve"> و طاع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اول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/>
          <w:rtl/>
        </w:rPr>
        <w:t xml:space="preserve"> الامر منکم“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جو کچہ تم پر طاغوتوں------ عبد الملک وغ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رہ</w:t>
      </w:r>
      <w:r w:rsidRPr="00F96A4F">
        <w:rPr>
          <w:rFonts w:eastAsia="Calibri"/>
          <w:rtl/>
        </w:rPr>
        <w:t xml:space="preserve"> ------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سے عائد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جاتا ہے اس کو خدا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اطاعت کے زمرہ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رکہتے ہوئے خدا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اطاعت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رسول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اطاعت اور اول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الامر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اطاعت پر مقدم قرار نہ دو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اصل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نے اپنے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کے اس </w:t>
      </w:r>
      <w:r w:rsidR="00F96A4F" w:rsidRPr="00F96A4F">
        <w:rPr>
          <w:rFonts w:eastAsia="Calibri" w:hint="cs"/>
          <w:rtl/>
        </w:rPr>
        <w:t>ڻ</w:t>
      </w:r>
      <w:r w:rsidR="00F96A4F" w:rsidRPr="00F96A4F">
        <w:rPr>
          <w:rFonts w:eastAsia="Calibri" w:hint="eastAsia"/>
          <w:rtl/>
        </w:rPr>
        <w:t>کڑے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مسئلہ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امامت</w:t>
      </w:r>
      <w:r w:rsidR="00F96A4F" w:rsidRPr="00F96A4F">
        <w:rPr>
          <w:rFonts w:eastAsia="Calibri"/>
          <w:rtl/>
        </w:rPr>
        <w:t xml:space="preserve"> بڑ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صراحت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271E2F" w:rsidRDefault="00EB204C" w:rsidP="00271E2F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حضرت</w:t>
      </w:r>
      <w:r w:rsidR="00F96A4F" w:rsidRPr="00F96A4F">
        <w:rPr>
          <w:rFonts w:eastAsia="Calibri"/>
          <w:rtl/>
        </w:rPr>
        <w:t xml:space="preserve"> (ع) نے گزش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اور اس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دو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مسائل پر توجہ دلائ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چنانچہ دونوں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انات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مذکورہ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مراحل تبل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سے دو مرحلے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لوگوں کے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افکار و عقائد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دہان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تاکہ لوگ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عقائد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پاس و لحاظ 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ان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ندار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شوق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ہو سکے اور اس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بعد</w:t>
      </w:r>
      <w:r w:rsidR="00F96A4F" w:rsidRPr="00F96A4F">
        <w:rPr>
          <w:rFonts w:eastAsia="Calibri"/>
          <w:rtl/>
        </w:rPr>
        <w:t xml:space="preserve"> دوسرا مسئلہ “ ولا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امر”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نظام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حکومت و 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ادت</w:t>
      </w:r>
      <w:r w:rsidR="00F96A4F" w:rsidRPr="00F96A4F">
        <w:rPr>
          <w:rFonts w:eastAsia="Calibri"/>
          <w:rtl/>
        </w:rPr>
        <w:t xml:space="preserve">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استحقاق</w:t>
      </w:r>
      <w:r w:rsidR="00F96A4F" w:rsidRPr="00F96A4F">
        <w:rPr>
          <w:rFonts w:eastAsia="Calibri"/>
          <w:rtl/>
        </w:rPr>
        <w:t xml:space="preserve"> واضح کرنا ہے </w:t>
      </w:r>
      <w:r>
        <w:rPr>
          <w:rFonts w:eastAsia="Calibri"/>
          <w:rtl/>
        </w:rPr>
        <w:t>۔</w:t>
      </w:r>
      <w:r w:rsidR="00271E2F" w:rsidRPr="00F96A4F">
        <w:rPr>
          <w:rFonts w:eastAsia="Calibri"/>
          <w:rtl/>
        </w:rPr>
        <w:t xml:space="preserve"> امام عل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 w:hint="eastAsia"/>
          <w:rtl/>
        </w:rPr>
        <w:t>ہ</w:t>
      </w:r>
      <w:r w:rsidR="00271E2F" w:rsidRPr="00F96A4F">
        <w:rPr>
          <w:rFonts w:eastAsia="Calibri"/>
          <w:rtl/>
        </w:rPr>
        <w:t xml:space="preserve"> السلام اس وقت لوگوں م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 w:hint="eastAsia"/>
          <w:rtl/>
        </w:rPr>
        <w:t>ں</w:t>
      </w:r>
      <w:r w:rsidR="00271E2F" w:rsidRPr="00F96A4F">
        <w:rPr>
          <w:rFonts w:eastAsia="Calibri"/>
          <w:rtl/>
        </w:rPr>
        <w:t xml:space="preserve"> ان دونوں مسائل کو</w:t>
      </w:r>
      <w:r w:rsidR="00271E2F">
        <w:rPr>
          <w:rFonts w:eastAsia="Calibri"/>
          <w:rtl/>
        </w:rPr>
        <w:t xml:space="preserve"> </w:t>
      </w:r>
      <w:r w:rsidR="00271E2F" w:rsidRPr="00F96A4F">
        <w:rPr>
          <w:rFonts w:eastAsia="Calibri" w:hint="eastAsia"/>
          <w:rtl/>
        </w:rPr>
        <w:t>ب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 w:hint="eastAsia"/>
          <w:rtl/>
        </w:rPr>
        <w:t>ان</w:t>
      </w:r>
      <w:r w:rsidR="00271E2F" w:rsidRPr="00F96A4F">
        <w:rPr>
          <w:rFonts w:eastAsia="Calibri"/>
          <w:rtl/>
        </w:rPr>
        <w:t xml:space="preserve"> کرتے ہ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 w:hint="eastAsia"/>
          <w:rtl/>
        </w:rPr>
        <w:t>ں</w:t>
      </w:r>
      <w:r w:rsidR="00271E2F" w:rsidRPr="00F96A4F">
        <w:rPr>
          <w:rFonts w:eastAsia="Calibri"/>
          <w:rtl/>
        </w:rPr>
        <w:t xml:space="preserve"> اور درحق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 w:hint="eastAsia"/>
          <w:rtl/>
        </w:rPr>
        <w:t>قت</w:t>
      </w:r>
      <w:r w:rsidR="00271E2F" w:rsidRPr="00F96A4F">
        <w:rPr>
          <w:rFonts w:eastAsia="Calibri"/>
          <w:rtl/>
        </w:rPr>
        <w:t xml:space="preserve"> اپنے مد نظر نظام علو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/>
          <w:rtl/>
        </w:rPr>
        <w:t xml:space="preserve"> 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 w:hint="eastAsia"/>
          <w:rtl/>
        </w:rPr>
        <w:t>عن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/>
          <w:rtl/>
        </w:rPr>
        <w:t xml:space="preserve"> اسلام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/>
          <w:rtl/>
        </w:rPr>
        <w:t xml:space="preserve"> و الٰہ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/>
          <w:rtl/>
        </w:rPr>
        <w:t xml:space="preserve"> نظام ک</w:t>
      </w:r>
      <w:r w:rsidR="00271E2F" w:rsidRPr="00F96A4F">
        <w:rPr>
          <w:rFonts w:eastAsia="Calibri" w:hint="cs"/>
          <w:rtl/>
        </w:rPr>
        <w:t>ی</w:t>
      </w:r>
      <w:r w:rsidR="00271E2F">
        <w:rPr>
          <w:rFonts w:eastAsia="Calibri"/>
          <w:rtl/>
        </w:rPr>
        <w:t xml:space="preserve"> </w:t>
      </w:r>
      <w:r w:rsidR="00271E2F" w:rsidRPr="00F96A4F">
        <w:rPr>
          <w:rFonts w:eastAsia="Calibri" w:hint="eastAsia"/>
          <w:rtl/>
        </w:rPr>
        <w:t>تبل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 w:hint="eastAsia"/>
          <w:rtl/>
        </w:rPr>
        <w:t>غ</w:t>
      </w:r>
      <w:r w:rsidR="00271E2F" w:rsidRPr="00F96A4F">
        <w:rPr>
          <w:rFonts w:eastAsia="Calibri"/>
          <w:rtl/>
        </w:rPr>
        <w:t xml:space="preserve"> کرتے ہ</w:t>
      </w:r>
      <w:r w:rsidR="00271E2F" w:rsidRPr="00F96A4F">
        <w:rPr>
          <w:rFonts w:eastAsia="Calibri" w:hint="cs"/>
          <w:rtl/>
        </w:rPr>
        <w:t>ی</w:t>
      </w:r>
      <w:r w:rsidR="00271E2F" w:rsidRPr="00F96A4F">
        <w:rPr>
          <w:rFonts w:eastAsia="Calibri" w:hint="eastAsia"/>
          <w:rtl/>
        </w:rPr>
        <w:t>ں</w:t>
      </w:r>
      <w:r w:rsidR="00271E2F" w:rsidRPr="00F96A4F">
        <w:rPr>
          <w:rFonts w:eastAsia="Calibri"/>
          <w:rtl/>
        </w:rPr>
        <w:t xml:space="preserve"> </w:t>
      </w:r>
      <w:r w:rsidR="00271E2F">
        <w:rPr>
          <w:rFonts w:eastAsia="Calibri"/>
          <w:rtl/>
        </w:rPr>
        <w:t>۔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271E2F" w:rsidRDefault="00F96A4F" w:rsidP="00271E2F">
      <w:pPr>
        <w:pStyle w:val="Heading1Center"/>
        <w:rPr>
          <w:rFonts w:eastAsia="Calibri"/>
          <w:rtl/>
        </w:rPr>
      </w:pPr>
      <w:bookmarkStart w:id="14" w:name="_Toc426016869"/>
      <w:r w:rsidRPr="00F96A4F">
        <w:rPr>
          <w:rFonts w:eastAsia="Calibri" w:hint="eastAsia"/>
          <w:rtl/>
        </w:rPr>
        <w:t>تنظ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ضرورت</w:t>
      </w:r>
      <w:bookmarkEnd w:id="14"/>
      <w:r w:rsidR="00EB204C">
        <w:rPr>
          <w:rFonts w:eastAsia="Calibri"/>
          <w:rtl/>
        </w:rPr>
        <w:t xml:space="preserve"> </w:t>
      </w:r>
    </w:p>
    <w:p w:rsidR="00271E2F" w:rsidRDefault="00271E2F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نوع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کے حامل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ملتے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دونوں</w:t>
      </w:r>
      <w:r w:rsidRPr="00F96A4F">
        <w:rPr>
          <w:rFonts w:eastAsia="Calibri"/>
          <w:rtl/>
        </w:rPr>
        <w:t xml:space="preserve"> سے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توجہ کے مستحق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حضرت (ع) کہلے طور پر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لوگوں</w:t>
      </w:r>
      <w:r w:rsidRPr="00F96A4F">
        <w:rPr>
          <w:rFonts w:eastAsia="Calibri"/>
          <w:rtl/>
        </w:rPr>
        <w:t xml:space="preserve"> کو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تنط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متوجہ کرتے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البتہ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بات 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لوگوں کے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جن کو امام (ع) کا اعتماد حاصل رہا ہے ورنہ اگر عام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لوگوں</w:t>
      </w:r>
      <w:r w:rsidRPr="00F96A4F">
        <w:rPr>
          <w:rFonts w:eastAsia="Calibri"/>
          <w:rtl/>
        </w:rPr>
        <w:t xml:space="preserve"> کو اس قسم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جماعت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دعوت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تو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کا</w:t>
      </w:r>
      <w:r w:rsidRPr="00F96A4F">
        <w:rPr>
          <w:rFonts w:eastAsia="Calibri"/>
          <w:rtl/>
        </w:rPr>
        <w:t xml:space="preserve"> پردہ راز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رہنا مشکل ہو جاتا اور حضرت (ع)کے لئے بڑ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زحمت او رپر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سبب</w:t>
      </w:r>
      <w:r w:rsidRPr="00F96A4F">
        <w:rPr>
          <w:rFonts w:eastAsia="Calibri"/>
          <w:rtl/>
        </w:rPr>
        <w:t xml:space="preserve"> بن جاتا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خوش قسمت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“ تحف العقول ”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نوع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کے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کا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نمونہ موجود ہے جسے ہم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نقل کر رہے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امام (ع) کا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شروع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ہوتا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271E2F" w:rsidRDefault="00EB204C" w:rsidP="00AD79D1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”ان</w:t>
      </w:r>
      <w:r w:rsidR="00F96A4F" w:rsidRPr="00E72EC1">
        <w:rPr>
          <w:rStyle w:val="libArabicChar"/>
          <w:rFonts w:eastAsia="Calibri"/>
          <w:rtl/>
        </w:rPr>
        <w:t xml:space="preserve"> علام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الزا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د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F96A4F" w:rsidRPr="00E72EC1">
        <w:rPr>
          <w:rStyle w:val="libArabicChar"/>
          <w:rFonts w:eastAsia="Calibri"/>
          <w:rtl/>
        </w:rPr>
        <w:t xml:space="preserve"> ف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الدن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ا</w:t>
      </w:r>
      <w:r w:rsidR="00F96A4F" w:rsidRPr="00E72EC1">
        <w:rPr>
          <w:rStyle w:val="libArabicChar"/>
          <w:rFonts w:eastAsia="Calibri"/>
          <w:rtl/>
        </w:rPr>
        <w:t xml:space="preserve"> الراغب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F96A4F" w:rsidRPr="00E72EC1">
        <w:rPr>
          <w:rStyle w:val="libArabicChar"/>
          <w:rFonts w:eastAsia="Calibri"/>
          <w:rtl/>
        </w:rPr>
        <w:t xml:space="preserve"> ف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الا</w:t>
      </w:r>
      <w:r w:rsidR="00F96A4F" w:rsidRPr="00AD79D1">
        <w:rPr>
          <w:rStyle w:val="libArabicChar"/>
          <w:rFonts w:eastAsia="Calibri" w:hint="cs"/>
          <w:rtl/>
        </w:rPr>
        <w:t>خر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ترک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 کل خل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ط</w:t>
      </w:r>
      <w:r w:rsidR="00F96A4F" w:rsidRPr="00E72EC1">
        <w:rPr>
          <w:rStyle w:val="libArabicChar"/>
          <w:rFonts w:eastAsia="Calibri"/>
          <w:rtl/>
        </w:rPr>
        <w:t xml:space="preserve"> و خل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ل</w:t>
      </w:r>
      <w:r w:rsidR="00F96A4F" w:rsidRPr="00E72EC1">
        <w:rPr>
          <w:rStyle w:val="libArabicChar"/>
          <w:rFonts w:eastAsia="Calibri"/>
          <w:rtl/>
        </w:rPr>
        <w:t xml:space="preserve"> و رفض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کل</w:t>
      </w:r>
      <w:r w:rsidR="00F96A4F" w:rsidRPr="00E72EC1">
        <w:rPr>
          <w:rStyle w:val="libArabicChar"/>
          <w:rFonts w:eastAsia="Calibri"/>
          <w:rtl/>
        </w:rPr>
        <w:t xml:space="preserve"> صاحب لا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ر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د</w:t>
      </w:r>
      <w:r w:rsidR="00F96A4F" w:rsidRPr="00E72EC1">
        <w:rPr>
          <w:rStyle w:val="libArabicChar"/>
          <w:rFonts w:eastAsia="Calibri"/>
          <w:rtl/>
        </w:rPr>
        <w:t xml:space="preserve"> ما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ر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دون“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کے وہ زاہد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جو دن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کے </w:t>
      </w:r>
      <w:r w:rsidR="00FC70B5">
        <w:rPr>
          <w:rFonts w:eastAsia="Calibri"/>
          <w:rtl/>
        </w:rPr>
        <w:t>پیچھ</w:t>
      </w:r>
      <w:r w:rsidR="00F96A4F" w:rsidRPr="00F96A4F">
        <w:rPr>
          <w:rFonts w:eastAsia="Calibri" w:hint="eastAsia"/>
          <w:rtl/>
        </w:rPr>
        <w:t>ے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بہاگتے اور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دلچسپ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آخرت پر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مرکوز</w:t>
      </w:r>
      <w:r w:rsidR="00F96A4F" w:rsidRPr="00F96A4F">
        <w:rPr>
          <w:rFonts w:eastAsia="Calibri"/>
          <w:rtl/>
        </w:rPr>
        <w:t xml:space="preserve"> رکہتے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پہچان اور علامت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ہے کہ ان کے جو دوست اور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فکر</w:t>
      </w:r>
      <w:r w:rsidR="00F96A4F" w:rsidRPr="00F96A4F">
        <w:rPr>
          <w:rFonts w:eastAsia="Calibri"/>
          <w:rtl/>
        </w:rPr>
        <w:t xml:space="preserve"> و ہم عق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دہ</w:t>
      </w:r>
      <w:r w:rsidR="00F96A4F"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بلکہ</w:t>
      </w:r>
      <w:r w:rsidR="00F96A4F" w:rsidRPr="00F96A4F">
        <w:rPr>
          <w:rFonts w:eastAsia="Calibri"/>
          <w:rtl/>
        </w:rPr>
        <w:t xml:space="preserve"> ہم دل اور ہم مشرب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ہوتے ان کو ترک کرد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واضح</w:t>
      </w:r>
      <w:r w:rsidRPr="00F96A4F">
        <w:rPr>
          <w:rFonts w:eastAsia="Calibri"/>
          <w:rtl/>
        </w:rPr>
        <w:t xml:space="preserve"> طور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تنظ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کے تشک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دعوت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؟!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سے لوگوں کو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معلوم ہوجاتا ہے کہ وہ لوگ جو ان کے مطالبات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الات</w:t>
      </w:r>
      <w:r w:rsidRPr="00F96A4F">
        <w:rPr>
          <w:rFonts w:eastAsia="Calibri"/>
          <w:rtl/>
        </w:rPr>
        <w:t xml:space="preserve"> سے اتفاق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رکہتے اور جن کے احساس و جذبات بالکل مختلف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حکومت</w:t>
      </w:r>
      <w:r w:rsidRPr="00F96A4F">
        <w:rPr>
          <w:rFonts w:eastAsia="Calibri"/>
          <w:rtl/>
        </w:rPr>
        <w:t xml:space="preserve"> حق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علو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نظام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چاہتے وہ ان سے کنارہ کش ہو کر ان کے لئے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اجنب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گانہ</w:t>
      </w:r>
      <w:r w:rsidRPr="00F96A4F">
        <w:rPr>
          <w:rFonts w:eastAsia="Calibri"/>
          <w:rtl/>
        </w:rPr>
        <w:t xml:space="preserve"> بن جائ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اس کا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مطلب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ان کے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آمد و رفت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تعلقات</w:t>
      </w:r>
      <w:r w:rsidRPr="00F96A4F">
        <w:rPr>
          <w:rFonts w:eastAsia="Calibri"/>
          <w:rtl/>
        </w:rPr>
        <w:t xml:space="preserve"> ختم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تعلقات 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ہوں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پہلے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ان سے مل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احت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اط</w:t>
      </w:r>
      <w:r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وہ لوگ جو تمہار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فکر و عزائم سے متفق نہ ہوں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ہدف 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مقصد</w:t>
      </w:r>
      <w:r w:rsidR="00F96A4F" w:rsidRPr="00F96A4F">
        <w:rPr>
          <w:rFonts w:eastAsia="Calibri"/>
          <w:rtl/>
        </w:rPr>
        <w:t xml:space="preserve"> سے ہم آہنگ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نہ رکہتے ہوں ان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تمہارے معاملات اور آمد و رفت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اجنب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اور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گانے</w:t>
      </w:r>
      <w:r w:rsidR="00F96A4F" w:rsidRPr="00F96A4F">
        <w:rPr>
          <w:rFonts w:eastAsia="Calibri"/>
          <w:rtl/>
        </w:rPr>
        <w:t xml:space="preserve"> کے مانند ہون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چاہئے ان سے دوستانہ تعلقات ختم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چاہئے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271E2F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8773C6">
        <w:rPr>
          <w:rFonts w:eastAsia="Calibri"/>
          <w:rtl/>
        </w:rPr>
        <w:t>سمجھت</w:t>
      </w:r>
      <w:r w:rsidR="00F96A4F" w:rsidRPr="00F96A4F">
        <w:rPr>
          <w:rFonts w:eastAsia="Calibri"/>
          <w:rtl/>
        </w:rPr>
        <w:t>ا ہوں اس طرح کے مز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انات</w:t>
      </w:r>
      <w:r w:rsidR="00F96A4F" w:rsidRPr="00F96A4F">
        <w:rPr>
          <w:rFonts w:eastAsia="Calibri"/>
          <w:rtl/>
        </w:rPr>
        <w:t xml:space="preserve"> خود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گر</w:t>
      </w:r>
      <w:r w:rsidR="00F96A4F" w:rsidRPr="00F96A4F">
        <w:rPr>
          <w:rFonts w:eastAsia="Calibri"/>
          <w:rtl/>
        </w:rPr>
        <w:t xml:space="preserve"> ائمہ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کے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مل جائ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گے </w:t>
      </w:r>
      <w:r w:rsidR="00E72EC1" w:rsidRPr="00BD6259">
        <w:rPr>
          <w:rStyle w:val="libNormalChar"/>
          <w:rFonts w:eastAsia="Calibri"/>
          <w:rtl/>
        </w:rPr>
        <w:t>بلکہ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گر</w:t>
      </w:r>
      <w:r w:rsidR="00F96A4F" w:rsidRPr="00F96A4F">
        <w:rPr>
          <w:rFonts w:eastAsia="Calibri"/>
          <w:rtl/>
        </w:rPr>
        <w:t xml:space="preserve"> ائمہ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کے ارشادات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ادہ</w:t>
      </w:r>
      <w:r w:rsidR="00F96A4F" w:rsidRPr="00F96A4F">
        <w:rPr>
          <w:rFonts w:eastAsia="Calibri"/>
          <w:rtl/>
        </w:rPr>
        <w:t xml:space="preserve"> مل جائے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جہاں تک خود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نظر ہے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طرح کے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انات</w:t>
      </w:r>
      <w:r w:rsidR="00F96A4F" w:rsidRPr="00F96A4F">
        <w:rPr>
          <w:rFonts w:eastAsia="Calibri"/>
          <w:rtl/>
        </w:rPr>
        <w:t xml:space="preserve"> امام جعفر صادق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اور امام محمد باقر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زان</w:t>
      </w:r>
      <w:r w:rsidR="00F96A4F" w:rsidRPr="00F96A4F">
        <w:rPr>
          <w:rFonts w:eastAsia="Calibri"/>
          <w:rtl/>
        </w:rPr>
        <w:t xml:space="preserve"> کے بعد کے کم از کم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چار ائمہ کے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مجہے ملے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حت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کہ 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المومن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فرمودات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منظم و مرتب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جماعت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تشک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اشارے موجود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،</w:t>
      </w:r>
      <w:r w:rsidR="00FC70B5">
        <w:rPr>
          <w:rFonts w:eastAsia="Calibri"/>
          <w:rtl/>
        </w:rPr>
        <w:t>البتہ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اس تفص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طلب موضوع پر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ادہ</w:t>
      </w:r>
      <w:r w:rsidR="00F96A4F" w:rsidRPr="00F96A4F">
        <w:rPr>
          <w:rFonts w:eastAsia="Calibri"/>
          <w:rtl/>
        </w:rPr>
        <w:t xml:space="preserve"> بحث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کنجائش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کچہ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انات</w:t>
      </w:r>
      <w:r w:rsidR="00F96A4F" w:rsidRPr="00F96A4F">
        <w:rPr>
          <w:rFonts w:eastAsia="Calibri"/>
          <w:rtl/>
        </w:rPr>
        <w:t xml:space="preserve"> و ارشادات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کئے جانے والے مطالب کل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نوع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کے حامل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ان مخصوص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پہلوؤں</w:t>
      </w:r>
      <w:r w:rsidR="00F96A4F" w:rsidRPr="00F96A4F">
        <w:rPr>
          <w:rFonts w:eastAsia="Calibri"/>
          <w:rtl/>
        </w:rPr>
        <w:t xml:space="preserve"> کو مورد بحث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قرار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جن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ہم نے اشارہ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مثال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طور پر امام سجاد (ع)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رسالہ ،حقوق سے متعلق ہے جو در اصل آپ کا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مفصل خط ہے اور ہمار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اصطلاح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کو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مستقل رسالہ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حاصل ہوگئ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،ج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ہاں !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کتاب جو رسالہ حقوق کے نام سے مشہور ہے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حضرت</w:t>
      </w:r>
      <w:r w:rsidRPr="00F96A4F">
        <w:rPr>
          <w:rFonts w:eastAsia="Calibri"/>
          <w:rtl/>
        </w:rPr>
        <w:t xml:space="preserve"> (ع)کا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خط ہے جو آپ نے اپنے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محب کو </w:t>
      </w:r>
      <w:r w:rsidR="005901D4">
        <w:rPr>
          <w:rFonts w:eastAsia="Calibri"/>
          <w:rtl/>
        </w:rPr>
        <w:t>لکھ</w:t>
      </w:r>
      <w:r w:rsidRPr="00F96A4F">
        <w:rPr>
          <w:rFonts w:eastAsia="Calibri"/>
          <w:rtl/>
        </w:rPr>
        <w:t>ا ہے اور اس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دوسرے</w:t>
      </w:r>
      <w:r w:rsidRPr="00F96A4F">
        <w:rPr>
          <w:rFonts w:eastAsia="Calibri"/>
          <w:rtl/>
        </w:rPr>
        <w:t xml:space="preserve"> کے تئ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انسان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حقوق و ذمہ 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ذکر فرما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،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رسالہ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کم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اس خط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مختلف جہتوں سے لوگوں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دوسرے پر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حقوق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کا تفص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جائزہ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271E2F" w:rsidRDefault="00F96A4F" w:rsidP="00271E2F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مثلا خدا کے حقوق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،اعضا</w:t>
      </w:r>
      <w:r w:rsidRPr="00F96A4F">
        <w:rPr>
          <w:rFonts w:eastAsia="Calibri"/>
          <w:rtl/>
        </w:rPr>
        <w:t xml:space="preserve"> ؤجوارح کے حقوق ،کان کے حقوق ،آنکہ کے حقوق ،زبان کے حقوق ،ہا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حقوق</w:t>
      </w:r>
      <w:r w:rsidRPr="00F96A4F">
        <w:rPr>
          <w:rFonts w:eastAsia="Calibri"/>
          <w:rtl/>
        </w:rPr>
        <w:t xml:space="preserve"> وغ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رہ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معاشرہ پر حاکم فرمانروا کے عوام پر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حقوق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،عوام</w:t>
      </w:r>
      <w:r w:rsidRPr="00F96A4F">
        <w:rPr>
          <w:rFonts w:eastAsia="Calibri"/>
          <w:rtl/>
        </w:rPr>
        <w:t xml:space="preserve"> کے حاکم پر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احقوق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،دوستوں کے حقوق ،پڑس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کے حقوق ،اہل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خاندان</w:t>
      </w:r>
      <w:r w:rsidRPr="00F96A4F">
        <w:rPr>
          <w:rFonts w:eastAsia="Calibri"/>
          <w:rtl/>
        </w:rPr>
        <w:t xml:space="preserve"> کے حقوق ------ اور ان تمام حقوق کااس عنوان سے ذکر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جس کا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نظام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بسر کرنے والے شخص کو پاس لحا ظ رکہنا ضرور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271E2F" w:rsidRDefault="00271E2F" w:rsidP="00BB7236">
      <w:pPr>
        <w:pStyle w:val="libNormal0"/>
        <w:rPr>
          <w:rFonts w:eastAsia="Calibri"/>
          <w:rtl/>
        </w:rPr>
      </w:pPr>
    </w:p>
    <w:p w:rsidR="00271E2F" w:rsidRDefault="00271E2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گو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بڑے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نرم انداز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حکومت سے مقابلہ آرائ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آئندہ</w:t>
      </w:r>
      <w:r w:rsidRPr="00F96A4F">
        <w:rPr>
          <w:rFonts w:eastAsia="Calibri"/>
          <w:rtl/>
        </w:rPr>
        <w:t xml:space="preserve"> نظام کا حوالہ 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ے</w:t>
      </w:r>
      <w:r w:rsidRPr="00F96A4F">
        <w:rPr>
          <w:rFonts w:eastAsia="Calibri"/>
          <w:rtl/>
        </w:rPr>
        <w:t xml:space="preserve"> بغ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مستقبل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قائم کئے جانے والے نظام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ادوں</w:t>
      </w:r>
      <w:r w:rsidRPr="00F96A4F">
        <w:rPr>
          <w:rFonts w:eastAsia="Calibri"/>
          <w:rtl/>
        </w:rPr>
        <w:t xml:space="preserve"> کو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کرد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کہ اگر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روز خود امام سجاد (ع)کے زمانہ 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(جس کا اگر چہ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احتمال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جاتا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)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آپ کے بعد آنے والے زمانہ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نظام حکومت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قائم</w:t>
      </w:r>
      <w:r w:rsidRPr="00F96A4F">
        <w:rPr>
          <w:rFonts w:eastAsia="Calibri"/>
          <w:rtl/>
        </w:rPr>
        <w:t xml:space="preserve"> ہو جائے تو مسلمانوں کے ذہن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دوسرے کے تئ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عائد ہونے وال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ذمہ 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پہلے سے مانوس رہ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دوسرے لفظوں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لوگوں کو آئندہ متوقع اسلام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حکومت</w:t>
      </w:r>
      <w:r w:rsidRPr="00F96A4F">
        <w:rPr>
          <w:rFonts w:eastAsia="Calibri"/>
          <w:rtl/>
        </w:rPr>
        <w:t xml:space="preserve"> کے اسلام سے آشنا بناد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چاہتے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قسم ہے جو بہت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قابل توجہ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قسم وہ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ہے جس کا آپ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فہ</w:t>
      </w:r>
      <w:r w:rsidR="00F96A4F" w:rsidRPr="00F96A4F">
        <w:rPr>
          <w:rFonts w:eastAsia="Calibri"/>
          <w:rtl/>
        </w:rPr>
        <w:t xml:space="preserve"> سجاد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مشاہدہ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ظاہر</w:t>
      </w:r>
      <w:r w:rsidR="00F96A4F" w:rsidRPr="00F96A4F">
        <w:rPr>
          <w:rFonts w:eastAsia="Calibri"/>
          <w:rtl/>
        </w:rPr>
        <w:t xml:space="preserve"> ہے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فہ</w:t>
      </w:r>
      <w:r w:rsidR="00F96A4F" w:rsidRPr="00F96A4F">
        <w:rPr>
          <w:rFonts w:eastAsia="Calibri"/>
          <w:rtl/>
        </w:rPr>
        <w:t xml:space="preserve"> سجاد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سے متعلق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بحث کے لئے بڑ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تفص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و تشر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ضرورت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مناسب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کہ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 کتاب پر باقاعدہ کام کرے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فہ</w:t>
      </w:r>
      <w:r w:rsidRPr="00F96A4F">
        <w:rPr>
          <w:rFonts w:eastAsia="Calibri"/>
          <w:rtl/>
        </w:rPr>
        <w:t xml:space="preserve"> سجاد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دعاؤں</w:t>
      </w:r>
      <w:r w:rsidRPr="00F96A4F">
        <w:rPr>
          <w:rFonts w:eastAsia="Calibri"/>
          <w:rtl/>
        </w:rPr>
        <w:t xml:space="preserve">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مجموعہ ہے جس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تمام موضوعات کو مورد سخن قرار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جن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دار</w:t>
      </w:r>
      <w:r w:rsidRPr="00F96A4F">
        <w:rPr>
          <w:rFonts w:eastAsia="Calibri"/>
          <w:rtl/>
        </w:rPr>
        <w:t xml:space="preserve"> و ہوشمند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انسان متوجہ ہوتا ہے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ان دعاؤں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تر انسان کے قلب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روابط اور معنو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ارتباطات پر تک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اس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شمار</w:t>
      </w:r>
      <w:r w:rsidRPr="00F96A4F">
        <w:rPr>
          <w:rFonts w:eastAsia="Calibri"/>
          <w:rtl/>
        </w:rPr>
        <w:t xml:space="preserve"> مناجات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دعائ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مختلف انداز سے معنو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ارتقا ء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خواہش و آرزو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مملو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271E2F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ان دعاؤں کے ضمن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دعاؤں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زبان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لوگوں</w:t>
      </w:r>
      <w:r w:rsidRPr="00F96A4F">
        <w:rPr>
          <w:rFonts w:eastAsia="Calibri"/>
          <w:rtl/>
        </w:rPr>
        <w:t xml:space="preserve"> کے ذہنوں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ذوق و شعور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دار</w:t>
      </w:r>
      <w:r w:rsidRPr="00F96A4F">
        <w:rPr>
          <w:rFonts w:eastAsia="Calibri"/>
          <w:rtl/>
        </w:rPr>
        <w:t xml:space="preserve"> کرنے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کوشش کرتے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271E2F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دعا</w:t>
      </w:r>
      <w:r w:rsidR="00F96A4F" w:rsidRPr="00F96A4F">
        <w:rPr>
          <w:rFonts w:eastAsia="Calibri"/>
          <w:rtl/>
        </w:rPr>
        <w:t xml:space="preserve"> کے ذر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عہ</w:t>
      </w:r>
      <w:r w:rsidR="00F96A4F" w:rsidRPr="00F96A4F">
        <w:rPr>
          <w:rFonts w:eastAsia="Calibri"/>
          <w:rtl/>
        </w:rPr>
        <w:t xml:space="preserve"> جو فائدہ ا</w:t>
      </w:r>
      <w:r w:rsidR="00F96A4F" w:rsidRPr="00F96A4F">
        <w:rPr>
          <w:rFonts w:eastAsia="Calibri" w:hint="cs"/>
          <w:rtl/>
        </w:rPr>
        <w:t>ڻ</w:t>
      </w:r>
      <w:r w:rsidR="00F96A4F" w:rsidRPr="00F96A4F">
        <w:rPr>
          <w:rFonts w:eastAsia="Calibri" w:hint="eastAsia"/>
          <w:rtl/>
        </w:rPr>
        <w:t>ہائے</w:t>
      </w:r>
      <w:r w:rsidR="00F96A4F" w:rsidRPr="00F96A4F">
        <w:rPr>
          <w:rFonts w:eastAsia="Calibri"/>
          <w:rtl/>
        </w:rPr>
        <w:t xml:space="preserve"> جا سکتے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وہ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ہے جسے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بارہا ذکر کر چکا ہوں کہ دعا لوگوں کے قلوب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صح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و سالم محرک 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رجحان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کرد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جس وقت آپ کہتے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>:</w:t>
      </w: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”الل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</w:t>
      </w:r>
      <w:r w:rsidR="00F96A4F" w:rsidRPr="00E72EC1">
        <w:rPr>
          <w:rStyle w:val="libArabicChar"/>
          <w:rFonts w:eastAsia="Calibri"/>
          <w:rtl/>
        </w:rPr>
        <w:t xml:space="preserve"> اجعل عواقب امورنا خ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را“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”خدا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ہمارا انجام بخ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فرما“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ظاہر</w:t>
      </w:r>
      <w:r w:rsidR="00F96A4F" w:rsidRPr="00F96A4F">
        <w:rPr>
          <w:rFonts w:eastAsia="Calibri"/>
          <w:rtl/>
        </w:rPr>
        <w:t xml:space="preserve"> ہے آپ کے دل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وقت انجام کار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تازہ ہوجات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اور آپ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عاقبت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فکر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لگ جاتے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بعض وقت انسان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عاقبت سے غافل رہ جاتا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ہے</w:t>
      </w:r>
      <w:r w:rsidR="00F96A4F" w:rsidRPr="00F96A4F">
        <w:rPr>
          <w:rFonts w:eastAsia="Calibri"/>
          <w:rtl/>
        </w:rPr>
        <w:t xml:space="preserve"> اپنے حال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مست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گزارتا رہتا ہے اور اس بات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فکر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کرتا کہ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عاقبت</w:t>
      </w:r>
      <w:r w:rsidR="00F96A4F" w:rsidRPr="00F96A4F">
        <w:rPr>
          <w:rFonts w:eastAsia="Calibri"/>
          <w:rtl/>
        </w:rPr>
        <w:t xml:space="preserve"> کا تصور انسان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سرنوشت کے تع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بہت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اہم کردار ادا کرتا ہے ،جب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دعا</w:t>
      </w:r>
      <w:r w:rsidR="00F96A4F" w:rsidRPr="00F96A4F">
        <w:rPr>
          <w:rFonts w:eastAsia="Calibri"/>
          <w:rtl/>
        </w:rPr>
        <w:t xml:space="preserve"> کے لئے ہا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بلند کئے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ذہن اس طرف متوجہ ہوا اور انجام کار پر نظر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رکہنے</w:t>
      </w:r>
      <w:r w:rsidR="00F96A4F" w:rsidRPr="00F96A4F">
        <w:rPr>
          <w:rFonts w:eastAsia="Calibri"/>
          <w:rtl/>
        </w:rPr>
        <w:t xml:space="preserve"> کا جذبہ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دار</w:t>
      </w:r>
      <w:r w:rsidR="00F96A4F" w:rsidRPr="00F96A4F">
        <w:rPr>
          <w:rFonts w:eastAsia="Calibri"/>
          <w:rtl/>
        </w:rPr>
        <w:t xml:space="preserve"> ہوگ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اور </w:t>
      </w:r>
      <w:r w:rsidR="00FC70B5"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آپ اس فکر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پڑگئے کہ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امور انجام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آپ</w:t>
      </w:r>
      <w:r w:rsidR="00F96A4F" w:rsidRPr="00F96A4F">
        <w:rPr>
          <w:rFonts w:eastAsia="Calibri"/>
          <w:rtl/>
        </w:rPr>
        <w:t xml:space="preserve"> (ع)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عاقبت بہتربنا سک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اس کو کس طرح بہتر بنا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جاسکتا ہے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دوسر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بحث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تو اس مثال کے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صرف اس بات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متوجہ کرنا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چاہتا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 دعا کس طرح انسان کے اندر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/>
          <w:rtl/>
        </w:rPr>
        <w:t xml:space="preserve"> اور سچا جذبہ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دار</w:t>
      </w:r>
      <w:r w:rsidRPr="00F96A4F">
        <w:rPr>
          <w:rFonts w:eastAsia="Calibri"/>
          <w:rtl/>
        </w:rPr>
        <w:t xml:space="preserve">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</w:t>
      </w:r>
      <w:r w:rsidR="00EB204C">
        <w:rPr>
          <w:rFonts w:eastAsia="Calibri"/>
          <w:rtl/>
        </w:rPr>
        <w:t xml:space="preserve"> ۔</w:t>
      </w:r>
    </w:p>
    <w:p w:rsidR="00271E2F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فہ</w:t>
      </w:r>
      <w:r w:rsidRPr="00F96A4F">
        <w:rPr>
          <w:rFonts w:eastAsia="Calibri"/>
          <w:rtl/>
        </w:rPr>
        <w:t xml:space="preserve"> سجاد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>(ع)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کتاب ہے جو شروع سے آخر تک دعاؤں کے جامہ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اعل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جذبات و افکار سے معمور ہے جن پر انسان اگر غور کرے تو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صرف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فہ</w:t>
      </w:r>
      <w:r w:rsidRPr="00F96A4F">
        <w:rPr>
          <w:rFonts w:eastAsia="Calibri"/>
          <w:rtl/>
        </w:rPr>
        <w:t xml:space="preserve"> سجاد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معاشرہ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اصلاح اور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لئے کاف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271E2F" w:rsidRDefault="00271E2F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الحال اس بحث کو ہم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ختم کرتے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البتہ</w:t>
      </w:r>
      <w:r w:rsidRPr="00F96A4F">
        <w:rPr>
          <w:rFonts w:eastAsia="Calibri"/>
          <w:rtl/>
        </w:rPr>
        <w:t xml:space="preserve"> اس کے علاوہ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بہت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چہو</w:t>
      </w:r>
      <w:r w:rsidRPr="00F96A4F">
        <w:rPr>
          <w:rFonts w:eastAsia="Calibri" w:hint="cs"/>
          <w:rtl/>
        </w:rPr>
        <w:t>ڻی</w:t>
      </w:r>
      <w:r w:rsidRPr="00F96A4F">
        <w:rPr>
          <w:rFonts w:eastAsia="Calibri"/>
          <w:rtl/>
        </w:rPr>
        <w:t xml:space="preserve"> چہو</w:t>
      </w:r>
      <w:r w:rsidRPr="00F96A4F">
        <w:rPr>
          <w:rFonts w:eastAsia="Calibri" w:hint="cs"/>
          <w:rtl/>
        </w:rPr>
        <w:t>ڻی</w:t>
      </w:r>
      <w:r w:rsidRPr="00F96A4F">
        <w:rPr>
          <w:rFonts w:eastAsia="Calibri"/>
          <w:rtl/>
        </w:rPr>
        <w:t xml:space="preserve"> روات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سے نقل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</w:p>
    <w:p w:rsidR="00271E2F" w:rsidRDefault="00271E2F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lastRenderedPageBreak/>
        <w:t>جس</w:t>
      </w:r>
      <w:r w:rsidRPr="00F96A4F">
        <w:rPr>
          <w:rFonts w:eastAsia="Calibri"/>
          <w:rtl/>
        </w:rPr>
        <w:t xml:space="preserve">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نمونہ ہم گزش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بحث کے ذ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کر چکے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فرماتے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>:</w:t>
      </w:r>
      <w:r w:rsidR="00EB204C">
        <w:rPr>
          <w:rFonts w:eastAsia="Calibri"/>
          <w:rtl/>
        </w:rPr>
        <w:t xml:space="preserve"> </w:t>
      </w:r>
      <w:r w:rsidRPr="00E72EC1">
        <w:rPr>
          <w:rStyle w:val="libArabicChar"/>
          <w:rFonts w:eastAsia="Calibri" w:hint="eastAsia"/>
          <w:rtl/>
        </w:rPr>
        <w:t>”اولا</w:t>
      </w:r>
      <w:r w:rsidRPr="00E72EC1">
        <w:rPr>
          <w:rStyle w:val="libArabicChar"/>
          <w:rFonts w:eastAsia="Calibri"/>
          <w:rtl/>
        </w:rPr>
        <w:t xml:space="preserve"> حر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دع</w:t>
      </w:r>
      <w:r w:rsidRPr="00E72EC1">
        <w:rPr>
          <w:rStyle w:val="libArabicChar"/>
          <w:rFonts w:eastAsia="Calibri"/>
          <w:rtl/>
        </w:rPr>
        <w:t xml:space="preserve"> 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ذ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 xml:space="preserve"> اللماظ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لا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ل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ا“</w:t>
      </w:r>
      <w:r w:rsidR="00EB204C" w:rsidRPr="00E72EC1">
        <w:rPr>
          <w:rStyle w:val="libArabicChar"/>
          <w:rFonts w:eastAsia="Calibri"/>
          <w:rtl/>
        </w:rPr>
        <w:t xml:space="preserve"> </w:t>
      </w:r>
      <w:r w:rsidRPr="00E72EC1">
        <w:rPr>
          <w:rStyle w:val="libArabicChar"/>
          <w:rFonts w:eastAsia="Calibri" w:hint="eastAsia"/>
          <w:rtl/>
        </w:rPr>
        <w:t>”لما</w:t>
      </w:r>
      <w:r w:rsidRPr="00E72EC1">
        <w:rPr>
          <w:rStyle w:val="libArabicChar"/>
          <w:rFonts w:eastAsia="Calibri"/>
          <w:rtl/>
        </w:rPr>
        <w:t xml:space="preserve"> ظل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”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کتے کا بچا ہوا کہانا ،ملاحظہ فرما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کتنا اہم ہے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پسند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جو کتّے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غذا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کے اہل کے لئے چہوڑدے !کتّے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غذا کا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مطلب ہے ؟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آرائش ،اونچے اونچے محل ،شان و شوکت اور تڑک بہڑک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وہ 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جن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طرف</w:t>
      </w:r>
      <w:r w:rsidRPr="00F96A4F">
        <w:rPr>
          <w:rFonts w:eastAsia="Calibri"/>
          <w:rtl/>
        </w:rPr>
        <w:t xml:space="preserve"> تمام کمزور دل افراد عبدالملک کے دور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کہنچے چلے جارہے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کو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لفظ لماظہ سے تعب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EB204C" w:rsidRDefault="00F96A4F" w:rsidP="00271E2F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وہ تمام لوگ جو عبد الملک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غلام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 کے غلاموں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غلام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مشغول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جو کچہ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لوگوں</w:t>
      </w:r>
      <w:r w:rsidRPr="00F96A4F">
        <w:rPr>
          <w:rFonts w:eastAsia="Calibri"/>
          <w:rtl/>
        </w:rPr>
        <w:t xml:space="preserve"> کے 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وں ہو رہا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اس سے راض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،ان سب کا مقصد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کتے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غذا کا حاصل کرنا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لئے فرماتے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کتے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غذا کے </w:t>
      </w:r>
      <w:r w:rsidR="00FC70B5">
        <w:rPr>
          <w:rFonts w:eastAsia="Calibri"/>
          <w:rtl/>
        </w:rPr>
        <w:t>پیچھ</w:t>
      </w:r>
      <w:r w:rsidRPr="00F96A4F">
        <w:rPr>
          <w:rFonts w:eastAsia="Calibri" w:hint="eastAsia"/>
          <w:rtl/>
        </w:rPr>
        <w:t>ے</w:t>
      </w:r>
      <w:r w:rsidRPr="00F96A4F">
        <w:rPr>
          <w:rFonts w:eastAsia="Calibri"/>
          <w:rtl/>
        </w:rPr>
        <w:t xml:space="preserve"> نہ بہاگتے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>و تاکہ مومن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کرام عبدالملک کے</w:t>
      </w:r>
      <w:r w:rsidR="00EB204C">
        <w:rPr>
          <w:rFonts w:eastAsia="Calibri"/>
          <w:rtl/>
        </w:rPr>
        <w:t xml:space="preserve"> </w:t>
      </w:r>
      <w:r w:rsidR="008F2738">
        <w:rPr>
          <w:rFonts w:eastAsia="Calibri" w:hint="eastAsia"/>
          <w:rtl/>
        </w:rPr>
        <w:t>پھیلا</w:t>
      </w:r>
      <w:r w:rsidRPr="00F96A4F">
        <w:rPr>
          <w:rFonts w:eastAsia="Calibri" w:hint="eastAsia"/>
          <w:rtl/>
        </w:rPr>
        <w:t>ئے</w:t>
      </w:r>
      <w:r w:rsidRPr="00F96A4F">
        <w:rPr>
          <w:rFonts w:eastAsia="Calibri"/>
          <w:rtl/>
        </w:rPr>
        <w:t xml:space="preserve"> ہوئے جال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پہنس کر اس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جذب نہ ہونے پائ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 xml:space="preserve">۔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طرح کے نہا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قابل توجہ انقلاب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انات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ارشادات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بہت ملتے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جن کا ہم آگے چل کر انشاء اللہ ذکر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</w:t>
      </w:r>
      <w:r w:rsidR="00EB204C">
        <w:rPr>
          <w:rFonts w:eastAsia="Calibri"/>
          <w:rtl/>
        </w:rPr>
        <w:t>۔</w:t>
      </w:r>
    </w:p>
    <w:p w:rsidR="00271E2F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فہرت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حضرت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اشعار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شامل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حضرت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نے اشعار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کہے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ان اشعار کے مضام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قسم کے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انشاء</w:t>
      </w:r>
      <w:r w:rsidRPr="00F96A4F">
        <w:rPr>
          <w:rFonts w:eastAsia="Calibri"/>
          <w:rtl/>
        </w:rPr>
        <w:t xml:space="preserve"> اللہ ہم آگے اس سلسلے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روشن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ڈال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</w:t>
      </w:r>
      <w:r w:rsidR="00EB204C">
        <w:rPr>
          <w:rFonts w:eastAsia="Calibri"/>
          <w:rtl/>
        </w:rPr>
        <w:t>۔</w:t>
      </w:r>
    </w:p>
    <w:p w:rsidR="00271E2F" w:rsidRDefault="00271E2F" w:rsidP="00BD6259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467072" w:rsidRPr="00467072" w:rsidRDefault="00467072" w:rsidP="00467072">
      <w:pPr>
        <w:pStyle w:val="libNormal"/>
        <w:rPr>
          <w:rFonts w:eastAsia="Calibri"/>
          <w:rtl/>
        </w:rPr>
      </w:pPr>
    </w:p>
    <w:p w:rsidR="00271E2F" w:rsidRDefault="00EB204C" w:rsidP="00271E2F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bookmarkStart w:id="15" w:name="_Toc426016870"/>
      <w:r w:rsidR="00F96A4F" w:rsidRPr="00F96A4F">
        <w:rPr>
          <w:rFonts w:eastAsia="Calibri" w:hint="eastAsia"/>
          <w:rtl/>
        </w:rPr>
        <w:t>دربار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علماء پر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سخت تنق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bookmarkEnd w:id="15"/>
    </w:p>
    <w:p w:rsidR="00271E2F" w:rsidRDefault="00271E2F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حالات اور طرز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متعلق مسائل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تشر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کرتے ہوئے ہم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بحث کے اس موڑ پر آپہنچے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جہاں زم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زکرنے</w:t>
      </w:r>
      <w:r w:rsidR="00F96A4F" w:rsidRPr="00F96A4F">
        <w:rPr>
          <w:rFonts w:eastAsia="Calibri"/>
          <w:rtl/>
        </w:rPr>
        <w:t xml:space="preserve"> کے لئے ہموار ہوچک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467072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جس کا حکومت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حکومت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پرمن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ہوناممکن نظر آنے لگا ہے اس صورت حال کو بطور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مختصر</w:t>
      </w:r>
      <w:r w:rsidRPr="00F96A4F">
        <w:rPr>
          <w:rFonts w:eastAsia="Calibri"/>
          <w:rtl/>
        </w:rPr>
        <w:t xml:space="preserve"> ہم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کر سکتے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طر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قہ</w:t>
      </w:r>
      <w:r w:rsidRPr="00F96A4F">
        <w:rPr>
          <w:rFonts w:eastAsia="Calibri"/>
          <w:rtl/>
        </w:rPr>
        <w:t xml:space="preserve"> و روش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کچہ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لوگوں</w:t>
      </w:r>
      <w:r w:rsidRPr="00F96A4F">
        <w:rPr>
          <w:rFonts w:eastAsia="Calibri"/>
          <w:rtl/>
        </w:rPr>
        <w:t xml:space="preserve"> کے لئے ( معارف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(ب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و وضاحت کچہ لوگوں کے لئے خود کو منظم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</w:t>
      </w:r>
      <w:r w:rsidRPr="00F96A4F">
        <w:rPr>
          <w:rFonts w:eastAsia="Calibri"/>
          <w:rtl/>
        </w:rPr>
        <w:t xml:space="preserve"> مرتب کرنے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تلق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اور کچہ افراد وہ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جن کے لئے عمل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</w:t>
      </w:r>
      <w:r w:rsidRPr="00F96A4F">
        <w:rPr>
          <w:rFonts w:eastAsia="Calibri"/>
          <w:rtl/>
        </w:rPr>
        <w:t xml:space="preserve"> مشخص ہو جات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اب تک کے معروضات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روشن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سجاد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تصو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کاجو خاکہ ابہر کر سامنے آتا ہے اس کے تحت حضرت (ع)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اپنے</w:t>
      </w:r>
      <w:r w:rsidRPr="00F96A4F">
        <w:rPr>
          <w:rFonts w:eastAsia="Calibri"/>
          <w:rtl/>
        </w:rPr>
        <w:t xml:space="preserve">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/>
          <w:rtl/>
        </w:rPr>
        <w:t xml:space="preserve"> ،پ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/>
          <w:rtl/>
        </w:rPr>
        <w:t xml:space="preserve"> سال اس کوشش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صرف کرد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عالم اسلام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شدت</w:t>
      </w:r>
      <w:r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</w:t>
      </w:r>
      <w:r w:rsidR="00AA6038" w:rsidRPr="00BD6259">
        <w:rPr>
          <w:rStyle w:val="libNormalChar"/>
          <w:rFonts w:eastAsia="Calibri"/>
          <w:rtl/>
        </w:rPr>
        <w:t>برگشتہ</w:t>
      </w:r>
      <w:r w:rsidRPr="00F96A4F">
        <w:rPr>
          <w:rFonts w:eastAsia="Calibri"/>
          <w:rtl/>
        </w:rPr>
        <w:t xml:space="preserve"> ماحول کو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سمت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لے جائ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خود آپ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 xml:space="preserve">(ع)کے لئے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آپ (ع)کے جانش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نوں</w:t>
      </w:r>
      <w:r w:rsidRPr="00F96A4F">
        <w:rPr>
          <w:rFonts w:eastAsia="Calibri"/>
          <w:rtl/>
        </w:rPr>
        <w:t xml:space="preserve"> کے لئے اس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جد و جہد اور فعال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لئے موقع فراہم ہو سکے جس کے تحت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معاشرہ اور الٰہ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قائم</w:t>
      </w:r>
      <w:r w:rsidRPr="00F96A4F">
        <w:rPr>
          <w:rFonts w:eastAsia="Calibri"/>
          <w:rtl/>
        </w:rPr>
        <w:t xml:space="preserve"> ہو سکے </w:t>
      </w:r>
      <w:r w:rsidR="00EB204C">
        <w:rPr>
          <w:rFonts w:eastAsia="Calibri"/>
          <w:rtl/>
        </w:rPr>
        <w:t>۔</w:t>
      </w:r>
    </w:p>
    <w:p w:rsidR="00467072" w:rsidRDefault="00467072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چنانچہ اگر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2</w:t>
      </w:r>
      <w:r w:rsidR="00BD6259" w:rsidRPr="00BD6259">
        <w:rPr>
          <w:rFonts w:eastAsia="Calibri"/>
          <w:rtl/>
          <w:lang w:bidi="fa-IR"/>
        </w:rPr>
        <w:t>5</w:t>
      </w:r>
      <w:r w:rsidRPr="00F96A4F">
        <w:rPr>
          <w:rFonts w:eastAsia="Calibri"/>
          <w:rtl/>
        </w:rPr>
        <w:t xml:space="preserve"> سالہ سع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 کوشش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،ائمہ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جد اکر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جائے تو ہرگز وہ صورت حال تصور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جاسکت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جس کے نت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جہ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صادق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کو اولا حکومت بن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اور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حکومت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عباس کے خلاف اتن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واضح پال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اپنانے کا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موقع</w:t>
      </w:r>
      <w:r w:rsidRPr="00F96A4F">
        <w:rPr>
          <w:rFonts w:eastAsia="Calibri"/>
          <w:rtl/>
        </w:rPr>
        <w:t xml:space="preserve"> 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معاشرہ وجود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لانے کے لئے فکر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ذہن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طور پر زم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ہموار</w:t>
      </w:r>
      <w:r w:rsidR="00F96A4F" w:rsidRPr="00F96A4F">
        <w:rPr>
          <w:rFonts w:eastAsia="Calibri"/>
          <w:rtl/>
        </w:rPr>
        <w:t xml:space="preserve"> کرنا تمام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زوں</w:t>
      </w:r>
      <w:r w:rsidR="00F96A4F" w:rsidRPr="00F96A4F">
        <w:rPr>
          <w:rFonts w:eastAsia="Calibri"/>
          <w:rtl/>
        </w:rPr>
        <w:t xml:space="preserve"> سے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ادہ</w:t>
      </w:r>
      <w:r w:rsidR="00F96A4F" w:rsidRPr="00F96A4F">
        <w:rPr>
          <w:rFonts w:eastAsia="Calibri"/>
          <w:rtl/>
        </w:rPr>
        <w:t xml:space="preserve"> لازم و ضرور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ذہن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 فکر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آمدگ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وقت</w:t>
      </w:r>
      <w:r w:rsidRPr="00F96A4F">
        <w:rPr>
          <w:rFonts w:eastAsia="Calibri"/>
          <w:rtl/>
        </w:rPr>
        <w:t xml:space="preserve"> کے ماحول اور حالات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جس سے عالم اسلام دو چار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،وہ کام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جو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طو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مدت کا طالب ہے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وہ کام ہے جو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تمام</w:t>
      </w:r>
      <w:r w:rsidRPr="00F96A4F">
        <w:rPr>
          <w:rFonts w:eastAsia="Calibri"/>
          <w:rtl/>
        </w:rPr>
        <w:t xml:space="preserve"> تر زحمت اور صعوبت و مص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بت</w:t>
      </w:r>
      <w:r w:rsidRPr="00F96A4F">
        <w:rPr>
          <w:rFonts w:eastAsia="Calibri"/>
          <w:rtl/>
        </w:rPr>
        <w:t xml:space="preserve"> کے باوجود اپنے ذمہ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عظ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ذمہ دار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دوش بدوش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اور تلاش و جستجو جلوہ گر نظر آت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جو در اصل سابق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کردہ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زم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کو مز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ہموار کرنے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امام (ع) کے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اور اقدام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مظہر ہے اس طرح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کوششوں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بڑا حصہ 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نوع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کا حامل ہے اور بعض اوقات بے حد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سخت</w:t>
      </w:r>
      <w:r w:rsidR="00F96A4F" w:rsidRPr="00F96A4F">
        <w:rPr>
          <w:rFonts w:eastAsia="Calibri"/>
          <w:rtl/>
        </w:rPr>
        <w:t xml:space="preserve"> شکل اخت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کر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تا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اس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نمونہ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کا حکومت و قت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وابستہ</w:t>
      </w:r>
      <w:r w:rsidRPr="00F96A4F">
        <w:rPr>
          <w:rFonts w:eastAsia="Calibri"/>
          <w:rtl/>
        </w:rPr>
        <w:t xml:space="preserve"> اور ان کے کار گزار محدثوں پر کڑ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تنق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2434C9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موجو دہ بحث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="009246EE" w:rsidRPr="00BD6259">
        <w:rPr>
          <w:rStyle w:val="libNormalChar"/>
          <w:rFonts w:eastAsia="Calibri" w:hint="eastAsia"/>
          <w:rtl/>
        </w:rPr>
        <w:t>نکتہ</w:t>
      </w:r>
      <w:r w:rsidRPr="00F96A4F">
        <w:rPr>
          <w:rFonts w:eastAsia="Calibri"/>
          <w:rtl/>
        </w:rPr>
        <w:t xml:space="preserve"> پر روشن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ڈالنا مقصود ہے </w:t>
      </w:r>
      <w:r w:rsidR="00EB204C">
        <w:rPr>
          <w:rFonts w:eastAsia="Calibri"/>
          <w:rtl/>
        </w:rPr>
        <w:t>۔</w:t>
      </w:r>
    </w:p>
    <w:p w:rsidR="002434C9" w:rsidRDefault="002434C9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2434C9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آئمہ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متعلق ولولہ انگ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بحثوں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سے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ہے کہ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معاشرہ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فکر و ثقافت کو رنگ عطا کرنے والے افراد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علماء</w:t>
      </w:r>
      <w:r>
        <w:rPr>
          <w:rFonts w:eastAsia="Calibri"/>
          <w:rtl/>
        </w:rPr>
        <w:t xml:space="preserve"> </w:t>
      </w:r>
      <w:r w:rsidR="002434C9" w:rsidRPr="002434C9">
        <w:rPr>
          <w:rStyle w:val="libFootnotenumChar"/>
          <w:rFonts w:hint="cs"/>
          <w:rtl/>
        </w:rPr>
        <w:t>(</w:t>
      </w:r>
      <w:r w:rsidR="00AD79D1" w:rsidRPr="00AD79D1">
        <w:rPr>
          <w:rStyle w:val="libFootnotenumChar"/>
          <w:rFonts w:hint="cs"/>
          <w:rtl/>
        </w:rPr>
        <w:t>1</w:t>
      </w:r>
      <w:r w:rsidR="002434C9" w:rsidRPr="002434C9">
        <w:rPr>
          <w:rStyle w:val="libFootnotenumChar"/>
          <w:rFonts w:hint="cs"/>
          <w:rtl/>
        </w:rPr>
        <w:t>)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و</w:t>
      </w:r>
      <w:r w:rsidR="00F96A4F" w:rsidRPr="00F96A4F">
        <w:rPr>
          <w:rFonts w:eastAsia="Calibri"/>
          <w:rtl/>
        </w:rPr>
        <w:t xml:space="preserve"> شعراء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ان بزرگواروں کا برتاؤ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رہا ہے ؟ اصل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عوام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ذہن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ترب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و رہبر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ان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لوگوں کے ہا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،خلفاء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عباس معاشرہ کو جس رخ پر لے جانا پسند کرتے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لوگ عوام کو 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راہ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پر</w:t>
      </w:r>
      <w:r w:rsidR="00F96A4F" w:rsidRPr="00F96A4F">
        <w:rPr>
          <w:rFonts w:eastAsia="Calibri"/>
          <w:rtl/>
        </w:rPr>
        <w:t xml:space="preserve"> لگا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گو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خلفاء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اطاعت اور تسل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کا ماحول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کرنا ان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حضرات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کام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چنانچہ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افراد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روش اور طرز اپنا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جائے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گر</w:t>
      </w:r>
      <w:r w:rsidR="00F96A4F" w:rsidRPr="00F96A4F">
        <w:rPr>
          <w:rFonts w:eastAsia="Calibri"/>
          <w:rtl/>
        </w:rPr>
        <w:t xml:space="preserve"> ائمہ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طرح امام سجادعل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بڑا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اہم اور قابل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توجہ</w:t>
      </w:r>
      <w:r w:rsidR="00F96A4F" w:rsidRPr="00F96A4F">
        <w:rPr>
          <w:rFonts w:eastAsia="Calibri"/>
          <w:rtl/>
        </w:rPr>
        <w:t xml:space="preserve"> پہلو ہے</w:t>
      </w:r>
      <w:r>
        <w:rPr>
          <w:rFonts w:eastAsia="Calibri"/>
          <w:rtl/>
        </w:rPr>
        <w:t>۔</w:t>
      </w:r>
    </w:p>
    <w:p w:rsidR="002434C9" w:rsidRPr="002434C9" w:rsidRDefault="002434C9" w:rsidP="002434C9">
      <w:pPr>
        <w:pStyle w:val="libNormal"/>
        <w:rPr>
          <w:rFonts w:eastAsia="Calibri"/>
          <w:rtl/>
        </w:rPr>
      </w:pPr>
    </w:p>
    <w:p w:rsidR="002434C9" w:rsidRDefault="00EB204C" w:rsidP="002434C9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bookmarkStart w:id="16" w:name="_Toc426016871"/>
      <w:r w:rsidR="00F96A4F" w:rsidRPr="00F96A4F">
        <w:rPr>
          <w:rFonts w:eastAsia="Calibri" w:hint="eastAsia"/>
          <w:rtl/>
        </w:rPr>
        <w:t>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/>
          <w:rtl/>
        </w:rPr>
        <w:t xml:space="preserve"> گڑ</w:t>
      </w:r>
      <w:r w:rsidR="002434C9">
        <w:rPr>
          <w:rFonts w:eastAsia="Calibri" w:hint="cs"/>
          <w:rtl/>
        </w:rPr>
        <w:t>ھ</w:t>
      </w:r>
      <w:r w:rsidR="00F96A4F" w:rsidRPr="00F96A4F">
        <w:rPr>
          <w:rFonts w:eastAsia="Calibri"/>
          <w:rtl/>
        </w:rPr>
        <w:t>نا ظالموں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ضرورت</w:t>
      </w:r>
      <w:bookmarkEnd w:id="16"/>
      <w:r>
        <w:rPr>
          <w:rFonts w:eastAsia="Calibri"/>
          <w:rtl/>
        </w:rPr>
        <w:t xml:space="preserve"> </w:t>
      </w:r>
    </w:p>
    <w:p w:rsidR="002434C9" w:rsidRDefault="002434C9" w:rsidP="00BB7236">
      <w:pPr>
        <w:pStyle w:val="libNormal0"/>
        <w:rPr>
          <w:rFonts w:eastAsia="Calibri"/>
          <w:rtl/>
        </w:rPr>
      </w:pPr>
    </w:p>
    <w:p w:rsidR="002434C9" w:rsidRDefault="00F96A4F" w:rsidP="002434C9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کہ ہم جانتے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خلفائے ظلم و جور کے سامنے ،اسلام کا عق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رکہنے</w:t>
      </w:r>
      <w:r w:rsidRPr="00F96A4F">
        <w:rPr>
          <w:rFonts w:eastAsia="Calibri"/>
          <w:rtl/>
        </w:rPr>
        <w:t xml:space="preserve"> والوں پر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حکومت قائم رکہنے کے لئے اس کے علاوہ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دوسرا چارا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کہ وہ جو کچہ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انجام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چاہتے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</w:p>
    <w:p w:rsidR="002434C9" w:rsidRDefault="002434C9" w:rsidP="002434C9">
      <w:pPr>
        <w:pStyle w:val="libFootnote0"/>
        <w:rPr>
          <w:rtl/>
        </w:rPr>
      </w:pPr>
      <w:r>
        <w:rPr>
          <w:rFonts w:hint="cs"/>
          <w:rtl/>
        </w:rPr>
        <w:t>-----------</w:t>
      </w:r>
    </w:p>
    <w:p w:rsidR="002434C9" w:rsidRPr="002434C9" w:rsidRDefault="002434C9" w:rsidP="002434C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AD79D1" w:rsidRPr="00AD79D1">
        <w:rPr>
          <w:rFonts w:hint="cs"/>
          <w:rtl/>
        </w:rPr>
        <w:t>1</w:t>
      </w:r>
      <w:r>
        <w:rPr>
          <w:rFonts w:hint="cs"/>
          <w:rtl/>
        </w:rPr>
        <w:t>)-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ہاں</w:t>
      </w:r>
      <w:r w:rsidRPr="00F96A4F">
        <w:rPr>
          <w:rtl/>
        </w:rPr>
        <w:t xml:space="preserve"> علماء سے مراد اس زمانہ کے علمائے د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ہ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جن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محدث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،مفسر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(</w:t>
      </w:r>
      <w:r>
        <w:rPr>
          <w:rtl/>
        </w:rPr>
        <w:t xml:space="preserve"> </w:t>
      </w:r>
      <w:r w:rsidRPr="00F96A4F">
        <w:rPr>
          <w:rFonts w:hint="eastAsia"/>
          <w:rtl/>
        </w:rPr>
        <w:t>قراء</w:t>
      </w:r>
      <w:r w:rsidRPr="00F96A4F">
        <w:rPr>
          <w:rtl/>
        </w:rPr>
        <w:t xml:space="preserve"> ، قاض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صاحبان اور زاہد منش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سب ہ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شامل </w:t>
      </w:r>
      <w:r>
        <w:rPr>
          <w:rtl/>
        </w:rPr>
        <w:t>تھ</w:t>
      </w:r>
      <w:r w:rsidRPr="00F96A4F">
        <w:rPr>
          <w:rtl/>
        </w:rPr>
        <w:t xml:space="preserve">ے </w:t>
      </w:r>
      <w:r>
        <w:rPr>
          <w:rtl/>
        </w:rPr>
        <w:t>۔</w:t>
      </w:r>
    </w:p>
    <w:p w:rsidR="002434C9" w:rsidRDefault="002434C9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2434C9" w:rsidRDefault="002434C9" w:rsidP="00BB7236">
      <w:pPr>
        <w:pStyle w:val="libNormal0"/>
        <w:rPr>
          <w:rFonts w:eastAsia="Calibri"/>
          <w:rtl/>
        </w:rPr>
      </w:pPr>
    </w:p>
    <w:p w:rsidR="002434C9" w:rsidRDefault="002434C9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لوگوں کے قلب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مان</w:t>
      </w:r>
      <w:r w:rsidRPr="00F96A4F">
        <w:rPr>
          <w:rFonts w:eastAsia="Calibri"/>
          <w:rtl/>
        </w:rPr>
        <w:t xml:space="preserve"> کو جذب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اس وقت زمانہ صدر اسلام گزرے ا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دن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ہوئے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ے لوگوں کے دلوں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اسلام کا عق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دہ</w:t>
      </w:r>
      <w:r w:rsidRPr="00F96A4F">
        <w:rPr>
          <w:rFonts w:eastAsia="Calibri"/>
          <w:rtl/>
        </w:rPr>
        <w:t xml:space="preserve"> 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مان</w:t>
      </w:r>
      <w:r w:rsidRPr="00F96A4F">
        <w:rPr>
          <w:rFonts w:eastAsia="Calibri"/>
          <w:rtl/>
        </w:rPr>
        <w:t xml:space="preserve"> باق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اگر لوگوں کو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ہو جاتا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جو ظالم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انہوں نے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عت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درست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خل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فہ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رسول</w:t>
      </w:r>
      <w:r w:rsidRPr="00F96A4F">
        <w:rPr>
          <w:rFonts w:eastAsia="Calibri"/>
          <w:rtl/>
        </w:rPr>
        <w:t xml:space="preserve"> اللہ (ص)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خلافت کے لائق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اپنے آپ کو ان کے حوالے نہ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کرتے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اور اگر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بات ہم سب کے لئے قبول نہ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تو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معاشرے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افراد کثرت سے پائے جاتے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جو پورے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مان</w:t>
      </w:r>
      <w:r w:rsidRPr="00F96A4F">
        <w:rPr>
          <w:rFonts w:eastAsia="Calibri"/>
          <w:rtl/>
        </w:rPr>
        <w:t xml:space="preserve"> قلب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خلفاء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دربار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صورت حال کو تحمل کر رہے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ان کا 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ال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شان ہے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وجہ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خلفائے جور نے اپنے دور کے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علماء اور محدث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کے خدمات سے استفادہ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ان لوگوں کو جو کچہ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وہ</w:t>
      </w:r>
      <w:r w:rsidRPr="00F96A4F">
        <w:rPr>
          <w:rFonts w:eastAsia="Calibri"/>
          <w:rtl/>
        </w:rPr>
        <w:t xml:space="preserve"> چاہتے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اس کے لئے آمادہ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ان سے کہا کہ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مرض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مطابق</w:t>
      </w:r>
      <w:r w:rsidRPr="00F96A4F">
        <w:rPr>
          <w:rFonts w:eastAsia="Calibri"/>
          <w:rtl/>
        </w:rPr>
        <w:t xml:space="preserve"> خود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 (ص (اور ان کے بزرگ اصحاب سے جعل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2434C9" w:rsidRDefault="002434C9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2434C9" w:rsidRPr="002434C9" w:rsidRDefault="002434C9" w:rsidP="002434C9">
      <w:pPr>
        <w:pStyle w:val="libNormal"/>
        <w:rPr>
          <w:rFonts w:eastAsia="Calibri"/>
          <w:rtl/>
        </w:rPr>
      </w:pPr>
    </w:p>
    <w:p w:rsidR="002434C9" w:rsidRDefault="00EB204C" w:rsidP="002434C9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bookmarkStart w:id="17" w:name="_Toc426016872"/>
      <w:r w:rsidR="00F96A4F" w:rsidRPr="00F96A4F">
        <w:rPr>
          <w:rFonts w:eastAsia="Calibri" w:hint="eastAsia"/>
          <w:rtl/>
        </w:rPr>
        <w:t>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/>
          <w:rtl/>
        </w:rPr>
        <w:t xml:space="preserve"> گڑ</w:t>
      </w:r>
      <w:r w:rsidR="002434C9">
        <w:rPr>
          <w:rFonts w:eastAsia="Calibri" w:hint="cs"/>
          <w:rtl/>
        </w:rPr>
        <w:t>ھ</w:t>
      </w:r>
      <w:r w:rsidR="00F96A4F" w:rsidRPr="00F96A4F">
        <w:rPr>
          <w:rFonts w:eastAsia="Calibri"/>
          <w:rtl/>
        </w:rPr>
        <w:t>نے کے کچہ نمونے</w:t>
      </w:r>
      <w:bookmarkEnd w:id="17"/>
      <w:r>
        <w:rPr>
          <w:rFonts w:eastAsia="Calibri"/>
          <w:rtl/>
        </w:rPr>
        <w:t xml:space="preserve"> </w:t>
      </w:r>
    </w:p>
    <w:p w:rsidR="002434C9" w:rsidRPr="002434C9" w:rsidRDefault="002434C9" w:rsidP="002434C9">
      <w:pPr>
        <w:pStyle w:val="libNormal"/>
        <w:rPr>
          <w:rFonts w:eastAsia="Calibri"/>
          <w:rtl/>
        </w:rPr>
      </w:pPr>
    </w:p>
    <w:p w:rsidR="00EB204C" w:rsidRDefault="00F96A4F" w:rsidP="002434C9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سلسلہ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مثال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موجود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انسان کو لرزا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،نمونہ کے طور پر ہم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/>
          <w:rtl/>
        </w:rPr>
        <w:t xml:space="preserve"> نقل کرتے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:-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معاو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کے زمانہ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شخص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کعب الاحبار</w:t>
      </w:r>
      <w:r w:rsidR="00EB204C">
        <w:rPr>
          <w:rFonts w:eastAsia="Calibri"/>
          <w:rtl/>
        </w:rPr>
        <w:t xml:space="preserve"> </w:t>
      </w:r>
      <w:r w:rsidR="002434C9" w:rsidRPr="002434C9">
        <w:rPr>
          <w:rStyle w:val="libFootnotenumChar"/>
          <w:rFonts w:hint="cs"/>
          <w:rtl/>
        </w:rPr>
        <w:t>(</w:t>
      </w:r>
      <w:r w:rsidR="00AD79D1" w:rsidRPr="00AD79D1">
        <w:rPr>
          <w:rStyle w:val="libFootnotenumChar"/>
          <w:rFonts w:hint="cs"/>
          <w:rtl/>
        </w:rPr>
        <w:t>2</w:t>
      </w:r>
      <w:r w:rsidR="002434C9" w:rsidRPr="002434C9">
        <w:rPr>
          <w:rStyle w:val="libFootnotenumChar"/>
          <w:rFonts w:hint="cs"/>
          <w:rtl/>
        </w:rPr>
        <w:t>)</w:t>
      </w:r>
      <w:r w:rsidRPr="00F96A4F">
        <w:rPr>
          <w:rFonts w:eastAsia="Calibri"/>
          <w:rtl/>
        </w:rPr>
        <w:t xml:space="preserve"> سے مڈ</w:t>
      </w:r>
      <w:r w:rsidR="00CE6606">
        <w:rPr>
          <w:rFonts w:eastAsia="Calibri"/>
          <w:rtl/>
        </w:rPr>
        <w:t>بھی</w:t>
      </w:r>
      <w:r w:rsidRPr="00F96A4F">
        <w:rPr>
          <w:rFonts w:eastAsia="Calibri" w:hint="eastAsia"/>
          <w:rtl/>
        </w:rPr>
        <w:t>ڑ</w:t>
      </w:r>
      <w:r w:rsidRPr="00F96A4F">
        <w:rPr>
          <w:rFonts w:eastAsia="Calibri"/>
          <w:rtl/>
        </w:rPr>
        <w:t xml:space="preserve"> ہو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 کعب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الاحبار</w:t>
      </w:r>
      <w:r w:rsidRPr="00F96A4F">
        <w:rPr>
          <w:rFonts w:eastAsia="Calibri"/>
          <w:rtl/>
        </w:rPr>
        <w:t xml:space="preserve"> چوں کہ معاو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گر</w:t>
      </w:r>
      <w:r w:rsidRPr="00F96A4F">
        <w:rPr>
          <w:rFonts w:eastAsia="Calibri"/>
          <w:rtl/>
        </w:rPr>
        <w:t xml:space="preserve"> شاہ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امراء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اچہے تعلقات رکہتا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،اس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لئے</w:t>
      </w:r>
      <w:r w:rsidRPr="00F96A4F">
        <w:rPr>
          <w:rFonts w:eastAsia="Calibri"/>
          <w:rtl/>
        </w:rPr>
        <w:t xml:space="preserve"> اس شخص سے سوال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کہاں سے تعلق رکہتے ہو؟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اہل</w:t>
      </w:r>
      <w:r w:rsidRPr="00F96A4F">
        <w:rPr>
          <w:rFonts w:eastAsia="Calibri"/>
          <w:rtl/>
        </w:rPr>
        <w:t xml:space="preserve"> شام سے ہوں </w:t>
      </w:r>
      <w:r w:rsidR="00EB204C">
        <w:rPr>
          <w:rFonts w:eastAsia="Calibri"/>
          <w:rtl/>
        </w:rPr>
        <w:t>۔</w:t>
      </w:r>
    </w:p>
    <w:p w:rsidR="00EB204C" w:rsidRDefault="00EB204C" w:rsidP="002434C9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شا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تم ان لشکر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سے ہو جن کے ستر ہزار افراد بغ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حساب کتاب کے وارد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بہشت</w:t>
      </w:r>
      <w:r w:rsidR="00F96A4F" w:rsidRPr="00F96A4F">
        <w:rPr>
          <w:rFonts w:eastAsia="Calibri"/>
          <w:rtl/>
        </w:rPr>
        <w:t xml:space="preserve"> ہوں گے !</w:t>
      </w:r>
      <w:r>
        <w:rPr>
          <w:rFonts w:eastAsia="Calibri"/>
          <w:rtl/>
        </w:rPr>
        <w:t xml:space="preserve">۔ </w:t>
      </w:r>
      <w:r w:rsidR="00F96A4F" w:rsidRPr="00F96A4F">
        <w:rPr>
          <w:rFonts w:eastAsia="Calibri" w:hint="eastAsia"/>
          <w:rtl/>
        </w:rPr>
        <w:t>وہ</w:t>
      </w:r>
      <w:r w:rsidR="00F96A4F" w:rsidRPr="00F96A4F">
        <w:rPr>
          <w:rFonts w:eastAsia="Calibri"/>
          <w:rtl/>
        </w:rPr>
        <w:t xml:space="preserve"> کون لوگ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؟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وہ</w:t>
      </w:r>
      <w:r w:rsidR="00F96A4F" w:rsidRPr="00F96A4F">
        <w:rPr>
          <w:rFonts w:eastAsia="Calibri"/>
          <w:rtl/>
        </w:rPr>
        <w:t xml:space="preserve"> سب اہل دمشق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اہل دمشق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ہوں </w:t>
      </w:r>
      <w:r>
        <w:rPr>
          <w:rFonts w:eastAsia="Calibri"/>
          <w:rtl/>
        </w:rPr>
        <w:t>۔</w:t>
      </w:r>
    </w:p>
    <w:p w:rsidR="00EB204C" w:rsidRDefault="00EB204C" w:rsidP="002434C9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پس</w:t>
      </w:r>
      <w:r w:rsidR="00F96A4F" w:rsidRPr="00F96A4F">
        <w:rPr>
          <w:rFonts w:eastAsia="Calibri"/>
          <w:rtl/>
        </w:rPr>
        <w:t xml:space="preserve"> شا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تو ان لشکر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سے ہے کہ خدا جن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ہر روز دو بار نگاہ (لطف)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کرتا</w:t>
      </w:r>
      <w:r w:rsidR="00F96A4F" w:rsidRPr="00F96A4F">
        <w:rPr>
          <w:rFonts w:eastAsia="Calibri"/>
          <w:rtl/>
        </w:rPr>
        <w:t xml:space="preserve"> ہے !!</w:t>
      </w:r>
      <w:r>
        <w:rPr>
          <w:rFonts w:eastAsia="Calibri"/>
          <w:rtl/>
        </w:rPr>
        <w:t xml:space="preserve">۔ </w:t>
      </w:r>
      <w:r w:rsidR="00F96A4F" w:rsidRPr="00F96A4F">
        <w:rPr>
          <w:rFonts w:eastAsia="Calibri" w:hint="eastAsia"/>
          <w:rtl/>
        </w:rPr>
        <w:t>وہ</w:t>
      </w:r>
      <w:r w:rsidR="00F96A4F" w:rsidRPr="00F96A4F">
        <w:rPr>
          <w:rFonts w:eastAsia="Calibri"/>
          <w:rtl/>
        </w:rPr>
        <w:t xml:space="preserve"> کون لوگ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؟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اہل</w:t>
      </w:r>
      <w:r w:rsidR="00F96A4F" w:rsidRPr="00F96A4F">
        <w:rPr>
          <w:rFonts w:eastAsia="Calibri"/>
          <w:rtl/>
        </w:rPr>
        <w:t xml:space="preserve"> فلسط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2434C9" w:rsidRDefault="002434C9" w:rsidP="002434C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434C9" w:rsidRDefault="002434C9" w:rsidP="002434C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AD79D1" w:rsidRPr="00AD79D1">
        <w:rPr>
          <w:rFonts w:hint="cs"/>
          <w:rtl/>
        </w:rPr>
        <w:t>2</w:t>
      </w:r>
      <w:r>
        <w:rPr>
          <w:rFonts w:hint="cs"/>
          <w:rtl/>
        </w:rPr>
        <w:t>)-</w:t>
      </w:r>
      <w:r w:rsidRPr="00F96A4F">
        <w:rPr>
          <w:rFonts w:hint="cs"/>
          <w:rtl/>
        </w:rPr>
        <w:t>کعب الاحبار ای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ہود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</w:t>
      </w:r>
      <w:r>
        <w:rPr>
          <w:rtl/>
        </w:rPr>
        <w:t>تھ</w:t>
      </w:r>
      <w:r w:rsidRPr="00F96A4F">
        <w:rPr>
          <w:rtl/>
        </w:rPr>
        <w:t>ا جو دوسرے دور خلافت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مسلمان ہو گ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،اس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(</w:t>
      </w:r>
      <w:r>
        <w:rPr>
          <w:rtl/>
        </w:rPr>
        <w:t xml:space="preserve"> </w:t>
      </w:r>
      <w:r w:rsidRPr="00F96A4F">
        <w:rPr>
          <w:rFonts w:hint="eastAsia"/>
          <w:rtl/>
        </w:rPr>
        <w:t>ب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ان</w:t>
      </w:r>
      <w:r w:rsidRPr="00F96A4F">
        <w:rPr>
          <w:rtl/>
        </w:rPr>
        <w:t xml:space="preserve"> کردہ حد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ثوں</w:t>
      </w:r>
      <w:r w:rsidRPr="00F96A4F">
        <w:rPr>
          <w:rtl/>
        </w:rPr>
        <w:t xml:space="preserve"> کے بارے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بہت ز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ادہ</w:t>
      </w:r>
      <w:r w:rsidRPr="00F96A4F">
        <w:rPr>
          <w:rtl/>
        </w:rPr>
        <w:t xml:space="preserve"> شک و شبہ پا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جاتا ہے نہ صرف ش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عوں</w:t>
      </w:r>
      <w:r>
        <w:rPr>
          <w:rtl/>
        </w:rPr>
        <w:t xml:space="preserve"> </w:t>
      </w:r>
      <w:r w:rsidRPr="00F96A4F">
        <w:rPr>
          <w:rFonts w:hint="eastAsia"/>
          <w:rtl/>
        </w:rPr>
        <w:t>کے</w:t>
      </w:r>
      <w:r w:rsidRPr="00F96A4F">
        <w:rPr>
          <w:rtl/>
        </w:rPr>
        <w:t xml:space="preserve"> درم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ان</w:t>
      </w:r>
      <w:r w:rsidRPr="00F96A4F">
        <w:rPr>
          <w:rtl/>
        </w:rPr>
        <w:t xml:space="preserve"> </w:t>
      </w:r>
      <w:r w:rsidR="00E72EC1" w:rsidRPr="00AD79D1">
        <w:rPr>
          <w:rtl/>
        </w:rPr>
        <w:t>بلکہ</w:t>
      </w:r>
      <w:r w:rsidRPr="00F96A4F">
        <w:rPr>
          <w:rtl/>
        </w:rPr>
        <w:t xml:space="preserve"> بہت سے اہل سنت حضرات </w:t>
      </w:r>
      <w:r>
        <w:rPr>
          <w:rtl/>
        </w:rPr>
        <w:t>بھی</w:t>
      </w:r>
      <w:r w:rsidRPr="00F96A4F">
        <w:rPr>
          <w:rtl/>
        </w:rPr>
        <w:t xml:space="preserve"> اس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حد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ثوں</w:t>
      </w:r>
      <w:r w:rsidRPr="00F96A4F">
        <w:rPr>
          <w:rtl/>
        </w:rPr>
        <w:t xml:space="preserve"> کے بارہ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Fonts w:hint="cs"/>
          <w:rtl/>
        </w:rPr>
        <w:t>ی</w:t>
      </w:r>
      <w:r>
        <w:rPr>
          <w:rtl/>
        </w:rPr>
        <w:t xml:space="preserve"> </w:t>
      </w:r>
      <w:r w:rsidRPr="00F96A4F">
        <w:rPr>
          <w:rFonts w:hint="eastAsia"/>
          <w:rtl/>
        </w:rPr>
        <w:t>گمان</w:t>
      </w:r>
      <w:r w:rsidRPr="00F96A4F">
        <w:rPr>
          <w:rtl/>
        </w:rPr>
        <w:t xml:space="preserve"> رکہتے ہ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</w:t>
      </w:r>
      <w:r w:rsidR="00FC70B5">
        <w:rPr>
          <w:rtl/>
        </w:rPr>
        <w:t>البتہ</w:t>
      </w:r>
      <w:r w:rsidRPr="00F96A4F">
        <w:rPr>
          <w:rtl/>
        </w:rPr>
        <w:t xml:space="preserve"> بعض اہل سنت نے اس کو قبول </w:t>
      </w:r>
      <w:r>
        <w:rPr>
          <w:rtl/>
        </w:rPr>
        <w:t>بھی</w:t>
      </w:r>
      <w:r w:rsidRPr="00F96A4F">
        <w:rPr>
          <w:rtl/>
        </w:rPr>
        <w:t xml:space="preserve"> ک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ہے</w:t>
      </w:r>
    </w:p>
    <w:p w:rsidR="002434C9" w:rsidRDefault="002434C9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lastRenderedPageBreak/>
        <w:t xml:space="preserve"> </w:t>
      </w:r>
      <w:r w:rsidR="00F96A4F" w:rsidRPr="00F96A4F">
        <w:rPr>
          <w:rFonts w:eastAsia="Calibri" w:hint="eastAsia"/>
          <w:rtl/>
        </w:rPr>
        <w:t>اگر</w:t>
      </w:r>
      <w:r w:rsidR="00F96A4F" w:rsidRPr="00F96A4F">
        <w:rPr>
          <w:rFonts w:eastAsia="Calibri"/>
          <w:rtl/>
        </w:rPr>
        <w:t xml:space="preserve"> وہ آدم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کہہ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تا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اہل فلسط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سے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ہوں ،تو شا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کعب الاحبار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کرکے بعلبک طرابلس اور شام کے بق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تمام شہروں کے ساکن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کے لئے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نقل کرتا رہتا اور ثابت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تا</w:t>
      </w:r>
      <w:r w:rsidR="00F96A4F" w:rsidRPr="00F96A4F">
        <w:rPr>
          <w:rFonts w:eastAsia="Calibri"/>
          <w:rtl/>
        </w:rPr>
        <w:t xml:space="preserve"> کہ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سب نہا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صالح و شائس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افراد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/>
          <w:rtl/>
        </w:rPr>
        <w:t>! سب کے سب اہل بہشت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!!کعب الاحبار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تو شام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امراء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خوشامد</w:t>
      </w:r>
      <w:r w:rsidR="00F96A4F" w:rsidRPr="00F96A4F">
        <w:rPr>
          <w:rFonts w:eastAsia="Calibri"/>
          <w:rtl/>
        </w:rPr>
        <w:t xml:space="preserve"> اور چاپلوس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گڑہا کرتا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تاکہ وہ ان سے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ادہ</w:t>
      </w:r>
      <w:r w:rsidR="00F96A4F" w:rsidRPr="00F96A4F">
        <w:rPr>
          <w:rFonts w:eastAsia="Calibri"/>
          <w:rtl/>
        </w:rPr>
        <w:t xml:space="preserve"> سے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ادہ</w:t>
      </w:r>
      <w:r w:rsidR="00F96A4F" w:rsidRPr="00F96A4F">
        <w:rPr>
          <w:rFonts w:eastAsia="Calibri"/>
          <w:rtl/>
        </w:rPr>
        <w:t xml:space="preserve"> انعام و مدد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حاصل</w:t>
      </w:r>
      <w:r w:rsidR="00F96A4F" w:rsidRPr="00F96A4F">
        <w:rPr>
          <w:rFonts w:eastAsia="Calibri"/>
          <w:rtl/>
        </w:rPr>
        <w:t xml:space="preserve"> کرکے ان کا محبوب و مقرب بن سکے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کہ اس کے اس عمل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جڑ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اسلام دشمن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تلاش کرن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پڑ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جس کا مقصد احاد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خلط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ملط</w:t>
      </w:r>
      <w:r w:rsidR="00F96A4F" w:rsidRPr="00F96A4F">
        <w:rPr>
          <w:rFonts w:eastAsia="Calibri"/>
          <w:rtl/>
        </w:rPr>
        <w:t xml:space="preserve"> کرکے اقوال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غمبر</w:t>
      </w:r>
      <w:r w:rsidR="00F96A4F" w:rsidRPr="00F96A4F">
        <w:rPr>
          <w:rFonts w:eastAsia="Calibri"/>
          <w:rtl/>
        </w:rPr>
        <w:t xml:space="preserve"> اسلام (ص) کو مشتبہ اور ناقابل شناخت بنانا رہا ہوگا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تذکرہ</w:t>
      </w:r>
      <w:r w:rsidR="00F96A4F" w:rsidRPr="00F96A4F">
        <w:rPr>
          <w:rFonts w:eastAsia="Calibri"/>
          <w:rtl/>
        </w:rPr>
        <w:t xml:space="preserve"> اور رجال و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کتابوں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قسم کے بہت سے واقعات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موجود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AA6038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ان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اس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داستان ہے جو اپنے فرزند کو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مکتب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داخل کرتا ہے اور وہاںمہتمم متکب اس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تا</w:t>
      </w:r>
      <w:r w:rsidRPr="00F96A4F">
        <w:rPr>
          <w:rFonts w:eastAsia="Calibri"/>
          <w:rtl/>
        </w:rPr>
        <w:t xml:space="preserve"> ہے ،لڑکا روتا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دہوتا</w:t>
      </w:r>
      <w:r w:rsidRPr="00F96A4F">
        <w:rPr>
          <w:rFonts w:eastAsia="Calibri"/>
          <w:rtl/>
        </w:rPr>
        <w:t xml:space="preserve"> گہر پہنچ کر جب باپ کو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خبر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تا</w:t>
      </w:r>
      <w:r w:rsidRPr="00F96A4F">
        <w:rPr>
          <w:rFonts w:eastAsia="Calibri"/>
          <w:rtl/>
        </w:rPr>
        <w:t xml:space="preserve"> ہے تو باپ غصہ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>ا ہو 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کہتا</w:t>
      </w:r>
      <w:r w:rsidRPr="00F96A4F">
        <w:rPr>
          <w:rFonts w:eastAsia="Calibri"/>
          <w:rtl/>
        </w:rPr>
        <w:t xml:space="preserve"> ہے : 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جاتا ہوں اور کہتا ہوں کہ اس مہتمم مکتب کے خلاف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/>
          <w:rtl/>
        </w:rPr>
        <w:t xml:space="preserve"> وضع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کرو</w:t>
      </w:r>
      <w:r w:rsidRPr="00F96A4F">
        <w:rPr>
          <w:rFonts w:eastAsia="Calibri"/>
          <w:rtl/>
        </w:rPr>
        <w:t xml:space="preserve"> تاکہ مکتب کا مہتمم دوبارہ اس قسم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غلط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کرنے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جرا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نہ کرے !!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واقعہ سے پ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چلتا ہے کہ ان کے لئے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/>
          <w:rtl/>
        </w:rPr>
        <w:t xml:space="preserve"> گڑہ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اس قدر آسان ہو چکا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/>
          <w:rtl/>
        </w:rPr>
        <w:t xml:space="preserve"> بچوں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آنکہوں سے ڈہلنے والے آنسوؤں کے قطرے ،خود مہتمم مکتب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وطن و شہر کے خلاف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/>
          <w:rtl/>
        </w:rPr>
        <w:t xml:space="preserve"> ڈہالنے کے لئے کاف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ہوتے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،بہر صورت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حالات اس بات کا سبب بنے </w:t>
      </w:r>
      <w:r w:rsidR="00AA6038" w:rsidRPr="00F96A4F">
        <w:rPr>
          <w:rFonts w:eastAsia="Calibri"/>
          <w:rtl/>
        </w:rPr>
        <w:t>کہ دن</w:t>
      </w:r>
      <w:r w:rsidR="00AA6038" w:rsidRPr="00F96A4F">
        <w:rPr>
          <w:rFonts w:eastAsia="Calibri" w:hint="cs"/>
          <w:rtl/>
        </w:rPr>
        <w:t>ی</w:t>
      </w:r>
      <w:r w:rsidR="00AA6038" w:rsidRPr="00F96A4F">
        <w:rPr>
          <w:rFonts w:eastAsia="Calibri" w:hint="eastAsia"/>
          <w:rtl/>
        </w:rPr>
        <w:t>ا</w:t>
      </w:r>
      <w:r w:rsidR="00AA6038" w:rsidRPr="00F96A4F">
        <w:rPr>
          <w:rFonts w:eastAsia="Calibri"/>
          <w:rtl/>
        </w:rPr>
        <w:t xml:space="preserve"> ئے اسلام م</w:t>
      </w:r>
      <w:r w:rsidR="00AA6038" w:rsidRPr="00F96A4F">
        <w:rPr>
          <w:rFonts w:eastAsia="Calibri" w:hint="cs"/>
          <w:rtl/>
        </w:rPr>
        <w:t>ی</w:t>
      </w:r>
      <w:r w:rsidR="00AA6038" w:rsidRPr="00F96A4F">
        <w:rPr>
          <w:rFonts w:eastAsia="Calibri" w:hint="eastAsia"/>
          <w:rtl/>
        </w:rPr>
        <w:t>ں</w:t>
      </w:r>
      <w:r w:rsidR="00AA6038" w:rsidRPr="00F96A4F">
        <w:rPr>
          <w:rFonts w:eastAsia="Calibri"/>
          <w:rtl/>
        </w:rPr>
        <w:t xml:space="preserve"> ہ</w:t>
      </w:r>
      <w:r w:rsidR="00AA6038" w:rsidRPr="00F96A4F">
        <w:rPr>
          <w:rFonts w:eastAsia="Calibri" w:hint="cs"/>
          <w:rtl/>
        </w:rPr>
        <w:t>ی</w:t>
      </w:r>
      <w:r w:rsidR="00AA6038" w:rsidRPr="00F96A4F">
        <w:rPr>
          <w:rFonts w:eastAsia="Calibri"/>
          <w:rtl/>
        </w:rPr>
        <w:t xml:space="preserve"> اسلام سے </w:t>
      </w:r>
      <w:r w:rsidR="00AA6038" w:rsidRPr="00BD6259">
        <w:rPr>
          <w:rStyle w:val="libNormalChar"/>
          <w:rFonts w:eastAsia="Calibri"/>
          <w:rtl/>
        </w:rPr>
        <w:t>برگشتہ</w:t>
      </w:r>
      <w:r w:rsidR="00AA6038" w:rsidRPr="00F96A4F">
        <w:rPr>
          <w:rFonts w:eastAsia="Calibri"/>
          <w:rtl/>
        </w:rPr>
        <w:t xml:space="preserve"> ا</w:t>
      </w:r>
      <w:r w:rsidR="00AA6038" w:rsidRPr="00F96A4F">
        <w:rPr>
          <w:rFonts w:eastAsia="Calibri" w:hint="cs"/>
          <w:rtl/>
        </w:rPr>
        <w:t>ی</w:t>
      </w:r>
      <w:r w:rsidR="00AA6038" w:rsidRPr="00F96A4F">
        <w:rPr>
          <w:rFonts w:eastAsia="Calibri" w:hint="eastAsia"/>
          <w:rtl/>
        </w:rPr>
        <w:t>ک</w:t>
      </w:r>
      <w:r w:rsidR="00AA6038">
        <w:rPr>
          <w:rFonts w:eastAsia="Calibri"/>
          <w:rtl/>
        </w:rPr>
        <w:t xml:space="preserve"> </w:t>
      </w:r>
      <w:r w:rsidR="00AA6038" w:rsidRPr="00F96A4F">
        <w:rPr>
          <w:rFonts w:eastAsia="Calibri" w:hint="eastAsia"/>
          <w:rtl/>
        </w:rPr>
        <w:t>خود</w:t>
      </w:r>
      <w:r w:rsidR="00AA6038" w:rsidRPr="00F96A4F">
        <w:rPr>
          <w:rFonts w:eastAsia="Calibri"/>
          <w:rtl/>
        </w:rPr>
        <w:t xml:space="preserve"> </w:t>
      </w:r>
      <w:r w:rsidR="00AA6038" w:rsidRPr="00BD6259">
        <w:rPr>
          <w:rStyle w:val="libNormalChar"/>
          <w:rFonts w:eastAsia="Calibri"/>
          <w:rtl/>
        </w:rPr>
        <w:t>ساختہ</w:t>
      </w:r>
      <w:r w:rsidR="00AA6038" w:rsidRPr="00F96A4F">
        <w:rPr>
          <w:rFonts w:eastAsia="Calibri"/>
          <w:rtl/>
        </w:rPr>
        <w:t xml:space="preserve"> مخلوط و مجعول ذہن</w:t>
      </w:r>
      <w:r w:rsidR="00AA6038" w:rsidRPr="00F96A4F">
        <w:rPr>
          <w:rFonts w:eastAsia="Calibri" w:hint="cs"/>
          <w:rtl/>
        </w:rPr>
        <w:t>ی</w:t>
      </w:r>
      <w:r w:rsidR="00AA6038" w:rsidRPr="00F96A4F">
        <w:rPr>
          <w:rFonts w:eastAsia="Calibri" w:hint="eastAsia"/>
          <w:rtl/>
        </w:rPr>
        <w:t>ت</w:t>
      </w:r>
      <w:r w:rsidR="00AA6038" w:rsidRPr="00F96A4F">
        <w:rPr>
          <w:rFonts w:eastAsia="Calibri"/>
          <w:rtl/>
        </w:rPr>
        <w:t xml:space="preserve"> اور </w:t>
      </w:r>
      <w:r w:rsidR="00AA6038">
        <w:rPr>
          <w:rFonts w:eastAsia="Calibri"/>
          <w:rtl/>
        </w:rPr>
        <w:t>تھ</w:t>
      </w:r>
      <w:r w:rsidR="00AA6038" w:rsidRPr="00F96A4F">
        <w:rPr>
          <w:rFonts w:eastAsia="Calibri"/>
          <w:rtl/>
        </w:rPr>
        <w:t>ذ</w:t>
      </w:r>
      <w:r w:rsidR="00AA6038" w:rsidRPr="00F96A4F">
        <w:rPr>
          <w:rFonts w:eastAsia="Calibri" w:hint="cs"/>
          <w:rtl/>
        </w:rPr>
        <w:t>ی</w:t>
      </w:r>
      <w:r w:rsidR="00AA6038" w:rsidRPr="00F96A4F">
        <w:rPr>
          <w:rFonts w:eastAsia="Calibri" w:hint="eastAsia"/>
          <w:rtl/>
        </w:rPr>
        <w:t>ب</w:t>
      </w:r>
      <w:r w:rsidR="00AA6038" w:rsidRPr="00F96A4F">
        <w:rPr>
          <w:rFonts w:eastAsia="Calibri"/>
          <w:rtl/>
        </w:rPr>
        <w:t xml:space="preserve"> و ثقافت پہلنے پہولنے لگ</w:t>
      </w:r>
      <w:r w:rsidR="00AA6038" w:rsidRPr="00F96A4F">
        <w:rPr>
          <w:rFonts w:eastAsia="Calibri" w:hint="cs"/>
          <w:rtl/>
        </w:rPr>
        <w:t>ی</w:t>
      </w:r>
    </w:p>
    <w:p w:rsidR="00AA6038" w:rsidRDefault="00AA6038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lastRenderedPageBreak/>
        <w:t>،اور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غلط</w:t>
      </w:r>
      <w:r w:rsidRPr="00F96A4F">
        <w:rPr>
          <w:rFonts w:eastAsia="Calibri"/>
          <w:rtl/>
        </w:rPr>
        <w:t xml:space="preserve"> ذہن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کو جنم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والے 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علماء اور محدث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جو اپنے زمانہ کے صاحبان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اقتدار</w:t>
      </w:r>
      <w:r w:rsidRPr="00F96A4F">
        <w:rPr>
          <w:rFonts w:eastAsia="Calibri"/>
          <w:rtl/>
        </w:rPr>
        <w:t xml:space="preserve"> و منصب کے 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وں بکے ہوئے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چنانچہ ،ا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سخت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حالات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گروہ</w:t>
      </w:r>
      <w:r w:rsidRPr="00F96A4F">
        <w:rPr>
          <w:rFonts w:eastAsia="Calibri"/>
          <w:rtl/>
        </w:rPr>
        <w:t xml:space="preserve"> سے 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کر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بہت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اہم اور 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صلہ</w:t>
      </w:r>
      <w:r w:rsidRPr="00F96A4F">
        <w:rPr>
          <w:rFonts w:eastAsia="Calibri"/>
          <w:rtl/>
        </w:rPr>
        <w:t xml:space="preserve"> کن ہے </w:t>
      </w:r>
      <w:r w:rsidR="00EB204C">
        <w:rPr>
          <w:rFonts w:eastAsia="Calibri"/>
          <w:rtl/>
        </w:rPr>
        <w:t>۔</w:t>
      </w:r>
    </w:p>
    <w:p w:rsidR="002434C9" w:rsidRDefault="002434C9" w:rsidP="002434C9">
      <w:pPr>
        <w:pStyle w:val="libNormal0"/>
        <w:rPr>
          <w:rFonts w:eastAsia="Calibri"/>
          <w:rtl/>
        </w:rPr>
      </w:pPr>
    </w:p>
    <w:p w:rsidR="002434C9" w:rsidRDefault="00EB204C" w:rsidP="00AA6038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bookmarkStart w:id="18" w:name="_Toc426016873"/>
      <w:r w:rsidR="00F96A4F" w:rsidRPr="00F96A4F">
        <w:rPr>
          <w:rFonts w:eastAsia="Calibri" w:hint="eastAsia"/>
          <w:rtl/>
        </w:rPr>
        <w:t>محمد</w:t>
      </w:r>
      <w:r w:rsidR="00F96A4F" w:rsidRPr="00F96A4F">
        <w:rPr>
          <w:rFonts w:eastAsia="Calibri"/>
          <w:rtl/>
        </w:rPr>
        <w:t xml:space="preserve">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چند جعل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bookmarkEnd w:id="18"/>
    </w:p>
    <w:p w:rsidR="00EB204C" w:rsidRPr="00BD6259" w:rsidRDefault="00EB204C" w:rsidP="004A4BD0">
      <w:pPr>
        <w:pStyle w:val="libNormal0"/>
        <w:rPr>
          <w:rStyle w:val="libNormalChar"/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اب</w:t>
      </w:r>
      <w:r w:rsidR="00F96A4F" w:rsidRPr="00F96A4F">
        <w:rPr>
          <w:rFonts w:eastAsia="Calibri"/>
          <w:rtl/>
        </w:rPr>
        <w:t xml:space="preserve"> ہم اس کاا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نمونہ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نقل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/>
          <w:rtl/>
        </w:rPr>
        <w:t>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نمونہ محمد بن شہاب زہر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4A4BD0" w:rsidRPr="005901D4">
        <w:rPr>
          <w:rStyle w:val="libFootnotenumChar"/>
          <w:rFonts w:hint="cs"/>
          <w:rtl/>
        </w:rPr>
        <w:t>(</w:t>
      </w:r>
      <w:r w:rsidR="00AD79D1" w:rsidRPr="00AD79D1">
        <w:rPr>
          <w:rStyle w:val="libFootnotenumChar"/>
          <w:rFonts w:hint="cs"/>
          <w:rtl/>
        </w:rPr>
        <w:t>1</w:t>
      </w:r>
      <w:r w:rsidR="004A4BD0" w:rsidRPr="005901D4">
        <w:rPr>
          <w:rStyle w:val="libFootnotenumChar"/>
          <w:rFonts w:hint="cs"/>
          <w:rtl/>
        </w:rPr>
        <w:t>)</w:t>
      </w:r>
      <w:r w:rsidR="00F96A4F" w:rsidRPr="00F96A4F">
        <w:rPr>
          <w:rFonts w:eastAsia="Calibri"/>
          <w:rtl/>
        </w:rPr>
        <w:t>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حضرت (ع) کے طرز عمل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عکاس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کرتا ہے </w:t>
      </w:r>
      <w:r>
        <w:rPr>
          <w:rFonts w:eastAsia="Calibri"/>
          <w:rtl/>
        </w:rPr>
        <w:t>۔</w:t>
      </w:r>
    </w:p>
    <w:p w:rsidR="00EB204C" w:rsidRDefault="00EB204C" w:rsidP="00AA6038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محمد</w:t>
      </w:r>
      <w:r w:rsidR="00F96A4F" w:rsidRPr="00F96A4F">
        <w:rPr>
          <w:rFonts w:eastAsia="Calibri"/>
          <w:rtl/>
        </w:rPr>
        <w:t xml:space="preserve"> بن شہاب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شروع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شاگردوں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سا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ڻ</w:t>
      </w:r>
      <w:r w:rsidR="00F96A4F" w:rsidRPr="00F96A4F">
        <w:rPr>
          <w:rFonts w:eastAsia="Calibri" w:hint="eastAsia"/>
          <w:rtl/>
        </w:rPr>
        <w:t>ہنے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یڻ</w:t>
      </w:r>
      <w:r w:rsidR="00F96A4F" w:rsidRPr="00F96A4F">
        <w:rPr>
          <w:rFonts w:eastAsia="Calibri" w:hint="eastAsia"/>
          <w:rtl/>
        </w:rPr>
        <w:t>ہنے</w:t>
      </w:r>
      <w:r w:rsidR="00F96A4F" w:rsidRPr="00F96A4F">
        <w:rPr>
          <w:rFonts w:eastAsia="Calibri"/>
          <w:rtl/>
        </w:rPr>
        <w:t xml:space="preserve"> والوں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نظر آتا ہے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وہ شخص ہے جس نے حضرت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/>
          <w:rtl/>
        </w:rPr>
        <w:t>(ع)سے علوم حاصل کئے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حضرت (ع)سے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نقل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>
        <w:rPr>
          <w:rFonts w:eastAsia="Calibri"/>
          <w:rtl/>
        </w:rPr>
        <w:t xml:space="preserve"> </w:t>
      </w:r>
      <w:r w:rsidR="008773C6">
        <w:rPr>
          <w:rFonts w:eastAsia="Calibri" w:hint="eastAsia"/>
          <w:rtl/>
        </w:rPr>
        <w:t xml:space="preserve">رفتہ </w:t>
      </w:r>
      <w:r w:rsidR="00F96A4F" w:rsidRPr="00F96A4F">
        <w:rPr>
          <w:rFonts w:eastAsia="Calibri"/>
          <w:rtl/>
        </w:rPr>
        <w:t xml:space="preserve"> </w:t>
      </w:r>
      <w:r w:rsidR="008773C6">
        <w:rPr>
          <w:rFonts w:eastAsia="Calibri"/>
          <w:rtl/>
        </w:rPr>
        <w:t xml:space="preserve">رفتہ </w:t>
      </w:r>
      <w:r w:rsidR="00F96A4F" w:rsidRPr="00F96A4F">
        <w:rPr>
          <w:rFonts w:eastAsia="Calibri"/>
          <w:rtl/>
        </w:rPr>
        <w:t xml:space="preserve"> ---اپنے اندر پائے جانے وال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جسارت کے باعث ----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شخص دربار خلافت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ہو تا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اور </w:t>
      </w:r>
      <w:r w:rsidR="00FC70B5"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ان دربار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علماء محدث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کے زمرہ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شامل ہو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ائمہ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کے بالمقابل، کہڑے کئے گئے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 xml:space="preserve">۔ </w:t>
      </w:r>
      <w:r w:rsidR="00F96A4F" w:rsidRPr="00F96A4F">
        <w:rPr>
          <w:rFonts w:eastAsia="Calibri" w:hint="eastAsia"/>
          <w:rtl/>
        </w:rPr>
        <w:t>محمد</w:t>
      </w:r>
      <w:r w:rsidR="00F96A4F" w:rsidRPr="00F96A4F">
        <w:rPr>
          <w:rFonts w:eastAsia="Calibri"/>
          <w:rtl/>
        </w:rPr>
        <w:t xml:space="preserve"> بن شہاب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افتاد طبع سے مز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آشنائ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کرنے کے لئے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پہلے</w:t>
      </w:r>
      <w:r w:rsidR="00F96A4F" w:rsidRPr="00F96A4F">
        <w:rPr>
          <w:rFonts w:eastAsia="Calibri"/>
          <w:rtl/>
        </w:rPr>
        <w:t xml:space="preserve"> ہم اس کے بارہ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چند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نقل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5901D4" w:rsidRDefault="005901D4" w:rsidP="0074385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43852" w:rsidRPr="00FC70B5" w:rsidRDefault="00743852" w:rsidP="00743852">
      <w:pPr>
        <w:pStyle w:val="libFootnote0"/>
        <w:rPr>
          <w:rtl/>
        </w:rPr>
      </w:pPr>
      <w:r>
        <w:rPr>
          <w:rFonts w:hint="cs"/>
          <w:rtl/>
        </w:rPr>
        <w:t>(</w:t>
      </w:r>
      <w:r w:rsidR="00AD79D1" w:rsidRPr="00AD79D1">
        <w:rPr>
          <w:rFonts w:hint="cs"/>
          <w:rtl/>
        </w:rPr>
        <w:t>1</w:t>
      </w:r>
      <w:r>
        <w:rPr>
          <w:rFonts w:hint="cs"/>
          <w:rtl/>
        </w:rPr>
        <w:t>)-</w:t>
      </w:r>
      <w:r w:rsidRPr="00F96A4F">
        <w:rPr>
          <w:rFonts w:hint="cs"/>
          <w:rtl/>
        </w:rPr>
        <w:t xml:space="preserve"> بعض نے اس کا نام محمد بن مسلم زہری</w:t>
      </w:r>
      <w:r w:rsidRPr="00F96A4F">
        <w:rPr>
          <w:rtl/>
        </w:rPr>
        <w:t xml:space="preserve"> </w:t>
      </w:r>
      <w:r>
        <w:rPr>
          <w:rtl/>
        </w:rPr>
        <w:t>بھی</w:t>
      </w:r>
      <w:r w:rsidRPr="00F96A4F">
        <w:rPr>
          <w:rtl/>
        </w:rPr>
        <w:t xml:space="preserve"> نقل ک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</w:t>
      </w:r>
      <w:r w:rsidRPr="00F96A4F">
        <w:rPr>
          <w:rtl/>
        </w:rPr>
        <w:t xml:space="preserve"> ہے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عن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اس کے باپ کا (</w:t>
      </w:r>
      <w:r>
        <w:rPr>
          <w:rtl/>
        </w:rPr>
        <w:t xml:space="preserve"> </w:t>
      </w:r>
      <w:r w:rsidRPr="00F96A4F">
        <w:rPr>
          <w:rFonts w:hint="eastAsia"/>
          <w:rtl/>
        </w:rPr>
        <w:t>نام</w:t>
      </w:r>
      <w:r w:rsidRPr="00F96A4F">
        <w:rPr>
          <w:rtl/>
        </w:rPr>
        <w:t xml:space="preserve"> ک</w:t>
      </w:r>
      <w:r>
        <w:rPr>
          <w:rtl/>
        </w:rPr>
        <w:t>بھی</w:t>
      </w:r>
      <w:r w:rsidRPr="00F96A4F">
        <w:rPr>
          <w:rtl/>
        </w:rPr>
        <w:t xml:space="preserve"> شہاب اور ک</w:t>
      </w:r>
      <w:r>
        <w:rPr>
          <w:rtl/>
        </w:rPr>
        <w:t>بھی</w:t>
      </w:r>
      <w:r w:rsidRPr="00F96A4F">
        <w:rPr>
          <w:rtl/>
        </w:rPr>
        <w:t xml:space="preserve"> مسلم ملتا ہے شا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د</w:t>
      </w:r>
      <w:r w:rsidRPr="00F96A4F">
        <w:rPr>
          <w:rtl/>
        </w:rPr>
        <w:t xml:space="preserve"> ا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اس کے باپ کا نام اور ا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اس</w:t>
      </w:r>
      <w:r>
        <w:rPr>
          <w:rtl/>
        </w:rPr>
        <w:t xml:space="preserve"> </w:t>
      </w:r>
      <w:r w:rsidRPr="00F96A4F">
        <w:rPr>
          <w:rFonts w:hint="eastAsia"/>
          <w:rtl/>
        </w:rPr>
        <w:t>کے</w:t>
      </w:r>
      <w:r w:rsidRPr="00F96A4F">
        <w:rPr>
          <w:rtl/>
        </w:rPr>
        <w:t xml:space="preserve"> باپ کا لقب رہا ہوگا</w:t>
      </w:r>
      <w:r>
        <w:rPr>
          <w:rtl/>
        </w:rPr>
        <w:t>۔</w:t>
      </w:r>
    </w:p>
    <w:p w:rsidR="005901D4" w:rsidRDefault="005901D4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AA6038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lastRenderedPageBreak/>
        <w:t xml:space="preserve"> 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/>
          <w:rtl/>
        </w:rPr>
        <w:t xml:space="preserve"> وہ ہے جس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وہ خود کہتا ہے </w:t>
      </w:r>
      <w:r w:rsidR="00F96A4F" w:rsidRPr="00E72EC1">
        <w:rPr>
          <w:rStyle w:val="libArabicChar"/>
          <w:rFonts w:eastAsia="Calibri"/>
          <w:rtl/>
        </w:rPr>
        <w:t>“ کنا نکر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کتابُ العلم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“</w:t>
      </w:r>
      <w:r w:rsidR="00F96A4F" w:rsidRPr="00E72EC1">
        <w:rPr>
          <w:rStyle w:val="libArabicChar"/>
          <w:rFonts w:eastAsia="Calibri"/>
          <w:rtl/>
        </w:rPr>
        <w:t>حت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اکر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نا عل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E72EC1">
        <w:rPr>
          <w:rStyle w:val="libArabicChar"/>
          <w:rFonts w:eastAsia="Calibri"/>
          <w:rtl/>
        </w:rPr>
        <w:t xml:space="preserve"> 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و</w:t>
      </w:r>
      <w:r w:rsidR="00F96A4F" w:rsidRPr="00E72EC1">
        <w:rPr>
          <w:rStyle w:val="libArabicChar"/>
          <w:rFonts w:eastAsia="Calibri" w:hint="cs"/>
          <w:rtl/>
        </w:rPr>
        <w:t>ٴ</w:t>
      </w:r>
      <w:r w:rsidR="00F96A4F" w:rsidRPr="00E72EC1">
        <w:rPr>
          <w:rStyle w:val="libArabicChar"/>
          <w:rFonts w:eastAsia="Calibri"/>
          <w:rtl/>
        </w:rPr>
        <w:t xml:space="preserve"> لاء الا مراء فرا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نا</w:t>
      </w:r>
      <w:r w:rsidR="00F96A4F" w:rsidRPr="00E72EC1">
        <w:rPr>
          <w:rStyle w:val="libArabicChar"/>
          <w:rFonts w:eastAsia="Calibri"/>
          <w:rtl/>
        </w:rPr>
        <w:t xml:space="preserve"> ان لا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منع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E72EC1">
        <w:rPr>
          <w:rStyle w:val="libArabicChar"/>
          <w:rFonts w:eastAsia="Calibri"/>
          <w:rtl/>
        </w:rPr>
        <w:t xml:space="preserve"> احد من المسلم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>
        <w:rPr>
          <w:rFonts w:eastAsia="Calibri"/>
          <w:rtl/>
        </w:rPr>
        <w:t xml:space="preserve"> </w:t>
      </w:r>
      <w:r w:rsidR="005901D4" w:rsidRPr="005901D4">
        <w:rPr>
          <w:rStyle w:val="libFootnotenumChar"/>
          <w:rFonts w:hint="cs"/>
          <w:rtl/>
        </w:rPr>
        <w:t>(</w:t>
      </w:r>
      <w:r w:rsidR="00AD79D1" w:rsidRPr="00AD79D1">
        <w:rPr>
          <w:rStyle w:val="libFootnotenumChar"/>
          <w:rFonts w:hint="cs"/>
          <w:rtl/>
        </w:rPr>
        <w:t>2</w:t>
      </w:r>
      <w:r w:rsidR="005901D4" w:rsidRPr="005901D4">
        <w:rPr>
          <w:rStyle w:val="libFootnotenumChar"/>
          <w:rFonts w:hint="cs"/>
          <w:rtl/>
        </w:rPr>
        <w:t>)</w:t>
      </w:r>
      <w:r w:rsidR="00F96A4F" w:rsidRPr="005901D4">
        <w:rPr>
          <w:rStyle w:val="libFootnotenumChar"/>
          <w:rtl/>
        </w:rPr>
        <w:t xml:space="preserve"> </w:t>
      </w:r>
      <w:r w:rsidR="00F96A4F" w:rsidRPr="00F96A4F">
        <w:rPr>
          <w:rFonts w:eastAsia="Calibri"/>
          <w:rtl/>
        </w:rPr>
        <w:t>شروع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علم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قلم نگار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کام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اچہا نہ لگتا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تک کہ امراء و حکام نے 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کو</w:t>
      </w:r>
      <w:r w:rsidR="00F96A4F" w:rsidRPr="00F96A4F">
        <w:rPr>
          <w:rFonts w:eastAsia="Calibri"/>
          <w:rtl/>
        </w:rPr>
        <w:t xml:space="preserve"> اس بات پر آمادہ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کہ ہم جو کچہ جانتے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قلم بند کرد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تاکہ کتاب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صورت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آجائے اس کے بعد ہم اس نت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جہ</w:t>
      </w:r>
      <w:r w:rsidR="00F96A4F" w:rsidRPr="00F96A4F">
        <w:rPr>
          <w:rFonts w:eastAsia="Calibri"/>
          <w:rtl/>
        </w:rPr>
        <w:t xml:space="preserve"> پر پہنچے کہ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مسلمان کو اس کام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منع نہ 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شہ</w:t>
      </w:r>
      <w:r w:rsidR="00F96A4F" w:rsidRPr="00F96A4F">
        <w:rPr>
          <w:rFonts w:eastAsia="Calibri"/>
          <w:rtl/>
        </w:rPr>
        <w:t xml:space="preserve"> علم و دانش سپر و قلم ہوتے رہ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 xml:space="preserve">۔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گفتگو سے پ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چلتا ہے کہ اس وقت تک محدث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نکے</w:t>
      </w:r>
      <w:r w:rsidR="00F96A4F" w:rsidRPr="00F96A4F">
        <w:rPr>
          <w:rFonts w:eastAsia="Calibri"/>
          <w:rtl/>
        </w:rPr>
        <w:t xml:space="preserve"> اس گروہ کے درم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دستور رواج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ںپا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کہ جو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ثوں</w:t>
      </w:r>
      <w:r w:rsidR="00F96A4F" w:rsidRPr="00F96A4F">
        <w:rPr>
          <w:rFonts w:eastAsia="Calibri"/>
          <w:rtl/>
        </w:rPr>
        <w:t xml:space="preserve"> کو جانتے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5901D4">
        <w:rPr>
          <w:rFonts w:eastAsia="Calibri"/>
          <w:rtl/>
        </w:rPr>
        <w:t>لکھ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ڈال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محمد</w:t>
      </w:r>
      <w:r w:rsidRPr="00F96A4F">
        <w:rPr>
          <w:rFonts w:eastAsia="Calibri"/>
          <w:rtl/>
        </w:rPr>
        <w:t xml:space="preserve"> بن شہاب زہر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امراء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خدمت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ہونا اور ان کا اس کو اپنے علم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خواہش</w:t>
      </w:r>
      <w:r w:rsidRPr="00F96A4F">
        <w:rPr>
          <w:rFonts w:eastAsia="Calibri"/>
          <w:rtl/>
        </w:rPr>
        <w:t xml:space="preserve"> کے تحت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/>
          <w:rtl/>
        </w:rPr>
        <w:t xml:space="preserve"> قلمبند کرنے پر ابہارنا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عبارت سے ثابت ہے </w:t>
      </w:r>
      <w:r w:rsidR="00EB204C">
        <w:rPr>
          <w:rFonts w:eastAsia="Calibri"/>
          <w:rtl/>
        </w:rPr>
        <w:t>۔</w:t>
      </w:r>
    </w:p>
    <w:p w:rsidR="00EB204C" w:rsidRDefault="00EB204C" w:rsidP="005901D4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“ معمر ” نام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شخص کہتاہے :ہمارا 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ال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کہ ہم نے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بہت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ادہ</w:t>
      </w:r>
      <w:r w:rsidR="00F96A4F" w:rsidRPr="00F96A4F">
        <w:rPr>
          <w:rFonts w:eastAsia="Calibri"/>
          <w:rtl/>
        </w:rPr>
        <w:t xml:space="preserve">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نقل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تک کہ ول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مارا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،ول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کے قتل ہوجانے کے بعد 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نے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کہا</w:t>
      </w:r>
      <w:r w:rsidR="00F96A4F" w:rsidRPr="00F96A4F">
        <w:rPr>
          <w:rFonts w:eastAsia="Calibri"/>
          <w:rtl/>
        </w:rPr>
        <w:t xml:space="preserve"> کہ دفتروں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انبار ہے جو چوپا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پر لاد کر ول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کے خزانے سے باہر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 رہا ہے اور لوگ کہہ رہے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: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سب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علم ہے </w:t>
      </w:r>
      <w:r>
        <w:rPr>
          <w:rFonts w:eastAsia="Calibri"/>
          <w:rtl/>
        </w:rPr>
        <w:t>۔</w:t>
      </w:r>
      <w:r w:rsidR="005901D4" w:rsidRPr="00AD79D1">
        <w:rPr>
          <w:rStyle w:val="libFootnotenumChar"/>
          <w:rFonts w:hint="cs"/>
          <w:rtl/>
        </w:rPr>
        <w:t>(</w:t>
      </w:r>
      <w:r w:rsidR="00AD79D1" w:rsidRPr="00AD79D1">
        <w:rPr>
          <w:rStyle w:val="libFootnotenumChar"/>
          <w:rFonts w:hint="cs"/>
          <w:rtl/>
        </w:rPr>
        <w:t>3</w:t>
      </w:r>
      <w:r w:rsidR="005901D4" w:rsidRPr="00AD79D1">
        <w:rPr>
          <w:rStyle w:val="libFootnotenumChar"/>
          <w:rFonts w:hint="cs"/>
          <w:rtl/>
        </w:rPr>
        <w:t>)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نے </w:t>
      </w:r>
      <w:r w:rsidR="00F96A4F" w:rsidRPr="00F96A4F">
        <w:rPr>
          <w:rFonts w:eastAsia="Calibri" w:hint="eastAsia"/>
          <w:rtl/>
        </w:rPr>
        <w:t>ول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خواہش اورخوشامد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اتنے دفاتر وکتب ،حد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ثوں</w:t>
      </w:r>
      <w:r w:rsidR="00F96A4F" w:rsidRPr="00F96A4F">
        <w:rPr>
          <w:rFonts w:eastAsia="Calibri"/>
          <w:rtl/>
        </w:rPr>
        <w:t xml:space="preserve"> سے پر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ئے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کہ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جب</w:t>
      </w:r>
      <w:r w:rsidR="00F96A4F" w:rsidRPr="00F96A4F">
        <w:rPr>
          <w:rFonts w:eastAsia="Calibri"/>
          <w:rtl/>
        </w:rPr>
        <w:t xml:space="preserve"> ول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کے خزانے سے ان کو نکالنے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نوبت آئ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تو چوپا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پر بار کرنے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احت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اج</w:t>
      </w:r>
      <w:r w:rsidR="00F96A4F" w:rsidRPr="00F96A4F">
        <w:rPr>
          <w:rFonts w:eastAsia="Calibri"/>
          <w:rtl/>
        </w:rPr>
        <w:t xml:space="preserve"> محسوس ہوئ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5901D4" w:rsidRDefault="005901D4" w:rsidP="0074385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43852" w:rsidRPr="00FC70B5" w:rsidRDefault="00743852" w:rsidP="00743852">
      <w:pPr>
        <w:pStyle w:val="libFootnote0"/>
        <w:rPr>
          <w:rtl/>
          <w:lang w:bidi="ar-SA"/>
        </w:rPr>
      </w:pPr>
      <w:r>
        <w:rPr>
          <w:rFonts w:hint="cs"/>
          <w:rtl/>
        </w:rPr>
        <w:t>(</w:t>
      </w:r>
      <w:r w:rsidR="00AD79D1" w:rsidRPr="00AD79D1">
        <w:rPr>
          <w:rFonts w:hint="cs"/>
          <w:rtl/>
        </w:rPr>
        <w:t>2</w:t>
      </w:r>
      <w:r>
        <w:rPr>
          <w:rFonts w:hint="cs"/>
          <w:rtl/>
        </w:rPr>
        <w:t>)-</w:t>
      </w:r>
      <w:r w:rsidRPr="00F96A4F">
        <w:rPr>
          <w:rFonts w:hint="cs"/>
          <w:rtl/>
        </w:rPr>
        <w:t>طبقات اب</w:t>
      </w:r>
      <w:r w:rsidRPr="00F96A4F">
        <w:rPr>
          <w:rtl/>
        </w:rPr>
        <w:t xml:space="preserve">ن سعد ،ج/ </w:t>
      </w:r>
      <w:r w:rsidR="00AD79D1" w:rsidRPr="00AD79D1">
        <w:rPr>
          <w:rFonts w:hint="cs"/>
          <w:rtl/>
        </w:rPr>
        <w:t>2</w:t>
      </w:r>
      <w:r w:rsidRPr="00F96A4F">
        <w:rPr>
          <w:rFonts w:hint="cs"/>
          <w:rtl/>
        </w:rPr>
        <w:t xml:space="preserve">ص/ </w:t>
      </w:r>
      <w:r w:rsidR="00AD79D1" w:rsidRPr="00AD79D1">
        <w:rPr>
          <w:rFonts w:hint="cs"/>
          <w:rtl/>
        </w:rPr>
        <w:t>3</w:t>
      </w:r>
      <w:r w:rsidR="00BD6259" w:rsidRPr="00BD6259">
        <w:rPr>
          <w:rtl/>
          <w:lang w:bidi="fa-IR"/>
        </w:rPr>
        <w:t>6</w:t>
      </w:r>
      <w:r w:rsidRPr="00F96A4F">
        <w:rPr>
          <w:rtl/>
        </w:rPr>
        <w:t xml:space="preserve"> </w:t>
      </w:r>
      <w:r>
        <w:rPr>
          <w:rtl/>
        </w:rPr>
        <w:t>۔</w:t>
      </w:r>
      <w:r w:rsidRPr="00F96A4F">
        <w:rPr>
          <w:rtl/>
        </w:rPr>
        <w:t xml:space="preserve"> </w:t>
      </w:r>
      <w:r w:rsidR="00AD79D1" w:rsidRPr="00AD79D1">
        <w:rPr>
          <w:rFonts w:hint="cs"/>
          <w:rtl/>
        </w:rPr>
        <w:t>13</w:t>
      </w:r>
      <w:r w:rsidR="00BD6259" w:rsidRPr="00BD6259">
        <w:rPr>
          <w:rtl/>
          <w:lang w:bidi="fa-IR"/>
        </w:rPr>
        <w:t>5</w:t>
      </w:r>
      <w:r w:rsidRPr="00F96A4F">
        <w:rPr>
          <w:rtl/>
          <w:lang w:bidi="fa-IR"/>
        </w:rPr>
        <w:t xml:space="preserve"> </w:t>
      </w:r>
    </w:p>
    <w:p w:rsidR="00743852" w:rsidRDefault="00743852" w:rsidP="00743852">
      <w:pPr>
        <w:pStyle w:val="libFootnote0"/>
        <w:rPr>
          <w:rtl/>
        </w:rPr>
      </w:pPr>
      <w:r>
        <w:rPr>
          <w:rFonts w:hint="cs"/>
          <w:rtl/>
          <w:lang w:bidi="fa-IR"/>
        </w:rPr>
        <w:t>(</w:t>
      </w:r>
      <w:r w:rsidR="00AD79D1" w:rsidRPr="00AD79D1">
        <w:rPr>
          <w:rFonts w:hint="cs"/>
          <w:rtl/>
        </w:rPr>
        <w:t>3</w:t>
      </w:r>
      <w:r>
        <w:rPr>
          <w:rFonts w:hint="cs"/>
          <w:rtl/>
        </w:rPr>
        <w:t>)-</w:t>
      </w:r>
      <w:r w:rsidRPr="00F96A4F">
        <w:rPr>
          <w:rFonts w:hint="cs"/>
          <w:rtl/>
        </w:rPr>
        <w:t xml:space="preserve"> فاذا الدفاتر قد حملت علی</w:t>
      </w:r>
      <w:r w:rsidRPr="00F96A4F">
        <w:rPr>
          <w:rtl/>
        </w:rPr>
        <w:t xml:space="preserve"> الدواب من خزائنہ و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قال</w:t>
      </w:r>
      <w:r w:rsidRPr="00F96A4F">
        <w:rPr>
          <w:rtl/>
        </w:rPr>
        <w:t xml:space="preserve"> ہذا من علم الزہر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</w:t>
      </w:r>
    </w:p>
    <w:p w:rsidR="005901D4" w:rsidRPr="00743852" w:rsidRDefault="005901D4" w:rsidP="00BD6259">
      <w:pPr>
        <w:pStyle w:val="libPoemTini"/>
        <w:rPr>
          <w:rFonts w:eastAsia="Calibri"/>
          <w:rtl/>
        </w:rPr>
      </w:pPr>
      <w:r w:rsidRPr="00743852">
        <w:rPr>
          <w:rFonts w:eastAsia="Calibri"/>
          <w:rtl/>
        </w:rPr>
        <w:br w:type="page"/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lastRenderedPageBreak/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دفاتر و کتب جو ول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کے حکم سے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شخص کے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ثوں</w:t>
      </w:r>
      <w:r w:rsidRPr="00F96A4F">
        <w:rPr>
          <w:rFonts w:eastAsia="Calibri"/>
          <w:rtl/>
        </w:rPr>
        <w:t xml:space="preserve"> سے پر ہوئے ظاہر ہے ان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کس طرح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ہو سکت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؟ بلا شبہ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ول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مذمت اور اسے متنبہ کرنے وال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مل سکت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 w:hint="eastAsia"/>
          <w:rtl/>
        </w:rPr>
        <w:t>بلکہ</w:t>
      </w:r>
      <w:r w:rsidRPr="00F96A4F">
        <w:rPr>
          <w:rFonts w:eastAsia="Calibri"/>
          <w:rtl/>
        </w:rPr>
        <w:t xml:space="preserve"> اس کے بر خلاف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وہ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جن کے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ول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اور ول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سوں</w:t>
      </w:r>
      <w:r w:rsidRPr="00F96A4F">
        <w:rPr>
          <w:rFonts w:eastAsia="Calibri"/>
          <w:rtl/>
        </w:rPr>
        <w:t xml:space="preserve">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کرتوتوں</w:t>
      </w:r>
      <w:r w:rsidRPr="00F96A4F">
        <w:rPr>
          <w:rFonts w:eastAsia="Calibri"/>
          <w:rtl/>
        </w:rPr>
        <w:t xml:space="preserve"> پر مہر تصد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/>
          <w:rtl/>
        </w:rPr>
        <w:t xml:space="preserve"> ثبت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دوسر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/>
          <w:rtl/>
        </w:rPr>
        <w:t xml:space="preserve">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بارہ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ہے جو بلا شبہ اس دور سے مربوط ہے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جب</w:t>
      </w:r>
      <w:r w:rsidR="00F96A4F" w:rsidRPr="00F96A4F">
        <w:rPr>
          <w:rFonts w:eastAsia="Calibri"/>
          <w:rtl/>
        </w:rPr>
        <w:t xml:space="preserve">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دربار خلافت سے وابستگ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کر چکا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عقوب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خ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5901D4">
        <w:rPr>
          <w:rFonts w:eastAsia="Calibri"/>
          <w:rtl/>
        </w:rPr>
        <w:t>لکھ</w:t>
      </w:r>
      <w:r w:rsidR="00F96A4F" w:rsidRPr="00F96A4F">
        <w:rPr>
          <w:rFonts w:eastAsia="Calibri"/>
          <w:rtl/>
        </w:rPr>
        <w:t>تا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ہے</w:t>
      </w:r>
      <w:r w:rsidR="00F96A4F" w:rsidRPr="00F96A4F">
        <w:rPr>
          <w:rFonts w:eastAsia="Calibri"/>
          <w:rtl/>
        </w:rPr>
        <w:t xml:space="preserve">: </w:t>
      </w:r>
      <w:r>
        <w:rPr>
          <w:rFonts w:eastAsia="Calibri"/>
          <w:rtl/>
        </w:rPr>
        <w:t>۔</w:t>
      </w:r>
    </w:p>
    <w:p w:rsidR="00EB204C" w:rsidRDefault="00EB204C" w:rsidP="005901D4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”ان</w:t>
      </w:r>
      <w:r w:rsidR="00F96A4F" w:rsidRPr="00E72EC1">
        <w:rPr>
          <w:rStyle w:val="libArabicChar"/>
          <w:rFonts w:eastAsia="Calibri"/>
          <w:rtl/>
        </w:rPr>
        <w:t xml:space="preserve"> الز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ر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نسب ال</w:t>
      </w:r>
      <w:r w:rsidR="00F96A4F" w:rsidRPr="00E72EC1">
        <w:rPr>
          <w:rStyle w:val="libArabicChar"/>
          <w:rFonts w:eastAsia="Calibri" w:hint="cs"/>
          <w:rtl/>
        </w:rPr>
        <w:t>یٰ</w:t>
      </w:r>
      <w:r w:rsidR="00F96A4F" w:rsidRPr="00E72EC1">
        <w:rPr>
          <w:rStyle w:val="libArabicChar"/>
          <w:rFonts w:eastAsia="Calibri"/>
          <w:rtl/>
        </w:rPr>
        <w:t xml:space="preserve"> رسول اللّٰ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(ص) ان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قال : لا تشدالرجال الا ال</w:t>
      </w:r>
      <w:r w:rsidR="00F96A4F" w:rsidRPr="00E72EC1">
        <w:rPr>
          <w:rStyle w:val="libArabicChar"/>
          <w:rFonts w:eastAsia="Calibri" w:hint="cs"/>
          <w:rtl/>
        </w:rPr>
        <w:t>یٰ</w:t>
      </w:r>
      <w:r w:rsidR="00F96A4F" w:rsidRPr="00E72EC1">
        <w:rPr>
          <w:rStyle w:val="libArabicChar"/>
          <w:rFonts w:eastAsia="Calibri"/>
          <w:rtl/>
        </w:rPr>
        <w:t xml:space="preserve"> ثلاث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مساجد</w:t>
      </w:r>
      <w:r w:rsidR="00F96A4F" w:rsidRPr="00E72EC1">
        <w:rPr>
          <w:rStyle w:val="libArabicChar"/>
          <w:rFonts w:eastAsia="Calibri"/>
          <w:rtl/>
        </w:rPr>
        <w:t xml:space="preserve"> : المسجد الحرام و مسجد المد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و المسجد الاقص</w:t>
      </w:r>
      <w:r w:rsidR="00F96A4F" w:rsidRPr="00E72EC1">
        <w:rPr>
          <w:rStyle w:val="libArabicChar"/>
          <w:rFonts w:eastAsia="Calibri" w:hint="cs"/>
          <w:rtl/>
        </w:rPr>
        <w:t>یٰ</w:t>
      </w:r>
      <w:r w:rsidR="00F96A4F" w:rsidRPr="00E72EC1">
        <w:rPr>
          <w:rStyle w:val="libArabicChar"/>
          <w:rFonts w:eastAsia="Calibri"/>
          <w:rtl/>
        </w:rPr>
        <w:t xml:space="preserve"> و ان الصخر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الت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وضع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“</w:t>
      </w:r>
      <w:r w:rsidR="00F96A4F" w:rsidRPr="00E72EC1">
        <w:rPr>
          <w:rStyle w:val="libArabicChar"/>
          <w:rFonts w:eastAsia="Calibri"/>
          <w:rtl/>
        </w:rPr>
        <w:t>رسول اللّٰ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قدم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عل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ا</w:t>
      </w:r>
      <w:r w:rsidR="00F96A4F" w:rsidRPr="00E72EC1">
        <w:rPr>
          <w:rStyle w:val="libArabicChar"/>
          <w:rFonts w:eastAsia="Calibri"/>
          <w:rtl/>
        </w:rPr>
        <w:t xml:space="preserve"> تقوم مقام الکعب</w:t>
      </w:r>
      <w:r w:rsidR="00AD79D1" w:rsidRPr="00AD79D1">
        <w:rPr>
          <w:rStyle w:val="libArabicChar"/>
          <w:rFonts w:eastAsia="Calibri" w:hint="cs"/>
          <w:rtl/>
        </w:rPr>
        <w:t>ة</w:t>
      </w:r>
      <w:r>
        <w:rPr>
          <w:rFonts w:eastAsia="Calibri"/>
          <w:rtl/>
        </w:rPr>
        <w:t xml:space="preserve"> </w:t>
      </w:r>
      <w:r w:rsidR="005901D4" w:rsidRPr="005901D4">
        <w:rPr>
          <w:rStyle w:val="libFootnotenumChar"/>
          <w:rFonts w:hint="cs"/>
          <w:rtl/>
        </w:rPr>
        <w:t>(</w:t>
      </w:r>
      <w:r w:rsidR="00BD6259" w:rsidRPr="00BD6259">
        <w:rPr>
          <w:rStyle w:val="libFootnotenumChar"/>
          <w:rtl/>
        </w:rPr>
        <w:t>4</w:t>
      </w:r>
      <w:r w:rsidR="00F96A4F" w:rsidRPr="005901D4">
        <w:rPr>
          <w:rStyle w:val="libFootnotenumChar"/>
          <w:rtl/>
        </w:rPr>
        <w:t xml:space="preserve"> </w:t>
      </w:r>
      <w:r w:rsidR="005901D4" w:rsidRPr="005901D4">
        <w:rPr>
          <w:rStyle w:val="libFootnotenumChar"/>
          <w:rFonts w:hint="cs"/>
          <w:rtl/>
        </w:rPr>
        <w:t>)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نے رسول خدا (ص)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نسبت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کہ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غمبر</w:t>
      </w:r>
      <w:r w:rsidR="00F96A4F" w:rsidRPr="00F96A4F">
        <w:rPr>
          <w:rFonts w:eastAsia="Calibri"/>
          <w:rtl/>
        </w:rPr>
        <w:t xml:space="preserve"> اسلام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/>
          <w:rtl/>
        </w:rPr>
        <w:t>(ص) نے فرما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: صاحبان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مان</w:t>
      </w:r>
      <w:r w:rsidR="00F96A4F" w:rsidRPr="00F96A4F">
        <w:rPr>
          <w:rFonts w:eastAsia="Calibri"/>
          <w:rtl/>
        </w:rPr>
        <w:t xml:space="preserve"> و تقدس سفر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کرتے مگر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کہ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مساجد</w:t>
      </w:r>
      <w:r w:rsidR="00F96A4F" w:rsidRPr="00F96A4F">
        <w:rPr>
          <w:rFonts w:eastAsia="Calibri"/>
          <w:rtl/>
        </w:rPr>
        <w:t xml:space="preserve"> ---- مسجد حرام ،مسجد مد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نہ</w:t>
      </w:r>
      <w:r w:rsidR="00F96A4F" w:rsidRPr="00F96A4F">
        <w:rPr>
          <w:rFonts w:eastAsia="Calibri"/>
          <w:rtl/>
        </w:rPr>
        <w:t xml:space="preserve"> اور مسجد اقص</w:t>
      </w:r>
      <w:r w:rsidR="00F96A4F" w:rsidRPr="00F96A4F">
        <w:rPr>
          <w:rFonts w:eastAsia="Calibri" w:hint="cs"/>
          <w:rtl/>
        </w:rPr>
        <w:t>یٰ</w:t>
      </w:r>
      <w:r w:rsidR="00F96A4F" w:rsidRPr="00F96A4F">
        <w:rPr>
          <w:rFonts w:eastAsia="Calibri"/>
          <w:rtl/>
        </w:rPr>
        <w:t xml:space="preserve"> ----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اور وہ پ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جس</w:t>
      </w:r>
      <w:r w:rsidR="00F96A4F" w:rsidRPr="00F96A4F">
        <w:rPr>
          <w:rFonts w:eastAsia="Calibri"/>
          <w:rtl/>
        </w:rPr>
        <w:t xml:space="preserve"> پر مسجد اقص</w:t>
      </w:r>
      <w:r w:rsidR="00F96A4F" w:rsidRPr="00F96A4F">
        <w:rPr>
          <w:rFonts w:eastAsia="Calibri" w:hint="cs"/>
          <w:rtl/>
        </w:rPr>
        <w:t>یٰ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،رسول خدا (ص)اپنا قدم (مبارک) رکہا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اس) پ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ر) کو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کعبہ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منزل حاصل ہے!!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/>
          <w:rtl/>
        </w:rPr>
        <w:t xml:space="preserve"> کا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آخر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ڻ</w:t>
      </w:r>
      <w:r w:rsidR="00F96A4F" w:rsidRPr="00F96A4F">
        <w:rPr>
          <w:rFonts w:eastAsia="Calibri" w:hint="eastAsia"/>
          <w:rtl/>
        </w:rPr>
        <w:t>کڑا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توجہ کا مرکز ہے جس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مسجد اقص</w:t>
      </w:r>
      <w:r w:rsidR="00F96A4F" w:rsidRPr="00F96A4F">
        <w:rPr>
          <w:rFonts w:eastAsia="Calibri" w:hint="cs"/>
          <w:rtl/>
        </w:rPr>
        <w:t>یٰ</w:t>
      </w:r>
      <w:r w:rsidR="00F96A4F" w:rsidRPr="00F96A4F">
        <w:rPr>
          <w:rFonts w:eastAsia="Calibri"/>
          <w:rtl/>
        </w:rPr>
        <w:t xml:space="preserve">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پ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ر کو کعبہ کا مقام عطا کرتے ہوئے اس کے لئے 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شرف و اہم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کا ذکر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جو کعبہ کو حاصل ہے </w:t>
      </w:r>
      <w:r>
        <w:rPr>
          <w:rFonts w:eastAsia="Calibri"/>
          <w:rtl/>
        </w:rPr>
        <w:t>۔</w:t>
      </w:r>
    </w:p>
    <w:p w:rsidR="005901D4" w:rsidRDefault="005901D4" w:rsidP="0074385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43852" w:rsidRDefault="00743852" w:rsidP="00743852">
      <w:pPr>
        <w:pStyle w:val="libFootnote0"/>
        <w:rPr>
          <w:rtl/>
        </w:rPr>
      </w:pPr>
      <w:r>
        <w:rPr>
          <w:rFonts w:hint="cs"/>
          <w:rtl/>
        </w:rPr>
        <w:t>(</w:t>
      </w:r>
      <w:r w:rsidR="00BD6259" w:rsidRPr="00BD6259">
        <w:rPr>
          <w:rtl/>
          <w:lang w:bidi="fa-IR"/>
        </w:rPr>
        <w:t>4</w:t>
      </w:r>
      <w:r>
        <w:rPr>
          <w:rFonts w:hint="cs"/>
          <w:rtl/>
          <w:lang w:bidi="fa-IR"/>
        </w:rPr>
        <w:t>)</w:t>
      </w:r>
      <w:r>
        <w:rPr>
          <w:rtl/>
        </w:rPr>
        <w:t>۔</w:t>
      </w:r>
      <w:r w:rsidRPr="00F96A4F">
        <w:rPr>
          <w:rtl/>
        </w:rPr>
        <w:t xml:space="preserve"> تار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خ</w:t>
      </w:r>
      <w:r w:rsidRPr="00F96A4F">
        <w:rPr>
          <w:rtl/>
        </w:rPr>
        <w:t xml:space="preserve">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عقوب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ج/ </w:t>
      </w:r>
      <w:r w:rsidR="00AD79D1" w:rsidRPr="00AD79D1">
        <w:rPr>
          <w:rFonts w:hint="cs"/>
          <w:rtl/>
        </w:rPr>
        <w:t>2</w:t>
      </w:r>
      <w:r w:rsidRPr="00F96A4F">
        <w:rPr>
          <w:rFonts w:hint="cs"/>
          <w:rtl/>
        </w:rPr>
        <w:t xml:space="preserve">ص/ </w:t>
      </w:r>
      <w:r w:rsidR="00AD79D1" w:rsidRPr="00AD79D1">
        <w:rPr>
          <w:rFonts w:hint="cs"/>
          <w:rtl/>
        </w:rPr>
        <w:t>8</w:t>
      </w:r>
      <w:r w:rsidRPr="00F96A4F">
        <w:rPr>
          <w:rFonts w:hint="cs"/>
          <w:rtl/>
        </w:rPr>
        <w:t xml:space="preserve"> ،نقل از کتاب “ دراسات من الصحی</w:t>
      </w:r>
      <w:r w:rsidRPr="00F96A4F">
        <w:rPr>
          <w:rFonts w:hint="eastAsia"/>
          <w:rtl/>
        </w:rPr>
        <w:t>ح</w:t>
      </w:r>
      <w:r w:rsidRPr="00F96A4F">
        <w:rPr>
          <w:rtl/>
        </w:rPr>
        <w:t xml:space="preserve"> و الکاف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“</w:t>
      </w:r>
    </w:p>
    <w:p w:rsidR="005901D4" w:rsidRDefault="005901D4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5901D4" w:rsidRPr="005901D4" w:rsidRDefault="005901D4" w:rsidP="005901D4">
      <w:pPr>
        <w:pStyle w:val="libNormal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/>
          <w:rtl/>
        </w:rPr>
        <w:t xml:space="preserve"> اس زمانے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جب عبداللہ بن زب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کعبہ پر مسلط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اور جب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CE6606">
        <w:rPr>
          <w:rFonts w:eastAsia="Calibri" w:hint="eastAsia"/>
          <w:rtl/>
        </w:rPr>
        <w:t>بھی</w:t>
      </w:r>
      <w:r w:rsidR="00F96A4F" w:rsidRPr="00F96A4F">
        <w:rPr>
          <w:rFonts w:eastAsia="Calibri"/>
          <w:rtl/>
        </w:rPr>
        <w:t xml:space="preserve"> لوگوں کے دل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حج (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عمرہ) کے لئے جانے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خواہش ہوت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وہ مجبور</w:t>
      </w:r>
      <w:r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 w:hint="eastAsia"/>
          <w:rtl/>
        </w:rPr>
        <w:t>ے</w:t>
      </w:r>
      <w:r w:rsidR="00F96A4F" w:rsidRPr="00F96A4F">
        <w:rPr>
          <w:rFonts w:eastAsia="Calibri"/>
          <w:rtl/>
        </w:rPr>
        <w:t xml:space="preserve"> کہ مکہ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----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علاقہ جو عبداللہ ابن زب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کے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نفوذ ہے ---- کچہ روز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بسر</w:t>
      </w:r>
      <w:r w:rsidR="00F96A4F" w:rsidRPr="00F96A4F">
        <w:rPr>
          <w:rFonts w:eastAsia="Calibri"/>
          <w:rtl/>
        </w:rPr>
        <w:t xml:space="preserve"> 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عبد اللہ ابن زب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کے لئے اپنے دشمنوں کے خلاف جن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عبد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الملک</w:t>
      </w:r>
      <w:r w:rsidR="00F96A4F" w:rsidRPr="00F96A4F">
        <w:rPr>
          <w:rFonts w:eastAsia="Calibri"/>
          <w:rtl/>
        </w:rPr>
        <w:t xml:space="preserve"> ابن مروان کا نام سر فہرست آتا ہے ،پروپ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گنڈہ</w:t>
      </w:r>
      <w:r w:rsidR="00F96A4F" w:rsidRPr="00F96A4F">
        <w:rPr>
          <w:rFonts w:eastAsia="Calibri"/>
          <w:rtl/>
        </w:rPr>
        <w:t xml:space="preserve"> کا سنہرہ موقع ہوتا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چوں کہ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عبد</w:t>
      </w:r>
      <w:r w:rsidR="00F96A4F" w:rsidRPr="00F96A4F">
        <w:rPr>
          <w:rFonts w:eastAsia="Calibri"/>
          <w:rtl/>
        </w:rPr>
        <w:t xml:space="preserve"> الملک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کوشش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کہ عوام ان پر وپ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گنڈوں</w:t>
      </w:r>
      <w:r w:rsidR="00F96A4F" w:rsidRPr="00F96A4F">
        <w:rPr>
          <w:rFonts w:eastAsia="Calibri"/>
          <w:rtl/>
        </w:rPr>
        <w:t xml:space="preserve"> سے متاثر نہ ہونے پائ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لہٰذا وہ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کا مکہ جانا پسند نہ کرتا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چنانچہ اس نے اس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بہتر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اور آسان 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راہ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کہ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/>
          <w:rtl/>
        </w:rPr>
        <w:t xml:space="preserve"> گڑہ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جائے جس کے تحت مسجد اقص</w:t>
      </w:r>
      <w:r w:rsidR="00F96A4F" w:rsidRPr="00F96A4F">
        <w:rPr>
          <w:rFonts w:eastAsia="Calibri" w:hint="cs"/>
          <w:rtl/>
        </w:rPr>
        <w:t>یٰ</w:t>
      </w:r>
      <w:r w:rsidR="00F96A4F" w:rsidRPr="00F96A4F">
        <w:rPr>
          <w:rFonts w:eastAsia="Calibri"/>
          <w:rtl/>
        </w:rPr>
        <w:t xml:space="preserve"> کو شرف و منزلت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مکہ اور مد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نہ</w:t>
      </w:r>
      <w:r w:rsidR="00F96A4F" w:rsidRPr="00F96A4F">
        <w:rPr>
          <w:rFonts w:eastAsia="Calibri"/>
          <w:rtl/>
        </w:rPr>
        <w:t xml:space="preserve"> کے برابر قرار دے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جائے حت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کہ وہ پ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ر جو مسجد اقص</w:t>
      </w:r>
      <w:r w:rsidR="00F96A4F" w:rsidRPr="00F96A4F">
        <w:rPr>
          <w:rFonts w:eastAsia="Calibri" w:hint="cs"/>
          <w:rtl/>
        </w:rPr>
        <w:t>یٰ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ہے</w:t>
      </w:r>
      <w:r w:rsidR="00F96A4F" w:rsidRPr="00F96A4F">
        <w:rPr>
          <w:rFonts w:eastAsia="Calibri"/>
          <w:rtl/>
        </w:rPr>
        <w:t xml:space="preserve"> کعبہ کے برابر شرف ومنزلت کا حامل ہو !حالانکہ ہم جانتے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اسلام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ثقافت 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اصطلاح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،دن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کا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خطہ کعبہ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قدر و منزلت کو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ںپہنچ</w:t>
      </w:r>
      <w:r w:rsidR="00F96A4F" w:rsidRPr="00F96A4F">
        <w:rPr>
          <w:rFonts w:eastAsia="Calibri"/>
          <w:rtl/>
        </w:rPr>
        <w:t xml:space="preserve"> سکتا اور دن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ر خانہ کعبہ کے پ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ر ---- حجر اسود ---- کا مقام حاصل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کر سکتا </w:t>
      </w:r>
      <w:r>
        <w:rPr>
          <w:rFonts w:eastAsia="Calibri"/>
          <w:rtl/>
        </w:rPr>
        <w:t>۔</w:t>
      </w:r>
    </w:p>
    <w:p w:rsidR="005901D4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اعتبار</w:t>
      </w:r>
      <w:r w:rsidRPr="00F96A4F">
        <w:rPr>
          <w:rFonts w:eastAsia="Calibri"/>
          <w:rtl/>
        </w:rPr>
        <w:t xml:space="preserve"> سے اس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/>
          <w:rtl/>
        </w:rPr>
        <w:t xml:space="preserve"> کے گڑہنے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حاجت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لئے پڑ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عوام کو خانہ کعبہ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منورہ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سامان سفر باندہنے سے منصرف کرکے فلسط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طرف</w:t>
      </w:r>
      <w:r w:rsidRPr="00F96A4F">
        <w:rPr>
          <w:rFonts w:eastAsia="Calibri"/>
          <w:rtl/>
        </w:rPr>
        <w:t xml:space="preserve"> جانے پر ابہارا جائے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کعبہ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غالبا عبد الملک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دربار</w:t>
      </w:r>
      <w:r w:rsidRPr="00F96A4F">
        <w:rPr>
          <w:rFonts w:eastAsia="Calibri"/>
          <w:rtl/>
        </w:rPr>
        <w:t xml:space="preserve"> کے خلاف پروپ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گنڈہ</w:t>
      </w:r>
      <w:r w:rsidRPr="00F96A4F">
        <w:rPr>
          <w:rFonts w:eastAsia="Calibri"/>
          <w:rtl/>
        </w:rPr>
        <w:t xml:space="preserve"> مہم کا مرکز رہا ہوگا اس کے برخلاف فلسط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شام کا ہ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جزو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اور وہاں عبدالملک کو پورا تسلط اور نفوذ حاصل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اب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جعل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عوام</w:t>
      </w:r>
      <w:r w:rsidRPr="00F96A4F">
        <w:rPr>
          <w:rFonts w:eastAsia="Calibri"/>
          <w:rtl/>
        </w:rPr>
        <w:t xml:space="preserve"> الناس پر کس حد تک اثر انداز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 کو اور اق تار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خ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تلاش کرنے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ضرورت</w:t>
      </w:r>
      <w:r w:rsidRPr="00F96A4F">
        <w:rPr>
          <w:rFonts w:eastAsia="Calibri"/>
          <w:rtl/>
        </w:rPr>
        <w:t xml:space="preserve"> ہے کہ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اتفاق رونما ہوا کہ لوگ مکہ جانے کے بجائے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المقدس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“ صخرہ”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ارت</w:t>
      </w:r>
      <w:r w:rsidRPr="00F96A4F">
        <w:rPr>
          <w:rFonts w:eastAsia="Calibri"/>
          <w:rtl/>
        </w:rPr>
        <w:t xml:space="preserve"> کے لئے گئے ہوں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خواب شرمندہ تعب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نہ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</w:t>
      </w:r>
      <w:r w:rsidRPr="00F96A4F">
        <w:rPr>
          <w:rFonts w:eastAsia="Calibri"/>
          <w:rtl/>
        </w:rPr>
        <w:t xml:space="preserve"> سکا ؟ بہر حال اگر ک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 طرح کا اتفاق ہوا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تو اس کا اصل مجرم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مجرم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محمد بن شہاب زہر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کو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>نا چاہئے جس نے اس طرح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/>
          <w:rtl/>
        </w:rPr>
        <w:t xml:space="preserve"> وضع کرکے عوام الناس کو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شک و شبہ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مبتلا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جب کہ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کا</w:t>
      </w:r>
      <w:r w:rsidRPr="00F96A4F">
        <w:rPr>
          <w:rFonts w:eastAsia="Calibri"/>
          <w:rtl/>
        </w:rPr>
        <w:t xml:space="preserve"> مقصد محض عبد الملک بن مروان کے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مقاصد کو تقو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پہنچانا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اب</w:t>
      </w:r>
      <w:r w:rsidR="00F96A4F" w:rsidRPr="00F96A4F">
        <w:rPr>
          <w:rFonts w:eastAsia="Calibri"/>
          <w:rtl/>
        </w:rPr>
        <w:t xml:space="preserve"> جب کہ محمد بن شہاب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در بار خلافت سے </w:t>
      </w:r>
      <w:r w:rsidR="00E72EC1" w:rsidRPr="00BD6259">
        <w:rPr>
          <w:rStyle w:val="libNormalChar"/>
          <w:rFonts w:eastAsia="Calibri"/>
          <w:rtl/>
        </w:rPr>
        <w:t>وابستہ</w:t>
      </w:r>
      <w:r w:rsidR="00F96A4F" w:rsidRPr="00F96A4F">
        <w:rPr>
          <w:rFonts w:eastAsia="Calibri"/>
          <w:rtl/>
        </w:rPr>
        <w:t xml:space="preserve"> ہو چکا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اس کے لئے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خاندان علو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متعلق تنظ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کے خلاف حد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گڑہنے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بہلا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باک ہو سکتا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</w:t>
      </w:r>
      <w:r>
        <w:rPr>
          <w:rFonts w:eastAsia="Calibri"/>
          <w:rtl/>
        </w:rPr>
        <w:t>۔</w:t>
      </w:r>
    </w:p>
    <w:p w:rsidR="005901D4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چنانچہ اس سلسلہ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مجہے دو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عبد الحس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شرف الد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مرحوم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کتاب </w:t>
      </w:r>
      <w:r w:rsidRPr="00E72EC1">
        <w:rPr>
          <w:rStyle w:val="libArabicChar"/>
          <w:rFonts w:eastAsia="Calibri"/>
          <w:rtl/>
        </w:rPr>
        <w:t>“ اجوب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مسائل جار الل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 xml:space="preserve"> ”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جن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محمد بن شہاب دعو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کرتا ہے کہ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المومن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“جبر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”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! اور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 (ص) سے استناد کرتے ہوئے کہتا ہے کہ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قرآن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</w:t>
      </w:r>
      <w:r w:rsidRPr="00E72EC1">
        <w:rPr>
          <w:rStyle w:val="libArabicChar"/>
          <w:rFonts w:eastAsia="Calibri"/>
          <w:rtl/>
        </w:rPr>
        <w:t>“ وکان الانسان اکثر ش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ئ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/>
          <w:rtl/>
        </w:rPr>
        <w:t xml:space="preserve"> جدلا ”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”انسان ” سے مراد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المومن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‘(الع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اذباللہ</w:t>
      </w:r>
      <w:r w:rsidRPr="00F96A4F">
        <w:rPr>
          <w:rFonts w:eastAsia="Calibri"/>
          <w:rtl/>
        </w:rPr>
        <w:t>)</w:t>
      </w:r>
      <w:r w:rsidR="00EB204C">
        <w:rPr>
          <w:rFonts w:eastAsia="Calibri"/>
          <w:rtl/>
        </w:rPr>
        <w:t>۔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دوسر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نقل کرتا ہے کہ 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الشہدا ء جناب حمزہ نے (معاذاللہ)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شراب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دونوںروا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برسر اقتدار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ولے</w:t>
      </w:r>
      <w:r w:rsidRPr="00F96A4F">
        <w:rPr>
          <w:rFonts w:eastAsia="Calibri"/>
          <w:rtl/>
        </w:rPr>
        <w:t xml:space="preserve"> بنو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اور ان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سربراہ</w:t>
      </w:r>
      <w:r w:rsidRPr="00F96A4F">
        <w:rPr>
          <w:rFonts w:eastAsia="Calibri"/>
          <w:rtl/>
        </w:rPr>
        <w:t xml:space="preserve"> عبد الملک بن مروان کو ائمہ ہد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کے مقابلہ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تقو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پہنچانے کے لئے گڑہ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تاکہ اس طرح خاندان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 (ص)کے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سلسل</w:t>
      </w:r>
      <w:r w:rsidRPr="00F96A4F">
        <w:rPr>
          <w:rFonts w:eastAsia="Calibri" w:hint="cs"/>
          <w:rtl/>
        </w:rPr>
        <w:t>ۃ</w:t>
      </w:r>
      <w:r w:rsidRPr="00F96A4F">
        <w:rPr>
          <w:rFonts w:eastAsia="Calibri"/>
          <w:rtl/>
        </w:rPr>
        <w:t xml:space="preserve"> الذہب کو جو امو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کے مقابلے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شہ</w:t>
      </w:r>
      <w:r w:rsidRPr="00F96A4F">
        <w:rPr>
          <w:rFonts w:eastAsia="Calibri"/>
          <w:rtl/>
        </w:rPr>
        <w:t xml:space="preserve"> ثابت قدم رہا ہے مسلمانوں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اعل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صف سے خارج کرد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ان کو اس طور پر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وہ احکام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اسلام</w:t>
      </w:r>
      <w:r w:rsidRPr="00F96A4F">
        <w:rPr>
          <w:rFonts w:eastAsia="Calibri"/>
          <w:rtl/>
        </w:rPr>
        <w:t xml:space="preserve"> سے لگاؤ اور اس پر عمل کے لحاظ سے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متوسط درجہ کے قاصر و عاص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انسان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بالکل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عوام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سطح کے حامل </w:t>
      </w:r>
      <w:r w:rsidR="00E72EC1"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اس سے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گئے گزرے افراد نظر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آئ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روا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دربار خلافت سے وابستگ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دوران محمد بن شہاب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صورت</w:t>
      </w:r>
      <w:r w:rsidR="00F96A4F" w:rsidRPr="00F96A4F">
        <w:rPr>
          <w:rFonts w:eastAsia="Calibri"/>
          <w:rtl/>
        </w:rPr>
        <w:t xml:space="preserve"> حال پر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روشن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ڈالت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،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اگر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مطالعہ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جائے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تو</w:t>
      </w:r>
      <w:r w:rsidR="00F96A4F" w:rsidRPr="00F96A4F">
        <w:rPr>
          <w:rFonts w:eastAsia="Calibri"/>
          <w:rtl/>
        </w:rPr>
        <w:t xml:space="preserve"> اس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سماج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پوز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شن</w:t>
      </w:r>
      <w:r w:rsidR="00F96A4F" w:rsidRPr="00F96A4F">
        <w:rPr>
          <w:rFonts w:eastAsia="Calibri"/>
          <w:rtl/>
        </w:rPr>
        <w:t xml:space="preserve"> کا مل طور پر مشخص ہو سکت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کو رجال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کتابوں کے حوالے کرتا ہوں جن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ںاس</w:t>
      </w:r>
      <w:r w:rsidR="00F96A4F" w:rsidRPr="00F96A4F">
        <w:rPr>
          <w:rFonts w:eastAsia="Calibri"/>
          <w:rtl/>
        </w:rPr>
        <w:t xml:space="preserve"> کے حالات تفص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درج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بہر</w:t>
      </w:r>
      <w:r w:rsidR="00F96A4F" w:rsidRPr="00F96A4F">
        <w:rPr>
          <w:rFonts w:eastAsia="Calibri"/>
          <w:rtl/>
        </w:rPr>
        <w:t xml:space="preserve"> حال !ا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شخص جو دربار خلافت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بہت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ادہ</w:t>
      </w:r>
      <w:r w:rsidR="00F96A4F" w:rsidRPr="00F96A4F">
        <w:rPr>
          <w:rFonts w:eastAsia="Calibri"/>
          <w:rtl/>
        </w:rPr>
        <w:t xml:space="preserve"> تقرب و منزلت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حامل</w:t>
      </w:r>
      <w:r w:rsidR="00F96A4F" w:rsidRPr="00F96A4F">
        <w:rPr>
          <w:rFonts w:eastAsia="Calibri"/>
          <w:rtl/>
        </w:rPr>
        <w:t xml:space="preserve"> ہے اور عوام کے افکار پر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پورے جاہ و جلال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مسلط ہے </w:t>
      </w:r>
      <w:r>
        <w:rPr>
          <w:rFonts w:eastAsia="Calibri"/>
          <w:rtl/>
        </w:rPr>
        <w:t>۔</w:t>
      </w:r>
    </w:p>
    <w:p w:rsidR="005901D4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1</w:t>
      </w:r>
      <w:r w:rsidRPr="00BD6259">
        <w:rPr>
          <w:rStyle w:val="libNormalChar"/>
          <w:rFonts w:eastAsia="Calibri" w:hint="cs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کے لئے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خطرناک وجود شمار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جائے گا اور اس کے سلسلے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دنداں شکن پال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کرنا فطر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بات ہے </w:t>
      </w:r>
      <w:r w:rsidR="00EB204C">
        <w:rPr>
          <w:rFonts w:eastAsia="Calibri"/>
          <w:rtl/>
        </w:rPr>
        <w:t>۔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چنانچہ</w:t>
      </w:r>
      <w:r w:rsidR="00F96A4F" w:rsidRPr="00F96A4F">
        <w:rPr>
          <w:rFonts w:eastAsia="Calibri"/>
          <w:rtl/>
        </w:rPr>
        <w:t xml:space="preserve"> اس شخص کے مقابلہ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الصلوٰ</w:t>
      </w:r>
      <w:r w:rsidR="00F96A4F" w:rsidRPr="00F96A4F">
        <w:rPr>
          <w:rFonts w:eastAsia="Calibri" w:hint="cs"/>
          <w:rtl/>
        </w:rPr>
        <w:t>ۃ</w:t>
      </w:r>
      <w:r w:rsidR="00F96A4F" w:rsidRPr="00F96A4F">
        <w:rPr>
          <w:rFonts w:eastAsia="Calibri"/>
          <w:rtl/>
        </w:rPr>
        <w:t xml:space="preserve"> و السلام نہا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سخت طر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قہ</w:t>
      </w:r>
      <w:r w:rsidR="00F96A4F" w:rsidRPr="00F96A4F">
        <w:rPr>
          <w:rFonts w:eastAsia="Calibri"/>
          <w:rtl/>
        </w:rPr>
        <w:t xml:space="preserve"> کا ر کا انتخاب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آپ (ع)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سخت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خط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منعکس نظر آت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 w:rsidR="00FC70B5">
        <w:rPr>
          <w:rFonts w:eastAsia="Calibri"/>
          <w:rtl/>
        </w:rPr>
        <w:t>البتہ</w:t>
      </w:r>
      <w:r w:rsidR="00F96A4F" w:rsidRPr="00F96A4F">
        <w:rPr>
          <w:rFonts w:eastAsia="Calibri"/>
          <w:rtl/>
        </w:rPr>
        <w:t xml:space="preserve"> ممکن ہے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فکرکرے کہ بہلا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خط کے ذر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کس</w:t>
      </w:r>
      <w:r w:rsidR="00F96A4F" w:rsidRPr="00F96A4F">
        <w:rPr>
          <w:rFonts w:eastAsia="Calibri"/>
          <w:rtl/>
        </w:rPr>
        <w:t xml:space="preserve"> حد تک حضرت (ع)کے طرز عمل کا تع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جاسکتا ہے </w:t>
      </w:r>
      <w:r w:rsidR="00FC70B5"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اس حق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نظر کہ اس خط کا لب و ل</w:t>
      </w:r>
      <w:r w:rsidR="00BB7236">
        <w:rPr>
          <w:rFonts w:eastAsia="Calibri"/>
          <w:rtl/>
        </w:rPr>
        <w:t>ہج</w:t>
      </w:r>
      <w:r w:rsidR="00F96A4F" w:rsidRPr="00F96A4F">
        <w:rPr>
          <w:rFonts w:eastAsia="Calibri"/>
          <w:rtl/>
        </w:rPr>
        <w:t>ہ خو دزہر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سلسلہ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اور اس طرح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بر</w:t>
      </w:r>
      <w:r w:rsidR="00F96A4F" w:rsidRPr="00F96A4F">
        <w:rPr>
          <w:rFonts w:eastAsia="Calibri"/>
          <w:rtl/>
        </w:rPr>
        <w:t xml:space="preserve"> سر اقتدار حکومت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خلاف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بہت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سخت اور شد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ہے اور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خط</w:t>
      </w:r>
      <w:r w:rsidR="00F96A4F" w:rsidRPr="00F96A4F">
        <w:rPr>
          <w:rFonts w:eastAsia="Calibri"/>
          <w:rtl/>
        </w:rPr>
        <w:t xml:space="preserve"> محمد بن شہاب تک محدودنہ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رہتا ،دوسروں کے ہا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پڑتا ہے اور </w:t>
      </w:r>
      <w:r w:rsidR="00FC70B5">
        <w:rPr>
          <w:rFonts w:eastAsia="Calibri"/>
          <w:rtl/>
        </w:rPr>
        <w:t>پھر</w:t>
      </w:r>
      <w:r>
        <w:rPr>
          <w:rFonts w:eastAsia="Calibri"/>
          <w:rtl/>
        </w:rPr>
        <w:t xml:space="preserve"> </w:t>
      </w:r>
      <w:r w:rsidR="008773C6">
        <w:rPr>
          <w:rFonts w:eastAsia="Calibri" w:hint="eastAsia"/>
          <w:rtl/>
        </w:rPr>
        <w:t xml:space="preserve">رفتہ </w:t>
      </w:r>
      <w:r w:rsidR="00F96A4F" w:rsidRPr="00F96A4F">
        <w:rPr>
          <w:rFonts w:eastAsia="Calibri"/>
          <w:rtl/>
        </w:rPr>
        <w:t xml:space="preserve"> </w:t>
      </w:r>
      <w:r w:rsidR="008773C6">
        <w:rPr>
          <w:rFonts w:eastAsia="Calibri"/>
          <w:rtl/>
        </w:rPr>
        <w:t xml:space="preserve">رفتہ 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زبان سے دوسر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زبان اور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منہ سے دوسرے منہ تک ہوتے ہوئے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شہ</w:t>
      </w:r>
      <w:r w:rsidR="00F96A4F" w:rsidRPr="00F96A4F">
        <w:rPr>
          <w:rFonts w:eastAsia="Calibri"/>
          <w:rtl/>
        </w:rPr>
        <w:t xml:space="preserve"> 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شہ</w:t>
      </w:r>
      <w:r w:rsidR="00F96A4F" w:rsidRPr="00F96A4F">
        <w:rPr>
          <w:rFonts w:eastAsia="Calibri"/>
          <w:rtl/>
        </w:rPr>
        <w:t xml:space="preserve"> کے لئے دامن تار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خ</w:t>
      </w:r>
      <w:r w:rsidR="00F96A4F" w:rsidRPr="00F96A4F">
        <w:rPr>
          <w:rFonts w:eastAsia="Calibri"/>
          <w:rtl/>
        </w:rPr>
        <w:t xml:space="preserve"> پہ ثبت ہو کر تار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خ</w:t>
      </w:r>
      <w:r w:rsidR="00F96A4F" w:rsidRPr="00F96A4F">
        <w:rPr>
          <w:rFonts w:eastAsia="Calibri"/>
          <w:rtl/>
        </w:rPr>
        <w:t xml:space="preserve">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جزوبن جاتا ہے اور آج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رہ</w:t>
      </w:r>
      <w:r w:rsidR="00F96A4F" w:rsidRPr="00F96A4F">
        <w:rPr>
          <w:rFonts w:eastAsia="Calibri"/>
          <w:rtl/>
        </w:rPr>
        <w:t xml:space="preserve"> سو سال گزر جانے کے بعد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ہم اس خط کے بارے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بحث کررہے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----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امور پہ توجہ کرنے کے بعد ---- ہم بہ آسان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سمجھ</w:t>
      </w:r>
      <w:r w:rsidR="00F96A4F" w:rsidRPr="00F96A4F">
        <w:rPr>
          <w:rFonts w:eastAsia="Calibri"/>
          <w:rtl/>
        </w:rPr>
        <w:t xml:space="preserve"> سکتے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خط زہر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نام نہاد علماء کے 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طان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تقدس پر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ضرب وارد کرتا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اس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خط</w:t>
      </w:r>
      <w:r w:rsidR="00F96A4F" w:rsidRPr="00F96A4F">
        <w:rPr>
          <w:rFonts w:eastAsia="Calibri"/>
          <w:rtl/>
        </w:rPr>
        <w:t xml:space="preserve"> کا اصل مخاطب محمد بن شہاب زہر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کن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زد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ج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تمام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ضم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فروش افراد کو لئے ہوئے ہے </w:t>
      </w:r>
      <w:r>
        <w:rPr>
          <w:rFonts w:eastAsia="Calibri"/>
          <w:rtl/>
        </w:rPr>
        <w:t>۔</w:t>
      </w:r>
    </w:p>
    <w:p w:rsidR="005901D4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ظاہر ہے جس وقت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خط مسلمانوں ،خصوصا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زمانے</w:t>
      </w:r>
      <w:r w:rsidRPr="00F96A4F">
        <w:rPr>
          <w:rFonts w:eastAsia="Calibri"/>
          <w:rtl/>
        </w:rPr>
        <w:t xml:space="preserve"> کے 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عوں</w:t>
      </w:r>
      <w:r w:rsidRPr="00F96A4F">
        <w:rPr>
          <w:rFonts w:eastAsia="Calibri"/>
          <w:rtl/>
        </w:rPr>
        <w:t xml:space="preserve"> کے 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ہوگا اور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سے دوسرے ہا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پہنچا ہوگا 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اس قسم کے دربار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افراد کے لئے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سخت بے اعتماد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ہوئ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اب</w:t>
      </w:r>
      <w:r w:rsidR="00F96A4F" w:rsidRPr="00F96A4F">
        <w:rPr>
          <w:rFonts w:eastAsia="Calibri"/>
          <w:rtl/>
        </w:rPr>
        <w:t xml:space="preserve"> ہم اس خط کے کچہ حصے نقل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>: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خط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ابتدا ء ان الفاظ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ہوت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: “کفانا اللّٰہ و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اک</w:t>
      </w:r>
      <w:r w:rsidR="00F96A4F" w:rsidRPr="00F96A4F">
        <w:rPr>
          <w:rFonts w:eastAsia="Calibri"/>
          <w:rtl/>
        </w:rPr>
        <w:t xml:space="preserve"> من الفتن ورحمک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من</w:t>
      </w:r>
      <w:r w:rsidR="00F96A4F" w:rsidRPr="00F96A4F">
        <w:rPr>
          <w:rFonts w:eastAsia="Calibri"/>
          <w:rtl/>
        </w:rPr>
        <w:t xml:space="preserve"> النار” خدا وند عالم 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تمہ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فتنوں سے محفوظ رکہے اور تم پر آتش جہنم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رحم کرے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دوسرے فقرے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صرف اس کو مورد خطاب قرار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فتنوں</w:t>
      </w:r>
      <w:r w:rsidRPr="00F96A4F">
        <w:rPr>
          <w:rFonts w:eastAsia="Calibri"/>
          <w:rtl/>
        </w:rPr>
        <w:t xml:space="preserve"> سے دو چار ہونا سب کے لئے ہے اور ممکن ہے خود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اعتبار سے دوچار ہوں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فتنہ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غرق ہونا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لئے ناممکن ہے اس کے بر خلاف زہر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فتنہ سے دو چار </w:t>
      </w:r>
      <w:r w:rsidR="00E72EC1"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فتنہ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غرق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دوسر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آتش جہنم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آسکت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لہٰذا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حضرت</w:t>
      </w:r>
      <w:r w:rsidRPr="00F96A4F">
        <w:rPr>
          <w:rFonts w:eastAsia="Calibri"/>
          <w:rtl/>
        </w:rPr>
        <w:t xml:space="preserve"> (ع) اس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نسبت محمد بن شہاب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خط کا آغاز ہ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لب و ل</w:t>
      </w:r>
      <w:r w:rsidR="00BB7236">
        <w:rPr>
          <w:rFonts w:eastAsia="Calibri"/>
          <w:rtl/>
        </w:rPr>
        <w:t>ہج</w:t>
      </w:r>
      <w:r w:rsidRPr="00F96A4F">
        <w:rPr>
          <w:rFonts w:eastAsia="Calibri"/>
          <w:rtl/>
        </w:rPr>
        <w:t>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جانا جو نہ صرف مخالفانہ </w:t>
      </w:r>
      <w:r w:rsidR="00E72EC1"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تحق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آم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ہو زہر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حضرت (ع)کے طرز عمل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خود دل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کے بعد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: “ فقد اصبحت بحال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نبغ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لمن عرفک بہا ان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رحمک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”تم</w:t>
      </w:r>
      <w:r w:rsidR="00F96A4F" w:rsidRPr="00F96A4F">
        <w:rPr>
          <w:rFonts w:eastAsia="Calibri"/>
          <w:rtl/>
        </w:rPr>
        <w:t xml:space="preserve"> اس منزل پر کہڑے ہو کہ جو شخص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تمہار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حالت کو </w:t>
      </w:r>
      <w:r w:rsidR="00E72EC1" w:rsidRPr="00BD6259">
        <w:rPr>
          <w:rStyle w:val="libNormalChar"/>
          <w:rFonts w:eastAsia="Calibri"/>
          <w:rtl/>
        </w:rPr>
        <w:t>سمجھ</w:t>
      </w:r>
      <w:r w:rsidR="00F96A4F" w:rsidRPr="00F96A4F">
        <w:rPr>
          <w:rFonts w:eastAsia="Calibri"/>
          <w:rtl/>
        </w:rPr>
        <w:t xml:space="preserve"> لے وہ تمہارے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حال</w:t>
      </w:r>
      <w:r w:rsidR="00F96A4F" w:rsidRPr="00F96A4F">
        <w:rPr>
          <w:rFonts w:eastAsia="Calibri"/>
          <w:rtl/>
        </w:rPr>
        <w:t xml:space="preserve"> زار پر رحم کرے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غور فرما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ئے</w:t>
      </w:r>
      <w:r w:rsidRPr="00F96A4F">
        <w:rPr>
          <w:rFonts w:eastAsia="Calibri"/>
          <w:rtl/>
        </w:rPr>
        <w:t xml:space="preserve">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کس شخص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سے خطاب ہے ؟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شخص سے خطاب ہے جس پر لوگ غبطہ کرتے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جس کا دربار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حکومت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بزرگ علمائے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شمار ہوتا ہے </w:t>
      </w:r>
      <w:r w:rsidR="00EB204C">
        <w:rPr>
          <w:rFonts w:eastAsia="Calibri"/>
          <w:rtl/>
        </w:rPr>
        <w:t>۔</w:t>
      </w:r>
    </w:p>
    <w:p w:rsidR="005901D4" w:rsidRDefault="00FC70B5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اس کو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قدر حق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و ناتواں 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ال</w:t>
      </w:r>
      <w:r w:rsidR="00F96A4F" w:rsidRPr="00F96A4F">
        <w:rPr>
          <w:rFonts w:eastAsia="Calibri"/>
          <w:rtl/>
        </w:rPr>
        <w:t xml:space="preserve"> کرتے ہوئے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: تو اس قابل ہے کہ جو لوگ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تجہے</w:t>
      </w:r>
      <w:r w:rsidR="00F96A4F" w:rsidRPr="00F96A4F">
        <w:rPr>
          <w:rFonts w:eastAsia="Calibri"/>
          <w:rtl/>
        </w:rPr>
        <w:t xml:space="preserve"> اس حال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،ت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رے</w:t>
      </w:r>
      <w:r w:rsidR="00F96A4F" w:rsidRPr="00F96A4F">
        <w:rPr>
          <w:rFonts w:eastAsia="Calibri"/>
          <w:rtl/>
        </w:rPr>
        <w:t xml:space="preserve"> حال پر رحم 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کے بعد اس کو مختلف الٰہ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نعمتوں سے نوازے جانے اور خدا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جانب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ہر طرح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حجت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تمام ہونے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اشارہ فرماتے ہوئے امام (ع) کہتے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“</w:t>
      </w:r>
      <w:r w:rsidR="00F96A4F" w:rsidRPr="00F96A4F">
        <w:rPr>
          <w:rFonts w:eastAsia="Calibri"/>
          <w:rtl/>
        </w:rPr>
        <w:t xml:space="preserve"> ان تمام نعمتوں کے باوجود جو تجہے خدا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جانب سے مل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تو خدا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حضور</w:t>
      </w:r>
      <w:r w:rsidR="00F96A4F" w:rsidRPr="00F96A4F">
        <w:rPr>
          <w:rFonts w:eastAsia="Calibri"/>
          <w:rtl/>
        </w:rPr>
        <w:t xml:space="preserve"> کہہ سکتا ہے کہ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طرح تونے ان نعمتوں کا شکر ادا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؟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” </w:t>
      </w:r>
      <w:r w:rsidR="00FC70B5">
        <w:rPr>
          <w:rFonts w:eastAsia="Calibri"/>
          <w:rtl/>
        </w:rPr>
        <w:t>پھر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قرآن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چند آ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توں</w:t>
      </w:r>
      <w:r w:rsidR="00F96A4F" w:rsidRPr="00F96A4F">
        <w:rPr>
          <w:rFonts w:eastAsia="Calibri"/>
          <w:rtl/>
        </w:rPr>
        <w:t xml:space="preserve"> کا ذکر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: خدا وند عالم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رے</w:t>
      </w:r>
      <w:r w:rsidR="00F96A4F" w:rsidRPr="00F96A4F">
        <w:rPr>
          <w:rFonts w:eastAsia="Calibri"/>
          <w:rtl/>
        </w:rPr>
        <w:t xml:space="preserve"> قصور و گناہ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ہر گز راض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ہو سکتا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کہ خدا وند عالم نے علماء پر فرض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کہ وہ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حقائق</w:t>
      </w:r>
      <w:r w:rsidR="00F96A4F" w:rsidRPr="00F96A4F">
        <w:rPr>
          <w:rFonts w:eastAsia="Calibri"/>
          <w:rtl/>
        </w:rPr>
        <w:t xml:space="preserve"> کو عوام الناس کے سامنے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کتمان حق سے کام نہ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:</w:t>
      </w:r>
      <w:r w:rsidR="00F96A4F" w:rsidRPr="00E72EC1">
        <w:rPr>
          <w:rStyle w:val="libArabicChar"/>
          <w:rFonts w:eastAsia="Calibri"/>
          <w:rtl/>
        </w:rPr>
        <w:t>“ لتب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نن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للناس</w:t>
      </w:r>
      <w:r w:rsidR="00F96A4F" w:rsidRPr="00E72EC1">
        <w:rPr>
          <w:rStyle w:val="libArabicChar"/>
          <w:rFonts w:eastAsia="Calibri"/>
          <w:rtl/>
        </w:rPr>
        <w:t xml:space="preserve"> ولا تکتمون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تمہ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کے بعد جس وقت امام خط کے اصل مطلب پر آتے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 محمد بن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شہاب</w:t>
      </w:r>
      <w:r w:rsidR="00F96A4F" w:rsidRPr="00F96A4F">
        <w:rPr>
          <w:rFonts w:eastAsia="Calibri"/>
          <w:rtl/>
        </w:rPr>
        <w:t xml:space="preserve"> کے حق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خط کا انداز اور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سخت ہو جاتا ہے :</w:t>
      </w:r>
      <w:r>
        <w:rPr>
          <w:rFonts w:eastAsia="Calibri"/>
          <w:rtl/>
        </w:rPr>
        <w:t>۔</w:t>
      </w:r>
    </w:p>
    <w:p w:rsidR="005901D4" w:rsidRDefault="00EB204C" w:rsidP="00AA6038">
      <w:pPr>
        <w:pStyle w:val="libNormal0"/>
        <w:rPr>
          <w:rFonts w:eastAsia="Calibri"/>
          <w:rtl/>
        </w:rPr>
      </w:pP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”واعلم</w:t>
      </w:r>
      <w:r w:rsidR="00F96A4F" w:rsidRPr="00E72EC1">
        <w:rPr>
          <w:rStyle w:val="libArabicChar"/>
          <w:rFonts w:eastAsia="Calibri"/>
          <w:rtl/>
        </w:rPr>
        <w:t xml:space="preserve"> ان ادن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ما کتمت واخف ما احتملت ان انست و حش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الظالم و س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لت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ل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E72EC1">
        <w:rPr>
          <w:rStyle w:val="libArabicChar"/>
          <w:rFonts w:eastAsia="Calibri"/>
          <w:rtl/>
        </w:rPr>
        <w:t xml:space="preserve"> طر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ق</w:t>
      </w:r>
      <w:r w:rsidR="00F96A4F" w:rsidRPr="00E72EC1">
        <w:rPr>
          <w:rStyle w:val="libArabicChar"/>
          <w:rFonts w:eastAsia="Calibri"/>
          <w:rtl/>
        </w:rPr>
        <w:t xml:space="preserve"> العزبد نوک من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ح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F96A4F" w:rsidRPr="00E72EC1">
        <w:rPr>
          <w:rStyle w:val="libArabicChar"/>
          <w:rFonts w:eastAsia="Calibri"/>
          <w:rtl/>
        </w:rPr>
        <w:t xml:space="preserve"> دنوت و اجابتک ل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ح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F96A4F" w:rsidRPr="00E72EC1">
        <w:rPr>
          <w:rStyle w:val="libArabicChar"/>
          <w:rFonts w:eastAsia="Calibri"/>
          <w:rtl/>
        </w:rPr>
        <w:t xml:space="preserve"> دع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ت“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رکہ! وہ معمول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جس کے سلسلہ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تونے کتمان سے کام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ہے</w:t>
      </w:r>
      <w:r w:rsidR="00F96A4F" w:rsidRPr="00F96A4F">
        <w:rPr>
          <w:rFonts w:eastAsia="Calibri"/>
          <w:rtl/>
        </w:rPr>
        <w:t xml:space="preserve"> اور وہ سبک 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بات جو تونے برداشت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ہے کہ ظالموں کے لئے جو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و</w:t>
      </w:r>
      <w:r w:rsidR="00F96A4F" w:rsidRPr="00F96A4F">
        <w:rPr>
          <w:rFonts w:eastAsia="Calibri"/>
          <w:rtl/>
        </w:rPr>
        <w:t xml:space="preserve"> حشت ناک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اس کو تونے راحت و انس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کا سامان بناکر ان کے لئے گمراہ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راستے مز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ہموار کر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ئے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اور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کام تونے محض ان کا تقرب حاصل ہوجانے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لئے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چنانچہ انہوں نے تجہ کو جب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(کس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امر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(دعوت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تو 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ہوگ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 xml:space="preserve">۔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حضرت (ع) اس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دربار حکومت و خلافت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قربت و وابستگ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کو</w:t>
      </w:r>
      <w:r w:rsidR="00F96A4F" w:rsidRPr="00F96A4F">
        <w:rPr>
          <w:rFonts w:eastAsia="Calibri"/>
          <w:rtl/>
        </w:rPr>
        <w:t xml:space="preserve"> اس طرح اس کے سامنے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گو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سر پہ تاز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انہ</w:t>
      </w:r>
      <w:r w:rsidR="00F96A4F" w:rsidRPr="00F96A4F">
        <w:rPr>
          <w:rFonts w:eastAsia="Calibri"/>
          <w:rtl/>
        </w:rPr>
        <w:t xml:space="preserve"> مار رہے ہوں</w:t>
      </w:r>
      <w:r>
        <w:rPr>
          <w:rFonts w:eastAsia="Calibri"/>
          <w:rtl/>
        </w:rPr>
        <w:t>۔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lastRenderedPageBreak/>
        <w:t>:</w:t>
      </w:r>
      <w:r w:rsidR="00EB204C">
        <w:rPr>
          <w:rFonts w:eastAsia="Calibri"/>
          <w:rtl/>
        </w:rPr>
        <w:t xml:space="preserve"> </w:t>
      </w:r>
      <w:r w:rsidRPr="00E72EC1">
        <w:rPr>
          <w:rStyle w:val="libArabicChar"/>
          <w:rFonts w:eastAsia="Calibri" w:hint="eastAsia"/>
          <w:rtl/>
        </w:rPr>
        <w:t>”انک</w:t>
      </w:r>
      <w:r w:rsidRPr="00E72EC1">
        <w:rPr>
          <w:rStyle w:val="libArabicChar"/>
          <w:rFonts w:eastAsia="Calibri"/>
          <w:rtl/>
        </w:rPr>
        <w:t xml:space="preserve"> اخذ ت مال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س</w:t>
      </w:r>
      <w:r w:rsidRPr="00E72EC1">
        <w:rPr>
          <w:rStyle w:val="libArabicChar"/>
          <w:rFonts w:eastAsia="Calibri"/>
          <w:rtl/>
        </w:rPr>
        <w:t xml:space="preserve"> لک ممن اعطاک“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لوگوں سے جو کچہ تجہ کو حاصل ہوا وہ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را</w:t>
      </w:r>
      <w:r w:rsidRPr="00F96A4F">
        <w:rPr>
          <w:rFonts w:eastAsia="Calibri"/>
          <w:rtl/>
        </w:rPr>
        <w:t xml:space="preserve"> حق نہ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تونے لے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”ودنوت</w:t>
      </w:r>
      <w:r w:rsidR="00F96A4F" w:rsidRPr="00E72EC1">
        <w:rPr>
          <w:rStyle w:val="libArabicChar"/>
          <w:rFonts w:eastAsia="Calibri"/>
          <w:rtl/>
        </w:rPr>
        <w:t xml:space="preserve"> ممن لم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رد</w:t>
      </w:r>
      <w:r w:rsidR="00F96A4F" w:rsidRPr="00E72EC1">
        <w:rPr>
          <w:rStyle w:val="libArabicChar"/>
          <w:rFonts w:eastAsia="Calibri"/>
          <w:rtl/>
        </w:rPr>
        <w:t xml:space="preserve"> عل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احد حقاو لم ترد باطلاح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F96A4F" w:rsidRPr="00E72EC1">
        <w:rPr>
          <w:rStyle w:val="libArabicChar"/>
          <w:rFonts w:eastAsia="Calibri"/>
          <w:rtl/>
        </w:rPr>
        <w:t xml:space="preserve"> ادناک 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اور</w:t>
      </w:r>
      <w:r w:rsidR="00F96A4F" w:rsidRPr="00F96A4F">
        <w:rPr>
          <w:rFonts w:eastAsia="Calibri"/>
          <w:rtl/>
        </w:rPr>
        <w:t xml:space="preserve"> توا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شخص کے 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ہو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جس نے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حق واپس نہ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(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خل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فہ</w:t>
      </w:r>
      <w:r w:rsidR="00F96A4F" w:rsidRPr="00F96A4F">
        <w:rPr>
          <w:rFonts w:eastAsia="Calibri"/>
          <w:rtl/>
        </w:rPr>
        <w:t xml:space="preserve"> ستمگر) اور جب اس نے تجہ کو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قربت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جگہ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تو تونے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="00F96A4F" w:rsidRPr="00F96A4F">
        <w:rPr>
          <w:rFonts w:eastAsia="Calibri"/>
          <w:rtl/>
        </w:rPr>
        <w:t xml:space="preserve"> باطل اس سے دور نہ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تو بہانہ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بنا سکتا کہ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لئے قر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بہوا</w:t>
      </w:r>
      <w:r w:rsidR="00EB204C"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کہ احقاق حق اور البطال باطل کر سکوں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تو جس وقت سے اس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سا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/>
          <w:rtl/>
        </w:rPr>
        <w:t xml:space="preserve"> ہے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امر باطل کا خاتمہ نہ کر سکا جب کہ اس کادربار سراسر باطل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معمور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”واحببت</w:t>
      </w:r>
      <w:r w:rsidR="00F96A4F" w:rsidRPr="00E72EC1">
        <w:rPr>
          <w:rStyle w:val="libArabicChar"/>
          <w:rFonts w:eastAsia="Calibri"/>
          <w:rtl/>
        </w:rPr>
        <w:t xml:space="preserve"> من عاد اللّٰ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”</w:t>
      </w:r>
      <w:r w:rsidR="00F96A4F" w:rsidRPr="00F96A4F">
        <w:rPr>
          <w:rFonts w:eastAsia="Calibri"/>
          <w:rtl/>
        </w:rPr>
        <w:t xml:space="preserve"> تونے دشمن خدا کو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دوست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لئے منتخب کر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3C3273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اس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نامہ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(ع) کا وہ جملہ جو ذہن کو سب سے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ج</w:t>
      </w:r>
      <w:r w:rsidR="003C3273">
        <w:rPr>
          <w:rFonts w:eastAsia="Calibri" w:hint="cs"/>
          <w:rtl/>
        </w:rPr>
        <w:t>ھ</w:t>
      </w:r>
      <w:r w:rsidRPr="00F96A4F">
        <w:rPr>
          <w:rFonts w:eastAsia="Calibri"/>
          <w:rtl/>
        </w:rPr>
        <w:t>نج</w:t>
      </w:r>
      <w:r w:rsidR="003C3273">
        <w:rPr>
          <w:rFonts w:eastAsia="Calibri" w:hint="cs"/>
          <w:rtl/>
        </w:rPr>
        <w:t>ھ</w:t>
      </w:r>
      <w:r w:rsidRPr="00F96A4F">
        <w:rPr>
          <w:rFonts w:eastAsia="Calibri"/>
          <w:rtl/>
        </w:rPr>
        <w:t>وڑتا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ہے کہ امام فرماتے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:</w:t>
      </w:r>
      <w:r w:rsidR="00EB204C">
        <w:rPr>
          <w:rFonts w:eastAsia="Calibri"/>
          <w:rtl/>
        </w:rPr>
        <w:t>۔</w:t>
      </w:r>
    </w:p>
    <w:p w:rsidR="005901D4" w:rsidRDefault="00EB204C" w:rsidP="00BB7236">
      <w:pPr>
        <w:pStyle w:val="libNormal0"/>
        <w:rPr>
          <w:rFonts w:eastAsia="Calibri"/>
          <w:rtl/>
        </w:rPr>
      </w:pP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”او</w:t>
      </w:r>
      <w:r w:rsidR="00F96A4F" w:rsidRPr="00E72EC1">
        <w:rPr>
          <w:rStyle w:val="libArabicChar"/>
          <w:rFonts w:eastAsia="Calibri"/>
          <w:rtl/>
        </w:rPr>
        <w:t xml:space="preserve"> 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س</w:t>
      </w:r>
      <w:r w:rsidR="00F96A4F" w:rsidRPr="00E72EC1">
        <w:rPr>
          <w:rStyle w:val="libArabicChar"/>
          <w:rFonts w:eastAsia="Calibri"/>
          <w:rtl/>
        </w:rPr>
        <w:t xml:space="preserve"> بدعا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E72EC1">
        <w:rPr>
          <w:rStyle w:val="libArabicChar"/>
          <w:rFonts w:eastAsia="Calibri"/>
          <w:rtl/>
        </w:rPr>
        <w:t xml:space="preserve"> ا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اک</w:t>
      </w:r>
      <w:r w:rsidR="00F96A4F" w:rsidRPr="00E72EC1">
        <w:rPr>
          <w:rStyle w:val="libArabicChar"/>
          <w:rFonts w:eastAsia="Calibri"/>
          <w:rtl/>
        </w:rPr>
        <w:t xml:space="preserve"> ----ح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="00F96A4F" w:rsidRPr="00E72EC1">
        <w:rPr>
          <w:rStyle w:val="libArabicChar"/>
          <w:rFonts w:eastAsia="Calibri"/>
          <w:rtl/>
        </w:rPr>
        <w:t xml:space="preserve"> دعاک ---- جعلوک قطباً اداروابک رح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مظالم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وجسر</w:t>
      </w:r>
      <w:r w:rsidR="00F96A4F" w:rsidRPr="00E72EC1">
        <w:rPr>
          <w:rStyle w:val="libArabicChar"/>
          <w:rFonts w:eastAsia="Calibri"/>
          <w:rtl/>
        </w:rPr>
        <w:t xml:space="preserve"> ا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عبرون</w:t>
      </w:r>
      <w:r w:rsidR="00F96A4F" w:rsidRPr="00E72EC1">
        <w:rPr>
          <w:rStyle w:val="libArabicChar"/>
          <w:rFonts w:eastAsia="Calibri"/>
          <w:rtl/>
        </w:rPr>
        <w:t xml:space="preserve"> عل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E72EC1">
        <w:rPr>
          <w:rStyle w:val="libArabicChar"/>
          <w:rFonts w:eastAsia="Calibri"/>
          <w:rtl/>
        </w:rPr>
        <w:t xml:space="preserve"> ال</w:t>
      </w:r>
      <w:r w:rsidR="00F96A4F" w:rsidRPr="00E72EC1">
        <w:rPr>
          <w:rStyle w:val="libArabicChar"/>
          <w:rFonts w:eastAsia="Calibri" w:hint="cs"/>
          <w:rtl/>
        </w:rPr>
        <w:t>یٰ</w:t>
      </w:r>
      <w:r w:rsidR="00F96A4F" w:rsidRPr="00E72EC1">
        <w:rPr>
          <w:rStyle w:val="libArabicChar"/>
          <w:rFonts w:eastAsia="Calibri"/>
          <w:rtl/>
        </w:rPr>
        <w:t xml:space="preserve"> بلا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ا</w:t>
      </w:r>
      <w:r w:rsidR="00F96A4F" w:rsidRPr="00E72EC1">
        <w:rPr>
          <w:rStyle w:val="libArabicChar"/>
          <w:rFonts w:eastAsia="Calibri"/>
          <w:rtl/>
        </w:rPr>
        <w:t xml:space="preserve"> 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 و سلما ال</w:t>
      </w:r>
      <w:r w:rsidR="00F96A4F" w:rsidRPr="00E72EC1">
        <w:rPr>
          <w:rStyle w:val="libArabicChar"/>
          <w:rFonts w:eastAsia="Calibri" w:hint="cs"/>
          <w:rtl/>
        </w:rPr>
        <w:t>یٰ</w:t>
      </w:r>
      <w:r w:rsidR="00F96A4F" w:rsidRPr="00E72EC1">
        <w:rPr>
          <w:rStyle w:val="libArabicChar"/>
          <w:rFonts w:eastAsia="Calibri"/>
          <w:rtl/>
        </w:rPr>
        <w:t xml:space="preserve"> ضلال</w:t>
      </w:r>
      <w:r w:rsidR="00BB7236" w:rsidRPr="00E72EC1">
        <w:rPr>
          <w:rStyle w:val="libArabicChar"/>
          <w:rFonts w:eastAsia="Calibri"/>
          <w:rtl/>
        </w:rPr>
        <w:t>ت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E72EC1">
        <w:rPr>
          <w:rStyle w:val="libArabicChar"/>
          <w:rFonts w:eastAsia="Calibri"/>
          <w:rtl/>
        </w:rPr>
        <w:t>م د اع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ا</w:t>
      </w:r>
      <w:r w:rsidR="00F96A4F" w:rsidRPr="00E72EC1">
        <w:rPr>
          <w:rStyle w:val="libArabicChar"/>
          <w:rFonts w:eastAsia="Calibri"/>
          <w:rtl/>
        </w:rPr>
        <w:t xml:space="preserve"> ال</w:t>
      </w:r>
      <w:r w:rsidR="00F96A4F" w:rsidRPr="00E72EC1">
        <w:rPr>
          <w:rStyle w:val="libArabicChar"/>
          <w:rFonts w:eastAsia="Calibri" w:hint="cs"/>
          <w:rtl/>
        </w:rPr>
        <w:t>یٰ</w:t>
      </w:r>
      <w:r w:rsidR="00F96A4F" w:rsidRPr="00E72EC1">
        <w:rPr>
          <w:rStyle w:val="libArabicChar"/>
          <w:rFonts w:eastAsia="Calibri"/>
          <w:rtl/>
        </w:rPr>
        <w:t xml:space="preserve"> غ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</w:t>
      </w:r>
      <w:r w:rsidR="00F96A4F" w:rsidRPr="00E72EC1">
        <w:rPr>
          <w:rStyle w:val="libArabicChar"/>
          <w:rFonts w:eastAsia="Calibri"/>
          <w:rtl/>
        </w:rPr>
        <w:t xml:space="preserve"> سالکا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سب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ل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</w:t>
      </w:r>
      <w:r w:rsidR="00F96A4F"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دخلون</w:t>
      </w:r>
      <w:r w:rsidR="00F96A4F" w:rsidRPr="00E72EC1">
        <w:rPr>
          <w:rStyle w:val="libArabicChar"/>
          <w:rFonts w:eastAsia="Calibri"/>
          <w:rtl/>
        </w:rPr>
        <w:t xml:space="preserve"> بک الشک عل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العلماء و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قتا</w:t>
      </w:r>
      <w:r w:rsidR="00F96A4F" w:rsidRPr="00E72EC1">
        <w:rPr>
          <w:rStyle w:val="libArabicChar"/>
          <w:rFonts w:eastAsia="Calibri"/>
          <w:rtl/>
        </w:rPr>
        <w:t xml:space="preserve"> دون بک قلوب الج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ال ال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</w:t>
      </w:r>
      <w:r w:rsidR="00F96A4F" w:rsidRPr="00E72EC1">
        <w:rPr>
          <w:rStyle w:val="libArabicChar"/>
          <w:rFonts w:eastAsia="Calibri"/>
          <w:rtl/>
        </w:rPr>
        <w:t xml:space="preserve"> 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آ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ہے اور تو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جانتا کہ انہوں نے جب تجہ کو خود سے 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کر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تو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رے</w:t>
      </w:r>
      <w:r w:rsidR="00F96A4F" w:rsidRPr="00F96A4F">
        <w:rPr>
          <w:rFonts w:eastAsia="Calibri"/>
          <w:rtl/>
        </w:rPr>
        <w:t xml:space="preserve"> وجود کو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قطب اور محور بنا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جس کے گرد مظالم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چک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گردش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کرت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رہے اور تجہ کو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 w:rsidR="00F96A4F" w:rsidRPr="00F96A4F">
        <w:rPr>
          <w:rFonts w:eastAsia="Calibri"/>
          <w:rtl/>
        </w:rPr>
        <w:t xml:space="preserve"> پل قرار دے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5901D4" w:rsidRDefault="005901D4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جس سے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تمام غلط کار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کاردان</w:t>
      </w:r>
      <w:r w:rsidRPr="00F96A4F">
        <w:rPr>
          <w:rFonts w:eastAsia="Calibri"/>
          <w:rtl/>
        </w:rPr>
        <w:t xml:space="preserve"> عبور کرتے رہتے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انہوں نے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ڑہ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تعم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جو انہ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ذلت و گمراہ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تک پہنچنے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سہارا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تو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گمراہ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دعوت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والا اور ان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راہ پر چلنے والا بن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انہوں نے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رے</w:t>
      </w:r>
      <w:r w:rsidRPr="00F96A4F">
        <w:rPr>
          <w:rFonts w:eastAsia="Calibri"/>
          <w:rtl/>
        </w:rPr>
        <w:t xml:space="preserve">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Pr="00F96A4F">
        <w:rPr>
          <w:rFonts w:eastAsia="Calibri"/>
          <w:rtl/>
        </w:rPr>
        <w:t xml:space="preserve"> علماء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شک و شبہ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فضا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جاہلوں کے قلوب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جانب جذب کرلئے</w:t>
      </w:r>
      <w:r w:rsidR="00EB204C">
        <w:rPr>
          <w:rFonts w:eastAsia="Calibri"/>
          <w:rtl/>
        </w:rPr>
        <w:t xml:space="preserve"> 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تو علما کے اندر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شک و شبہ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کرنے کا سبب بنا کہ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حرج ہے کہ ہم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دربار حکومت سے </w:t>
      </w:r>
      <w:r w:rsidR="00E72EC1" w:rsidRPr="00BD6259">
        <w:rPr>
          <w:rStyle w:val="libNormalChar"/>
          <w:rFonts w:eastAsia="Calibri"/>
          <w:rtl/>
        </w:rPr>
        <w:t>وابستہ</w:t>
      </w:r>
      <w:r w:rsidRPr="00F96A4F">
        <w:rPr>
          <w:rFonts w:eastAsia="Calibri"/>
          <w:rtl/>
        </w:rPr>
        <w:t xml:space="preserve"> ہو جائ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؟ </w:t>
      </w:r>
      <w:r w:rsidR="00E72EC1"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بعض اس دہوکے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گئے (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کے علاوہ ) تو اس بات کا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سبب بنا کہ جہلاء بڑے اطم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نان</w:t>
      </w:r>
      <w:r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خلفا ء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مائل اور ان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جذب ہوگئے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 کے بعد حضرت (ع) فرماتے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>: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”فلم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بلغ</w:t>
      </w:r>
      <w:r w:rsidRPr="00F96A4F">
        <w:rPr>
          <w:rFonts w:eastAsia="Calibri"/>
          <w:rtl/>
        </w:rPr>
        <w:t xml:space="preserve"> اخص و زر</w:t>
      </w:r>
      <w:r w:rsidR="00BB7236">
        <w:rPr>
          <w:rFonts w:eastAsia="Calibri"/>
          <w:rtl/>
        </w:rPr>
        <w:t>ہ</w:t>
      </w:r>
      <w:r w:rsidRPr="00F96A4F">
        <w:rPr>
          <w:rFonts w:eastAsia="Calibri"/>
          <w:rtl/>
        </w:rPr>
        <w:t>م ولا اقو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اعوانہم الا دون ما بلغت من اصلاح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فسادہم“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کے نزد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وزراء اور زبردست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احباب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اس طرح مدد نہ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</w:t>
      </w:r>
      <w:r w:rsidRPr="00F96A4F">
        <w:rPr>
          <w:rFonts w:eastAsia="Calibri"/>
          <w:rtl/>
        </w:rPr>
        <w:t xml:space="preserve"> سکے جس طرح تونے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برئ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کو عوام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نظروں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اچہا بناکر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کرکے</w:t>
      </w:r>
      <w:r w:rsidRPr="00F96A4F">
        <w:rPr>
          <w:rFonts w:eastAsia="Calibri"/>
          <w:rtl/>
        </w:rPr>
        <w:t xml:space="preserve"> مدد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5901D4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خط لب ول</w:t>
      </w:r>
      <w:r w:rsidR="00BB7236">
        <w:rPr>
          <w:rFonts w:eastAsia="Calibri"/>
          <w:rtl/>
        </w:rPr>
        <w:t>ہج</w:t>
      </w:r>
      <w:r w:rsidR="00F96A4F" w:rsidRPr="00F96A4F">
        <w:rPr>
          <w:rFonts w:eastAsia="Calibri"/>
          <w:rtl/>
        </w:rPr>
        <w:t>ہ کے اعتبار سے نہا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سخت اور مضام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کے لحاظ سے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بڑ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اہم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کا حامل ہے </w:t>
      </w:r>
      <w:r>
        <w:rPr>
          <w:rFonts w:eastAsia="Calibri"/>
          <w:rtl/>
        </w:rPr>
        <w:t>۔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اس خط کے ذر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قدرت و اقتدار اور اجتماع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زمام و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کے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سا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پروان چڑہنے وال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 فکر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اقتدار اور زمامدار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لہر کو ذل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و رسوا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وہ لوگ جو دربار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روابط استوار کرنے کے خواب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/>
          <w:rtl/>
        </w:rPr>
        <w:t xml:space="preserve"> رہے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اڑگئ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وہ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معاشرہ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سوال بن کر رہ گئے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سوال جو 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شہ</w:t>
      </w:r>
      <w:r w:rsidRPr="00F96A4F">
        <w:rPr>
          <w:rFonts w:eastAsia="Calibri"/>
          <w:rtl/>
        </w:rPr>
        <w:t xml:space="preserve"> کے لئے اسلام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در</w:t>
      </w:r>
      <w:r w:rsidRPr="00F96A4F">
        <w:rPr>
          <w:rFonts w:eastAsia="Calibri"/>
          <w:rtl/>
        </w:rPr>
        <w:t xml:space="preserve"> و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وار</w:t>
      </w:r>
      <w:r w:rsidRPr="00F96A4F">
        <w:rPr>
          <w:rFonts w:eastAsia="Calibri"/>
          <w:rtl/>
        </w:rPr>
        <w:t xml:space="preserve"> پہ ثبت ہو کر رہ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 وقت کا معاشرہ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 سوال سے دو چار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خ</w:t>
      </w:r>
      <w:r w:rsidRPr="00F96A4F">
        <w:rPr>
          <w:rFonts w:eastAsia="Calibri"/>
          <w:rtl/>
        </w:rPr>
        <w:t xml:space="preserve"> کے ہر دور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سوال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جگہ بر قرار رہے گا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نظر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اہم پہلو ہے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مجہے</w:t>
      </w:r>
      <w:r w:rsidR="00F96A4F" w:rsidRPr="00F96A4F">
        <w:rPr>
          <w:rFonts w:eastAsia="Calibri"/>
          <w:rtl/>
        </w:rPr>
        <w:t xml:space="preserve"> محسوس ہوتا ہے کہ حضرت (ع) نے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جد جہد محض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محدود طبقہ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علم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ترب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کرنے تک محدود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رکہ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بلکہ</w:t>
      </w:r>
      <w:r w:rsidR="00F96A4F" w:rsidRPr="00F96A4F">
        <w:rPr>
          <w:rFonts w:eastAsia="Calibri"/>
          <w:rtl/>
        </w:rPr>
        <w:t xml:space="preserve"> 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تک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مانے</w:t>
      </w:r>
      <w:r w:rsidR="00F96A4F" w:rsidRPr="00F96A4F">
        <w:rPr>
          <w:rFonts w:eastAsia="Calibri"/>
          <w:rtl/>
        </w:rPr>
        <w:t xml:space="preserve"> پر حصہ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رہے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دان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اور رخ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ہے جو شعرو شاعر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مربوط ہے اور انشاء اللہ اس پر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آگے</w:t>
      </w:r>
      <w:r w:rsidRPr="00F96A4F">
        <w:rPr>
          <w:rFonts w:eastAsia="Calibri"/>
          <w:rtl/>
        </w:rPr>
        <w:t xml:space="preserve"> بحث ہو ہوگ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797497" w:rsidRDefault="00EB204C" w:rsidP="00797497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اہم پہلو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ہے کہ آ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ہست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ارباب خلافت اور ان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مش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سے متعرض ہو 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ں؟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گزش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/>
          <w:rtl/>
        </w:rPr>
        <w:t xml:space="preserve"> مباحث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موضوع پر اختصار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روشن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ڈال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 چک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ذرا</w:t>
      </w:r>
      <w:r w:rsidR="00F96A4F" w:rsidRPr="00F96A4F">
        <w:rPr>
          <w:rFonts w:eastAsia="Calibri"/>
          <w:rtl/>
        </w:rPr>
        <w:t xml:space="preserve"> تفص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اور وضاحت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ہم اس پہلو کا جائزہ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چاہتے </w:t>
      </w:r>
    </w:p>
    <w:p w:rsidR="00797497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>: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797497" w:rsidRDefault="00797497" w:rsidP="00797497">
      <w:pPr>
        <w:pStyle w:val="Heading1Center"/>
        <w:rPr>
          <w:rFonts w:eastAsia="Calibri"/>
          <w:rtl/>
        </w:rPr>
      </w:pPr>
    </w:p>
    <w:p w:rsidR="00797497" w:rsidRDefault="00797497" w:rsidP="00797497">
      <w:pPr>
        <w:pStyle w:val="Heading1Center"/>
        <w:rPr>
          <w:rFonts w:eastAsia="Calibri"/>
          <w:rtl/>
        </w:rPr>
      </w:pPr>
      <w:bookmarkStart w:id="19" w:name="_Toc426016874"/>
      <w:r w:rsidRPr="00F96A4F">
        <w:rPr>
          <w:rFonts w:eastAsia="Calibri" w:hint="eastAsia"/>
          <w:rtl/>
        </w:rPr>
        <w:t>ائمہ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کے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سرے</w:t>
      </w:r>
      <w:r w:rsidRPr="00F96A4F">
        <w:rPr>
          <w:rFonts w:eastAsia="Calibri"/>
          <w:rtl/>
        </w:rPr>
        <w:t xml:space="preserve"> مرحلہ کے آغاز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حکمت عمل</w:t>
      </w:r>
      <w:r w:rsidRPr="00F96A4F">
        <w:rPr>
          <w:rFonts w:eastAsia="Calibri" w:hint="cs"/>
          <w:rtl/>
        </w:rPr>
        <w:t>ی</w:t>
      </w:r>
      <w:bookmarkEnd w:id="19"/>
      <w:r>
        <w:rPr>
          <w:rFonts w:eastAsia="Calibri"/>
          <w:rtl/>
        </w:rPr>
        <w:t xml:space="preserve"> </w:t>
      </w:r>
    </w:p>
    <w:p w:rsidR="005901D4" w:rsidRDefault="00797497" w:rsidP="00797497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جہاں</w:t>
      </w:r>
      <w:r w:rsidRPr="00F96A4F">
        <w:rPr>
          <w:rFonts w:eastAsia="Calibri"/>
          <w:rtl/>
        </w:rPr>
        <w:t xml:space="preserve"> تک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نے مطالعہ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</w:t>
      </w:r>
    </w:p>
    <w:p w:rsidR="005901D4" w:rsidRDefault="00F96A4F" w:rsidP="00AA6038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ادداشت</w:t>
      </w:r>
      <w:r w:rsidRPr="00F96A4F">
        <w:rPr>
          <w:rFonts w:eastAsia="Calibri"/>
          <w:rtl/>
        </w:rPr>
        <w:t xml:space="preserve"> کا سوال ہے مجہے حضرت 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موقع </w:t>
      </w:r>
      <w:r w:rsidR="00CE6606">
        <w:rPr>
          <w:rFonts w:eastAsia="Calibri"/>
          <w:rtl/>
        </w:rPr>
        <w:t>بھی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نہ مل سکا جہاں حکومت سے آپ (ع) نے اس طرح سے صر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طور پر تعرض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ہو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کہ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گر</w:t>
      </w:r>
      <w:r w:rsidRPr="00F96A4F">
        <w:rPr>
          <w:rFonts w:eastAsia="Calibri"/>
          <w:rtl/>
        </w:rPr>
        <w:t xml:space="preserve"> ائمہ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مثلا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کے دور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جعفر صادق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بعد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موس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کاظم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نظر آتا ہے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>اور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وجہ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ظاہر ہے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ائمہ معصوم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امامت اور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کے وہ چار ادوار جس کے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سرے</w:t>
      </w:r>
      <w:r w:rsidRPr="00F96A4F">
        <w:rPr>
          <w:rFonts w:eastAsia="Calibri"/>
          <w:rtl/>
        </w:rPr>
        <w:t xml:space="preserve"> مرحلہ کا آغاز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ہوتا ہے اگر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مرحلہ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خلافت سے تعرض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شروع</w:t>
      </w:r>
      <w:r w:rsidRPr="00F96A4F">
        <w:rPr>
          <w:rFonts w:eastAsia="Calibri"/>
          <w:rtl/>
        </w:rPr>
        <w:t xml:space="preserve"> کرد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تو پورے وثوق سے کہا جا سکتا ہے کہ خطروں سے معمور ذمہ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کا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کارواں ، اہل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جس منزل تک لے جانا چاہتے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پہنچ</w:t>
      </w:r>
      <w:r w:rsidRPr="00F96A4F">
        <w:rPr>
          <w:rFonts w:eastAsia="Calibri"/>
          <w:rtl/>
        </w:rPr>
        <w:t xml:space="preserve"> سکتا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وہ گلستان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(ع) جس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ترب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و آب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السلام</w:t>
      </w:r>
      <w:r w:rsidRPr="00F96A4F">
        <w:rPr>
          <w:rFonts w:eastAsia="Calibri"/>
          <w:rtl/>
        </w:rPr>
        <w:t xml:space="preserve">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ماہرانہ صلاح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کا حامل باغباں کر رہا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،ا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اتنا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مستحکم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پائدار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ہو سکتا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اس باغ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نورس نونہال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موجود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ے جن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طوفان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جھک</w:t>
      </w:r>
      <w:r w:rsidRPr="00F96A4F">
        <w:rPr>
          <w:rFonts w:eastAsia="Calibri"/>
          <w:rtl/>
        </w:rPr>
        <w:t>ڑوں سے مقابلہ کرنے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طاقت 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 xml:space="preserve"> 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کہ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اس بحث کے آغاز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اشارہ کر چکے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،امام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گردو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(ع) سے محبت و عق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دت</w:t>
      </w:r>
      <w:r w:rsidRPr="00F96A4F">
        <w:rPr>
          <w:rFonts w:eastAsia="Calibri"/>
          <w:rtl/>
        </w:rPr>
        <w:t xml:space="preserve"> رکہنے والے مومن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بہت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مختصر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تعداد</w:t>
      </w:r>
      <w:r w:rsidR="00EB204C"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اس زمانے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ممکن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5901D4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lastRenderedPageBreak/>
        <w:t>کہ اس قل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تعداد کو جس کے کاندہوں پر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تنظ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کو چلانے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ذمہ دار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ہے ظالم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ڑوں</w:t>
      </w:r>
      <w:r w:rsidRPr="00F96A4F">
        <w:rPr>
          <w:rFonts w:eastAsia="Calibri"/>
          <w:rtl/>
        </w:rPr>
        <w:t xml:space="preserve"> کے حوالے کر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ان کو موت کے گہاٹ اتر جانے پر مجبور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اگر</w:t>
      </w:r>
      <w:r w:rsidR="00F96A4F" w:rsidRPr="00F96A4F">
        <w:rPr>
          <w:rFonts w:eastAsia="Calibri"/>
          <w:rtl/>
        </w:rPr>
        <w:t xml:space="preserve"> تشب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چاہ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کے دور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مکہ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غمبر</w:t>
      </w:r>
      <w:r w:rsidR="00F96A4F" w:rsidRPr="00F96A4F">
        <w:rPr>
          <w:rFonts w:eastAsia="Calibri"/>
          <w:rtl/>
        </w:rPr>
        <w:t xml:space="preserve"> اسلام (ص)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دعوت کے ابتدائ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دور سے تشب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 سکت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دعوت</w:t>
      </w:r>
      <w:r w:rsidR="00F96A4F" w:rsidRPr="00F96A4F">
        <w:rPr>
          <w:rFonts w:eastAsia="Calibri"/>
          <w:rtl/>
        </w:rPr>
        <w:t xml:space="preserve"> اسلام کے وہ چند ابتدائ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سال جب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الاعلان دعوت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ممکن نہ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</w:t>
      </w:r>
      <w:r>
        <w:rPr>
          <w:rFonts w:eastAsia="Calibri"/>
          <w:rtl/>
        </w:rPr>
        <w:t xml:space="preserve"> ۔</w:t>
      </w:r>
    </w:p>
    <w:p w:rsidR="00743852" w:rsidRPr="00AD79D1" w:rsidRDefault="00F96A4F" w:rsidP="00AA6038">
      <w:pPr>
        <w:pStyle w:val="libNormal0"/>
        <w:rPr>
          <w:rStyle w:val="libNormalChar"/>
          <w:rFonts w:eastAsia="Calibri"/>
          <w:rtl/>
        </w:rPr>
      </w:pPr>
      <w:r w:rsidRPr="00F96A4F">
        <w:rPr>
          <w:rFonts w:eastAsia="Calibri"/>
          <w:rtl/>
        </w:rPr>
        <w:t>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شا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امام محمد باقر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دور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(ص)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تبل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</w:t>
      </w:r>
      <w:r w:rsidRPr="00F96A4F">
        <w:rPr>
          <w:rFonts w:eastAsia="Calibri"/>
          <w:rtl/>
        </w:rPr>
        <w:t xml:space="preserve"> کے دوسرے دور اور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اس کے ادوار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دعوت اسلام کے بعد کے ادوار سے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تشب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غلط نہ ہوگ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 xml:space="preserve"> لہٰذا تعرض اور مڈ </w:t>
      </w:r>
      <w:r w:rsidR="00CE6606">
        <w:rPr>
          <w:rFonts w:eastAsia="Calibri"/>
          <w:rtl/>
        </w:rPr>
        <w:t>بھی</w:t>
      </w:r>
      <w:r w:rsidRPr="00F96A4F">
        <w:rPr>
          <w:rFonts w:eastAsia="Calibri" w:hint="eastAsia"/>
          <w:rtl/>
        </w:rPr>
        <w:t>ڑ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حکمت عمل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صح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/>
          <w:rtl/>
        </w:rPr>
        <w:t xml:space="preserve"> طور پر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انجام</w:t>
      </w:r>
      <w:r w:rsidRPr="00F96A4F">
        <w:rPr>
          <w:rFonts w:eastAsia="Calibri"/>
          <w:rtl/>
        </w:rPr>
        <w:t xml:space="preserve"> نہ پات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۔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جانئے اگر 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و تند حکمت عمل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،جو امام صادق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السلام،امام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کاظم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اور امام رضا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بعض کلمات سے مترشح ہوت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ہے،امام</w:t>
      </w:r>
      <w:r w:rsidRPr="00F96A4F">
        <w:rPr>
          <w:rFonts w:eastAsia="Calibri"/>
          <w:rtl/>
        </w:rPr>
        <w:t xml:space="preserve">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اپنا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تے</w:t>
      </w:r>
      <w:r w:rsidRPr="00F96A4F">
        <w:rPr>
          <w:rFonts w:eastAsia="Calibri"/>
          <w:rtl/>
        </w:rPr>
        <w:t xml:space="preserve"> تو عبد الملک بن مروان جس کا اقتدار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پورے</w:t>
      </w:r>
      <w:r w:rsidRPr="00F96A4F">
        <w:rPr>
          <w:rFonts w:eastAsia="Calibri"/>
          <w:rtl/>
        </w:rPr>
        <w:t xml:space="preserve"> اوج پر نظر آتا ہے ،بڑ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آسان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تعل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مات</w:t>
      </w:r>
      <w:r w:rsidRPr="00F96A4F">
        <w:rPr>
          <w:rFonts w:eastAsia="Calibri"/>
          <w:rtl/>
        </w:rPr>
        <w:t xml:space="preserve">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پور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بساط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الٹ</w:t>
      </w:r>
      <w:r w:rsidRPr="00F96A4F">
        <w:rPr>
          <w:rFonts w:eastAsia="Calibri"/>
          <w:rtl/>
        </w:rPr>
        <w:t xml:space="preserve"> کر رکہ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تا</w:t>
      </w:r>
      <w:r w:rsidRPr="00F96A4F">
        <w:rPr>
          <w:rFonts w:eastAsia="Calibri"/>
          <w:rtl/>
        </w:rPr>
        <w:t xml:space="preserve"> اور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کام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نئے سرے سے شروع کرنا پڑتا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اقدام عاقلانہ نہ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ہوتا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 xml:space="preserve">۔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کے باوجود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ارشادات و اقوال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،جو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غالبا</w:t>
      </w:r>
      <w:r w:rsidRPr="00F96A4F">
        <w:rPr>
          <w:rFonts w:eastAsia="Calibri"/>
          <w:rtl/>
        </w:rPr>
        <w:t xml:space="preserve"> آپ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طو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دور امامت کے آخر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دنوں سے مربوط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،کہ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حکومت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مش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تعرض و مخالفت کے اشارے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مل جاتے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  <w:r w:rsidR="00743852" w:rsidRPr="00743852">
        <w:rPr>
          <w:rStyle w:val="libFootnotenumChar"/>
          <w:rFonts w:hint="cs"/>
          <w:rtl/>
        </w:rPr>
        <w:t>(</w:t>
      </w:r>
      <w:r w:rsidR="00BD6259" w:rsidRPr="00BD6259">
        <w:rPr>
          <w:rStyle w:val="libFootnotenumChar"/>
          <w:rtl/>
        </w:rPr>
        <w:t>5</w:t>
      </w:r>
      <w:r w:rsidR="00743852" w:rsidRPr="00743852">
        <w:rPr>
          <w:rStyle w:val="libFootnotenumChar"/>
          <w:rFonts w:hint="cs"/>
          <w:rtl/>
        </w:rPr>
        <w:t>)</w:t>
      </w:r>
    </w:p>
    <w:p w:rsidR="005901D4" w:rsidRDefault="00743852" w:rsidP="0074385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43852" w:rsidRPr="00FC70B5" w:rsidRDefault="00743852" w:rsidP="00743852">
      <w:pPr>
        <w:pStyle w:val="libFootnote0"/>
        <w:rPr>
          <w:rtl/>
        </w:rPr>
      </w:pPr>
      <w:r>
        <w:rPr>
          <w:rFonts w:hint="cs"/>
          <w:rtl/>
        </w:rPr>
        <w:t xml:space="preserve"> (</w:t>
      </w:r>
      <w:r w:rsidR="00BD6259" w:rsidRPr="00BD6259">
        <w:rPr>
          <w:rtl/>
          <w:lang w:bidi="fa-IR"/>
        </w:rPr>
        <w:t>5</w:t>
      </w:r>
      <w:r>
        <w:rPr>
          <w:rFonts w:hint="cs"/>
          <w:rtl/>
          <w:lang w:bidi="fa-IR"/>
        </w:rPr>
        <w:t>)</w:t>
      </w:r>
      <w:r>
        <w:rPr>
          <w:rtl/>
        </w:rPr>
        <w:t>۔</w:t>
      </w:r>
      <w:r w:rsidRPr="00F96A4F">
        <w:rPr>
          <w:rtl/>
        </w:rPr>
        <w:t xml:space="preserve">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ہاں</w:t>
      </w:r>
      <w:r w:rsidRPr="00F96A4F">
        <w:rPr>
          <w:rtl/>
        </w:rPr>
        <w:t xml:space="preserve"> اشارہ کر دوں کہ اس وقت م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ر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بحث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ز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د</w:t>
      </w:r>
      <w:r w:rsidRPr="00F96A4F">
        <w:rPr>
          <w:rtl/>
        </w:rPr>
        <w:t xml:space="preserve"> اور خاندان ابو سف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ان</w:t>
      </w:r>
      <w:r w:rsidRPr="00F96A4F">
        <w:rPr>
          <w:rtl/>
        </w:rPr>
        <w:t xml:space="preserve">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خلافت (</w:t>
      </w:r>
      <w:r>
        <w:rPr>
          <w:rtl/>
        </w:rPr>
        <w:t xml:space="preserve"> </w:t>
      </w:r>
      <w:r w:rsidRPr="00F96A4F">
        <w:rPr>
          <w:rFonts w:hint="eastAsia"/>
          <w:rtl/>
        </w:rPr>
        <w:t>کے</w:t>
      </w:r>
      <w:r w:rsidRPr="00F96A4F">
        <w:rPr>
          <w:rtl/>
        </w:rPr>
        <w:t xml:space="preserve"> سا</w:t>
      </w:r>
      <w:r>
        <w:rPr>
          <w:rtl/>
        </w:rPr>
        <w:t>تھ</w:t>
      </w:r>
      <w:r w:rsidRPr="00F96A4F">
        <w:rPr>
          <w:rtl/>
        </w:rPr>
        <w:t xml:space="preserve"> امام کے طرز عمل سے نہ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ں</w:t>
      </w:r>
      <w:r w:rsidRPr="00F96A4F">
        <w:rPr>
          <w:rtl/>
        </w:rPr>
        <w:t xml:space="preserve"> ہے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ا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ک</w:t>
      </w:r>
      <w:r w:rsidRPr="00F96A4F">
        <w:rPr>
          <w:rtl/>
        </w:rPr>
        <w:t xml:space="preserve"> مستقل موضوع ہے جس پر پہلے</w:t>
      </w:r>
      <w:r>
        <w:rPr>
          <w:rtl/>
        </w:rPr>
        <w:t xml:space="preserve"> </w:t>
      </w:r>
      <w:r w:rsidRPr="00F96A4F">
        <w:rPr>
          <w:rFonts w:hint="eastAsia"/>
          <w:rtl/>
        </w:rPr>
        <w:t>ہ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روشن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ڈال چکا ہوں </w:t>
      </w:r>
      <w:r>
        <w:rPr>
          <w:rtl/>
        </w:rPr>
        <w:t>۔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743852" w:rsidRDefault="00EB204C" w:rsidP="00743852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lastRenderedPageBreak/>
        <w:t xml:space="preserve"> </w:t>
      </w:r>
      <w:bookmarkStart w:id="20" w:name="_Toc426016875"/>
      <w:r w:rsidR="00F96A4F" w:rsidRPr="00F96A4F">
        <w:rPr>
          <w:rFonts w:eastAsia="Calibri" w:hint="eastAsia"/>
          <w:rtl/>
        </w:rPr>
        <w:t>ائمہ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سے مزاحمت کے چند نمونہ</w:t>
      </w:r>
      <w:bookmarkEnd w:id="20"/>
      <w:r>
        <w:rPr>
          <w:rFonts w:eastAsia="Calibri"/>
          <w:rtl/>
        </w:rPr>
        <w:t xml:space="preserve"> </w:t>
      </w:r>
    </w:p>
    <w:p w:rsidR="00743852" w:rsidRDefault="00743852" w:rsidP="00BB7236">
      <w:pPr>
        <w:pStyle w:val="libNormal0"/>
        <w:rPr>
          <w:rFonts w:eastAsia="Calibri"/>
          <w:rtl/>
        </w:rPr>
      </w:pPr>
    </w:p>
    <w:p w:rsidR="005901D4" w:rsidRDefault="00F96A4F" w:rsidP="00AA6038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ائمہ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تعرض آم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روش کے جلوے مختلف شکلوں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ظاہر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ہوئے</w:t>
      </w:r>
      <w:r w:rsidRPr="00F96A4F">
        <w:rPr>
          <w:rFonts w:eastAsia="Calibri"/>
          <w:rtl/>
        </w:rPr>
        <w:t xml:space="preserve"> جن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سے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شکل تو 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جو محمد بن شہاب زہر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نام امام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خط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آپ نے ملاحظہ فرمائ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،ا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شکل معمول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مسائل او ر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مات</w:t>
      </w:r>
      <w:r w:rsidRPr="00F96A4F">
        <w:rPr>
          <w:rFonts w:eastAsia="Calibri"/>
          <w:rtl/>
        </w:rPr>
        <w:t xml:space="preserve"> کے پردے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خلفاء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وضع و سرشت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</w:t>
      </w:r>
      <w:r w:rsidRPr="00F96A4F">
        <w:rPr>
          <w:rFonts w:eastAsia="Calibri"/>
          <w:rtl/>
        </w:rPr>
        <w:t xml:space="preserve"> و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</w:t>
      </w:r>
      <w:r w:rsidRPr="00F96A4F">
        <w:rPr>
          <w:rFonts w:eastAsia="Calibri"/>
          <w:rtl/>
        </w:rPr>
        <w:t xml:space="preserve"> پر روشن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ڈال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چنانچہ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حد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ث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امام جعفر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صادق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ارشاد فرماتے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>:</w:t>
      </w:r>
      <w:r w:rsidR="00EB204C">
        <w:rPr>
          <w:rFonts w:eastAsia="Calibri"/>
          <w:rtl/>
        </w:rPr>
        <w:t xml:space="preserve"> </w:t>
      </w:r>
      <w:r w:rsidRPr="00E72EC1">
        <w:rPr>
          <w:rStyle w:val="libArabicChar"/>
          <w:rFonts w:eastAsia="Calibri" w:hint="eastAsia"/>
          <w:rtl/>
        </w:rPr>
        <w:t>”ان</w:t>
      </w:r>
      <w:r w:rsidRPr="00E72EC1">
        <w:rPr>
          <w:rStyle w:val="libArabicChar"/>
          <w:rFonts w:eastAsia="Calibri"/>
          <w:rtl/>
        </w:rPr>
        <w:t xml:space="preserve"> بن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/>
          <w:rtl/>
        </w:rPr>
        <w:t xml:space="preserve"> ام</w:t>
      </w:r>
      <w:r w:rsidRPr="00E72EC1">
        <w:rPr>
          <w:rStyle w:val="libArabicChar"/>
          <w:rFonts w:eastAsia="Calibri" w:hint="cs"/>
          <w:rtl/>
        </w:rPr>
        <w:t>ی</w:t>
      </w:r>
      <w:r w:rsidR="00AD79D1" w:rsidRPr="00AD79D1">
        <w:rPr>
          <w:rStyle w:val="libArabicChar"/>
          <w:rFonts w:eastAsia="Calibri" w:hint="cs"/>
          <w:rtl/>
        </w:rPr>
        <w:t>ة</w:t>
      </w:r>
      <w:r w:rsidRPr="00E72EC1">
        <w:rPr>
          <w:rStyle w:val="libArabicChar"/>
          <w:rFonts w:eastAsia="Calibri"/>
          <w:rtl/>
        </w:rPr>
        <w:t xml:space="preserve"> اطلقوا للناس تعل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م</w:t>
      </w:r>
      <w:r w:rsidRPr="00E72EC1">
        <w:rPr>
          <w:rStyle w:val="libArabicChar"/>
          <w:rFonts w:eastAsia="Calibri"/>
          <w:rtl/>
        </w:rPr>
        <w:t xml:space="preserve"> الا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مان</w:t>
      </w:r>
      <w:r w:rsidRPr="00E72EC1">
        <w:rPr>
          <w:rStyle w:val="libArabicChar"/>
          <w:rFonts w:eastAsia="Calibri"/>
          <w:rtl/>
        </w:rPr>
        <w:t xml:space="preserve"> ولم 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طلقوا</w:t>
      </w:r>
      <w:r w:rsidRPr="00E72EC1">
        <w:rPr>
          <w:rStyle w:val="libArabicChar"/>
          <w:rFonts w:eastAsia="Calibri"/>
          <w:rtl/>
        </w:rPr>
        <w:t xml:space="preserve"> تعل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م</w:t>
      </w:r>
      <w:r w:rsidRPr="00E72EC1">
        <w:rPr>
          <w:rStyle w:val="libArabicChar"/>
          <w:rFonts w:eastAsia="Calibri"/>
          <w:rtl/>
        </w:rPr>
        <w:t xml:space="preserve"> الشرک لک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/>
          <w:rtl/>
        </w:rPr>
        <w:t xml:space="preserve"> اذا</w:t>
      </w:r>
      <w:r w:rsidR="00EB204C" w:rsidRPr="00E72EC1">
        <w:rPr>
          <w:rStyle w:val="libArabicChar"/>
          <w:rFonts w:eastAsia="Calibri"/>
          <w:rtl/>
        </w:rPr>
        <w:t xml:space="preserve"> </w:t>
      </w:r>
      <w:r w:rsidRPr="00E72EC1">
        <w:rPr>
          <w:rStyle w:val="libArabicChar"/>
          <w:rFonts w:eastAsia="Calibri" w:hint="eastAsia"/>
          <w:rtl/>
        </w:rPr>
        <w:t>حملو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م</w:t>
      </w:r>
      <w:r w:rsidRPr="00E72EC1">
        <w:rPr>
          <w:rStyle w:val="libArabicChar"/>
          <w:rFonts w:eastAsia="Calibri"/>
          <w:rtl/>
        </w:rPr>
        <w:t xml:space="preserve"> عل</w:t>
      </w:r>
      <w:r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E72EC1">
        <w:rPr>
          <w:rStyle w:val="libArabicChar"/>
          <w:rFonts w:eastAsia="Calibri"/>
          <w:rtl/>
        </w:rPr>
        <w:t xml:space="preserve"> لم </w:t>
      </w:r>
      <w:r w:rsidRPr="00E72EC1">
        <w:rPr>
          <w:rStyle w:val="libArabicChar"/>
          <w:rFonts w:eastAsia="Calibri" w:hint="cs"/>
          <w:rtl/>
        </w:rPr>
        <w:t>ی</w:t>
      </w:r>
      <w:r w:rsidRPr="00E72EC1">
        <w:rPr>
          <w:rStyle w:val="libArabicChar"/>
          <w:rFonts w:eastAsia="Calibri" w:hint="eastAsia"/>
          <w:rtl/>
        </w:rPr>
        <w:t>عرفو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AD79D1">
        <w:rPr>
          <w:rStyle w:val="libArabicChar"/>
          <w:rFonts w:eastAsia="Calibri" w:hint="cs"/>
          <w:rtl/>
        </w:rPr>
        <w:t>“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نے لوگوں کے لئے تعل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مات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چہوڑ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،ل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</w:t>
      </w:r>
      <w:r w:rsidRPr="00F96A4F">
        <w:rPr>
          <w:rFonts w:eastAsia="Calibri"/>
          <w:rtl/>
        </w:rPr>
        <w:t xml:space="preserve"> شرک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>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بند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اگر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عوام</w:t>
      </w:r>
      <w:r w:rsidRPr="00F96A4F">
        <w:rPr>
          <w:rFonts w:eastAsia="Calibri"/>
          <w:rtl/>
        </w:rPr>
        <w:t xml:space="preserve"> (مفہوم) شرک سے نا بلد رہے تو شرک (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</w:t>
      </w:r>
      <w:r w:rsidRPr="00F96A4F">
        <w:rPr>
          <w:rFonts w:eastAsia="Calibri"/>
          <w:rtl/>
        </w:rPr>
        <w:t xml:space="preserve"> ) نہ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 xml:space="preserve"> سک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</w:t>
      </w:r>
      <w:r w:rsidR="00EB204C">
        <w:rPr>
          <w:rFonts w:eastAsia="Calibri"/>
          <w:rtl/>
        </w:rPr>
        <w:t xml:space="preserve">۔ </w:t>
      </w:r>
      <w:r w:rsidRPr="00F96A4F">
        <w:rPr>
          <w:rFonts w:eastAsia="Calibri" w:hint="eastAsia"/>
          <w:rtl/>
        </w:rPr>
        <w:t>مطلب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ہے کہ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نے علماء اور متد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افراد منجملہ ان کے ائمہ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معصوم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کو نماز ، روزہ ،حج زکوٰ</w:t>
      </w:r>
      <w:r w:rsidRPr="00F96A4F">
        <w:rPr>
          <w:rFonts w:eastAsia="Calibri" w:hint="cs"/>
          <w:rtl/>
        </w:rPr>
        <w:t>ۃ</w:t>
      </w:r>
      <w:r w:rsidRPr="00F96A4F">
        <w:rPr>
          <w:rFonts w:eastAsia="Calibri"/>
          <w:rtl/>
        </w:rPr>
        <w:t xml:space="preserve">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گر</w:t>
      </w:r>
      <w:r w:rsidRPr="00F96A4F">
        <w:rPr>
          <w:rFonts w:eastAsia="Calibri"/>
          <w:rtl/>
        </w:rPr>
        <w:t xml:space="preserve"> عبادات اور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توح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و نبوت سے متعلق بحث و گفتگو کرنے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چہوٹ دے رکہ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وہ 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موارد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احکام الٰہ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ان کو اس بات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اجازت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وہ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شرک</w:t>
      </w:r>
      <w:r w:rsidRPr="00F96A4F">
        <w:rPr>
          <w:rFonts w:eastAsia="Calibri"/>
          <w:rtl/>
        </w:rPr>
        <w:t xml:space="preserve"> کا مفہوم اور اس کے مصاد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/>
          <w:rtl/>
        </w:rPr>
        <w:t xml:space="preserve"> 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معاشرے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موجود اس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جاگتے نمونوں کو موضوع بحث و تدر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/>
          <w:rtl/>
        </w:rPr>
        <w:t xml:space="preserve"> قرار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5901D4" w:rsidRDefault="00AA6038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lastRenderedPageBreak/>
        <w:t>اس لئے کہ اگر عوام الناس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کو</w:t>
      </w:r>
      <w:r w:rsidRPr="00F96A4F">
        <w:rPr>
          <w:rFonts w:eastAsia="Calibri"/>
          <w:rtl/>
        </w:rPr>
        <w:t xml:space="preserve"> شرک سے متعلق ان معارف کا علم ہو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،وہ مشرک چہروں کو پہچان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،وہ</w:t>
      </w:r>
      <w:r w:rsidRPr="00F96A4F">
        <w:rPr>
          <w:rFonts w:eastAsia="Calibri"/>
          <w:rtl/>
        </w:rPr>
        <w:t xml:space="preserve"> فورا </w:t>
      </w:r>
      <w:r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 xml:space="preserve"> جائ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کہ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جن اوصاف کے حامل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جس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گہس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ٹ</w:t>
      </w:r>
      <w:r w:rsidRPr="00F96A4F">
        <w:rPr>
          <w:rFonts w:eastAsia="Calibri"/>
          <w:rtl/>
        </w:rPr>
        <w:t xml:space="preserve"> لے جانا چاہتے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،در اصل شرک ہے ،وہ فورا پہچان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گے کہ عبد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الملک</w:t>
      </w:r>
      <w:r w:rsidRPr="00F96A4F">
        <w:rPr>
          <w:rFonts w:eastAsia="Calibri"/>
          <w:rtl/>
        </w:rPr>
        <w:t xml:space="preserve"> بن مروان اور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گر</w:t>
      </w:r>
      <w:r w:rsidRPr="00F96A4F">
        <w:rPr>
          <w:rFonts w:eastAsia="Calibri"/>
          <w:rtl/>
        </w:rPr>
        <w:t xml:space="preserve"> خلفا ئے بنو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طاغوت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جنہوں نے خدا کے مقابل سر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ہارکہا</w:t>
      </w:r>
      <w:r w:rsidRPr="00F96A4F">
        <w:rPr>
          <w:rFonts w:eastAsia="Calibri"/>
          <w:rtl/>
        </w:rPr>
        <w:t xml:space="preserve"> ہے گو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جس شخص نے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اطاعت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در اصل اس نے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شرک</w:t>
      </w:r>
      <w:r w:rsidRPr="00F96A4F">
        <w:rPr>
          <w:rFonts w:eastAsia="Calibri"/>
          <w:rtl/>
        </w:rPr>
        <w:t xml:space="preserve"> کے مجسموں کے آگے سر تسل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خم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وجہ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کہ عوام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شرک سے متعلق حقائق و معارف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کرنے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اجازت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جب</w:t>
      </w:r>
      <w:r w:rsidR="00F96A4F" w:rsidRPr="00F96A4F">
        <w:rPr>
          <w:rFonts w:eastAsia="Calibri"/>
          <w:rtl/>
        </w:rPr>
        <w:t xml:space="preserve"> ہم اسلام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کے موضوع پر بحث کرتے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 ہمار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بحث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بڑا</w:t>
      </w:r>
      <w:r w:rsidR="00F96A4F" w:rsidRPr="00F96A4F">
        <w:rPr>
          <w:rFonts w:eastAsia="Calibri"/>
          <w:rtl/>
        </w:rPr>
        <w:t xml:space="preserve"> حصہ شرک اور مشرک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شناخت سے مربوط ہے </w:t>
      </w:r>
      <w:r>
        <w:rPr>
          <w:rFonts w:eastAsia="Calibri"/>
          <w:rtl/>
        </w:rPr>
        <w:t>۔</w:t>
      </w:r>
    </w:p>
    <w:p w:rsidR="005901D4" w:rsidRPr="005901D4" w:rsidRDefault="005901D4" w:rsidP="005901D4">
      <w:pPr>
        <w:pStyle w:val="libNormal"/>
        <w:rPr>
          <w:rFonts w:eastAsia="Calibri"/>
          <w:rtl/>
        </w:rPr>
      </w:pPr>
    </w:p>
    <w:p w:rsidR="00EB204C" w:rsidRDefault="00F96A4F" w:rsidP="005901D4">
      <w:pPr>
        <w:pStyle w:val="Heading1Center"/>
        <w:rPr>
          <w:rFonts w:eastAsia="Calibri"/>
          <w:rtl/>
        </w:rPr>
      </w:pPr>
      <w:r w:rsidRPr="00F96A4F">
        <w:rPr>
          <w:rFonts w:eastAsia="Calibri"/>
          <w:rtl/>
        </w:rPr>
        <w:t xml:space="preserve"> </w:t>
      </w:r>
      <w:bookmarkStart w:id="21" w:name="_Toc426016876"/>
      <w:r w:rsidRPr="00F96A4F">
        <w:rPr>
          <w:rFonts w:eastAsia="Calibri"/>
          <w:rtl/>
        </w:rPr>
        <w:t>بت کسے کہتے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کون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بت</w:t>
      </w:r>
      <w:r w:rsidRPr="00F96A4F">
        <w:rPr>
          <w:rFonts w:eastAsia="Calibri"/>
          <w:rtl/>
        </w:rPr>
        <w:t xml:space="preserve"> پرست ہے </w:t>
      </w:r>
      <w:r w:rsidR="00EB204C">
        <w:rPr>
          <w:rFonts w:eastAsia="Calibri"/>
          <w:rtl/>
        </w:rPr>
        <w:t>۔</w:t>
      </w:r>
      <w:bookmarkEnd w:id="21"/>
    </w:p>
    <w:p w:rsidR="005901D4" w:rsidRPr="005901D4" w:rsidRDefault="005901D4" w:rsidP="005901D4">
      <w:pPr>
        <w:pStyle w:val="libNormal"/>
        <w:rPr>
          <w:rFonts w:eastAsia="Calibri"/>
          <w:rtl/>
        </w:rPr>
      </w:pPr>
    </w:p>
    <w:p w:rsidR="005901D4" w:rsidRDefault="00EB204C" w:rsidP="002B74C5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علامہ</w:t>
      </w:r>
      <w:r w:rsidR="00F96A4F" w:rsidRPr="00F96A4F">
        <w:rPr>
          <w:rFonts w:eastAsia="Calibri"/>
          <w:rtl/>
        </w:rPr>
        <w:t xml:space="preserve"> مجلس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نے بحار الانوار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BD6259" w:rsidRPr="00BD6259">
        <w:rPr>
          <w:rFonts w:eastAsia="Calibri"/>
          <w:rtl/>
          <w:lang w:bidi="fa-IR"/>
        </w:rPr>
        <w:t>4</w:t>
      </w:r>
      <w:r w:rsidR="00AD79D1" w:rsidRPr="00AD79D1">
        <w:rPr>
          <w:rFonts w:eastAsia="Calibri" w:hint="cs"/>
          <w:rtl/>
        </w:rPr>
        <w:t>8</w:t>
      </w:r>
      <w:r w:rsidR="00F96A4F" w:rsidRPr="00BD6259">
        <w:rPr>
          <w:rStyle w:val="libNormalChar"/>
          <w:rFonts w:eastAsia="Calibri" w:hint="cs"/>
          <w:rtl/>
        </w:rPr>
        <w:t xml:space="preserve"> 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جلد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بڑ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 w:rsidR="005901D4">
        <w:rPr>
          <w:rFonts w:eastAsia="Calibri"/>
          <w:rtl/>
        </w:rPr>
        <w:t>اچھی</w:t>
      </w:r>
      <w:r w:rsidR="00F96A4F" w:rsidRPr="00F96A4F">
        <w:rPr>
          <w:rFonts w:eastAsia="Calibri"/>
          <w:rtl/>
        </w:rPr>
        <w:t xml:space="preserve"> بات کہ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ہے</w:t>
      </w:r>
      <w:r w:rsidR="00F96A4F" w:rsidRPr="00F96A4F">
        <w:rPr>
          <w:rFonts w:eastAsia="Calibri"/>
          <w:rtl/>
        </w:rPr>
        <w:t xml:space="preserve"> وہ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>:</w:t>
      </w: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”ان</w:t>
      </w:r>
      <w:r w:rsidR="00F96A4F" w:rsidRPr="00E72EC1">
        <w:rPr>
          <w:rStyle w:val="libArabicChar"/>
          <w:rFonts w:eastAsia="Calibri"/>
          <w:rtl/>
        </w:rPr>
        <w:t xml:space="preserve"> اٰ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ات</w:t>
      </w:r>
      <w:r w:rsidR="00F96A4F" w:rsidRPr="00E72EC1">
        <w:rPr>
          <w:rStyle w:val="libArabicChar"/>
          <w:rFonts w:eastAsia="Calibri"/>
          <w:rtl/>
        </w:rPr>
        <w:t xml:space="preserve"> الشرک ظا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ر 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ا ف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الاصنام الظا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ر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و باطن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ا ف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خلفاء الجور الذ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ن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/>
          <w:rtl/>
        </w:rPr>
        <w:t>) اشرکوا مع ائم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الحق و نصبوا مکان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 ”</w:t>
      </w:r>
      <w:r w:rsidR="00F96A4F" w:rsidRPr="00F96A4F">
        <w:rPr>
          <w:rFonts w:eastAsia="Calibri"/>
          <w:rtl/>
        </w:rPr>
        <w:t xml:space="preserve"> </w:t>
      </w:r>
      <w:r w:rsidR="00F96A4F" w:rsidRPr="00AD79D1">
        <w:rPr>
          <w:rStyle w:val="libNormalChar"/>
          <w:rFonts w:eastAsia="Calibri"/>
          <w:rtl/>
        </w:rPr>
        <w:t xml:space="preserve">(ج/ </w:t>
      </w:r>
      <w:r w:rsidR="00BD6259" w:rsidRPr="00BD6259">
        <w:rPr>
          <w:rStyle w:val="libNormalChar"/>
          <w:rFonts w:eastAsia="Calibri"/>
          <w:rtl/>
        </w:rPr>
        <w:t>4</w:t>
      </w:r>
      <w:r w:rsidR="00AD79D1" w:rsidRPr="00AD79D1">
        <w:rPr>
          <w:rStyle w:val="libNormalChar"/>
          <w:rFonts w:eastAsia="Calibri" w:hint="cs"/>
          <w:rtl/>
        </w:rPr>
        <w:t>8</w:t>
      </w:r>
      <w:r w:rsidR="00F96A4F" w:rsidRPr="00AD79D1">
        <w:rPr>
          <w:rStyle w:val="libNormalChar"/>
          <w:rFonts w:eastAsia="Calibri" w:hint="cs"/>
          <w:rtl/>
        </w:rPr>
        <w:t xml:space="preserve"> ص/ </w:t>
      </w:r>
      <w:r w:rsidR="00AD79D1" w:rsidRPr="00AD79D1">
        <w:rPr>
          <w:rStyle w:val="libNormalChar"/>
          <w:rFonts w:eastAsia="Calibri" w:hint="cs"/>
          <w:rtl/>
        </w:rPr>
        <w:t>9</w:t>
      </w:r>
      <w:r w:rsidR="00BD6259" w:rsidRPr="00BD6259">
        <w:rPr>
          <w:rStyle w:val="libNormalChar"/>
          <w:rFonts w:eastAsia="Calibri"/>
          <w:rtl/>
        </w:rPr>
        <w:t>6</w:t>
      </w:r>
      <w:r w:rsidR="00F96A4F" w:rsidRPr="00AD79D1">
        <w:rPr>
          <w:rStyle w:val="libNormalChar"/>
          <w:rFonts w:eastAsia="Calibri"/>
          <w:rtl/>
        </w:rPr>
        <w:t xml:space="preserve"> و </w:t>
      </w:r>
      <w:r w:rsidR="00AD79D1" w:rsidRPr="00AD79D1">
        <w:rPr>
          <w:rStyle w:val="libNormalChar"/>
          <w:rFonts w:eastAsia="Calibri" w:hint="cs"/>
          <w:rtl/>
        </w:rPr>
        <w:t>97</w:t>
      </w:r>
      <w:r w:rsidRPr="00AD79D1">
        <w:rPr>
          <w:rStyle w:val="libNormalChar"/>
          <w:rFonts w:eastAsia="Calibri"/>
          <w:rtl/>
        </w:rPr>
        <w:t xml:space="preserve"> 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5901D4" w:rsidRDefault="002B74C5" w:rsidP="005901D4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lastRenderedPageBreak/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قران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شرک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جو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بظاہر ،ظاہر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بتوں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مربوط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بباطن اگر تاو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جائے تو ان کے مصداق خلفائے جو ر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</w:p>
    <w:p w:rsidR="00EB204C" w:rsidRDefault="00F96A4F" w:rsidP="005901D4">
      <w:pPr>
        <w:pStyle w:val="libNormal0"/>
        <w:rPr>
          <w:rFonts w:eastAsia="Calibri"/>
          <w:rtl/>
        </w:rPr>
      </w:pPr>
      <w:r w:rsidRPr="00F96A4F">
        <w:rPr>
          <w:rFonts w:eastAsia="Calibri" w:hint="eastAsia"/>
          <w:rtl/>
        </w:rPr>
        <w:t>جنہوں</w:t>
      </w:r>
      <w:r w:rsidRPr="00F96A4F">
        <w:rPr>
          <w:rFonts w:eastAsia="Calibri"/>
          <w:rtl/>
        </w:rPr>
        <w:t xml:space="preserve"> نے خلافت کے نام پر حکومت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ادعا اور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معاشرے پر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حاکم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کے حق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خود کو ائمہ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ہم</w:t>
      </w:r>
      <w:r w:rsidRPr="00F96A4F">
        <w:rPr>
          <w:rFonts w:eastAsia="Calibri"/>
          <w:rtl/>
        </w:rPr>
        <w:t xml:space="preserve"> السلام کا شر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قرار دے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، جب کہ ائمہ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 xml:space="preserve"> حق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شرک خود خدا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شرک ہے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ائمہ حق خدا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نمائندے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کے دہن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خدا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زبان ہوت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وہ خدا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بات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کرتے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چوں</w:t>
      </w:r>
      <w:r w:rsidRPr="00F96A4F">
        <w:rPr>
          <w:rFonts w:eastAsia="Calibri"/>
          <w:rtl/>
        </w:rPr>
        <w:t xml:space="preserve"> کہ خلفائے جور نے خود کو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جگہ پر پہنچاکر دعوائے امامت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ان کا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بنا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لہٰذا وہ سب طاغوت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بت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جو شخص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اطاعت اور تا</w:t>
      </w:r>
      <w:r w:rsidRPr="00F96A4F">
        <w:rPr>
          <w:rFonts w:eastAsia="Calibri" w:hint="eastAsia"/>
          <w:rtl/>
        </w:rPr>
        <w:t>س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کرے وہ در اصل مشرک ہو چکا ہے </w:t>
      </w:r>
      <w:r w:rsidR="00EB204C">
        <w:rPr>
          <w:rFonts w:eastAsia="Calibri"/>
          <w:rtl/>
        </w:rPr>
        <w:t>۔</w:t>
      </w:r>
    </w:p>
    <w:p w:rsidR="005901D4" w:rsidRDefault="00EB204C" w:rsidP="002B74C5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علامہ</w:t>
      </w:r>
      <w:r w:rsidR="00F96A4F" w:rsidRPr="00F96A4F">
        <w:rPr>
          <w:rFonts w:eastAsia="Calibri"/>
          <w:rtl/>
        </w:rPr>
        <w:t xml:space="preserve"> مجلس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اس کے بعد مز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توض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چنانچہ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کرتے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ہوئے</w:t>
      </w:r>
      <w:r w:rsidR="00F96A4F" w:rsidRPr="00F96A4F">
        <w:rPr>
          <w:rFonts w:eastAsia="Calibri"/>
          <w:rtl/>
        </w:rPr>
        <w:t xml:space="preserve"> کہ قرآن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آ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ات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غمبر</w:t>
      </w:r>
      <w:r w:rsidR="00F96A4F" w:rsidRPr="00F96A4F">
        <w:rPr>
          <w:rFonts w:eastAsia="Calibri"/>
          <w:rtl/>
        </w:rPr>
        <w:t xml:space="preserve"> اسلام (ص)کے دور سے مخصوص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بلکہ</w:t>
      </w:r>
      <w:r w:rsidR="00F96A4F" w:rsidRPr="00F96A4F">
        <w:rPr>
          <w:rFonts w:eastAsia="Calibri"/>
          <w:rtl/>
        </w:rPr>
        <w:t xml:space="preserve"> ہر عصر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اور</w:t>
      </w:r>
      <w:r w:rsidR="00F96A4F" w:rsidRPr="00F96A4F">
        <w:rPr>
          <w:rFonts w:eastAsia="Calibri"/>
          <w:rtl/>
        </w:rPr>
        <w:t xml:space="preserve"> ہر دور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سار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وہ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>:</w:t>
      </w: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”ف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و</w:t>
      </w:r>
      <w:r w:rsidR="00F96A4F"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جر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ف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اقوام ترکوا طاع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ائم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الحق واتبعوا ائم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الجور 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شرک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تعب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،ان قوموں پر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صادق آت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جنہوں نے ائمہ حق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اطاعت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انکار کرتے ہوئے ائمہ جور سے الحاق اور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اخت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ار</w:t>
      </w:r>
      <w:r w:rsidR="00F96A4F" w:rsidRPr="00F96A4F">
        <w:rPr>
          <w:rFonts w:eastAsia="Calibri"/>
          <w:rtl/>
        </w:rPr>
        <w:t xml:space="preserve"> کر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“</w:t>
      </w: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”لعدول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</w:t>
      </w:r>
      <w:r w:rsidR="00F96A4F" w:rsidRPr="00E72EC1">
        <w:rPr>
          <w:rStyle w:val="libArabicChar"/>
          <w:rFonts w:eastAsia="Calibri"/>
          <w:rtl/>
        </w:rPr>
        <w:t xml:space="preserve"> عن لا</w:t>
      </w:r>
      <w:r w:rsidR="00F96A4F" w:rsidRPr="00E72EC1">
        <w:rPr>
          <w:rStyle w:val="libArabicChar"/>
          <w:rFonts w:eastAsia="Calibri" w:hint="cs"/>
          <w:rtl/>
        </w:rPr>
        <w:t>ٴ</w:t>
      </w:r>
      <w:r w:rsidR="00F96A4F" w:rsidRPr="00E72EC1">
        <w:rPr>
          <w:rStyle w:val="libArabicChar"/>
          <w:rFonts w:eastAsia="Calibri" w:hint="eastAsia"/>
          <w:rtl/>
        </w:rPr>
        <w:t>دل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العقل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و النقل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E72EC1">
        <w:rPr>
          <w:rStyle w:val="libArabicChar"/>
          <w:rFonts w:eastAsia="Calibri"/>
          <w:rtl/>
        </w:rPr>
        <w:t xml:space="preserve"> و اتباع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م الا 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و اء وعدول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م عن النصوص الجل</w:t>
      </w:r>
      <w:r w:rsidR="00F96A4F" w:rsidRPr="00E72EC1">
        <w:rPr>
          <w:rStyle w:val="libArabicChar"/>
          <w:rFonts w:eastAsia="Calibri" w:hint="cs"/>
          <w:rtl/>
        </w:rPr>
        <w:t>يّ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کہ ان لوگوں نے ان عقل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 نقل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دلائل سے ( جو مثال کے طور پر عبد الملک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مسلمانوں پر حکومت و خلافت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کرت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) 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2B74C5" w:rsidP="005901D4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lastRenderedPageBreak/>
        <w:t>عدول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اپن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ہوا</w:t>
      </w:r>
      <w:r w:rsidRPr="00F96A4F">
        <w:rPr>
          <w:rFonts w:eastAsia="Calibri"/>
          <w:rtl/>
        </w:rPr>
        <w:t xml:space="preserve"> و ہوس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شروع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  <w:r w:rsidRPr="00F96A4F">
        <w:rPr>
          <w:rFonts w:eastAsia="Calibri"/>
          <w:rtl/>
        </w:rPr>
        <w:t xml:space="preserve">روشن و واضح نصوص کو 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ہکرا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لوگوں نے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کہا</w:t>
      </w:r>
      <w:r w:rsidRPr="00F96A4F">
        <w:rPr>
          <w:rFonts w:eastAsia="Calibri"/>
          <w:rtl/>
        </w:rPr>
        <w:t xml:space="preserve"> حکام وقت سے 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کر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نسبت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آرام دہ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اور ہر طرح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درد سر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خال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،لہٰذا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راحت طلب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لگ گئے اور ائمہ جور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اخت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لہٰذا وہ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مشرک قرار پاتے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حالات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،اگر ائمہ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ہم</w:t>
      </w:r>
      <w:r w:rsidR="00F96A4F" w:rsidRPr="00F96A4F">
        <w:rPr>
          <w:rFonts w:eastAsia="Calibri"/>
          <w:rtl/>
        </w:rPr>
        <w:t xml:space="preserve"> السلام شرک کے بارے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کچہ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کرنا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چاہ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دربار خلافت سے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طرح کا تعرض ہوگا اور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زندگ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اور حضرت (ع) کے کلمات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موجود ہے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تعرض و مخالفت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اور نمونہ ہم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اور جابر و قدرت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مند</w:t>
      </w:r>
      <w:r w:rsidR="00F96A4F" w:rsidRPr="00F96A4F">
        <w:rPr>
          <w:rFonts w:eastAsia="Calibri"/>
          <w:rtl/>
        </w:rPr>
        <w:t xml:space="preserve"> امو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حاکم عبدالملک کے درم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</w:t>
      </w:r>
      <w:r w:rsidR="00F96A4F" w:rsidRPr="00F96A4F">
        <w:rPr>
          <w:rFonts w:eastAsia="Calibri"/>
          <w:rtl/>
        </w:rPr>
        <w:t xml:space="preserve"> ہونے وال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بعض خط و کتابت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مشاہدہ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کرتے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جس کے دو روشن نمونوں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اشارہ مقصود ہے </w:t>
      </w:r>
      <w:r>
        <w:rPr>
          <w:rFonts w:eastAsia="Calibri"/>
          <w:rtl/>
        </w:rPr>
        <w:t>۔</w:t>
      </w:r>
    </w:p>
    <w:p w:rsidR="005901D4" w:rsidRPr="005901D4" w:rsidRDefault="005901D4" w:rsidP="005901D4">
      <w:pPr>
        <w:pStyle w:val="libNormal"/>
        <w:rPr>
          <w:rFonts w:eastAsia="Calibri"/>
          <w:rtl/>
        </w:rPr>
      </w:pPr>
    </w:p>
    <w:p w:rsidR="00EB204C" w:rsidRPr="00BD6259" w:rsidRDefault="00EB204C" w:rsidP="005901D4">
      <w:pPr>
        <w:pStyle w:val="libNormal0"/>
        <w:rPr>
          <w:rStyle w:val="libNormalChar"/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1</w:t>
      </w:r>
      <w:r w:rsidRPr="00BD6259">
        <w:rPr>
          <w:rStyle w:val="libNormalChar"/>
          <w:rFonts w:eastAsia="Calibri" w:hint="cs"/>
          <w:rtl/>
        </w:rPr>
        <w:t>۔</w:t>
      </w:r>
      <w:r w:rsidR="00F96A4F" w:rsidRPr="00BD6259">
        <w:rPr>
          <w:rStyle w:val="libNormalChar"/>
          <w:rFonts w:eastAsia="Calibri" w:hint="cs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دفعہ عبدالملک بن مروان نے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کو خط </w:t>
      </w:r>
      <w:r w:rsidR="005901D4">
        <w:rPr>
          <w:rFonts w:eastAsia="Calibri"/>
          <w:rtl/>
        </w:rPr>
        <w:t>لکھ</w:t>
      </w:r>
      <w:r w:rsidR="00F96A4F" w:rsidRPr="00F96A4F">
        <w:rPr>
          <w:rFonts w:eastAsia="Calibri"/>
          <w:rtl/>
        </w:rPr>
        <w:t>ا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حضرت (ع) کو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آزاد کردہ کن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ازدواج کر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نے</w:t>
      </w:r>
      <w:r w:rsidR="00F96A4F" w:rsidRPr="00F96A4F">
        <w:rPr>
          <w:rFonts w:eastAsia="Calibri"/>
          <w:rtl/>
        </w:rPr>
        <w:t xml:space="preserve"> کے سلسلے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مورد ملامت قرار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5901D4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اصل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حضرت (ع) کے پاس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جس کو آپ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پہلے آزاد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 کے بعد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آزاد شدہ کن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سے نکاح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EB204C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عبد الملک نے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خط</w:t>
      </w:r>
      <w:r w:rsidRPr="00F96A4F">
        <w:rPr>
          <w:rFonts w:eastAsia="Calibri"/>
          <w:rtl/>
        </w:rPr>
        <w:t xml:space="preserve"> </w:t>
      </w:r>
      <w:r w:rsidR="005901D4">
        <w:rPr>
          <w:rFonts w:eastAsia="Calibri"/>
          <w:rtl/>
        </w:rPr>
        <w:t>لکھ</w:t>
      </w:r>
      <w:r w:rsidRPr="00F96A4F">
        <w:rPr>
          <w:rFonts w:eastAsia="Calibri"/>
          <w:rtl/>
        </w:rPr>
        <w:t xml:space="preserve"> کر امام) ع) کے اس عمل کو مورد شماتت قرار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ظاہر ہے امام (ع) کا عمل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صرف انسان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بلکہ</w:t>
      </w:r>
      <w:r w:rsidRPr="00F96A4F">
        <w:rPr>
          <w:rFonts w:eastAsia="Calibri"/>
          <w:rtl/>
        </w:rPr>
        <w:t xml:space="preserve"> ہر اعتبار سے اسلام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کن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کو کن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غلام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سے آزاد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اور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عزت و شرافت کا تاج پہناکر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کو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رش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/>
          <w:rtl/>
        </w:rPr>
        <w:t xml:space="preserve"> ازدواج سے منسلک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انسان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کا اعل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شاہکار ہے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اگر چہ عبد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الملک</w:t>
      </w:r>
      <w:r w:rsidRPr="00F96A4F">
        <w:rPr>
          <w:rFonts w:eastAsia="Calibri"/>
          <w:rtl/>
        </w:rPr>
        <w:t xml:space="preserve"> کے خط </w:t>
      </w:r>
      <w:r w:rsidR="005901D4">
        <w:rPr>
          <w:rFonts w:eastAsia="Calibri"/>
          <w:rtl/>
        </w:rPr>
        <w:t>لکھ</w:t>
      </w:r>
      <w:r w:rsidRPr="00F96A4F">
        <w:rPr>
          <w:rFonts w:eastAsia="Calibri"/>
          <w:rtl/>
        </w:rPr>
        <w:t>نے کا مقصد کچہ اور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،وہ امام کے اس مستحسن عمل کو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تنق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/>
          <w:rtl/>
        </w:rPr>
        <w:t xml:space="preserve"> کا نشانہ بنا کر حضرت (ع) کو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باور کرانا چاہتا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 ہم آپ کے داخل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مسائل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آگاہ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رکہتے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گو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اس کے ضمن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اصل مقصد حضرت(ع) کو ذات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سرگرم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کے سلسلے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متنبہ کرنا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جواب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خط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فرماتے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مقدمہ کے طور پر </w:t>
      </w:r>
      <w:r w:rsidR="005901D4">
        <w:rPr>
          <w:rFonts w:eastAsia="Calibri"/>
          <w:rtl/>
        </w:rPr>
        <w:t>لکھ</w:t>
      </w:r>
      <w:r w:rsidRPr="00F96A4F">
        <w:rPr>
          <w:rFonts w:eastAsia="Calibri"/>
          <w:rtl/>
        </w:rPr>
        <w:t>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: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عمل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</w:t>
      </w:r>
      <w:r w:rsidR="00EB204C"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Pr="00F96A4F">
        <w:rPr>
          <w:rFonts w:eastAsia="Calibri"/>
          <w:rtl/>
        </w:rPr>
        <w:t xml:space="preserve"> قابل اعتراض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قرار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جا سکتا بزرگوں نے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 طرح کا عمل انجام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حت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کہ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 (ص) کے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کا عمل ملتا ہے چنانچہ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سلسلے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رے</w:t>
      </w:r>
      <w:r w:rsidRPr="00F96A4F">
        <w:rPr>
          <w:rFonts w:eastAsia="Calibri"/>
          <w:rtl/>
        </w:rPr>
        <w:t xml:space="preserve"> لئے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ملامت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”فلا</w:t>
      </w:r>
      <w:r w:rsidR="00F96A4F" w:rsidRPr="00E72EC1">
        <w:rPr>
          <w:rStyle w:val="libArabicChar"/>
          <w:rFonts w:eastAsia="Calibri"/>
          <w:rtl/>
        </w:rPr>
        <w:t xml:space="preserve"> لو</w:t>
      </w:r>
      <w:r w:rsidR="00F96A4F" w:rsidRPr="00E72EC1">
        <w:rPr>
          <w:rStyle w:val="libArabicChar"/>
          <w:rFonts w:eastAsia="Calibri" w:hint="cs"/>
          <w:rtl/>
        </w:rPr>
        <w:t>ٴ</w:t>
      </w:r>
      <w:r w:rsidR="00F96A4F" w:rsidRPr="00E72EC1">
        <w:rPr>
          <w:rStyle w:val="libArabicChar"/>
          <w:rFonts w:eastAsia="Calibri" w:hint="eastAsia"/>
          <w:rtl/>
        </w:rPr>
        <w:t>م</w:t>
      </w:r>
      <w:r w:rsidR="00F96A4F" w:rsidRPr="00E72EC1">
        <w:rPr>
          <w:rStyle w:val="libArabicChar"/>
          <w:rFonts w:eastAsia="Calibri"/>
          <w:rtl/>
        </w:rPr>
        <w:t xml:space="preserve"> عل</w:t>
      </w:r>
      <w:r w:rsidR="00F96A4F" w:rsidRPr="00E72EC1">
        <w:rPr>
          <w:rStyle w:val="libArabicChar"/>
          <w:rFonts w:eastAsia="Calibri" w:hint="cs"/>
          <w:rtl/>
        </w:rPr>
        <w:t>یٰ</w:t>
      </w:r>
      <w:r w:rsidR="00F96A4F" w:rsidRPr="00E72EC1">
        <w:rPr>
          <w:rStyle w:val="libArabicChar"/>
          <w:rFonts w:eastAsia="Calibri"/>
          <w:rtl/>
        </w:rPr>
        <w:t xml:space="preserve"> امر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: مسلم انما اللو</w:t>
      </w:r>
      <w:r w:rsidR="00F96A4F" w:rsidRPr="00E72EC1">
        <w:rPr>
          <w:rStyle w:val="libArabicChar"/>
          <w:rFonts w:eastAsia="Calibri" w:hint="cs"/>
          <w:rtl/>
        </w:rPr>
        <w:t>ٴ</w:t>
      </w:r>
      <w:r w:rsidR="00F96A4F" w:rsidRPr="00E72EC1">
        <w:rPr>
          <w:rStyle w:val="libArabicChar"/>
          <w:rFonts w:eastAsia="Calibri" w:hint="eastAsia"/>
          <w:rtl/>
        </w:rPr>
        <w:t>م</w:t>
      </w:r>
      <w:r w:rsidR="00F96A4F" w:rsidRPr="00E72EC1">
        <w:rPr>
          <w:rStyle w:val="libArabicChar"/>
          <w:rFonts w:eastAsia="Calibri"/>
          <w:rtl/>
        </w:rPr>
        <w:t xml:space="preserve"> لو</w:t>
      </w:r>
      <w:r w:rsidR="00F96A4F" w:rsidRPr="00E72EC1">
        <w:rPr>
          <w:rStyle w:val="libArabicChar"/>
          <w:rFonts w:eastAsia="Calibri" w:hint="cs"/>
          <w:rtl/>
        </w:rPr>
        <w:t>ٴ</w:t>
      </w:r>
      <w:r w:rsidR="00F96A4F" w:rsidRPr="00E72EC1">
        <w:rPr>
          <w:rStyle w:val="libArabicChar"/>
          <w:rFonts w:eastAsia="Calibri" w:hint="eastAsia"/>
          <w:rtl/>
        </w:rPr>
        <w:t>م</w:t>
      </w:r>
      <w:r w:rsidR="00F96A4F" w:rsidRPr="00E72EC1">
        <w:rPr>
          <w:rStyle w:val="libArabicChar"/>
          <w:rFonts w:eastAsia="Calibri"/>
          <w:rtl/>
        </w:rPr>
        <w:t xml:space="preserve"> الجا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ل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AD79D1" w:rsidRPr="00AD79D1">
        <w:rPr>
          <w:rStyle w:val="libArabicChar"/>
          <w:rFonts w:eastAsia="Calibri" w:hint="cs"/>
          <w:rtl/>
        </w:rPr>
        <w:t>ة</w:t>
      </w:r>
      <w:r w:rsidR="00F96A4F" w:rsidRPr="00E72EC1">
        <w:rPr>
          <w:rStyle w:val="libArabicChar"/>
          <w:rFonts w:eastAsia="Calibri"/>
          <w:rtl/>
        </w:rPr>
        <w:t xml:space="preserve"> 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مسلمان کے لئے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طرح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ذلت و خوار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پائ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ہاں ذلت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و</w:t>
      </w:r>
      <w:r w:rsidR="00F96A4F" w:rsidRPr="00F96A4F">
        <w:rPr>
          <w:rFonts w:eastAsia="Calibri"/>
          <w:rtl/>
        </w:rPr>
        <w:t xml:space="preserve"> پست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تو وہ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جہالت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ذلت و پست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5901D4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عبد الملک کے لئے اسجملہ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بڑا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لط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ف</w:t>
      </w:r>
      <w:r w:rsidRPr="00F96A4F">
        <w:rPr>
          <w:rFonts w:eastAsia="Calibri"/>
          <w:rtl/>
        </w:rPr>
        <w:t xml:space="preserve"> طنز اور نص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حت</w:t>
      </w:r>
      <w:r w:rsidRPr="00F96A4F">
        <w:rPr>
          <w:rFonts w:eastAsia="Calibri"/>
          <w:rtl/>
        </w:rPr>
        <w:t xml:space="preserve"> مضمر ہے کتنے 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انداز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اسے اس کے آباء و اجداد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متوجہ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5901D4" w:rsidRDefault="005901D4" w:rsidP="00BB7236">
      <w:pPr>
        <w:pStyle w:val="libNormal0"/>
        <w:rPr>
          <w:rFonts w:eastAsia="Calibri"/>
          <w:rtl/>
        </w:rPr>
      </w:pP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کہ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تم ہو جس کا خاندان جاہل و مشرک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اور</w:t>
      </w:r>
      <w:r w:rsidRPr="00F96A4F">
        <w:rPr>
          <w:rFonts w:eastAsia="Calibri"/>
          <w:rtl/>
        </w:rPr>
        <w:t xml:space="preserve"> دشمن خدا رہا ہے اور جن کے صفات تم کو وراثت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حاصل ہوئے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!!اگر شرم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بات ہے تو تم کو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حق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قت</w:t>
      </w:r>
      <w:r w:rsidRPr="00F96A4F">
        <w:rPr>
          <w:rFonts w:eastAsia="Calibri"/>
          <w:rtl/>
        </w:rPr>
        <w:t xml:space="preserve"> پر شرم کرن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چاہئے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نے تو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مسلمان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عورت</w:t>
      </w:r>
      <w:r w:rsidRPr="00F96A4F">
        <w:rPr>
          <w:rFonts w:eastAsia="Calibri"/>
          <w:rtl/>
        </w:rPr>
        <w:t xml:space="preserve"> سے شاد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اس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شرم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بات ہے ؟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جس</w:t>
      </w:r>
      <w:r w:rsidRPr="00F96A4F">
        <w:rPr>
          <w:rFonts w:eastAsia="Calibri"/>
          <w:rtl/>
        </w:rPr>
        <w:t xml:space="preserve"> وقت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خط عبد الملک کے پاس پہنچا ،سل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مان</w:t>
      </w:r>
      <w:r w:rsidRPr="00F96A4F">
        <w:rPr>
          <w:rFonts w:eastAsia="Calibri"/>
          <w:rtl/>
        </w:rPr>
        <w:t xml:space="preserve"> عبد الملک کا دوسراب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،باپ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پاس موجود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،خط پڑہا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تو اس نے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سنا اور امام (ع)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طنز آم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نص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حت</w:t>
      </w:r>
      <w:r w:rsidRPr="00F96A4F">
        <w:rPr>
          <w:rFonts w:eastAsia="Calibri"/>
          <w:rtl/>
        </w:rPr>
        <w:t xml:space="preserve"> کو باپ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اس نے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محسوس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وہ باپ سے مخاطب ہوا اور کہا: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اے</w:t>
      </w:r>
      <w:r w:rsidRPr="00F96A4F">
        <w:rPr>
          <w:rFonts w:eastAsia="Calibri"/>
          <w:rtl/>
        </w:rPr>
        <w:t xml:space="preserve">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المومن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کہا</w:t>
      </w:r>
      <w:r w:rsidRPr="00F96A4F">
        <w:rPr>
          <w:rFonts w:eastAsia="Calibri"/>
          <w:rtl/>
        </w:rPr>
        <w:t xml:space="preserve"> ،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ابن الحس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آپ پر کس طرح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مفاخرت</w:t>
      </w:r>
      <w:r w:rsidRPr="00F96A4F">
        <w:rPr>
          <w:rFonts w:eastAsia="Calibri"/>
          <w:rtl/>
        </w:rPr>
        <w:t xml:space="preserve"> کا اظہار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؟ وہ اس خط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آپ کو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>انا چاہتے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ہمارے باپ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دادا</w:t>
      </w:r>
      <w:r w:rsidRPr="00F96A4F">
        <w:rPr>
          <w:rFonts w:eastAsia="Calibri"/>
          <w:rtl/>
        </w:rPr>
        <w:t xml:space="preserve"> تو تمام مومن باللہ رہے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رے</w:t>
      </w:r>
      <w:r w:rsidRPr="00F96A4F">
        <w:rPr>
          <w:rFonts w:eastAsia="Calibri"/>
          <w:rtl/>
        </w:rPr>
        <w:t xml:space="preserve"> باپ دادا کافر و مشرک رہے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وہ باپ کو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بہڑکانا</w:t>
      </w:r>
      <w:r w:rsidRPr="00F96A4F">
        <w:rPr>
          <w:rFonts w:eastAsia="Calibri"/>
          <w:rtl/>
        </w:rPr>
        <w:t xml:space="preserve"> چاہتا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تاکہ اس خط کے سلسلے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عبد الملک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سخت اقدام کرے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عبد الملک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ے</w:t>
      </w:r>
      <w:r w:rsidRPr="00F96A4F">
        <w:rPr>
          <w:rFonts w:eastAsia="Calibri"/>
          <w:rtl/>
        </w:rPr>
        <w:t xml:space="preserve"> سے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ادہ</w:t>
      </w:r>
      <w:r w:rsidRPr="00F96A4F">
        <w:rPr>
          <w:rFonts w:eastAsia="Calibri"/>
          <w:rtl/>
        </w:rPr>
        <w:t xml:space="preserve">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 xml:space="preserve"> دار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ا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وہ جانتا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 اس نازک مسئلہ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سے الجہنا درست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ہے لہٰذا اس نے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ے</w:t>
      </w:r>
      <w:r w:rsidRPr="00F96A4F">
        <w:rPr>
          <w:rFonts w:eastAsia="Calibri"/>
          <w:rtl/>
        </w:rPr>
        <w:t xml:space="preserve"> کو </w:t>
      </w:r>
      <w:r w:rsidR="00E72EC1" w:rsidRPr="00BD6259">
        <w:rPr>
          <w:rStyle w:val="libNormalChar"/>
          <w:rFonts w:eastAsia="Calibri"/>
          <w:rtl/>
        </w:rPr>
        <w:t>سمجھ</w:t>
      </w:r>
      <w:r w:rsidRPr="00F96A4F">
        <w:rPr>
          <w:rFonts w:eastAsia="Calibri"/>
          <w:rtl/>
        </w:rPr>
        <w:t>اتے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ہوئے</w:t>
      </w:r>
      <w:r w:rsidRPr="00F96A4F">
        <w:rPr>
          <w:rFonts w:eastAsia="Calibri"/>
          <w:rtl/>
        </w:rPr>
        <w:t xml:space="preserve"> کہا :م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رے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ے</w:t>
      </w:r>
      <w:r w:rsidRPr="00F96A4F">
        <w:rPr>
          <w:rFonts w:eastAsia="Calibri"/>
          <w:rtl/>
        </w:rPr>
        <w:t xml:space="preserve"> : کچہ نہ کہو ،تم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جانتے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ہاشم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زبان ہے جو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پ</w:t>
      </w:r>
      <w:r w:rsidR="00BB7236">
        <w:rPr>
          <w:rFonts w:eastAsia="Calibri" w:hint="eastAsia"/>
          <w:rtl/>
        </w:rPr>
        <w:t>تھ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وں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شگاف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،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ان کا استدلال 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شہ</w:t>
      </w:r>
      <w:r w:rsidRPr="00F96A4F">
        <w:rPr>
          <w:rFonts w:eastAsia="Calibri"/>
          <w:rtl/>
        </w:rPr>
        <w:t xml:space="preserve"> قو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ل</w:t>
      </w:r>
      <w:r w:rsidR="00BB7236">
        <w:rPr>
          <w:rFonts w:eastAsia="Calibri"/>
          <w:rtl/>
        </w:rPr>
        <w:t>ہج</w:t>
      </w:r>
      <w:r w:rsidRPr="00F96A4F">
        <w:rPr>
          <w:rFonts w:eastAsia="Calibri"/>
          <w:rtl/>
        </w:rPr>
        <w:t>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سخت</w:t>
      </w:r>
      <w:r w:rsidRPr="00F96A4F">
        <w:rPr>
          <w:rFonts w:eastAsia="Calibri"/>
          <w:rtl/>
        </w:rPr>
        <w:t xml:space="preserve"> ہوتاہے </w:t>
      </w:r>
      <w:r w:rsidR="00EB204C">
        <w:rPr>
          <w:rFonts w:eastAsia="Calibri"/>
          <w:rtl/>
        </w:rPr>
        <w:t>۔</w:t>
      </w:r>
    </w:p>
    <w:p w:rsidR="005901D4" w:rsidRPr="005901D4" w:rsidRDefault="005901D4" w:rsidP="005901D4">
      <w:pPr>
        <w:pStyle w:val="libNormal"/>
        <w:rPr>
          <w:rFonts w:eastAsia="Calibri"/>
          <w:rtl/>
        </w:rPr>
      </w:pPr>
    </w:p>
    <w:p w:rsidR="005901D4" w:rsidRDefault="00EB204C" w:rsidP="005901D4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2</w:t>
      </w:r>
      <w:r w:rsidRPr="00BD6259">
        <w:rPr>
          <w:rStyle w:val="libNormalChar"/>
          <w:rFonts w:eastAsia="Calibri" w:hint="cs"/>
          <w:rtl/>
        </w:rPr>
        <w:t>۔</w:t>
      </w:r>
      <w:r w:rsidR="00F96A4F" w:rsidRPr="00BD6259">
        <w:rPr>
          <w:rStyle w:val="libNormalChar"/>
          <w:rFonts w:eastAsia="Calibri" w:hint="cs"/>
          <w:rtl/>
        </w:rPr>
        <w:t xml:space="preserve"> دوسرا نمونہ امام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دوسرا خط ہے جو عبد الملک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فرمائش رد کرنے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بنا پر عبد الملک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جانب سے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و فہمائش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جواب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آپ (ع) نے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فرما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5901D4" w:rsidRDefault="005901D4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lastRenderedPageBreak/>
        <w:t xml:space="preserve"> واقعہ کچہ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</w:t>
      </w:r>
      <w:r w:rsidRPr="00F96A4F">
        <w:rPr>
          <w:rFonts w:eastAsia="Calibri"/>
          <w:rtl/>
        </w:rPr>
        <w:t xml:space="preserve"> آتا ہے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عبد</w:t>
      </w:r>
      <w:r w:rsidR="00F96A4F" w:rsidRPr="00F96A4F">
        <w:rPr>
          <w:rFonts w:eastAsia="Calibri"/>
          <w:rtl/>
        </w:rPr>
        <w:t xml:space="preserve"> الملک کو معلوم ہوا کہ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غمبر</w:t>
      </w:r>
      <w:r w:rsidR="00F96A4F" w:rsidRPr="00F96A4F">
        <w:rPr>
          <w:rFonts w:eastAsia="Calibri"/>
          <w:rtl/>
        </w:rPr>
        <w:t xml:space="preserve"> اسلام (ص (ک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تلوار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السلام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ہے اور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قابل توجہ 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کہ وہ نب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(ص)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</w:t>
      </w:r>
      <w:r w:rsidR="00F96A4F" w:rsidRPr="00F96A4F">
        <w:rPr>
          <w:rFonts w:eastAsia="Calibri"/>
          <w:rtl/>
        </w:rPr>
        <w:t xml:space="preserve"> گار اور فخر کا ذر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عہ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،اور اب اس کا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تحو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چہوڑ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عبد الملک کے لئے خطر ناک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کہ وہ لوگوں کو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طرف 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نچت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BB7236">
        <w:rPr>
          <w:rFonts w:eastAsia="Calibri" w:hint="eastAsia"/>
          <w:rtl/>
        </w:rPr>
        <w:t>تھ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لہٰذا اس نے جو خط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کو </w:t>
      </w:r>
      <w:r w:rsidR="005901D4">
        <w:rPr>
          <w:rFonts w:eastAsia="Calibri"/>
          <w:rtl/>
        </w:rPr>
        <w:t>لکھ</w:t>
      </w:r>
      <w:r w:rsidRPr="00F96A4F">
        <w:rPr>
          <w:rFonts w:eastAsia="Calibri"/>
          <w:rtl/>
        </w:rPr>
        <w:t>ا اس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درخواست ک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/>
          <w:rtl/>
        </w:rPr>
        <w:t xml:space="preserve"> حضرت تلوار اس کے لئے </w:t>
      </w:r>
      <w:r w:rsidR="00CE6606">
        <w:rPr>
          <w:rFonts w:eastAsia="Calibri"/>
          <w:rtl/>
        </w:rPr>
        <w:t>بھی</w:t>
      </w:r>
      <w:r w:rsidRPr="00F96A4F">
        <w:rPr>
          <w:rFonts w:eastAsia="Calibri" w:hint="eastAsia"/>
          <w:rtl/>
        </w:rPr>
        <w:t>ج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ذ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تحر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کہ اگر آپ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/>
          <w:rtl/>
        </w:rPr>
        <w:t>(ع) کو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کام ہو تو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حاضر ہوں آپ کا کام ہو جائے گا مطلب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آپ کے اس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ہبہ</w:t>
      </w:r>
      <w:r w:rsidRPr="00F96A4F">
        <w:rPr>
          <w:rFonts w:eastAsia="Calibri"/>
          <w:rtl/>
        </w:rPr>
        <w:t xml:space="preserve"> کا عوض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کو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ار</w:t>
      </w:r>
      <w:r w:rsidRPr="00F96A4F">
        <w:rPr>
          <w:rFonts w:eastAsia="Calibri"/>
          <w:rtl/>
        </w:rPr>
        <w:t xml:space="preserve"> ہوں </w:t>
      </w:r>
      <w:r w:rsidR="00EB204C">
        <w:rPr>
          <w:rFonts w:eastAsia="Calibri"/>
          <w:rtl/>
        </w:rPr>
        <w:t>۔</w:t>
      </w:r>
    </w:p>
    <w:p w:rsidR="00EB204C" w:rsidRDefault="00EB204C" w:rsidP="00FC70B5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امام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کا جواب انکار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لہٰذا دوبارہ اس نے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</w:t>
      </w:r>
      <w:r w:rsidR="00F96A4F" w:rsidRPr="00F96A4F">
        <w:rPr>
          <w:rFonts w:eastAsia="Calibri"/>
          <w:rtl/>
        </w:rPr>
        <w:t xml:space="preserve"> آم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خط</w:t>
      </w:r>
      <w:r>
        <w:rPr>
          <w:rFonts w:eastAsia="Calibri"/>
          <w:rtl/>
        </w:rPr>
        <w:t xml:space="preserve"> </w:t>
      </w:r>
      <w:r w:rsidR="005901D4">
        <w:rPr>
          <w:rFonts w:eastAsia="Calibri"/>
          <w:rtl/>
        </w:rPr>
        <w:t>لکھ</w:t>
      </w:r>
      <w:r w:rsidR="00F96A4F" w:rsidRPr="00F96A4F">
        <w:rPr>
          <w:rFonts w:eastAsia="Calibri"/>
          <w:rtl/>
        </w:rPr>
        <w:t xml:space="preserve">ا کہ اگر تلوار نہ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 w:hint="eastAsia"/>
          <w:rtl/>
        </w:rPr>
        <w:t>ج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تو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المال سے آپ کا وظ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فہ</w:t>
      </w:r>
      <w:r w:rsidR="00F96A4F" w:rsidRPr="00F96A4F">
        <w:rPr>
          <w:rFonts w:eastAsia="Calibri"/>
          <w:rtl/>
        </w:rPr>
        <w:t xml:space="preserve"> بند کردوں گا </w:t>
      </w:r>
      <w:r>
        <w:rPr>
          <w:rFonts w:eastAsia="Calibri"/>
          <w:rtl/>
        </w:rPr>
        <w:t xml:space="preserve">۔ </w:t>
      </w:r>
      <w:r w:rsidR="00FC70B5" w:rsidRPr="00FC70B5">
        <w:rPr>
          <w:rStyle w:val="libFootnotenumChar"/>
          <w:rFonts w:hint="cs"/>
          <w:rtl/>
        </w:rPr>
        <w:t>(</w:t>
      </w:r>
      <w:r w:rsidR="00BD6259" w:rsidRPr="00BD6259">
        <w:rPr>
          <w:rStyle w:val="libFootnotenumChar"/>
          <w:rtl/>
        </w:rPr>
        <w:t>6</w:t>
      </w:r>
      <w:r w:rsidR="00FC70B5" w:rsidRPr="00FC70B5">
        <w:rPr>
          <w:rStyle w:val="libFootnotenumChar"/>
          <w:rFonts w:hint="cs"/>
          <w:rtl/>
        </w:rPr>
        <w:t>)</w:t>
      </w:r>
      <w:r w:rsidR="00F96A4F" w:rsidRPr="00F96A4F">
        <w:rPr>
          <w:rFonts w:eastAsia="Calibri"/>
          <w:rtl/>
        </w:rPr>
        <w:t>امام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دہمک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جواب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تحر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فرماتے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>: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اما</w:t>
      </w:r>
      <w:r w:rsidR="00F96A4F" w:rsidRPr="00F96A4F">
        <w:rPr>
          <w:rFonts w:eastAsia="Calibri"/>
          <w:rtl/>
        </w:rPr>
        <w:t xml:space="preserve"> بعد ،خداوند عالم نے ذمہ دار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کہ وہ اپنے پرہ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گا ربندوں کو جو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ز</w:t>
      </w:r>
      <w:r w:rsidR="00F96A4F" w:rsidRPr="00F96A4F">
        <w:rPr>
          <w:rFonts w:eastAsia="Calibri"/>
          <w:rtl/>
        </w:rPr>
        <w:t xml:space="preserve"> انہ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ناگوار ہے اس سے نجات عطا کرے گا اور جہاں سے وہ سوچ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نہ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جگہ سے روز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بخشے گا اور قرآن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ارشاد فرماد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ہے:</w:t>
      </w:r>
      <w:r>
        <w:rPr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”ان</w:t>
      </w:r>
      <w:r w:rsidR="00F96A4F" w:rsidRPr="00E72EC1">
        <w:rPr>
          <w:rStyle w:val="libArabicChar"/>
          <w:rFonts w:eastAsia="Calibri"/>
          <w:rtl/>
        </w:rPr>
        <w:t xml:space="preserve"> اللّٰ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 xml:space="preserve"> لا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حب</w:t>
      </w:r>
      <w:r w:rsidR="00F96A4F" w:rsidRPr="00E72EC1">
        <w:rPr>
          <w:rStyle w:val="libArabicChar"/>
          <w:rFonts w:eastAsia="Calibri"/>
          <w:rtl/>
        </w:rPr>
        <w:t xml:space="preserve"> کل خوان کفور“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”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ناًخدا</w:t>
      </w:r>
      <w:r w:rsidR="00F96A4F" w:rsidRPr="00F96A4F">
        <w:rPr>
          <w:rFonts w:eastAsia="Calibri"/>
          <w:rtl/>
        </w:rPr>
        <w:t xml:space="preserve">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نا شکرے خ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انت</w:t>
      </w:r>
      <w:r w:rsidR="00F96A4F" w:rsidRPr="00F96A4F">
        <w:rPr>
          <w:rFonts w:eastAsia="Calibri"/>
          <w:rtl/>
        </w:rPr>
        <w:t xml:space="preserve"> کارکودوست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رکہتا </w:t>
      </w:r>
      <w:r>
        <w:rPr>
          <w:rFonts w:eastAsia="Calibri"/>
          <w:rtl/>
        </w:rPr>
        <w:t>۔</w:t>
      </w:r>
      <w:r w:rsidR="00F96A4F" w:rsidRPr="00F96A4F">
        <w:rPr>
          <w:rFonts w:eastAsia="Calibri"/>
          <w:rtl/>
        </w:rPr>
        <w:t xml:space="preserve"> “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اب</w:t>
      </w:r>
      <w:r w:rsidR="00F96A4F" w:rsidRPr="00F96A4F">
        <w:rPr>
          <w:rFonts w:eastAsia="Calibri"/>
          <w:rtl/>
        </w:rPr>
        <w:t xml:space="preserve">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کہو</w:t>
      </w:r>
      <w:r w:rsidR="00F96A4F" w:rsidRPr="00F96A4F">
        <w:rPr>
          <w:rFonts w:eastAsia="Calibri"/>
          <w:rtl/>
        </w:rPr>
        <w:t xml:space="preserve"> ہم دونوں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سے کس پر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آ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منطبق ہوت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</w:p>
    <w:p w:rsidR="00FC70B5" w:rsidRDefault="00FC70B5" w:rsidP="00FC70B5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C70B5" w:rsidRDefault="00FC70B5" w:rsidP="00FC70B5">
      <w:pPr>
        <w:pStyle w:val="libFootnote0"/>
        <w:rPr>
          <w:rtl/>
        </w:rPr>
      </w:pPr>
      <w:r>
        <w:rPr>
          <w:rFonts w:hint="cs"/>
          <w:rtl/>
        </w:rPr>
        <w:t>(</w:t>
      </w:r>
      <w:r w:rsidR="00BD6259" w:rsidRPr="00BD6259">
        <w:rPr>
          <w:rtl/>
          <w:lang w:bidi="fa-IR"/>
        </w:rPr>
        <w:t>6</w:t>
      </w:r>
      <w:r>
        <w:rPr>
          <w:rFonts w:hint="cs"/>
          <w:rtl/>
          <w:lang w:bidi="fa-IR"/>
        </w:rPr>
        <w:t>)-</w:t>
      </w:r>
      <w:r w:rsidRPr="00F96A4F">
        <w:rPr>
          <w:rtl/>
        </w:rPr>
        <w:t xml:space="preserve"> 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وہ زمانہ </w:t>
      </w:r>
      <w:r>
        <w:rPr>
          <w:rtl/>
        </w:rPr>
        <w:t>تھ</w:t>
      </w:r>
      <w:r w:rsidRPr="00F96A4F">
        <w:rPr>
          <w:rtl/>
        </w:rPr>
        <w:t>ا جب تمام لوگوں کو ب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ت</w:t>
      </w:r>
      <w:r w:rsidRPr="00F96A4F">
        <w:rPr>
          <w:rtl/>
        </w:rPr>
        <w:t xml:space="preserve"> المال سے وظ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فہ</w:t>
      </w:r>
      <w:r w:rsidRPr="00F96A4F">
        <w:rPr>
          <w:rtl/>
        </w:rPr>
        <w:t xml:space="preserve"> ملتا </w:t>
      </w:r>
      <w:r>
        <w:rPr>
          <w:rtl/>
        </w:rPr>
        <w:t>تھ</w:t>
      </w:r>
      <w:r w:rsidRPr="00F96A4F">
        <w:rPr>
          <w:rtl/>
        </w:rPr>
        <w:t>ا اور امام عل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ہ</w:t>
      </w:r>
      <w:r w:rsidRPr="00F96A4F">
        <w:rPr>
          <w:rtl/>
        </w:rPr>
        <w:t xml:space="preserve"> (</w:t>
      </w:r>
      <w:r>
        <w:rPr>
          <w:rtl/>
        </w:rPr>
        <w:t xml:space="preserve"> </w:t>
      </w:r>
      <w:r w:rsidRPr="00F96A4F">
        <w:rPr>
          <w:rFonts w:hint="eastAsia"/>
          <w:rtl/>
        </w:rPr>
        <w:t>السلام</w:t>
      </w:r>
      <w:r w:rsidRPr="00F96A4F">
        <w:rPr>
          <w:rtl/>
        </w:rPr>
        <w:t xml:space="preserve"> </w:t>
      </w:r>
      <w:r>
        <w:rPr>
          <w:rtl/>
        </w:rPr>
        <w:t>بھی</w:t>
      </w:r>
      <w:r w:rsidRPr="00F96A4F">
        <w:rPr>
          <w:rtl/>
        </w:rPr>
        <w:t xml:space="preserve"> تمام افراد ک</w:t>
      </w:r>
      <w:r w:rsidRPr="00F96A4F">
        <w:rPr>
          <w:rFonts w:hint="cs"/>
          <w:rtl/>
        </w:rPr>
        <w:t>ی</w:t>
      </w:r>
      <w:r w:rsidRPr="00F96A4F">
        <w:rPr>
          <w:rtl/>
        </w:rPr>
        <w:t xml:space="preserve"> طرح مع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ن</w:t>
      </w:r>
      <w:r w:rsidRPr="00F96A4F">
        <w:rPr>
          <w:rtl/>
        </w:rPr>
        <w:t xml:space="preserve"> وظ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فہ</w:t>
      </w:r>
      <w:r w:rsidRPr="00F96A4F">
        <w:rPr>
          <w:rtl/>
        </w:rPr>
        <w:t xml:space="preserve"> ل</w:t>
      </w:r>
      <w:r w:rsidRPr="00F96A4F">
        <w:rPr>
          <w:rFonts w:hint="cs"/>
          <w:rtl/>
        </w:rPr>
        <w:t>ی</w:t>
      </w:r>
      <w:r w:rsidRPr="00F96A4F">
        <w:rPr>
          <w:rFonts w:hint="eastAsia"/>
          <w:rtl/>
        </w:rPr>
        <w:t>تے</w:t>
      </w:r>
      <w:r w:rsidRPr="00F96A4F">
        <w:rPr>
          <w:rtl/>
        </w:rPr>
        <w:t xml:space="preserve"> </w:t>
      </w:r>
      <w:r>
        <w:rPr>
          <w:rtl/>
        </w:rPr>
        <w:t>تھ</w:t>
      </w:r>
      <w:r w:rsidRPr="00F96A4F">
        <w:rPr>
          <w:rtl/>
        </w:rPr>
        <w:t xml:space="preserve">ے </w:t>
      </w:r>
      <w:r>
        <w:rPr>
          <w:rtl/>
        </w:rPr>
        <w:t>۔</w:t>
      </w:r>
    </w:p>
    <w:p w:rsidR="00FC70B5" w:rsidRPr="00743852" w:rsidRDefault="00FC70B5" w:rsidP="00BD6259">
      <w:pPr>
        <w:pStyle w:val="libPoemTini"/>
        <w:rPr>
          <w:rFonts w:eastAsia="Calibri"/>
          <w:rtl/>
        </w:rPr>
      </w:pPr>
      <w:r w:rsidRPr="00743852">
        <w:rPr>
          <w:rFonts w:eastAsia="Calibri"/>
          <w:rtl/>
        </w:rPr>
        <w:br w:type="page"/>
      </w:r>
    </w:p>
    <w:p w:rsidR="00FC70B5" w:rsidRPr="00FC70B5" w:rsidRDefault="00FC70B5" w:rsidP="00FC70B5">
      <w:pPr>
        <w:pStyle w:val="libNormal"/>
        <w:rPr>
          <w:rFonts w:eastAsia="Calibri"/>
          <w:rtl/>
        </w:rPr>
      </w:pP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خل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فہ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وقت</w:t>
      </w:r>
      <w:r w:rsidR="00F96A4F" w:rsidRPr="00F96A4F">
        <w:rPr>
          <w:rFonts w:eastAsia="Calibri"/>
          <w:rtl/>
        </w:rPr>
        <w:t xml:space="preserve"> کے مقابل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ل</w:t>
      </w:r>
      <w:r w:rsidR="00BB7236">
        <w:rPr>
          <w:rFonts w:eastAsia="Calibri"/>
          <w:rtl/>
        </w:rPr>
        <w:t>ہج</w:t>
      </w:r>
      <w:r w:rsidR="00F96A4F" w:rsidRPr="00F96A4F">
        <w:rPr>
          <w:rFonts w:eastAsia="Calibri"/>
          <w:rtl/>
        </w:rPr>
        <w:t>ہ بہت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ادہ</w:t>
      </w:r>
      <w:r w:rsidR="00F96A4F" w:rsidRPr="00F96A4F">
        <w:rPr>
          <w:rFonts w:eastAsia="Calibri"/>
          <w:rtl/>
        </w:rPr>
        <w:t xml:space="preserve"> سخت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ا،ک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ونکہ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خط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جس</w:t>
      </w:r>
      <w:r w:rsidR="00F96A4F" w:rsidRPr="00F96A4F">
        <w:rPr>
          <w:rFonts w:eastAsia="Calibri"/>
          <w:rtl/>
        </w:rPr>
        <w:t xml:space="preserve">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ہا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لگا وہ خود 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صلہ</w:t>
      </w:r>
      <w:r w:rsidR="00F96A4F" w:rsidRPr="00F96A4F">
        <w:rPr>
          <w:rFonts w:eastAsia="Calibri"/>
          <w:rtl/>
        </w:rPr>
        <w:t xml:space="preserve"> کرلے گا کہ امام اولاً:خود کو خائن اور نا شکرا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8773C6">
        <w:rPr>
          <w:rFonts w:eastAsia="Calibri"/>
          <w:rtl/>
        </w:rPr>
        <w:t>سمجھت</w:t>
      </w:r>
      <w:r w:rsidR="00F96A4F" w:rsidRPr="00F96A4F">
        <w:rPr>
          <w:rFonts w:eastAsia="Calibri"/>
          <w:rtl/>
        </w:rPr>
        <w:t>ے ،ثان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اً</w:t>
      </w:r>
      <w:r w:rsidR="00F96A4F" w:rsidRPr="00F96A4F">
        <w:rPr>
          <w:rFonts w:eastAsia="Calibri"/>
          <w:rtl/>
        </w:rPr>
        <w:t>:کوئ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دوسرا شخص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اس عظ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ہست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کے بارے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سا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رک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تصور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رکہتا ،ک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ونکہ</w:t>
      </w:r>
      <w:r w:rsidR="00F96A4F" w:rsidRPr="00F96A4F">
        <w:rPr>
          <w:rFonts w:eastAsia="Calibri"/>
          <w:rtl/>
        </w:rPr>
        <w:t xml:space="preserve"> حضرت کا خاندان نبوت کے منتخب اور شائس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تر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عظ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</w:t>
      </w:r>
      <w:r w:rsidR="00F96A4F" w:rsidRPr="00F96A4F">
        <w:rPr>
          <w:rFonts w:eastAsia="Calibri"/>
          <w:rtl/>
        </w:rPr>
        <w:t xml:space="preserve"> شخص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توں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شمار ہوتا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اور ہرگز اس آ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کے مستحق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قرار دئے جا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سکتے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ے چنانچہ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نظر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عبد الملک خائن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ناشکرا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9246EE" w:rsidRPr="00BD6259">
        <w:rPr>
          <w:rStyle w:val="libNormalChar"/>
          <w:rFonts w:eastAsia="Calibri" w:hint="eastAsia"/>
          <w:rtl/>
        </w:rPr>
        <w:t>دیکھئے</w:t>
      </w:r>
      <w:r w:rsidR="00F96A4F" w:rsidRPr="00F96A4F">
        <w:rPr>
          <w:rFonts w:eastAsia="Calibri"/>
          <w:rtl/>
        </w:rPr>
        <w:t xml:space="preserve"> !کس شد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دانداز</w:t>
      </w:r>
      <w:r w:rsidR="00F96A4F" w:rsidRPr="00F96A4F">
        <w:rPr>
          <w:rFonts w:eastAsia="Calibri"/>
          <w:rtl/>
        </w:rPr>
        <w:t xml:space="preserve">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امام سجاد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عبد الملک ک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دہمک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جواب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تے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اس سے حضرت (ع) کے 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صلہ</w:t>
      </w:r>
      <w:r w:rsidR="00F96A4F" w:rsidRPr="00F96A4F">
        <w:rPr>
          <w:rFonts w:eastAsia="Calibri"/>
          <w:rtl/>
        </w:rPr>
        <w:t xml:space="preserve"> کن عمل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حدود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اندازہ</w:t>
      </w:r>
      <w:r w:rsidR="00F96A4F" w:rsidRPr="00F96A4F">
        <w:rPr>
          <w:rFonts w:eastAsia="Calibri"/>
          <w:rtl/>
        </w:rPr>
        <w:t xml:space="preserve"> لگا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 سکتا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بہر حال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امو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سرکار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نسبت امام کے مزاحمت آم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طرز</w:t>
      </w:r>
      <w:r w:rsidRPr="00F96A4F">
        <w:rPr>
          <w:rFonts w:eastAsia="Calibri"/>
          <w:rtl/>
        </w:rPr>
        <w:t xml:space="preserve"> عمل کے دو روشن نمونے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 w:rsidR="00EB204C">
        <w:rPr>
          <w:rFonts w:eastAsia="Calibri"/>
          <w:rtl/>
        </w:rPr>
        <w:t>۔</w:t>
      </w:r>
    </w:p>
    <w:p w:rsidR="00FC70B5" w:rsidRPr="00FC70B5" w:rsidRDefault="00FC70B5" w:rsidP="00FC70B5">
      <w:pPr>
        <w:pStyle w:val="libNormal"/>
        <w:rPr>
          <w:rFonts w:eastAsia="Calibri"/>
          <w:rtl/>
        </w:rPr>
      </w:pPr>
    </w:p>
    <w:p w:rsidR="00EB204C" w:rsidRDefault="00EB204C" w:rsidP="00FC70B5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3</w:t>
      </w:r>
      <w:r w:rsidRPr="00BD6259">
        <w:rPr>
          <w:rStyle w:val="libNormalChar"/>
          <w:rFonts w:eastAsia="Calibri" w:hint="cs"/>
          <w:rtl/>
        </w:rPr>
        <w:t>۔</w:t>
      </w:r>
      <w:r w:rsidR="00F96A4F" w:rsidRPr="00BD6259">
        <w:rPr>
          <w:rStyle w:val="libNormalChar"/>
          <w:rFonts w:eastAsia="Calibri" w:hint="cs"/>
          <w:rtl/>
        </w:rPr>
        <w:t xml:space="preserve"> اگر اس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کس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دوسرے نمونے کا اور اضافہ کرنا چاہ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تو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ہاں</w:t>
      </w:r>
      <w:r w:rsidR="00F96A4F" w:rsidRPr="00F96A4F">
        <w:rPr>
          <w:rFonts w:eastAsia="Calibri"/>
          <w:rtl/>
        </w:rPr>
        <w:t xml:space="preserve"> وہ اشعار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ش</w:t>
      </w:r>
      <w:r w:rsidR="00F96A4F" w:rsidRPr="00F96A4F">
        <w:rPr>
          <w:rFonts w:eastAsia="Calibri"/>
          <w:rtl/>
        </w:rPr>
        <w:t xml:space="preserve"> کئے جا سکتے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جو خود امام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العابد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عل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السلام سے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آپ (ع)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دوستوں</w:t>
      </w:r>
      <w:r w:rsidR="00F96A4F" w:rsidRPr="00F96A4F">
        <w:rPr>
          <w:rFonts w:eastAsia="Calibri"/>
          <w:rtl/>
        </w:rPr>
        <w:t xml:space="preserve"> سے نقل ہوئے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اپن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مخالفت کے اظہار کا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انداز ہے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کہ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اگر</w:t>
      </w:r>
      <w:r w:rsidR="00F96A4F" w:rsidRPr="00F96A4F">
        <w:rPr>
          <w:rFonts w:eastAsia="Calibri"/>
          <w:rtl/>
        </w:rPr>
        <w:t xml:space="preserve"> ہم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مان کر چل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 خود حضرت (ع) نے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اعتراض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تو </w:t>
      </w:r>
      <w:r w:rsidR="00CE6606">
        <w:rPr>
          <w:rFonts w:eastAsia="Calibri"/>
          <w:rtl/>
        </w:rPr>
        <w:t>بھی</w:t>
      </w:r>
      <w:r w:rsidR="00F96A4F" w:rsidRPr="00F96A4F">
        <w:rPr>
          <w:rFonts w:eastAsia="Calibri"/>
          <w:rtl/>
        </w:rPr>
        <w:t xml:space="preserve"> آپ کے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افراد معترض رہے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اور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خود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طرح سے امام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مزاحمت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شمار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جائے گا</w:t>
      </w:r>
      <w:r>
        <w:rPr>
          <w:rFonts w:eastAsia="Calibri"/>
          <w:rtl/>
        </w:rPr>
        <w:t>۔</w:t>
      </w:r>
    </w:p>
    <w:p w:rsidR="00FC70B5" w:rsidRDefault="00FC70B5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FC70B5" w:rsidRPr="00FC70B5" w:rsidRDefault="00FC70B5" w:rsidP="00FC70B5">
      <w:pPr>
        <w:pStyle w:val="libNormal"/>
        <w:rPr>
          <w:rFonts w:eastAsia="Calibri"/>
          <w:rtl/>
        </w:rPr>
      </w:pPr>
    </w:p>
    <w:p w:rsidR="00FC70B5" w:rsidRDefault="00EB204C" w:rsidP="00FC70B5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bookmarkStart w:id="22" w:name="_Toc426016877"/>
      <w:r w:rsidR="00F96A4F" w:rsidRPr="00F96A4F">
        <w:rPr>
          <w:rFonts w:eastAsia="Calibri" w:hint="eastAsia"/>
          <w:rtl/>
        </w:rPr>
        <w:t>فرزدق</w:t>
      </w:r>
      <w:r w:rsidR="00F96A4F" w:rsidRPr="00F96A4F">
        <w:rPr>
          <w:rFonts w:eastAsia="Calibri"/>
          <w:rtl/>
        </w:rPr>
        <w:t xml:space="preserve"> اور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 w:hint="cs"/>
          <w:rtl/>
        </w:rPr>
        <w:t>ییٰ</w:t>
      </w:r>
      <w:r w:rsidR="00F96A4F" w:rsidRPr="00F96A4F">
        <w:rPr>
          <w:rFonts w:eastAsia="Calibri"/>
          <w:rtl/>
        </w:rPr>
        <w:t xml:space="preserve"> کے اعتراضات</w:t>
      </w:r>
      <w:bookmarkEnd w:id="22"/>
    </w:p>
    <w:p w:rsidR="00FC70B5" w:rsidRDefault="00FC70B5" w:rsidP="00BB7236">
      <w:pPr>
        <w:pStyle w:val="libNormal0"/>
        <w:rPr>
          <w:rFonts w:eastAsia="Calibri"/>
          <w:rtl/>
        </w:rPr>
      </w:pPr>
    </w:p>
    <w:p w:rsidR="00FC70B5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اگر</w:t>
      </w:r>
      <w:r w:rsidR="00F96A4F" w:rsidRPr="00F96A4F">
        <w:rPr>
          <w:rFonts w:eastAsia="Calibri"/>
          <w:rtl/>
        </w:rPr>
        <w:t xml:space="preserve"> چہ حضرت (ع) کے اشعار 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الحال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دا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کر سکا ہوں </w:t>
      </w:r>
      <w:r w:rsidR="00FC70B5">
        <w:rPr>
          <w:rFonts w:eastAsia="Calibri"/>
          <w:rtl/>
        </w:rPr>
        <w:t>پھر</w:t>
      </w:r>
      <w:r>
        <w:rPr>
          <w:rFonts w:eastAsia="Calibri"/>
          <w:rtl/>
        </w:rPr>
        <w:t xml:space="preserve"> </w:t>
      </w:r>
      <w:r w:rsidR="00CE6606">
        <w:rPr>
          <w:rFonts w:eastAsia="Calibri" w:hint="eastAsia"/>
          <w:rtl/>
        </w:rPr>
        <w:t>بھی</w:t>
      </w:r>
      <w:r w:rsidR="00F96A4F" w:rsidRPr="00F96A4F">
        <w:rPr>
          <w:rFonts w:eastAsia="Calibri"/>
          <w:rtl/>
        </w:rPr>
        <w:t xml:space="preserve"> حضرت (ع) کے اشعار کا ہونا قطع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چند شعر حضرت (ع) کے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جو بہت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تلخ اور انقلاب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فرزدق کے اشعار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دوسرا نمونہ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فرزدق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واقعہ</w:t>
      </w:r>
      <w:r w:rsidRPr="00F96A4F">
        <w:rPr>
          <w:rFonts w:eastAsia="Calibri"/>
          <w:rtl/>
        </w:rPr>
        <w:t xml:space="preserve"> کو مورخ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و محدث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دونوں نے نقل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جس کا خلاصہ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ہے کہ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ہشام</w:t>
      </w:r>
      <w:r w:rsidR="00F96A4F" w:rsidRPr="00F96A4F">
        <w:rPr>
          <w:rFonts w:eastAsia="Calibri"/>
          <w:rtl/>
        </w:rPr>
        <w:t xml:space="preserve"> ، عبد الملک کا ب</w:t>
      </w:r>
      <w:r w:rsidR="00F96A4F" w:rsidRPr="00F96A4F">
        <w:rPr>
          <w:rFonts w:eastAsia="Calibri" w:hint="cs"/>
          <w:rtl/>
        </w:rPr>
        <w:t>یڻ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،اپنے دور خلافت سے قبل مکہ 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،طواف کے دوران حجر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اسود</w:t>
      </w:r>
      <w:r w:rsidR="00F96A4F" w:rsidRPr="00F96A4F">
        <w:rPr>
          <w:rFonts w:eastAsia="Calibri"/>
          <w:rtl/>
        </w:rPr>
        <w:t xml:space="preserve"> کو بوسہ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نا</w:t>
      </w:r>
      <w:r w:rsidR="00F96A4F" w:rsidRPr="00F96A4F">
        <w:rPr>
          <w:rFonts w:eastAsia="Calibri"/>
          <w:rtl/>
        </w:rPr>
        <w:t xml:space="preserve"> چاہا ،ک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وں</w:t>
      </w:r>
      <w:r w:rsidR="00F96A4F" w:rsidRPr="00F96A4F">
        <w:rPr>
          <w:rFonts w:eastAsia="Calibri"/>
          <w:rtl/>
        </w:rPr>
        <w:t xml:space="preserve"> کہ طواف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حجر اسود کا استلام مستحب ہے حجر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اسود</w:t>
      </w:r>
      <w:r w:rsidR="00F96A4F" w:rsidRPr="00F96A4F">
        <w:rPr>
          <w:rFonts w:eastAsia="Calibri"/>
          <w:rtl/>
        </w:rPr>
        <w:t xml:space="preserve"> کے 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مجمع ز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ادہ</w:t>
      </w:r>
      <w:r w:rsidR="00F96A4F" w:rsidRPr="00F96A4F">
        <w:rPr>
          <w:rFonts w:eastAsia="Calibri"/>
          <w:rtl/>
        </w:rPr>
        <w:t xml:space="preserve"> ہونے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وجہ سے ہزار کوشش کے باوجود خود کو حجر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اسود</w:t>
      </w:r>
      <w:r w:rsidR="00F96A4F" w:rsidRPr="00F96A4F">
        <w:rPr>
          <w:rFonts w:eastAsia="Calibri"/>
          <w:rtl/>
        </w:rPr>
        <w:t xml:space="preserve"> کے قر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ب</w:t>
      </w:r>
      <w:r w:rsidR="00F96A4F" w:rsidRPr="00F96A4F">
        <w:rPr>
          <w:rFonts w:eastAsia="Calibri"/>
          <w:rtl/>
        </w:rPr>
        <w:t xml:space="preserve"> نہ پہنچا سکا حالانکہ وہ خل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فہ</w:t>
      </w:r>
      <w:r w:rsidR="00F96A4F" w:rsidRPr="00F96A4F">
        <w:rPr>
          <w:rFonts w:eastAsia="Calibri"/>
          <w:rtl/>
        </w:rPr>
        <w:t xml:space="preserve"> وقت کا فرزند ،ول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عہد ،رف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قوں</w:t>
      </w:r>
      <w:r w:rsidR="00F96A4F" w:rsidRPr="00F96A4F">
        <w:rPr>
          <w:rFonts w:eastAsia="Calibri"/>
          <w:rtl/>
        </w:rPr>
        <w:t xml:space="preserve"> اور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محافظوں</w:t>
      </w:r>
      <w:r w:rsidR="00F96A4F" w:rsidRPr="00F96A4F">
        <w:rPr>
          <w:rFonts w:eastAsia="Calibri"/>
          <w:rtl/>
        </w:rPr>
        <w:t xml:space="preserve"> کے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ک</w:t>
      </w:r>
      <w:r w:rsidR="00F96A4F" w:rsidRPr="00F96A4F">
        <w:rPr>
          <w:rFonts w:eastAsia="Calibri"/>
          <w:rtl/>
        </w:rPr>
        <w:t xml:space="preserve"> پورے دستے کے ہمراہ حکومت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انتظام 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آ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ا </w:t>
      </w:r>
      <w:r>
        <w:rPr>
          <w:rFonts w:eastAsia="Calibri"/>
          <w:rtl/>
        </w:rPr>
        <w:t>۔</w:t>
      </w:r>
    </w:p>
    <w:p w:rsidR="00EB204C" w:rsidRDefault="00FC70B5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>پھر</w:t>
      </w:r>
      <w:r w:rsidR="00F96A4F"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لوگوں</w:t>
      </w:r>
      <w:r w:rsidR="00F96A4F" w:rsidRPr="00F96A4F">
        <w:rPr>
          <w:rFonts w:eastAsia="Calibri"/>
          <w:rtl/>
        </w:rPr>
        <w:t xml:space="preserve"> نے اس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ح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ث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اور شاہ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کرو فر ک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پرواہ کئے بغ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ر</w:t>
      </w:r>
      <w:r w:rsidR="00F96A4F" w:rsidRPr="00F96A4F">
        <w:rPr>
          <w:rFonts w:eastAsia="Calibri"/>
          <w:rtl/>
        </w:rPr>
        <w:t xml:space="preserve"> اس کو دہکوں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لے</w:t>
      </w:r>
      <w:r w:rsidR="00F96A4F" w:rsidRPr="00F96A4F">
        <w:rPr>
          <w:rFonts w:eastAsia="Calibri"/>
          <w:rtl/>
        </w:rPr>
        <w:t xml:space="preserve"> 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ا</w:t>
      </w:r>
      <w:r w:rsidR="00F96A4F"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FC70B5" w:rsidRDefault="00F96A4F" w:rsidP="002B74C5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نازو نعم کا پروردہ ان افراد سے تو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انسانوں کے </w:t>
      </w:r>
      <w:r w:rsidR="00BB7236">
        <w:rPr>
          <w:rFonts w:eastAsia="Calibri"/>
          <w:rtl/>
        </w:rPr>
        <w:t>ہج</w:t>
      </w:r>
      <w:r w:rsidRPr="00F96A4F">
        <w:rPr>
          <w:rFonts w:eastAsia="Calibri"/>
          <w:rtl/>
        </w:rPr>
        <w:t>وم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دہکے</w:t>
      </w:r>
      <w:r w:rsidRPr="00F96A4F">
        <w:rPr>
          <w:rFonts w:eastAsia="Calibri"/>
          <w:rtl/>
        </w:rPr>
        <w:t xml:space="preserve"> کہاتا ہوا حجر اسود کو بوسہ دے </w:t>
      </w:r>
      <w:r w:rsidR="00EB204C">
        <w:rPr>
          <w:rFonts w:eastAsia="Calibri"/>
          <w:rtl/>
        </w:rPr>
        <w:t>۔</w:t>
      </w:r>
    </w:p>
    <w:p w:rsidR="00FC70B5" w:rsidRDefault="00FC70B5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2B74C5" w:rsidRDefault="002B74C5" w:rsidP="002B74C5">
      <w:pPr>
        <w:pStyle w:val="libNormal0"/>
        <w:rPr>
          <w:rFonts w:eastAsia="Calibri" w:hint="cs"/>
          <w:rtl/>
        </w:rPr>
      </w:pPr>
    </w:p>
    <w:p w:rsidR="002B74C5" w:rsidRDefault="002B74C5" w:rsidP="002B74C5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چنانچہ حجر اسود کے استلام سے ما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وس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ہوکر</w:t>
      </w:r>
      <w:r w:rsidRPr="00F96A4F">
        <w:rPr>
          <w:rFonts w:eastAsia="Calibri"/>
          <w:rtl/>
        </w:rPr>
        <w:t xml:space="preserve"> مسجد الحرام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بلند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پر پہنچ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کر مجمع کا تماشہ کرنے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ہہر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  <w:r w:rsidRPr="00F96A4F">
        <w:rPr>
          <w:rFonts w:eastAsia="Calibri"/>
          <w:rtl/>
        </w:rPr>
        <w:t xml:space="preserve"> اس کے ارد گرد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کچہ لوگ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ہوئے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ے </w:t>
      </w:r>
      <w:r>
        <w:rPr>
          <w:rFonts w:eastAsia="Calibri"/>
          <w:rtl/>
        </w:rPr>
        <w:t>۔</w:t>
      </w:r>
    </w:p>
    <w:p w:rsidR="002B74C5" w:rsidRDefault="002B74C5" w:rsidP="002B74C5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اس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شخص</w:t>
      </w:r>
      <w:r w:rsidRPr="00F96A4F">
        <w:rPr>
          <w:rFonts w:eastAsia="Calibri"/>
          <w:rtl/>
        </w:rPr>
        <w:t xml:space="preserve"> ،وقار و متانت کا مرقع ملکوت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زہد و ورع کے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طواف کرنے والوں کے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ظاہر ہوا اور حجر اسود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قدم </w:t>
      </w:r>
      <w:r>
        <w:rPr>
          <w:rFonts w:eastAsia="Calibri"/>
          <w:rtl/>
        </w:rPr>
        <w:t>بڑھ</w:t>
      </w:r>
      <w:r w:rsidRPr="00F96A4F">
        <w:rPr>
          <w:rFonts w:eastAsia="Calibri"/>
          <w:rtl/>
        </w:rPr>
        <w:t>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مجمع نے فطر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طور پر اس کو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راس</w:t>
      </w:r>
      <w:r>
        <w:rPr>
          <w:rFonts w:eastAsia="Calibri" w:hint="eastAsia"/>
          <w:rtl/>
        </w:rPr>
        <w:t>تھ</w:t>
      </w:r>
      <w:r w:rsidRPr="00F96A4F">
        <w:rPr>
          <w:rFonts w:eastAsia="Calibri"/>
          <w:rtl/>
        </w:rPr>
        <w:t xml:space="preserve"> دے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قسم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زحمت کے بغ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 xml:space="preserve"> اس نے باطم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نان</w:t>
      </w:r>
      <w:r w:rsidRPr="00F96A4F">
        <w:rPr>
          <w:rFonts w:eastAsia="Calibri"/>
          <w:rtl/>
        </w:rPr>
        <w:t xml:space="preserve"> حجر اسود کو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استلام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،بوسہ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اور </w:t>
      </w:r>
      <w:r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واپس ہو کر طواف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مشغول ہو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منظر ہشام بن عبد الملک کے لئے نہا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سخت 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>ا ،وہ خل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فہ</w:t>
      </w:r>
      <w:r w:rsidR="00F96A4F" w:rsidRPr="00F96A4F">
        <w:rPr>
          <w:rFonts w:eastAsia="Calibri"/>
          <w:rtl/>
        </w:rPr>
        <w:t xml:space="preserve"> وقت کا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فرزند</w:t>
      </w:r>
      <w:r w:rsidR="00F96A4F" w:rsidRPr="00F96A4F">
        <w:rPr>
          <w:rFonts w:eastAsia="Calibri"/>
          <w:rtl/>
        </w:rPr>
        <w:t xml:space="preserve"> ارجمند !! اور کوئ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اس کے احترام و ارجمند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کا قائل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ںہے</w:t>
      </w:r>
      <w:r w:rsidR="00F96A4F" w:rsidRPr="00F96A4F">
        <w:rPr>
          <w:rFonts w:eastAsia="Calibri"/>
          <w:rtl/>
        </w:rPr>
        <w:t xml:space="preserve"> !اس کو مجمع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کے</w:t>
      </w:r>
      <w:r w:rsidR="00F96A4F" w:rsidRPr="00F96A4F">
        <w:rPr>
          <w:rFonts w:eastAsia="Calibri"/>
          <w:rtl/>
        </w:rPr>
        <w:t xml:space="preserve"> مکّے اور لات سہکر واپس ہونا پڑجاتا ہے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استلام کرنے کے لئے اس کو راہ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ملت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! دوسر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شخص آتا ہے جو بڑے سکون و اطم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نان</w:t>
      </w:r>
      <w:r w:rsidRPr="00F96A4F">
        <w:rPr>
          <w:rFonts w:eastAsia="Calibri"/>
          <w:rtl/>
        </w:rPr>
        <w:t xml:space="preserve">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حجر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اسود</w:t>
      </w:r>
      <w:r w:rsidRPr="00F96A4F">
        <w:rPr>
          <w:rFonts w:eastAsia="Calibri"/>
          <w:rtl/>
        </w:rPr>
        <w:t xml:space="preserve"> کو استلام کر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تا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</w:p>
    <w:p w:rsidR="00FC70B5" w:rsidRDefault="00F96A4F" w:rsidP="002B74C5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آتش حسد سے لال ہو کر سوال کر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ہتا</w:t>
      </w:r>
      <w:r w:rsidRPr="00F96A4F">
        <w:rPr>
          <w:rFonts w:eastAsia="Calibri"/>
          <w:rtl/>
        </w:rPr>
        <w:t xml:space="preserve"> ہے ،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کون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شخص</w:t>
      </w:r>
      <w:r w:rsidRPr="00F96A4F">
        <w:rPr>
          <w:rFonts w:eastAsia="Calibri"/>
          <w:rtl/>
        </w:rPr>
        <w:t xml:space="preserve"> ہے ؟ ارد گرد ب</w:t>
      </w:r>
      <w:r w:rsidRPr="00F96A4F">
        <w:rPr>
          <w:rFonts w:eastAsia="Calibri" w:hint="cs"/>
          <w:rtl/>
        </w:rPr>
        <w:t>یڻ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ہوئے افراد حضرت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ابن الحس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کو</w:t>
      </w:r>
      <w:r w:rsidR="00EB204C">
        <w:rPr>
          <w:rFonts w:eastAsia="Calibri"/>
          <w:rtl/>
        </w:rPr>
        <w:t xml:space="preserve"> </w:t>
      </w:r>
      <w:r w:rsidR="005901D4">
        <w:rPr>
          <w:rFonts w:eastAsia="Calibri" w:hint="eastAsia"/>
          <w:rtl/>
        </w:rPr>
        <w:t>اچھی</w:t>
      </w:r>
      <w:r w:rsidRPr="00F96A4F">
        <w:rPr>
          <w:rFonts w:eastAsia="Calibri"/>
          <w:rtl/>
        </w:rPr>
        <w:t xml:space="preserve"> طرح پہچانتے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صرف اس لئےخاموش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کہ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ہشام ان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سے</w:t>
      </w:r>
      <w:r w:rsidRPr="00F96A4F">
        <w:rPr>
          <w:rFonts w:eastAsia="Calibri"/>
          <w:rtl/>
        </w:rPr>
        <w:t xml:space="preserve"> مشتبہ نہ ہو جائے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کہ ہشام کے خاندان کے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خاندان کے اختلاف کس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سے ڈہکا چہپا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>ا ،ہم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شہ</w:t>
      </w:r>
      <w:r w:rsidRPr="00F96A4F">
        <w:rPr>
          <w:rFonts w:eastAsia="Calibri"/>
          <w:rtl/>
        </w:rPr>
        <w:t xml:space="preserve"> بن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اور بن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ہاشم</w:t>
      </w:r>
      <w:r w:rsidRPr="00F96A4F">
        <w:rPr>
          <w:rFonts w:eastAsia="Calibri"/>
          <w:rtl/>
        </w:rPr>
        <w:t xml:space="preserve"> کے درم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ان</w:t>
      </w:r>
      <w:r w:rsidRPr="00F96A4F">
        <w:rPr>
          <w:rFonts w:eastAsia="Calibri"/>
          <w:rtl/>
        </w:rPr>
        <w:t xml:space="preserve"> اختلاف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آگ روشن رہ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ہے </w:t>
      </w:r>
      <w:r w:rsidR="00EB204C">
        <w:rPr>
          <w:rFonts w:eastAsia="Calibri"/>
          <w:rtl/>
        </w:rPr>
        <w:t>۔</w:t>
      </w:r>
      <w:r w:rsidRPr="00F96A4F">
        <w:rPr>
          <w:rFonts w:eastAsia="Calibri"/>
          <w:rtl/>
        </w:rPr>
        <w:t xml:space="preserve"> </w:t>
      </w:r>
    </w:p>
    <w:p w:rsidR="00FC70B5" w:rsidRDefault="00FC70B5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2B74C5" w:rsidRDefault="002B74C5" w:rsidP="002B74C5">
      <w:pPr>
        <w:pStyle w:val="libNormal0"/>
        <w:rPr>
          <w:rFonts w:eastAsia="Calibri"/>
          <w:rtl/>
        </w:rPr>
      </w:pPr>
    </w:p>
    <w:p w:rsidR="002B74C5" w:rsidRDefault="002B74C5" w:rsidP="002B74C5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وہ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کہنے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جرا</w:t>
      </w:r>
      <w:r w:rsidRPr="00F96A4F">
        <w:rPr>
          <w:rFonts w:eastAsia="Calibri" w:hint="eastAsia"/>
          <w:rtl/>
        </w:rPr>
        <w:t>تنہ</w:t>
      </w:r>
      <w:r w:rsidRPr="00F96A4F">
        <w:rPr>
          <w:rFonts w:eastAsia="Calibri"/>
          <w:rtl/>
        </w:rPr>
        <w:t xml:space="preserve"> کر سکے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کہ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شخص 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رے</w:t>
      </w:r>
      <w:r w:rsidRPr="00F96A4F">
        <w:rPr>
          <w:rFonts w:eastAsia="Calibri"/>
          <w:rtl/>
        </w:rPr>
        <w:t xml:space="preserve"> دشمن خاندان کا قائد ہے ،جس کے لئے لوگ اس قدر عق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دت</w:t>
      </w:r>
      <w:r w:rsidRPr="00F96A4F">
        <w:rPr>
          <w:rFonts w:eastAsia="Calibri"/>
          <w:rtl/>
        </w:rPr>
        <w:t xml:space="preserve"> و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احترام</w:t>
      </w:r>
      <w:r w:rsidRPr="00F96A4F">
        <w:rPr>
          <w:rFonts w:eastAsia="Calibri"/>
          <w:rtl/>
        </w:rPr>
        <w:t xml:space="preserve"> کے قائل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2B74C5" w:rsidRDefault="002B74C5" w:rsidP="002B74C5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 ظاہر ہے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بات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طرح سے ہشام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اہانت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شمار ہوت</w:t>
      </w:r>
      <w:r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>۔</w:t>
      </w:r>
    </w:p>
    <w:p w:rsidR="002B74C5" w:rsidRDefault="002B74C5" w:rsidP="002B74C5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مشہور</w:t>
      </w:r>
      <w:r w:rsidRPr="00F96A4F">
        <w:rPr>
          <w:rFonts w:eastAsia="Calibri"/>
          <w:rtl/>
        </w:rPr>
        <w:t xml:space="preserve"> شاعر فرزدق جو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(ع)سے خلوص و محبت رکہتا 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>ا 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موجود</w:t>
      </w:r>
      <w:r>
        <w:rPr>
          <w:rFonts w:eastAsia="Calibri"/>
          <w:rtl/>
        </w:rPr>
        <w:t xml:space="preserve"> </w:t>
      </w:r>
      <w:r>
        <w:rPr>
          <w:rFonts w:eastAsia="Calibri" w:hint="eastAsia"/>
          <w:rtl/>
        </w:rPr>
        <w:t>تھ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،اس نے جب محسوس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کہ لوگ تجاہل سے کام لے رہے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باور کرانا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چاہتے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کہ ہم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ابن الحس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کو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پہچانتے 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،آگے </w:t>
      </w:r>
      <w:r w:rsidR="00CE6606">
        <w:rPr>
          <w:rFonts w:eastAsia="Calibri"/>
          <w:rtl/>
        </w:rPr>
        <w:t>بڑھ</w:t>
      </w:r>
      <w:r w:rsidRPr="00F96A4F">
        <w:rPr>
          <w:rFonts w:eastAsia="Calibri"/>
          <w:rtl/>
        </w:rPr>
        <w:t>ا اور آواز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: اے ام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Pr="00F96A4F">
        <w:rPr>
          <w:rFonts w:eastAsia="Calibri"/>
          <w:rtl/>
        </w:rPr>
        <w:t>! اگر اجازت دے تو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شخص کا تعارف کرا دوں ؟ ہشام نے کہا: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ہاںہاں</w:t>
      </w:r>
      <w:r w:rsidRPr="00F96A4F">
        <w:rPr>
          <w:rFonts w:eastAsia="Calibri"/>
          <w:rtl/>
        </w:rPr>
        <w:t xml:space="preserve"> بتاؤ کون ہے ؟ اس وقت فرزدق نے وہ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</w:t>
      </w:r>
      <w:r w:rsidR="00F134B2" w:rsidRPr="00F134B2">
        <w:rPr>
          <w:rFonts w:eastAsia="Calibri"/>
          <w:rtl/>
        </w:rPr>
        <w:t>برجستہ</w:t>
      </w:r>
      <w:r w:rsidRPr="00F96A4F">
        <w:rPr>
          <w:rFonts w:eastAsia="Calibri"/>
          <w:rtl/>
        </w:rPr>
        <w:t xml:space="preserve"> قص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دہ</w:t>
      </w:r>
      <w:r w:rsidRPr="00F96A4F">
        <w:rPr>
          <w:rFonts w:eastAsia="Calibri"/>
          <w:rtl/>
        </w:rPr>
        <w:t xml:space="preserve"> پڑہنا شروع کر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جو شعرائے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(ع) کے معروف 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قص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دوں</w:t>
      </w:r>
      <w:r w:rsidRPr="00F96A4F">
        <w:rPr>
          <w:rFonts w:eastAsia="Calibri"/>
          <w:rtl/>
        </w:rPr>
        <w:t xml:space="preserve"> سے ہے اور شروع سے آخر تک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امام</w:t>
      </w:r>
      <w:r w:rsidRPr="00F96A4F">
        <w:rPr>
          <w:rFonts w:eastAsia="Calibri"/>
          <w:rtl/>
        </w:rPr>
        <w:t xml:space="preserve">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شاندار مدح سے معمور ہے مطلع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وں</w:t>
      </w:r>
      <w:r w:rsidRPr="00F96A4F">
        <w:rPr>
          <w:rFonts w:eastAsia="Calibri"/>
          <w:rtl/>
        </w:rPr>
        <w:t xml:space="preserve"> شروع ہوتا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ہے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AD79D1">
        <w:rPr>
          <w:rStyle w:val="libArabicChar"/>
          <w:rFonts w:eastAsia="Calibri" w:hint="cs"/>
          <w:rtl/>
        </w:rPr>
        <w:t>ذا</w:t>
      </w:r>
      <w:r w:rsidR="00F96A4F" w:rsidRPr="00E72EC1">
        <w:rPr>
          <w:rStyle w:val="libArabicChar"/>
          <w:rFonts w:eastAsia="Calibri"/>
          <w:rtl/>
        </w:rPr>
        <w:t xml:space="preserve"> الذ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/>
          <w:rtl/>
        </w:rPr>
        <w:t xml:space="preserve"> تعرف البطحاء و طا</w:t>
      </w:r>
      <w:r w:rsidR="00F96A4F" w:rsidRPr="00E72EC1">
        <w:rPr>
          <w:rStyle w:val="libArabicChar"/>
          <w:rFonts w:eastAsia="Calibri" w:hint="cs"/>
          <w:rtl/>
        </w:rPr>
        <w:t>ٴ</w:t>
      </w:r>
      <w:r w:rsidR="00F96A4F" w:rsidRPr="00E72EC1">
        <w:rPr>
          <w:rStyle w:val="libArabicChar"/>
          <w:rFonts w:eastAsia="Calibri"/>
          <w:rtl/>
        </w:rPr>
        <w:t xml:space="preserve"> </w:t>
      </w:r>
      <w:r w:rsidR="00BB7236" w:rsidRPr="00E72EC1">
        <w:rPr>
          <w:rStyle w:val="libArabicChar"/>
          <w:rFonts w:eastAsia="Calibri"/>
          <w:rtl/>
        </w:rPr>
        <w:t>ت</w:t>
      </w:r>
      <w:r w:rsidR="00F134B2" w:rsidRPr="00F134B2">
        <w:rPr>
          <w:rStyle w:val="libArabicChar"/>
          <w:rFonts w:eastAsia="Calibri" w:hint="cs"/>
          <w:rtl/>
        </w:rPr>
        <w:t>ه</w:t>
      </w:r>
      <w:r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eastAsia"/>
          <w:rtl/>
        </w:rPr>
        <w:t>والب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ت</w:t>
      </w:r>
      <w:r w:rsidR="00F96A4F" w:rsidRPr="00E72EC1">
        <w:rPr>
          <w:rStyle w:val="libArabicChar"/>
          <w:rFonts w:eastAsia="Calibri"/>
          <w:rtl/>
        </w:rPr>
        <w:t xml:space="preserve"> </w:t>
      </w:r>
      <w:r w:rsidR="00F96A4F" w:rsidRPr="00E72EC1">
        <w:rPr>
          <w:rStyle w:val="libArabicChar"/>
          <w:rFonts w:eastAsia="Calibri" w:hint="cs"/>
          <w:rtl/>
        </w:rPr>
        <w:t>ی</w:t>
      </w:r>
      <w:r w:rsidR="00F96A4F" w:rsidRPr="00E72EC1">
        <w:rPr>
          <w:rStyle w:val="libArabicChar"/>
          <w:rFonts w:eastAsia="Calibri" w:hint="eastAsia"/>
          <w:rtl/>
        </w:rPr>
        <w:t>عرف</w:t>
      </w:r>
      <w:r w:rsidR="00F134B2" w:rsidRPr="00F134B2">
        <w:rPr>
          <w:rStyle w:val="libArabicChar"/>
          <w:rFonts w:eastAsia="Calibri" w:hint="cs"/>
          <w:rtl/>
        </w:rPr>
        <w:t>ه</w:t>
      </w:r>
      <w:r w:rsidR="00F96A4F" w:rsidRPr="00E72EC1">
        <w:rPr>
          <w:rStyle w:val="libArabicChar"/>
          <w:rFonts w:eastAsia="Calibri"/>
          <w:rtl/>
        </w:rPr>
        <w:t xml:space="preserve"> والحل و الحرم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اگر</w:t>
      </w:r>
      <w:r w:rsidR="00F96A4F" w:rsidRPr="00F96A4F">
        <w:rPr>
          <w:rFonts w:eastAsia="Calibri"/>
          <w:rtl/>
        </w:rPr>
        <w:t xml:space="preserve"> تم اس کو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پہچانتے ہو ( تو نہ پہچانو)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وہ ہے کہ سر زم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ن</w:t>
      </w:r>
      <w:r w:rsidR="00F96A4F" w:rsidRPr="00F96A4F">
        <w:rPr>
          <w:rFonts w:eastAsia="Calibri"/>
          <w:rtl/>
        </w:rPr>
        <w:t xml:space="preserve"> بطح</w:t>
      </w:r>
      <w:r w:rsidR="00F96A4F" w:rsidRPr="00F96A4F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اس</w:t>
      </w:r>
      <w:r w:rsidR="00F96A4F" w:rsidRPr="00F96A4F">
        <w:rPr>
          <w:rFonts w:eastAsia="Calibri"/>
          <w:rtl/>
        </w:rPr>
        <w:t xml:space="preserve"> کے قدموں کے نشان پہچانت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ہے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وہ شخص ہے کہ حل و حرم اس کو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پہچانتے</w:t>
      </w:r>
      <w:r w:rsidR="00F96A4F"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FC70B5" w:rsidRDefault="00FC70B5" w:rsidP="00AD79D1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2B74C5" w:rsidRDefault="002B74C5" w:rsidP="002B74C5">
      <w:pPr>
        <w:pStyle w:val="libNormal0"/>
        <w:rPr>
          <w:rFonts w:eastAsia="Calibri" w:hint="cs"/>
          <w:rtl/>
        </w:rPr>
      </w:pPr>
    </w:p>
    <w:p w:rsidR="002B74C5" w:rsidRDefault="002B74C5" w:rsidP="00BD6259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 xml:space="preserve">اور </w:t>
      </w:r>
      <w:r w:rsidRPr="00BD6259">
        <w:rPr>
          <w:rStyle w:val="libNormalChar"/>
          <w:rFonts w:eastAsia="Calibri"/>
          <w:rtl/>
        </w:rPr>
        <w:t>پ</w:t>
      </w:r>
      <w:r w:rsidR="00BD6259" w:rsidRPr="00BD6259">
        <w:rPr>
          <w:rStyle w:val="libNormalChar"/>
          <w:rFonts w:eastAsia="Calibri" w:hint="cs"/>
          <w:rtl/>
        </w:rPr>
        <w:t>ھ</w:t>
      </w:r>
      <w:r w:rsidRPr="00BD6259">
        <w:rPr>
          <w:rStyle w:val="libNormalChar"/>
          <w:rFonts w:eastAsia="Calibri"/>
          <w:rtl/>
        </w:rPr>
        <w:t>ر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وہ ہے ،زمزم و صفا جس کو پہچانتے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غمبر</w:t>
      </w:r>
      <w:r w:rsidRPr="00F96A4F">
        <w:rPr>
          <w:rFonts w:eastAsia="Calibri"/>
          <w:rtl/>
        </w:rPr>
        <w:t xml:space="preserve"> اسلام (ص) کا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فرزند</w:t>
      </w:r>
      <w:r w:rsidRPr="00F96A4F">
        <w:rPr>
          <w:rFonts w:eastAsia="Calibri"/>
          <w:rtl/>
        </w:rPr>
        <w:t xml:space="preserve"> ہے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بہتر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انسان کا فرزند ہے مدح کے موت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انے</w:t>
      </w:r>
      <w:r w:rsidRPr="00F96A4F">
        <w:rPr>
          <w:rFonts w:eastAsia="Calibri"/>
          <w:rtl/>
        </w:rPr>
        <w:t xml:space="preserve"> پر آ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تو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قص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دہ</w:t>
      </w:r>
      <w:r w:rsidRPr="00F96A4F">
        <w:rPr>
          <w:rFonts w:eastAsia="Calibri"/>
          <w:rtl/>
        </w:rPr>
        <w:t xml:space="preserve">  غرار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اس طرح امام سجاد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کے خصوص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ات</w:t>
      </w:r>
      <w:r w:rsidRPr="00F96A4F">
        <w:rPr>
          <w:rFonts w:eastAsia="Calibri"/>
          <w:rtl/>
        </w:rPr>
        <w:t xml:space="preserve"> کا ذکر کر نا شروع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کہ ہر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ہر</w:t>
      </w:r>
      <w:r w:rsidRPr="00F96A4F">
        <w:rPr>
          <w:rFonts w:eastAsia="Calibri"/>
          <w:rtl/>
        </w:rPr>
        <w:t xml:space="preserve"> مصرع ہشام کے 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نے</w:t>
      </w:r>
      <w:r w:rsidRPr="00F96A4F">
        <w:rPr>
          <w:rFonts w:eastAsia="Calibri"/>
          <w:rtl/>
        </w:rPr>
        <w:t xml:space="preserve">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خنجر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طرح چہبتا چلا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۔</w:t>
      </w:r>
    </w:p>
    <w:p w:rsidR="002B74C5" w:rsidRDefault="002B74C5" w:rsidP="002B74C5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اور اس کے بعد ہشام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غضب کا نشانہ </w:t>
      </w:r>
      <w:r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بننا پڑا ،ہشام نے بزم سے نکال باہر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کن</w:t>
      </w:r>
      <w:r w:rsidRPr="00F96A4F">
        <w:rPr>
          <w:rFonts w:eastAsia="Calibri"/>
          <w:rtl/>
        </w:rPr>
        <w:t xml:space="preserve"> امام سجاد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نے اس کے لئے انعام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روانہ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جس کو فرزدق نے اس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معذرت</w:t>
      </w:r>
      <w:r w:rsidRPr="00F96A4F">
        <w:rPr>
          <w:rFonts w:eastAsia="Calibri"/>
          <w:rtl/>
        </w:rPr>
        <w:t xml:space="preserve"> کے سا</w:t>
      </w:r>
      <w:r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واپس کر 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کہ :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اشعار خدا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خوشنود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لئے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کہے</w:t>
      </w:r>
      <w:r w:rsidRPr="00F96A4F">
        <w:rPr>
          <w:rFonts w:eastAsia="Calibri"/>
          <w:rtl/>
        </w:rPr>
        <w:t xml:space="preserve"> 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،آپ (ع) سے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سہ</w:t>
      </w:r>
      <w:r w:rsidRPr="00F96A4F">
        <w:rPr>
          <w:rFonts w:eastAsia="Calibri"/>
          <w:rtl/>
        </w:rPr>
        <w:t xml:space="preserve"> 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نا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چاہتا </w:t>
      </w:r>
      <w:r>
        <w:rPr>
          <w:rFonts w:eastAsia="Calibri"/>
          <w:rtl/>
        </w:rPr>
        <w:t xml:space="preserve">۔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طرح کے انداز مزاحمت ،امام کے اصحاب کے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مشاہدہ کئے جاسکتے</w:t>
      </w:r>
      <w:r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جس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اور نمونہ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ح</w:t>
      </w:r>
      <w:r w:rsidRPr="00F96A4F">
        <w:rPr>
          <w:rFonts w:eastAsia="Calibri" w:hint="cs"/>
          <w:rtl/>
        </w:rPr>
        <w:t>یٰ</w:t>
      </w:r>
      <w:r w:rsidRPr="00F96A4F">
        <w:rPr>
          <w:rFonts w:eastAsia="Calibri"/>
          <w:rtl/>
        </w:rPr>
        <w:t xml:space="preserve"> بن ام الطو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کا طرز عمل ہے </w:t>
      </w:r>
      <w:r>
        <w:rPr>
          <w:rFonts w:eastAsia="Calibri"/>
          <w:rtl/>
        </w:rPr>
        <w:t>۔</w:t>
      </w:r>
    </w:p>
    <w:p w:rsidR="00EB204C" w:rsidRDefault="00F96A4F" w:rsidP="00FC70B5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الب</w:t>
      </w:r>
      <w:r w:rsidR="00BB7236">
        <w:rPr>
          <w:rFonts w:eastAsia="Calibri"/>
          <w:rtl/>
        </w:rPr>
        <w:t>ت</w:t>
      </w:r>
      <w:r w:rsidR="00FC70B5">
        <w:rPr>
          <w:rFonts w:eastAsia="Calibri" w:hint="cs"/>
          <w:rtl/>
        </w:rPr>
        <w:t>ہ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ذکر شعر و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شاعر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کے ضمن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نہ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آتا </w:t>
      </w:r>
      <w:r w:rsidR="00EB204C">
        <w:rPr>
          <w:rFonts w:eastAsia="Calibri"/>
          <w:rtl/>
        </w:rPr>
        <w:t>۔</w:t>
      </w:r>
    </w:p>
    <w:p w:rsidR="00EB204C" w:rsidRDefault="00EB204C" w:rsidP="00BB7236">
      <w:pPr>
        <w:pStyle w:val="libNormal0"/>
        <w:rPr>
          <w:rFonts w:eastAsia="Calibri"/>
          <w:rtl/>
        </w:rPr>
      </w:pP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ح</w:t>
      </w:r>
      <w:r w:rsidR="00F96A4F" w:rsidRPr="00F96A4F">
        <w:rPr>
          <w:rFonts w:eastAsia="Calibri" w:hint="cs"/>
          <w:rtl/>
        </w:rPr>
        <w:t>یٰ</w:t>
      </w:r>
      <w:r w:rsidR="00F96A4F" w:rsidRPr="00F96A4F">
        <w:rPr>
          <w:rFonts w:eastAsia="Calibri"/>
          <w:rtl/>
        </w:rPr>
        <w:t xml:space="preserve"> بن ام الطو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ل</w:t>
      </w:r>
      <w:r w:rsidR="00F96A4F" w:rsidRPr="00F96A4F">
        <w:rPr>
          <w:rFonts w:eastAsia="Calibri"/>
          <w:rtl/>
        </w:rPr>
        <w:t xml:space="preserve"> ب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سے </w:t>
      </w:r>
      <w:r w:rsidR="00E72EC1" w:rsidRPr="00E72EC1">
        <w:rPr>
          <w:rFonts w:eastAsia="Calibri"/>
          <w:rtl/>
        </w:rPr>
        <w:t>وابستہ</w:t>
      </w:r>
      <w:r w:rsidR="00F96A4F" w:rsidRPr="00F96A4F">
        <w:rPr>
          <w:rFonts w:eastAsia="Calibri"/>
          <w:rtl/>
        </w:rPr>
        <w:t xml:space="preserve"> نہا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</w:t>
      </w:r>
      <w:r w:rsidR="00F96A4F" w:rsidRPr="00F96A4F">
        <w:rPr>
          <w:rFonts w:eastAsia="Calibri"/>
          <w:rtl/>
        </w:rPr>
        <w:t xml:space="preserve">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مخلص اور شجاع جوانوں 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سے</w:t>
      </w:r>
      <w:r w:rsidR="00F96A4F" w:rsidRPr="00F96A4F">
        <w:rPr>
          <w:rFonts w:eastAsia="Calibri"/>
          <w:rtl/>
        </w:rPr>
        <w:t xml:space="preserve"> ہے جس کا معمول 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ہے کہ وہ کوفہ جاتا ہے لوگوں کو جمع کرتا ہے اور آواز د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تا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ہے</w:t>
      </w:r>
      <w:r w:rsidR="00F96A4F" w:rsidRPr="00F96A4F">
        <w:rPr>
          <w:rFonts w:eastAsia="Calibri"/>
          <w:rtl/>
        </w:rPr>
        <w:t xml:space="preserve"> : اے لوگو( مخاطب حکومت 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کے آگے </w:t>
      </w:r>
      <w:r w:rsidR="00FC70B5">
        <w:rPr>
          <w:rFonts w:eastAsia="Calibri"/>
          <w:rtl/>
        </w:rPr>
        <w:t>پیچھ</w:t>
      </w:r>
      <w:r w:rsidR="00F96A4F" w:rsidRPr="00F96A4F">
        <w:rPr>
          <w:rFonts w:eastAsia="Calibri" w:hint="eastAsia"/>
          <w:rtl/>
        </w:rPr>
        <w:t>ے</w:t>
      </w:r>
      <w:r w:rsidR="00F96A4F" w:rsidRPr="00F96A4F">
        <w:rPr>
          <w:rFonts w:eastAsia="Calibri"/>
          <w:rtl/>
        </w:rPr>
        <w:t xml:space="preserve"> بہاگنے والے افراد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) 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تمہارے</w:t>
      </w:r>
      <w:r w:rsidR="00F96A4F" w:rsidRPr="00F96A4F">
        <w:rPr>
          <w:rFonts w:eastAsia="Calibri"/>
          <w:rtl/>
        </w:rPr>
        <w:t xml:space="preserve"> ( اور تمہارے آقاؤں کے ) منکر 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جب تک تم لوگ خدا پر ا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مان</w:t>
      </w:r>
      <w:r w:rsidR="00F96A4F" w:rsidRPr="00F96A4F">
        <w:rPr>
          <w:rFonts w:eastAsia="Calibri"/>
          <w:rtl/>
        </w:rPr>
        <w:t xml:space="preserve">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لاتے،ہم</w:t>
      </w:r>
      <w:r>
        <w:rPr>
          <w:rFonts w:eastAsia="Calibri"/>
          <w:rtl/>
        </w:rPr>
        <w:t xml:space="preserve"> </w:t>
      </w:r>
      <w:r w:rsidR="00F96A4F" w:rsidRPr="00F96A4F">
        <w:rPr>
          <w:rFonts w:eastAsia="Calibri" w:hint="eastAsia"/>
          <w:rtl/>
        </w:rPr>
        <w:t>تم</w:t>
      </w:r>
      <w:r w:rsidR="00F96A4F" w:rsidRPr="00F96A4F">
        <w:rPr>
          <w:rFonts w:eastAsia="Calibri"/>
          <w:rtl/>
        </w:rPr>
        <w:t xml:space="preserve"> کو قبول نہ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ں</w:t>
      </w:r>
      <w:r w:rsidR="00F96A4F" w:rsidRPr="00F96A4F">
        <w:rPr>
          <w:rFonts w:eastAsia="Calibri"/>
          <w:rtl/>
        </w:rPr>
        <w:t xml:space="preserve"> کر تے </w:t>
      </w:r>
      <w:r>
        <w:rPr>
          <w:rFonts w:eastAsia="Calibri"/>
          <w:rtl/>
        </w:rPr>
        <w:t>۔</w:t>
      </w:r>
    </w:p>
    <w:p w:rsidR="00EB204C" w:rsidRDefault="00F96A4F" w:rsidP="00BB7236">
      <w:pPr>
        <w:pStyle w:val="libNormal0"/>
        <w:rPr>
          <w:rFonts w:eastAsia="Calibri"/>
          <w:rtl/>
        </w:rPr>
      </w:pPr>
      <w:r w:rsidRPr="00F96A4F">
        <w:rPr>
          <w:rFonts w:eastAsia="Calibri"/>
          <w:rtl/>
        </w:rPr>
        <w:t>اس گفتگو سے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سا</w:t>
      </w:r>
      <w:r w:rsidRPr="00F96A4F">
        <w:rPr>
          <w:rFonts w:eastAsia="Calibri"/>
          <w:rtl/>
        </w:rPr>
        <w:t xml:space="preserve"> لگتا ہے کہ وہ لوگوں کو مشرک</w:t>
      </w:r>
      <w:r w:rsidR="00EB204C">
        <w:rPr>
          <w:rFonts w:eastAsia="Calibri"/>
          <w:rtl/>
        </w:rPr>
        <w:t xml:space="preserve"> </w:t>
      </w:r>
      <w:r w:rsidR="008773C6">
        <w:rPr>
          <w:rFonts w:eastAsia="Calibri" w:hint="eastAsia"/>
          <w:rtl/>
        </w:rPr>
        <w:t>سمجھت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ہے اور ان کو کافر و مشرک کے الفاظ سے خطاب کرتا ہے </w:t>
      </w:r>
      <w:r w:rsidR="00EB204C">
        <w:rPr>
          <w:rFonts w:eastAsia="Calibri"/>
          <w:rtl/>
        </w:rPr>
        <w:t>۔</w:t>
      </w:r>
    </w:p>
    <w:p w:rsidR="002B74C5" w:rsidRDefault="002B74C5" w:rsidP="006874E7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FC70B5" w:rsidRDefault="00EB204C" w:rsidP="00FC70B5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lastRenderedPageBreak/>
        <w:t xml:space="preserve"> </w:t>
      </w:r>
      <w:bookmarkStart w:id="23" w:name="_Toc426016878"/>
      <w:r w:rsidR="00F96A4F" w:rsidRPr="00F96A4F">
        <w:rPr>
          <w:rFonts w:eastAsia="Calibri" w:hint="eastAsia"/>
          <w:rtl/>
        </w:rPr>
        <w:t>بن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/>
          <w:rtl/>
        </w:rPr>
        <w:t xml:space="preserve"> ام</w:t>
      </w:r>
      <w:r w:rsidR="00F96A4F" w:rsidRPr="00F96A4F">
        <w:rPr>
          <w:rFonts w:eastAsia="Calibri" w:hint="cs"/>
          <w:rtl/>
        </w:rPr>
        <w:t>ی</w:t>
      </w:r>
      <w:r w:rsidR="00F96A4F" w:rsidRPr="00F96A4F">
        <w:rPr>
          <w:rFonts w:eastAsia="Calibri" w:hint="eastAsia"/>
          <w:rtl/>
        </w:rPr>
        <w:t>ہ</w:t>
      </w:r>
      <w:r w:rsidR="00F96A4F" w:rsidRPr="00F96A4F">
        <w:rPr>
          <w:rFonts w:eastAsia="Calibri"/>
          <w:rtl/>
        </w:rPr>
        <w:t xml:space="preserve"> سرکار کا امام سجاد (ع)کے سا</w:t>
      </w:r>
      <w:r w:rsidR="00BB7236">
        <w:rPr>
          <w:rFonts w:eastAsia="Calibri"/>
          <w:rtl/>
        </w:rPr>
        <w:t>تھ</w:t>
      </w:r>
      <w:r w:rsidR="00F96A4F" w:rsidRPr="00F96A4F">
        <w:rPr>
          <w:rFonts w:eastAsia="Calibri"/>
          <w:rtl/>
        </w:rPr>
        <w:t xml:space="preserve"> تعرض</w:t>
      </w:r>
      <w:bookmarkEnd w:id="23"/>
      <w:r>
        <w:rPr>
          <w:rFonts w:eastAsia="Calibri"/>
          <w:rtl/>
        </w:rPr>
        <w:t xml:space="preserve"> </w:t>
      </w:r>
    </w:p>
    <w:p w:rsidR="00FC70B5" w:rsidRDefault="00FC70B5" w:rsidP="00BB7236">
      <w:pPr>
        <w:pStyle w:val="libNormal0"/>
        <w:rPr>
          <w:rFonts w:eastAsia="Calibri"/>
          <w:rtl/>
        </w:rPr>
      </w:pPr>
    </w:p>
    <w:p w:rsidR="002B74C5" w:rsidRDefault="00F96A4F" w:rsidP="00AD79D1">
      <w:pPr>
        <w:pStyle w:val="libNormal0"/>
        <w:rPr>
          <w:rFonts w:eastAsia="Calibri"/>
          <w:rtl/>
        </w:rPr>
      </w:pP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امام ز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العابد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/>
          <w:rtl/>
        </w:rPr>
        <w:t xml:space="preserve"> السلام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زندگ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کا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مختصر سا خاکہ ہے</w:t>
      </w:r>
      <w:r w:rsidR="00EB204C">
        <w:rPr>
          <w:rFonts w:eastAsia="Calibri"/>
          <w:rtl/>
        </w:rPr>
        <w:t>۔</w:t>
      </w:r>
      <w:r w:rsidR="00FC70B5">
        <w:rPr>
          <w:rFonts w:eastAsia="Calibri"/>
          <w:rtl/>
        </w:rPr>
        <w:t>البتہ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اشارہ کردوں کہ امام اپنے </w:t>
      </w:r>
      <w:r w:rsidR="00AD79D1" w:rsidRPr="00AD79D1">
        <w:rPr>
          <w:rFonts w:eastAsia="Calibri" w:hint="cs"/>
          <w:rtl/>
        </w:rPr>
        <w:t>3</w:t>
      </w:r>
      <w:r w:rsidR="00BD6259" w:rsidRPr="00BD6259">
        <w:rPr>
          <w:rFonts w:eastAsia="Calibri"/>
          <w:rtl/>
          <w:lang w:bidi="fa-IR"/>
        </w:rPr>
        <w:t>4</w:t>
      </w:r>
      <w:r w:rsidRPr="00F96A4F">
        <w:rPr>
          <w:rFonts w:eastAsia="Calibri"/>
          <w:rtl/>
        </w:rPr>
        <w:t xml:space="preserve"> برس کے طو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ل</w:t>
      </w:r>
      <w:r w:rsidRPr="00F96A4F">
        <w:rPr>
          <w:rFonts w:eastAsia="Calibri"/>
          <w:rtl/>
        </w:rPr>
        <w:t xml:space="preserve"> دورامامت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،ارباب حکومت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سا</w:t>
      </w:r>
      <w:r w:rsidR="00BB7236">
        <w:rPr>
          <w:rFonts w:eastAsia="Calibri"/>
          <w:rtl/>
        </w:rPr>
        <w:t>تھ</w:t>
      </w:r>
      <w:r w:rsidRPr="00F96A4F">
        <w:rPr>
          <w:rFonts w:eastAsia="Calibri"/>
          <w:rtl/>
        </w:rPr>
        <w:t xml:space="preserve"> کہل کر ک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کوئ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تعرض اور مخالفت نہ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="00FC70B5">
        <w:rPr>
          <w:rFonts w:eastAsia="Calibri"/>
          <w:rtl/>
        </w:rPr>
        <w:t>پھر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اپن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امامت کے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اس</w:t>
      </w:r>
      <w:r w:rsidRPr="00F96A4F">
        <w:rPr>
          <w:rFonts w:eastAsia="Calibri"/>
          <w:rtl/>
        </w:rPr>
        <w:t xml:space="preserve"> عظ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دسترخوان کو وس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/>
          <w:rtl/>
        </w:rPr>
        <w:t xml:space="preserve"> سے وس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ع</w:t>
      </w:r>
      <w:r w:rsidRPr="00F96A4F">
        <w:rPr>
          <w:rFonts w:eastAsia="Calibri"/>
          <w:rtl/>
        </w:rPr>
        <w:t xml:space="preserve"> تر کرتے رہے اور تعل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/>
          <w:rtl/>
        </w:rPr>
        <w:t xml:space="preserve"> و ترب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مان</w:t>
      </w:r>
      <w:r w:rsidRPr="00F96A4F">
        <w:rPr>
          <w:rFonts w:eastAsia="Calibri" w:hint="cs"/>
          <w:rtl/>
        </w:rPr>
        <w:t>ی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غذاؤں</w:t>
      </w:r>
      <w:r w:rsidRPr="00F96A4F">
        <w:rPr>
          <w:rFonts w:eastAsia="Calibri"/>
          <w:rtl/>
        </w:rPr>
        <w:t xml:space="preserve"> سے بہت سے مومن و مخلص افراد 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دا</w:t>
      </w:r>
      <w:r w:rsidRPr="00F96A4F">
        <w:rPr>
          <w:rFonts w:eastAsia="Calibri"/>
          <w:rtl/>
        </w:rPr>
        <w:t xml:space="preserve"> کئے دعوت اہلب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ت</w:t>
      </w:r>
      <w:r w:rsidRPr="00F96A4F">
        <w:rPr>
          <w:rFonts w:eastAsia="Calibri"/>
          <w:rtl/>
        </w:rPr>
        <w:t xml:space="preserve"> (ع) کو وسعت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حاصل</w:t>
      </w:r>
      <w:r w:rsidRPr="00F96A4F">
        <w:rPr>
          <w:rFonts w:eastAsia="Calibri"/>
          <w:rtl/>
        </w:rPr>
        <w:t xml:space="preserve"> ہوت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وہ چ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ز</w:t>
      </w:r>
      <w:r w:rsidRPr="00F96A4F">
        <w:rPr>
          <w:rFonts w:eastAsia="Calibri"/>
          <w:rtl/>
        </w:rPr>
        <w:t xml:space="preserve"> </w:t>
      </w:r>
      <w:r w:rsidR="00BB7236">
        <w:rPr>
          <w:rFonts w:eastAsia="Calibri"/>
          <w:rtl/>
        </w:rPr>
        <w:t>تھ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جس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وجہ سے امو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سرکار حضرت (ع)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کے</w:t>
      </w:r>
      <w:r w:rsidRPr="00F96A4F">
        <w:rPr>
          <w:rFonts w:eastAsia="Calibri"/>
          <w:rtl/>
        </w:rPr>
        <w:t xml:space="preserve"> سلسلے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بد ب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</w:t>
      </w:r>
      <w:r w:rsidRPr="00F96A4F">
        <w:rPr>
          <w:rFonts w:eastAsia="Calibri"/>
          <w:rtl/>
        </w:rPr>
        <w:t xml:space="preserve"> و فکر مند رہنے لگ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ہاں</w:t>
      </w:r>
      <w:r w:rsidRPr="00F96A4F">
        <w:rPr>
          <w:rFonts w:eastAsia="Calibri"/>
          <w:rtl/>
        </w:rPr>
        <w:t xml:space="preserve"> تک کہ حضرت (ع (ک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راہ 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رکاوٹ</w:t>
      </w:r>
      <w:r w:rsidRPr="00F96A4F">
        <w:rPr>
          <w:rFonts w:eastAsia="Calibri"/>
          <w:rtl/>
        </w:rPr>
        <w:t xml:space="preserve"> اور روک </w:t>
      </w:r>
      <w:r w:rsidRPr="00F96A4F">
        <w:rPr>
          <w:rFonts w:eastAsia="Calibri" w:hint="cs"/>
          <w:rtl/>
        </w:rPr>
        <w:t>ڻ</w:t>
      </w:r>
      <w:r w:rsidRPr="00F96A4F">
        <w:rPr>
          <w:rFonts w:eastAsia="Calibri" w:hint="eastAsia"/>
          <w:rtl/>
        </w:rPr>
        <w:t>وک</w:t>
      </w:r>
      <w:r w:rsidRPr="00F96A4F">
        <w:rPr>
          <w:rFonts w:eastAsia="Calibri"/>
          <w:rtl/>
        </w:rPr>
        <w:t xml:space="preserve">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ک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گئ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/>
          <w:rtl/>
        </w:rPr>
        <w:t xml:space="preserve"> اور کم از کم 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ک</w:t>
      </w:r>
      <w:r w:rsidRPr="00F96A4F">
        <w:rPr>
          <w:rFonts w:eastAsia="Calibri"/>
          <w:rtl/>
        </w:rPr>
        <w:t xml:space="preserve"> مرتبہ حضرت (ع) کو طوق و زنج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ر</w:t>
      </w:r>
      <w:r w:rsidR="00EB204C">
        <w:rPr>
          <w:rFonts w:eastAsia="Calibri"/>
          <w:rtl/>
        </w:rPr>
        <w:t xml:space="preserve"> </w:t>
      </w:r>
      <w:r w:rsidRPr="00F96A4F">
        <w:rPr>
          <w:rFonts w:eastAsia="Calibri" w:hint="eastAsia"/>
          <w:rtl/>
        </w:rPr>
        <w:t>م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ں</w:t>
      </w:r>
      <w:r w:rsidRPr="00F96A4F">
        <w:rPr>
          <w:rFonts w:eastAsia="Calibri"/>
          <w:rtl/>
        </w:rPr>
        <w:t xml:space="preserve"> کس کر مد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نہ</w:t>
      </w:r>
      <w:r w:rsidRPr="00F96A4F">
        <w:rPr>
          <w:rFonts w:eastAsia="Calibri"/>
          <w:rtl/>
        </w:rPr>
        <w:t xml:space="preserve"> سے شام </w:t>
      </w:r>
      <w:r w:rsidR="00CE6606">
        <w:rPr>
          <w:rFonts w:eastAsia="Calibri"/>
          <w:rtl/>
        </w:rPr>
        <w:t>بھی</w:t>
      </w:r>
      <w:r w:rsidRPr="00F96A4F">
        <w:rPr>
          <w:rFonts w:eastAsia="Calibri"/>
          <w:rtl/>
        </w:rPr>
        <w:t xml:space="preserve"> لے جا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گ</w:t>
      </w:r>
      <w:r w:rsidRPr="00F96A4F">
        <w:rPr>
          <w:rFonts w:eastAsia="Calibri" w:hint="cs"/>
          <w:rtl/>
        </w:rPr>
        <w:t>ی</w:t>
      </w:r>
      <w:r w:rsidRPr="00F96A4F">
        <w:rPr>
          <w:rFonts w:eastAsia="Calibri" w:hint="eastAsia"/>
          <w:rtl/>
        </w:rPr>
        <w:t>ا</w:t>
      </w:r>
      <w:r w:rsidRPr="00F96A4F">
        <w:rPr>
          <w:rFonts w:eastAsia="Calibri"/>
          <w:rtl/>
        </w:rPr>
        <w:t xml:space="preserve"> </w:t>
      </w:r>
      <w:r w:rsidR="00EB204C">
        <w:rPr>
          <w:rFonts w:eastAsia="Calibri"/>
          <w:rtl/>
        </w:rPr>
        <w:t>۔</w:t>
      </w:r>
      <w:r w:rsidR="002B74C5" w:rsidRPr="002B74C5">
        <w:rPr>
          <w:rFonts w:eastAsia="Calibri"/>
          <w:rtl/>
        </w:rPr>
        <w:t xml:space="preserve"> </w:t>
      </w:r>
      <w:r w:rsidR="002B74C5" w:rsidRPr="00F96A4F">
        <w:rPr>
          <w:rFonts w:eastAsia="Calibri"/>
          <w:rtl/>
        </w:rPr>
        <w:t>حادث</w:t>
      </w:r>
      <w:r w:rsidR="00AD79D1">
        <w:rPr>
          <w:rFonts w:eastAsia="Calibri" w:hint="cs"/>
          <w:rtl/>
          <w:lang w:bidi="ur-PK"/>
        </w:rPr>
        <w:t>ہ</w:t>
      </w:r>
      <w:r w:rsidR="002B74C5" w:rsidRPr="00F96A4F">
        <w:rPr>
          <w:rFonts w:eastAsia="Calibri"/>
          <w:rtl/>
        </w:rPr>
        <w:t xml:space="preserve"> کربلا م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ں</w:t>
      </w:r>
      <w:r w:rsidR="002B74C5" w:rsidRPr="00F96A4F">
        <w:rPr>
          <w:rFonts w:eastAsia="Calibri"/>
          <w:rtl/>
        </w:rPr>
        <w:t xml:space="preserve"> امام ز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ن</w:t>
      </w:r>
      <w:r w:rsidR="002B74C5" w:rsidRPr="00F96A4F">
        <w:rPr>
          <w:rFonts w:eastAsia="Calibri"/>
          <w:rtl/>
        </w:rPr>
        <w:t xml:space="preserve"> العابد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ن</w:t>
      </w:r>
      <w:r w:rsidR="002B74C5">
        <w:rPr>
          <w:rFonts w:eastAsia="Calibri"/>
          <w:rtl/>
        </w:rPr>
        <w:t xml:space="preserve"> </w:t>
      </w:r>
      <w:r w:rsidR="002B74C5" w:rsidRPr="00F96A4F">
        <w:rPr>
          <w:rFonts w:eastAsia="Calibri" w:hint="eastAsia"/>
          <w:rtl/>
        </w:rPr>
        <w:t>عل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ہ</w:t>
      </w:r>
      <w:r w:rsidR="002B74C5" w:rsidRPr="00F96A4F">
        <w:rPr>
          <w:rFonts w:eastAsia="Calibri"/>
          <w:rtl/>
        </w:rPr>
        <w:t xml:space="preserve"> السلام کا طوق و زنج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ر</w:t>
      </w:r>
      <w:r w:rsidR="002B74C5" w:rsidRPr="00F96A4F">
        <w:rPr>
          <w:rFonts w:eastAsia="Calibri"/>
          <w:rtl/>
        </w:rPr>
        <w:t xml:space="preserve"> م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ں</w:t>
      </w:r>
      <w:r w:rsidR="002B74C5" w:rsidRPr="00F96A4F">
        <w:rPr>
          <w:rFonts w:eastAsia="Calibri"/>
          <w:rtl/>
        </w:rPr>
        <w:t xml:space="preserve"> جگڑ کر شام لے جا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ا</w:t>
      </w:r>
      <w:r w:rsidR="002B74C5" w:rsidRPr="00F96A4F">
        <w:rPr>
          <w:rFonts w:eastAsia="Calibri"/>
          <w:rtl/>
        </w:rPr>
        <w:t xml:space="preserve"> جانا مشہور ہے ل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کن</w:t>
      </w:r>
      <w:r w:rsidR="002B74C5" w:rsidRPr="00F96A4F">
        <w:rPr>
          <w:rFonts w:eastAsia="Calibri"/>
          <w:rtl/>
        </w:rPr>
        <w:t xml:space="preserve"> کربلا</w:t>
      </w:r>
      <w:r w:rsidR="002B74C5">
        <w:rPr>
          <w:rFonts w:eastAsia="Calibri"/>
          <w:rtl/>
        </w:rPr>
        <w:t xml:space="preserve"> </w:t>
      </w:r>
      <w:r w:rsidR="002B74C5" w:rsidRPr="00F96A4F">
        <w:rPr>
          <w:rFonts w:eastAsia="Calibri" w:hint="eastAsia"/>
          <w:rtl/>
        </w:rPr>
        <w:t>ک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/>
          <w:rtl/>
        </w:rPr>
        <w:t xml:space="preserve"> اس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ر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/>
          <w:rtl/>
        </w:rPr>
        <w:t xml:space="preserve"> م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ں</w:t>
      </w:r>
      <w:r w:rsidR="002B74C5" w:rsidRPr="00F96A4F">
        <w:rPr>
          <w:rFonts w:eastAsia="Calibri"/>
          <w:rtl/>
        </w:rPr>
        <w:t xml:space="preserve"> اگر حضرت (ع) کا گلو ئے مبارک نہ </w:t>
      </w:r>
      <w:r w:rsidR="002B74C5">
        <w:rPr>
          <w:rFonts w:eastAsia="Calibri"/>
          <w:rtl/>
        </w:rPr>
        <w:t>بھی</w:t>
      </w:r>
      <w:r w:rsidR="002B74C5" w:rsidRPr="00F96A4F">
        <w:rPr>
          <w:rFonts w:eastAsia="Calibri"/>
          <w:rtl/>
        </w:rPr>
        <w:t xml:space="preserve"> جگڑ ا گ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ا</w:t>
      </w:r>
      <w:r w:rsidR="002B74C5" w:rsidRPr="00F96A4F">
        <w:rPr>
          <w:rFonts w:eastAsia="Calibri"/>
          <w:rtl/>
        </w:rPr>
        <w:t xml:space="preserve"> ہو تو </w:t>
      </w:r>
      <w:r w:rsidR="002B74C5">
        <w:rPr>
          <w:rFonts w:eastAsia="Calibri"/>
          <w:rtl/>
        </w:rPr>
        <w:t>بھی</w:t>
      </w:r>
      <w:r w:rsidR="002B74C5" w:rsidRPr="00F96A4F">
        <w:rPr>
          <w:rFonts w:eastAsia="Calibri"/>
          <w:rtl/>
        </w:rPr>
        <w:t xml:space="preserve"> اس</w:t>
      </w:r>
      <w:r w:rsidR="002B74C5">
        <w:rPr>
          <w:rFonts w:eastAsia="Calibri"/>
          <w:rtl/>
        </w:rPr>
        <w:t xml:space="preserve"> </w:t>
      </w:r>
      <w:r w:rsidR="002B74C5" w:rsidRPr="00F96A4F">
        <w:rPr>
          <w:rFonts w:eastAsia="Calibri" w:hint="eastAsia"/>
          <w:rtl/>
        </w:rPr>
        <w:t>موقع</w:t>
      </w:r>
      <w:r w:rsidR="002B74C5" w:rsidRPr="00F96A4F">
        <w:rPr>
          <w:rFonts w:eastAsia="Calibri"/>
          <w:rtl/>
        </w:rPr>
        <w:t xml:space="preserve"> پر 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ہ</w:t>
      </w:r>
      <w:r w:rsidR="002B74C5" w:rsidRPr="00F96A4F">
        <w:rPr>
          <w:rFonts w:eastAsia="Calibri"/>
          <w:rtl/>
        </w:rPr>
        <w:t xml:space="preserve"> بات 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ق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ن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/>
          <w:rtl/>
        </w:rPr>
        <w:t xml:space="preserve"> ہے 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عن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/>
          <w:rtl/>
        </w:rPr>
        <w:t xml:space="preserve"> حضرت (ع) کو مد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نہ</w:t>
      </w:r>
      <w:r w:rsidR="002B74C5" w:rsidRPr="00F96A4F">
        <w:rPr>
          <w:rFonts w:eastAsia="Calibri"/>
          <w:rtl/>
        </w:rPr>
        <w:t xml:space="preserve"> سے اونٹ پر سوار ک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ا</w:t>
      </w:r>
      <w:r w:rsidR="002B74C5" w:rsidRPr="00F96A4F">
        <w:rPr>
          <w:rFonts w:eastAsia="Calibri"/>
          <w:rtl/>
        </w:rPr>
        <w:t xml:space="preserve"> گ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ا</w:t>
      </w:r>
      <w:r w:rsidR="002B74C5" w:rsidRPr="00F96A4F">
        <w:rPr>
          <w:rFonts w:eastAsia="Calibri"/>
          <w:rtl/>
        </w:rPr>
        <w:t xml:space="preserve"> اور</w:t>
      </w:r>
      <w:r w:rsidR="002B74C5">
        <w:rPr>
          <w:rFonts w:eastAsia="Calibri"/>
          <w:rtl/>
        </w:rPr>
        <w:t xml:space="preserve"> </w:t>
      </w:r>
      <w:r w:rsidR="002B74C5" w:rsidRPr="00F96A4F">
        <w:rPr>
          <w:rFonts w:eastAsia="Calibri" w:hint="eastAsia"/>
          <w:rtl/>
        </w:rPr>
        <w:t>طوق</w:t>
      </w:r>
      <w:r w:rsidR="002B74C5" w:rsidRPr="00F96A4F">
        <w:rPr>
          <w:rFonts w:eastAsia="Calibri"/>
          <w:rtl/>
        </w:rPr>
        <w:t xml:space="preserve"> و زنج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ر</w:t>
      </w:r>
      <w:r w:rsidR="002B74C5" w:rsidRPr="00F96A4F">
        <w:rPr>
          <w:rFonts w:eastAsia="Calibri"/>
          <w:rtl/>
        </w:rPr>
        <w:t xml:space="preserve"> م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ں</w:t>
      </w:r>
      <w:r w:rsidR="002B74C5" w:rsidRPr="00F96A4F">
        <w:rPr>
          <w:rFonts w:eastAsia="Calibri"/>
          <w:rtl/>
        </w:rPr>
        <w:t xml:space="preserve"> جگڑ کر شام لے جا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ا</w:t>
      </w:r>
      <w:r w:rsidR="002B74C5" w:rsidRPr="00F96A4F">
        <w:rPr>
          <w:rFonts w:eastAsia="Calibri"/>
          <w:rtl/>
        </w:rPr>
        <w:t xml:space="preserve"> گ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ا</w:t>
      </w:r>
      <w:r w:rsidR="002B74C5" w:rsidRPr="00F96A4F">
        <w:rPr>
          <w:rFonts w:eastAsia="Calibri"/>
          <w:rtl/>
        </w:rPr>
        <w:t xml:space="preserve"> </w:t>
      </w:r>
      <w:r w:rsidR="002B74C5">
        <w:rPr>
          <w:rFonts w:eastAsia="Calibri"/>
          <w:rtl/>
        </w:rPr>
        <w:t>۔</w:t>
      </w:r>
      <w:r w:rsidR="002B74C5" w:rsidRPr="00F96A4F">
        <w:rPr>
          <w:rFonts w:eastAsia="Calibri"/>
          <w:rtl/>
        </w:rPr>
        <w:t xml:space="preserve"> اس کے علاوہ </w:t>
      </w:r>
      <w:r w:rsidR="002B74C5">
        <w:rPr>
          <w:rFonts w:eastAsia="Calibri"/>
          <w:rtl/>
        </w:rPr>
        <w:t>بھی</w:t>
      </w:r>
      <w:r w:rsidR="002B74C5" w:rsidRPr="00F96A4F">
        <w:rPr>
          <w:rFonts w:eastAsia="Calibri"/>
          <w:rtl/>
        </w:rPr>
        <w:t xml:space="preserve"> کئ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/>
          <w:rtl/>
        </w:rPr>
        <w:t xml:space="preserve"> دوسرے موارد</w:t>
      </w:r>
      <w:r w:rsidR="002B74C5">
        <w:rPr>
          <w:rFonts w:eastAsia="Calibri"/>
          <w:rtl/>
        </w:rPr>
        <w:t xml:space="preserve"> </w:t>
      </w:r>
      <w:r w:rsidR="002B74C5" w:rsidRPr="00F96A4F">
        <w:rPr>
          <w:rFonts w:eastAsia="Calibri" w:hint="eastAsia"/>
          <w:rtl/>
        </w:rPr>
        <w:t>پ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ش</w:t>
      </w:r>
      <w:r w:rsidR="002B74C5" w:rsidRPr="00F96A4F">
        <w:rPr>
          <w:rFonts w:eastAsia="Calibri"/>
          <w:rtl/>
        </w:rPr>
        <w:t xml:space="preserve"> آئے جب آپ (ع) کو مخالف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ن</w:t>
      </w:r>
      <w:r w:rsidR="002B74C5" w:rsidRPr="00F96A4F">
        <w:rPr>
          <w:rFonts w:eastAsia="Calibri"/>
          <w:rtl/>
        </w:rPr>
        <w:t xml:space="preserve"> ک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/>
          <w:rtl/>
        </w:rPr>
        <w:t xml:space="preserve"> طرف سے آزارو شکنجے کا سامنا کرنا پڑا اور</w:t>
      </w:r>
      <w:r w:rsidR="002B74C5">
        <w:rPr>
          <w:rFonts w:eastAsia="Calibri"/>
          <w:rtl/>
        </w:rPr>
        <w:t xml:space="preserve"> </w:t>
      </w:r>
      <w:r w:rsidR="002B74C5" w:rsidRPr="00F96A4F">
        <w:rPr>
          <w:rFonts w:eastAsia="Calibri" w:hint="eastAsia"/>
          <w:rtl/>
        </w:rPr>
        <w:t>آخر</w:t>
      </w:r>
      <w:r w:rsidR="002B74C5" w:rsidRPr="00F96A4F">
        <w:rPr>
          <w:rFonts w:eastAsia="Calibri"/>
          <w:rtl/>
        </w:rPr>
        <w:t xml:space="preserve"> کار ول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د</w:t>
      </w:r>
      <w:r w:rsidR="002B74C5" w:rsidRPr="00F96A4F">
        <w:rPr>
          <w:rFonts w:eastAsia="Calibri"/>
          <w:rtl/>
        </w:rPr>
        <w:t xml:space="preserve"> بن عبد الملک) ملعون خدااس کو واصل جہنم کرے ) کے دور خلافت</w:t>
      </w:r>
      <w:r w:rsidR="002B74C5">
        <w:rPr>
          <w:rFonts w:eastAsia="Calibri"/>
          <w:rtl/>
        </w:rPr>
        <w:t xml:space="preserve"> </w:t>
      </w:r>
      <w:r w:rsidR="00AD79D1" w:rsidRPr="00AD79D1">
        <w:rPr>
          <w:rFonts w:eastAsia="Calibri" w:hint="cs"/>
          <w:rtl/>
        </w:rPr>
        <w:t>9</w:t>
      </w:r>
      <w:r w:rsidR="00BD6259" w:rsidRPr="00BD6259">
        <w:rPr>
          <w:rFonts w:eastAsia="Calibri"/>
          <w:rtl/>
          <w:lang w:bidi="fa-IR"/>
        </w:rPr>
        <w:t>5</w:t>
      </w:r>
      <w:r w:rsidR="002B74C5" w:rsidRPr="00F96A4F">
        <w:rPr>
          <w:rFonts w:eastAsia="Calibri"/>
          <w:rtl/>
        </w:rPr>
        <w:t xml:space="preserve"> ہء م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ں</w:t>
      </w:r>
      <w:r w:rsidR="002B74C5" w:rsidRPr="00F96A4F">
        <w:rPr>
          <w:rFonts w:eastAsia="Calibri"/>
          <w:rtl/>
        </w:rPr>
        <w:t xml:space="preserve"> خلافت بن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/>
          <w:rtl/>
        </w:rPr>
        <w:t xml:space="preserve"> ام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ہ</w:t>
      </w:r>
      <w:r w:rsidR="002B74C5" w:rsidRPr="00F96A4F">
        <w:rPr>
          <w:rFonts w:eastAsia="Calibri"/>
          <w:rtl/>
        </w:rPr>
        <w:t xml:space="preserve"> کے سرکار 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/>
          <w:rtl/>
        </w:rPr>
        <w:t xml:space="preserve"> کارگزاروں کے ہا</w:t>
      </w:r>
      <w:r w:rsidR="002B74C5">
        <w:rPr>
          <w:rFonts w:eastAsia="Calibri"/>
          <w:rtl/>
        </w:rPr>
        <w:t>تھ</w:t>
      </w:r>
      <w:r w:rsidR="002B74C5" w:rsidRPr="00F96A4F">
        <w:rPr>
          <w:rFonts w:eastAsia="Calibri"/>
          <w:rtl/>
        </w:rPr>
        <w:t>وں زہر دے کر شہ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د</w:t>
      </w:r>
      <w:r w:rsidR="002B74C5" w:rsidRPr="00F96A4F">
        <w:rPr>
          <w:rFonts w:eastAsia="Calibri"/>
          <w:rtl/>
        </w:rPr>
        <w:t xml:space="preserve"> کر</w:t>
      </w:r>
      <w:r w:rsidR="002B74C5">
        <w:rPr>
          <w:rFonts w:eastAsia="Calibri"/>
          <w:rtl/>
        </w:rPr>
        <w:t xml:space="preserve"> </w:t>
      </w:r>
      <w:r w:rsidR="002B74C5" w:rsidRPr="00F96A4F">
        <w:rPr>
          <w:rFonts w:eastAsia="Calibri" w:hint="eastAsia"/>
          <w:rtl/>
        </w:rPr>
        <w:t>د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ا</w:t>
      </w:r>
      <w:r w:rsidR="002B74C5" w:rsidRPr="00F96A4F">
        <w:rPr>
          <w:rFonts w:eastAsia="Calibri"/>
          <w:rtl/>
        </w:rPr>
        <w:t xml:space="preserve"> گ</w:t>
      </w:r>
      <w:r w:rsidR="002B74C5" w:rsidRPr="00F96A4F">
        <w:rPr>
          <w:rFonts w:eastAsia="Calibri" w:hint="cs"/>
          <w:rtl/>
        </w:rPr>
        <w:t>ی</w:t>
      </w:r>
      <w:r w:rsidR="002B74C5" w:rsidRPr="00F96A4F">
        <w:rPr>
          <w:rFonts w:eastAsia="Calibri" w:hint="eastAsia"/>
          <w:rtl/>
        </w:rPr>
        <w:t>ا</w:t>
      </w:r>
      <w:r w:rsidR="002B74C5">
        <w:rPr>
          <w:rFonts w:eastAsia="Calibri"/>
          <w:rtl/>
        </w:rPr>
        <w:t>۔</w:t>
      </w:r>
    </w:p>
    <w:p w:rsidR="00D86B6F" w:rsidRDefault="00FC70B5" w:rsidP="00D86B6F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sdt>
      <w:sdtPr>
        <w:rPr>
          <w:rtl/>
        </w:rPr>
        <w:id w:val="6484213"/>
        <w:docPartObj>
          <w:docPartGallery w:val="Table of Contents"/>
          <w:docPartUnique/>
        </w:docPartObj>
      </w:sdtPr>
      <w:sdtEndPr>
        <w:rPr>
          <w:rFonts w:cs="Traditional Arabic"/>
          <w:bCs w:val="0"/>
          <w:color w:val="000000"/>
          <w:sz w:val="24"/>
          <w:szCs w:val="32"/>
        </w:rPr>
      </w:sdtEndPr>
      <w:sdtContent>
        <w:p w:rsidR="00D86B6F" w:rsidRPr="00D86B6F" w:rsidRDefault="00D86B6F" w:rsidP="00D86B6F">
          <w:pPr>
            <w:pStyle w:val="Heading1Center"/>
          </w:pPr>
          <w:r w:rsidRPr="00D86B6F">
            <w:rPr>
              <w:rFonts w:hint="cs"/>
              <w:rtl/>
            </w:rPr>
            <w:t>فہرست</w:t>
          </w:r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6016855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حادثات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زندگ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ائمہ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عل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السلام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بن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اد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موقف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56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حکومت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اسلام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تشک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ائمہ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(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</w:t>
            </w:r>
            <w:r w:rsidRPr="007C00A4">
              <w:rPr>
                <w:rStyle w:val="Hyperlink"/>
                <w:rFonts w:eastAsia="Calibri"/>
                <w:noProof/>
                <w:rtl/>
              </w:rPr>
              <w:t>)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بن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اد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ہدف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رہا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57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امام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ز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العابد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(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)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زندگ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مجموع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خاکہ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58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رہائ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بعد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59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ماحول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60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خف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تنظ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61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واقعہ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حرہ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62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اس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دور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امام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عل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السلام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موقف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63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امام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عل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السلام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مقاصد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64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پہلا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 w:rsidP="00D86B6F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65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دوسرا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66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سرا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67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ہم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فکر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جماعت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تشک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68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فلسفہ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امامت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،امام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عل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السلام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نظر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69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تنظ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ضرورت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70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دربار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علماء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پر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امام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سجاد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عل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السلام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سخت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تنق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71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حد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ث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گڑھنا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ظالموں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ضرورت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72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حد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ث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گڑھنے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کچہ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نمونے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73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محمد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زہر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چند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جعل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حد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ث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74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ائمہ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عل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السلام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سرے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مرحلہ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آغاز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حکمت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عمل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75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ائمہ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عل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السلام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طرف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سے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مزاحمت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چند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نمونہ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 w:rsidP="00D86B6F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76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بت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کسے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کہتے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اور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کون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بت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پرست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77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فرزدق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اور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ح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ییٰ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اعتراضات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pPr>
            <w:pStyle w:val="TOC1"/>
            <w:tabs>
              <w:tab w:val="right" w:leader="dot" w:pos="757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016878" w:history="1">
            <w:r w:rsidRPr="007C00A4">
              <w:rPr>
                <w:rStyle w:val="Hyperlink"/>
                <w:rFonts w:eastAsia="Calibri" w:hint="eastAsia"/>
                <w:noProof/>
                <w:rtl/>
              </w:rPr>
              <w:t>بن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ام</w:t>
            </w:r>
            <w:r w:rsidRPr="007C00A4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سرکار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امام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سجاد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(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ع</w:t>
            </w:r>
            <w:r w:rsidRPr="007C00A4">
              <w:rPr>
                <w:rStyle w:val="Hyperlink"/>
                <w:rFonts w:eastAsia="Calibri"/>
                <w:noProof/>
                <w:rtl/>
              </w:rPr>
              <w:t>)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ساتھ</w:t>
            </w:r>
            <w:r w:rsidRPr="007C00A4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C00A4">
              <w:rPr>
                <w:rStyle w:val="Hyperlink"/>
                <w:rFonts w:eastAsia="Calibri" w:hint="eastAsia"/>
                <w:noProof/>
                <w:rtl/>
              </w:rPr>
              <w:t>تعرض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Toc426016878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6B6F" w:rsidRDefault="00D86B6F">
          <w:r>
            <w:fldChar w:fldCharType="end"/>
          </w:r>
        </w:p>
      </w:sdtContent>
    </w:sdt>
    <w:p w:rsidR="00FC70B5" w:rsidRDefault="00FC70B5" w:rsidP="00D86B6F">
      <w:pPr>
        <w:pStyle w:val="libNormal"/>
        <w:rPr>
          <w:rFonts w:eastAsia="Calibri"/>
          <w:rtl/>
        </w:rPr>
      </w:pPr>
    </w:p>
    <w:sectPr w:rsidR="00FC70B5" w:rsidSect="00800DE6">
      <w:footerReference w:type="even" r:id="rId8"/>
      <w:footerReference w:type="default" r:id="rId9"/>
      <w:footerReference w:type="first" r:id="rId10"/>
      <w:pgSz w:w="11907" w:h="16839" w:code="9"/>
      <w:pgMar w:top="2160" w:right="2160" w:bottom="2160" w:left="2160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F97" w:rsidRDefault="00C67F97">
      <w:r>
        <w:separator/>
      </w:r>
    </w:p>
  </w:endnote>
  <w:endnote w:type="continuationSeparator" w:id="1">
    <w:p w:rsidR="00C67F97" w:rsidRDefault="00C67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00000000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D1" w:rsidRDefault="00AD79D1" w:rsidP="00826B03">
    <w:pPr>
      <w:ind w:firstLine="0"/>
    </w:pPr>
    <w:r>
      <w:rPr>
        <w:rtl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D1" w:rsidRDefault="00AD79D1" w:rsidP="00826B03">
    <w:pPr>
      <w:ind w:firstLine="0"/>
    </w:pPr>
    <w:r>
      <w:rPr>
        <w:rtl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D1" w:rsidRPr="00826B03" w:rsidRDefault="00AD79D1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F97" w:rsidRDefault="00C67F97">
      <w:r>
        <w:separator/>
      </w:r>
    </w:p>
  </w:footnote>
  <w:footnote w:type="continuationSeparator" w:id="1">
    <w:p w:rsidR="00C67F97" w:rsidRDefault="00C67F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3F597F28"/>
    <w:multiLevelType w:val="hybridMultilevel"/>
    <w:tmpl w:val="EDD6D130"/>
    <w:lvl w:ilvl="0" w:tplc="4A0053DC">
      <w:start w:val="1"/>
      <w:numFmt w:val="decimal"/>
      <w:pStyle w:val="Index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4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5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6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7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14"/>
  </w:num>
  <w:num w:numId="5">
    <w:abstractNumId w:val="1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8"/>
  </w:num>
  <w:num w:numId="15">
    <w:abstractNumId w:val="4"/>
  </w:num>
  <w:num w:numId="16">
    <w:abstractNumId w:val="1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120A"/>
    <w:rsid w:val="000035DD"/>
    <w:rsid w:val="00004D72"/>
    <w:rsid w:val="00005A19"/>
    <w:rsid w:val="00005F58"/>
    <w:rsid w:val="00007F62"/>
    <w:rsid w:val="00012C76"/>
    <w:rsid w:val="0001528F"/>
    <w:rsid w:val="000153A6"/>
    <w:rsid w:val="0001585A"/>
    <w:rsid w:val="00015A6A"/>
    <w:rsid w:val="000179E5"/>
    <w:rsid w:val="00017BCA"/>
    <w:rsid w:val="000200F1"/>
    <w:rsid w:val="000201F5"/>
    <w:rsid w:val="00024A07"/>
    <w:rsid w:val="00025BD0"/>
    <w:rsid w:val="00025D61"/>
    <w:rsid w:val="000267FE"/>
    <w:rsid w:val="00027D5E"/>
    <w:rsid w:val="000326C8"/>
    <w:rsid w:val="00033582"/>
    <w:rsid w:val="0003398D"/>
    <w:rsid w:val="00034D06"/>
    <w:rsid w:val="000374A5"/>
    <w:rsid w:val="00040798"/>
    <w:rsid w:val="00040E03"/>
    <w:rsid w:val="0004187C"/>
    <w:rsid w:val="00043023"/>
    <w:rsid w:val="000445CA"/>
    <w:rsid w:val="00044F50"/>
    <w:rsid w:val="000470FE"/>
    <w:rsid w:val="00054406"/>
    <w:rsid w:val="0006216A"/>
    <w:rsid w:val="0006635F"/>
    <w:rsid w:val="00067616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839D2"/>
    <w:rsid w:val="000853CE"/>
    <w:rsid w:val="000854F5"/>
    <w:rsid w:val="00090987"/>
    <w:rsid w:val="0009217D"/>
    <w:rsid w:val="00092796"/>
    <w:rsid w:val="00092805"/>
    <w:rsid w:val="00092A0C"/>
    <w:rsid w:val="00092AF6"/>
    <w:rsid w:val="00095FD9"/>
    <w:rsid w:val="000967FC"/>
    <w:rsid w:val="00097263"/>
    <w:rsid w:val="000A47EC"/>
    <w:rsid w:val="000A4FD9"/>
    <w:rsid w:val="000A7750"/>
    <w:rsid w:val="000B11D0"/>
    <w:rsid w:val="000B1CFB"/>
    <w:rsid w:val="000B2915"/>
    <w:rsid w:val="000B2CE3"/>
    <w:rsid w:val="000B3A56"/>
    <w:rsid w:val="000B5458"/>
    <w:rsid w:val="000C0A89"/>
    <w:rsid w:val="000C0B26"/>
    <w:rsid w:val="000C1299"/>
    <w:rsid w:val="000C1330"/>
    <w:rsid w:val="000C40F3"/>
    <w:rsid w:val="000C737E"/>
    <w:rsid w:val="000C7722"/>
    <w:rsid w:val="000D0932"/>
    <w:rsid w:val="000D0AFA"/>
    <w:rsid w:val="000D1BDF"/>
    <w:rsid w:val="000D4303"/>
    <w:rsid w:val="000D57D0"/>
    <w:rsid w:val="000D71B7"/>
    <w:rsid w:val="000E0BAB"/>
    <w:rsid w:val="000E1397"/>
    <w:rsid w:val="000E188E"/>
    <w:rsid w:val="000E1EEE"/>
    <w:rsid w:val="000E2EF4"/>
    <w:rsid w:val="000E3F3D"/>
    <w:rsid w:val="000E57F4"/>
    <w:rsid w:val="000E5A21"/>
    <w:rsid w:val="000E6824"/>
    <w:rsid w:val="000E7877"/>
    <w:rsid w:val="000F0002"/>
    <w:rsid w:val="000F5030"/>
    <w:rsid w:val="000F5735"/>
    <w:rsid w:val="000F6004"/>
    <w:rsid w:val="0010046E"/>
    <w:rsid w:val="0010049D"/>
    <w:rsid w:val="00101024"/>
    <w:rsid w:val="00101C07"/>
    <w:rsid w:val="001023BD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C9"/>
    <w:rsid w:val="00116E7B"/>
    <w:rsid w:val="00120D7D"/>
    <w:rsid w:val="00121FC6"/>
    <w:rsid w:val="0012268F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5B"/>
    <w:rsid w:val="0013545C"/>
    <w:rsid w:val="00135E90"/>
    <w:rsid w:val="00136268"/>
    <w:rsid w:val="00136E6F"/>
    <w:rsid w:val="00136EE1"/>
    <w:rsid w:val="00137585"/>
    <w:rsid w:val="00137731"/>
    <w:rsid w:val="00142684"/>
    <w:rsid w:val="0014341C"/>
    <w:rsid w:val="00143E21"/>
    <w:rsid w:val="00143EEA"/>
    <w:rsid w:val="001469FD"/>
    <w:rsid w:val="00147ED8"/>
    <w:rsid w:val="00151C03"/>
    <w:rsid w:val="00151FCF"/>
    <w:rsid w:val="001526F2"/>
    <w:rsid w:val="00152E46"/>
    <w:rsid w:val="00153917"/>
    <w:rsid w:val="001543DF"/>
    <w:rsid w:val="00154A0D"/>
    <w:rsid w:val="00156292"/>
    <w:rsid w:val="00157306"/>
    <w:rsid w:val="0015735D"/>
    <w:rsid w:val="001604D3"/>
    <w:rsid w:val="00160B64"/>
    <w:rsid w:val="00160F76"/>
    <w:rsid w:val="00163D83"/>
    <w:rsid w:val="0016418C"/>
    <w:rsid w:val="00164767"/>
    <w:rsid w:val="00164810"/>
    <w:rsid w:val="001654FC"/>
    <w:rsid w:val="00165864"/>
    <w:rsid w:val="001677CA"/>
    <w:rsid w:val="001712E1"/>
    <w:rsid w:val="00177634"/>
    <w:rsid w:val="0018019E"/>
    <w:rsid w:val="00182CD3"/>
    <w:rsid w:val="001834B5"/>
    <w:rsid w:val="00183B23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4B1F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18D"/>
    <w:rsid w:val="001C65F5"/>
    <w:rsid w:val="001C7692"/>
    <w:rsid w:val="001C773C"/>
    <w:rsid w:val="001D0825"/>
    <w:rsid w:val="001D41A1"/>
    <w:rsid w:val="001D5007"/>
    <w:rsid w:val="001D5B75"/>
    <w:rsid w:val="001D5C96"/>
    <w:rsid w:val="001E016E"/>
    <w:rsid w:val="001E0C7C"/>
    <w:rsid w:val="001E1296"/>
    <w:rsid w:val="001E156A"/>
    <w:rsid w:val="001E21A4"/>
    <w:rsid w:val="001E25DC"/>
    <w:rsid w:val="001E2BBF"/>
    <w:rsid w:val="001E33AC"/>
    <w:rsid w:val="001E36D4"/>
    <w:rsid w:val="001E41AF"/>
    <w:rsid w:val="001E45EC"/>
    <w:rsid w:val="001E6B87"/>
    <w:rsid w:val="001E7015"/>
    <w:rsid w:val="001F0713"/>
    <w:rsid w:val="001F273A"/>
    <w:rsid w:val="001F3DB4"/>
    <w:rsid w:val="001F4007"/>
    <w:rsid w:val="001F5705"/>
    <w:rsid w:val="001F797C"/>
    <w:rsid w:val="00201460"/>
    <w:rsid w:val="002015EE"/>
    <w:rsid w:val="00202432"/>
    <w:rsid w:val="00202C7B"/>
    <w:rsid w:val="0020339B"/>
    <w:rsid w:val="002039D1"/>
    <w:rsid w:val="002044D3"/>
    <w:rsid w:val="0020457D"/>
    <w:rsid w:val="002054C5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47A3"/>
    <w:rsid w:val="00224964"/>
    <w:rsid w:val="00225BC2"/>
    <w:rsid w:val="0022677C"/>
    <w:rsid w:val="002267C7"/>
    <w:rsid w:val="00227FEE"/>
    <w:rsid w:val="00232EDC"/>
    <w:rsid w:val="00236705"/>
    <w:rsid w:val="00237688"/>
    <w:rsid w:val="00237915"/>
    <w:rsid w:val="00237929"/>
    <w:rsid w:val="002410BB"/>
    <w:rsid w:val="0024194E"/>
    <w:rsid w:val="00241CB0"/>
    <w:rsid w:val="00241F59"/>
    <w:rsid w:val="0024265C"/>
    <w:rsid w:val="002434C9"/>
    <w:rsid w:val="00244C2E"/>
    <w:rsid w:val="002468A2"/>
    <w:rsid w:val="00247BD5"/>
    <w:rsid w:val="0025004A"/>
    <w:rsid w:val="0025065A"/>
    <w:rsid w:val="00250E0A"/>
    <w:rsid w:val="00250E0F"/>
    <w:rsid w:val="00251E02"/>
    <w:rsid w:val="0025504F"/>
    <w:rsid w:val="0025542D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70D2A"/>
    <w:rsid w:val="00271E2F"/>
    <w:rsid w:val="00272450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AE5"/>
    <w:rsid w:val="00295A59"/>
    <w:rsid w:val="00297CB3"/>
    <w:rsid w:val="002A0284"/>
    <w:rsid w:val="002A32FE"/>
    <w:rsid w:val="002A338C"/>
    <w:rsid w:val="002A5C93"/>
    <w:rsid w:val="002A5E52"/>
    <w:rsid w:val="002A630E"/>
    <w:rsid w:val="002A717D"/>
    <w:rsid w:val="002A73D7"/>
    <w:rsid w:val="002B1092"/>
    <w:rsid w:val="002B22D7"/>
    <w:rsid w:val="002B23FA"/>
    <w:rsid w:val="002B2B15"/>
    <w:rsid w:val="002B4EFD"/>
    <w:rsid w:val="002B5911"/>
    <w:rsid w:val="002B5D5B"/>
    <w:rsid w:val="002B5F1A"/>
    <w:rsid w:val="002B71A8"/>
    <w:rsid w:val="002B74C5"/>
    <w:rsid w:val="002B7989"/>
    <w:rsid w:val="002C17C1"/>
    <w:rsid w:val="002C29FB"/>
    <w:rsid w:val="002C3B15"/>
    <w:rsid w:val="002C3E3A"/>
    <w:rsid w:val="002C5C66"/>
    <w:rsid w:val="002C6427"/>
    <w:rsid w:val="002D19A9"/>
    <w:rsid w:val="002D1DAD"/>
    <w:rsid w:val="002D2485"/>
    <w:rsid w:val="002D33C8"/>
    <w:rsid w:val="002D43B6"/>
    <w:rsid w:val="002D580E"/>
    <w:rsid w:val="002D7D58"/>
    <w:rsid w:val="002E19EE"/>
    <w:rsid w:val="002E2ADA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7071"/>
    <w:rsid w:val="002F7903"/>
    <w:rsid w:val="003002A9"/>
    <w:rsid w:val="00300CF4"/>
    <w:rsid w:val="00301EBF"/>
    <w:rsid w:val="003070AB"/>
    <w:rsid w:val="00307C3A"/>
    <w:rsid w:val="00310A38"/>
    <w:rsid w:val="00310A78"/>
    <w:rsid w:val="00310D1D"/>
    <w:rsid w:val="00311515"/>
    <w:rsid w:val="003129CD"/>
    <w:rsid w:val="00316A6A"/>
    <w:rsid w:val="00317E22"/>
    <w:rsid w:val="00322411"/>
    <w:rsid w:val="00322466"/>
    <w:rsid w:val="00322E88"/>
    <w:rsid w:val="003238F8"/>
    <w:rsid w:val="003241E9"/>
    <w:rsid w:val="00324B78"/>
    <w:rsid w:val="00324C31"/>
    <w:rsid w:val="00325A62"/>
    <w:rsid w:val="003269DB"/>
    <w:rsid w:val="00330028"/>
    <w:rsid w:val="00330414"/>
    <w:rsid w:val="00330D70"/>
    <w:rsid w:val="003339D0"/>
    <w:rsid w:val="0033516D"/>
    <w:rsid w:val="003353BB"/>
    <w:rsid w:val="00335D9C"/>
    <w:rsid w:val="0033620A"/>
    <w:rsid w:val="003410C8"/>
    <w:rsid w:val="0034239A"/>
    <w:rsid w:val="00342EAD"/>
    <w:rsid w:val="00343936"/>
    <w:rsid w:val="00343971"/>
    <w:rsid w:val="00345904"/>
    <w:rsid w:val="003507C0"/>
    <w:rsid w:val="00350E7E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80625"/>
    <w:rsid w:val="00380A67"/>
    <w:rsid w:val="003819C2"/>
    <w:rsid w:val="0038683D"/>
    <w:rsid w:val="00390718"/>
    <w:rsid w:val="0039277C"/>
    <w:rsid w:val="003927FB"/>
    <w:rsid w:val="0039429C"/>
    <w:rsid w:val="00395B9D"/>
    <w:rsid w:val="003963F3"/>
    <w:rsid w:val="0039736A"/>
    <w:rsid w:val="0039787F"/>
    <w:rsid w:val="00397E9F"/>
    <w:rsid w:val="003A1475"/>
    <w:rsid w:val="003A3298"/>
    <w:rsid w:val="003A3952"/>
    <w:rsid w:val="003A3F69"/>
    <w:rsid w:val="003A4587"/>
    <w:rsid w:val="003A52D5"/>
    <w:rsid w:val="003A661E"/>
    <w:rsid w:val="003A75C7"/>
    <w:rsid w:val="003B0913"/>
    <w:rsid w:val="003B20C5"/>
    <w:rsid w:val="003B460D"/>
    <w:rsid w:val="003B5031"/>
    <w:rsid w:val="003B5D61"/>
    <w:rsid w:val="003B6720"/>
    <w:rsid w:val="003B775B"/>
    <w:rsid w:val="003B7FA9"/>
    <w:rsid w:val="003C19F6"/>
    <w:rsid w:val="003C1D82"/>
    <w:rsid w:val="003C3273"/>
    <w:rsid w:val="003C403E"/>
    <w:rsid w:val="003C42E8"/>
    <w:rsid w:val="003C7065"/>
    <w:rsid w:val="003C7A9A"/>
    <w:rsid w:val="003C7C08"/>
    <w:rsid w:val="003D2459"/>
    <w:rsid w:val="003D28ED"/>
    <w:rsid w:val="003D3107"/>
    <w:rsid w:val="003D59C4"/>
    <w:rsid w:val="003D6058"/>
    <w:rsid w:val="003D6268"/>
    <w:rsid w:val="003E06BE"/>
    <w:rsid w:val="003E097C"/>
    <w:rsid w:val="003E148D"/>
    <w:rsid w:val="003E1733"/>
    <w:rsid w:val="003E2352"/>
    <w:rsid w:val="003E3600"/>
    <w:rsid w:val="003E4596"/>
    <w:rsid w:val="003E5B2C"/>
    <w:rsid w:val="003E649C"/>
    <w:rsid w:val="003E69AE"/>
    <w:rsid w:val="003E7585"/>
    <w:rsid w:val="003F303B"/>
    <w:rsid w:val="003F33DE"/>
    <w:rsid w:val="003F470F"/>
    <w:rsid w:val="003F72E7"/>
    <w:rsid w:val="004004C6"/>
    <w:rsid w:val="004006AD"/>
    <w:rsid w:val="00401ADC"/>
    <w:rsid w:val="00401DBF"/>
    <w:rsid w:val="0040204E"/>
    <w:rsid w:val="00402C65"/>
    <w:rsid w:val="00404EB7"/>
    <w:rsid w:val="00405229"/>
    <w:rsid w:val="00406220"/>
    <w:rsid w:val="00407D56"/>
    <w:rsid w:val="0041059C"/>
    <w:rsid w:val="00410ADB"/>
    <w:rsid w:val="004110ED"/>
    <w:rsid w:val="00413838"/>
    <w:rsid w:val="00414B04"/>
    <w:rsid w:val="00415690"/>
    <w:rsid w:val="00416E2B"/>
    <w:rsid w:val="004209BA"/>
    <w:rsid w:val="00420C44"/>
    <w:rsid w:val="00420EEC"/>
    <w:rsid w:val="00425138"/>
    <w:rsid w:val="00425407"/>
    <w:rsid w:val="004278AA"/>
    <w:rsid w:val="00430581"/>
    <w:rsid w:val="00434A97"/>
    <w:rsid w:val="00434D43"/>
    <w:rsid w:val="00434FE6"/>
    <w:rsid w:val="00435C2F"/>
    <w:rsid w:val="00435F64"/>
    <w:rsid w:val="00437035"/>
    <w:rsid w:val="00437C19"/>
    <w:rsid w:val="00440C62"/>
    <w:rsid w:val="00442CB0"/>
    <w:rsid w:val="00443855"/>
    <w:rsid w:val="00443AC6"/>
    <w:rsid w:val="00444131"/>
    <w:rsid w:val="00444930"/>
    <w:rsid w:val="0044577D"/>
    <w:rsid w:val="0044661F"/>
    <w:rsid w:val="00446BBA"/>
    <w:rsid w:val="00446BF4"/>
    <w:rsid w:val="004536B6"/>
    <w:rsid w:val="004538D5"/>
    <w:rsid w:val="00453C50"/>
    <w:rsid w:val="00453DAF"/>
    <w:rsid w:val="00455A59"/>
    <w:rsid w:val="00457A64"/>
    <w:rsid w:val="00457EB2"/>
    <w:rsid w:val="00460A29"/>
    <w:rsid w:val="0046249C"/>
    <w:rsid w:val="00464FCD"/>
    <w:rsid w:val="00465FCA"/>
    <w:rsid w:val="0046634E"/>
    <w:rsid w:val="00467072"/>
    <w:rsid w:val="00467E54"/>
    <w:rsid w:val="00470378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4AE4"/>
    <w:rsid w:val="00486CD3"/>
    <w:rsid w:val="00486D01"/>
    <w:rsid w:val="00490349"/>
    <w:rsid w:val="0049103A"/>
    <w:rsid w:val="004919C3"/>
    <w:rsid w:val="004953C3"/>
    <w:rsid w:val="00497042"/>
    <w:rsid w:val="00497201"/>
    <w:rsid w:val="00497C6D"/>
    <w:rsid w:val="004A0866"/>
    <w:rsid w:val="004A4BD0"/>
    <w:rsid w:val="004A4BF6"/>
    <w:rsid w:val="004A564A"/>
    <w:rsid w:val="004A6E92"/>
    <w:rsid w:val="004B0425"/>
    <w:rsid w:val="004B0E59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77B5"/>
    <w:rsid w:val="004D4075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3570"/>
    <w:rsid w:val="004E6DD9"/>
    <w:rsid w:val="004E6E95"/>
    <w:rsid w:val="004E7B80"/>
    <w:rsid w:val="004F1D44"/>
    <w:rsid w:val="004F1FF8"/>
    <w:rsid w:val="004F28C9"/>
    <w:rsid w:val="004F3FB8"/>
    <w:rsid w:val="004F58BA"/>
    <w:rsid w:val="004F5EE4"/>
    <w:rsid w:val="004F7357"/>
    <w:rsid w:val="005017BA"/>
    <w:rsid w:val="005022E5"/>
    <w:rsid w:val="005024CE"/>
    <w:rsid w:val="0050254A"/>
    <w:rsid w:val="00502CFE"/>
    <w:rsid w:val="00510A96"/>
    <w:rsid w:val="00510F59"/>
    <w:rsid w:val="00511D01"/>
    <w:rsid w:val="00512B38"/>
    <w:rsid w:val="005143DF"/>
    <w:rsid w:val="00516D8F"/>
    <w:rsid w:val="00517DDA"/>
    <w:rsid w:val="00521C4A"/>
    <w:rsid w:val="005254BC"/>
    <w:rsid w:val="00525BA0"/>
    <w:rsid w:val="00526724"/>
    <w:rsid w:val="005312E0"/>
    <w:rsid w:val="00532464"/>
    <w:rsid w:val="005328E6"/>
    <w:rsid w:val="005335EB"/>
    <w:rsid w:val="00534296"/>
    <w:rsid w:val="00534D33"/>
    <w:rsid w:val="00535464"/>
    <w:rsid w:val="00535BB5"/>
    <w:rsid w:val="00536D24"/>
    <w:rsid w:val="005410BF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1C58"/>
    <w:rsid w:val="00562EED"/>
    <w:rsid w:val="005673A9"/>
    <w:rsid w:val="00567F1C"/>
    <w:rsid w:val="0057006C"/>
    <w:rsid w:val="00571BF1"/>
    <w:rsid w:val="00572BFE"/>
    <w:rsid w:val="00573B0D"/>
    <w:rsid w:val="00574C66"/>
    <w:rsid w:val="00574C90"/>
    <w:rsid w:val="0057612B"/>
    <w:rsid w:val="005765AA"/>
    <w:rsid w:val="005772C4"/>
    <w:rsid w:val="00577577"/>
    <w:rsid w:val="00581CF5"/>
    <w:rsid w:val="00581D47"/>
    <w:rsid w:val="00582A21"/>
    <w:rsid w:val="005847BF"/>
    <w:rsid w:val="00584801"/>
    <w:rsid w:val="00584ABA"/>
    <w:rsid w:val="00587D82"/>
    <w:rsid w:val="005901D4"/>
    <w:rsid w:val="00590CE6"/>
    <w:rsid w:val="005923FF"/>
    <w:rsid w:val="005925A4"/>
    <w:rsid w:val="00592B8F"/>
    <w:rsid w:val="00593C38"/>
    <w:rsid w:val="00593CE0"/>
    <w:rsid w:val="005941B7"/>
    <w:rsid w:val="005964AE"/>
    <w:rsid w:val="00596E73"/>
    <w:rsid w:val="0059772C"/>
    <w:rsid w:val="00597B34"/>
    <w:rsid w:val="005A00BB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BFA"/>
    <w:rsid w:val="005B1CEE"/>
    <w:rsid w:val="005B2DE4"/>
    <w:rsid w:val="005B41A8"/>
    <w:rsid w:val="005B56BE"/>
    <w:rsid w:val="005B5D8F"/>
    <w:rsid w:val="005B68D5"/>
    <w:rsid w:val="005B78C1"/>
    <w:rsid w:val="005C0E2F"/>
    <w:rsid w:val="005C1FA1"/>
    <w:rsid w:val="005C4338"/>
    <w:rsid w:val="005C5244"/>
    <w:rsid w:val="005D1128"/>
    <w:rsid w:val="005D1D65"/>
    <w:rsid w:val="005D2C72"/>
    <w:rsid w:val="005D3753"/>
    <w:rsid w:val="005D6370"/>
    <w:rsid w:val="005D7173"/>
    <w:rsid w:val="005E0E30"/>
    <w:rsid w:val="005E1348"/>
    <w:rsid w:val="005E20CB"/>
    <w:rsid w:val="005E2913"/>
    <w:rsid w:val="005E3B79"/>
    <w:rsid w:val="005E5B70"/>
    <w:rsid w:val="005E6836"/>
    <w:rsid w:val="005E70E9"/>
    <w:rsid w:val="005E7D12"/>
    <w:rsid w:val="005F01A7"/>
    <w:rsid w:val="005F2287"/>
    <w:rsid w:val="005F6056"/>
    <w:rsid w:val="005F61B2"/>
    <w:rsid w:val="005F74B7"/>
    <w:rsid w:val="006013DF"/>
    <w:rsid w:val="006019FA"/>
    <w:rsid w:val="00604134"/>
    <w:rsid w:val="006065D6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C57"/>
    <w:rsid w:val="00630FFC"/>
    <w:rsid w:val="00633FB4"/>
    <w:rsid w:val="006357C1"/>
    <w:rsid w:val="00635F02"/>
    <w:rsid w:val="00636BB9"/>
    <w:rsid w:val="00636DA5"/>
    <w:rsid w:val="0063712C"/>
    <w:rsid w:val="00641A2D"/>
    <w:rsid w:val="00641F19"/>
    <w:rsid w:val="00643F5E"/>
    <w:rsid w:val="00644FE3"/>
    <w:rsid w:val="00645915"/>
    <w:rsid w:val="00646D08"/>
    <w:rsid w:val="0065164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5B79"/>
    <w:rsid w:val="006676A8"/>
    <w:rsid w:val="00670DB5"/>
    <w:rsid w:val="0067214E"/>
    <w:rsid w:val="00672178"/>
    <w:rsid w:val="006726F6"/>
    <w:rsid w:val="00672E5A"/>
    <w:rsid w:val="00673C0B"/>
    <w:rsid w:val="00674ABB"/>
    <w:rsid w:val="0067559A"/>
    <w:rsid w:val="0068167E"/>
    <w:rsid w:val="00681FF6"/>
    <w:rsid w:val="0068206A"/>
    <w:rsid w:val="006824DA"/>
    <w:rsid w:val="00682902"/>
    <w:rsid w:val="00684527"/>
    <w:rsid w:val="006851A7"/>
    <w:rsid w:val="006854CC"/>
    <w:rsid w:val="0068652E"/>
    <w:rsid w:val="00686F76"/>
    <w:rsid w:val="006874E7"/>
    <w:rsid w:val="00687928"/>
    <w:rsid w:val="00691511"/>
    <w:rsid w:val="0069163F"/>
    <w:rsid w:val="00691DBB"/>
    <w:rsid w:val="0069333F"/>
    <w:rsid w:val="00695E71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F0E"/>
    <w:rsid w:val="006C0904"/>
    <w:rsid w:val="006C1925"/>
    <w:rsid w:val="006C4B43"/>
    <w:rsid w:val="006D0DD7"/>
    <w:rsid w:val="006D2C24"/>
    <w:rsid w:val="006D2EFD"/>
    <w:rsid w:val="006D36EC"/>
    <w:rsid w:val="006D3C3E"/>
    <w:rsid w:val="006D51C5"/>
    <w:rsid w:val="006D588F"/>
    <w:rsid w:val="006D6DC1"/>
    <w:rsid w:val="006D6F9A"/>
    <w:rsid w:val="006E113A"/>
    <w:rsid w:val="006E2C8E"/>
    <w:rsid w:val="006E446F"/>
    <w:rsid w:val="006E6291"/>
    <w:rsid w:val="006E7CE1"/>
    <w:rsid w:val="006F2405"/>
    <w:rsid w:val="006F5908"/>
    <w:rsid w:val="006F5C63"/>
    <w:rsid w:val="006F7338"/>
    <w:rsid w:val="006F7CE8"/>
    <w:rsid w:val="00700BF3"/>
    <w:rsid w:val="00701353"/>
    <w:rsid w:val="007019A7"/>
    <w:rsid w:val="007037F2"/>
    <w:rsid w:val="00703C14"/>
    <w:rsid w:val="00704A99"/>
    <w:rsid w:val="0070524C"/>
    <w:rsid w:val="00710619"/>
    <w:rsid w:val="00710CC1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6FAE"/>
    <w:rsid w:val="007271C5"/>
    <w:rsid w:val="00727AA2"/>
    <w:rsid w:val="00727AE7"/>
    <w:rsid w:val="0073042E"/>
    <w:rsid w:val="00730B51"/>
    <w:rsid w:val="00730E45"/>
    <w:rsid w:val="00731AD7"/>
    <w:rsid w:val="0073418F"/>
    <w:rsid w:val="00734559"/>
    <w:rsid w:val="00736CAF"/>
    <w:rsid w:val="00740E80"/>
    <w:rsid w:val="007419D4"/>
    <w:rsid w:val="00743852"/>
    <w:rsid w:val="0074517B"/>
    <w:rsid w:val="007504C8"/>
    <w:rsid w:val="0075172C"/>
    <w:rsid w:val="0075240F"/>
    <w:rsid w:val="00752820"/>
    <w:rsid w:val="007540C8"/>
    <w:rsid w:val="00756993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9097D"/>
    <w:rsid w:val="007911BD"/>
    <w:rsid w:val="00791B9E"/>
    <w:rsid w:val="00792322"/>
    <w:rsid w:val="00793913"/>
    <w:rsid w:val="00796941"/>
    <w:rsid w:val="00796AAA"/>
    <w:rsid w:val="00797497"/>
    <w:rsid w:val="007A00BF"/>
    <w:rsid w:val="007A29D6"/>
    <w:rsid w:val="007A2DB6"/>
    <w:rsid w:val="007A32D1"/>
    <w:rsid w:val="007A6185"/>
    <w:rsid w:val="007A6B6E"/>
    <w:rsid w:val="007A7F8C"/>
    <w:rsid w:val="007B10B3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D51"/>
    <w:rsid w:val="007B7DD3"/>
    <w:rsid w:val="007C1070"/>
    <w:rsid w:val="007C1757"/>
    <w:rsid w:val="007C3DC9"/>
    <w:rsid w:val="007C7DFC"/>
    <w:rsid w:val="007D019B"/>
    <w:rsid w:val="007D1160"/>
    <w:rsid w:val="007D1BDF"/>
    <w:rsid w:val="007D1D2B"/>
    <w:rsid w:val="007D47BA"/>
    <w:rsid w:val="007D5FD1"/>
    <w:rsid w:val="007E2EBF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5355"/>
    <w:rsid w:val="0081556E"/>
    <w:rsid w:val="00815A4E"/>
    <w:rsid w:val="00816B70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4D70"/>
    <w:rsid w:val="0083532D"/>
    <w:rsid w:val="00835353"/>
    <w:rsid w:val="00837259"/>
    <w:rsid w:val="0084238B"/>
    <w:rsid w:val="00842C53"/>
    <w:rsid w:val="00843011"/>
    <w:rsid w:val="008430A5"/>
    <w:rsid w:val="0084318E"/>
    <w:rsid w:val="00843D75"/>
    <w:rsid w:val="0084496F"/>
    <w:rsid w:val="00845B31"/>
    <w:rsid w:val="00845BB2"/>
    <w:rsid w:val="008464C4"/>
    <w:rsid w:val="00850983"/>
    <w:rsid w:val="00851772"/>
    <w:rsid w:val="008538F6"/>
    <w:rsid w:val="00854DAA"/>
    <w:rsid w:val="008552A2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B98"/>
    <w:rsid w:val="00870CD3"/>
    <w:rsid w:val="00870D4D"/>
    <w:rsid w:val="0087230A"/>
    <w:rsid w:val="008726D1"/>
    <w:rsid w:val="00873D57"/>
    <w:rsid w:val="00874112"/>
    <w:rsid w:val="00874A73"/>
    <w:rsid w:val="00874AAB"/>
    <w:rsid w:val="008756FE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6708"/>
    <w:rsid w:val="008902A2"/>
    <w:rsid w:val="008929C1"/>
    <w:rsid w:val="008933CF"/>
    <w:rsid w:val="00895362"/>
    <w:rsid w:val="00896E79"/>
    <w:rsid w:val="008A0E55"/>
    <w:rsid w:val="008A1DF7"/>
    <w:rsid w:val="008A225D"/>
    <w:rsid w:val="008A3A33"/>
    <w:rsid w:val="008A4048"/>
    <w:rsid w:val="008A4630"/>
    <w:rsid w:val="008B3F95"/>
    <w:rsid w:val="008B5AE2"/>
    <w:rsid w:val="008B5B7E"/>
    <w:rsid w:val="008B5FDD"/>
    <w:rsid w:val="008C0DB1"/>
    <w:rsid w:val="008C1099"/>
    <w:rsid w:val="008C3327"/>
    <w:rsid w:val="008C4830"/>
    <w:rsid w:val="008C510F"/>
    <w:rsid w:val="008C5748"/>
    <w:rsid w:val="008C6CA6"/>
    <w:rsid w:val="008D1AC2"/>
    <w:rsid w:val="008D3DE1"/>
    <w:rsid w:val="008D5874"/>
    <w:rsid w:val="008D5FE6"/>
    <w:rsid w:val="008D6211"/>
    <w:rsid w:val="008D6376"/>
    <w:rsid w:val="008D6657"/>
    <w:rsid w:val="008E15CA"/>
    <w:rsid w:val="008E1DA0"/>
    <w:rsid w:val="008E1FA7"/>
    <w:rsid w:val="008E36CD"/>
    <w:rsid w:val="008E4507"/>
    <w:rsid w:val="008E4A0B"/>
    <w:rsid w:val="008E4D2E"/>
    <w:rsid w:val="008E571A"/>
    <w:rsid w:val="008F1F13"/>
    <w:rsid w:val="008F2327"/>
    <w:rsid w:val="008F258C"/>
    <w:rsid w:val="008F2738"/>
    <w:rsid w:val="008F3BB8"/>
    <w:rsid w:val="008F4513"/>
    <w:rsid w:val="008F486D"/>
    <w:rsid w:val="008F5B45"/>
    <w:rsid w:val="008F72BE"/>
    <w:rsid w:val="009006DA"/>
    <w:rsid w:val="00900801"/>
    <w:rsid w:val="00900E08"/>
    <w:rsid w:val="00901417"/>
    <w:rsid w:val="00901C90"/>
    <w:rsid w:val="009026B3"/>
    <w:rsid w:val="00903F24"/>
    <w:rsid w:val="009043D6"/>
    <w:rsid w:val="009046DF"/>
    <w:rsid w:val="009052B3"/>
    <w:rsid w:val="00906EF5"/>
    <w:rsid w:val="00910ED8"/>
    <w:rsid w:val="00912639"/>
    <w:rsid w:val="00915043"/>
    <w:rsid w:val="0091682D"/>
    <w:rsid w:val="0092078F"/>
    <w:rsid w:val="00922370"/>
    <w:rsid w:val="00922945"/>
    <w:rsid w:val="0092388A"/>
    <w:rsid w:val="00923B9B"/>
    <w:rsid w:val="00924466"/>
    <w:rsid w:val="009246EE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5D11"/>
    <w:rsid w:val="00946B70"/>
    <w:rsid w:val="0094747F"/>
    <w:rsid w:val="00947EDB"/>
    <w:rsid w:val="009503E2"/>
    <w:rsid w:val="00951DC8"/>
    <w:rsid w:val="00952480"/>
    <w:rsid w:val="0095454C"/>
    <w:rsid w:val="00954DA0"/>
    <w:rsid w:val="009557F9"/>
    <w:rsid w:val="00956CB5"/>
    <w:rsid w:val="00956DD6"/>
    <w:rsid w:val="00957196"/>
    <w:rsid w:val="00960E23"/>
    <w:rsid w:val="00960F67"/>
    <w:rsid w:val="00961CD2"/>
    <w:rsid w:val="00962B76"/>
    <w:rsid w:val="00962E59"/>
    <w:rsid w:val="0096337C"/>
    <w:rsid w:val="009634B1"/>
    <w:rsid w:val="009639F6"/>
    <w:rsid w:val="009669D5"/>
    <w:rsid w:val="00967F1D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1911"/>
    <w:rsid w:val="00982D46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6BC1"/>
    <w:rsid w:val="009A39F3"/>
    <w:rsid w:val="009A53CC"/>
    <w:rsid w:val="009A7001"/>
    <w:rsid w:val="009A7DA5"/>
    <w:rsid w:val="009B01D4"/>
    <w:rsid w:val="009B0C22"/>
    <w:rsid w:val="009B27FC"/>
    <w:rsid w:val="009B3111"/>
    <w:rsid w:val="009B3C6A"/>
    <w:rsid w:val="009B53ED"/>
    <w:rsid w:val="009B6511"/>
    <w:rsid w:val="009B7253"/>
    <w:rsid w:val="009C2F56"/>
    <w:rsid w:val="009C3A17"/>
    <w:rsid w:val="009C4D94"/>
    <w:rsid w:val="009C5A9D"/>
    <w:rsid w:val="009D00B5"/>
    <w:rsid w:val="009D1977"/>
    <w:rsid w:val="009D3969"/>
    <w:rsid w:val="009D4360"/>
    <w:rsid w:val="009D4F53"/>
    <w:rsid w:val="009D5364"/>
    <w:rsid w:val="009D5D45"/>
    <w:rsid w:val="009D6CB0"/>
    <w:rsid w:val="009D6E35"/>
    <w:rsid w:val="009D7857"/>
    <w:rsid w:val="009D7988"/>
    <w:rsid w:val="009E03BE"/>
    <w:rsid w:val="009E07BB"/>
    <w:rsid w:val="009E29C8"/>
    <w:rsid w:val="009E3910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315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100C0"/>
    <w:rsid w:val="00A10D56"/>
    <w:rsid w:val="00A1248D"/>
    <w:rsid w:val="00A12AF2"/>
    <w:rsid w:val="00A1368E"/>
    <w:rsid w:val="00A152D3"/>
    <w:rsid w:val="00A16415"/>
    <w:rsid w:val="00A17755"/>
    <w:rsid w:val="00A209AB"/>
    <w:rsid w:val="00A21090"/>
    <w:rsid w:val="00A21D3D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F05"/>
    <w:rsid w:val="00A35B8A"/>
    <w:rsid w:val="00A35D69"/>
    <w:rsid w:val="00A35EDE"/>
    <w:rsid w:val="00A36255"/>
    <w:rsid w:val="00A36A01"/>
    <w:rsid w:val="00A36CA9"/>
    <w:rsid w:val="00A373F6"/>
    <w:rsid w:val="00A37ECF"/>
    <w:rsid w:val="00A42B0B"/>
    <w:rsid w:val="00A44569"/>
    <w:rsid w:val="00A44704"/>
    <w:rsid w:val="00A46E85"/>
    <w:rsid w:val="00A478DC"/>
    <w:rsid w:val="00A502BB"/>
    <w:rsid w:val="00A50C20"/>
    <w:rsid w:val="00A50FBD"/>
    <w:rsid w:val="00A51E18"/>
    <w:rsid w:val="00A51FCA"/>
    <w:rsid w:val="00A53418"/>
    <w:rsid w:val="00A54D62"/>
    <w:rsid w:val="00A6076B"/>
    <w:rsid w:val="00A60B19"/>
    <w:rsid w:val="00A61A03"/>
    <w:rsid w:val="00A643D5"/>
    <w:rsid w:val="00A6486D"/>
    <w:rsid w:val="00A6513F"/>
    <w:rsid w:val="00A65BBF"/>
    <w:rsid w:val="00A66074"/>
    <w:rsid w:val="00A668D6"/>
    <w:rsid w:val="00A67434"/>
    <w:rsid w:val="00A70447"/>
    <w:rsid w:val="00A70C73"/>
    <w:rsid w:val="00A7410F"/>
    <w:rsid w:val="00A745EB"/>
    <w:rsid w:val="00A749A9"/>
    <w:rsid w:val="00A751DD"/>
    <w:rsid w:val="00A75D67"/>
    <w:rsid w:val="00A76AD1"/>
    <w:rsid w:val="00A77342"/>
    <w:rsid w:val="00A80ED8"/>
    <w:rsid w:val="00A81316"/>
    <w:rsid w:val="00A821CD"/>
    <w:rsid w:val="00A829DF"/>
    <w:rsid w:val="00A839A8"/>
    <w:rsid w:val="00A83CA6"/>
    <w:rsid w:val="00A8550E"/>
    <w:rsid w:val="00A85A64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3508"/>
    <w:rsid w:val="00AA378D"/>
    <w:rsid w:val="00AA54F2"/>
    <w:rsid w:val="00AA6038"/>
    <w:rsid w:val="00AA613D"/>
    <w:rsid w:val="00AA6D0C"/>
    <w:rsid w:val="00AA76DF"/>
    <w:rsid w:val="00AA78C8"/>
    <w:rsid w:val="00AB100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8CD"/>
    <w:rsid w:val="00AC2C70"/>
    <w:rsid w:val="00AC5480"/>
    <w:rsid w:val="00AC6146"/>
    <w:rsid w:val="00AC64A5"/>
    <w:rsid w:val="00AC7451"/>
    <w:rsid w:val="00AD1D65"/>
    <w:rsid w:val="00AD239D"/>
    <w:rsid w:val="00AD2964"/>
    <w:rsid w:val="00AD365B"/>
    <w:rsid w:val="00AD79D1"/>
    <w:rsid w:val="00AD7BE1"/>
    <w:rsid w:val="00AE03BA"/>
    <w:rsid w:val="00AE0638"/>
    <w:rsid w:val="00AE0778"/>
    <w:rsid w:val="00AE1E35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4FD"/>
    <w:rsid w:val="00AE6B76"/>
    <w:rsid w:val="00AE7EF4"/>
    <w:rsid w:val="00AF0A2F"/>
    <w:rsid w:val="00AF217C"/>
    <w:rsid w:val="00AF33DF"/>
    <w:rsid w:val="00AF4A58"/>
    <w:rsid w:val="00AF5EB4"/>
    <w:rsid w:val="00AF5F9A"/>
    <w:rsid w:val="00AF6367"/>
    <w:rsid w:val="00B01257"/>
    <w:rsid w:val="00B0159B"/>
    <w:rsid w:val="00B03CB0"/>
    <w:rsid w:val="00B050B2"/>
    <w:rsid w:val="00B064FF"/>
    <w:rsid w:val="00B1002E"/>
    <w:rsid w:val="00B11AF5"/>
    <w:rsid w:val="00B12ED2"/>
    <w:rsid w:val="00B1307C"/>
    <w:rsid w:val="00B1441D"/>
    <w:rsid w:val="00B14B74"/>
    <w:rsid w:val="00B14D9F"/>
    <w:rsid w:val="00B17010"/>
    <w:rsid w:val="00B17ADE"/>
    <w:rsid w:val="00B234EE"/>
    <w:rsid w:val="00B23A84"/>
    <w:rsid w:val="00B24ABA"/>
    <w:rsid w:val="00B26960"/>
    <w:rsid w:val="00B2750A"/>
    <w:rsid w:val="00B32F31"/>
    <w:rsid w:val="00B334CA"/>
    <w:rsid w:val="00B35DA8"/>
    <w:rsid w:val="00B37FEA"/>
    <w:rsid w:val="00B426ED"/>
    <w:rsid w:val="00B42E0C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60404"/>
    <w:rsid w:val="00B61AF3"/>
    <w:rsid w:val="00B629FE"/>
    <w:rsid w:val="00B62F2E"/>
    <w:rsid w:val="00B637B2"/>
    <w:rsid w:val="00B63B89"/>
    <w:rsid w:val="00B643FF"/>
    <w:rsid w:val="00B65134"/>
    <w:rsid w:val="00B65753"/>
    <w:rsid w:val="00B6586F"/>
    <w:rsid w:val="00B66B0B"/>
    <w:rsid w:val="00B70093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5DE"/>
    <w:rsid w:val="00B813C1"/>
    <w:rsid w:val="00B81F23"/>
    <w:rsid w:val="00B82587"/>
    <w:rsid w:val="00B82A3A"/>
    <w:rsid w:val="00B84283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5A3"/>
    <w:rsid w:val="00B97BF8"/>
    <w:rsid w:val="00BA05E6"/>
    <w:rsid w:val="00BA1938"/>
    <w:rsid w:val="00BA20DE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B7236"/>
    <w:rsid w:val="00BC09D4"/>
    <w:rsid w:val="00BC11B6"/>
    <w:rsid w:val="00BC2905"/>
    <w:rsid w:val="00BC2DB8"/>
    <w:rsid w:val="00BC499A"/>
    <w:rsid w:val="00BC4D13"/>
    <w:rsid w:val="00BC717E"/>
    <w:rsid w:val="00BD245C"/>
    <w:rsid w:val="00BD3BAB"/>
    <w:rsid w:val="00BD40AC"/>
    <w:rsid w:val="00BD4DFE"/>
    <w:rsid w:val="00BD593F"/>
    <w:rsid w:val="00BD6259"/>
    <w:rsid w:val="00BD6706"/>
    <w:rsid w:val="00BD6E89"/>
    <w:rsid w:val="00BE0D08"/>
    <w:rsid w:val="00BE156E"/>
    <w:rsid w:val="00BE6A25"/>
    <w:rsid w:val="00BE7C70"/>
    <w:rsid w:val="00BE7ED8"/>
    <w:rsid w:val="00BF1878"/>
    <w:rsid w:val="00BF1D84"/>
    <w:rsid w:val="00BF2462"/>
    <w:rsid w:val="00BF38BA"/>
    <w:rsid w:val="00BF38C5"/>
    <w:rsid w:val="00BF3CDD"/>
    <w:rsid w:val="00C0154C"/>
    <w:rsid w:val="00C041F9"/>
    <w:rsid w:val="00C0548F"/>
    <w:rsid w:val="00C06EE3"/>
    <w:rsid w:val="00C07687"/>
    <w:rsid w:val="00C10409"/>
    <w:rsid w:val="00C10F45"/>
    <w:rsid w:val="00C11179"/>
    <w:rsid w:val="00C11A6B"/>
    <w:rsid w:val="00C12B0A"/>
    <w:rsid w:val="00C12B1F"/>
    <w:rsid w:val="00C13127"/>
    <w:rsid w:val="00C13FA8"/>
    <w:rsid w:val="00C14460"/>
    <w:rsid w:val="00C1570C"/>
    <w:rsid w:val="00C1743C"/>
    <w:rsid w:val="00C206ED"/>
    <w:rsid w:val="00C21B1E"/>
    <w:rsid w:val="00C21E46"/>
    <w:rsid w:val="00C22361"/>
    <w:rsid w:val="00C24844"/>
    <w:rsid w:val="00C26D89"/>
    <w:rsid w:val="00C30C1F"/>
    <w:rsid w:val="00C31833"/>
    <w:rsid w:val="00C33018"/>
    <w:rsid w:val="00C33B4D"/>
    <w:rsid w:val="00C35A49"/>
    <w:rsid w:val="00C36690"/>
    <w:rsid w:val="00C36AF1"/>
    <w:rsid w:val="00C37458"/>
    <w:rsid w:val="00C3767F"/>
    <w:rsid w:val="00C37AF7"/>
    <w:rsid w:val="00C40FD1"/>
    <w:rsid w:val="00C455DB"/>
    <w:rsid w:val="00C45E29"/>
    <w:rsid w:val="00C46607"/>
    <w:rsid w:val="00C468D5"/>
    <w:rsid w:val="00C52C63"/>
    <w:rsid w:val="00C533D4"/>
    <w:rsid w:val="00C5543B"/>
    <w:rsid w:val="00C6006C"/>
    <w:rsid w:val="00C60180"/>
    <w:rsid w:val="00C617E5"/>
    <w:rsid w:val="00C6249A"/>
    <w:rsid w:val="00C64533"/>
    <w:rsid w:val="00C6636C"/>
    <w:rsid w:val="00C666BE"/>
    <w:rsid w:val="00C667E4"/>
    <w:rsid w:val="00C67B99"/>
    <w:rsid w:val="00C67F97"/>
    <w:rsid w:val="00C734D0"/>
    <w:rsid w:val="00C749DC"/>
    <w:rsid w:val="00C75BB0"/>
    <w:rsid w:val="00C76216"/>
    <w:rsid w:val="00C76A9C"/>
    <w:rsid w:val="00C801A0"/>
    <w:rsid w:val="00C8023D"/>
    <w:rsid w:val="00C81907"/>
    <w:rsid w:val="00C81A0E"/>
    <w:rsid w:val="00C81C96"/>
    <w:rsid w:val="00C8238A"/>
    <w:rsid w:val="00C83309"/>
    <w:rsid w:val="00C85057"/>
    <w:rsid w:val="00C85B54"/>
    <w:rsid w:val="00C87178"/>
    <w:rsid w:val="00C876C9"/>
    <w:rsid w:val="00C9021F"/>
    <w:rsid w:val="00C9028D"/>
    <w:rsid w:val="00C906FE"/>
    <w:rsid w:val="00C94210"/>
    <w:rsid w:val="00CA2801"/>
    <w:rsid w:val="00CA34D3"/>
    <w:rsid w:val="00CA41BF"/>
    <w:rsid w:val="00CA4F18"/>
    <w:rsid w:val="00CA699F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231"/>
    <w:rsid w:val="00CC0833"/>
    <w:rsid w:val="00CC156E"/>
    <w:rsid w:val="00CC3AE0"/>
    <w:rsid w:val="00CC5B38"/>
    <w:rsid w:val="00CC5D86"/>
    <w:rsid w:val="00CC657C"/>
    <w:rsid w:val="00CC745F"/>
    <w:rsid w:val="00CD034D"/>
    <w:rsid w:val="00CD0B1C"/>
    <w:rsid w:val="00CD1655"/>
    <w:rsid w:val="00CD72D4"/>
    <w:rsid w:val="00CE1509"/>
    <w:rsid w:val="00CE30CD"/>
    <w:rsid w:val="00CE3E62"/>
    <w:rsid w:val="00CE524A"/>
    <w:rsid w:val="00CE65FD"/>
    <w:rsid w:val="00CE6606"/>
    <w:rsid w:val="00CF0045"/>
    <w:rsid w:val="00CF02A6"/>
    <w:rsid w:val="00CF0CDF"/>
    <w:rsid w:val="00CF137D"/>
    <w:rsid w:val="00CF1D98"/>
    <w:rsid w:val="00CF3598"/>
    <w:rsid w:val="00CF77B8"/>
    <w:rsid w:val="00D006C2"/>
    <w:rsid w:val="00D01CC6"/>
    <w:rsid w:val="00D02CEA"/>
    <w:rsid w:val="00D04044"/>
    <w:rsid w:val="00D0687B"/>
    <w:rsid w:val="00D06990"/>
    <w:rsid w:val="00D10971"/>
    <w:rsid w:val="00D10D11"/>
    <w:rsid w:val="00D13522"/>
    <w:rsid w:val="00D15C3F"/>
    <w:rsid w:val="00D17455"/>
    <w:rsid w:val="00D17788"/>
    <w:rsid w:val="00D179A8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C32"/>
    <w:rsid w:val="00D4718A"/>
    <w:rsid w:val="00D508D2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EE9"/>
    <w:rsid w:val="00D67101"/>
    <w:rsid w:val="00D70D85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EF6"/>
    <w:rsid w:val="00D82BB8"/>
    <w:rsid w:val="00D8322A"/>
    <w:rsid w:val="00D840C2"/>
    <w:rsid w:val="00D84ECA"/>
    <w:rsid w:val="00D854D7"/>
    <w:rsid w:val="00D86B6F"/>
    <w:rsid w:val="00D87DBF"/>
    <w:rsid w:val="00D91B67"/>
    <w:rsid w:val="00D92CDF"/>
    <w:rsid w:val="00D93F5D"/>
    <w:rsid w:val="00D94DCC"/>
    <w:rsid w:val="00D9553B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1DC7"/>
    <w:rsid w:val="00DC2987"/>
    <w:rsid w:val="00DC3359"/>
    <w:rsid w:val="00DD07F1"/>
    <w:rsid w:val="00DD0D22"/>
    <w:rsid w:val="00DD1BB4"/>
    <w:rsid w:val="00DD4D01"/>
    <w:rsid w:val="00DD5733"/>
    <w:rsid w:val="00DD6547"/>
    <w:rsid w:val="00DD6DC7"/>
    <w:rsid w:val="00DD78A5"/>
    <w:rsid w:val="00DD7F35"/>
    <w:rsid w:val="00DE0E18"/>
    <w:rsid w:val="00DE1790"/>
    <w:rsid w:val="00DE24A7"/>
    <w:rsid w:val="00DE283F"/>
    <w:rsid w:val="00DE4448"/>
    <w:rsid w:val="00DE49C9"/>
    <w:rsid w:val="00DE5464"/>
    <w:rsid w:val="00DE67EE"/>
    <w:rsid w:val="00DF0675"/>
    <w:rsid w:val="00DF5E1E"/>
    <w:rsid w:val="00DF6442"/>
    <w:rsid w:val="00DF72F3"/>
    <w:rsid w:val="00E01595"/>
    <w:rsid w:val="00E01EFF"/>
    <w:rsid w:val="00E022DC"/>
    <w:rsid w:val="00E024D3"/>
    <w:rsid w:val="00E0487B"/>
    <w:rsid w:val="00E04966"/>
    <w:rsid w:val="00E06678"/>
    <w:rsid w:val="00E07A7B"/>
    <w:rsid w:val="00E11F89"/>
    <w:rsid w:val="00E1306E"/>
    <w:rsid w:val="00E137DA"/>
    <w:rsid w:val="00E14435"/>
    <w:rsid w:val="00E16138"/>
    <w:rsid w:val="00E163B0"/>
    <w:rsid w:val="00E17A6C"/>
    <w:rsid w:val="00E206F5"/>
    <w:rsid w:val="00E20910"/>
    <w:rsid w:val="00E21598"/>
    <w:rsid w:val="00E259BC"/>
    <w:rsid w:val="00E264A4"/>
    <w:rsid w:val="00E302F8"/>
    <w:rsid w:val="00E33345"/>
    <w:rsid w:val="00E34BF7"/>
    <w:rsid w:val="00E350C9"/>
    <w:rsid w:val="00E35ED2"/>
    <w:rsid w:val="00E36D0B"/>
    <w:rsid w:val="00E3710A"/>
    <w:rsid w:val="00E37D13"/>
    <w:rsid w:val="00E40FCC"/>
    <w:rsid w:val="00E43122"/>
    <w:rsid w:val="00E44003"/>
    <w:rsid w:val="00E454D9"/>
    <w:rsid w:val="00E455B6"/>
    <w:rsid w:val="00E456A5"/>
    <w:rsid w:val="00E514F7"/>
    <w:rsid w:val="00E538A8"/>
    <w:rsid w:val="00E53B80"/>
    <w:rsid w:val="00E5512D"/>
    <w:rsid w:val="00E574E5"/>
    <w:rsid w:val="00E57827"/>
    <w:rsid w:val="00E6227C"/>
    <w:rsid w:val="00E63C51"/>
    <w:rsid w:val="00E64E30"/>
    <w:rsid w:val="00E64F77"/>
    <w:rsid w:val="00E678A3"/>
    <w:rsid w:val="00E70FE7"/>
    <w:rsid w:val="00E71139"/>
    <w:rsid w:val="00E71142"/>
    <w:rsid w:val="00E719A4"/>
    <w:rsid w:val="00E72AD4"/>
    <w:rsid w:val="00E72EC1"/>
    <w:rsid w:val="00E73E8C"/>
    <w:rsid w:val="00E7490F"/>
    <w:rsid w:val="00E74F63"/>
    <w:rsid w:val="00E7551F"/>
    <w:rsid w:val="00E7602E"/>
    <w:rsid w:val="00E76A20"/>
    <w:rsid w:val="00E772CD"/>
    <w:rsid w:val="00E80932"/>
    <w:rsid w:val="00E81CC2"/>
    <w:rsid w:val="00E828B2"/>
    <w:rsid w:val="00E82A81"/>
    <w:rsid w:val="00E84DC6"/>
    <w:rsid w:val="00E8548E"/>
    <w:rsid w:val="00E86B51"/>
    <w:rsid w:val="00E90664"/>
    <w:rsid w:val="00E908AF"/>
    <w:rsid w:val="00E922A6"/>
    <w:rsid w:val="00E92700"/>
    <w:rsid w:val="00E92A52"/>
    <w:rsid w:val="00E93E53"/>
    <w:rsid w:val="00E95721"/>
    <w:rsid w:val="00E96F05"/>
    <w:rsid w:val="00E9701D"/>
    <w:rsid w:val="00E972C5"/>
    <w:rsid w:val="00EA05AE"/>
    <w:rsid w:val="00EA15FE"/>
    <w:rsid w:val="00EA340E"/>
    <w:rsid w:val="00EA3A9E"/>
    <w:rsid w:val="00EA3B1F"/>
    <w:rsid w:val="00EA4248"/>
    <w:rsid w:val="00EA5009"/>
    <w:rsid w:val="00EB00E0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C0504"/>
    <w:rsid w:val="00EC0F78"/>
    <w:rsid w:val="00EC1209"/>
    <w:rsid w:val="00EC1A32"/>
    <w:rsid w:val="00EC1A39"/>
    <w:rsid w:val="00EC2829"/>
    <w:rsid w:val="00EC2E9A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7268"/>
    <w:rsid w:val="00ED7CBE"/>
    <w:rsid w:val="00EE260F"/>
    <w:rsid w:val="00EE3675"/>
    <w:rsid w:val="00EE56E1"/>
    <w:rsid w:val="00EE604B"/>
    <w:rsid w:val="00EE6B33"/>
    <w:rsid w:val="00EE715F"/>
    <w:rsid w:val="00EE72FD"/>
    <w:rsid w:val="00EF0142"/>
    <w:rsid w:val="00EF0462"/>
    <w:rsid w:val="00EF13B1"/>
    <w:rsid w:val="00EF2267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2C57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188A"/>
    <w:rsid w:val="00F1271F"/>
    <w:rsid w:val="00F134B2"/>
    <w:rsid w:val="00F13A3B"/>
    <w:rsid w:val="00F13E61"/>
    <w:rsid w:val="00F1517E"/>
    <w:rsid w:val="00F16678"/>
    <w:rsid w:val="00F227C9"/>
    <w:rsid w:val="00F24C83"/>
    <w:rsid w:val="00F26388"/>
    <w:rsid w:val="00F267BE"/>
    <w:rsid w:val="00F30E09"/>
    <w:rsid w:val="00F311A7"/>
    <w:rsid w:val="00F31589"/>
    <w:rsid w:val="00F31BE3"/>
    <w:rsid w:val="00F3231F"/>
    <w:rsid w:val="00F32DE5"/>
    <w:rsid w:val="00F34A13"/>
    <w:rsid w:val="00F34B21"/>
    <w:rsid w:val="00F34CA5"/>
    <w:rsid w:val="00F34FAB"/>
    <w:rsid w:val="00F360AE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4849"/>
    <w:rsid w:val="00F570D7"/>
    <w:rsid w:val="00F571FE"/>
    <w:rsid w:val="00F57A8D"/>
    <w:rsid w:val="00F6156D"/>
    <w:rsid w:val="00F62161"/>
    <w:rsid w:val="00F62C96"/>
    <w:rsid w:val="00F638A5"/>
    <w:rsid w:val="00F63CB0"/>
    <w:rsid w:val="00F64824"/>
    <w:rsid w:val="00F66676"/>
    <w:rsid w:val="00F673C2"/>
    <w:rsid w:val="00F67C23"/>
    <w:rsid w:val="00F70E54"/>
    <w:rsid w:val="00F71329"/>
    <w:rsid w:val="00F715FC"/>
    <w:rsid w:val="00F71859"/>
    <w:rsid w:val="00F72608"/>
    <w:rsid w:val="00F7298E"/>
    <w:rsid w:val="00F72BA8"/>
    <w:rsid w:val="00F745D3"/>
    <w:rsid w:val="00F74FDC"/>
    <w:rsid w:val="00F74FED"/>
    <w:rsid w:val="00F7566A"/>
    <w:rsid w:val="00F75E2A"/>
    <w:rsid w:val="00F81ADB"/>
    <w:rsid w:val="00F82A57"/>
    <w:rsid w:val="00F82FF9"/>
    <w:rsid w:val="00F83A2C"/>
    <w:rsid w:val="00F83E9D"/>
    <w:rsid w:val="00F85ABF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EB1"/>
    <w:rsid w:val="00FA36B4"/>
    <w:rsid w:val="00FA3B58"/>
    <w:rsid w:val="00FA3C53"/>
    <w:rsid w:val="00FA3F72"/>
    <w:rsid w:val="00FA5484"/>
    <w:rsid w:val="00FA6127"/>
    <w:rsid w:val="00FA66BE"/>
    <w:rsid w:val="00FA6BBA"/>
    <w:rsid w:val="00FB04FE"/>
    <w:rsid w:val="00FB3377"/>
    <w:rsid w:val="00FB3EBB"/>
    <w:rsid w:val="00FB45B0"/>
    <w:rsid w:val="00FB7CFB"/>
    <w:rsid w:val="00FC002F"/>
    <w:rsid w:val="00FC0C63"/>
    <w:rsid w:val="00FC105F"/>
    <w:rsid w:val="00FC2822"/>
    <w:rsid w:val="00FC35E5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491F"/>
    <w:rsid w:val="00FD51E6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7FDC"/>
    <w:rsid w:val="00FF08F6"/>
    <w:rsid w:val="00FF0F74"/>
    <w:rsid w:val="00FF21EB"/>
    <w:rsid w:val="00FF255A"/>
    <w:rsid w:val="00FF3193"/>
    <w:rsid w:val="00FF364B"/>
    <w:rsid w:val="00FF5014"/>
    <w:rsid w:val="00FF51E7"/>
    <w:rsid w:val="00FF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900E08"/>
    <w:rPr>
      <w:rFonts w:eastAsia="Calibri"/>
      <w:sz w:val="24"/>
      <w:szCs w:val="24"/>
      <w:lang w:bidi="ur-PK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900E08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character" w:customStyle="1" w:styleId="libFootnoteChar">
    <w:name w:val="libFootnote Char"/>
    <w:basedOn w:val="libNormalChar"/>
    <w:link w:val="libFootnote"/>
    <w:rsid w:val="00900E08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numPr>
        <w:numId w:val="6"/>
      </w:numPr>
      <w:pBdr>
        <w:bottom w:val="none" w:sz="0" w:space="0" w:color="auto"/>
      </w:pBdr>
      <w:spacing w:after="0" w:line="276" w:lineRule="auto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8967E-6839-4B7C-80D0-99AC9FECF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988</TotalTime>
  <Pages>113</Pages>
  <Words>18053</Words>
  <Characters>102908</Characters>
  <Application>Microsoft Office Word</Application>
  <DocSecurity>0</DocSecurity>
  <Lines>857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120720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132</cp:revision>
  <cp:lastPrinted>2015-06-17T07:06:00Z</cp:lastPrinted>
  <dcterms:created xsi:type="dcterms:W3CDTF">2015-06-13T07:48:00Z</dcterms:created>
  <dcterms:modified xsi:type="dcterms:W3CDTF">2015-07-30T06:23:00Z</dcterms:modified>
</cp:coreProperties>
</file>