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796B3A" w:rsidP="00107A46">
      <w:pPr>
        <w:pStyle w:val="libCenter"/>
        <w:rPr>
          <w:rtl/>
          <w:lang w:bidi="ur-PK"/>
        </w:rPr>
      </w:pPr>
      <w:r>
        <w:rPr>
          <w:rtl/>
        </w:rPr>
        <w:drawing>
          <wp:inline distT="0" distB="0" distL="0" distR="0">
            <wp:extent cx="5720751" cy="8107680"/>
            <wp:effectExtent l="19050" t="0" r="0" b="0"/>
            <wp:docPr id="1" name="Picture 1" descr="L:\New_kar\1439\ramadhan_1439\yeh_haqiqat_hay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ramadhan_1439\yeh_haqiqat_hay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579" cy="8108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796B3A" w:rsidRDefault="00E7750F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 xml:space="preserve"> </w:t>
      </w:r>
    </w:p>
    <w:p w:rsidR="00796B3A" w:rsidRDefault="00796B3A" w:rsidP="001F2471">
      <w:pPr>
        <w:pStyle w:val="libCenterBold2"/>
        <w:rPr>
          <w:rtl/>
        </w:rPr>
      </w:pPr>
      <w:r>
        <w:rPr>
          <w:rtl/>
        </w:rPr>
        <w:t xml:space="preserve">کتاب کا نام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جعفر الہاد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محمد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لکھ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اصغر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>: معاونت فرہنگ</w:t>
      </w:r>
      <w:r>
        <w:rPr>
          <w:rFonts w:hint="cs"/>
          <w:rtl/>
        </w:rPr>
        <w:t>ی</w:t>
      </w:r>
      <w:r>
        <w:rPr>
          <w:rtl/>
        </w:rPr>
        <w:t xml:space="preserve"> ،ادارۂ ترجمہ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کمپوزنگ</w:t>
      </w:r>
      <w:r>
        <w:rPr>
          <w:rtl/>
        </w:rPr>
        <w:t xml:space="preserve"> : المرسل 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796B3A" w:rsidRDefault="00796B3A" w:rsidP="001F2471">
      <w:pPr>
        <w:pStyle w:val="libCenterBold2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اول : </w:t>
      </w:r>
      <w:r w:rsidR="00C23250">
        <w:rPr>
          <w:rtl/>
        </w:rPr>
        <w:t>1</w:t>
      </w:r>
      <w:r w:rsidR="00575FFE">
        <w:rPr>
          <w:rtl/>
        </w:rPr>
        <w:t>4</w:t>
      </w:r>
      <w:r w:rsidR="00C23250">
        <w:rPr>
          <w:rtl/>
        </w:rPr>
        <w:t>2</w:t>
      </w:r>
      <w:r w:rsidR="00575FFE">
        <w:rPr>
          <w:rtl/>
        </w:rPr>
        <w:t>6</w:t>
      </w:r>
      <w:r>
        <w:rPr>
          <w:rtl/>
        </w:rPr>
        <w:t xml:space="preserve">ھ </w:t>
      </w:r>
      <w:r w:rsidR="00C23250">
        <w:rPr>
          <w:rtl/>
        </w:rPr>
        <w:t>2</w:t>
      </w:r>
      <w:r w:rsidR="00F40765">
        <w:rPr>
          <w:rtl/>
        </w:rPr>
        <w:t>00</w:t>
      </w:r>
      <w:r w:rsidR="00575FFE">
        <w:rPr>
          <w:rtl/>
        </w:rPr>
        <w:t>6</w:t>
      </w:r>
      <w:r>
        <w:rPr>
          <w:rtl/>
        </w:rPr>
        <w:t xml:space="preserve"> ء </w:t>
      </w:r>
    </w:p>
    <w:p w:rsidR="001F2471" w:rsidRDefault="001F2471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000732">
      <w:pPr>
        <w:pStyle w:val="libArabic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 xml:space="preserve"> الرحمن 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0" w:name="_Toc516569909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90317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 غار حراء سے مشعل حق لے کر آئے اور علم و آگہی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چشمۂ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</w:t>
      </w:r>
      <w:r w:rsidR="00C23250">
        <w:rPr>
          <w:rtl/>
        </w:rPr>
        <w:t>23</w:t>
      </w:r>
      <w:r>
        <w:rPr>
          <w:rtl/>
        </w:rPr>
        <w:t xml:space="preserve">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 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</w:t>
      </w:r>
      <w:r>
        <w:rPr>
          <w:rFonts w:hint="cs"/>
          <w:rtl/>
        </w:rPr>
        <w:t xml:space="preserve">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بعد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</w:t>
      </w:r>
    </w:p>
    <w:p w:rsidR="00C90317" w:rsidRDefault="00796B3A" w:rsidP="00DF0876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بہتر انداز سے </w:t>
      </w:r>
      <w:r>
        <w:rPr>
          <w:rFonts w:hint="eastAsia"/>
          <w:rtl/>
        </w:rPr>
        <w:t>اپنا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eastAsia"/>
          <w:rtl/>
        </w:rPr>
        <w:t>قافت</w:t>
      </w:r>
      <w:r>
        <w:rPr>
          <w:rtl/>
        </w:rPr>
        <w:t xml:space="preserve">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</w:t>
      </w:r>
      <w:r>
        <w:rPr>
          <w:rFonts w:hint="cs"/>
          <w:rtl/>
        </w:rPr>
        <w:t>و رسالت کی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</w:t>
      </w:r>
      <w:r>
        <w:rPr>
          <w:rFonts w:hint="eastAsia"/>
          <w:rtl/>
        </w:rPr>
        <w:t>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علّام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الہا د</w:t>
      </w:r>
      <w:r>
        <w:rPr>
          <w:rFonts w:hint="cs"/>
          <w:rtl/>
        </w:rPr>
        <w:t>ی</w:t>
      </w:r>
      <w:r>
        <w:rPr>
          <w:rtl/>
        </w:rPr>
        <w:t xml:space="preserve"> کاگرانقدر رسالہ''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کما ہ</w:t>
      </w:r>
      <w:r>
        <w:rPr>
          <w:rFonts w:hint="cs"/>
          <w:rtl/>
        </w:rPr>
        <w:t>ی</w:t>
      </w:r>
      <w:r>
        <w:rPr>
          <w:rtl/>
        </w:rPr>
        <w:t>''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محمد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خان صاحب لکھ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</w:t>
      </w:r>
      <w:r>
        <w:rPr>
          <w:rFonts w:hint="eastAsia"/>
          <w:rtl/>
        </w:rPr>
        <w:t>لب</w:t>
      </w:r>
      <w:r>
        <w:rPr>
          <w:rtl/>
        </w:rPr>
        <w:t xml:space="preserve">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رسالے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796B3A" w:rsidRDefault="001F2471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" w:name="_Toc516569910"/>
      <w:r>
        <w:rPr>
          <w:rFonts w:hint="eastAsia"/>
          <w:rtl/>
        </w:rPr>
        <w:t>باہم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1"/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وَجَعَلْناکُمْ شُعُوْباًوَقَبائِلَ لِتَعارَفُوْا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قرار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پہچان سکو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جب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متفرق اور مختلف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بٹے ہوئے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جھگڑے اور خون خرابے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تھے ، مگر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ںآپس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اجنب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اور عداوت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تعا</w:t>
      </w:r>
      <w:r>
        <w:rPr>
          <w:rFonts w:hint="eastAsia"/>
          <w:rtl/>
        </w:rPr>
        <w:t>ون</w:t>
      </w:r>
      <w:r>
        <w:rPr>
          <w:rtl/>
        </w:rPr>
        <w:t xml:space="preserve"> اور قطع تعلق ک</w:t>
      </w:r>
      <w:r>
        <w:rPr>
          <w:rFonts w:hint="cs"/>
          <w:rtl/>
        </w:rPr>
        <w:t>ی</w:t>
      </w:r>
      <w:r>
        <w:rPr>
          <w:rtl/>
        </w:rPr>
        <w:t xml:space="preserve"> جگہ قربت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،او راس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ںسامنے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، جس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حجرات</w:t>
      </w:r>
      <w:r w:rsidR="00C23250">
        <w:rPr>
          <w:rtl/>
        </w:rPr>
        <w:t>13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(اس وقت )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اسلام سے وابستہ گروہوں کو ہر ظالم و جابر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ان ک</w:t>
      </w:r>
      <w:r>
        <w:rPr>
          <w:rFonts w:hint="cs"/>
          <w:rtl/>
        </w:rPr>
        <w:t>ی</w:t>
      </w:r>
      <w:r>
        <w:rPr>
          <w:rtl/>
        </w:rPr>
        <w:t xml:space="preserve"> پشت و 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،جس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تمام اقوام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محترم قرارپائ</w:t>
      </w:r>
      <w:r>
        <w:rPr>
          <w:rFonts w:hint="cs"/>
          <w:rtl/>
        </w:rPr>
        <w:t>ی</w:t>
      </w:r>
      <w:r>
        <w:rPr>
          <w:rtl/>
        </w:rPr>
        <w:t xml:space="preserve"> ،اور سرکش جباروں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رعب و دبدبہ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ساتھ ظاہر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امت مسلمہ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آپس کا اتحادو وحدت اور تمام گروہوں کاباہم</w:t>
      </w:r>
      <w:r>
        <w:rPr>
          <w:rFonts w:hint="cs"/>
          <w:rtl/>
        </w:rPr>
        <w:t>ی</w:t>
      </w:r>
      <w:r>
        <w:rPr>
          <w:rtl/>
        </w:rPr>
        <w:t xml:space="preserve"> ارتباط رکھنے ک</w:t>
      </w:r>
      <w:r>
        <w:rPr>
          <w:rFonts w:hint="cs"/>
          <w:rtl/>
        </w:rPr>
        <w:t>ی</w:t>
      </w:r>
      <w:r>
        <w:rPr>
          <w:rtl/>
        </w:rPr>
        <w:t xml:space="preserve"> بنا پر ،جوکہ 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ہواتھا ،حالانکہ ان سب ک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رائے ، ثقافت، پہچان ، اور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الگ الگ تھ</w:t>
      </w:r>
      <w:r>
        <w:rPr>
          <w:rFonts w:hint="cs"/>
          <w:rtl/>
        </w:rPr>
        <w:t>ی</w:t>
      </w:r>
      <w:r>
        <w:rPr>
          <w:rtl/>
        </w:rPr>
        <w:t xml:space="preserve"> ، البتہ اصول و اساس ، فرائض و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و اتحاد کاف</w:t>
      </w:r>
      <w:r>
        <w:rPr>
          <w:rFonts w:hint="cs"/>
          <w:rtl/>
        </w:rPr>
        <w:t>ی</w:t>
      </w:r>
      <w:r>
        <w:rPr>
          <w:rtl/>
        </w:rPr>
        <w:t xml:space="preserve"> حد تک موجود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وحدت قوت، اور اختلاف کمزور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C90317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باہم</w:t>
      </w:r>
      <w:r>
        <w:rPr>
          <w:rFonts w:hint="cs"/>
          <w:rtl/>
        </w:rPr>
        <w:t>ی</w:t>
      </w:r>
      <w:r>
        <w:rPr>
          <w:rtl/>
        </w:rPr>
        <w:t xml:space="preserve"> جان پہچان اور آپس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</w:t>
      </w:r>
      <w:r>
        <w:rPr>
          <w:rFonts w:hint="cs"/>
          <w:rtl/>
        </w:rPr>
        <w:t>ی</w:t>
      </w:r>
      <w:r>
        <w:rPr>
          <w:rtl/>
        </w:rPr>
        <w:t xml:space="preserve"> جگہ اختلافات نے لے ل</w:t>
      </w:r>
      <w:r>
        <w:rPr>
          <w:rFonts w:hint="cs"/>
          <w:rtl/>
        </w:rPr>
        <w:t>ی</w:t>
      </w:r>
      <w:r>
        <w:rPr>
          <w:rtl/>
        </w:rPr>
        <w:t xml:space="preserve"> ، اور تفاہم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منافرت آگئ</w:t>
      </w:r>
      <w:r>
        <w:rPr>
          <w:rFonts w:hint="cs"/>
          <w:rtl/>
        </w:rPr>
        <w:t>ی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دوسرے گروہ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کے فتوے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، اس طرح فاصلے پر فاصلے بڑھتے گئے، جس ک</w:t>
      </w:r>
      <w:r>
        <w:rPr>
          <w:rFonts w:hint="cs"/>
          <w:rtl/>
        </w:rPr>
        <w:t>ی</w:t>
      </w:r>
      <w:r>
        <w:rPr>
          <w:rtl/>
        </w:rPr>
        <w:t xml:space="preserve"> وجہ سے جو 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عزت تھ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رخصت ہوگئ</w:t>
      </w:r>
      <w:r>
        <w:rPr>
          <w:rFonts w:hint="cs"/>
          <w:rtl/>
        </w:rPr>
        <w:t>ی</w:t>
      </w:r>
      <w:r>
        <w:rPr>
          <w:rtl/>
        </w:rPr>
        <w:t xml:space="preserve"> ،اور مسلمانوں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شان و شوکت ختم ہوگئ</w:t>
      </w:r>
      <w:r>
        <w:rPr>
          <w:rFonts w:hint="cs"/>
          <w:rtl/>
        </w:rPr>
        <w:t>ی</w:t>
      </w:r>
      <w:r>
        <w:rPr>
          <w:rtl/>
        </w:rPr>
        <w:t xml:space="preserve"> اور سارا رعب و دبدبہ جاتا رہا ، اورحالت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علمبردار قوم سرکشوں کے ہاتھوں ذلت و رسوائ</w:t>
      </w:r>
      <w:r>
        <w:rPr>
          <w:rFonts w:hint="cs"/>
          <w:rtl/>
        </w:rPr>
        <w:t>ی</w:t>
      </w:r>
      <w:r>
        <w:rPr>
          <w:rtl/>
        </w:rPr>
        <w:t xml:space="preserve"> اٹھانے پر مجبور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نشو و نما کے دہانوں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لومڑ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صفت افراد قابض ہوگئے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گھروں کے اندر تمام عالم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اں،ملعون</w:t>
      </w:r>
      <w:r>
        <w:rPr>
          <w:rtl/>
        </w:rPr>
        <w:t xml:space="preserve"> اشخاص اور نوع بشرکے مبغوض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گھس آئے 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مسلمانوں کا سارا مال ومنال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ان کے مقدسات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عزت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فاسقوں و فاج</w:t>
      </w:r>
      <w:r>
        <w:rPr>
          <w:rFonts w:hint="eastAsia"/>
          <w:rtl/>
        </w:rPr>
        <w:t>روںک</w:t>
      </w:r>
      <w:r>
        <w:rPr>
          <w:rFonts w:hint="cs"/>
          <w:rtl/>
        </w:rPr>
        <w:t>ی</w:t>
      </w:r>
      <w:r>
        <w:rPr>
          <w:rtl/>
        </w:rPr>
        <w:t xml:space="preserve"> مرہون منت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تنزل</w:t>
      </w:r>
      <w:r>
        <w:rPr>
          <w:rFonts w:hint="cs"/>
          <w:rtl/>
        </w:rPr>
        <w:t>ی</w:t>
      </w:r>
      <w:r>
        <w:rPr>
          <w:rtl/>
        </w:rPr>
        <w:t xml:space="preserve"> کے بعد تنزل</w:t>
      </w:r>
      <w:r>
        <w:rPr>
          <w:rFonts w:hint="cs"/>
          <w:rtl/>
        </w:rPr>
        <w:t>ی</w:t>
      </w:r>
      <w:r>
        <w:rPr>
          <w:rtl/>
        </w:rPr>
        <w:t xml:space="preserve"> ، انحطاط کے بعد انحطاط ، اور شکست کے بعد شکست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فاش،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بخارا، سمر قند، تاشقند ،بغداد ، ماض</w:t>
      </w:r>
      <w:r>
        <w:rPr>
          <w:rFonts w:hint="cs"/>
          <w:rtl/>
        </w:rPr>
        <w:t>ی</w:t>
      </w:r>
      <w:r>
        <w:rPr>
          <w:rtl/>
        </w:rPr>
        <w:t xml:space="preserve"> اور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افغانستان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 پہ ہار کا سامنا کرنا پڑا ۔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 تھا ،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والے تھے مگر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نہ تھا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، اس لئے کہ مرض کچھ اور تھا اور ا س ک</w:t>
      </w:r>
      <w:r>
        <w:rPr>
          <w:rFonts w:hint="cs"/>
          <w:rtl/>
        </w:rPr>
        <w:t>ی</w:t>
      </w:r>
      <w:r>
        <w:rPr>
          <w:rtl/>
        </w:rPr>
        <w:t xml:space="preserve"> دوا اور ، ا</w:t>
      </w:r>
      <w:r>
        <w:rPr>
          <w:rFonts w:hint="cs"/>
          <w:rtl/>
        </w:rPr>
        <w:t>ﷲ</w:t>
      </w:r>
      <w:r>
        <w:rPr>
          <w:rtl/>
        </w:rPr>
        <w:t xml:space="preserve"> نے تمام امور ک</w:t>
      </w:r>
      <w:r>
        <w:rPr>
          <w:rFonts w:hint="cs"/>
          <w:rtl/>
        </w:rPr>
        <w:t>ی</w:t>
      </w:r>
      <w:r>
        <w:rPr>
          <w:rtl/>
        </w:rPr>
        <w:t xml:space="preserve"> باگ ڈور ان کے ظاہر</w:t>
      </w:r>
      <w:r>
        <w:rPr>
          <w:rFonts w:hint="cs"/>
          <w:rtl/>
        </w:rPr>
        <w:t>ی</w:t>
      </w:r>
      <w:r>
        <w:rPr>
          <w:rtl/>
        </w:rPr>
        <w:t xml:space="preserve"> اسباب پر چھوڑ رکھ</w:t>
      </w:r>
      <w:r>
        <w:rPr>
          <w:rFonts w:hint="cs"/>
          <w:rtl/>
        </w:rPr>
        <w:t>ی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امت ک</w:t>
      </w:r>
      <w:r>
        <w:rPr>
          <w:rFonts w:hint="cs"/>
          <w:rtl/>
        </w:rPr>
        <w:t>ی</w:t>
      </w:r>
      <w:r>
        <w:rPr>
          <w:rtl/>
        </w:rPr>
        <w:t xml:space="preserve"> اصلاح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کہ جس سے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90317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امت اسلام اپنے خلاف کئے جانے والے سماج</w:t>
      </w:r>
      <w:r>
        <w:rPr>
          <w:rFonts w:hint="cs"/>
          <w:rtl/>
        </w:rPr>
        <w:t>ی</w:t>
      </w:r>
      <w:r>
        <w:rPr>
          <w:rtl/>
        </w:rPr>
        <w:t xml:space="preserve"> ،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اوروحدت کے مخالف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حملہ سے جوجھ رہ</w:t>
      </w:r>
      <w:r>
        <w:rPr>
          <w:rFonts w:hint="cs"/>
          <w:rtl/>
        </w:rPr>
        <w:t>ی</w:t>
      </w:r>
      <w:r>
        <w:rPr>
          <w:rtl/>
        </w:rPr>
        <w:t xml:space="preserve"> ہے ، مذہب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اندر سے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، اجتہاد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اختلاف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اس کا ثمرہ اور اس کے ( برے ) نتائج ظاہر ہونے ہ</w:t>
      </w:r>
      <w:r>
        <w:rPr>
          <w:rFonts w:hint="cs"/>
          <w:rtl/>
        </w:rPr>
        <w:t>ی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ہم لوگوں کے لئے سزاوار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صفوں کومتصل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آپس</w:t>
      </w:r>
      <w:r>
        <w:rPr>
          <w:rFonts w:hint="cs"/>
          <w:rtl/>
        </w:rPr>
        <w:t>ی</w:t>
      </w:r>
      <w:r>
        <w:rPr>
          <w:rtl/>
        </w:rPr>
        <w:t xml:space="preserve"> تعلقات کو محکم اُستوار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ہم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چہ ہمارے بعض مذہب</w:t>
      </w:r>
      <w:r>
        <w:rPr>
          <w:rFonts w:hint="cs"/>
          <w:rtl/>
        </w:rPr>
        <w:t>ی</w:t>
      </w:r>
      <w:r>
        <w:rPr>
          <w:rtl/>
        </w:rPr>
        <w:t xml:space="preserve"> رسومات جدا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کتاب و سنت جو کہ ہمارا مرکز اور سر چشمہ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نبوت ، آخرت پر سب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ہے، نماز و روزہ ، حج و زکاة ، جہاد ،اور حلال و حرام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حکم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>
        <w:rPr>
          <w:rFonts w:hint="cs"/>
          <w:rtl/>
        </w:rPr>
        <w:t xml:space="preserve"> اور ان کی</w:t>
      </w:r>
      <w:r>
        <w:rPr>
          <w:rtl/>
        </w:rPr>
        <w:t xml:space="preserve"> آل سے محبت ، اور ان کے دشمنوں سے نفرت کرنا ہمارے مشترکات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البتہ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ضرور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و دشمن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کرتا ہے اور کوئ</w:t>
      </w:r>
      <w:r>
        <w:rPr>
          <w:rFonts w:hint="cs"/>
          <w:rtl/>
        </w:rPr>
        <w:t>ی</w:t>
      </w:r>
      <w:r>
        <w:rPr>
          <w:rtl/>
        </w:rPr>
        <w:t xml:space="preserve"> کم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تمام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جگہ( جوڑ سے) جاکرملت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طول و عرض اور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ہے</w:t>
      </w:r>
      <w:r>
        <w:rPr>
          <w:rtl/>
        </w:rPr>
        <w:t xml:space="preserve"> ، جس کے اعضاء و جوارح مختلف ہوتے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بشر</w:t>
      </w:r>
      <w:r>
        <w:rPr>
          <w:rFonts w:hint="cs"/>
          <w:rtl/>
        </w:rPr>
        <w:t>ی</w:t>
      </w:r>
      <w:r>
        <w:rPr>
          <w:rtl/>
        </w:rPr>
        <w:t xml:space="preserve"> فطرت کے مطابق جسمان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کے اندر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کردار جدا جدا ہوتا ہے اور ان ک</w:t>
      </w:r>
      <w:r>
        <w:rPr>
          <w:rFonts w:hint="cs"/>
          <w:rtl/>
        </w:rPr>
        <w:t>ی</w:t>
      </w:r>
      <w:r>
        <w:rPr>
          <w:rtl/>
        </w:rPr>
        <w:t xml:space="preserve">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مگر اس کے باوجود </w:t>
      </w: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معاون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مجموعہ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 کہلاتا ہے۔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''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ِواحد''اور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بدن 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سابق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اسلام</w:t>
      </w:r>
      <w:r>
        <w:rPr>
          <w:rFonts w:hint="cs"/>
          <w:rtl/>
        </w:rPr>
        <w:t>ی</w:t>
      </w:r>
      <w:r>
        <w:rPr>
          <w:rtl/>
        </w:rPr>
        <w:t xml:space="preserve"> فرقوںا ور مذاہب کے علماء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 وتنازعہ کے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 ،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تعاون اور مددک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حت</w:t>
      </w:r>
      <w:r>
        <w:rPr>
          <w:rFonts w:hint="cs"/>
          <w:rtl/>
        </w:rPr>
        <w:t>ی</w:t>
      </w:r>
      <w:r>
        <w:rPr>
          <w:rtl/>
        </w:rPr>
        <w:t xml:space="preserve"> بعض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یی</w:t>
      </w:r>
      <w:r>
        <w:rPr>
          <w:rFonts w:hint="eastAsia"/>
          <w:rtl/>
        </w:rPr>
        <w:t>ا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کتابوں کے شرح تک ک</w:t>
      </w:r>
      <w:r>
        <w:rPr>
          <w:rFonts w:hint="cs"/>
          <w:rtl/>
        </w:rPr>
        <w:t>ی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شرف تلمذ حا</w:t>
      </w:r>
      <w:r>
        <w:rPr>
          <w:rFonts w:hint="eastAsia"/>
          <w:rtl/>
        </w:rPr>
        <w:t>صل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تو دوسرے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بلند ہوئے،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، بعض بعض کو اجازۂ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اجازۂ نقل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ان کے فرقے اور مذہب ک</w:t>
      </w:r>
      <w:r>
        <w:rPr>
          <w:rFonts w:hint="cs"/>
          <w:rtl/>
        </w:rPr>
        <w:t>ی</w:t>
      </w:r>
      <w:r>
        <w:rPr>
          <w:rtl/>
        </w:rPr>
        <w:t xml:space="preserve"> کتابوں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پڑھتے 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بناتے ، دوسرے کو زکاة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مذہب کو مانتے تھے ،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گروہ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ومحبت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تھا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جبکہ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اعتراضات بھ</w:t>
      </w:r>
      <w:r>
        <w:rPr>
          <w:rFonts w:hint="cs"/>
          <w:rtl/>
        </w:rPr>
        <w:t>ی</w:t>
      </w:r>
      <w:r>
        <w:rPr>
          <w:rtl/>
        </w:rPr>
        <w:t xml:space="preserve">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مہذب اور مؤدب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موضوع</w:t>
      </w:r>
      <w:r>
        <w:rPr>
          <w:rFonts w:hint="cs"/>
          <w:rtl/>
        </w:rPr>
        <w:t>ی</w:t>
      </w:r>
      <w:r>
        <w:rPr>
          <w:rtl/>
        </w:rPr>
        <w:t xml:space="preserve"> رد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90317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لئے زندہ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،جو اس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تعاون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مسلم علماء نے اس</w:t>
      </w:r>
      <w:r>
        <w:rPr>
          <w:rFonts w:hint="cs"/>
          <w:rtl/>
        </w:rPr>
        <w:t>ی</w:t>
      </w:r>
      <w:r>
        <w:rPr>
          <w:rtl/>
        </w:rPr>
        <w:t xml:space="preserve"> تعاون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ثقافت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تعجب آور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تعاون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احترام قرار 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علمائے امت مسلمہ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صلح و صفائ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مباحثہ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کس</w:t>
      </w:r>
      <w:r>
        <w:rPr>
          <w:rFonts w:hint="cs"/>
          <w:rtl/>
        </w:rPr>
        <w:t>ی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اخلاص و صدق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غور و خوض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گروہ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پہچان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کتن</w:t>
      </w:r>
      <w:r>
        <w:rPr>
          <w:rFonts w:hint="cs"/>
          <w:rtl/>
        </w:rPr>
        <w:t>ی</w:t>
      </w:r>
      <w:r>
        <w:rPr>
          <w:rtl/>
        </w:rPr>
        <w:t xml:space="preserve"> معقول 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ہر فرقہ اپنے عقائد اور فقہ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موقف کو آزادانہ طور پر اور واضح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، تاکہ ان کے خلاف جو اتہام، اعتراض خصومت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جو امورسبب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واضح اور روشن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ں،اوراس</w:t>
      </w:r>
      <w:r>
        <w:rPr>
          <w:rtl/>
        </w:rPr>
        <w:t xml:space="preserve"> بات کو سبھ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مشترک ،اور اختلاف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سے لو 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سب کااتفاق ہے، اور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سے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اختلاف کے فاصلے کم ہوں گے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eastAsia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اس</w:t>
      </w:r>
      <w:r>
        <w:rPr>
          <w:rFonts w:hint="cs"/>
          <w:rtl/>
        </w:rPr>
        <w:t>ی</w:t>
      </w:r>
      <w:r>
        <w:rPr>
          <w:rtl/>
        </w:rPr>
        <w:t xml:space="preserve"> راستہ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ہے ، تاکہ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ہو جائے ، اور اس کو سب لوگ اچھ</w:t>
      </w:r>
      <w:r>
        <w:rPr>
          <w:rFonts w:hint="cs"/>
          <w:rtl/>
        </w:rPr>
        <w:t>ی</w:t>
      </w:r>
      <w:r>
        <w:rPr>
          <w:rtl/>
        </w:rPr>
        <w:t xml:space="preserve"> طرح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۔ </w:t>
      </w:r>
    </w:p>
    <w:p w:rsidR="00796B3A" w:rsidRDefault="001F2471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2" w:name="_Toc516569911"/>
      <w:r>
        <w:rPr>
          <w:rFonts w:hint="eastAsia"/>
          <w:rtl/>
        </w:rPr>
        <w:t>فرقۂ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</w:t>
      </w:r>
      <w:r w:rsidR="00796B3A">
        <w:rPr>
          <w:rtl/>
        </w:rPr>
        <w:t>۔دور حاضر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امام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فرقہ مسلمانوں کاا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بڑافرقہ ہے : 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1۔دور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مسلمانوں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بڑافرقہ ہے ، جس ک</w:t>
      </w:r>
      <w:r>
        <w:rPr>
          <w:rFonts w:hint="cs"/>
          <w:rtl/>
        </w:rPr>
        <w:t>ی</w:t>
      </w:r>
      <w:r>
        <w:rPr>
          <w:rtl/>
        </w:rPr>
        <w:t xml:space="preserve"> کل تعداد مسلمانوں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ہے ، اور اس فرقہ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صدر اسلام کے اس دن سے شروع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دن سورہ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: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اِنَّ الَّذِ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نَ</w:t>
      </w:r>
      <w:r w:rsidRPr="00000732">
        <w:rPr>
          <w:rStyle w:val="libAieChar"/>
          <w:rtl/>
        </w:rPr>
        <w:t xml:space="preserve"> آمَنُوْاوَعَمِلُواالصَّالِحَاْتِ اُوْلٰئِکَ </w:t>
      </w:r>
      <w:r w:rsidRPr="00000732">
        <w:rPr>
          <w:rStyle w:val="libAieChar"/>
          <w:rFonts w:hint="cs"/>
          <w:rtl/>
        </w:rPr>
        <w:t>هُمْ خَیْ</w:t>
      </w:r>
      <w:r w:rsidRPr="00000732">
        <w:rPr>
          <w:rStyle w:val="libAieChar"/>
          <w:rFonts w:hint="eastAsia"/>
          <w:rtl/>
        </w:rPr>
        <w:t>رُالْبَرِ</w:t>
      </w:r>
      <w:r w:rsidRPr="00000732">
        <w:rPr>
          <w:rStyle w:val="libAieChar"/>
          <w:rFonts w:hint="cs"/>
          <w:rtl/>
        </w:rPr>
        <w:t>یَّ</w:t>
      </w:r>
      <w:r w:rsidRPr="00000732">
        <w:rPr>
          <w:rStyle w:val="libAieChar"/>
          <w:rFonts w:hint="eastAsia"/>
          <w:rtl/>
        </w:rPr>
        <w:t>ةِ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عمل صالح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رسول خدا </w:t>
      </w:r>
      <w:r>
        <w:rPr>
          <w:rFonts w:hint="cs"/>
          <w:rtl/>
        </w:rPr>
        <w:t xml:space="preserve"> نے اپنا ہاتھ علی</w:t>
      </w:r>
      <w:r>
        <w:rPr>
          <w:rtl/>
        </w:rPr>
        <w:t xml:space="preserve"> ـکے شانے پر رکھا اس وقت اصحاب بھ</w:t>
      </w:r>
      <w:r>
        <w:rPr>
          <w:rFonts w:hint="cs"/>
          <w:rtl/>
        </w:rPr>
        <w:t>ی</w:t>
      </w:r>
      <w:r>
        <w:rPr>
          <w:rtl/>
        </w:rPr>
        <w:t xml:space="preserve"> وہاں موجود تھے،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796B3A" w:rsidP="00000732">
      <w:pPr>
        <w:pStyle w:val="libArabic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یُّ</w:t>
      </w:r>
      <w:r>
        <w:rPr>
          <w:rtl/>
        </w:rPr>
        <w:t xml:space="preserve"> اَنْتَ وَ شِ</w:t>
      </w:r>
      <w:r>
        <w:rPr>
          <w:rFonts w:hint="cs"/>
          <w:rtl/>
        </w:rPr>
        <w:t>یْ</w:t>
      </w:r>
      <w:r>
        <w:rPr>
          <w:rFonts w:hint="eastAsia"/>
          <w:rtl/>
        </w:rPr>
        <w:t>عَتُکَ</w:t>
      </w:r>
      <w:r>
        <w:rPr>
          <w:rtl/>
        </w:rPr>
        <w:t xml:space="preserve"> 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ُمُ خَیْ</w:t>
      </w:r>
      <w:r>
        <w:rPr>
          <w:rFonts w:hint="eastAsia"/>
          <w:rtl/>
        </w:rPr>
        <w:t>رُ</w:t>
      </w:r>
      <w:r>
        <w:rPr>
          <w:rtl/>
        </w:rPr>
        <w:t xml:space="preserve"> الْبَرِ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''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  <w:r w:rsidR="00C23250">
        <w:rPr>
          <w:rtl/>
        </w:rPr>
        <w:t>7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تو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( 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). در منثور ؛مؤلفہ علامہ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 ح المعان</w:t>
      </w:r>
      <w:r>
        <w:rPr>
          <w:rFonts w:hint="cs"/>
          <w:rtl/>
        </w:rPr>
        <w:t>ی</w:t>
      </w:r>
      <w:r>
        <w:rPr>
          <w:rtl/>
        </w:rPr>
        <w:t xml:space="preserve"> ؛مؤلفہ آلوس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- جو کہ امام جعفر صادق ـ ک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>
        <w:rPr>
          <w:rtl/>
        </w:rPr>
        <w:t xml:space="preserve"> طرف منسوب ہے-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کے نام سے مشہورہوا ۔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C23250" w:rsidP="00C90317">
      <w:pPr>
        <w:pStyle w:val="Heading2Center"/>
        <w:rPr>
          <w:rtl/>
        </w:rPr>
      </w:pPr>
      <w:bookmarkStart w:id="3" w:name="_Toc516569912"/>
      <w:r>
        <w:rPr>
          <w:rtl/>
        </w:rPr>
        <w:t>2</w:t>
      </w:r>
      <w:r w:rsidR="00796B3A">
        <w:rPr>
          <w:rtl/>
        </w:rPr>
        <w:t>۔ش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فرقہ کث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تعداددن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کے مختلف ممالک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زندگ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بسرکرتاہے :</w:t>
      </w:r>
      <w:bookmarkEnd w:id="3"/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2۔ش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عراق ، پاکستان اور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بسرکرتاہے ،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ممالک ، ترک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شام )، لبنان، روس اور اس سے جدا ہونے ہونے والے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، جرم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فرانس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ممالک ، اور مشرق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ہے ، ان مقامات پر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، ثقافت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مراکز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4" w:name="_Toc516569913"/>
      <w:r>
        <w:rPr>
          <w:rtl/>
        </w:rPr>
        <w:t>3:-۔ اس فرقہ کے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محبت سے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</w:t>
      </w:r>
      <w:r w:rsidR="00796B3A">
        <w:rPr>
          <w:rtl/>
        </w:rPr>
        <w:t>۔ اس فرقہ کے افراد اگرچہ مختلف ممالک ،قوموں اور متعدد رنگ و نسل سے تعلق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کن</w:t>
      </w:r>
      <w:r w:rsidR="00796B3A">
        <w:rPr>
          <w:rtl/>
        </w:rPr>
        <w:t xml:space="preserve"> اس کے باوجود اپنے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گر</w:t>
      </w:r>
      <w:r w:rsidR="00796B3A">
        <w:rPr>
          <w:rtl/>
        </w:rPr>
        <w:t xml:space="preserve"> مسلمان بھائ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کے ساتھ بڑے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ار</w:t>
      </w:r>
      <w:r w:rsidR="00796B3A">
        <w:rPr>
          <w:rtl/>
        </w:rPr>
        <w:t xml:space="preserve"> و محبت سے رہتے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،اور تمام آسان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مشکل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سچے دل ا ور اخلاص کے ساتھ ان کا تعاون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</w:t>
      </w:r>
      <w:r w:rsidR="00796B3A">
        <w:rPr>
          <w:rtl/>
        </w:rPr>
        <w:t xml:space="preserve"> ور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سب ا</w:t>
      </w:r>
      <w:r w:rsidR="00796B3A">
        <w:rPr>
          <w:rFonts w:hint="eastAsia"/>
          <w:rtl/>
        </w:rPr>
        <w:t>س</w:t>
      </w:r>
      <w:r w:rsidR="00796B3A">
        <w:rPr>
          <w:rtl/>
        </w:rPr>
        <w:t xml:space="preserve"> فرمان خدا پر عمل کرتے ہوئے انجام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:</w:t>
      </w:r>
      <w:r w:rsidR="00DF0876" w:rsidRPr="00DF0876">
        <w:rPr>
          <w:rStyle w:val="libAlaemChar"/>
          <w:rtl/>
        </w:rPr>
        <w:t>(</w:t>
      </w:r>
      <w:r w:rsidR="00DF0876">
        <w:rPr>
          <w:rStyle w:val="libAieChar"/>
          <w:rtl/>
        </w:rPr>
        <w:t xml:space="preserve"> </w:t>
      </w:r>
      <w:r w:rsidR="00DF0876" w:rsidRPr="00000732">
        <w:rPr>
          <w:rStyle w:val="libAieChar"/>
          <w:rtl/>
        </w:rPr>
        <w:t>اِنَّمَاالْمُؤْمِنُوْنَ اِخْوَة</w:t>
      </w:r>
      <w:r w:rsidR="00DF0876">
        <w:rPr>
          <w:rStyle w:val="libAieChar"/>
          <w:rtl/>
        </w:rPr>
        <w:t xml:space="preserve"> </w:t>
      </w:r>
      <w:r w:rsidR="00DF0876"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eastAsia"/>
          <w:rtl/>
        </w:rPr>
        <w:t>سورۂ</w:t>
      </w:r>
      <w:r>
        <w:rPr>
          <w:rtl/>
        </w:rPr>
        <w:t xml:space="preserve"> حجرات،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23250">
        <w:rPr>
          <w:rtl/>
        </w:rPr>
        <w:t>1</w:t>
      </w:r>
      <w:r w:rsidR="00F40765">
        <w:rPr>
          <w:rtl/>
        </w:rPr>
        <w:t>0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قول خدا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وَتَعاوَنُوْا عَلَ</w:t>
      </w:r>
      <w:r w:rsidRPr="00000732">
        <w:rPr>
          <w:rStyle w:val="libAieChar"/>
          <w:rFonts w:hint="cs"/>
          <w:rtl/>
        </w:rPr>
        <w:t>ی</w:t>
      </w:r>
      <w:r w:rsidRPr="00000732">
        <w:rPr>
          <w:rStyle w:val="libAieChar"/>
          <w:rtl/>
        </w:rPr>
        <w:t xml:space="preserve"> الْبِرِّ وَالتَّقْوٰ</w:t>
      </w:r>
      <w:r w:rsidRPr="00000732">
        <w:rPr>
          <w:rStyle w:val="libAieChar"/>
          <w:rFonts w:hint="cs"/>
          <w:rtl/>
        </w:rPr>
        <w:t>ی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مددکرو ۔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رسول اکرم </w:t>
      </w:r>
      <w:r>
        <w:rPr>
          <w:rFonts w:hint="cs"/>
          <w:rtl/>
        </w:rPr>
        <w:t>کے اس قول کی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ہوئے:</w:t>
      </w:r>
    </w:p>
    <w:p w:rsidR="00796B3A" w:rsidRPr="00000732" w:rsidRDefault="00C23250" w:rsidP="00000732">
      <w:pPr>
        <w:pStyle w:val="libNormal"/>
        <w:rPr>
          <w:rStyle w:val="libArabicChar"/>
          <w:rtl/>
        </w:rPr>
      </w:pPr>
      <w:r>
        <w:rPr>
          <w:rtl/>
        </w:rPr>
        <w:t>1</w:t>
      </w:r>
      <w:r w:rsidR="00796B3A" w:rsidRPr="00000732">
        <w:rPr>
          <w:rStyle w:val="libArabicChar"/>
          <w:rFonts w:hint="cs"/>
          <w:rtl/>
        </w:rPr>
        <w:t>''المسلمون ی</w:t>
      </w:r>
      <w:r w:rsidR="00796B3A" w:rsidRPr="00000732">
        <w:rPr>
          <w:rStyle w:val="libArabicChar"/>
          <w:rFonts w:hint="eastAsia"/>
          <w:rtl/>
        </w:rPr>
        <w:t>دواحد</w:t>
      </w:r>
      <w:r w:rsidR="00796B3A" w:rsidRPr="00000732">
        <w:rPr>
          <w:rStyle w:val="libArabicChar"/>
          <w:rtl/>
        </w:rPr>
        <w:t xml:space="preserve"> عل</w:t>
      </w:r>
      <w:r w:rsidR="00796B3A" w:rsidRPr="00000732">
        <w:rPr>
          <w:rStyle w:val="libArabicChar"/>
          <w:rFonts w:hint="cs"/>
          <w:rtl/>
        </w:rPr>
        <w:t>ی</w:t>
      </w:r>
      <w:r w:rsidR="00796B3A" w:rsidRPr="00000732">
        <w:rPr>
          <w:rStyle w:val="libArabicChar"/>
          <w:rtl/>
        </w:rPr>
        <w:t xml:space="preserve"> من سوا</w:t>
      </w:r>
      <w:r w:rsidR="00000732" w:rsidRPr="00000732">
        <w:rPr>
          <w:rStyle w:val="libArabicChar"/>
          <w:rFonts w:hint="cs"/>
          <w:rtl/>
        </w:rPr>
        <w:t>ه</w:t>
      </w:r>
      <w:r w:rsidR="00796B3A" w:rsidRPr="00000732">
        <w:rPr>
          <w:rStyle w:val="libArabicChar"/>
          <w:rFonts w:hint="cs"/>
          <w:rtl/>
        </w:rPr>
        <w:t>م ''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ان کے لئے مشعل راہ ہے :</w:t>
      </w:r>
    </w:p>
    <w:p w:rsidR="00796B3A" w:rsidRDefault="00C23250" w:rsidP="00000732">
      <w:pPr>
        <w:pStyle w:val="libArabic"/>
        <w:rPr>
          <w:rtl/>
        </w:rPr>
      </w:pPr>
      <w:r>
        <w:rPr>
          <w:rtl/>
        </w:rPr>
        <w:t>2</w:t>
      </w:r>
      <w:r w:rsidR="00796B3A">
        <w:rPr>
          <w:rFonts w:hint="cs"/>
          <w:rtl/>
        </w:rPr>
        <w:t xml:space="preserve">'' المؤمنون کا لجسد الواحد ''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باہم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3</w:t>
      </w:r>
      <w:r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5" w:name="_Toc516569914"/>
      <w:r>
        <w:rPr>
          <w:rtl/>
        </w:rPr>
        <w:t>4:-ملت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دفاع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فرقہ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اورواضح کردار</w:t>
      </w:r>
      <w:bookmarkEnd w:id="5"/>
    </w:p>
    <w:p w:rsidR="00796B3A" w:rsidRDefault="00575FFE" w:rsidP="00796B3A">
      <w:pPr>
        <w:pStyle w:val="libNormal"/>
        <w:rPr>
          <w:rtl/>
        </w:rPr>
      </w:pPr>
      <w:r>
        <w:rPr>
          <w:rtl/>
        </w:rPr>
        <w:t>4</w:t>
      </w:r>
      <w:r w:rsidR="00796B3A">
        <w:rPr>
          <w:rtl/>
        </w:rPr>
        <w:t>۔ پور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تار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tl/>
        </w:rPr>
        <w:t xml:space="preserve"> اسلام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خدا اور ملت اسلام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کے دفاع کے سلسلے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اس فرقہ کا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اہم اورواضح کردار رہا ہے،ج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حکومتوں اور 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استوں</w:t>
      </w:r>
      <w:r w:rsidR="00796B3A">
        <w:rPr>
          <w:rtl/>
        </w:rPr>
        <w:t xml:space="preserve"> نے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ثقافت اور تمدن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شہ</w:t>
      </w:r>
      <w:r w:rsidR="00796B3A">
        <w:rPr>
          <w:rtl/>
        </w:rPr>
        <w:t xml:space="preserve"> خدمت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 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tl/>
        </w:rPr>
        <w:t xml:space="preserve"> اس فرقہ کے علماء اور دانشوروں نے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راث</w:t>
      </w:r>
      <w:r w:rsidR="00796B3A">
        <w:rPr>
          <w:rtl/>
        </w:rPr>
        <w:t xml:space="preserve"> کو غن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بنانے اور بچ</w:t>
      </w:r>
      <w:r w:rsidR="00796B3A">
        <w:rPr>
          <w:rFonts w:hint="eastAsia"/>
          <w:rtl/>
        </w:rPr>
        <w:t>انے</w:t>
      </w:r>
      <w:r w:rsidR="00796B3A">
        <w:rPr>
          <w:rtl/>
        </w:rPr>
        <w:t xml:space="preserve"> کے سلسلے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مختلف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تجرب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)مائدہ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2</w:t>
      </w:r>
      <w:r>
        <w:rPr>
          <w:rtl/>
        </w:rPr>
        <w:t>.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 xml:space="preserve">)مسند احمد بن حنبل، ج </w:t>
      </w:r>
      <w:r w:rsidR="00C23250">
        <w:rPr>
          <w:rtl/>
        </w:rPr>
        <w:t>1</w:t>
      </w:r>
      <w:r>
        <w:rPr>
          <w:rtl/>
        </w:rPr>
        <w:t xml:space="preserve">، ص </w:t>
      </w:r>
      <w:r w:rsidR="00C23250">
        <w:rPr>
          <w:rtl/>
        </w:rPr>
        <w:t>21</w:t>
      </w:r>
      <w:r w:rsidR="00575FFE">
        <w:rPr>
          <w:rtl/>
        </w:rPr>
        <w:t>5</w:t>
      </w:r>
      <w:r>
        <w:rPr>
          <w:rtl/>
        </w:rPr>
        <w:t>.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3</w:t>
      </w:r>
      <w:r>
        <w:rPr>
          <w:rtl/>
        </w:rPr>
        <w:t>)الصح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،ج </w:t>
      </w:r>
      <w:r w:rsidR="00C23250">
        <w:rPr>
          <w:rtl/>
        </w:rPr>
        <w:t>1</w:t>
      </w:r>
      <w:r>
        <w:rPr>
          <w:rtl/>
        </w:rPr>
        <w:t xml:space="preserve">،کتاب الادب، ص </w:t>
      </w:r>
      <w:r w:rsidR="00C23250">
        <w:rPr>
          <w:rtl/>
        </w:rPr>
        <w:t>27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ر،حد</w:t>
      </w:r>
      <w:r>
        <w:rPr>
          <w:rFonts w:hint="cs"/>
          <w:rtl/>
        </w:rPr>
        <w:t>ی</w:t>
      </w:r>
      <w:r>
        <w:rPr>
          <w:rFonts w:hint="eastAsia"/>
          <w:rtl/>
        </w:rPr>
        <w:t>ث،عقائد،فقہ،اصول،اخلاق،درا</w:t>
      </w:r>
      <w:r>
        <w:rPr>
          <w:rFonts w:hint="cs"/>
          <w:rtl/>
        </w:rPr>
        <w:t>ی</w:t>
      </w:r>
      <w:r>
        <w:rPr>
          <w:rFonts w:hint="eastAsia"/>
          <w:rtl/>
        </w:rPr>
        <w:t>ہ،رجال،فلسفہ،موعظہ،حکومت،سماج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زبان وادب،بلکہ طب اورف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ا،ر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ات،نجوم،اوراس</w:t>
      </w:r>
      <w:r>
        <w:rPr>
          <w:rtl/>
        </w:rPr>
        <w:t xml:space="preserve"> کے علاوہ متعددح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علوم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کرکے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بلکہ بہت سے علوم کے موجد دانش</w:t>
      </w:r>
      <w:r>
        <w:rPr>
          <w:rFonts w:hint="eastAsia"/>
          <w:rtl/>
        </w:rPr>
        <w:t>ور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فرقہ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محمد صدر ک</w:t>
      </w:r>
      <w:r>
        <w:rPr>
          <w:rFonts w:hint="cs"/>
          <w:rtl/>
        </w:rPr>
        <w:t>ی</w:t>
      </w:r>
      <w:r>
        <w:rPr>
          <w:rtl/>
        </w:rPr>
        <w:t xml:space="preserve"> کتاب ''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لعلوم الاسلام؛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(</w:t>
      </w:r>
      <w:r w:rsidR="00C23250">
        <w:rPr>
          <w:rtl/>
        </w:rPr>
        <w:t>29</w:t>
      </w:r>
      <w:r>
        <w:rPr>
          <w:rtl/>
        </w:rPr>
        <w:t>جلد) ؛ مؤلفہ آقا بزرگ طہران</w:t>
      </w:r>
      <w:r>
        <w:rPr>
          <w:rFonts w:hint="cs"/>
          <w:rtl/>
        </w:rPr>
        <w:t>ی</w:t>
      </w:r>
      <w:r>
        <w:rPr>
          <w:rtl/>
        </w:rPr>
        <w:t xml:space="preserve"> .کشف الظنون ؛مؤلفہ آفند</w:t>
      </w:r>
      <w:r>
        <w:rPr>
          <w:rFonts w:hint="cs"/>
          <w:rtl/>
        </w:rPr>
        <w:t>ی</w:t>
      </w:r>
      <w:r>
        <w:rPr>
          <w:rtl/>
        </w:rPr>
        <w:t xml:space="preserve"> .معجم المؤلف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مؤلفہ عمررضا کحالہ .اع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؛ مؤلفہ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>.وغ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</w:t>
      </w:r>
    </w:p>
    <w:p w:rsidR="00796B3A" w:rsidRDefault="001F2471" w:rsidP="00000732">
      <w:pPr>
        <w:pStyle w:val="libFootnote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575FFE" w:rsidP="00C90317">
      <w:pPr>
        <w:pStyle w:val="Heading2Center"/>
        <w:rPr>
          <w:rtl/>
        </w:rPr>
      </w:pPr>
      <w:bookmarkStart w:id="6" w:name="_Toc516569915"/>
      <w:r>
        <w:rPr>
          <w:rtl/>
        </w:rPr>
        <w:t>5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فرقہ معتقد ہے کہ خدااحدو صمد ہے</w:t>
      </w:r>
      <w:bookmarkEnd w:id="6"/>
    </w:p>
    <w:p w:rsidR="00796B3A" w:rsidRDefault="00575FFE" w:rsidP="00796B3A">
      <w:pPr>
        <w:pStyle w:val="libNormal"/>
        <w:rPr>
          <w:rtl/>
        </w:rPr>
      </w:pPr>
      <w:r>
        <w:rPr>
          <w:rtl/>
        </w:rPr>
        <w:t>5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فرقہ معتقد ہے کہ خدااحدو صمد ہے، نہ اس نے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 جنا ہے اورنہ اسے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نے جنم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، اور نہ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اس کا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ہمسر ہے ، اور اس سے جسمان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، جہت ، مکان ، زمان ، تغ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، حرکت، صعود ونزول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صفات جو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صفات کمال وجمال و جلال کے شا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و شان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ں،ان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کرتا ہے۔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حکم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کاقانون بنانا ) صرف اس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ہر طرح کا شرک چاہے وہ خف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اور نہ بخشا جانے والا گناہ ہے ۔</w:t>
      </w:r>
    </w:p>
    <w:p w:rsidR="00796B3A" w:rsidRDefault="00796B3A" w:rsidP="00C90317">
      <w:pPr>
        <w:pStyle w:val="libNormal"/>
        <w:rPr>
          <w:rtl/>
        </w:rPr>
      </w:pPr>
      <w:r>
        <w:rPr>
          <w:rFonts w:hint="eastAsia"/>
          <w:rtl/>
        </w:rPr>
        <w:t>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 ؛عقل محکم (سالم) سے اخذ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خدا اور سنت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اپنے عقائد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 جعل</w:t>
      </w:r>
      <w:r>
        <w:rPr>
          <w:rFonts w:hint="cs"/>
          <w:rtl/>
        </w:rPr>
        <w:t>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اور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ہے، جنھوں نے ا</w:t>
      </w:r>
      <w:r>
        <w:rPr>
          <w:rFonts w:hint="cs"/>
          <w:rtl/>
        </w:rPr>
        <w:t>ﷲ</w:t>
      </w:r>
      <w:r>
        <w:rPr>
          <w:rtl/>
        </w:rPr>
        <w:t xml:space="preserve"> کو بشر ک</w:t>
      </w:r>
      <w:r>
        <w:rPr>
          <w:rFonts w:hint="cs"/>
          <w:rtl/>
        </w:rPr>
        <w:t>ی</w:t>
      </w:r>
      <w:r>
        <w:rPr>
          <w:rtl/>
        </w:rPr>
        <w:t xml:space="preserve"> مانند ماناہے، اوروہ اس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مخلوق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ظلم و جور، </w:t>
      </w:r>
      <w:r>
        <w:rPr>
          <w:rFonts w:hint="eastAsia"/>
          <w:rtl/>
        </w:rPr>
        <w:t>اور</w:t>
      </w:r>
      <w:r>
        <w:rPr>
          <w:rtl/>
        </w:rPr>
        <w:t xml:space="preserve"> لغو و عبث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،حالانکہ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 تمام باتوں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 و برتر ہے،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معصوم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باتوںک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575FFE" w:rsidP="00C90317">
      <w:pPr>
        <w:pStyle w:val="Heading2Center"/>
        <w:rPr>
          <w:rtl/>
        </w:rPr>
      </w:pPr>
      <w:bookmarkStart w:id="7" w:name="_Toc516569916"/>
      <w:r>
        <w:rPr>
          <w:rtl/>
        </w:rPr>
        <w:t>6</w:t>
      </w:r>
      <w:r w:rsidR="00796B3A">
        <w:rPr>
          <w:rtl/>
        </w:rPr>
        <w:t>۔ش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خدا عادل اور حک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ہے</w:t>
      </w:r>
      <w:bookmarkEnd w:id="7"/>
      <w:r w:rsidR="00796B3A">
        <w:rPr>
          <w:rtl/>
        </w:rPr>
        <w:t xml:space="preserve"> </w:t>
      </w:r>
    </w:p>
    <w:p w:rsidR="00796B3A" w:rsidRDefault="00575FFE" w:rsidP="00796B3A">
      <w:pPr>
        <w:pStyle w:val="libNormal"/>
        <w:rPr>
          <w:rtl/>
        </w:rPr>
      </w:pPr>
      <w:r>
        <w:rPr>
          <w:rtl/>
        </w:rPr>
        <w:t>6</w:t>
      </w:r>
      <w:r w:rsidR="00796B3A">
        <w:rPr>
          <w:rtl/>
        </w:rPr>
        <w:t>۔ش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خدا عادل اور حک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ہے ،اور اس نے عدل و حکمت سے خلق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چاہے وہ جماد ہو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نبات ، 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وان</w:t>
      </w:r>
      <w:r w:rsidR="00796B3A">
        <w:rPr>
          <w:rtl/>
        </w:rPr>
        <w:t xml:space="preserve"> ہو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انسان ، آسمان ہو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زم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، اس نے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شۓ عبث خلق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ہے،ک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عبث( فضول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کار</w:t>
      </w:r>
      <w:r w:rsidR="00796B3A">
        <w:rPr>
          <w:rtl/>
        </w:rPr>
        <w:t xml:space="preserve"> ہونا) نہ تنہا اس کے عدل و حکمت کے مناف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بلکہ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اس الو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سے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مناف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جس کا لازمہ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ہے کہ خداوند متعال کے لئے تمام کمالات کا اثبات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جائے ، اور اس سے ہر قسم کے نقص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جائے 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8" w:name="_Toc516569917"/>
      <w:r>
        <w:rPr>
          <w:rtl/>
        </w:rPr>
        <w:t>7:-بعثت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اوررسولوں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8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7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خدا وند متعال نے عدل و حکمت کے ساتھ ابتدائے خلقت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سے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انب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اء</w:t>
      </w:r>
      <w:r w:rsidR="00796B3A">
        <w:rPr>
          <w:rtl/>
        </w:rPr>
        <w:t xml:space="preserve"> اور رسولوں کو معصوم بنا کر بھ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جا</w:t>
      </w:r>
      <w:r w:rsidR="00796B3A">
        <w:rPr>
          <w:rtl/>
        </w:rPr>
        <w:t xml:space="preserve"> ، اور پھر انھ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وس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</w:t>
      </w:r>
      <w:r w:rsidR="00796B3A">
        <w:rPr>
          <w:rtl/>
        </w:rPr>
        <w:t xml:space="preserve"> علم سے آراستہ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اجو</w:t>
      </w:r>
      <w:r w:rsidR="00796B3A">
        <w:rPr>
          <w:rtl/>
        </w:rPr>
        <w:t xml:space="preserve"> وح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جانب سے انھ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عطا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،اور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سب کچھ نوع بشر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ہدا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اور اسے اس کے گمشدہ کمال تک پہنچانے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تھا تاکہ اس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طاعت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راہنمائ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ہوجائے جو اسے جنت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بنانے کے ساتھ ساتھ پروردگار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خوشنود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رحمت کا مستحق قراد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دے،</w:t>
      </w:r>
      <w:r w:rsidR="00796B3A">
        <w:rPr>
          <w:rtl/>
        </w:rPr>
        <w:t xml:space="preserve"> اوران انب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اء</w:t>
      </w:r>
      <w:r w:rsidR="00796B3A">
        <w:rPr>
          <w:rtl/>
        </w:rPr>
        <w:t xml:space="preserve"> و مرسل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آدم ، نوح ، ابراہ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، 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،موس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</w:t>
      </w:r>
      <w:r w:rsidR="00796B3A">
        <w:rPr>
          <w:rFonts w:hint="eastAsia"/>
          <w:rtl/>
        </w:rPr>
        <w:t>حضرت</w:t>
      </w:r>
      <w:r w:rsidR="00796B3A">
        <w:rPr>
          <w:rtl/>
        </w:rPr>
        <w:t xml:space="preserve"> محمد مصطفے (ع) سب سے مشہور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جن کا ذکر قرآن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آ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ہے،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جن کے اسماء اور حالات سنت شر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فہ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ذکرہوئے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۔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9" w:name="_Toc516569918"/>
      <w:r>
        <w:rPr>
          <w:rtl/>
        </w:rPr>
        <w:t>8:-نجات پانے 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9"/>
      <w:r>
        <w:rPr>
          <w:rtl/>
        </w:rPr>
        <w:t xml:space="preserve"> </w:t>
      </w:r>
    </w:p>
    <w:p w:rsidR="00796B3A" w:rsidRDefault="00575FFE" w:rsidP="00DF0876">
      <w:pPr>
        <w:pStyle w:val="libNormal"/>
        <w:rPr>
          <w:rtl/>
        </w:rPr>
      </w:pPr>
      <w:r>
        <w:rPr>
          <w:rtl/>
        </w:rPr>
        <w:t>8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عوں</w:t>
      </w:r>
      <w:r w:rsidR="00796B3A">
        <w:rPr>
          <w:rtl/>
        </w:rPr>
        <w:t xml:space="preserve"> کا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ہے کہ جو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اطاعت کرے ، اس کے اوامر کو نافذ کرے ، اور زندگ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ہر شعبہ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اس کے قوان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پر عمل کرے وہ نجات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افتہ</w:t>
      </w:r>
      <w:r w:rsidR="00796B3A">
        <w:rPr>
          <w:rtl/>
        </w:rPr>
        <w:t xml:space="preserve"> اور کام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اب</w:t>
      </w:r>
      <w:r w:rsidR="00796B3A">
        <w:rPr>
          <w:rtl/>
        </w:rPr>
        <w:t xml:space="preserve"> ہے ، اور وہ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مستحق مدح و ثواب ہے ، چاہے وہ حبش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غلام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نہ ہو ، اور جس نے خدا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نافرمان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اس کے اوا</w:t>
      </w:r>
      <w:r w:rsidR="00796B3A">
        <w:rPr>
          <w:rFonts w:hint="eastAsia"/>
          <w:rtl/>
        </w:rPr>
        <w:t>مر</w:t>
      </w:r>
      <w:r w:rsidR="00796B3A">
        <w:rPr>
          <w:rtl/>
        </w:rPr>
        <w:t xml:space="preserve"> کو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C90317">
        <w:t xml:space="preserve"> </w:t>
      </w:r>
      <w:r w:rsidR="00796B3A">
        <w:rPr>
          <w:rFonts w:hint="eastAsia"/>
          <w:rtl/>
        </w:rPr>
        <w:t>پہچانا</w:t>
      </w:r>
      <w:r w:rsidR="00796B3A">
        <w:rPr>
          <w:rtl/>
        </w:rPr>
        <w:t xml:space="preserve"> ، اور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کے احکام کے بجائے دوسروںکے احکام کے بندھن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بندھ 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وہ مستحق مذمت اور ہلاک شدہ اور گھاٹاا ٹھانے والوں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سے ہے ، چاہے وہ قرش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نہ ہو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</w:t>
      </w:r>
      <w:r w:rsidR="00796B3A">
        <w:rPr>
          <w:rtl/>
        </w:rPr>
        <w:t xml:space="preserve"> کہ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غمبر</w:t>
      </w:r>
      <w:r w:rsidR="00796B3A">
        <w:rPr>
          <w:rtl/>
        </w:rPr>
        <w:t xml:space="preserve"> اسلام </w:t>
      </w:r>
      <w:r w:rsidR="00796B3A">
        <w:rPr>
          <w:rFonts w:hint="cs"/>
          <w:rtl/>
        </w:rPr>
        <w:t>کی</w:t>
      </w:r>
      <w:r w:rsidR="00796B3A">
        <w:rPr>
          <w:rtl/>
        </w:rPr>
        <w:t xml:space="preserve"> حد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</w:t>
      </w:r>
      <w:r w:rsidR="00796B3A">
        <w:rPr>
          <w:rtl/>
        </w:rPr>
        <w:t xml:space="preserve"> شر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آ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ثواب و عقاب ملنے ک</w:t>
      </w:r>
      <w:r>
        <w:rPr>
          <w:rFonts w:hint="cs"/>
          <w:rtl/>
        </w:rPr>
        <w:t>ی</w:t>
      </w:r>
      <w:r>
        <w:rPr>
          <w:rtl/>
        </w:rPr>
        <w:t xml:space="preserve"> جگہ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ہے جس دن حساب و کتاب 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جنت و نار سب کے سامنے ہوں گے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برزخ اور عالم قبر کے بعد ہوگا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ٔتناسخ جس کے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معاد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تنا</w:t>
      </w:r>
      <w:r>
        <w:rPr>
          <w:rFonts w:hint="eastAsia"/>
          <w:rtl/>
        </w:rPr>
        <w:t>سخ</w:t>
      </w:r>
      <w:r>
        <w:rPr>
          <w:rtl/>
        </w:rPr>
        <w:t xml:space="preserve"> 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 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مطہرہ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لازم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0" w:name="_Toc516569919"/>
      <w:r>
        <w:rPr>
          <w:rtl/>
        </w:rPr>
        <w:t>9:ختم نبوت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0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9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انب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اء</w:t>
      </w:r>
      <w:r w:rsidR="00796B3A">
        <w:rPr>
          <w:rtl/>
        </w:rPr>
        <w:t xml:space="preserve"> ومرسل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آخر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فرد اور ان سب سے افضل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حضرت محمد</w:t>
      </w:r>
      <w:r w:rsidR="00796B3A">
        <w:rPr>
          <w:rFonts w:hint="cs"/>
          <w:rtl/>
        </w:rPr>
        <w:t xml:space="preserve"> بن عبد اﷲ</w:t>
      </w:r>
      <w:r w:rsidR="00796B3A">
        <w:rPr>
          <w:rtl/>
        </w:rPr>
        <w:t xml:space="preserve"> بن عبد المطلب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جنھ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خداوند متعال نے ہر خطا اور لغزش سے محفوظ رکھا اور ہر گناہ صغ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و کب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سے معصوم قرار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چاہے وہ قبل نبوت ہو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بعد نبوت ،چاہے تبل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غ</w:t>
      </w:r>
      <w:r w:rsidR="00796B3A">
        <w:rPr>
          <w:rtl/>
        </w:rPr>
        <w:t xml:space="preserve"> ک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مرحلہ ہو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اتبل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غ</w:t>
      </w:r>
      <w:r w:rsidR="00796B3A">
        <w:rPr>
          <w:rtl/>
        </w:rPr>
        <w:t xml:space="preserve"> کے علاوہ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کام ہو ،اور ان کے اوپر قرآن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نازل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تاکہ وہ 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بشر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دائم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دستور العمل قرار پائے ، پس رسول اسلام نے رسالت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تبل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غ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امانت کو صداقت و اخلاص کے ساتھ لوگوں تک پہنچا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اور اس اہم اور 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راستے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ہر ممکن کوشش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حضرات کے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ہاں</w:t>
      </w:r>
      <w:r w:rsidR="00796B3A">
        <w:rPr>
          <w:rtl/>
        </w:rPr>
        <w:t xml:space="preserve"> رسول اسلام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شخص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،آ پ کے خصوص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ات،</w:t>
      </w:r>
      <w:r w:rsidR="00796B3A">
        <w:rPr>
          <w:rtl/>
        </w:rPr>
        <w:t xml:space="preserve"> معجزات اور آ پ کے حالات سے متعلق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نکڑوں</w:t>
      </w:r>
      <w:r w:rsidR="00796B3A">
        <w:rPr>
          <w:rtl/>
        </w:rPr>
        <w:t xml:space="preserve"> کتاب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موجود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نمونہ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کتاب'' الارشاد '' مؤلفہ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اعلام الور</w:t>
      </w:r>
      <w:r>
        <w:rPr>
          <w:rFonts w:hint="cs"/>
          <w:rtl/>
        </w:rPr>
        <w:t>ی</w:t>
      </w:r>
      <w:r>
        <w:rPr>
          <w:rtl/>
        </w:rPr>
        <w:t xml:space="preserve"> ، اعلام الہد</w:t>
      </w:r>
      <w:r>
        <w:rPr>
          <w:rFonts w:hint="cs"/>
          <w:rtl/>
        </w:rPr>
        <w:t>ی</w:t>
      </w:r>
      <w:r>
        <w:rPr>
          <w:rtl/>
        </w:rPr>
        <w:t xml:space="preserve"> ؛ مؤلفہطبرس</w:t>
      </w:r>
      <w:r>
        <w:rPr>
          <w:rFonts w:hint="cs"/>
          <w:rtl/>
        </w:rPr>
        <w:t>ی</w:t>
      </w:r>
      <w:r>
        <w:rPr>
          <w:rtl/>
        </w:rPr>
        <w:t xml:space="preserve"> . موسوعہ(معجم) بحار الانوار ؛مؤلفہ علامہ مجلس</w:t>
      </w:r>
      <w:r>
        <w:rPr>
          <w:rFonts w:hint="cs"/>
          <w:rtl/>
        </w:rPr>
        <w:t>ی</w:t>
      </w:r>
      <w:r>
        <w:rPr>
          <w:rtl/>
        </w:rPr>
        <w:t xml:space="preserve"> .اور موجودہ دور ک</w:t>
      </w:r>
      <w:r>
        <w:rPr>
          <w:rFonts w:hint="cs"/>
          <w:rtl/>
        </w:rPr>
        <w:t>ی</w:t>
      </w:r>
      <w:r>
        <w:rPr>
          <w:rtl/>
        </w:rPr>
        <w:t xml:space="preserve"> ، موسوعة الرسول المصطف</w:t>
      </w:r>
      <w:r>
        <w:rPr>
          <w:rFonts w:hint="cs"/>
          <w:rtl/>
        </w:rPr>
        <w:t>ی</w:t>
      </w:r>
      <w:r>
        <w:rPr>
          <w:rtl/>
        </w:rPr>
        <w:t xml:space="preserve"> ؛ مؤلفہمحسن خاتم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96B3A" w:rsidRDefault="001F2471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1" w:name="_Toc516569920"/>
      <w:r>
        <w:rPr>
          <w:rtl/>
        </w:rPr>
        <w:t>10:نزول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1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1</w:t>
      </w:r>
      <w:r w:rsidR="00F40765">
        <w:rPr>
          <w:rtl/>
        </w:rPr>
        <w:t>0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عوں</w:t>
      </w:r>
      <w:r w:rsidR="00796B3A">
        <w:rPr>
          <w:rtl/>
        </w:rPr>
        <w:t xml:space="preserve"> کا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ہے کہ قرآن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حضرت محمد مصطف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 xml:space="preserve"> پر جبرئی</w:t>
      </w:r>
      <w:r w:rsidR="00796B3A">
        <w:rPr>
          <w:rFonts w:hint="eastAsia"/>
          <w:rtl/>
        </w:rPr>
        <w:t>ل</w:t>
      </w:r>
      <w:r w:rsidR="00796B3A">
        <w:rPr>
          <w:rtl/>
        </w:rPr>
        <w:t xml:space="preserve"> 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نازل ہوا ، جسے کچھ بزرگ صحابہ نے رسول اسلام حضرت محمد مطف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 xml:space="preserve"> کے دور نبوت می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آپ کے حکم سے تدو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،جن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سر فہرست حضرت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 اب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طالب ـہ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،ان حضرات نے بڑ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محنت و مشقت کے س</w:t>
      </w:r>
      <w:r w:rsidR="00796B3A">
        <w:rPr>
          <w:rFonts w:hint="eastAsia"/>
          <w:rtl/>
        </w:rPr>
        <w:t>اتھ</w:t>
      </w:r>
      <w:r w:rsidR="00796B3A">
        <w:rPr>
          <w:rtl/>
        </w:rPr>
        <w:t xml:space="preserve"> اس کو لفظ بہ لفظ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اور اس کے حروف و کلمات 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tl/>
        </w:rPr>
        <w:t xml:space="preserve"> سورے اور آ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تعداد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مشخص اور مع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کرد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اس طرح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نسل کے بعد دوسر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نسل تک منتقل ہوتا آرہا ہے ، اور آج مسلمانوں کے تمام فرقے رات و دن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تلاوت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نہ اس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</w:t>
      </w:r>
      <w:r w:rsidR="00796B3A">
        <w:rPr>
          <w:rFonts w:hint="eastAsia"/>
          <w:rtl/>
        </w:rPr>
        <w:t>ور</w:t>
      </w:r>
      <w:r w:rsidR="00796B3A">
        <w:rPr>
          <w:rtl/>
        </w:rPr>
        <w:t xml:space="preserve"> نہ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ہر قسم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تحر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</w:t>
      </w:r>
      <w:r w:rsidR="00796B3A">
        <w:rPr>
          <w:rtl/>
        </w:rPr>
        <w:t xml:space="preserve"> و تبد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سے محفوظ ہے ،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حضرات کے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ہاں</w:t>
      </w:r>
      <w:r w:rsidR="00796B3A">
        <w:rPr>
          <w:rtl/>
        </w:rPr>
        <w:t xml:space="preserve"> اس بارے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متعدد چھوٹ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بڑ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موجودہ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۔</w:t>
      </w:r>
      <w:r w:rsidR="00796B3A" w:rsidRPr="00000732">
        <w:rPr>
          <w:rStyle w:val="libFootnotenumChar"/>
          <w:rtl/>
        </w:rPr>
        <w:t>(</w:t>
      </w:r>
      <w:r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2" w:name="_Toc516569921"/>
      <w:r>
        <w:rPr>
          <w:rtl/>
        </w:rPr>
        <w:t>11:خلافت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2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11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جب حضرت محمد مصطف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 xml:space="preserve"> کی</w:t>
      </w:r>
      <w:r w:rsidR="00796B3A">
        <w:rPr>
          <w:rtl/>
        </w:rPr>
        <w:t xml:space="preserve"> وفات کا وقت قر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ب</w:t>
      </w:r>
      <w:r w:rsidR="00796B3A">
        <w:rPr>
          <w:rtl/>
        </w:rPr>
        <w:t xml:space="preserve"> ہوا تو آ پ نے حضرت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ـ کو تمام مسلمانوں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رہبر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اپنا خل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فہ</w:t>
      </w:r>
      <w:r w:rsidR="00796B3A">
        <w:rPr>
          <w:rtl/>
        </w:rPr>
        <w:t xml:space="preserve"> اور لوگوں کے لئے امام کے طورپر منصبوب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تاکہ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ادت</w:t>
      </w:r>
      <w:r w:rsidR="00796B3A">
        <w:rPr>
          <w:rtl/>
        </w:rPr>
        <w:t xml:space="preserve"> اورفکر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راہنمائ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فرمائ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مشکلوں کو حل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ان کے نفوس کا تزک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اور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ترب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ں،اور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سب خدا کے حکم سے مقام غد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خم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رسول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کے آخر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دور اور حج آخر کے بعد،ان مسلمان حاج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کے جم غف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انجام پا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اجو</w:t>
      </w:r>
      <w:r w:rsidR="00796B3A">
        <w:rPr>
          <w:rtl/>
        </w:rPr>
        <w:t xml:space="preserve"> آپ کے ساتھ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وقت حج کرکے واپس آرہے تھے ، جن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تعداد بعض روا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بناپر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لاکھ تک پہنچت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 اور اس مناسبت پر متعدد آ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نازل ہوئ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۔ </w:t>
      </w:r>
      <w:r w:rsidR="00796B3A" w:rsidRPr="00000732">
        <w:rPr>
          <w:rStyle w:val="libFootnotenumChar"/>
          <w:rtl/>
        </w:rPr>
        <w:t>(</w:t>
      </w:r>
      <w:r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C90317" w:rsidRDefault="00796B3A" w:rsidP="00000732">
      <w:pPr>
        <w:pStyle w:val="libFootnote"/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قرآن ؛ زنجان</w:t>
      </w:r>
      <w:r>
        <w:rPr>
          <w:rFonts w:hint="cs"/>
          <w:rtl/>
        </w:rPr>
        <w:t>ی</w:t>
      </w:r>
      <w:r>
        <w:rPr>
          <w:rtl/>
        </w:rPr>
        <w:t xml:space="preserve"> . التمہ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علوم القرآن ؛ مؤلفہ محمد ہاد</w:t>
      </w:r>
      <w:r>
        <w:rPr>
          <w:rFonts w:hint="cs"/>
          <w:rtl/>
        </w:rPr>
        <w:t>ی</w:t>
      </w:r>
      <w:r>
        <w:rPr>
          <w:rtl/>
        </w:rPr>
        <w:t xml:space="preserve"> معرفت .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 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 (</w:t>
      </w:r>
      <w:r>
        <w:rPr>
          <w:rFonts w:hint="cs"/>
          <w:rtl/>
        </w:rPr>
        <w:t>ی</w:t>
      </w:r>
      <w:r w:rsidRPr="00C90317">
        <w:rPr>
          <w:rStyle w:val="libFootnoteAieChar"/>
          <w:rFonts w:hint="eastAsia"/>
          <w:rtl/>
        </w:rPr>
        <w:t>ا</w:t>
      </w:r>
      <w:r w:rsidRPr="00C90317">
        <w:rPr>
          <w:rStyle w:val="libFootnoteAieChar"/>
          <w:rtl/>
        </w:rPr>
        <w:t xml:space="preserve"> اَ</w:t>
      </w:r>
      <w:r w:rsidRPr="00C90317">
        <w:rPr>
          <w:rStyle w:val="libFootnoteAieChar"/>
          <w:rFonts w:hint="cs"/>
          <w:rtl/>
        </w:rPr>
        <w:t>یُّ</w:t>
      </w:r>
      <w:r w:rsidR="00000732" w:rsidRPr="00DF0876">
        <w:rPr>
          <w:rStyle w:val="libFootnoteAieChar"/>
          <w:rFonts w:hint="cs"/>
          <w:rtl/>
        </w:rPr>
        <w:t>ه</w:t>
      </w:r>
      <w:r w:rsidRPr="00DF0876">
        <w:rPr>
          <w:rStyle w:val="libFootnoteAieChar"/>
          <w:rFonts w:hint="cs"/>
          <w:rtl/>
        </w:rPr>
        <w:t>ٰاالرَّسُولُ</w:t>
      </w:r>
      <w:r w:rsidRPr="00C90317">
        <w:rPr>
          <w:rStyle w:val="libFootnoteAieChar"/>
          <w:rtl/>
        </w:rPr>
        <w:t xml:space="preserve"> بَلِّغْ مَا اُنْزِلَ َاِلَ</w:t>
      </w:r>
      <w:r w:rsidRPr="00C90317">
        <w:rPr>
          <w:rStyle w:val="libFootnoteAieChar"/>
          <w:rFonts w:hint="cs"/>
          <w:rtl/>
        </w:rPr>
        <w:t>ی</w:t>
      </w:r>
      <w:r w:rsidRPr="00C90317">
        <w:rPr>
          <w:rStyle w:val="libFootnoteAieChar"/>
          <w:rFonts w:hint="eastAsia"/>
          <w:rtl/>
        </w:rPr>
        <w:t>کَ</w:t>
      </w:r>
      <w:r w:rsidRPr="00C90317">
        <w:rPr>
          <w:rStyle w:val="libFootnoteAieChar"/>
          <w:rtl/>
        </w:rPr>
        <w:t xml:space="preserve"> مِنْ رَبِّک وَاِنْ لَمْ تَفْعَلْ فَمَا بَلَّغْتَ رِسَالَتَ</w:t>
      </w:r>
      <w:r w:rsidR="00000732" w:rsidRPr="00DF0876">
        <w:rPr>
          <w:rStyle w:val="libFootnoteAieChar"/>
          <w:rFonts w:hint="cs"/>
          <w:rtl/>
        </w:rPr>
        <w:t>ه</w:t>
      </w:r>
      <w:r w:rsidRPr="00DF0876">
        <w:rPr>
          <w:rStyle w:val="libFootnoteAieChar"/>
          <w:rFonts w:hint="cs"/>
          <w:rtl/>
        </w:rPr>
        <w:t xml:space="preserve"> وَاللّٰ</w:t>
      </w:r>
      <w:r w:rsidR="00000732" w:rsidRPr="00DF0876">
        <w:rPr>
          <w:rStyle w:val="libFootnoteAieChar"/>
          <w:rFonts w:hint="cs"/>
          <w:rtl/>
        </w:rPr>
        <w:t>ه</w:t>
      </w:r>
      <w:r w:rsidRPr="00DF0876">
        <w:rPr>
          <w:rStyle w:val="libFootnoteAieChar"/>
          <w:rFonts w:hint="cs"/>
          <w:rtl/>
        </w:rPr>
        <w:t xml:space="preserve">ُ </w:t>
      </w:r>
      <w:r w:rsidRPr="00C90317">
        <w:rPr>
          <w:rStyle w:val="libFootnoteAieChar"/>
          <w:rFonts w:hint="cs"/>
          <w:rtl/>
        </w:rPr>
        <w:t>یَ</w:t>
      </w:r>
      <w:r w:rsidRPr="00C90317">
        <w:rPr>
          <w:rStyle w:val="libFootnoteAieChar"/>
          <w:rFonts w:hint="eastAsia"/>
          <w:rtl/>
        </w:rPr>
        <w:t>عْصِمُکَ</w:t>
      </w:r>
      <w:r w:rsidRPr="00C90317">
        <w:rPr>
          <w:rStyle w:val="libFootnoteAieChar"/>
          <w:rtl/>
        </w:rPr>
        <w:t xml:space="preserve"> مِنَ النّاس</w:t>
      </w:r>
      <w:r>
        <w:rPr>
          <w:rtl/>
        </w:rPr>
        <w:t>)سورہ مائدہ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75FFE">
        <w:rPr>
          <w:rtl/>
        </w:rPr>
        <w:t>6</w:t>
      </w:r>
      <w:r w:rsidR="00C23250">
        <w:rPr>
          <w:rtl/>
        </w:rPr>
        <w:t>7</w:t>
      </w:r>
      <w:r>
        <w:rPr>
          <w:rtl/>
        </w:rPr>
        <w:t xml:space="preserve">. </w:t>
      </w: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:(</w:t>
      </w:r>
      <w:r w:rsidRPr="00C90317">
        <w:rPr>
          <w:rStyle w:val="libFootnoteAieChar"/>
          <w:rtl/>
        </w:rPr>
        <w:t>اَلْ</w:t>
      </w:r>
      <w:r w:rsidRPr="00C90317">
        <w:rPr>
          <w:rStyle w:val="libFootnoteAieChar"/>
          <w:rFonts w:hint="cs"/>
          <w:rtl/>
        </w:rPr>
        <w:t>یَ</w:t>
      </w:r>
      <w:r w:rsidRPr="00C90317">
        <w:rPr>
          <w:rStyle w:val="libFootnoteAieChar"/>
          <w:rFonts w:hint="eastAsia"/>
          <w:rtl/>
        </w:rPr>
        <w:t>وْمَ</w:t>
      </w:r>
      <w:r w:rsidRPr="00C90317">
        <w:rPr>
          <w:rStyle w:val="libFootnoteAieChar"/>
          <w:rtl/>
        </w:rPr>
        <w:t xml:space="preserve"> اَکْمَلْتُ لَکُمْ دِ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نَکُمْ</w:t>
      </w:r>
      <w:r w:rsidRPr="00C90317">
        <w:rPr>
          <w:rStyle w:val="libFootnoteAieChar"/>
          <w:rtl/>
        </w:rPr>
        <w:t xml:space="preserve"> وَاَتْمَمْتُ عَلَ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کُمْ</w:t>
      </w:r>
      <w:r w:rsidRPr="00C90317">
        <w:rPr>
          <w:rStyle w:val="libFootnoteAieChar"/>
          <w:rtl/>
        </w:rPr>
        <w:t xml:space="preserve"> نِعْمَتِ</w:t>
      </w:r>
      <w:r w:rsidRPr="00C90317">
        <w:rPr>
          <w:rStyle w:val="libFootnoteAieChar"/>
          <w:rFonts w:hint="cs"/>
          <w:rtl/>
        </w:rPr>
        <w:t>ی</w:t>
      </w:r>
      <w:r w:rsidRPr="00C90317">
        <w:rPr>
          <w:rStyle w:val="libFootnoteAieChar"/>
          <w:rtl/>
        </w:rPr>
        <w:t xml:space="preserve"> وْرَضِ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تُ</w:t>
      </w:r>
      <w:r w:rsidRPr="00C90317">
        <w:rPr>
          <w:rStyle w:val="libFootnoteAieChar"/>
          <w:rtl/>
        </w:rPr>
        <w:t xml:space="preserve"> لَکُمُ اْلِاسْلامَ دِ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ناً</w:t>
      </w:r>
      <w:r>
        <w:rPr>
          <w:rtl/>
        </w:rPr>
        <w:t>)سورہ مائدہ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3</w:t>
      </w:r>
      <w:r>
        <w:rPr>
          <w:rtl/>
        </w:rPr>
        <w:t xml:space="preserve">. ( </w:t>
      </w:r>
      <w:r w:rsidRPr="00C90317">
        <w:rPr>
          <w:rStyle w:val="libFootnoteAieChar"/>
          <w:rtl/>
        </w:rPr>
        <w:t>اَلْ</w:t>
      </w:r>
      <w:r w:rsidRPr="00C90317">
        <w:rPr>
          <w:rStyle w:val="libFootnoteAieChar"/>
          <w:rFonts w:hint="cs"/>
          <w:rtl/>
        </w:rPr>
        <w:t>یَ</w:t>
      </w:r>
      <w:r w:rsidRPr="00C90317">
        <w:rPr>
          <w:rStyle w:val="libFootnoteAieChar"/>
          <w:rFonts w:hint="eastAsia"/>
          <w:rtl/>
        </w:rPr>
        <w:t>وْمَ</w:t>
      </w:r>
      <w:r w:rsidRPr="00C90317">
        <w:rPr>
          <w:rStyle w:val="libFootnoteAieChar"/>
          <w:rtl/>
        </w:rPr>
        <w:t xml:space="preserve"> </w:t>
      </w:r>
      <w:r w:rsidRPr="00C90317">
        <w:rPr>
          <w:rStyle w:val="libFootnoteAieChar"/>
          <w:rFonts w:hint="cs"/>
          <w:rtl/>
        </w:rPr>
        <w:t>یَ</w:t>
      </w:r>
      <w:r w:rsidRPr="00C90317">
        <w:rPr>
          <w:rStyle w:val="libFootnoteAieChar"/>
          <w:rFonts w:hint="eastAsia"/>
          <w:rtl/>
        </w:rPr>
        <w:t>ئِسَ</w:t>
      </w:r>
      <w:r w:rsidRPr="00C90317">
        <w:rPr>
          <w:rStyle w:val="libFootnoteAieChar"/>
          <w:rtl/>
        </w:rPr>
        <w:t xml:space="preserve"> الًّذِ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نَ</w:t>
      </w:r>
      <w:r w:rsidRPr="00C90317">
        <w:rPr>
          <w:rStyle w:val="libFootnoteAieChar"/>
          <w:rtl/>
        </w:rPr>
        <w:t xml:space="preserve"> کَفَرُوْا، مِنْ دِ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نِکُمْ</w:t>
      </w:r>
      <w:r w:rsidRPr="00C90317">
        <w:rPr>
          <w:rStyle w:val="libFootnoteAieChar"/>
          <w:rtl/>
        </w:rPr>
        <w:t xml:space="preserve"> فَلَاْ تَخْشَوْ</w:t>
      </w:r>
      <w:r w:rsidR="00000732" w:rsidRPr="00DF0876">
        <w:rPr>
          <w:rStyle w:val="libFootnoteAieChar"/>
          <w:rFonts w:hint="cs"/>
          <w:rtl/>
        </w:rPr>
        <w:t>ه</w:t>
      </w:r>
      <w:r w:rsidRPr="00DF0876">
        <w:rPr>
          <w:rStyle w:val="libFootnoteAieChar"/>
          <w:rFonts w:hint="cs"/>
          <w:rtl/>
        </w:rPr>
        <w:t>ُمْ وَاخْشَوْنِ</w:t>
      </w:r>
      <w:r>
        <w:rPr>
          <w:rtl/>
        </w:rPr>
        <w:t>)سورہ مائدہ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3</w:t>
      </w:r>
      <w:r>
        <w:rPr>
          <w:rtl/>
        </w:rPr>
        <w:t xml:space="preserve">.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Pr="00C90317">
        <w:rPr>
          <w:rStyle w:val="libFootnoteAieChar"/>
          <w:rtl/>
        </w:rPr>
        <w:t>سَئَلَ سَائِل بِعَذَاْبٍ وَاْقعٍ ٭ لِلْکَافِرِ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نَ</w:t>
      </w:r>
      <w:r w:rsidRPr="00C90317">
        <w:rPr>
          <w:rStyle w:val="libFootnoteAieChar"/>
          <w:rtl/>
        </w:rPr>
        <w:t xml:space="preserve"> لَ</w:t>
      </w:r>
      <w:r w:rsidRPr="00C90317">
        <w:rPr>
          <w:rStyle w:val="libFootnoteAieChar"/>
          <w:rFonts w:hint="cs"/>
          <w:rtl/>
        </w:rPr>
        <w:t>یْ</w:t>
      </w:r>
      <w:r w:rsidRPr="00C90317">
        <w:rPr>
          <w:rStyle w:val="libFootnoteAieChar"/>
          <w:rFonts w:hint="eastAsia"/>
          <w:rtl/>
        </w:rPr>
        <w:t>سَ</w:t>
      </w:r>
      <w:r w:rsidRPr="00C90317">
        <w:rPr>
          <w:rStyle w:val="libFootnoteAieChar"/>
          <w:rtl/>
        </w:rPr>
        <w:t xml:space="preserve"> لَ</w:t>
      </w:r>
      <w:r w:rsidR="00000732" w:rsidRPr="00DF0876">
        <w:rPr>
          <w:rStyle w:val="libFootnoteAieChar"/>
          <w:rFonts w:hint="cs"/>
          <w:rtl/>
        </w:rPr>
        <w:t>ه</w:t>
      </w:r>
      <w:r w:rsidRPr="00DF0876">
        <w:rPr>
          <w:rStyle w:val="libFootnoteAieChar"/>
          <w:rFonts w:hint="cs"/>
          <w:rtl/>
        </w:rPr>
        <w:t>ُ دَاْفِع</w:t>
      </w:r>
      <w:r>
        <w:rPr>
          <w:rtl/>
        </w:rPr>
        <w:t xml:space="preserve"> ) سورہ معارج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2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>
        <w:rPr>
          <w:rFonts w:hint="cs"/>
          <w:rtl/>
        </w:rPr>
        <w:t xml:space="preserve"> نے علی</w:t>
      </w:r>
      <w:r>
        <w:rPr>
          <w:rtl/>
        </w:rPr>
        <w:t xml:space="preserve"> ـ کے ہاتھوں پر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چنانچہ تمام لوگوں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آگے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کے بزرگ اور مشہور صحابہ تھے،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:کتاب''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مسلمانوں ک</w:t>
      </w:r>
      <w:r>
        <w:rPr>
          <w:rFonts w:hint="eastAsia"/>
          <w:rtl/>
        </w:rPr>
        <w:t>ے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مصادر و مآخذ سے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3" w:name="_Toc516569922"/>
      <w:r>
        <w:rPr>
          <w:rtl/>
        </w:rPr>
        <w:t>12:عصمت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</w:t>
      </w:r>
      <w:bookmarkEnd w:id="13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12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عوں</w:t>
      </w:r>
      <w:r w:rsidR="00796B3A">
        <w:rPr>
          <w:rtl/>
        </w:rPr>
        <w:t xml:space="preserve"> کا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ہے کہ چونکہ - رسول اکرم </w:t>
      </w:r>
      <w:r w:rsidR="00796B3A">
        <w:rPr>
          <w:rFonts w:hint="cs"/>
          <w:rtl/>
        </w:rPr>
        <w:t xml:space="preserve"> کے بعد-امام کی</w:t>
      </w:r>
      <w:r w:rsidR="00796B3A">
        <w:rPr>
          <w:rtl/>
        </w:rPr>
        <w:t xml:space="preserve"> ذمہ دار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جو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ہوت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امت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ادت</w:t>
      </w:r>
      <w:r w:rsidR="00796B3A">
        <w:rPr>
          <w:rtl/>
        </w:rPr>
        <w:t xml:space="preserve"> و ہدا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، تعل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و ترب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، تب</w:t>
      </w:r>
      <w:r w:rsidR="00796B3A">
        <w:rPr>
          <w:rFonts w:hint="cs"/>
          <w:rtl/>
        </w:rPr>
        <w:t>یی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احکام اوران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مشکلات کا حل کرنا ، 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tl/>
        </w:rPr>
        <w:t xml:space="preserve"> سماج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اہم امور کا حل کرنا،لہٰذا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ضرور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کہ امام اور خل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فہ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</w:t>
      </w:r>
      <w:r w:rsidR="00796B3A">
        <w:rPr>
          <w:rtl/>
        </w:rPr>
        <w:t xml:space="preserve"> ہونا چ</w:t>
      </w:r>
      <w:r w:rsidR="00796B3A">
        <w:rPr>
          <w:rFonts w:hint="eastAsia"/>
          <w:rtl/>
        </w:rPr>
        <w:t>اہ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ئے</w:t>
      </w:r>
      <w:r w:rsidR="00796B3A">
        <w:rPr>
          <w:rtl/>
        </w:rPr>
        <w:t xml:space="preserve"> کہ لو گ اس پر بھروسہ اور اعتبار کرتے ہوں ، تاکہ وہ امت کو امن و امان کے ساحل تک پہونچا جا سکے ، پس امام تمام صلاح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توں</w:t>
      </w:r>
      <w:r w:rsidR="00796B3A">
        <w:rPr>
          <w:rtl/>
        </w:rPr>
        <w:t xml:space="preserve"> اور صفات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</w:t>
      </w:r>
      <w:r w:rsidR="00796B3A">
        <w:rPr>
          <w:rtl/>
        </w:rPr>
        <w:t xml:space="preserve"> ہونا چاہ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ئے</w:t>
      </w:r>
      <w:r w:rsidR="00796B3A">
        <w:rPr>
          <w:rtl/>
        </w:rPr>
        <w:t xml:space="preserve"> ، (ج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عصمت اور وس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</w:t>
      </w:r>
      <w:r w:rsidR="00796B3A">
        <w:rPr>
          <w:rtl/>
        </w:rPr>
        <w:t xml:space="preserve"> علم )ک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امام کے فرائض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 ہوتے 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وح</w:t>
      </w:r>
      <w:r>
        <w:rPr>
          <w:rFonts w:hint="cs"/>
          <w:rtl/>
        </w:rPr>
        <w:t>ی</w:t>
      </w:r>
      <w:r>
        <w:rPr>
          <w:rtl/>
        </w:rPr>
        <w:t xml:space="preserve"> اور نبوت کے علاوہ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نبوت حضرت محمد بن عبدا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>
        <w:rPr>
          <w:rFonts w:hint="cs"/>
          <w:rtl/>
        </w:rPr>
        <w:t>پر ختم ہوگئی</w:t>
      </w:r>
      <w:r>
        <w:rPr>
          <w:rFonts w:hint="eastAsia"/>
          <w:rtl/>
        </w:rPr>
        <w:t>،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خاتم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اور آپ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خاتم الشرائع اور کتاب خاتم الکتب ہے ،نہ آپ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، اور نہ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،اور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نہ آپ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(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پاس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متعدداور متنوع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واستدلال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.) 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4" w:name="_Toc516569923"/>
      <w:r>
        <w:rPr>
          <w:rtl/>
        </w:rPr>
        <w:t>13:تسلسل امامت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4"/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13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عوں</w:t>
      </w:r>
      <w:r w:rsidR="00796B3A">
        <w:rPr>
          <w:rtl/>
        </w:rPr>
        <w:t xml:space="preserve"> کا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ہے کہ امت کو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راہ پر چلا نے والے معصوم قائد اور ول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ضرورت اس بات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مقتض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طلبگار ہے کہ رسول کے بعد امامت اور خلافت کا منصب صرف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پر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نہ ٹھہر جائے ، بلکہ 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ادت</w:t>
      </w:r>
      <w:r w:rsidR="00796B3A">
        <w:rPr>
          <w:rtl/>
        </w:rPr>
        <w:t xml:space="preserve"> کے اس سلسلے کو طو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</w:t>
      </w:r>
      <w:r w:rsidR="00796B3A">
        <w:rPr>
          <w:rtl/>
        </w:rPr>
        <w:t xml:space="preserve"> مدت تک قائم رہنا ضرور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ہے، تاکہ اسلام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</w:t>
      </w:r>
      <w:r w:rsidR="00796B3A">
        <w:rPr>
          <w:rFonts w:hint="eastAsia"/>
          <w:rtl/>
        </w:rPr>
        <w:t>ڑ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مضبوط اور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محفوظ ہوجائ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جو خطرات اس کے اصول اور قواعد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بلکہ ہر الٰہ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دے</w:t>
      </w:r>
      <w:r w:rsidR="00796B3A">
        <w:rPr>
          <w:rtl/>
        </w:rPr>
        <w:t xml:space="preserve"> ، اور خدائ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نظام کے سامنے منھ کھولے کھڑے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سے اس کو پچا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 سکے اور اس کے لئے تمام ائمہ(مختلف و متعدد دور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امت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رہبر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کرکے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رت</w:t>
      </w:r>
      <w:r w:rsidR="00796B3A">
        <w:rPr>
          <w:rtl/>
        </w:rPr>
        <w:t xml:space="preserve"> ، ت</w:t>
      </w:r>
      <w:r w:rsidR="00796B3A">
        <w:rPr>
          <w:rFonts w:hint="eastAsia"/>
          <w:rtl/>
        </w:rPr>
        <w:t>جربات</w:t>
      </w:r>
      <w:r w:rsidR="00796B3A">
        <w:rPr>
          <w:rtl/>
        </w:rPr>
        <w:t xml:space="preserve"> اور مہارت کا)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</w:t>
      </w:r>
      <w:r w:rsidR="00796B3A">
        <w:rPr>
          <w:rtl/>
        </w:rPr>
        <w:t xml:space="preserve"> عمل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نمونہ اور پروگرام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</w:t>
      </w:r>
      <w:r w:rsidR="00796B3A">
        <w:rPr>
          <w:rtl/>
        </w:rPr>
        <w:t xml:space="preserve"> کر سک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ںجس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مدد سے تمام حالات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بعد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چلت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C90317">
      <w:pPr>
        <w:pStyle w:val="Heading2Center"/>
        <w:rPr>
          <w:rtl/>
        </w:rPr>
      </w:pPr>
      <w:bookmarkStart w:id="15" w:name="_Toc516569924"/>
      <w:r>
        <w:rPr>
          <w:rtl/>
        </w:rPr>
        <w:t>14:بارہ اماموں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5"/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1</w:t>
      </w:r>
      <w:r w:rsidR="00575FFE">
        <w:rPr>
          <w:rtl/>
        </w:rPr>
        <w:t>4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اکرم حضرت محمد بن عبد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 xml:space="preserve"> نے اسی</w:t>
      </w:r>
      <w:r w:rsidR="00796B3A">
        <w:rPr>
          <w:rtl/>
        </w:rPr>
        <w:t xml:space="preserve"> سبب اور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بلند پا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حکمت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 پر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کے حکم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خاطر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ـ کے بعد 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ارہ</w:t>
      </w:r>
      <w:r w:rsidR="00796B3A">
        <w:rPr>
          <w:rtl/>
        </w:rPr>
        <w:t xml:space="preserve"> امام مع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فرمائے،لہٰذا حضرت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ـ کو ملاکر کل بارہ امام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ساکہ</w:t>
      </w:r>
      <w:r w:rsidR="00796B3A">
        <w:rPr>
          <w:rtl/>
        </w:rPr>
        <w:t xml:space="preserve">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تعداد کے بارے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اکرم </w:t>
      </w:r>
      <w:r w:rsidR="00796B3A">
        <w:rPr>
          <w:rFonts w:hint="cs"/>
          <w:rtl/>
        </w:rPr>
        <w:t>کی</w:t>
      </w:r>
      <w:r w:rsidR="00796B3A">
        <w:rPr>
          <w:rtl/>
        </w:rPr>
        <w:t xml:space="preserve"> حد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وضاحت کے علاوہ تذکرہ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کہ ان سب کا تعلق قب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لہ</w:t>
      </w:r>
      <w:r w:rsidR="00796B3A">
        <w:rPr>
          <w:rtl/>
        </w:rPr>
        <w:t xml:space="preserve"> قر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</w:t>
      </w:r>
      <w:r w:rsidR="00796B3A">
        <w:rPr>
          <w:rtl/>
        </w:rPr>
        <w:t xml:space="preserve"> سے ہوگاج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ساکہ</w:t>
      </w:r>
      <w:r w:rsidR="00796B3A">
        <w:rPr>
          <w:rtl/>
        </w:rPr>
        <w:t xml:space="preserve"> 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بخار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مسلم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مختلف الفاظ کے ساتھ اس مطلب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اشارہ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ہے- البتہ ان کے اسماء اور خصوص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کا تذکرہ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ہے- :</w:t>
      </w:r>
    </w:p>
    <w:p w:rsidR="00796B3A" w:rsidRDefault="00796B3A" w:rsidP="00000732">
      <w:pPr>
        <w:pStyle w:val="libArabic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عن رسول اﷲ</w:t>
      </w:r>
      <w:r>
        <w:rPr>
          <w:rtl/>
        </w:rPr>
        <w:t xml:space="preserve"> </w:t>
      </w:r>
      <w:r>
        <w:rPr>
          <w:rFonts w:hint="cs"/>
          <w:rtl/>
        </w:rPr>
        <w:t>؛ان الدی</w:t>
      </w:r>
      <w:r>
        <w:rPr>
          <w:rFonts w:hint="eastAsia"/>
          <w:rtl/>
        </w:rPr>
        <w:t>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Fonts w:hint="eastAsia"/>
          <w:rtl/>
        </w:rPr>
        <w:t>اًقائماًعز</w:t>
      </w:r>
      <w:r>
        <w:rPr>
          <w:rFonts w:hint="cs"/>
          <w:rtl/>
        </w:rPr>
        <w:t>ی</w:t>
      </w:r>
      <w:r>
        <w:rPr>
          <w:rFonts w:hint="eastAsia"/>
          <w:rtl/>
        </w:rPr>
        <w:t>زاًمن</w:t>
      </w:r>
      <w:r>
        <w:rPr>
          <w:rFonts w:hint="cs"/>
          <w:rtl/>
        </w:rPr>
        <w:t>ی</w:t>
      </w:r>
      <w:r>
        <w:rPr>
          <w:rFonts w:hint="eastAsia"/>
          <w:rtl/>
        </w:rPr>
        <w:t>عاًماکان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اثناعشرام</w:t>
      </w:r>
      <w:r>
        <w:rPr>
          <w:rFonts w:hint="cs"/>
          <w:rtl/>
        </w:rPr>
        <w:t>ی</w:t>
      </w:r>
      <w:r>
        <w:rPr>
          <w:rFonts w:hint="eastAsia"/>
          <w:rtl/>
        </w:rPr>
        <w:t>راًاوخل</w:t>
      </w:r>
      <w:r>
        <w:rPr>
          <w:rFonts w:hint="cs"/>
          <w:rtl/>
        </w:rPr>
        <w:t>ی</w:t>
      </w:r>
      <w:r>
        <w:rPr>
          <w:rFonts w:hint="eastAsia"/>
          <w:rtl/>
        </w:rPr>
        <w:t>فةً،کل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''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اور مسلم دونوں نے رسول خدا</w:t>
      </w:r>
      <w:r>
        <w:rPr>
          <w:rFonts w:hint="cs"/>
          <w:rtl/>
        </w:rPr>
        <w:t xml:space="preserve"> سے روای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اس وقت تک غالب، قائم اور مضبوط رہے گا جب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 ۔ 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( بعض نسخوں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کتب صحاح ستہ کے علاوہ دوسر</w:t>
      </w:r>
      <w:r>
        <w:rPr>
          <w:rFonts w:hint="cs"/>
          <w:rtl/>
        </w:rPr>
        <w:t>ی</w:t>
      </w:r>
      <w:r>
        <w:rPr>
          <w:rtl/>
        </w:rPr>
        <w:t xml:space="preserve"> کتب فضائل و مناقب و شعر و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حضرات کے اسماء بھ</w:t>
      </w:r>
      <w:r>
        <w:rPr>
          <w:rFonts w:hint="cs"/>
          <w:rtl/>
        </w:rPr>
        <w:t>ی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.)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اگر چہ ائمہ اثنا عشر( جوکہ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اولاد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اس</w:t>
      </w:r>
      <w:r>
        <w:rPr>
          <w:rFonts w:hint="cs"/>
          <w:rtl/>
        </w:rPr>
        <w:t>ی</w:t>
      </w:r>
      <w:r>
        <w:rPr>
          <w:rtl/>
        </w:rPr>
        <w:t xml:space="preserve"> پر منطبق ہوت</w:t>
      </w:r>
      <w:r>
        <w:rPr>
          <w:rFonts w:hint="cs"/>
          <w:rtl/>
        </w:rPr>
        <w:t>ی</w:t>
      </w:r>
      <w:r>
        <w:rPr>
          <w:rtl/>
        </w:rPr>
        <w:t xml:space="preserve">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مگر صرف وہ</w:t>
      </w:r>
      <w:r>
        <w:rPr>
          <w:rFonts w:hint="cs"/>
          <w:rtl/>
        </w:rPr>
        <w:t>ی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 : خلفاء النب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مؤلفہ حائر</w:t>
      </w:r>
      <w:r>
        <w:rPr>
          <w:rFonts w:hint="cs"/>
          <w:rtl/>
        </w:rPr>
        <w:t>ی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796B3A" w:rsidRDefault="001F2471" w:rsidP="00000732">
      <w:pPr>
        <w:pStyle w:val="libFootnote"/>
        <w:rPr>
          <w:rtl/>
        </w:rPr>
      </w:pPr>
      <w:r>
        <w:rPr>
          <w:rtl/>
        </w:rPr>
        <w:br w:type="page"/>
      </w:r>
    </w:p>
    <w:p w:rsidR="00796B3A" w:rsidRDefault="00796B3A" w:rsidP="00C90317">
      <w:pPr>
        <w:pStyle w:val="Heading2Center"/>
        <w:rPr>
          <w:rtl/>
        </w:rPr>
      </w:pPr>
      <w:bookmarkStart w:id="16" w:name="_Toc516569925"/>
      <w:r>
        <w:rPr>
          <w:rtl/>
        </w:rPr>
        <w:lastRenderedPageBreak/>
        <w:t>15:ائمہ اثنا عشر( بارہ اماموں) سے مراد</w:t>
      </w:r>
      <w:bookmarkEnd w:id="16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</w:t>
      </w:r>
      <w:r w:rsidR="00575FFE">
        <w:rPr>
          <w:rtl/>
        </w:rPr>
        <w:t>5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عوں</w:t>
      </w:r>
      <w:r w:rsidR="00796B3A">
        <w:rPr>
          <w:rtl/>
        </w:rPr>
        <w:t xml:space="preserve"> کا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رکھتا ہے کہ ائمہ اثنا عشر( بارہ اماموں) سے مراد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جو رسول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زہرا کے شوہر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جو عل</w:t>
      </w:r>
      <w:r>
        <w:rPr>
          <w:rFonts w:hint="cs"/>
          <w:rtl/>
        </w:rPr>
        <w:t>ی</w:t>
      </w:r>
      <w:r>
        <w:rPr>
          <w:rtl/>
        </w:rPr>
        <w:t xml:space="preserve"> و فاطمہ</w:t>
      </w:r>
      <w:r>
        <w:rPr>
          <w:rFonts w:hint="cs"/>
          <w:rtl/>
        </w:rPr>
        <w:t xml:space="preserve"> کے بی</w:t>
      </w:r>
      <w:r>
        <w:rPr>
          <w:rFonts w:hint="eastAsia"/>
          <w:rtl/>
        </w:rPr>
        <w:t>ٹے</w:t>
      </w:r>
      <w:r>
        <w:rPr>
          <w:rtl/>
        </w:rPr>
        <w:t xml:space="preserve"> اورسبط رسول اسلام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(السجاد)۔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: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 xml:space="preserve"> ( الباقر)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جعفربن محمد (الصادق)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جعفر(الکاظم)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(الرضا)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محمدبن عل</w:t>
      </w:r>
      <w:r>
        <w:rPr>
          <w:rFonts w:hint="cs"/>
          <w:rtl/>
        </w:rPr>
        <w:t>ی</w:t>
      </w:r>
      <w:r>
        <w:rPr>
          <w:rtl/>
        </w:rPr>
        <w:t xml:space="preserve"> (الجواد التق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 (الہاد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C90317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( العسکر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C90317" w:rsidRDefault="00C90317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محمد بن الحسن ( المہد</w:t>
      </w:r>
      <w:r>
        <w:rPr>
          <w:rFonts w:hint="cs"/>
          <w:rtl/>
        </w:rPr>
        <w:t>ی</w:t>
      </w:r>
      <w:r>
        <w:rPr>
          <w:rtl/>
        </w:rPr>
        <w:t xml:space="preserve"> الموعود المنتظر) (ع)ہ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 بالتحق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عرب و عجم کے(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ممتاز شعراء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مفصل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اماموں کے مکمل نام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شعراء کے: حصکف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طولون ، فضل بن روز بہان ، جام</w:t>
      </w:r>
      <w:r>
        <w:rPr>
          <w:rFonts w:hint="cs"/>
          <w:rtl/>
        </w:rPr>
        <w:t>ی</w:t>
      </w:r>
      <w:r>
        <w:rPr>
          <w:rtl/>
        </w:rPr>
        <w:t xml:space="preserve"> ، عطار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، مولو</w:t>
      </w:r>
      <w:r>
        <w:rPr>
          <w:rFonts w:hint="cs"/>
          <w:rtl/>
        </w:rPr>
        <w:t>ی</w:t>
      </w:r>
      <w:r>
        <w:rPr>
          <w:rtl/>
        </w:rPr>
        <w:t xml:space="preserve"> کے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مذہب امام ابوحنف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امام شافع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نمونہ کے طور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ذکر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eastAsia"/>
          <w:rtl/>
        </w:rPr>
        <w:t>پہلا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جناب حصکف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کا ہے جن کا شمار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96B3A" w:rsidRDefault="00796B3A" w:rsidP="00000732">
      <w:pPr>
        <w:pStyle w:val="libFootNoteArabic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درةوالحسنان</w:t>
      </w:r>
      <w:r>
        <w:rPr>
          <w:rtl/>
        </w:rPr>
        <w:t xml:space="preserve"> بعد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::ثم علی</w:t>
      </w:r>
      <w:r>
        <w:rPr>
          <w:rtl/>
        </w:rPr>
        <w:t xml:space="preserve"> وابن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محمد</w:t>
      </w:r>
      <w:r w:rsidRPr="00F40765">
        <w:rPr>
          <w:rStyle w:val="libFootnoteChar"/>
          <w:rFonts w:hint="eastAsia"/>
          <w:rtl/>
        </w:rPr>
        <w:t>اول</w:t>
      </w:r>
      <w:r w:rsidRPr="00F40765">
        <w:rPr>
          <w:rStyle w:val="libFootnoteChar"/>
          <w:rtl/>
        </w:rPr>
        <w:t>( امام عل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>) ح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در</w:t>
      </w:r>
      <w:r w:rsidRPr="00F40765">
        <w:rPr>
          <w:rStyle w:val="libFootnoteChar"/>
          <w:rtl/>
        </w:rPr>
        <w:t xml:space="preserve"> اور اس کے بعد ان کے ب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ٹے</w:t>
      </w:r>
      <w:r w:rsidRPr="00F40765">
        <w:rPr>
          <w:rStyle w:val="libFootnoteChar"/>
          <w:rtl/>
        </w:rPr>
        <w:t xml:space="preserve"> امام حسن اور حس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ن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>
        <w:rPr>
          <w:rtl/>
        </w:rPr>
        <w:t>.</w:t>
      </w:r>
      <w:r w:rsidRPr="00C90317">
        <w:rPr>
          <w:rStyle w:val="libFootNoteArabicChar"/>
          <w:rFonts w:hint="eastAsia"/>
          <w:rtl/>
        </w:rPr>
        <w:t>وجعفرالصادق</w:t>
      </w:r>
      <w:r w:rsidRPr="00C90317">
        <w:rPr>
          <w:rStyle w:val="libFootNoteArabicChar"/>
          <w:rtl/>
        </w:rPr>
        <w:t xml:space="preserve"> وابن جعفر::موس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Fonts w:hint="eastAsia"/>
          <w:rtl/>
        </w:rPr>
        <w:t>،و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Fonts w:hint="eastAsia"/>
          <w:rtl/>
        </w:rPr>
        <w:t>تلو</w:t>
      </w:r>
      <w:r w:rsidR="00000732" w:rsidRPr="00DF0876">
        <w:rPr>
          <w:rFonts w:hint="cs"/>
          <w:rtl/>
        </w:rPr>
        <w:t>ه</w:t>
      </w:r>
      <w:r w:rsidRPr="00C90317">
        <w:rPr>
          <w:rStyle w:val="libFootNoteArabicChar"/>
          <w:rtl/>
        </w:rPr>
        <w:t xml:space="preserve"> عل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tl/>
        </w:rPr>
        <w:t xml:space="preserve"> الس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Fonts w:hint="eastAsia"/>
          <w:rtl/>
        </w:rPr>
        <w:t>د</w:t>
      </w:r>
      <w:r>
        <w:rPr>
          <w:rtl/>
        </w:rPr>
        <w:t xml:space="preserve"> </w:t>
      </w:r>
    </w:p>
    <w:p w:rsidR="00796B3A" w:rsidRDefault="00796B3A" w:rsidP="00DF0876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جعفر صادق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DF0876" w:rsidRPr="00DF0876">
        <w:rPr>
          <w:rFonts w:hint="cs"/>
          <w:rtl/>
        </w:rPr>
        <w:t xml:space="preserve"> </w:t>
      </w:r>
      <w:r>
        <w:rPr>
          <w:rFonts w:hint="cs"/>
          <w:rtl/>
        </w:rPr>
        <w:t xml:space="preserve"> ہی</w:t>
      </w:r>
      <w:r>
        <w:rPr>
          <w:rFonts w:hint="eastAsia"/>
          <w:rtl/>
        </w:rPr>
        <w:t>ں</w:t>
      </w:r>
      <w:r>
        <w:rPr>
          <w:rtl/>
        </w:rPr>
        <w:t xml:space="preserve"> ،اور ان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  <w:r w:rsidRPr="00C90317">
        <w:rPr>
          <w:rStyle w:val="libFootNoteArabicChar"/>
          <w:rFonts w:hint="eastAsia"/>
          <w:rtl/>
        </w:rPr>
        <w:t>اعن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tl/>
        </w:rPr>
        <w:t xml:space="preserve"> الرضاثم ابن</w:t>
      </w:r>
      <w:r w:rsidR="00000732" w:rsidRPr="00DF0876">
        <w:rPr>
          <w:rStyle w:val="libFootNoteArabicChar"/>
          <w:rFonts w:hint="cs"/>
          <w:rtl/>
        </w:rPr>
        <w:t>ه</w:t>
      </w:r>
      <w:r w:rsidRPr="00C90317">
        <w:rPr>
          <w:rStyle w:val="libFootNoteArabicChar"/>
          <w:rFonts w:hint="cs"/>
          <w:rtl/>
        </w:rPr>
        <w:t xml:space="preserve"> محمد :: ثم علی</w:t>
      </w:r>
      <w:r w:rsidRPr="00C90317">
        <w:rPr>
          <w:rStyle w:val="libFootNoteArabicChar"/>
          <w:rtl/>
        </w:rPr>
        <w:t xml:space="preserve"> وابن</w:t>
      </w:r>
      <w:r w:rsidR="00000732" w:rsidRPr="00DF0876">
        <w:rPr>
          <w:rStyle w:val="libFootNoteArabicChar"/>
          <w:rFonts w:hint="cs"/>
          <w:rtl/>
        </w:rPr>
        <w:t>ه</w:t>
      </w:r>
      <w:r w:rsidRPr="00C90317">
        <w:rPr>
          <w:rStyle w:val="libFootNoteArabicChar"/>
          <w:rFonts w:hint="cs"/>
          <w:rtl/>
        </w:rPr>
        <w:t xml:space="preserve"> المسدد</w:t>
      </w:r>
      <w:r w:rsidRPr="00DF0876">
        <w:rPr>
          <w:rFonts w:hint="cs"/>
          <w:rtl/>
        </w:rPr>
        <w:t xml:space="preserve"> 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eastAsia"/>
          <w:rtl/>
        </w:rPr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 م رضا کے نام سے جانا جاتا ہے ،آپ کے بعد آپ کے فرزند محمد (تق</w:t>
      </w:r>
      <w:r>
        <w:rPr>
          <w:rFonts w:hint="cs"/>
          <w:rtl/>
        </w:rPr>
        <w:t>ی</w:t>
      </w:r>
      <w:r>
        <w:rPr>
          <w:rtl/>
        </w:rPr>
        <w:t>) پھر عل</w:t>
      </w:r>
      <w:r>
        <w:rPr>
          <w:rFonts w:hint="cs"/>
          <w:rtl/>
        </w:rPr>
        <w:t>ی</w:t>
      </w:r>
      <w:r>
        <w:rPr>
          <w:rtl/>
        </w:rPr>
        <w:t xml:space="preserve"> ،اور ان کے راست 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.</w:t>
      </w:r>
      <w:r w:rsidRPr="00C90317">
        <w:rPr>
          <w:rStyle w:val="libFootNoteArabicChar"/>
          <w:rFonts w:hint="eastAsia"/>
          <w:rtl/>
        </w:rPr>
        <w:t>الحسن</w:t>
      </w:r>
      <w:r w:rsidRPr="00C90317">
        <w:rPr>
          <w:rStyle w:val="libFootNoteArabicChar"/>
          <w:rtl/>
        </w:rPr>
        <w:t xml:space="preserve"> التال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tl/>
        </w:rPr>
        <w:t xml:space="preserve"> و</w:t>
      </w:r>
      <w:r w:rsidRPr="00C90317">
        <w:rPr>
          <w:rStyle w:val="libFootNoteArabicChar"/>
          <w:rFonts w:hint="cs"/>
          <w:rtl/>
        </w:rPr>
        <w:t>ی</w:t>
      </w:r>
      <w:r w:rsidRPr="00C90317">
        <w:rPr>
          <w:rStyle w:val="libFootNoteArabicChar"/>
          <w:rFonts w:hint="eastAsia"/>
          <w:rtl/>
        </w:rPr>
        <w:t>تلوتلو</w:t>
      </w:r>
      <w:r w:rsidR="00000732" w:rsidRPr="00DF0876">
        <w:rPr>
          <w:rStyle w:val="libFootNoteArabicChar"/>
          <w:rFonts w:hint="cs"/>
          <w:rtl/>
        </w:rPr>
        <w:t>ه</w:t>
      </w:r>
      <w:r w:rsidRPr="00C90317">
        <w:rPr>
          <w:rStyle w:val="libFootNoteArabicChar"/>
          <w:rtl/>
        </w:rPr>
        <w:t xml:space="preserve"> :: محمد بن الحسن المعتقد</w:t>
      </w:r>
      <w:r>
        <w:rPr>
          <w:rtl/>
        </w:rPr>
        <w:t xml:space="preserve"> 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( عسکر</w:t>
      </w:r>
      <w:r>
        <w:rPr>
          <w:rFonts w:hint="cs"/>
          <w:rtl/>
        </w:rPr>
        <w:t>ی</w:t>
      </w:r>
      <w:r>
        <w:rPr>
          <w:rtl/>
        </w:rPr>
        <w:t xml:space="preserve"> 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ان کے فوراً بعد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محمد ( مہد</w:t>
      </w:r>
      <w:r>
        <w:rPr>
          <w:rFonts w:hint="cs"/>
          <w:rtl/>
        </w:rPr>
        <w:t>ی</w:t>
      </w:r>
      <w:r>
        <w:rPr>
          <w:rtl/>
        </w:rPr>
        <w:t xml:space="preserve"> آخر الزمان )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حضرات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796B3A" w:rsidRPr="00F40765" w:rsidRDefault="00796B3A" w:rsidP="00000732">
      <w:pPr>
        <w:pStyle w:val="libFootNoteArabic"/>
        <w:rPr>
          <w:rStyle w:val="libFootnoteChar"/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>م ائمتی</w:t>
      </w:r>
      <w:r>
        <w:rPr>
          <w:rtl/>
        </w:rPr>
        <w:t xml:space="preserve"> وسادت</w:t>
      </w:r>
      <w:r>
        <w:rPr>
          <w:rFonts w:hint="cs"/>
          <w:rtl/>
        </w:rPr>
        <w:t>ی</w:t>
      </w:r>
      <w:r>
        <w:rPr>
          <w:rtl/>
        </w:rPr>
        <w:t xml:space="preserve"> :: اسمائ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م مسرودلاتطرد </w:t>
      </w:r>
      <w:r w:rsidRPr="00F40765">
        <w:rPr>
          <w:rStyle w:val="libFootnoteChar"/>
          <w:rFonts w:hint="eastAsia"/>
          <w:rtl/>
        </w:rPr>
        <w:t>ا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ک</w:t>
      </w:r>
      <w:r w:rsidRPr="00F40765">
        <w:rPr>
          <w:rStyle w:val="libFootnoteChar"/>
          <w:rtl/>
        </w:rPr>
        <w:t xml:space="preserve"> قوم؛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م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رے</w:t>
      </w:r>
      <w:r w:rsidRPr="00F40765">
        <w:rPr>
          <w:rStyle w:val="libFootnoteChar"/>
          <w:rtl/>
        </w:rPr>
        <w:t xml:space="preserve"> امام اور سردار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، جن کے اسماء باہم ا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س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پ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وستہ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جن م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سے کس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ا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ک</w:t>
      </w:r>
      <w:r w:rsidRPr="00F40765">
        <w:rPr>
          <w:rStyle w:val="libFootnoteChar"/>
          <w:rtl/>
        </w:rPr>
        <w:t xml:space="preserve"> کوبھ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جھوڑا نہ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جا سکتا . </w:t>
      </w:r>
    </w:p>
    <w:p w:rsidR="00796B3A" w:rsidRDefault="00000732" w:rsidP="00000732">
      <w:pPr>
        <w:pStyle w:val="libFootNoteArabic"/>
        <w:rPr>
          <w:rtl/>
        </w:rPr>
      </w:pP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>م</w:t>
      </w:r>
      <w:r w:rsidR="00796B3A">
        <w:rPr>
          <w:rtl/>
        </w:rPr>
        <w:t xml:space="preserve"> حجج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عباد</w:t>
      </w: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 xml:space="preserve"> :: و</w:t>
      </w: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>م الی</w:t>
      </w:r>
      <w:r w:rsidRPr="00DF0876">
        <w:rPr>
          <w:rFonts w:hint="cs"/>
          <w:rtl/>
        </w:rPr>
        <w:t>ه</w:t>
      </w:r>
      <w:r w:rsidR="00796B3A">
        <w:rPr>
          <w:rtl/>
        </w:rPr>
        <w:t xml:space="preserve"> من</w:t>
      </w: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 xml:space="preserve">ج ومقصد </w:t>
      </w:r>
      <w:r w:rsidR="00796B3A" w:rsidRPr="00F40765">
        <w:rPr>
          <w:rStyle w:val="libFootnoteChar"/>
          <w:rFonts w:hint="eastAsia"/>
          <w:rtl/>
        </w:rPr>
        <w:t>وہ</w:t>
      </w:r>
      <w:r w:rsidR="00796B3A" w:rsidRPr="00F40765">
        <w:rPr>
          <w:rStyle w:val="libFootnoteChar"/>
          <w:rtl/>
        </w:rPr>
        <w:t xml:space="preserve"> ا</w:t>
      </w:r>
      <w:r w:rsidR="00796B3A" w:rsidRPr="00F40765">
        <w:rPr>
          <w:rStyle w:val="libFootnoteChar"/>
          <w:rFonts w:hint="cs"/>
          <w:rtl/>
        </w:rPr>
        <w:t>ﷲ</w:t>
      </w:r>
      <w:r w:rsidR="00796B3A" w:rsidRPr="00F40765">
        <w:rPr>
          <w:rStyle w:val="libFootnoteChar"/>
          <w:rtl/>
        </w:rPr>
        <w:t xml:space="preserve"> کے بندوں پر اس ک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tl/>
        </w:rPr>
        <w:t xml:space="preserve"> حجت ہ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 ، اوروہ اس تک پہنچنے کا راستہ اور مقصد ہ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 </w:t>
      </w:r>
      <w:r w:rsidR="00796B3A">
        <w:rPr>
          <w:rtl/>
        </w:rPr>
        <w:t xml:space="preserve">. </w:t>
      </w:r>
    </w:p>
    <w:p w:rsidR="00796B3A" w:rsidRPr="00F40765" w:rsidRDefault="00000732" w:rsidP="00000732">
      <w:pPr>
        <w:pStyle w:val="libFootNoteArabic"/>
        <w:rPr>
          <w:rStyle w:val="libFootnoteChar"/>
          <w:rtl/>
        </w:rPr>
      </w:pP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>م</w:t>
      </w:r>
      <w:r w:rsidR="00796B3A">
        <w:rPr>
          <w:rtl/>
        </w:rPr>
        <w:t xml:space="preserve"> الن</w:t>
      </w: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>ارصوم لرب</w:t>
      </w:r>
      <w:r w:rsidRPr="00DF0876">
        <w:rPr>
          <w:rFonts w:hint="cs"/>
          <w:rtl/>
        </w:rPr>
        <w:t>ه</w:t>
      </w:r>
      <w:r w:rsidR="00796B3A">
        <w:rPr>
          <w:rFonts w:hint="cs"/>
          <w:rtl/>
        </w:rPr>
        <w:t>م ::وفی</w:t>
      </w:r>
      <w:r w:rsidR="00796B3A">
        <w:rPr>
          <w:rtl/>
        </w:rPr>
        <w:t xml:space="preserve"> الد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اج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رکع وسجد </w:t>
      </w:r>
      <w:r w:rsidR="00796B3A" w:rsidRPr="00F40765">
        <w:rPr>
          <w:rStyle w:val="libFootnoteChar"/>
          <w:rFonts w:hint="eastAsia"/>
          <w:rtl/>
        </w:rPr>
        <w:t>وہ</w:t>
      </w:r>
      <w:r w:rsidR="00796B3A" w:rsidRPr="00F40765">
        <w:rPr>
          <w:rStyle w:val="libFootnoteChar"/>
          <w:rtl/>
        </w:rPr>
        <w:t xml:space="preserve"> دنوں م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 اپنے رب ک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لئے</w:t>
      </w:r>
      <w:r w:rsidR="00796B3A" w:rsidRPr="00F40765">
        <w:rPr>
          <w:rStyle w:val="libFootnoteChar"/>
          <w:rtl/>
        </w:rPr>
        <w:t xml:space="preserve"> روزے رکھتے ہ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 ،رات ک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tl/>
        </w:rPr>
        <w:t xml:space="preserve"> تار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ک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وں</w:t>
      </w:r>
      <w:r w:rsidR="00796B3A" w:rsidRPr="00F40765">
        <w:rPr>
          <w:rStyle w:val="libFootnoteChar"/>
          <w:rtl/>
        </w:rPr>
        <w:t xml:space="preserve"> م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 رکوع اور سجدے م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 </w:t>
      </w:r>
      <w:r w:rsidR="00796B3A" w:rsidRPr="00F40765">
        <w:rPr>
          <w:rStyle w:val="libFootnoteChar"/>
          <w:rFonts w:hint="eastAsia"/>
          <w:rtl/>
        </w:rPr>
        <w:t>مشغول</w:t>
      </w:r>
      <w:r w:rsidR="00796B3A" w:rsidRPr="00F40765">
        <w:rPr>
          <w:rStyle w:val="libFootnoteChar"/>
          <w:rtl/>
        </w:rPr>
        <w:t xml:space="preserve"> رہتے ہ</w:t>
      </w:r>
      <w:r w:rsidR="00796B3A" w:rsidRPr="00F40765">
        <w:rPr>
          <w:rStyle w:val="libFootnoteChar"/>
          <w:rFonts w:hint="cs"/>
          <w:rtl/>
        </w:rPr>
        <w:t>ی</w:t>
      </w:r>
      <w:r w:rsidR="00796B3A" w:rsidRPr="00F40765">
        <w:rPr>
          <w:rStyle w:val="libFootnoteChar"/>
          <w:rFonts w:hint="eastAsia"/>
          <w:rtl/>
        </w:rPr>
        <w:t>ں</w:t>
      </w:r>
      <w:r w:rsidR="00796B3A" w:rsidRPr="00F40765">
        <w:rPr>
          <w:rStyle w:val="libFootnoteChar"/>
          <w:rtl/>
        </w:rPr>
        <w:t xml:space="preserve">. 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جناب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طولون کا ہے جن کا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 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796B3A" w:rsidRDefault="00796B3A" w:rsidP="00000732">
      <w:pPr>
        <w:pStyle w:val="libFootNote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لائمة الاثن</w:t>
      </w:r>
      <w:r>
        <w:rPr>
          <w:rFonts w:hint="cs"/>
          <w:rtl/>
        </w:rPr>
        <w:t>ی</w:t>
      </w:r>
      <w:r>
        <w:rPr>
          <w:rtl/>
        </w:rPr>
        <w:t xml:space="preserve"> عشر:: من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المصطف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رالبشر</w:t>
      </w:r>
      <w:r w:rsidR="00F40765">
        <w:t xml:space="preserve"> </w:t>
      </w:r>
      <w:r w:rsidRPr="00F40765">
        <w:rPr>
          <w:rStyle w:val="libFootnoteChar"/>
          <w:rFonts w:hint="eastAsia"/>
          <w:rtl/>
        </w:rPr>
        <w:t>تم</w:t>
      </w:r>
      <w:r w:rsidRPr="00F40765">
        <w:rPr>
          <w:rStyle w:val="libFootnoteChar"/>
          <w:rtl/>
        </w:rPr>
        <w:t xml:space="preserve"> بارہ اماموں سے وابستہ رہو ، جو کہ مصطفے خ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ر</w:t>
      </w:r>
      <w:r w:rsidRPr="00F40765">
        <w:rPr>
          <w:rStyle w:val="libFootnoteChar"/>
          <w:rtl/>
        </w:rPr>
        <w:t xml:space="preserve"> البشر ک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آل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</w:t>
      </w:r>
      <w:r>
        <w:rPr>
          <w:rtl/>
        </w:rPr>
        <w:t xml:space="preserve">. </w:t>
      </w:r>
    </w:p>
    <w:p w:rsidR="00796B3A" w:rsidRDefault="00796B3A" w:rsidP="00000732">
      <w:pPr>
        <w:pStyle w:val="libFootNoteArabic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تراب حسن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:: وبغض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F40765">
        <w:rPr>
          <w:rStyle w:val="libFootnoteChar"/>
          <w:rFonts w:hint="eastAsia"/>
          <w:rtl/>
        </w:rPr>
        <w:t>ابو</w:t>
      </w:r>
      <w:r w:rsidRPr="00F40765">
        <w:rPr>
          <w:rStyle w:val="libFootnoteChar"/>
          <w:rtl/>
        </w:rPr>
        <w:t xml:space="preserve"> تراب (عل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) حسن ، حس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ن</w:t>
      </w:r>
      <w:r w:rsidRPr="00F40765">
        <w:rPr>
          <w:rStyle w:val="libFootnoteChar"/>
          <w:rtl/>
        </w:rPr>
        <w:t xml:space="preserve"> اور ز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ن</w:t>
      </w:r>
      <w:r w:rsidRPr="00F40765">
        <w:rPr>
          <w:rStyle w:val="libFootnoteChar"/>
          <w:rtl/>
        </w:rPr>
        <w:t xml:space="preserve"> العابد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ن</w:t>
      </w:r>
      <w:r w:rsidRPr="00F40765">
        <w:rPr>
          <w:rStyle w:val="libFootnoteChar"/>
          <w:rtl/>
        </w:rPr>
        <w:t xml:space="preserve"> کا بغض برا ہے.</w:t>
      </w:r>
      <w:r>
        <w:rPr>
          <w:rFonts w:hint="cs"/>
          <w:rtl/>
        </w:rPr>
        <w:t xml:space="preserve"> </w:t>
      </w:r>
    </w:p>
    <w:p w:rsidR="00796B3A" w:rsidRPr="00F40765" w:rsidRDefault="00796B3A" w:rsidP="00000732">
      <w:pPr>
        <w:pStyle w:val="libFootNoteArabic"/>
        <w:rPr>
          <w:rStyle w:val="libFootnoteChar"/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الباقرکم علم در</w:t>
      </w:r>
      <w:r>
        <w:rPr>
          <w:rFonts w:hint="cs"/>
          <w:rtl/>
        </w:rPr>
        <w:t>ی</w:t>
      </w:r>
      <w:r>
        <w:rPr>
          <w:rtl/>
        </w:rPr>
        <w:t xml:space="preserve"> :: والصادق ادع جعفراً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F40765">
        <w:rPr>
          <w:rStyle w:val="libFootnoteChar"/>
          <w:rFonts w:hint="eastAsia"/>
          <w:rtl/>
        </w:rPr>
        <w:t>محمد</w:t>
      </w:r>
      <w:r w:rsidRPr="00F40765">
        <w:rPr>
          <w:rStyle w:val="libFootnoteChar"/>
          <w:rtl/>
        </w:rPr>
        <w:t xml:space="preserve"> باقر جنھوں نے علم کے کتنے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باب کوکھولے، اورصادق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جنھ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جعفر کے نام سے دن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ا</w:t>
      </w:r>
      <w:r w:rsidRPr="00F40765">
        <w:rPr>
          <w:rStyle w:val="libFootnoteChar"/>
          <w:rtl/>
        </w:rPr>
        <w:t xml:space="preserve"> م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پکارو . </w:t>
      </w:r>
    </w:p>
    <w:p w:rsidR="00796B3A" w:rsidRPr="00F40765" w:rsidRDefault="00796B3A" w:rsidP="00000732">
      <w:pPr>
        <w:pStyle w:val="libFootNoteArabic"/>
        <w:rPr>
          <w:rStyle w:val="libFootnoteChar"/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>والکاظم وابن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>
        <w:rPr>
          <w:rtl/>
        </w:rPr>
        <w:t xml:space="preserve"> :: لقب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بالرضا وقدر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علی</w:t>
      </w:r>
      <w:r w:rsidR="00F40765">
        <w:t xml:space="preserve"> </w:t>
      </w:r>
      <w:r w:rsidRPr="00F40765">
        <w:rPr>
          <w:rStyle w:val="libFootnoteChar"/>
          <w:rFonts w:hint="eastAsia"/>
          <w:rtl/>
        </w:rPr>
        <w:t>موس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جو کہ کاظم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، اور ان کے ب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ٹے</w:t>
      </w:r>
      <w:r w:rsidRPr="00F40765">
        <w:rPr>
          <w:rStyle w:val="libFootnoteChar"/>
          <w:rtl/>
        </w:rPr>
        <w:t xml:space="preserve"> عل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جن کا لقب رضا ہے ، اور ان ک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قدر و منزلت بلند ہے .</w:t>
      </w:r>
    </w:p>
    <w:p w:rsidR="00796B3A" w:rsidRPr="00F40765" w:rsidRDefault="00796B3A" w:rsidP="00000732">
      <w:pPr>
        <w:pStyle w:val="libFootNoteArabic"/>
        <w:rPr>
          <w:rStyle w:val="libFootnoteChar"/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التق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معمور٭علی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منثور </w:t>
      </w:r>
      <w:r w:rsidRPr="00F40765">
        <w:rPr>
          <w:rStyle w:val="libFootnoteChar"/>
          <w:rFonts w:hint="eastAsia"/>
          <w:rtl/>
        </w:rPr>
        <w:t>محمد</w:t>
      </w:r>
      <w:r w:rsidRPr="00F40765">
        <w:rPr>
          <w:rStyle w:val="libFootnoteChar"/>
          <w:rtl/>
        </w:rPr>
        <w:t xml:space="preserve"> تق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جن کا دل اسرار الٰہ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سے معمور ہے ، اور عل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نق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جن ک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خوب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اں</w:t>
      </w:r>
      <w:r w:rsidRPr="00F40765">
        <w:rPr>
          <w:rStyle w:val="libFootnoteChar"/>
          <w:rtl/>
        </w:rPr>
        <w:t xml:space="preserve"> چاروں طرف پھ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ل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ہوئ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>
        <w:rPr>
          <w:rtl/>
        </w:rPr>
        <w:t xml:space="preserve"> .</w:t>
      </w:r>
      <w:r w:rsidRPr="00F40765">
        <w:rPr>
          <w:rStyle w:val="libFootNoteArabicChar"/>
          <w:rFonts w:hint="eastAsia"/>
          <w:rtl/>
        </w:rPr>
        <w:t>والعسکر</w:t>
      </w:r>
      <w:r w:rsidRPr="00F40765">
        <w:rPr>
          <w:rStyle w:val="libFootNoteArabicChar"/>
          <w:rFonts w:hint="cs"/>
          <w:rtl/>
        </w:rPr>
        <w:t>ی</w:t>
      </w:r>
      <w:r w:rsidRPr="00F40765">
        <w:rPr>
          <w:rStyle w:val="libFootNoteArabicChar"/>
          <w:rtl/>
        </w:rPr>
        <w:t xml:space="preserve"> الحسن المط</w:t>
      </w:r>
      <w:r w:rsidR="00000732" w:rsidRPr="00DF0876">
        <w:rPr>
          <w:rFonts w:hint="cs"/>
          <w:rtl/>
        </w:rPr>
        <w:t>ه</w:t>
      </w:r>
      <w:r w:rsidRPr="00F40765">
        <w:rPr>
          <w:rStyle w:val="libFootNoteArabicChar"/>
          <w:rFonts w:hint="cs"/>
          <w:rtl/>
        </w:rPr>
        <w:t>ر :: محمد الم</w:t>
      </w:r>
      <w:r w:rsidR="00000732" w:rsidRPr="00DF0876">
        <w:rPr>
          <w:rFonts w:hint="cs"/>
          <w:rtl/>
        </w:rPr>
        <w:t>ه</w:t>
      </w:r>
      <w:r w:rsidRPr="00F40765">
        <w:rPr>
          <w:rStyle w:val="libFootNoteArabicChar"/>
          <w:rFonts w:hint="cs"/>
          <w:rtl/>
        </w:rPr>
        <w:t>دی</w:t>
      </w:r>
      <w:r w:rsidRPr="00F40765">
        <w:rPr>
          <w:rStyle w:val="libFootNoteArabicChar"/>
          <w:rtl/>
        </w:rPr>
        <w:t xml:space="preserve"> سوف </w:t>
      </w:r>
      <w:r w:rsidRPr="00F40765">
        <w:rPr>
          <w:rStyle w:val="libFootNoteArabicChar"/>
          <w:rFonts w:hint="cs"/>
          <w:rtl/>
        </w:rPr>
        <w:t>ی</w:t>
      </w:r>
      <w:r w:rsidRPr="00F40765">
        <w:rPr>
          <w:rStyle w:val="libFootNoteArabicChar"/>
          <w:rFonts w:hint="eastAsia"/>
          <w:rtl/>
        </w:rPr>
        <w:t>ظ</w:t>
      </w:r>
      <w:r w:rsidR="00000732" w:rsidRPr="00DF0876">
        <w:rPr>
          <w:rFonts w:hint="cs"/>
          <w:rtl/>
        </w:rPr>
        <w:t>ه</w:t>
      </w:r>
      <w:r w:rsidRPr="00F40765">
        <w:rPr>
          <w:rStyle w:val="libFootNoteArabicChar"/>
          <w:rFonts w:hint="cs"/>
          <w:rtl/>
        </w:rPr>
        <w:t>ر</w:t>
      </w:r>
      <w:r>
        <w:rPr>
          <w:rtl/>
        </w:rPr>
        <w:t xml:space="preserve"> </w:t>
      </w:r>
      <w:r w:rsidRPr="00F40765">
        <w:rPr>
          <w:rStyle w:val="libFootnoteChar"/>
          <w:rFonts w:hint="eastAsia"/>
          <w:rtl/>
        </w:rPr>
        <w:t>اور</w:t>
      </w:r>
      <w:r w:rsidRPr="00F40765">
        <w:rPr>
          <w:rStyle w:val="libFootnoteChar"/>
          <w:rtl/>
        </w:rPr>
        <w:t xml:space="preserve"> حسن عسکر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پاک و پاک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زہ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، اور امام محمدمہد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tl/>
        </w:rPr>
        <w:t xml:space="preserve"> 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ں</w:t>
      </w:r>
      <w:r w:rsidRPr="00F40765">
        <w:rPr>
          <w:rStyle w:val="libFootnoteChar"/>
          <w:rtl/>
        </w:rPr>
        <w:t xml:space="preserve"> جو عنقر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ب</w:t>
      </w:r>
      <w:r w:rsidRPr="00F40765">
        <w:rPr>
          <w:rStyle w:val="libFootnoteChar"/>
          <w:rtl/>
        </w:rPr>
        <w:t xml:space="preserve"> ظاہر ہوں گے . </w:t>
      </w:r>
      <w:r w:rsidRPr="00F40765">
        <w:rPr>
          <w:rStyle w:val="libFootnoteChar"/>
          <w:rFonts w:hint="eastAsia"/>
          <w:rtl/>
        </w:rPr>
        <w:t>د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کھئے</w:t>
      </w:r>
      <w:r w:rsidRPr="00F40765">
        <w:rPr>
          <w:rStyle w:val="libFootnoteChar"/>
          <w:rtl/>
        </w:rPr>
        <w:t xml:space="preserve"> : کتاب '' الائمة الاثنا عشر '' مؤلفہ مؤرخ دمشق شمس الد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ن</w:t>
      </w:r>
      <w:r w:rsidRPr="00F40765">
        <w:rPr>
          <w:rStyle w:val="libFootnoteChar"/>
          <w:rtl/>
        </w:rPr>
        <w:t xml:space="preserve"> محمد ابن طولون متوف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،</w:t>
      </w:r>
      <w:r w:rsidRPr="00F40765">
        <w:rPr>
          <w:rStyle w:val="libFootnoteChar"/>
          <w:rtl/>
        </w:rPr>
        <w:t xml:space="preserve"> </w:t>
      </w:r>
      <w:r w:rsidR="00C23250" w:rsidRPr="00F40765">
        <w:rPr>
          <w:rStyle w:val="libFootnoteChar"/>
          <w:rtl/>
        </w:rPr>
        <w:t>9</w:t>
      </w:r>
      <w:r w:rsidR="00575FFE" w:rsidRPr="00F40765">
        <w:rPr>
          <w:rStyle w:val="libFootnoteChar"/>
          <w:rtl/>
        </w:rPr>
        <w:t>5</w:t>
      </w:r>
      <w:r w:rsidR="00C23250" w:rsidRPr="00F40765">
        <w:rPr>
          <w:rStyle w:val="libFootnoteChar"/>
          <w:rtl/>
        </w:rPr>
        <w:t>3</w:t>
      </w:r>
      <w:r w:rsidRPr="00F40765">
        <w:rPr>
          <w:rStyle w:val="libFootnoteChar"/>
          <w:rtl/>
        </w:rPr>
        <w:t xml:space="preserve"> ھ ، تحق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ق</w:t>
      </w:r>
      <w:r w:rsidRPr="00F40765">
        <w:rPr>
          <w:rStyle w:val="libFootnoteChar"/>
          <w:rtl/>
        </w:rPr>
        <w:t>: ڈاکٹر صلاح الد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ن</w:t>
      </w:r>
      <w:r w:rsidRPr="00F40765">
        <w:rPr>
          <w:rStyle w:val="libFootnoteChar"/>
          <w:rtl/>
        </w:rPr>
        <w:t xml:space="preserve"> المنجد، مطبوعہ: ب</w:t>
      </w:r>
      <w:r w:rsidRPr="00F40765">
        <w:rPr>
          <w:rStyle w:val="libFootnoteChar"/>
          <w:rFonts w:hint="cs"/>
          <w:rtl/>
        </w:rPr>
        <w:t>ی</w:t>
      </w:r>
      <w:r w:rsidRPr="00F40765">
        <w:rPr>
          <w:rStyle w:val="libFootnoteChar"/>
          <w:rFonts w:hint="eastAsia"/>
          <w:rtl/>
        </w:rPr>
        <w:t>روت</w:t>
      </w:r>
      <w:r w:rsidRPr="00F40765">
        <w:rPr>
          <w:rStyle w:val="libFootnoteChar"/>
          <w:rtl/>
        </w:rPr>
        <w:t xml:space="preserve"> ، لبنان 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>
        <w:rPr>
          <w:rFonts w:hint="cs"/>
          <w:rtl/>
        </w:rPr>
        <w:t xml:space="preserve"> نے بحکم خدا، امت اسلام کاقائد قرار</w:t>
      </w:r>
      <w:r w:rsidR="00F40765"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خطاؤں اور گناہوں سے پاک اور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حضرات اپنے جدکے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علم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مودت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خدا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قُلْ لَااَسْئَلُکُمْ عَلَ</w:t>
      </w:r>
      <w:r w:rsidRPr="00000732">
        <w:rPr>
          <w:rStyle w:val="libAieChar"/>
          <w:rFonts w:hint="cs"/>
          <w:rtl/>
        </w:rPr>
        <w:t>یْهِ</w:t>
      </w:r>
      <w:r w:rsidRPr="00000732">
        <w:rPr>
          <w:rStyle w:val="libAieChar"/>
          <w:rtl/>
        </w:rPr>
        <w:t xml:space="preserve"> اَجْراًاِلَّاالْمَوَدَّةَ ف</w:t>
      </w:r>
      <w:r w:rsidRPr="00000732">
        <w:rPr>
          <w:rStyle w:val="libAieChar"/>
          <w:rFonts w:hint="cs"/>
          <w:rtl/>
        </w:rPr>
        <w:t>یِ</w:t>
      </w:r>
      <w:r w:rsidRPr="00000732">
        <w:rPr>
          <w:rStyle w:val="libAieChar"/>
          <w:rtl/>
        </w:rPr>
        <w:t xml:space="preserve"> الْقُرْبَ</w:t>
      </w:r>
      <w:r w:rsidRPr="00000732">
        <w:rPr>
          <w:rStyle w:val="libAieChar"/>
          <w:rFonts w:hint="cs"/>
          <w:rtl/>
        </w:rPr>
        <w:t>ی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!آپ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کا کوئ</w:t>
      </w:r>
      <w:r>
        <w:rPr>
          <w:rFonts w:hint="cs"/>
          <w:rtl/>
        </w:rPr>
        <w:t>ی</w:t>
      </w:r>
      <w:r>
        <w:rPr>
          <w:rtl/>
        </w:rPr>
        <w:t xml:space="preserve"> اجر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علاوہ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اقربا س</w:t>
      </w:r>
      <w:r>
        <w:rPr>
          <w:rFonts w:hint="cs"/>
          <w:rtl/>
        </w:rPr>
        <w:t>ی</w:t>
      </w:r>
      <w:r>
        <w:rPr>
          <w:rFonts w:hint="eastAsia"/>
          <w:rtl/>
        </w:rPr>
        <w:t>محبت</w:t>
      </w:r>
      <w:r>
        <w:rPr>
          <w:rtl/>
        </w:rPr>
        <w:t xml:space="preserve"> کرو ۔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 xml:space="preserve"> </w:t>
      </w:r>
      <w:r w:rsidRPr="00000732">
        <w:rPr>
          <w:rStyle w:val="libAieChar"/>
          <w:rFonts w:hint="cs"/>
          <w:rtl/>
        </w:rPr>
        <w:t>یٰ</w:t>
      </w:r>
      <w:r w:rsidRPr="00000732">
        <w:rPr>
          <w:rStyle w:val="libAieChar"/>
          <w:rFonts w:hint="eastAsia"/>
          <w:rtl/>
        </w:rPr>
        <w:t>ااَ</w:t>
      </w:r>
      <w:r w:rsidRPr="00000732">
        <w:rPr>
          <w:rStyle w:val="libAieChar"/>
          <w:rFonts w:hint="cs"/>
          <w:rtl/>
        </w:rPr>
        <w:t>یُّهَاا</w:t>
      </w:r>
      <w:r w:rsidRPr="00000732">
        <w:rPr>
          <w:rStyle w:val="libAieChar"/>
          <w:rFonts w:hint="eastAsia"/>
          <w:rtl/>
        </w:rPr>
        <w:t>لَّذِ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نَ</w:t>
      </w:r>
      <w:r w:rsidRPr="00000732">
        <w:rPr>
          <w:rStyle w:val="libAieChar"/>
          <w:rtl/>
        </w:rPr>
        <w:t xml:space="preserve"> آمَنُوْااتَّقُوْاا</w:t>
      </w:r>
      <w:r w:rsidRPr="00000732">
        <w:rPr>
          <w:rStyle w:val="libAieChar"/>
          <w:rFonts w:hint="cs"/>
          <w:rtl/>
        </w:rPr>
        <w:t>ﷲَ</w:t>
      </w:r>
      <w:r w:rsidRPr="00000732">
        <w:rPr>
          <w:rStyle w:val="libAieChar"/>
          <w:rtl/>
        </w:rPr>
        <w:t xml:space="preserve"> وَکُوْنُوْامَعَ الصَّادِقِ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ماندارو</w:t>
      </w:r>
      <w:r>
        <w:rPr>
          <w:rtl/>
        </w:rPr>
        <w:t>!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کروا ور سچوں کے ساتھ ہوجاؤ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اور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17" w:name="_Toc516569926"/>
      <w:r>
        <w:rPr>
          <w:rtl/>
        </w:rPr>
        <w:t>16:عصمت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7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</w:t>
      </w:r>
      <w:r w:rsidR="00575FFE">
        <w:rPr>
          <w:rtl/>
        </w:rPr>
        <w:t>6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رکھتا ہے کہ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ائمہ اطہار وہ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جن کے دامن پر تار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tl/>
        </w:rPr>
        <w:t xml:space="preserve"> نہ ان کے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لغزش لکھ سک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نہ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خطا کا دھبہ ثابت کر پائ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نہ قول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اور نہ عمل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انھوں نے اپنے وافر علوم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امت مسلمہ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خدمت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 اور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</w:t>
      </w:r>
      <w:r w:rsidR="00796B3A">
        <w:rPr>
          <w:rtl/>
        </w:rPr>
        <w:t xml:space="preserve"> معرفت، سالم </w:t>
      </w:r>
      <w:r w:rsidR="00796B3A">
        <w:rPr>
          <w:rFonts w:hint="eastAsia"/>
          <w:rtl/>
        </w:rPr>
        <w:t>فکر</w:t>
      </w:r>
      <w:r w:rsidR="00796B3A">
        <w:rPr>
          <w:rtl/>
        </w:rPr>
        <w:t xml:space="preserve">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؛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و شر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عت</w:t>
      </w:r>
      <w:r w:rsidR="00796B3A">
        <w:rPr>
          <w:rtl/>
        </w:rPr>
        <w:t xml:space="preserve"> ، اخلاق و آداب ، تفس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رو</w:t>
      </w:r>
      <w:r w:rsidR="00796B3A">
        <w:rPr>
          <w:rtl/>
        </w:rPr>
        <w:t xml:space="preserve"> تار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tl/>
        </w:rPr>
        <w:t xml:space="preserve"> اور مستقبل کے لائحہ عمل کو 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جہت عطا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 اور ہر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ثقافت کو محفوظ کرد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انھوں نے - اپنے قول اور عمل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- چندا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منفردا ور ممتاز ، 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رت</w:t>
      </w:r>
      <w:r w:rsidR="00796B3A">
        <w:rPr>
          <w:rtl/>
        </w:rPr>
        <w:t xml:space="preserve">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ٔشور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23</w:t>
      </w:r>
      <w:r>
        <w:rPr>
          <w:rtl/>
        </w:rPr>
        <w:t>.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)سورہ ٔتوبہ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119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اورپاک</w:t>
      </w:r>
      <w:r>
        <w:rPr>
          <w:rtl/>
        </w:rPr>
        <w:t xml:space="preserve"> کردارمردوںاور عورتوں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جن کے فضل و علم ، اور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سب لوگ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اعتقاد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اگرچہ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افسوس کا مقام ہے کہ )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سے دور رکھا،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پھر بھ</w:t>
      </w:r>
      <w:r>
        <w:rPr>
          <w:rFonts w:hint="cs"/>
          <w:rtl/>
        </w:rPr>
        <w:t>ی</w:t>
      </w:r>
      <w:r>
        <w:rPr>
          <w:rtl/>
        </w:rPr>
        <w:t xml:space="preserve"> عقائد کے اصولوں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قواعد و احکام ک</w:t>
      </w:r>
      <w:r>
        <w:rPr>
          <w:rFonts w:hint="cs"/>
          <w:rtl/>
        </w:rPr>
        <w:t>ی</w:t>
      </w:r>
      <w:r>
        <w:rPr>
          <w:rtl/>
        </w:rPr>
        <w:t xml:space="preserve"> حفاظت کرکے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ادا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ملت مسلمہ 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جسے رسول اسلام نے خدا کے حکم سے ان کو سونپا تھا ،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امت سعادت و عزت اور عظمت کاملہ حاصل کرت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متحد و متفق ، متوحد رہت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شقاق ، اختلاف ، نزاع ، لڑائ</w:t>
      </w:r>
      <w:r>
        <w:rPr>
          <w:rFonts w:hint="cs"/>
          <w:rtl/>
        </w:rPr>
        <w:t>ی</w:t>
      </w:r>
      <w:r>
        <w:rPr>
          <w:rtl/>
        </w:rPr>
        <w:t xml:space="preserve"> ، جھگڑا ، کشت و </w:t>
      </w:r>
      <w:r>
        <w:rPr>
          <w:rFonts w:hint="eastAsia"/>
          <w:rtl/>
        </w:rPr>
        <w:t>کشتار</w:t>
      </w:r>
      <w:r>
        <w:rPr>
          <w:rtl/>
        </w:rPr>
        <w:t xml:space="preserve"> اور ذلت و رسوائ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کتاب''الامام الصادق والمذاہب الاربعة ''ک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18" w:name="_Toc516569927"/>
      <w:r>
        <w:rPr>
          <w:rtl/>
        </w:rPr>
        <w:t>17:اطاعت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</w:t>
      </w:r>
      <w:bookmarkEnd w:id="18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17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مذکور ہ وجہ اور عقائد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کتابوں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پائ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جانے وال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نقل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 عقل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کث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ادلہ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بناپرکہ اہل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اتباع واجب ہے ، اور ان کے راستے اور طر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قے</w:t>
      </w:r>
      <w:r w:rsidR="00796B3A">
        <w:rPr>
          <w:rtl/>
        </w:rPr>
        <w:t xml:space="preserve"> کو اپنانا ضرور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انھ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کا طر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قہ</w:t>
      </w:r>
      <w:r w:rsidR="00796B3A">
        <w:rPr>
          <w:rtl/>
        </w:rPr>
        <w:t xml:space="preserve"> وہ طر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قہ</w:t>
      </w:r>
      <w:r w:rsidR="00796B3A">
        <w:rPr>
          <w:rtl/>
        </w:rPr>
        <w:t xml:space="preserve"> ہے جسے امت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رسول نے مع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فرما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</w:t>
      </w:r>
      <w:r w:rsidR="00796B3A">
        <w:rPr>
          <w:rFonts w:hint="eastAsia"/>
          <w:rtl/>
        </w:rPr>
        <w:t>اور</w:t>
      </w:r>
      <w:r w:rsidR="00796B3A">
        <w:rPr>
          <w:rtl/>
        </w:rPr>
        <w:t xml:space="preserve"> ان سے تمسک کرنے کا حد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</w:t>
      </w:r>
      <w:r w:rsidR="00796B3A">
        <w:rPr>
          <w:rtl/>
        </w:rPr>
        <w:t xml:space="preserve"> ثقل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(جو متواتر ہے )حکم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ساکہ</w:t>
      </w:r>
      <w:r w:rsidR="00796B3A">
        <w:rPr>
          <w:rtl/>
        </w:rPr>
        <w:t xml:space="preserve"> رسول خدا </w:t>
      </w:r>
      <w:r w:rsidR="00796B3A">
        <w:rPr>
          <w:rFonts w:hint="cs"/>
          <w:rtl/>
        </w:rPr>
        <w:t>نے ارشاد فرمای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: </w:t>
      </w:r>
    </w:p>
    <w:p w:rsidR="00796B3A" w:rsidRDefault="00796B3A" w:rsidP="00000732">
      <w:pPr>
        <w:pStyle w:val="libArabic"/>
        <w:rPr>
          <w:rtl/>
        </w:rPr>
      </w:pPr>
      <w:r>
        <w:rPr>
          <w:rtl/>
        </w:rPr>
        <w:t>''ان</w:t>
      </w:r>
      <w:r>
        <w:rPr>
          <w:rFonts w:hint="cs"/>
          <w:rtl/>
        </w:rPr>
        <w:t>ی</w:t>
      </w:r>
      <w:r>
        <w:rPr>
          <w:rtl/>
        </w:rPr>
        <w:t xml:space="preserve"> تارک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</w:t>
      </w:r>
      <w:r>
        <w:rPr>
          <w:rFonts w:hint="cs"/>
          <w:rtl/>
        </w:rPr>
        <w:t>ﷲ</w:t>
      </w:r>
      <w:r>
        <w:rPr>
          <w:rtl/>
        </w:rPr>
        <w:t xml:space="preserve"> وعترت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ماان تمسکتم ب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ما لن تضلواابداً ''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مسلم علماء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ہر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رسالہ 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؛(مؤلفہ وشنو</w:t>
      </w:r>
      <w:r>
        <w:rPr>
          <w:rFonts w:hint="cs"/>
          <w:rtl/>
        </w:rPr>
        <w:t>ی</w:t>
      </w:r>
      <w:r>
        <w:rPr>
          <w:rtl/>
        </w:rPr>
        <w:t xml:space="preserve"> )جس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ازہر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</w:t>
      </w:r>
      <w:r w:rsidR="00C23250">
        <w:rPr>
          <w:rtl/>
        </w:rPr>
        <w:t>3</w:t>
      </w:r>
      <w:r w:rsidR="00F40765">
        <w:rPr>
          <w:rtl/>
        </w:rPr>
        <w:t>0</w:t>
      </w:r>
      <w:r>
        <w:rPr>
          <w:rtl/>
        </w:rPr>
        <w:t xml:space="preserve"> سال قبل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گزشتہ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وص</w:t>
      </w:r>
      <w:r>
        <w:rPr>
          <w:rFonts w:hint="cs"/>
          <w:rtl/>
        </w:rPr>
        <w:t>ی</w:t>
      </w:r>
      <w:r>
        <w:rPr>
          <w:rtl/>
        </w:rPr>
        <w:t xml:space="preserve"> بنانے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معمول تھا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ة؛</w:t>
      </w:r>
      <w:r>
        <w:rPr>
          <w:rtl/>
        </w:rPr>
        <w:t xml:space="preserve"> مؤلفہ مسعود</w:t>
      </w:r>
      <w:r>
        <w:rPr>
          <w:rFonts w:hint="cs"/>
          <w:rtl/>
        </w:rPr>
        <w:t>ی</w:t>
      </w:r>
      <w:r>
        <w:rPr>
          <w:rtl/>
        </w:rPr>
        <w:t xml:space="preserve"> .ا و رفر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کتب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19" w:name="_Toc516569928"/>
      <w:r>
        <w:rPr>
          <w:rtl/>
        </w:rPr>
        <w:t>18:ش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سب و شتم ، الزام و اتہام کا مخالف</w:t>
      </w:r>
      <w:bookmarkEnd w:id="19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</w:t>
      </w:r>
      <w:r w:rsidR="00575FFE">
        <w:rPr>
          <w:rtl/>
        </w:rPr>
        <w:t>8</w:t>
      </w:r>
      <w:r w:rsidR="00796B3A">
        <w:rPr>
          <w:rtl/>
        </w:rPr>
        <w:t>۔جعفر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امت اسلام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>(ا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اس کو عز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tl/>
        </w:rPr>
        <w:t xml:space="preserve"> رکھے) پر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واجب ہے کہ وہ ان امور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تحق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</w:t>
      </w:r>
      <w:r w:rsidR="00796B3A">
        <w:rPr>
          <w:rtl/>
        </w:rPr>
        <w:t xml:space="preserve"> اور بحث و مباحثہ کرے 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کن</w:t>
      </w:r>
      <w:r w:rsidR="00796B3A">
        <w:rPr>
          <w:rtl/>
        </w:rPr>
        <w:t xml:space="preserve">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پر سب و شتم ، الزام و اتہام ،اور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 ڈرائے اور دھمکائے بغ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ر،</w:t>
      </w:r>
      <w:r w:rsidR="00796B3A">
        <w:rPr>
          <w:rtl/>
        </w:rPr>
        <w:t xml:space="preserve"> اور تمام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فرقوں کے علماء ومفکر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پر لازم ہے کہ وہ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اجتماع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شرکت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صفاء و اخلاص کے ساتھ گفتگو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ں،اور</w:t>
      </w:r>
      <w:r w:rsidR="00796B3A">
        <w:rPr>
          <w:rtl/>
        </w:rPr>
        <w:t xml:space="preserve"> اپنے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مسلمان بھائ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کے ان نظر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پر غور و خوض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جن پروہ قرآن،صح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متواتر سنت، تار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محاسبہ (دلائل)اور رسول او ر آنحضرت کے بعدکے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 سماج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پس منظر کے مطابق ، استدلال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</w:t>
      </w:r>
      <w:r w:rsidR="00796B3A">
        <w:rPr>
          <w:rtl/>
        </w:rPr>
        <w:t xml:space="preserve">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20" w:name="_Toc516569929"/>
      <w:r>
        <w:rPr>
          <w:rtl/>
        </w:rPr>
        <w:t>19:اصحاب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0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19</w:t>
      </w:r>
      <w:r w:rsidR="00796B3A">
        <w:rPr>
          <w:rtl/>
        </w:rPr>
        <w:t>۔ اور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صحابہ اور جو لوگ رسول کے ساتھ تھے چاہے وہ عورت ہوں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مرد، انھوں نے اسلام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بڑ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خدمت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ہے، نشر اسلام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جان و مال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قربان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 لہٰذاتمام مسلمانوں پر واجب ہے کہ ان کا احترام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گرانقدر خدمات ک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اعتراف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۔</w:t>
      </w:r>
    </w:p>
    <w:p w:rsidR="00F40765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صحابہ (بطور اطلاق )عادل تھے، اور ان کے بعض 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راعتراض سے مافوق ہ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صحابہ بھ</w:t>
      </w:r>
      <w:r>
        <w:rPr>
          <w:rFonts w:hint="cs"/>
          <w:rtl/>
        </w:rPr>
        <w:t>ی</w:t>
      </w:r>
      <w:r>
        <w:rPr>
          <w:rtl/>
        </w:rPr>
        <w:t xml:space="preserve"> بشر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بھول چوک ہوت</w:t>
      </w:r>
      <w:r>
        <w:rPr>
          <w:rFonts w:hint="cs"/>
          <w:rtl/>
        </w:rPr>
        <w:t>ی</w:t>
      </w:r>
      <w:r>
        <w:rPr>
          <w:rtl/>
        </w:rPr>
        <w:t xml:space="preserve"> ہے ، چنانچہ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موجود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حضرات راہ مست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دور ہوگئے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کچھ لوگ خود آنحضرت </w:t>
      </w:r>
      <w:r>
        <w:rPr>
          <w:rFonts w:hint="cs"/>
          <w:rtl/>
        </w:rPr>
        <w:t xml:space="preserve"> کے دور می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کے راستے سے دور ہوگئے ، بلکہ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ٔ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احزاب ، حجرات ،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،فتح ، محمد اور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ان بعض صحابہ حضرات کے اعمال پر جائز اور مہذب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ہرگز کفر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پاسکتا،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واضح ہے ، اور ان دونوں کا محور ومرکز روشن ہے ، اور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وجوب نماز ، روزہ ، حج اورحرمت خمر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ماننا ، اور اس کا انکار کرنا ہے ،البتہ قلم اور زبان کو بد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بھونڈ</w:t>
      </w:r>
      <w:r>
        <w:rPr>
          <w:rFonts w:hint="cs"/>
          <w:rtl/>
        </w:rPr>
        <w:t>ی</w:t>
      </w:r>
      <w:r>
        <w:rPr>
          <w:rtl/>
        </w:rPr>
        <w:t xml:space="preserve"> باتوں سے محفوظ رکھنا ضرور</w:t>
      </w:r>
      <w:r>
        <w:rPr>
          <w:rFonts w:hint="cs"/>
          <w:rtl/>
        </w:rPr>
        <w:t>ی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مہذب مسلمان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 پر عمل پی</w:t>
      </w:r>
      <w:r>
        <w:rPr>
          <w:rFonts w:hint="eastAsia"/>
          <w:rtl/>
        </w:rPr>
        <w:t>را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بہرحال اس کے باوج</w:t>
      </w:r>
      <w:r>
        <w:rPr>
          <w:rFonts w:hint="eastAsia"/>
          <w:rtl/>
        </w:rPr>
        <w:t>ود</w:t>
      </w:r>
      <w:r>
        <w:rPr>
          <w:rtl/>
        </w:rPr>
        <w:t xml:space="preserve"> اکثر صحابہ صالح اور مصلح تھے ، جولائق احترام اور مستحق اکرام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باوجودصحابہ کو جرح وتعد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 عادل </w:t>
      </w:r>
      <w:r>
        <w:rPr>
          <w:rFonts w:hint="cs"/>
          <w:rtl/>
        </w:rPr>
        <w:t>ی</w:t>
      </w:r>
      <w:r>
        <w:rPr>
          <w:rFonts w:hint="eastAsia"/>
          <w:rtl/>
        </w:rPr>
        <w:t>اغ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عادل ثابت کرنے ) کے قواعدپراس لئے تولا جاتا ہے تاکہ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قابل اعتماد سنت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ہوجائے،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</w:t>
      </w:r>
      <w:r>
        <w:rPr>
          <w:rFonts w:hint="cs"/>
          <w:rtl/>
        </w:rPr>
        <w:t xml:space="preserve"> کے جانے کے بعد آپ کی</w:t>
      </w:r>
      <w:r>
        <w:rPr>
          <w:rtl/>
        </w:rPr>
        <w:t xml:space="preserve"> طرف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کذب اور بہتان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بات تمام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خود رسول</w:t>
      </w:r>
      <w:r>
        <w:rPr>
          <w:rFonts w:hint="cs"/>
          <w:rtl/>
        </w:rPr>
        <w:t xml:space="preserve"> نے اس بات کے واقع ہونے کی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)اور اس بات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علماء حضرات نے اہم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اور ابن جوز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رہ،تاکہ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واقعاً رسول سے صادر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 کر آپ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 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ہوسکے ۔ </w:t>
      </w:r>
    </w:p>
    <w:p w:rsidR="00796B3A" w:rsidRDefault="001F2471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C23250" w:rsidP="00F40765">
      <w:pPr>
        <w:pStyle w:val="Heading2Center"/>
        <w:rPr>
          <w:rtl/>
        </w:rPr>
      </w:pPr>
      <w:bookmarkStart w:id="21" w:name="_Toc516569930"/>
      <w:r>
        <w:rPr>
          <w:rtl/>
        </w:rPr>
        <w:t>2</w:t>
      </w:r>
      <w:r w:rsidR="00F40765">
        <w:rPr>
          <w:rtl/>
        </w:rPr>
        <w:t>0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عہ؛</w:t>
      </w:r>
      <w:r w:rsidR="00796B3A">
        <w:rPr>
          <w:rtl/>
        </w:rPr>
        <w:t xml:space="preserve"> امام مہد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منتظرکے وجود کا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bookmarkEnd w:id="21"/>
      <w:r w:rsidR="00796B3A"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</w:t>
      </w:r>
      <w:r w:rsidR="00F40765">
        <w:rPr>
          <w:rtl/>
        </w:rPr>
        <w:t>0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عہ؛</w:t>
      </w:r>
      <w:r w:rsidR="00796B3A">
        <w:rPr>
          <w:rtl/>
        </w:rPr>
        <w:t xml:space="preserve"> امام مہد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منتظرکے وجود کا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اس بارے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کث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روا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رسول اسلام سے نقل ہوئ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ںکہ</w:t>
      </w:r>
      <w:r w:rsidR="00796B3A">
        <w:rPr>
          <w:rtl/>
        </w:rPr>
        <w:t xml:space="preserve"> وہ اولاد فاطمہ</w:t>
      </w:r>
      <w:r w:rsidR="00796B3A">
        <w:rPr>
          <w:rFonts w:hint="cs"/>
          <w:rtl/>
        </w:rPr>
        <w:t xml:space="preserve"> سے ہوںگے ، اور امام حسی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ـکے نو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فرزند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امام حس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ـ کے آٹھو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فرزند (آٹھو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پشت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) امام حسن عسکر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وفات </w:t>
      </w:r>
      <w:r>
        <w:rPr>
          <w:rtl/>
        </w:rPr>
        <w:t>2</w:t>
      </w:r>
      <w:r w:rsidR="00575FFE">
        <w:rPr>
          <w:rtl/>
        </w:rPr>
        <w:t>6</w:t>
      </w:r>
      <w:r w:rsidR="00F40765">
        <w:rPr>
          <w:rtl/>
        </w:rPr>
        <w:t>0</w:t>
      </w:r>
      <w:r w:rsidR="00796B3A">
        <w:rPr>
          <w:rtl/>
        </w:rPr>
        <w:t>ھ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ہوئ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،</w:t>
      </w:r>
      <w:r w:rsidR="00796B3A">
        <w:rPr>
          <w:rtl/>
        </w:rPr>
        <w:t xml:space="preserve"> اور آپ کو خدا نے صرف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ٹا</w:t>
      </w:r>
      <w:r w:rsidR="00796B3A">
        <w:rPr>
          <w:rtl/>
        </w:rPr>
        <w:t xml:space="preserve"> عنا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تھا جس کا نام محمد تھا چنانچہ آپ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امام مہد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ںجن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ابو القاسم ہے۔ </w:t>
      </w:r>
      <w:r w:rsidR="00796B3A" w:rsidRPr="00000732">
        <w:rPr>
          <w:rStyle w:val="libFootnotenumChar"/>
          <w:rtl/>
        </w:rPr>
        <w:t>(</w:t>
      </w:r>
      <w:r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DF0876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)عامہ ک</w:t>
      </w:r>
      <w:r>
        <w:rPr>
          <w:rFonts w:hint="cs"/>
          <w:rtl/>
        </w:rPr>
        <w:t>ی</w:t>
      </w:r>
      <w:r>
        <w:rPr>
          <w:rtl/>
        </w:rPr>
        <w:t xml:space="preserve"> صحاح ستہ اور ان کے علاوہ دوسر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DF0876">
        <w:rPr>
          <w:rFonts w:hint="cs"/>
          <w:rtl/>
        </w:rPr>
        <w:t xml:space="preserve"> </w:t>
      </w:r>
      <w:r>
        <w:rPr>
          <w:rFonts w:hint="cs"/>
          <w:rtl/>
        </w:rPr>
        <w:t>نے 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796B3A" w:rsidP="00000732">
      <w:pPr>
        <w:pStyle w:val="libFootNoteArabic"/>
        <w:rPr>
          <w:rtl/>
        </w:rPr>
      </w:pPr>
      <w:r>
        <w:rPr>
          <w:rtl/>
        </w:rPr>
        <w:t>''س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>رفی</w:t>
      </w:r>
      <w:r>
        <w:rPr>
          <w:rtl/>
        </w:rPr>
        <w:t xml:space="preserve"> آخرالزمان رجل من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 w:rsidR="00000732" w:rsidRPr="00DF0876">
        <w:rPr>
          <w:rFonts w:hint="cs"/>
          <w:rtl/>
        </w:rPr>
        <w:t>ه</w:t>
      </w:r>
      <w:r>
        <w:rPr>
          <w:rFonts w:hint="cs"/>
          <w:rtl/>
        </w:rPr>
        <w:t xml:space="preserve"> اسمی</w:t>
      </w:r>
      <w:r>
        <w:rPr>
          <w:rFonts w:hint="eastAsia"/>
          <w:rtl/>
        </w:rPr>
        <w:t>،</w:t>
      </w:r>
      <w:r>
        <w:rPr>
          <w:rtl/>
        </w:rPr>
        <w:t xml:space="preserve"> وکن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00732" w:rsidRPr="00DF0876">
        <w:rPr>
          <w:rFonts w:hint="cs"/>
          <w:rtl/>
        </w:rPr>
        <w:t>ه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ملأ</w:t>
      </w:r>
      <w:r>
        <w:rPr>
          <w:rtl/>
        </w:rPr>
        <w:t xml:space="preserve"> الارض عدلاًوقسطاً کماملئت ظلماًوجوراً'' 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ظاہر ہوگا جس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ہوگا ، اور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اس</w:t>
      </w:r>
      <w:r>
        <w:rPr>
          <w:rFonts w:hint="cs"/>
          <w:rtl/>
        </w:rPr>
        <w:t>ی</w:t>
      </w:r>
      <w:r>
        <w:rPr>
          <w:rtl/>
        </w:rPr>
        <w:t xml:space="preserve"> طرح بھر دے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مؤثق مسلمانوں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 اور آپ ک</w:t>
      </w:r>
      <w:r>
        <w:rPr>
          <w:rFonts w:hint="cs"/>
          <w:rtl/>
        </w:rPr>
        <w:t>ی</w:t>
      </w:r>
      <w:r>
        <w:rPr>
          <w:rtl/>
        </w:rPr>
        <w:t xml:space="preserve"> ولادت ،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امامت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امامت پرآپ کے والدک</w:t>
      </w:r>
      <w:r>
        <w:rPr>
          <w:rFonts w:hint="cs"/>
          <w:rtl/>
        </w:rPr>
        <w:t>ی</w:t>
      </w:r>
      <w:r>
        <w:rPr>
          <w:rtl/>
        </w:rPr>
        <w:t xml:space="preserve"> طرف سے نص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، آپ اپن</w:t>
      </w:r>
      <w:r>
        <w:rPr>
          <w:rFonts w:hint="cs"/>
          <w:rtl/>
        </w:rPr>
        <w:t>ی</w:t>
      </w:r>
      <w:r>
        <w:rPr>
          <w:rtl/>
        </w:rPr>
        <w:t xml:space="preserve"> ولادت کے پانچ سال بعد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ہوگئے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دشمنوں نے آپ کو قتل کرنے 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متعال نے آپ کو اس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کرکے رکھا ہے تاکہ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پر مبن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ظلم و فساد سے پاک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اس کے کہ وہ اس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 پ ک</w:t>
      </w:r>
      <w:r>
        <w:rPr>
          <w:rFonts w:hint="cs"/>
          <w:rtl/>
        </w:rPr>
        <w:t>ی</w:t>
      </w:r>
      <w:r>
        <w:rPr>
          <w:rtl/>
        </w:rPr>
        <w:t xml:space="preserve"> عمر اس قدر طولان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ہوگئ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س وقت بھ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ـ کے زندہ ہونے ک</w:t>
      </w:r>
      <w:r>
        <w:rPr>
          <w:rFonts w:hint="cs"/>
          <w:rtl/>
        </w:rPr>
        <w:t>ی</w:t>
      </w:r>
      <w:r>
        <w:rPr>
          <w:rtl/>
        </w:rPr>
        <w:t xml:space="preserve"> خبر د ے رہا ہے ، جبکہ ان ک</w:t>
      </w:r>
      <w:r>
        <w:rPr>
          <w:rFonts w:hint="cs"/>
          <w:rtl/>
        </w:rPr>
        <w:t>ی</w:t>
      </w:r>
      <w:r>
        <w:rPr>
          <w:rtl/>
        </w:rPr>
        <w:t xml:space="preserve"> ولادت کو اس وقت </w:t>
      </w:r>
      <w:r w:rsidR="00C23250">
        <w:rPr>
          <w:rtl/>
        </w:rPr>
        <w:t>2</w:t>
      </w:r>
      <w:r w:rsidR="00F40765">
        <w:rPr>
          <w:rtl/>
        </w:rPr>
        <w:t>00</w:t>
      </w:r>
      <w:r w:rsidR="00575FFE">
        <w:rPr>
          <w:rtl/>
        </w:rPr>
        <w:t>5</w:t>
      </w:r>
      <w:r>
        <w:rPr>
          <w:rtl/>
        </w:rPr>
        <w:t xml:space="preserve"> سال ہونے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نوح اپن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ساڑھے نو سو سال زندہ رہے اور اپن</w:t>
      </w:r>
      <w:r>
        <w:rPr>
          <w:rFonts w:hint="cs"/>
          <w:rtl/>
        </w:rPr>
        <w:t>ی</w:t>
      </w:r>
      <w:r>
        <w:rPr>
          <w:rtl/>
        </w:rPr>
        <w:t xml:space="preserve"> قوم کو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رہے، اور حضرت خضر نب</w:t>
      </w:r>
      <w:r>
        <w:rPr>
          <w:rFonts w:hint="cs"/>
          <w:rtl/>
        </w:rPr>
        <w:t>ی</w:t>
      </w:r>
      <w:r>
        <w:rPr>
          <w:rtl/>
        </w:rPr>
        <w:t xml:space="preserve"> ـ 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ہر شۓ پر قادر ہے ، اس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ہے، جسے کوئ</w:t>
      </w:r>
      <w:r>
        <w:rPr>
          <w:rFonts w:hint="cs"/>
          <w:rtl/>
        </w:rPr>
        <w:t>ی</w:t>
      </w:r>
      <w:r>
        <w:rPr>
          <w:rtl/>
        </w:rPr>
        <w:t xml:space="preserve"> ٹال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ـ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796B3A" w:rsidRDefault="00DF0876" w:rsidP="00F40765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F40765">
        <w:rPr>
          <w:rStyle w:val="libAieChar"/>
          <w:rtl/>
        </w:rPr>
        <w:t xml:space="preserve"> فَلَوْلَا اَنَّ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ُ کَاْ نَ مِنَ الْمُسَبِّحِیْ</w:t>
      </w:r>
      <w:r w:rsidRPr="00F40765">
        <w:rPr>
          <w:rStyle w:val="libAieChar"/>
          <w:rFonts w:hint="eastAsia"/>
          <w:rtl/>
        </w:rPr>
        <w:t>نَ</w:t>
      </w:r>
      <w:r w:rsidRPr="00F40765">
        <w:rPr>
          <w:rStyle w:val="libAieChar"/>
          <w:rtl/>
        </w:rPr>
        <w:t>٭ لَلَبِثَ فِ</w:t>
      </w:r>
      <w:r w:rsidRPr="00F40765">
        <w:rPr>
          <w:rStyle w:val="libAieChar"/>
          <w:rFonts w:hint="cs"/>
          <w:rtl/>
        </w:rPr>
        <w:t>ی</w:t>
      </w:r>
      <w:r w:rsidRPr="00F40765">
        <w:rPr>
          <w:rStyle w:val="libAieChar"/>
          <w:rtl/>
        </w:rPr>
        <w:t xml:space="preserve"> بَطْنِ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 xml:space="preserve"> اِلٰی</w:t>
      </w:r>
      <w:r w:rsidRPr="00F40765">
        <w:rPr>
          <w:rStyle w:val="libAieChar"/>
          <w:rtl/>
        </w:rPr>
        <w:t xml:space="preserve"> </w:t>
      </w:r>
      <w:r w:rsidRPr="00F40765">
        <w:rPr>
          <w:rStyle w:val="libAieChar"/>
          <w:rFonts w:hint="cs"/>
          <w:rtl/>
        </w:rPr>
        <w:t>یَ</w:t>
      </w:r>
      <w:r w:rsidRPr="00F40765">
        <w:rPr>
          <w:rStyle w:val="libAieChar"/>
          <w:rFonts w:hint="eastAsia"/>
          <w:rtl/>
        </w:rPr>
        <w:t>وْمِ</w:t>
      </w:r>
      <w:r w:rsidRPr="00F40765">
        <w:rPr>
          <w:rStyle w:val="libAieChar"/>
          <w:rFonts w:hint="cs"/>
          <w:rtl/>
        </w:rPr>
        <w:t xml:space="preserve"> یُ</w:t>
      </w:r>
      <w:r w:rsidRPr="00F40765">
        <w:rPr>
          <w:rStyle w:val="libAieChar"/>
          <w:rFonts w:hint="eastAsia"/>
          <w:rtl/>
        </w:rPr>
        <w:t>بْعَثُوْنَ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اگر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ہوتے ،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اہل سنت کے اکثربزرگ اور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امام مہد</w:t>
      </w:r>
      <w:r>
        <w:rPr>
          <w:rFonts w:hint="cs"/>
          <w:rtl/>
        </w:rPr>
        <w:t>ی</w:t>
      </w:r>
      <w:r>
        <w:rPr>
          <w:rtl/>
        </w:rPr>
        <w:t>(عج) ک</w:t>
      </w:r>
      <w:r>
        <w:rPr>
          <w:rFonts w:hint="cs"/>
          <w:rtl/>
        </w:rPr>
        <w:t>ی</w:t>
      </w:r>
      <w:r>
        <w:rPr>
          <w:rtl/>
        </w:rPr>
        <w:t xml:space="preserve"> ولادت اور ان کے وجود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انھوںنے ان کے اوصاف و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مثلاً: </w:t>
      </w:r>
    </w:p>
    <w:p w:rsidR="00796B3A" w:rsidRDefault="00F40765" w:rsidP="00796B3A">
      <w:pPr>
        <w:pStyle w:val="libNormal"/>
        <w:rPr>
          <w:rtl/>
        </w:rPr>
      </w:pPr>
      <w:r>
        <w:rPr>
          <w:rFonts w:hint="cs"/>
          <w:rtl/>
        </w:rPr>
        <w:t>ا</w:t>
      </w:r>
      <w:r w:rsidR="00796B3A">
        <w:rPr>
          <w:rtl/>
        </w:rPr>
        <w:t>لف۔ عبد المؤمن شبلنج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کتاب'' نور الابصار 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مناقب آل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النب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المختار ''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۔ ابن حجر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کتاب'' الصواعق المحرقة''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ابو القاسم محمد الحجة ک</w:t>
      </w:r>
      <w:r>
        <w:rPr>
          <w:rFonts w:hint="cs"/>
          <w:rtl/>
        </w:rPr>
        <w:t>ی</w:t>
      </w:r>
      <w:r>
        <w:rPr>
          <w:rtl/>
        </w:rPr>
        <w:t xml:space="preserve"> عمر ان کے والد ک</w:t>
      </w:r>
      <w:r>
        <w:rPr>
          <w:rFonts w:hint="cs"/>
          <w:rtl/>
        </w:rPr>
        <w:t>ی</w:t>
      </w:r>
      <w:r>
        <w:rPr>
          <w:rtl/>
        </w:rPr>
        <w:t xml:space="preserve"> وفات کے وقت پانچ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اس</w:t>
      </w:r>
      <w:r>
        <w:rPr>
          <w:rFonts w:hint="cs"/>
          <w:rtl/>
        </w:rPr>
        <w:t>ی</w:t>
      </w:r>
      <w:r>
        <w:rPr>
          <w:rtl/>
        </w:rPr>
        <w:t xml:space="preserve">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کوحکمت عطا ک</w:t>
      </w:r>
      <w:r>
        <w:rPr>
          <w:rFonts w:hint="cs"/>
          <w:rtl/>
        </w:rPr>
        <w:t>ی</w:t>
      </w:r>
      <w:r>
        <w:rPr>
          <w:rtl/>
        </w:rPr>
        <w:t xml:space="preserve"> اور ان کا نام قائم منتظر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۔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بلخ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المؤدة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دورخلافت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استانہ) سے شائع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قنوج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'' الاذاعة لما کان وما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الساعة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لکھا ہے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کے اقوال ، اور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ڈاکٹر مصطف</w:t>
      </w:r>
      <w:r>
        <w:rPr>
          <w:rFonts w:hint="cs"/>
          <w:rtl/>
        </w:rPr>
        <w:t>ی</w:t>
      </w:r>
      <w:r>
        <w:rPr>
          <w:rtl/>
        </w:rPr>
        <w:t xml:space="preserve"> رافع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)سورۂ صافات،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23250">
        <w:rPr>
          <w:rtl/>
        </w:rPr>
        <w:t>3</w:t>
      </w:r>
      <w:r>
        <w:rPr>
          <w:rtl/>
        </w:rPr>
        <w:t xml:space="preserve"> </w:t>
      </w:r>
      <w:r w:rsidR="00C23250">
        <w:rPr>
          <w:rtl/>
        </w:rPr>
        <w:t>1</w:t>
      </w:r>
      <w:r w:rsidR="00575FFE">
        <w:rPr>
          <w:rtl/>
        </w:rPr>
        <w:t>4</w:t>
      </w:r>
      <w:r>
        <w:rPr>
          <w:rtl/>
        </w:rPr>
        <w:t xml:space="preserve">، </w:t>
      </w:r>
      <w:r w:rsidR="00C23250">
        <w:rPr>
          <w:rtl/>
        </w:rPr>
        <w:t>1</w:t>
      </w:r>
      <w:r w:rsidR="00575FFE">
        <w:rPr>
          <w:rtl/>
        </w:rPr>
        <w:t>44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'' اسلامنا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ہے،چنانچہ جب انھوں نے مسئلہ ٔ ولادت ک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 تو بڑ</w:t>
      </w:r>
      <w:r>
        <w:rPr>
          <w:rFonts w:hint="cs"/>
          <w:rtl/>
        </w:rPr>
        <w:t>ی</w:t>
      </w:r>
      <w:r>
        <w:rPr>
          <w:rtl/>
        </w:rPr>
        <w:t xml:space="preserve"> طول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بحث ک</w:t>
      </w:r>
      <w:r>
        <w:rPr>
          <w:rFonts w:hint="cs"/>
          <w:rtl/>
        </w:rPr>
        <w:t>ی</w:t>
      </w:r>
      <w:r>
        <w:rPr>
          <w:rtl/>
        </w:rPr>
        <w:t xml:space="preserve"> ہے،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ا عتراضات اور شبہات کے جواب 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اس مقام پر ذکر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22" w:name="_Toc516569931"/>
      <w:r>
        <w:rPr>
          <w:rtl/>
        </w:rPr>
        <w:t>21:فروع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2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21</w:t>
      </w:r>
      <w:r w:rsidR="00796B3A">
        <w:rPr>
          <w:rtl/>
        </w:rPr>
        <w:t>۔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والے لوگ نماز پڑھتے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روزہ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اوراپنے مال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سے زکات و خمس ادا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مکۂ مکرمہ جاکر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بار بطور واجب حج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الحرام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اس کے علاوہ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مستحب عمرہ و حج ادا کرتے رہتے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دعوت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ں،اور</w:t>
      </w:r>
      <w:r w:rsidR="00796B3A">
        <w:rPr>
          <w:rtl/>
        </w:rPr>
        <w:t xml:space="preserve"> برائ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سے روکتے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اول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ائے</w:t>
      </w:r>
      <w:r w:rsidR="00796B3A">
        <w:rPr>
          <w:rtl/>
        </w:rPr>
        <w:t xml:space="preserve"> خدا و رسول سے محبت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خدا و رسول کے دشمنوں سے دشمن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،اور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ہر اس کافر و مشرک سے جہاد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جو اسلام کے خلاف اعلان جنگ کرتا ہو،اور ہر اس حاکم سے جنگ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جو قہر و غلبہ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امت </w:t>
      </w:r>
      <w:r w:rsidR="00796B3A">
        <w:rPr>
          <w:rFonts w:hint="eastAsia"/>
          <w:rtl/>
        </w:rPr>
        <w:t>مسلمہ</w:t>
      </w:r>
      <w:r w:rsidR="00796B3A">
        <w:rPr>
          <w:rtl/>
        </w:rPr>
        <w:t xml:space="preserve"> پر مسلط ہوگ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ہے، اور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اسلام(جوکہ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حن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</w:t>
      </w:r>
      <w:r w:rsidR="00796B3A">
        <w:rPr>
          <w:rtl/>
        </w:rPr>
        <w:t xml:space="preserve"> ہے)ک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موافقت کرتے ہوئے تمام اقتصاد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،سماج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گھر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لو</w:t>
      </w:r>
      <w:r w:rsidR="00796B3A">
        <w:rPr>
          <w:rtl/>
        </w:rPr>
        <w:t xml:space="preserve"> مشغلوں اور سرگرم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مصروف رہتے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تجارت ، اجارہ ، نکاح ، طلاق ،م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راث</w:t>
      </w:r>
      <w:r w:rsidR="00796B3A">
        <w:rPr>
          <w:rtl/>
        </w:rPr>
        <w:t xml:space="preserve"> ، ترب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و پرورش، رضاعت اور حجاب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احکام کو اجتہاد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علماء ،کتاب،صح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سنت اوراہل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(ع)سے ثابت شدہ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عقل و اجماع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استنباط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F40765">
      <w:pPr>
        <w:pStyle w:val="Heading2Center"/>
        <w:rPr>
          <w:rtl/>
        </w:rPr>
      </w:pPr>
      <w:bookmarkStart w:id="23" w:name="_Toc516569932"/>
      <w:r>
        <w:rPr>
          <w:rtl/>
        </w:rPr>
        <w:t>22:نماز اور اسے اوقات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3"/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22</w:t>
      </w:r>
      <w:r w:rsidR="00796B3A">
        <w:rPr>
          <w:rtl/>
        </w:rPr>
        <w:t>۔ اور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تمام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فرائض کے اوقات مع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نماز کے لئے پانچ وقت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: فجر، ظہر ، عصر ، مغرب اور عشاء ، اور افضل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ہے کہ ہر نماز کو اس کے مخصوص وقت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انجام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جائے ، مگر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کہ نماز ظہر و عصر اور نماز مغرب و عشاء کو جمع کرکے پڑھاجا سکتاہے ،ک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رسول خدا </w:t>
      </w:r>
      <w:r w:rsidR="00796B3A">
        <w:rPr>
          <w:rFonts w:hint="cs"/>
          <w:rtl/>
        </w:rPr>
        <w:t xml:space="preserve"> نے کسی</w:t>
      </w:r>
      <w:r w:rsidR="00796B3A">
        <w:rPr>
          <w:rtl/>
        </w:rPr>
        <w:t xml:space="preserve"> عذر ، مرض، بارش اور سفر کے بغ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ان نمازوں کو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ساتھ پڑھا تھا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</w:t>
      </w:r>
      <w:r w:rsidR="00796B3A">
        <w:rPr>
          <w:rtl/>
        </w:rPr>
        <w:t xml:space="preserve"> کہ 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مسلم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نقل ہوا ہے، اور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امت مسلمہ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سہولت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خاص طور سے ہمارے زمانے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فطر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عام بات ہے ۔ 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24" w:name="_Toc516569933"/>
      <w:r>
        <w:rPr>
          <w:rtl/>
        </w:rPr>
        <w:t>23:آذان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4"/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23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دوسرے مسلمانوں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 اذان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البتہ جب جملۂ '' ح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الفلاح''آ تا ہے تو اس کے بعد جملۂ ''ح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العمل ''بھ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پڑھتے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رسول خدا </w:t>
      </w:r>
      <w:r w:rsidR="00796B3A">
        <w:rPr>
          <w:rFonts w:hint="cs"/>
          <w:rtl/>
        </w:rPr>
        <w:t xml:space="preserve"> کے دور می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حصہ اذان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کہا جاتا تھا ، 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کن</w:t>
      </w:r>
      <w:r w:rsidR="00796B3A">
        <w:rPr>
          <w:rtl/>
        </w:rPr>
        <w:t xml:space="preserve"> بعد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حضرت عمر نے اپنے اجتہاد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بناپر اس </w:t>
      </w:r>
      <w:r w:rsidR="00796B3A">
        <w:rPr>
          <w:rFonts w:hint="eastAsia"/>
          <w:rtl/>
        </w:rPr>
        <w:t>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علت بتاتے ہوئے کہ چونکہ اس سے مسلمان جہاد کرنے سے رک جائ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گے اس کو اذان سے حذف کر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ان کا کہنا تھا کہ مسلمان اس سے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سمجھ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ٹھ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گے کہ نماز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بہتر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عمل ہے،لہٰذا جہاد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پھر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رغبت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گا،</w:t>
      </w:r>
      <w:r w:rsidR="00796B3A">
        <w:rPr>
          <w:rtl/>
        </w:rPr>
        <w:t xml:space="preserve"> اس لئے اسے اذان سے حذف کرد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جائے تو بہتر ہ</w:t>
      </w:r>
      <w:r w:rsidR="00796B3A">
        <w:rPr>
          <w:rFonts w:hint="eastAsia"/>
          <w:rtl/>
        </w:rPr>
        <w:t>ے</w:t>
      </w:r>
      <w:r w:rsidR="00796B3A">
        <w:rPr>
          <w:rtl/>
        </w:rPr>
        <w:t xml:space="preserve"> -ج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ساکہ</w:t>
      </w:r>
      <w:r w:rsidR="00796B3A">
        <w:rPr>
          <w:rtl/>
        </w:rPr>
        <w:t xml:space="preserve"> علامہ قوشچ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اشعر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نے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کتاب'' شرح تجر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دالاعتقاد</w:t>
      </w:r>
      <w:r w:rsidR="00796B3A">
        <w:rPr>
          <w:rtl/>
        </w:rPr>
        <w:t xml:space="preserve"> ''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ںاور</w:t>
      </w:r>
      <w:r w:rsidR="00796B3A">
        <w:rPr>
          <w:rtl/>
        </w:rPr>
        <w:t xml:space="preserve"> المصنف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کند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،</w:t>
      </w:r>
      <w:r w:rsidR="00796B3A">
        <w:rPr>
          <w:rtl/>
        </w:rPr>
        <w:t xml:space="preserve"> کنز العمال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متق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ہند</w:t>
      </w:r>
      <w:r w:rsidR="00796B3A">
        <w:rPr>
          <w:rFonts w:hint="cs"/>
          <w:rtl/>
        </w:rPr>
        <w:t>ی</w:t>
      </w:r>
      <w:r w:rsidR="00796B3A">
        <w:rPr>
          <w:rtl/>
        </w:rPr>
        <w:t>.وغ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نے اسے نقل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اہے</w:t>
      </w:r>
      <w:r w:rsidR="00796B3A">
        <w:rPr>
          <w:rtl/>
        </w:rPr>
        <w:t>-اس کے علاوہ حضرت عمرنے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اورجملہ کااضافہ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اہے</w:t>
      </w:r>
      <w:r w:rsidR="00796B3A">
        <w:rPr>
          <w:rtl/>
        </w:rPr>
        <w:t>: ''الصلاةخ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رمن</w:t>
      </w:r>
      <w:r w:rsidR="00796B3A">
        <w:rPr>
          <w:rtl/>
        </w:rPr>
        <w:t xml:space="preserve"> النوم ''جبکہ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جملہ رسول اسلام کے زمانہ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تھا ۔ (د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کھئے</w:t>
      </w:r>
      <w:r w:rsidR="00796B3A">
        <w:rPr>
          <w:rtl/>
        </w:rPr>
        <w:t xml:space="preserve"> : کتب حد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</w:t>
      </w:r>
      <w:r w:rsidR="00796B3A">
        <w:rPr>
          <w:rtl/>
        </w:rPr>
        <w:t xml:space="preserve"> و تار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tl/>
        </w:rPr>
        <w:t>) .جبکہ عبادت اور اس کے مقدَّمات اسلام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شارع کے امر اور اس کے اذن پر موقوف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عت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ہر عمل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قرآن اور سنت سے نص خاص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نص عام موجود ہو، اور اگر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عمل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نص نہ ہو تو وہ مردود اور بدعت ہے،جسے اسکے انجام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نے</w:t>
      </w:r>
      <w:r w:rsidR="00796B3A">
        <w:rPr>
          <w:rtl/>
        </w:rPr>
        <w:t xml:space="preserve"> و</w:t>
      </w:r>
      <w:r w:rsidR="00796B3A">
        <w:rPr>
          <w:rFonts w:hint="eastAsia"/>
          <w:rtl/>
        </w:rPr>
        <w:t>الے</w:t>
      </w:r>
      <w:r w:rsidR="00796B3A">
        <w:rPr>
          <w:rtl/>
        </w:rPr>
        <w:t xml:space="preserve"> کے منہ پر مار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جائے گا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عبادت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کم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ممکن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ہے ، بلکہ تمام شرع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امور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ذات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رائے کا کوئ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دخل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ہے ،البتہ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حضرات جو ''اشہدان محمداًرسول ا</w:t>
      </w:r>
      <w:r w:rsidR="00796B3A">
        <w:rPr>
          <w:rFonts w:hint="cs"/>
          <w:rtl/>
        </w:rPr>
        <w:t>ﷲ</w:t>
      </w:r>
      <w:r w:rsidR="00796B3A">
        <w:rPr>
          <w:rtl/>
        </w:rPr>
        <w:t>'' کے بعد '' اشہد ان عل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اً</w:t>
      </w:r>
      <w:r w:rsidR="00796B3A">
        <w:rPr>
          <w:rtl/>
        </w:rPr>
        <w:t xml:space="preserve"> ول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ﷲ</w:t>
      </w:r>
      <w:r w:rsidR="00796B3A">
        <w:rPr>
          <w:rtl/>
        </w:rPr>
        <w:t>'' کہتے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تو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ان روا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 پر ہے جو رسول خدا </w:t>
      </w:r>
      <w:r w:rsidR="00796B3A">
        <w:rPr>
          <w:rFonts w:hint="cs"/>
          <w:rtl/>
        </w:rPr>
        <w:t xml:space="preserve"> اور اہل بی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(ع)سے نقل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گئ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تصر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موجود ہے کہ محمد رسول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کہ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ذکر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ہوا ،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باب جنت پر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لکھا 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مگر اس کے ساتھ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ضرور تھا، اور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جملہ اس بات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عکاس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کرتا ہے کہ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سمجھ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چہ جائ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کہ</w:t>
      </w:r>
      <w:r w:rsidR="00796B3A">
        <w:rPr>
          <w:rtl/>
        </w:rPr>
        <w:t xml:space="preserve"> وہ آپ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ربوب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اور الوہ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کا(الع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اذ</w:t>
      </w:r>
      <w:r w:rsidR="00796B3A">
        <w:rPr>
          <w:rtl/>
        </w:rPr>
        <w:t xml:space="preserve"> با</w:t>
      </w:r>
      <w:r w:rsidR="00796B3A">
        <w:rPr>
          <w:rFonts w:hint="cs"/>
          <w:rtl/>
        </w:rPr>
        <w:t>ﷲ</w:t>
      </w:r>
      <w:r w:rsidR="00796B3A">
        <w:rPr>
          <w:rtl/>
        </w:rPr>
        <w:t>)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ہوں ،لہٰذاتوح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و رسالت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شہادت کے بعد 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شہادت(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ﷲ</w:t>
      </w:r>
      <w:r w:rsidR="00796B3A">
        <w:rPr>
          <w:rtl/>
        </w:rPr>
        <w:t>) کہنا جائز ہے ، اس 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مطلوب پرور دگار ہو، البتہ اس کو جزء اور وجوب کے قصد سے انجام نہ دے،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عوں</w:t>
      </w:r>
      <w:r w:rsidR="00796B3A">
        <w:rPr>
          <w:rtl/>
        </w:rPr>
        <w:t xml:space="preserve"> کے اکثر ع</w:t>
      </w:r>
      <w:r w:rsidR="00796B3A">
        <w:rPr>
          <w:rFonts w:hint="eastAsia"/>
          <w:rtl/>
        </w:rPr>
        <w:t>لماء</w:t>
      </w:r>
      <w:r w:rsidR="00796B3A">
        <w:rPr>
          <w:rtl/>
        </w:rPr>
        <w:t xml:space="preserve"> کا فتو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قصد 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انجام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ہے،لہٰذا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اصل نہ ہو ،اس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 ہے۔</w:t>
      </w:r>
    </w:p>
    <w:p w:rsidR="00796B3A" w:rsidRDefault="001F2471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25" w:name="_Toc516569934"/>
      <w:r>
        <w:rPr>
          <w:rtl/>
        </w:rPr>
        <w:t>24:سجدہ گاہ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5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</w:t>
      </w:r>
      <w:r w:rsidR="00575FFE">
        <w:rPr>
          <w:rtl/>
        </w:rPr>
        <w:t>4</w:t>
      </w:r>
      <w:r w:rsidR="00796B3A">
        <w:rPr>
          <w:rtl/>
        </w:rPr>
        <w:t>۔ اور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زم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اورمٹ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کنکڑ اور پتھر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زم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کے اجزاء اور نباتات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پرسجدہ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در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،قال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چادر اور کپڑے اور کھائ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جانے وال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زوںاور</w:t>
      </w:r>
      <w:r w:rsidR="00796B3A">
        <w:rPr>
          <w:rtl/>
        </w:rPr>
        <w:t xml:space="preserve">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ورات</w:t>
      </w:r>
      <w:r w:rsidR="00796B3A">
        <w:rPr>
          <w:rtl/>
        </w:rPr>
        <w:t xml:space="preserve"> پر سجدہ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ہوتا،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اس سلسلے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کث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تعداد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و سن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کتابوں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روا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وارد ہوئ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رسول خدا </w:t>
      </w:r>
      <w:r w:rsidR="00796B3A">
        <w:rPr>
          <w:rFonts w:hint="cs"/>
          <w:rtl/>
        </w:rPr>
        <w:t>کاطری</w:t>
      </w:r>
      <w:r w:rsidR="00796B3A">
        <w:rPr>
          <w:rFonts w:hint="eastAsia"/>
          <w:rtl/>
        </w:rPr>
        <w:t>قہ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تھا کہ آپ مٹ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زم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پر سجدہ کرتے تھے ، بلکہ آپ مسلمانوں کو حکم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تھے ، چنانچہ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روز جناب بلال نے اپنے عمامے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کورپر جلا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نے</w:t>
      </w:r>
      <w:r w:rsidR="00796B3A">
        <w:rPr>
          <w:rtl/>
        </w:rPr>
        <w:t xml:space="preserve"> وال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گرم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سے بچنے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بناپر سجدہ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، تورسول اسلام نے بلال کے عمامہ کو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شان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سے ا لگ کرد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ا،</w:t>
      </w:r>
      <w:r w:rsidR="00796B3A">
        <w:rPr>
          <w:rtl/>
        </w:rPr>
        <w:t xml:space="preserve"> اور فرما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>:</w:t>
      </w:r>
    </w:p>
    <w:p w:rsidR="00796B3A" w:rsidRDefault="00796B3A" w:rsidP="00000732">
      <w:pPr>
        <w:pStyle w:val="libArabic"/>
        <w:rPr>
          <w:rtl/>
        </w:rPr>
      </w:pPr>
      <w:r>
        <w:rPr>
          <w:rtl/>
        </w:rPr>
        <w:t>''ترِّب جب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بلال ''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بلال!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رکھو؟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رباح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 جب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796B3A" w:rsidRDefault="00796B3A" w:rsidP="00000732">
      <w:pPr>
        <w:pStyle w:val="libArabic"/>
        <w:rPr>
          <w:rtl/>
        </w:rPr>
      </w:pPr>
      <w:r>
        <w:rPr>
          <w:rtl/>
        </w:rPr>
        <w:t>'' ترب وج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ک ی</w:t>
      </w:r>
      <w:r>
        <w:rPr>
          <w:rFonts w:hint="eastAsia"/>
          <w:rtl/>
        </w:rPr>
        <w:t>ا</w:t>
      </w:r>
      <w:r>
        <w:rPr>
          <w:rtl/>
        </w:rPr>
        <w:t xml:space="preserve"> ص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! و ترب وج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ک ی</w:t>
      </w:r>
      <w:r>
        <w:rPr>
          <w:rFonts w:hint="eastAsia"/>
          <w:rtl/>
        </w:rPr>
        <w:t>ا</w:t>
      </w:r>
      <w:r>
        <w:rPr>
          <w:rtl/>
        </w:rPr>
        <w:t xml:space="preserve"> رباح ''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صہ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اے رباح !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رکھو؟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کنزالعمال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االمصنف؛</w:t>
      </w:r>
      <w:r>
        <w:rPr>
          <w:rtl/>
        </w:rPr>
        <w:t xml:space="preserve"> مؤلفہ عبد الرزاق الصنعان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السجود عل</w:t>
      </w:r>
      <w:r>
        <w:rPr>
          <w:rFonts w:hint="cs"/>
          <w:rtl/>
        </w:rPr>
        <w:t>ی</w:t>
      </w:r>
      <w:r>
        <w:rPr>
          <w:rtl/>
        </w:rPr>
        <w:t xml:space="preserve"> الارض؛ مؤلفہ کاشف الغطاء .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>
        <w:rPr>
          <w:rFonts w:hint="cs"/>
          <w:rtl/>
        </w:rPr>
        <w:t>نے اس جگہ 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۔) </w:t>
      </w:r>
    </w:p>
    <w:p w:rsidR="00796B3A" w:rsidRDefault="00796B3A" w:rsidP="00000732">
      <w:pPr>
        <w:pStyle w:val="libArabic"/>
        <w:rPr>
          <w:rtl/>
        </w:rPr>
      </w:pPr>
      <w:r>
        <w:rPr>
          <w:rtl/>
        </w:rPr>
        <w:t>''جعلت ل</w:t>
      </w:r>
      <w:r>
        <w:rPr>
          <w:rFonts w:hint="cs"/>
          <w:rtl/>
        </w:rPr>
        <w:t>ی</w:t>
      </w:r>
      <w:r>
        <w:rPr>
          <w:rtl/>
        </w:rPr>
        <w:t xml:space="preserve"> الارض مسجداًوط</w:t>
      </w:r>
      <w:r w:rsidR="00000732" w:rsidRPr="00000732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>راً''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مسجد اور طاہر و مطہر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40765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مٹ</w:t>
      </w:r>
      <w:r>
        <w:rPr>
          <w:rFonts w:hint="cs"/>
          <w:rtl/>
        </w:rPr>
        <w:t>ی</w:t>
      </w:r>
      <w:r>
        <w:rPr>
          <w:rtl/>
        </w:rPr>
        <w:t xml:space="preserve"> پر سجدہ کرنا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کے سامنے سجدہ کرنے کا سب سے مناسب</w:t>
      </w:r>
      <w:r w:rsidR="00000732">
        <w:rPr>
          <w:rFonts w:hint="cs"/>
          <w:rtl/>
        </w:rPr>
        <w:t xml:space="preserve"> </w:t>
      </w:r>
      <w:r>
        <w:rPr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000732">
        <w:rPr>
          <w:rFonts w:hint="cs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معبود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خشوع اور خضوع کا سب سے اچھا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ہے،اس</w:t>
      </w:r>
      <w:r>
        <w:rPr>
          <w:rFonts w:hint="cs"/>
          <w:rtl/>
        </w:rPr>
        <w:t>ی</w:t>
      </w:r>
      <w:r>
        <w:rPr>
          <w:rtl/>
        </w:rPr>
        <w:t xml:space="preserve"> طرح خاک پر سجدہ کرنا انسان کو اس ک</w:t>
      </w:r>
      <w:r>
        <w:rPr>
          <w:rFonts w:hint="cs"/>
          <w:rtl/>
        </w:rPr>
        <w:t>ی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دلاتا ہے کہ وہ اس</w:t>
      </w:r>
      <w:r>
        <w:rPr>
          <w:rFonts w:hint="cs"/>
          <w:rtl/>
        </w:rPr>
        <w:t>ی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ا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F40765">
        <w:rPr>
          <w:rStyle w:val="libAieChar"/>
          <w:rtl/>
        </w:rPr>
        <w:t>مِنْ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َاْخَلَقْنٰاکُمْ وَفِیْ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َاْنُعِیْ</w:t>
      </w:r>
      <w:r w:rsidRPr="00F40765">
        <w:rPr>
          <w:rStyle w:val="libAieChar"/>
          <w:rFonts w:hint="eastAsia"/>
          <w:rtl/>
        </w:rPr>
        <w:t>دُکُمْ</w:t>
      </w:r>
      <w:r w:rsidRPr="00F40765">
        <w:rPr>
          <w:rStyle w:val="libAieChar"/>
          <w:rtl/>
        </w:rPr>
        <w:t xml:space="preserve"> وَمِنْ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َاْ نُخْرِجُکُمْ تَاْرَةًاُخْرٰی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ہم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پھر دوبارہ اس</w:t>
      </w:r>
      <w:r>
        <w:rPr>
          <w:rFonts w:hint="cs"/>
          <w:rtl/>
        </w:rPr>
        <w:t>ی</w:t>
      </w:r>
      <w:r>
        <w:rPr>
          <w:rtl/>
        </w:rPr>
        <w:t xml:space="preserve"> سے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سجدہ خضوع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کا نام ہے ، اور خضوع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مصلے(جائے نماز) فرش ،کپڑے 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جواہر پر سجدہ کرکے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، بلکہ بدن ک</w:t>
      </w:r>
      <w:r>
        <w:rPr>
          <w:rFonts w:hint="cs"/>
          <w:rtl/>
        </w:rPr>
        <w:t>ی</w:t>
      </w:r>
      <w:r>
        <w:rPr>
          <w:rtl/>
        </w:rPr>
        <w:t xml:space="preserve"> اشرف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رکھے 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مٹ</w:t>
      </w:r>
      <w:r>
        <w:rPr>
          <w:rFonts w:hint="cs"/>
          <w:rtl/>
        </w:rPr>
        <w:t>ی</w:t>
      </w:r>
      <w:r>
        <w:rPr>
          <w:rtl/>
        </w:rPr>
        <w:t xml:space="preserve"> کوپاک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طہارت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اپنے ساتھ مٹ</w:t>
      </w:r>
      <w:r>
        <w:rPr>
          <w:rFonts w:hint="cs"/>
          <w:rtl/>
        </w:rPr>
        <w:t>ی</w:t>
      </w:r>
      <w:r>
        <w:rPr>
          <w:rtl/>
        </w:rPr>
        <w:t xml:space="preserve"> کا پاک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سجدہ گاہ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بعض او قات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تبرک کے طور پر مقدسجگہ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رسول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کردئے گئے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صحابہ مکہ کے کنکڑاور پتھر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اپنے ساتھ رکھتے تھے۔ 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3</w:t>
      </w:r>
      <w:r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 xml:space="preserve">)سورۂ طہ </w:t>
      </w:r>
      <w:r w:rsidR="00575FFE">
        <w:rPr>
          <w:rtl/>
        </w:rPr>
        <w:t>55</w:t>
      </w:r>
      <w:r>
        <w:rPr>
          <w:rtl/>
        </w:rPr>
        <w:t>.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المصنف ؛ صنعان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3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ال</w:t>
      </w:r>
      <w:r>
        <w:rPr>
          <w:rFonts w:hint="cs"/>
          <w:rtl/>
        </w:rPr>
        <w:t>ی</w:t>
      </w:r>
      <w:r>
        <w:rPr>
          <w:rFonts w:hint="eastAsia"/>
          <w:rtl/>
        </w:rPr>
        <w:t>واق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والجواہر؛ شعران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اس پر اصرار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نہ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پابند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بلکہ وہ ہر پاک مٹ</w:t>
      </w:r>
      <w:r>
        <w:rPr>
          <w:rFonts w:hint="cs"/>
          <w:rtl/>
        </w:rPr>
        <w:t>ی</w:t>
      </w:r>
      <w:r>
        <w:rPr>
          <w:rtl/>
        </w:rPr>
        <w:t xml:space="preserve"> اور پتھر کے اوپر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اشکال اور تردد کے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اور مسجد الحرام کے فرش اور وہاں پر لگے ہوئے پتھر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داہنے ہاتھ کو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رسول اسلام نے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قطع</w:t>
      </w:r>
      <w:r>
        <w:rPr>
          <w:rFonts w:hint="cs"/>
          <w:rtl/>
        </w:rPr>
        <w:t>ی</w:t>
      </w:r>
      <w:r>
        <w:rPr>
          <w:rtl/>
        </w:rPr>
        <w:t xml:space="preserve"> نص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سن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000732">
      <w:pPr>
        <w:pStyle w:val="Heading2Center"/>
        <w:rPr>
          <w:rtl/>
        </w:rPr>
      </w:pPr>
      <w:bookmarkStart w:id="26" w:name="_Toc516569935"/>
      <w:r>
        <w:rPr>
          <w:rtl/>
        </w:rPr>
        <w:t>25:وضوکے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6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</w:t>
      </w:r>
      <w:r w:rsidR="00575FFE">
        <w:rPr>
          <w:rtl/>
        </w:rPr>
        <w:t>5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فرقہ وضو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دونوں ہاتھوں کو اوپرک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جانب سے کہن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سے انگل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کے سرے تک دھوتے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اوراس کے برخلاف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کرتے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طر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قہ</w:t>
      </w:r>
      <w:r w:rsidR="00796B3A">
        <w:rPr>
          <w:rtl/>
        </w:rPr>
        <w:t xml:space="preserve"> انھوں نے اپنے ائمہ سے اخذ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، اور ائمہ (ع) نے اس کو رسول خدا </w:t>
      </w:r>
      <w:r w:rsidR="00796B3A">
        <w:rPr>
          <w:rFonts w:hint="cs"/>
          <w:rtl/>
        </w:rPr>
        <w:t xml:space="preserve"> سے اخذ کی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، اور اہل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اپنے جد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باتوں کو دوسر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سے بہتر طر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قے</w:t>
      </w:r>
      <w:r w:rsidR="00796B3A">
        <w:rPr>
          <w:rtl/>
        </w:rPr>
        <w:t xml:space="preserve"> سے جانتے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ںکہ</w:t>
      </w:r>
      <w:r w:rsidR="00796B3A">
        <w:rPr>
          <w:rtl/>
        </w:rPr>
        <w:t xml:space="preserve"> ان کے جد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کام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کرتے تھے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ساکہ</w:t>
      </w:r>
      <w:r w:rsidR="00796B3A">
        <w:rPr>
          <w:rtl/>
        </w:rPr>
        <w:t xml:space="preserve"> رسول خدا </w:t>
      </w:r>
      <w:r w:rsidR="00796B3A">
        <w:rPr>
          <w:rFonts w:hint="cs"/>
          <w:rtl/>
        </w:rPr>
        <w:t xml:space="preserve"> بھی</w:t>
      </w:r>
      <w:r w:rsidR="00796B3A">
        <w:rPr>
          <w:rtl/>
        </w:rPr>
        <w:t xml:space="preserve">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 انجام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تھے ، اور انھوں نے آ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ٔ وضو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تفس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کہ ''ال</w:t>
      </w:r>
      <w:r w:rsidR="00796B3A">
        <w:rPr>
          <w:rFonts w:hint="cs"/>
          <w:rtl/>
        </w:rPr>
        <w:t>یٰ</w:t>
      </w:r>
      <w:r w:rsidR="00796B3A">
        <w:rPr>
          <w:rtl/>
        </w:rPr>
        <w:t>'' آ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ٔ وضو: </w:t>
      </w:r>
      <w:r w:rsidR="00796B3A" w:rsidRPr="00000732">
        <w:rPr>
          <w:rStyle w:val="libFootnotenumChar"/>
          <w:rtl/>
        </w:rPr>
        <w:t>(</w:t>
      </w:r>
      <w:r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''مع''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شافع</w:t>
      </w:r>
      <w:r>
        <w:rPr>
          <w:rFonts w:hint="cs"/>
          <w:rtl/>
        </w:rPr>
        <w:t>ی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المحتاج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سر کو دھونے کے بجائے ان کا مسح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eastAsia"/>
          <w:rtl/>
        </w:rPr>
        <w:t>مالک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رائے سے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المجتہد ''مؤلفہ ابن رشد قرطب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 سورہ ٔ مائدہ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75FFE">
        <w:rPr>
          <w:rtl/>
        </w:rPr>
        <w:t>6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کاسبب ہم نے اوپر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ابن عبا س کا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انھوں نے کہا ہے :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''</w:t>
      </w:r>
      <w:r w:rsidRPr="00000732">
        <w:rPr>
          <w:rStyle w:val="libArabicChar"/>
          <w:rtl/>
        </w:rPr>
        <w:t xml:space="preserve">الوضوغسلتان،ومسحتان ''اومغسولان وممسوحان </w:t>
      </w:r>
      <w:r>
        <w:rPr>
          <w:rtl/>
        </w:rPr>
        <w:t xml:space="preserve">''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وضو</w:t>
      </w:r>
      <w:r>
        <w:rPr>
          <w:rtl/>
        </w:rPr>
        <w:t xml:space="preserve"> صرف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دھونا ہے اور دو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مسح کرنا ہے۔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(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: سنن ،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ٔ وضو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).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27" w:name="_Toc516569936"/>
      <w:r>
        <w:rPr>
          <w:rtl/>
        </w:rPr>
        <w:t>26:متعہ (وقت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>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7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2</w:t>
      </w:r>
      <w:r w:rsidR="00575FFE">
        <w:rPr>
          <w:rtl/>
        </w:rPr>
        <w:t>6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کہتے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متعہ (وقت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شاد</w:t>
      </w:r>
      <w:r w:rsidR="00796B3A">
        <w:rPr>
          <w:rFonts w:hint="cs"/>
          <w:rtl/>
        </w:rPr>
        <w:t>ی</w:t>
      </w:r>
      <w:r w:rsidR="00796B3A">
        <w:rPr>
          <w:rtl/>
        </w:rPr>
        <w:t>) کرنا نص قرآن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بناپر جائز ہے،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خدا ارشاد فرماتا ہے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F40765">
        <w:rPr>
          <w:rStyle w:val="libAieChar"/>
          <w:rtl/>
        </w:rPr>
        <w:t>فَمَاْاسْتَمْتَعْتُمْ بِ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 xml:space="preserve"> مِنْ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ُنَّ فَآتُوْ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ُنَّ اُجُوْرَ</w:t>
      </w:r>
      <w:r w:rsidRPr="00000732">
        <w:rPr>
          <w:rStyle w:val="libAieChar"/>
          <w:rFonts w:hint="cs"/>
          <w:rtl/>
        </w:rPr>
        <w:t>ه</w:t>
      </w:r>
      <w:r w:rsidRPr="00F40765">
        <w:rPr>
          <w:rStyle w:val="libAieChar"/>
          <w:rFonts w:hint="cs"/>
          <w:rtl/>
        </w:rPr>
        <w:t>ُنَّ فَرِیْ</w:t>
      </w:r>
      <w:r w:rsidRPr="00F40765">
        <w:rPr>
          <w:rStyle w:val="libAieChar"/>
          <w:rFonts w:hint="eastAsia"/>
          <w:rtl/>
        </w:rPr>
        <w:t>ضَةً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ان عورتوں سے تمتع کرے ان ک</w:t>
      </w:r>
      <w:r>
        <w:rPr>
          <w:rFonts w:hint="cs"/>
          <w:rtl/>
        </w:rPr>
        <w:t>ی</w:t>
      </w:r>
      <w:r>
        <w:rPr>
          <w:rtl/>
        </w:rPr>
        <w:t xml:space="preserve"> اجرت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دے دے۔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تمام مسلمان رسول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متعہ کرتے تھے، اور تمام صحابہ عہد خلافت حضرت عمر کے نصف دور تک متعہ کرتے تھے۔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متعہ بھ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ہے جو 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: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۔متعہ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شوہر دار نہ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غوں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tl/>
        </w:rPr>
        <w:t xml:space="preserve"> طرح پڑھنا ضرور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جاب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جانب سے اور قبول مرد ک</w:t>
      </w:r>
      <w:r>
        <w:rPr>
          <w:rFonts w:hint="cs"/>
          <w:rtl/>
        </w:rPr>
        <w:t>ی</w:t>
      </w:r>
      <w:r>
        <w:rPr>
          <w:rtl/>
        </w:rPr>
        <w:t xml:space="preserve"> طرف سے ہو۔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۔دائم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 کو کچھ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جسے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ٔ نساء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2</w:t>
      </w:r>
      <w:r w:rsidR="00575FFE">
        <w:rPr>
          <w:rtl/>
        </w:rPr>
        <w:t>4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lastRenderedPageBreak/>
        <w:t>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نص کے مطابق ہم نے اوپر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:۔ 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مرد سے جدا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پر عدہ رکھنا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:۔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مفارقت کے بعد عورت پر دائم</w:t>
      </w:r>
      <w:r>
        <w:rPr>
          <w:rFonts w:hint="cs"/>
          <w:rtl/>
        </w:rPr>
        <w:t>ی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طرح عدہ ضرور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متعہ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اولاد بھ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متعہ کرنے والے مرد( باپ) سے ملحق ہوگ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طرح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مردوں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:۔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tl/>
        </w:rPr>
        <w:t xml:space="preserve"> طرح باپ اور اولاد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اولاد اور ماں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متعہ</w:t>
      </w:r>
      <w:r>
        <w:rPr>
          <w:rtl/>
        </w:rPr>
        <w:t xml:space="preserve"> ؛دائم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کرتا :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:۔متعہ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:۔ متعہ وال</w:t>
      </w:r>
      <w:r>
        <w:rPr>
          <w:rFonts w:hint="cs"/>
          <w:rtl/>
        </w:rPr>
        <w:t>ی</w:t>
      </w:r>
      <w:r>
        <w:rPr>
          <w:rtl/>
        </w:rPr>
        <w:t xml:space="preserve"> عورت کا نفقہ مرد پر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ہے،عورت مرد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:۔متعہ کرنے والے زوجہ و شوہرکے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۔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، بلکہ مقررہ مدتتمام ہونے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اتفاق سے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مدت بخشنے کے بعد خود بخود جدائ</w:t>
      </w:r>
      <w:r>
        <w:rPr>
          <w:rFonts w:hint="cs"/>
          <w:rtl/>
        </w:rPr>
        <w:t>ی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چندحکمت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:جائز اور مشروط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عورت و مرد ک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کا راستہ فراہم کرنا ہے ، تاکہ جو لوگ بعض اسباب ک</w:t>
      </w:r>
      <w:r>
        <w:rPr>
          <w:rFonts w:hint="cs"/>
          <w:rtl/>
        </w:rPr>
        <w:t>ی</w:t>
      </w:r>
      <w:r>
        <w:rPr>
          <w:rtl/>
        </w:rPr>
        <w:t xml:space="preserve"> بناپر 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 زوجہ ک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سبب ک</w:t>
      </w:r>
      <w:r>
        <w:rPr>
          <w:rFonts w:hint="cs"/>
          <w:rtl/>
        </w:rPr>
        <w:t>ی</w:t>
      </w:r>
      <w:r>
        <w:rPr>
          <w:rtl/>
        </w:rPr>
        <w:t xml:space="preserve"> بنا پر عورت سے محروم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ان اسباب ک</w:t>
      </w:r>
      <w:r>
        <w:rPr>
          <w:rFonts w:hint="cs"/>
          <w:rtl/>
        </w:rPr>
        <w:t>ی</w:t>
      </w:r>
      <w:r>
        <w:rPr>
          <w:rtl/>
        </w:rPr>
        <w:t xml:space="preserve"> بناپر مرد سے محروم ہوگئ</w:t>
      </w:r>
      <w:r>
        <w:rPr>
          <w:rFonts w:hint="cs"/>
          <w:rtl/>
        </w:rPr>
        <w:t>ی</w:t>
      </w:r>
      <w:r>
        <w:rPr>
          <w:rtl/>
        </w:rPr>
        <w:t xml:space="preserve"> ہو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زندگ</w:t>
      </w:r>
      <w:r>
        <w:rPr>
          <w:rFonts w:hint="cs"/>
          <w:rtl/>
        </w:rPr>
        <w:t>ی</w:t>
      </w:r>
      <w:r>
        <w:rPr>
          <w:rtl/>
        </w:rPr>
        <w:t xml:space="preserve"> کو شرافت اور راحت کے ساتھ گزارنا چاہتے ہوں تو متعہ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آسان راستہ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:متعہ در اصلسماج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مشکلات کو حل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ہوپائے ۔</w:t>
      </w:r>
    </w:p>
    <w:p w:rsidR="00F40765" w:rsidRDefault="00796B3A" w:rsidP="00F40765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اس متعہ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شاد</w:t>
      </w:r>
      <w:r>
        <w:rPr>
          <w:rFonts w:hint="cs"/>
          <w:rtl/>
        </w:rPr>
        <w:t>ی</w:t>
      </w:r>
      <w:r>
        <w:rPr>
          <w:rtl/>
        </w:rPr>
        <w:t xml:space="preserve"> سے پہلے 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 سکتا ہے ،( جو ممکن ہے آئندہ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بخش ہو) اور اس کے بعد انسان فعل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محفوظ رہتا ہے ، اس</w:t>
      </w:r>
      <w:r>
        <w:rPr>
          <w:rFonts w:hint="cs"/>
          <w:rtl/>
        </w:rPr>
        <w:t>ی</w:t>
      </w:r>
      <w:r>
        <w:rPr>
          <w:rtl/>
        </w:rPr>
        <w:t xml:space="preserve"> طرح زنا ، جنس</w:t>
      </w:r>
      <w:r>
        <w:rPr>
          <w:rFonts w:hint="cs"/>
          <w:rtl/>
        </w:rPr>
        <w:t>ی</w:t>
      </w:r>
      <w:r>
        <w:rPr>
          <w:rtl/>
        </w:rPr>
        <w:t xml:space="preserve"> دباؤ اور رسوائ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حرام امور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مشت زن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زوجہ پر صبر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 رمع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بنا پر،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عورتوں کا خرچہ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سکتا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وہ حرام کام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تواس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آسان راستہ ہے 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F40765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مستند ہے ، اور صحابہ نے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تک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،چنانچہ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زنا شمار ک</w:t>
      </w:r>
      <w:r>
        <w:rPr>
          <w:rFonts w:hint="cs"/>
          <w:rtl/>
        </w:rPr>
        <w:t>ی</w:t>
      </w:r>
      <w:r>
        <w:rPr>
          <w:rtl/>
        </w:rPr>
        <w:t xml:space="preserve"> جائے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خدا، رسول اور صحابہ نے زنا کو حلال سمجھا ، اور اس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تک زنا کرتے رہے !!الع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>.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حکم کا نسخ ہونا بھ</w:t>
      </w:r>
      <w:r>
        <w:rPr>
          <w:rFonts w:hint="cs"/>
          <w:rtl/>
        </w:rPr>
        <w:t>ی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نسخ ہونا کتاب و سنت سے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اور نہ کوئ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پر موجود ہے۔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 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شاد</w:t>
      </w:r>
      <w:r>
        <w:rPr>
          <w:rFonts w:hint="cs"/>
          <w:rtl/>
        </w:rPr>
        <w:t>ی</w:t>
      </w:r>
      <w:r>
        <w:rPr>
          <w:rtl/>
        </w:rPr>
        <w:t xml:space="preserve"> کو نص قرآن اور سنت رسول ک</w:t>
      </w:r>
      <w:r>
        <w:rPr>
          <w:rFonts w:hint="cs"/>
          <w:rtl/>
        </w:rPr>
        <w:t>ی</w:t>
      </w:r>
      <w:r>
        <w:rPr>
          <w:rtl/>
        </w:rPr>
        <w:t xml:space="preserve"> بناپر مباح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اورتشک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اپنا گھر آباد کرنے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سالم معاشرے ک</w:t>
      </w:r>
      <w:r>
        <w:rPr>
          <w:rFonts w:hint="cs"/>
          <w:rtl/>
        </w:rPr>
        <w:t>ی</w:t>
      </w:r>
      <w:r>
        <w:rPr>
          <w:rtl/>
        </w:rPr>
        <w:t xml:space="preserve"> اساس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، اور موقت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رغبت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eastAsia"/>
          <w:rtl/>
        </w:rPr>
        <w:t>تے</w:t>
      </w:r>
      <w:r>
        <w:rPr>
          <w:rtl/>
        </w:rPr>
        <w:t xml:space="preserve"> جسے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،اگرچہ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کہا کہ)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حلال اور جائز ہے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مناسب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کتاب و سنت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بناپر)عورت کے حقوق کا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عورت کے مقام و مرتبہ ، ان کے حقوق بالخصوص ان کے ساتھ خوش اخلاق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پر ،ملک</w:t>
      </w:r>
      <w:r>
        <w:rPr>
          <w:rFonts w:hint="cs"/>
          <w:rtl/>
        </w:rPr>
        <w:t>ی</w:t>
      </w:r>
      <w:r>
        <w:rPr>
          <w:rFonts w:hint="eastAsia"/>
          <w:rtl/>
        </w:rPr>
        <w:t>ت،نکاح،طلاق،</w:t>
      </w:r>
      <w:r>
        <w:rPr>
          <w:rtl/>
        </w:rPr>
        <w:t xml:space="preserve"> گود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پرورش کرنے،دودھ پلانے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کے ساتھ ساتھ ، عبادات اور معاملات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احکام ، جو ان کے ائمہ سے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ان ک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مختلف اسلام</w:t>
      </w:r>
      <w:r>
        <w:rPr>
          <w:rFonts w:hint="cs"/>
          <w:rtl/>
        </w:rPr>
        <w:t>ی</w:t>
      </w:r>
      <w:r>
        <w:rPr>
          <w:rtl/>
        </w:rPr>
        <w:t xml:space="preserve"> مذاہب ک</w:t>
      </w:r>
      <w:r>
        <w:rPr>
          <w:rFonts w:hint="cs"/>
          <w:rtl/>
        </w:rPr>
        <w:t>ی</w:t>
      </w:r>
      <w:r>
        <w:rPr>
          <w:rtl/>
        </w:rPr>
        <w:t xml:space="preserve"> کتب صحاح وسنن اورمعتبر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796B3A" w:rsidRDefault="001F2471" w:rsidP="00000732">
      <w:pPr>
        <w:pStyle w:val="libFootnote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28" w:name="_Toc516569937"/>
      <w:r>
        <w:rPr>
          <w:rtl/>
        </w:rPr>
        <w:t>27:گناہان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8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27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فرقے زنا ، لواط، سود خور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نفس محترمہ کا قتل ، شراب نوش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جوا ، بلوہ وبغاوت ، مکروفر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ب</w:t>
      </w:r>
      <w:r w:rsidR="00796B3A">
        <w:rPr>
          <w:rtl/>
        </w:rPr>
        <w:t xml:space="preserve"> باز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،دھوکہ</w:t>
      </w:r>
      <w:r w:rsidR="00796B3A">
        <w:rPr>
          <w:rtl/>
        </w:rPr>
        <w:t xml:space="preserve"> دھڑ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،ذخ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اندوز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،ناپ تول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کرنا ، غصب ، چور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خ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انت</w:t>
      </w:r>
      <w:r w:rsidR="00796B3A">
        <w:rPr>
          <w:rtl/>
        </w:rPr>
        <w:t xml:space="preserve">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نہ</w:t>
      </w:r>
      <w:r w:rsidR="00796B3A">
        <w:rPr>
          <w:rtl/>
        </w:rPr>
        <w:t xml:space="preserve"> و کھوٹ، رقص و غنا ، اتہام ،بہتان ، تہمت ، چغل خور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فساد پھ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لانا</w:t>
      </w:r>
      <w:r w:rsidR="00796B3A">
        <w:rPr>
          <w:rtl/>
        </w:rPr>
        <w:t xml:space="preserve"> ، مومن کواذ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نا</w:t>
      </w:r>
      <w:r w:rsidR="00796B3A">
        <w:rPr>
          <w:rtl/>
        </w:rPr>
        <w:t xml:space="preserve"> ، 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بت</w:t>
      </w:r>
      <w:r w:rsidR="00796B3A">
        <w:rPr>
          <w:rtl/>
        </w:rPr>
        <w:t xml:space="preserve"> کرنا ،گالم گلوج ، کذب و بہتان اور ان کے علاوہ تمام گناہان کب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و صغ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کو حرام جانتے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ہم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شہ</w:t>
      </w:r>
      <w:r w:rsidR="00796B3A">
        <w:rPr>
          <w:rtl/>
        </w:rPr>
        <w:t xml:space="preserve"> ا ن گناہوں سے دور رہتے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اور حت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الامکان ان سے اجتناب کرنے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کوشش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،اور ان کو پھ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لنے</w:t>
      </w:r>
      <w:r w:rsidR="00796B3A">
        <w:rPr>
          <w:rtl/>
        </w:rPr>
        <w:t xml:space="preserve"> سے روکنے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ہر ممکن وسائل بروئے کار </w:t>
      </w:r>
      <w:r w:rsidR="00796B3A">
        <w:rPr>
          <w:rFonts w:hint="eastAsia"/>
          <w:rtl/>
        </w:rPr>
        <w:t>لاتے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تصن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</w:t>
      </w:r>
      <w:r w:rsidR="00796B3A">
        <w:rPr>
          <w:rtl/>
        </w:rPr>
        <w:t xml:space="preserve"> و تال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</w:t>
      </w:r>
      <w:r w:rsidR="00796B3A">
        <w:rPr>
          <w:rtl/>
        </w:rPr>
        <w:t xml:space="preserve"> ، کتابوں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نشر و اشاعت کرنا ، اخلاق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ترب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رسالے ، مجالس ، اجتماع اور جلسے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قائم کرنا ،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انماز</w:t>
      </w:r>
      <w:r w:rsidR="00796B3A">
        <w:rPr>
          <w:rtl/>
        </w:rPr>
        <w:t xml:space="preserve"> جمعہ کے خطبے اور دوسر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C23250" w:rsidP="00F40765">
      <w:pPr>
        <w:pStyle w:val="Heading2Center"/>
        <w:rPr>
          <w:rtl/>
        </w:rPr>
      </w:pPr>
      <w:bookmarkStart w:id="29" w:name="_Toc516569938"/>
      <w:r>
        <w:rPr>
          <w:rtl/>
        </w:rPr>
        <w:t>2</w:t>
      </w:r>
      <w:r w:rsidR="00575FFE">
        <w:rPr>
          <w:rtl/>
        </w:rPr>
        <w:t>8</w:t>
      </w:r>
      <w:r w:rsidR="00796B3A">
        <w:rPr>
          <w:rtl/>
        </w:rPr>
        <w:t>۔ اخلاق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فضائل اور مکارم اخلاق</w:t>
      </w:r>
      <w:bookmarkEnd w:id="29"/>
      <w:r w:rsidR="00796B3A"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2</w:t>
      </w:r>
      <w:r w:rsidR="00575FFE">
        <w:rPr>
          <w:rtl/>
        </w:rPr>
        <w:t>8</w:t>
      </w:r>
      <w:r w:rsidR="00796B3A">
        <w:rPr>
          <w:rtl/>
        </w:rPr>
        <w:t>۔ اخلاق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فضائل اور مکارم اخلاق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نہا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اہم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،اور موعظہ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 سے عشق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ان کے سننے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دلچسپ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سے حاضر ہوتے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اس کے لئے اپنے گھروں ، مسجدوں ، پارکوں اور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ںجلسے</w:t>
      </w:r>
      <w:r w:rsidR="00796B3A">
        <w:rPr>
          <w:rtl/>
        </w:rPr>
        <w:t xml:space="preserve"> ، مجالس اور اجتماعات مناسبت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مناسبت کے مواقع پر م</w:t>
      </w:r>
      <w:r w:rsidR="00796B3A">
        <w:rPr>
          <w:rFonts w:hint="eastAsia"/>
          <w:rtl/>
        </w:rPr>
        <w:t>نعقد</w:t>
      </w:r>
      <w:r w:rsidR="00796B3A">
        <w:rPr>
          <w:rtl/>
        </w:rPr>
        <w:t xml:space="preserve">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 پر عظ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فوائد و مطالب پر مشتمل وہ دعائ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پڑھتے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جو اس سلسلے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رسول اسلام اور اہل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عصمت و طہارت سے نقل ہوئ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دعائے کم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</w:t>
      </w:r>
      <w:r w:rsidR="00796B3A">
        <w:rPr>
          <w:rtl/>
        </w:rPr>
        <w:t xml:space="preserve"> ، دعائے ابو حمزہ ، دعائے سمات ، دعائے جوشن کب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، دعائے مکارم اخلاق ، دعائے افتتاح ، ( جوماہ رمض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پڑھ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) وہ ان ادع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اور رف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</w:t>
      </w:r>
      <w:r w:rsidR="00796B3A">
        <w:rPr>
          <w:rtl/>
        </w:rPr>
        <w:t xml:space="preserve"> مضام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پر مشتمل مناجات کو نہا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خشوع وخضوع اور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خاص گر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و زار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ساتھ پڑھتے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دعائ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نفس کو پاک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زہ</w:t>
      </w:r>
      <w:r w:rsidR="00796B3A">
        <w:rPr>
          <w:rtl/>
        </w:rPr>
        <w:t xml:space="preserve"> بنات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اوران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انسان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سے قر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ب</w:t>
      </w:r>
      <w:r w:rsidR="00796B3A">
        <w:rPr>
          <w:rtl/>
        </w:rPr>
        <w:t xml:space="preserve"> ہوتا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موسوعةا لادع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معجم ادع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کتب ادع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0" w:name="_Toc516569939"/>
      <w:r>
        <w:rPr>
          <w:rtl/>
        </w:rPr>
        <w:t>29:جنت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30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29</w:t>
      </w:r>
      <w:r w:rsidR="00796B3A">
        <w:rPr>
          <w:rtl/>
        </w:rPr>
        <w:t>۔ اور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اکرم </w:t>
      </w:r>
      <w:r w:rsidR="00796B3A">
        <w:rPr>
          <w:rFonts w:hint="cs"/>
          <w:rtl/>
        </w:rPr>
        <w:t>، اہل بی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(ع) اور آپ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پاک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جو جنت البق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</w:t>
      </w:r>
      <w:r w:rsidR="00796B3A">
        <w:rPr>
          <w:rtl/>
        </w:rPr>
        <w:t xml:space="preserve"> اور مد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نہ</w:t>
      </w:r>
      <w:r w:rsidR="00796B3A">
        <w:rPr>
          <w:rtl/>
        </w:rPr>
        <w:t xml:space="preserve"> منورہ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مدفون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قبروں کا احترام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امام حسن مجتب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امام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العابد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، امام محمد باقر ، اور امام جعفر صادق (ع)ہ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ـ کا مرقد ہے ، اور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اور آپ کے بھائ</w:t>
      </w:r>
      <w:r>
        <w:rPr>
          <w:rFonts w:hint="cs"/>
          <w:rtl/>
        </w:rPr>
        <w:t>ی</w:t>
      </w:r>
      <w:r>
        <w:rPr>
          <w:rtl/>
        </w:rPr>
        <w:t xml:space="preserve"> ،آپ ک</w:t>
      </w:r>
      <w:r>
        <w:rPr>
          <w:rFonts w:hint="cs"/>
          <w:rtl/>
        </w:rPr>
        <w:t>ی</w:t>
      </w:r>
      <w:r>
        <w:rPr>
          <w:rtl/>
        </w:rPr>
        <w:t xml:space="preserve"> اولاد اورآپ کے چچا ک</w:t>
      </w:r>
      <w:r>
        <w:rPr>
          <w:rFonts w:hint="cs"/>
          <w:rtl/>
        </w:rPr>
        <w:t>ی</w:t>
      </w:r>
      <w:r>
        <w:rPr>
          <w:rtl/>
        </w:rPr>
        <w:t xml:space="preserve"> اولاد اور آپ کے ا صحاب و انصار( جو آپ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عاشورہ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تھے)ک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سامرہ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ہاد</w:t>
      </w:r>
      <w:r>
        <w:rPr>
          <w:rFonts w:hint="cs"/>
          <w:rtl/>
        </w:rPr>
        <w:t>ی</w:t>
      </w:r>
      <w:r>
        <w:rPr>
          <w:rtl/>
        </w:rPr>
        <w:t xml:space="preserve"> (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>)، امام حسن عسکر</w:t>
      </w:r>
      <w:r>
        <w:rPr>
          <w:rFonts w:hint="cs"/>
          <w:rtl/>
        </w:rPr>
        <w:t>ی</w:t>
      </w:r>
      <w:r>
        <w:rPr>
          <w:rtl/>
        </w:rPr>
        <w:t xml:space="preserve"> کے روضے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جواد اور امام کاظم کے مراقد جو سب کے سب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شہر مشہدم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ـ کا مرقد ہے ، اور قم و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>(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اماموں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مرقد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اور دمشق (شام)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 خاتون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ٔز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روضہ ہے ، اور قاہرہ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مرقد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ہے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۔</w:t>
      </w:r>
    </w:p>
    <w:p w:rsidR="00F40765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ان تمام روضوں اورمقبروں کااحترام کرنا رسول کے پاس و لحاظ ک</w:t>
      </w:r>
      <w:r>
        <w:rPr>
          <w:rFonts w:hint="cs"/>
          <w:rtl/>
        </w:rPr>
        <w:t>ی</w:t>
      </w:r>
      <w:r>
        <w:rPr>
          <w:rtl/>
        </w:rPr>
        <w:t xml:space="preserve"> بنا پرہے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شخص اپن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اور محفوظ رہتا ہے ،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کا اکرام کرنا خوداس کا احترام کرنے کے برابر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آل عمران ، آل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آل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>
        <w:rPr>
          <w:rFonts w:hint="eastAsia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tl/>
        </w:rPr>
        <w:t xml:space="preserve"> مدح فرمائ</w:t>
      </w:r>
      <w:r>
        <w:rPr>
          <w:rFonts w:hint="cs"/>
          <w:rtl/>
        </w:rPr>
        <w:t>ی</w:t>
      </w:r>
      <w:r>
        <w:rPr>
          <w:rtl/>
        </w:rPr>
        <w:t xml:space="preserve"> ہے ، اور ان 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حالانکہ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ذُرِّ</w:t>
      </w:r>
      <w:r w:rsidRPr="00000732">
        <w:rPr>
          <w:rStyle w:val="libAieChar"/>
          <w:rFonts w:hint="cs"/>
          <w:rtl/>
        </w:rPr>
        <w:t>یَّ</w:t>
      </w:r>
      <w:r w:rsidRPr="00000732">
        <w:rPr>
          <w:rStyle w:val="libAieChar"/>
          <w:rFonts w:hint="eastAsia"/>
          <w:rtl/>
        </w:rPr>
        <w:t>ةً</w:t>
      </w:r>
      <w:r w:rsidRPr="00000732">
        <w:rPr>
          <w:rStyle w:val="libAieChar"/>
          <w:rtl/>
        </w:rPr>
        <w:t xml:space="preserve"> بَعْضُ</w:t>
      </w:r>
      <w:r w:rsidRPr="00000732">
        <w:rPr>
          <w:rStyle w:val="libAieChar"/>
          <w:rFonts w:hint="cs"/>
          <w:rtl/>
        </w:rPr>
        <w:t xml:space="preserve">هَاْ مِنْ </w:t>
      </w:r>
      <w:r w:rsidRPr="00000732">
        <w:rPr>
          <w:rStyle w:val="libAieChar"/>
          <w:rtl/>
        </w:rPr>
        <w:t>بَعْضٍ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سلسلہ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تھا : </w:t>
      </w:r>
    </w:p>
    <w:p w:rsidR="00796B3A" w:rsidRDefault="00DF0876" w:rsidP="00000732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لَنَتَّخِذَنَّ عَلَ</w:t>
      </w:r>
      <w:r w:rsidRPr="00000732">
        <w:rPr>
          <w:rStyle w:val="libAieChar"/>
          <w:rFonts w:hint="cs"/>
          <w:rtl/>
        </w:rPr>
        <w:t>یْهِمْ</w:t>
      </w:r>
      <w:r w:rsidRPr="00000732">
        <w:rPr>
          <w:rStyle w:val="libAieChar"/>
          <w:rtl/>
        </w:rPr>
        <w:t xml:space="preserve"> مَسْجِداً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>
        <w:rPr>
          <w:rtl/>
        </w:rPr>
        <w:t xml:space="preserve"> 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کہا کہ ہم ان پر مسجد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اصحاف کہف کے مراقد پر مسجد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تاکہ ان کے پاس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 ،اور ا</w:t>
      </w:r>
      <w:r>
        <w:rPr>
          <w:rFonts w:hint="cs"/>
          <w:rtl/>
        </w:rPr>
        <w:t>ﷲ</w:t>
      </w:r>
      <w:r>
        <w:rPr>
          <w:rtl/>
        </w:rPr>
        <w:t xml:space="preserve"> نے ان کے عمل کو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مسلمان مؤمن صرف ا</w:t>
      </w:r>
      <w:r>
        <w:rPr>
          <w:rFonts w:hint="cs"/>
          <w:rtl/>
        </w:rPr>
        <w:t>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رکوع، سجدہ اور عبادت کرتا ہے ،اور وہ ان پاک ومطہر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صرف اس لئے جاتاہے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مکان مقدس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بناپر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قداست و کرامت حاصل ہے ،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)آل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3</w:t>
      </w:r>
      <w:r w:rsidR="00575FFE">
        <w:rPr>
          <w:rtl/>
        </w:rPr>
        <w:t>4</w:t>
      </w:r>
      <w:r>
        <w:rPr>
          <w:rtl/>
        </w:rPr>
        <w:t>.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)کہف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21</w:t>
      </w:r>
      <w:r>
        <w:rPr>
          <w:rtl/>
        </w:rPr>
        <w:t>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خدا فرماتاہے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وَاْتَّخِذُوْامِنْ مَقَاْمِ اِبْرَاْ</w:t>
      </w:r>
      <w:r w:rsidRPr="00000732">
        <w:rPr>
          <w:rStyle w:val="libAieChar"/>
          <w:rFonts w:hint="cs"/>
          <w:rtl/>
        </w:rPr>
        <w:t>هِیْ</w:t>
      </w:r>
      <w:r w:rsidRPr="00000732">
        <w:rPr>
          <w:rStyle w:val="libAieChar"/>
          <w:rFonts w:hint="eastAsia"/>
          <w:rtl/>
        </w:rPr>
        <w:t>مَ</w:t>
      </w:r>
      <w:r w:rsidRPr="00000732">
        <w:rPr>
          <w:rStyle w:val="libAieChar"/>
          <w:rtl/>
        </w:rPr>
        <w:t xml:space="preserve"> مُصَلًّ</w:t>
      </w:r>
      <w:r w:rsidRPr="00000732">
        <w:rPr>
          <w:rStyle w:val="libAieChar"/>
          <w:rFonts w:hint="cs"/>
          <w:rtl/>
        </w:rPr>
        <w:t>ی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>
        <w:rPr>
          <w:rtl/>
        </w:rPr>
        <w:t xml:space="preserve"> 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مصلے بناؤ۔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شخص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نمازپڑھے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صفا 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کرتا ہے،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سمجھ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وہ ان دونوں پہاڑوں ک</w:t>
      </w:r>
      <w:r>
        <w:rPr>
          <w:rFonts w:hint="cs"/>
          <w:rtl/>
        </w:rPr>
        <w:t>ی</w:t>
      </w:r>
      <w:r>
        <w:rPr>
          <w:rtl/>
        </w:rPr>
        <w:t xml:space="preserve"> عبادت کر رہا ہو 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ا</w:t>
      </w:r>
      <w:r>
        <w:rPr>
          <w:rFonts w:hint="cs"/>
          <w:rtl/>
        </w:rPr>
        <w:t>ﷲ</w:t>
      </w:r>
      <w:r>
        <w:rPr>
          <w:rtl/>
        </w:rPr>
        <w:t xml:space="preserve"> نے ان کو اپن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eastAsia"/>
          <w:rtl/>
        </w:rPr>
        <w:t>ے</w:t>
      </w:r>
      <w:r>
        <w:rPr>
          <w:rtl/>
        </w:rPr>
        <w:t xml:space="preserve"> لئے مبارک و مقدس جگہ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عرفہ ، من</w:t>
      </w:r>
      <w:r>
        <w:rPr>
          <w:rFonts w:hint="cs"/>
          <w:rtl/>
        </w:rPr>
        <w:t>ی</w:t>
      </w:r>
      <w:r>
        <w:rPr>
          <w:rtl/>
        </w:rPr>
        <w:t xml:space="preserve"> و عرفات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قداست ک</w:t>
      </w:r>
      <w:r>
        <w:rPr>
          <w:rFonts w:hint="cs"/>
          <w:rtl/>
        </w:rPr>
        <w:t>ی</w:t>
      </w:r>
      <w:r>
        <w:rPr>
          <w:rtl/>
        </w:rPr>
        <w:t xml:space="preserve"> وجہ ان کا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ہونا ہے۔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1" w:name="_Toc516569940"/>
      <w:r>
        <w:rPr>
          <w:rtl/>
        </w:rPr>
        <w:t>30:اہل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رسالت(ع) کے مبارک روضوں کےبارے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1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3</w:t>
      </w:r>
      <w:r w:rsidR="00F40765">
        <w:rPr>
          <w:rtl/>
        </w:rPr>
        <w:t>0</w:t>
      </w:r>
      <w:r w:rsidR="00796B3A">
        <w:rPr>
          <w:rtl/>
        </w:rPr>
        <w:t>۔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سبب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بنا پر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بھ</w:t>
      </w:r>
      <w:r w:rsidR="00796B3A">
        <w:rPr>
          <w:rFonts w:hint="cs"/>
          <w:rtl/>
        </w:rPr>
        <w:t>ی</w:t>
      </w:r>
      <w:r w:rsidR="00796B3A">
        <w:rPr>
          <w:rtl/>
        </w:rPr>
        <w:t>(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گر</w:t>
      </w:r>
      <w:r w:rsidR="00796B3A">
        <w:rPr>
          <w:rtl/>
        </w:rPr>
        <w:t xml:space="preserve"> مسلم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طرح) شان رسول اکرم </w:t>
      </w:r>
      <w:r w:rsidR="00796B3A">
        <w:rPr>
          <w:rFonts w:hint="cs"/>
          <w:rtl/>
        </w:rPr>
        <w:t xml:space="preserve"> و آل رسول کے محافظ اوراس کا ادراک کرنے والے ہی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اہل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رسالت(ع) کے مبارک روضوں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بڑے اہتمام سے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ارت</w:t>
      </w:r>
      <w:r w:rsidR="00796B3A">
        <w:rPr>
          <w:rtl/>
        </w:rPr>
        <w:t xml:space="preserve">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تاکہ اس سے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ہو ، اور ان سے عبرت حاصل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ان کے ساتھ پھر سے عہد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اس اقدار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پابند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جس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انھوں نے جہاد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ا،اور</w:t>
      </w:r>
      <w:r w:rsidR="00796B3A">
        <w:rPr>
          <w:rtl/>
        </w:rPr>
        <w:t xml:space="preserve">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حفاظت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شہ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ہوگئے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ان مشاہد مقدسہ کے زائر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ارتوں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اہل مراقد کے فضائل اور ان کے جہاد 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کا ذکر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انھوں نے جو نماز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قائم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اور زکاة ادا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</w:t>
      </w:r>
      <w:r w:rsidR="00796B3A">
        <w:rPr>
          <w:rFonts w:hint="eastAsia"/>
          <w:rtl/>
        </w:rPr>
        <w:t>س</w:t>
      </w:r>
      <w:r w:rsidR="00796B3A">
        <w:rPr>
          <w:rtl/>
        </w:rPr>
        <w:t xml:space="preserve"> کا تذکرہ رتے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ٔ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12</w:t>
      </w:r>
      <w:r w:rsidR="00575FFE">
        <w:rPr>
          <w:rtl/>
        </w:rPr>
        <w:t>5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انھوں نے 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رسول خدا </w:t>
      </w:r>
      <w:r>
        <w:rPr>
          <w:rFonts w:hint="cs"/>
          <w:rtl/>
        </w:rPr>
        <w:t xml:space="preserve"> کو اپنی</w:t>
      </w:r>
      <w:r>
        <w:rPr>
          <w:rtl/>
        </w:rPr>
        <w:t xml:space="preserve"> مظلوم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 ہمدرد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آپ نے بھ</w:t>
      </w:r>
      <w:r>
        <w:rPr>
          <w:rFonts w:hint="cs"/>
          <w:rtl/>
        </w:rPr>
        <w:t>ی</w:t>
      </w:r>
      <w:r>
        <w:rPr>
          <w:rtl/>
        </w:rPr>
        <w:t xml:space="preserve"> ان کا غم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: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حمزہ ک</w:t>
      </w:r>
      <w:r>
        <w:rPr>
          <w:rFonts w:hint="cs"/>
          <w:rtl/>
        </w:rPr>
        <w:t>ی</w:t>
      </w:r>
      <w:r>
        <w:rPr>
          <w:rtl/>
        </w:rPr>
        <w:t xml:space="preserve"> شہادت پر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''ولٰکن حمزة لا بواک</w:t>
      </w:r>
      <w:r>
        <w:rPr>
          <w:rFonts w:hint="cs"/>
          <w:rtl/>
        </w:rPr>
        <w:t>ی</w:t>
      </w:r>
      <w:r>
        <w:rPr>
          <w:rtl/>
        </w:rPr>
        <w:t xml:space="preserve"> لہ ''ہائے حمزہ پر کوئ</w:t>
      </w:r>
      <w:r>
        <w:rPr>
          <w:rFonts w:hint="cs"/>
          <w:rtl/>
        </w:rPr>
        <w:t>ی</w:t>
      </w:r>
      <w:r>
        <w:rPr>
          <w:rtl/>
        </w:rPr>
        <w:t xml:space="preserve"> رونے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 </w:t>
      </w:r>
      <w:r>
        <w:rPr>
          <w:rFonts w:hint="cs"/>
          <w:rtl/>
        </w:rPr>
        <w:t xml:space="preserve"> نے اپنے عزی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تھے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96B3A" w:rsidRDefault="00796B3A" w:rsidP="00796B3A">
      <w:pPr>
        <w:pStyle w:val="libNormal"/>
        <w:rPr>
          <w:rtl/>
        </w:rPr>
      </w:pPr>
      <w:r>
        <w:rPr>
          <w:rtl/>
        </w:rPr>
        <w:t>''</w:t>
      </w:r>
      <w:r w:rsidRPr="00000732">
        <w:rPr>
          <w:rStyle w:val="libArabicChar"/>
          <w:rtl/>
        </w:rPr>
        <w:t>زورواالقبورفان</w:t>
      </w:r>
      <w:r w:rsidR="00000732" w:rsidRPr="00000732">
        <w:rPr>
          <w:rStyle w:val="libArabicChar"/>
          <w:rFonts w:hint="cs"/>
          <w:rtl/>
        </w:rPr>
        <w:t>ه</w:t>
      </w:r>
      <w:r w:rsidRPr="00000732">
        <w:rPr>
          <w:rStyle w:val="libArabicChar"/>
          <w:rFonts w:hint="cs"/>
          <w:rtl/>
        </w:rPr>
        <w:t xml:space="preserve">اتذکرکم بالآخرة </w:t>
      </w:r>
      <w:r>
        <w:rPr>
          <w:rtl/>
        </w:rPr>
        <w:t xml:space="preserve">'' 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جہاد</w:t>
      </w:r>
      <w:r>
        <w:rPr>
          <w:rFonts w:hint="cs"/>
          <w:rtl/>
        </w:rPr>
        <w:t>ی</w:t>
      </w:r>
      <w:r>
        <w:rPr>
          <w:rtl/>
        </w:rPr>
        <w:t xml:space="preserve"> کارنامے آئندہ نسل کو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ہے جو ان ذوات مقدسہ نے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ان کے اندر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،شجاعت و جواں مرد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عقل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عمل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Fonts w:hint="eastAsia"/>
          <w:rtl/>
        </w:rPr>
        <w:t>سبک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؛شفاء السقام،ص</w:t>
      </w:r>
      <w:r w:rsidR="00C23250">
        <w:rPr>
          <w:rtl/>
        </w:rPr>
        <w:t>1</w:t>
      </w:r>
      <w:r w:rsidR="00F40765">
        <w:rPr>
          <w:rtl/>
        </w:rPr>
        <w:t>0</w:t>
      </w:r>
      <w:r w:rsidR="00C23250">
        <w:rPr>
          <w:rtl/>
        </w:rPr>
        <w:t>7</w:t>
      </w:r>
      <w:r>
        <w:rPr>
          <w:rtl/>
        </w:rPr>
        <w:t xml:space="preserve"> پراور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مثل سنن ابن ماجہ جلد</w:t>
      </w:r>
      <w:r w:rsidR="00C23250">
        <w:rPr>
          <w:rtl/>
        </w:rPr>
        <w:t>1</w:t>
      </w:r>
      <w:r>
        <w:rPr>
          <w:rtl/>
        </w:rPr>
        <w:t xml:space="preserve">، صفحہ </w:t>
      </w:r>
      <w:r w:rsidR="00C23250">
        <w:rPr>
          <w:rtl/>
        </w:rPr>
        <w:t>117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1F2471" w:rsidRDefault="001F2471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بزرگوںاور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مربوط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کو بہر صورت اورہر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عزت اور افتخار کا باعث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امتوں کا رجحان ان ک</w:t>
      </w:r>
      <w:r>
        <w:rPr>
          <w:rFonts w:hint="cs"/>
          <w:rtl/>
        </w:rPr>
        <w:t>ی</w:t>
      </w:r>
      <w:r>
        <w:rPr>
          <w:rtl/>
        </w:rPr>
        <w:t xml:space="preserve"> اقدار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و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چاہا ہے جب اس نے 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حالات کا بڑے اہتمام کے ساتھ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796B3A" w:rsidRDefault="001F2471" w:rsidP="00796B3A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C23250" w:rsidP="00000732">
      <w:pPr>
        <w:pStyle w:val="Heading2Center"/>
        <w:rPr>
          <w:rtl/>
        </w:rPr>
      </w:pPr>
      <w:bookmarkStart w:id="32" w:name="_Toc516569941"/>
      <w:r>
        <w:rPr>
          <w:rtl/>
        </w:rPr>
        <w:t>31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رسول اکرم </w:t>
      </w:r>
      <w:r w:rsidR="00796B3A">
        <w:rPr>
          <w:rFonts w:hint="cs"/>
          <w:rtl/>
        </w:rPr>
        <w:t xml:space="preserve"> اور ان کی</w:t>
      </w:r>
      <w:r w:rsidR="00796B3A">
        <w:rPr>
          <w:rtl/>
        </w:rPr>
        <w:t xml:space="preserve"> پاک آل سے شفاعت طلب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bookmarkEnd w:id="32"/>
      <w:r w:rsidR="00796B3A"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31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رسول اکرم </w:t>
      </w:r>
      <w:r w:rsidR="00796B3A">
        <w:rPr>
          <w:rFonts w:hint="cs"/>
          <w:rtl/>
        </w:rPr>
        <w:t xml:space="preserve"> اور ان کی</w:t>
      </w:r>
      <w:r w:rsidR="00796B3A">
        <w:rPr>
          <w:rtl/>
        </w:rPr>
        <w:t xml:space="preserve"> پاک آل سے شفاعت طلب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ان کو خدا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بارگاہ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اپنے گناہوں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مغفرت ، طلب حاجات، اور مر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ضوں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شفا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، وس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لہ</w:t>
      </w:r>
      <w:r w:rsidR="00796B3A">
        <w:rPr>
          <w:rtl/>
        </w:rPr>
        <w:t xml:space="preserve"> قرر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قرآن مج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نے اس بات کو نہ صرف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کہ بہترقرار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، بلکہ اس نے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</w:t>
      </w:r>
      <w:r w:rsidR="00796B3A">
        <w:rPr>
          <w:rFonts w:hint="eastAsia"/>
          <w:rtl/>
        </w:rPr>
        <w:t>واضح</w:t>
      </w:r>
      <w:r w:rsidR="00796B3A">
        <w:rPr>
          <w:rtl/>
        </w:rPr>
        <w:t xml:space="preserve"> انداز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ںدعوت</w:t>
      </w:r>
      <w:r w:rsidR="00796B3A">
        <w:rPr>
          <w:rtl/>
        </w:rPr>
        <w:t xml:space="preserve">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وَلَوْاَنَّ</w:t>
      </w:r>
      <w:r w:rsidRPr="00000732">
        <w:rPr>
          <w:rStyle w:val="libAieChar"/>
          <w:rFonts w:hint="cs"/>
          <w:rtl/>
        </w:rPr>
        <w:t>هُمْ اِذْظَّلَمُوْا اَنَفُسَهُمْ جَائُ ْوکَ فَاْسْتَغْفِرُوْااﷲَ</w:t>
      </w:r>
      <w:r w:rsidRPr="00000732">
        <w:rPr>
          <w:rStyle w:val="libAieChar"/>
          <w:rtl/>
        </w:rPr>
        <w:t xml:space="preserve"> وَاْسْتَغْفَرَلَ</w:t>
      </w:r>
      <w:r w:rsidRPr="00000732">
        <w:rPr>
          <w:rStyle w:val="libAieChar"/>
          <w:rFonts w:hint="cs"/>
          <w:rtl/>
        </w:rPr>
        <w:t xml:space="preserve">هُمْ </w:t>
      </w:r>
      <w:r w:rsidRPr="00000732">
        <w:rPr>
          <w:rStyle w:val="libAieChar"/>
          <w:rtl/>
        </w:rPr>
        <w:t>الرَّسُوْلُ لَوَجَدُوْاا</w:t>
      </w:r>
      <w:r w:rsidRPr="00000732">
        <w:rPr>
          <w:rStyle w:val="libAieChar"/>
          <w:rFonts w:hint="cs"/>
          <w:rtl/>
        </w:rPr>
        <w:t>ﷲَ</w:t>
      </w:r>
      <w:r w:rsidRPr="00000732">
        <w:rPr>
          <w:rStyle w:val="libAieChar"/>
          <w:rtl/>
        </w:rPr>
        <w:t xml:space="preserve"> تَوَّاْباًرَحِ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ماً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کاش جب ان لوگوں نے اپنے نفس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کے پاس آتے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گناہوں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استغفار کرتا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بڑا ہ</w:t>
      </w:r>
      <w:r>
        <w:rPr>
          <w:rFonts w:hint="cs"/>
          <w:rtl/>
        </w:rPr>
        <w:t>ی</w:t>
      </w:r>
      <w:r>
        <w:rPr>
          <w:rtl/>
        </w:rPr>
        <w:t xml:space="preserve"> توبہ قبول کرنے والا اور مہربان پاتے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DF0876" w:rsidRPr="00DF0876">
        <w:rPr>
          <w:rStyle w:val="libAlaemChar"/>
          <w:rtl/>
        </w:rPr>
        <w:t>(</w:t>
      </w:r>
      <w:r w:rsidR="00DF0876">
        <w:rPr>
          <w:rStyle w:val="libAieChar"/>
          <w:rtl/>
        </w:rPr>
        <w:t xml:space="preserve"> </w:t>
      </w:r>
      <w:r w:rsidR="00DF0876" w:rsidRPr="00000732">
        <w:rPr>
          <w:rStyle w:val="libAieChar"/>
          <w:rtl/>
        </w:rPr>
        <w:t xml:space="preserve">وَلَسَوْفَ </w:t>
      </w:r>
      <w:r w:rsidR="00DF0876" w:rsidRPr="00000732">
        <w:rPr>
          <w:rStyle w:val="libAieChar"/>
          <w:rFonts w:hint="cs"/>
          <w:rtl/>
        </w:rPr>
        <w:t>یُ</w:t>
      </w:r>
      <w:r w:rsidR="00DF0876" w:rsidRPr="00000732">
        <w:rPr>
          <w:rStyle w:val="libAieChar"/>
          <w:rFonts w:hint="eastAsia"/>
          <w:rtl/>
        </w:rPr>
        <w:t>عْطِ</w:t>
      </w:r>
      <w:r w:rsidR="00DF0876" w:rsidRPr="00000732">
        <w:rPr>
          <w:rStyle w:val="libAieChar"/>
          <w:rFonts w:hint="cs"/>
          <w:rtl/>
        </w:rPr>
        <w:t>یْ</w:t>
      </w:r>
      <w:r w:rsidR="00DF0876" w:rsidRPr="00000732">
        <w:rPr>
          <w:rStyle w:val="libAieChar"/>
          <w:rFonts w:hint="eastAsia"/>
          <w:rtl/>
        </w:rPr>
        <w:t>کَ</w:t>
      </w:r>
      <w:r w:rsidR="00DF0876" w:rsidRPr="00000732">
        <w:rPr>
          <w:rStyle w:val="libAieChar"/>
          <w:rtl/>
        </w:rPr>
        <w:t xml:space="preserve"> رَبُّکَ فَتَرْضَ</w:t>
      </w:r>
      <w:r w:rsidR="00DF0876" w:rsidRPr="00000732">
        <w:rPr>
          <w:rStyle w:val="libAieChar"/>
          <w:rFonts w:hint="cs"/>
          <w:rtl/>
        </w:rPr>
        <w:t>ی</w:t>
      </w:r>
      <w:r w:rsidR="00DF0876">
        <w:rPr>
          <w:rStyle w:val="libAieChar"/>
          <w:rtl/>
        </w:rPr>
        <w:t xml:space="preserve"> </w:t>
      </w:r>
      <w:r w:rsidR="00DF0876" w:rsidRPr="00DF0876">
        <w:rPr>
          <w:rStyle w:val="libAlaemChar"/>
          <w:rtl/>
        </w:rPr>
        <w:t>)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ٔ نساء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75FFE">
        <w:rPr>
          <w:rtl/>
        </w:rPr>
        <w:t>64</w:t>
      </w:r>
      <w:r>
        <w:rPr>
          <w:rtl/>
        </w:rPr>
        <w:t xml:space="preserve">. 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 سورہ ٔ ضح</w:t>
      </w:r>
      <w:r>
        <w:rPr>
          <w:rFonts w:hint="cs"/>
          <w:rtl/>
        </w:rPr>
        <w:t>ی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75FFE">
        <w:rPr>
          <w:rtl/>
        </w:rPr>
        <w:t>5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تمھارا پروردگار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عطا کرے گا کہ تم خوش ہوجاؤ۔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سے مرادمقام شفاعت ہے ۔ </w:t>
      </w:r>
    </w:p>
    <w:p w:rsidR="00796B3A" w:rsidRDefault="00796B3A" w:rsidP="00DF08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معقول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رسول اکرم </w:t>
      </w:r>
      <w:r>
        <w:rPr>
          <w:rFonts w:hint="cs"/>
          <w:rtl/>
        </w:rPr>
        <w:t xml:space="preserve"> کو خدا گنہگاروں کی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مقام شفاعت اور صاحبان حاجات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مقام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دے اور دوسر</w:t>
      </w:r>
      <w:r>
        <w:rPr>
          <w:rFonts w:hint="cs"/>
          <w:rtl/>
        </w:rPr>
        <w:t>ی</w:t>
      </w:r>
      <w:r>
        <w:rPr>
          <w:rtl/>
        </w:rPr>
        <w:t xml:space="preserve"> طرف لوگوں کو منع فرمائے کہ ان سے شفاعت طلب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پر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کہ آپ اس مقام سے کوئ</w:t>
      </w:r>
      <w:r>
        <w:rPr>
          <w:rFonts w:hint="cs"/>
          <w:rtl/>
        </w:rPr>
        <w:t>ی</w:t>
      </w:r>
      <w:r>
        <w:rPr>
          <w:rtl/>
        </w:rPr>
        <w:t xml:space="preserve"> استفاد</w:t>
      </w:r>
      <w:r>
        <w:rPr>
          <w:rFonts w:hint="eastAsia"/>
          <w:rtl/>
        </w:rPr>
        <w:t>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ذکرنہ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انھوں نے اپنے والد سے شفاعت طلب ک</w:t>
      </w:r>
      <w:r>
        <w:rPr>
          <w:rFonts w:hint="cs"/>
          <w:rtl/>
        </w:rPr>
        <w:t>ی</w:t>
      </w:r>
      <w:r>
        <w:rPr>
          <w:rtl/>
        </w:rPr>
        <w:t xml:space="preserve"> ، اور اس طرح کہا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00732">
        <w:rPr>
          <w:rStyle w:val="libAieChar"/>
          <w:rFonts w:hint="cs"/>
          <w:rtl/>
        </w:rPr>
        <w:t>یٰ</w:t>
      </w:r>
      <w:r w:rsidRPr="00000732">
        <w:rPr>
          <w:rStyle w:val="libAieChar"/>
          <w:rFonts w:hint="eastAsia"/>
          <w:rtl/>
        </w:rPr>
        <w:t>ا</w:t>
      </w:r>
      <w:r w:rsidRPr="00000732">
        <w:rPr>
          <w:rStyle w:val="libAieChar"/>
          <w:rtl/>
        </w:rPr>
        <w:t xml:space="preserve"> اَبَانَااسْتَغْفِرْلَنَا ذُنُوْبَنَااِنَّاکُنَّاخَاطِئِ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نَ</w:t>
      </w:r>
      <w:r>
        <w:rPr>
          <w:rStyle w:val="libAieChar"/>
          <w:rFonts w:hint="cs"/>
          <w:rtl/>
        </w:rPr>
        <w:t xml:space="preserve"> </w:t>
      </w:r>
      <w:r w:rsidRPr="00DF0876">
        <w:rPr>
          <w:rStyle w:val="libAlaemChar"/>
          <w:rFonts w:hint="cs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بابا</w:t>
      </w:r>
      <w:r>
        <w:rPr>
          <w:rtl/>
        </w:rPr>
        <w:t xml:space="preserve"> جان اب آپ ہمارے گناہوں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خطا کار تھے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معصوم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ان 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 xml:space="preserve"> سَوْفَ اَسْتَغْفِرُ لَکُم رَبِّ</w:t>
      </w:r>
      <w:r w:rsidRPr="00000732">
        <w:rPr>
          <w:rStyle w:val="libAieChar"/>
          <w:rFonts w:hint="cs"/>
          <w:rtl/>
        </w:rPr>
        <w:t>ی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تمھارے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پروردگا ر سے استغفار کروں گا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کہ نب</w:t>
      </w:r>
      <w:r>
        <w:rPr>
          <w:rFonts w:hint="cs"/>
          <w:rtl/>
        </w:rPr>
        <w:t>ی</w:t>
      </w:r>
      <w:r>
        <w:rPr>
          <w:rtl/>
        </w:rPr>
        <w:t xml:space="preserve"> اور ائمہ (ع) مر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سے دعا طلب کرنا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خاصان خدا زندہ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سے حضرت محمد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 xml:space="preserve">)سورہ 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97</w:t>
      </w:r>
      <w:r>
        <w:rPr>
          <w:rtl/>
        </w:rPr>
        <w:t xml:space="preserve">. 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 xml:space="preserve">)سورہ 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 w:rsidR="00C23250">
        <w:rPr>
          <w:rtl/>
        </w:rPr>
        <w:t>9</w:t>
      </w:r>
      <w:r w:rsidR="00575FFE">
        <w:rPr>
          <w:rtl/>
        </w:rPr>
        <w:t>8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 xml:space="preserve"> جن کے بارے می</w:t>
      </w:r>
      <w:r>
        <w:rPr>
          <w:rFonts w:hint="eastAsia"/>
          <w:rtl/>
        </w:rPr>
        <w:t>ںخدا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وَکَذٰلِکَ جَعَلْنَاکُمْ اُمَّةً وَسَطاً لِتَکُوْنُوْا شُ</w:t>
      </w:r>
      <w:r w:rsidRPr="00000732">
        <w:rPr>
          <w:rStyle w:val="libAieChar"/>
          <w:rFonts w:hint="cs"/>
          <w:rtl/>
        </w:rPr>
        <w:t>هَدائ</w:t>
      </w:r>
      <w:r w:rsidRPr="00000732">
        <w:rPr>
          <w:rStyle w:val="libAieChar"/>
          <w:rtl/>
        </w:rPr>
        <w:t>َ عَلَ</w:t>
      </w:r>
      <w:r w:rsidRPr="00000732">
        <w:rPr>
          <w:rStyle w:val="libAieChar"/>
          <w:rFonts w:hint="cs"/>
          <w:rtl/>
        </w:rPr>
        <w:t>ی</w:t>
      </w:r>
      <w:r w:rsidRPr="00000732">
        <w:rPr>
          <w:rStyle w:val="libAieChar"/>
          <w:rtl/>
        </w:rPr>
        <w:t xml:space="preserve"> النَّاسِ وَ</w:t>
      </w:r>
      <w:r w:rsidRPr="00000732">
        <w:rPr>
          <w:rStyle w:val="libAieChar"/>
          <w:rFonts w:hint="cs"/>
          <w:rtl/>
        </w:rPr>
        <w:t>یَ</w:t>
      </w:r>
      <w:r w:rsidRPr="00000732">
        <w:rPr>
          <w:rStyle w:val="libAieChar"/>
          <w:rFonts w:hint="eastAsia"/>
          <w:rtl/>
        </w:rPr>
        <w:t>کُوْنُ</w:t>
      </w:r>
      <w:r w:rsidRPr="00000732">
        <w:rPr>
          <w:rStyle w:val="libAieChar"/>
          <w:rtl/>
        </w:rPr>
        <w:t xml:space="preserve"> الرَّسُوْلُ عَلَ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کُمْ</w:t>
      </w:r>
      <w:r w:rsidRPr="00000732">
        <w:rPr>
          <w:rStyle w:val="libAieChar"/>
          <w:rtl/>
        </w:rPr>
        <w:t xml:space="preserve"> شَ</w:t>
      </w:r>
      <w:r w:rsidRPr="00000732">
        <w:rPr>
          <w:rStyle w:val="libAieChar"/>
          <w:rFonts w:hint="cs"/>
          <w:rtl/>
        </w:rPr>
        <w:t>هِیْ</w:t>
      </w:r>
      <w:r w:rsidRPr="00000732">
        <w:rPr>
          <w:rStyle w:val="libAieChar"/>
          <w:rFonts w:hint="eastAsia"/>
          <w:rtl/>
        </w:rPr>
        <w:t>داً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>
        <w:rPr>
          <w:rtl/>
        </w:rPr>
        <w:t xml:space="preserve"> 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طرح ہم نے تم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تاکہ تم لوگوں کے اعمال کے گواہ رہو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تمھارے اعمال کے گواہ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شہ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ً''کے معن</w:t>
      </w:r>
      <w:r>
        <w:rPr>
          <w:rFonts w:hint="cs"/>
          <w:rtl/>
        </w:rPr>
        <w:t>ی</w:t>
      </w:r>
      <w:r>
        <w:rPr>
          <w:rtl/>
        </w:rPr>
        <w:t xml:space="preserve">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وَقُلِ اْعْمَلُوْافَسَ</w:t>
      </w:r>
      <w:r w:rsidRPr="00000732">
        <w:rPr>
          <w:rStyle w:val="libAieChar"/>
          <w:rFonts w:hint="cs"/>
          <w:rtl/>
        </w:rPr>
        <w:t>یَ</w:t>
      </w:r>
      <w:r w:rsidRPr="00000732">
        <w:rPr>
          <w:rStyle w:val="libAieChar"/>
          <w:rFonts w:hint="eastAsia"/>
          <w:rtl/>
        </w:rPr>
        <w:t>رَ</w:t>
      </w:r>
      <w:r w:rsidRPr="00000732">
        <w:rPr>
          <w:rStyle w:val="libAieChar"/>
          <w:rFonts w:hint="cs"/>
          <w:rtl/>
        </w:rPr>
        <w:t>ی</w:t>
      </w:r>
      <w:r w:rsidRPr="00000732">
        <w:rPr>
          <w:rStyle w:val="libAieChar"/>
          <w:rtl/>
        </w:rPr>
        <w:t xml:space="preserve"> ا</w:t>
      </w:r>
      <w:r w:rsidRPr="00000732">
        <w:rPr>
          <w:rStyle w:val="libAieChar"/>
          <w:rFonts w:hint="cs"/>
          <w:rtl/>
        </w:rPr>
        <w:t>ﷲُ</w:t>
      </w:r>
      <w:r w:rsidRPr="00000732">
        <w:rPr>
          <w:rStyle w:val="libAieChar"/>
          <w:rtl/>
        </w:rPr>
        <w:t xml:space="preserve"> عَمَلَکُمْ وَرَسوُلُ</w:t>
      </w:r>
      <w:r w:rsidRPr="00000732">
        <w:rPr>
          <w:rStyle w:val="libAieChar"/>
          <w:rFonts w:hint="cs"/>
          <w:rtl/>
        </w:rPr>
        <w:t>هُ وَاْلمُؤْمِنُوْنَ</w:t>
      </w:r>
      <w:r>
        <w:rPr>
          <w:rStyle w:val="libAieChar"/>
          <w:rtl/>
        </w:rPr>
        <w:t xml:space="preserve"> ) </w:t>
      </w:r>
      <w:r w:rsidR="00796B3A">
        <w:rPr>
          <w:rtl/>
        </w:rPr>
        <w:t xml:space="preserve"> 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تم لوگ عمل کرتے رہو کہ تمھارے عمل کو ا</w:t>
      </w:r>
      <w:r>
        <w:rPr>
          <w:rFonts w:hint="cs"/>
          <w:rtl/>
        </w:rPr>
        <w:t>ﷲ</w:t>
      </w:r>
      <w:r>
        <w:rPr>
          <w:rtl/>
        </w:rPr>
        <w:t xml:space="preserve"> ،رسول اور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چاند، سورج اور رات و دن ک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،لہٰذا رسول اسلام اور آپ ک</w:t>
      </w:r>
      <w:r>
        <w:rPr>
          <w:rFonts w:hint="cs"/>
          <w:rtl/>
        </w:rPr>
        <w:t>ی</w:t>
      </w:r>
      <w:r>
        <w:rPr>
          <w:rtl/>
        </w:rPr>
        <w:t xml:space="preserve"> پاک آل لوگوں پر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شہدا ء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نے اپن</w:t>
      </w:r>
      <w:r>
        <w:rPr>
          <w:rFonts w:hint="cs"/>
          <w:rtl/>
        </w:rPr>
        <w:t>ی</w:t>
      </w:r>
      <w:r>
        <w:rPr>
          <w:rtl/>
        </w:rPr>
        <w:t xml:space="preserve"> کتاب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متعدد مرتبہ کہا ہے 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C23250" w:rsidP="00000732">
      <w:pPr>
        <w:pStyle w:val="Heading2Center"/>
        <w:rPr>
          <w:rtl/>
        </w:rPr>
      </w:pPr>
      <w:bookmarkStart w:id="33" w:name="_Toc516569942"/>
      <w:r>
        <w:rPr>
          <w:rtl/>
        </w:rPr>
        <w:t>32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ائمہ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ولادت پر محفل اور خوش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پروگرام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bookmarkEnd w:id="33"/>
      <w:r w:rsidR="00796B3A"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32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نب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ائمہ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ولادت پر محفل اور خوش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پروگرام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وفات پر ماتم و عزا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 ان پروگراموں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کے فضائل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ٔ بقرہ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C23250">
        <w:rPr>
          <w:rtl/>
        </w:rPr>
        <w:t>1</w:t>
      </w:r>
      <w:r w:rsidR="00575FFE">
        <w:rPr>
          <w:rtl/>
        </w:rPr>
        <w:t>4</w:t>
      </w:r>
      <w:r w:rsidR="00C23250">
        <w:rPr>
          <w:rtl/>
        </w:rPr>
        <w:t>3</w:t>
      </w:r>
      <w:r>
        <w:rPr>
          <w:rtl/>
        </w:rPr>
        <w:t xml:space="preserve">. 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)سورہ ٔ توبہ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1</w:t>
      </w:r>
      <w:r w:rsidR="00F40765">
        <w:rPr>
          <w:rtl/>
        </w:rPr>
        <w:t>0</w:t>
      </w:r>
      <w:r w:rsidR="00575FFE">
        <w:rPr>
          <w:rtl/>
        </w:rPr>
        <w:t>5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مناقب اور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کا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نقل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تک پہنچ</w:t>
      </w:r>
      <w:r>
        <w:rPr>
          <w:rFonts w:hint="cs"/>
          <w:rtl/>
        </w:rPr>
        <w:t>ی</w:t>
      </w:r>
      <w:r>
        <w:rPr>
          <w:rtl/>
        </w:rPr>
        <w:t xml:space="preserve">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قرآن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بار بار نب</w:t>
      </w:r>
      <w:r>
        <w:rPr>
          <w:rFonts w:hint="cs"/>
          <w:rtl/>
        </w:rPr>
        <w:t>ی</w:t>
      </w:r>
      <w:r>
        <w:rPr>
          <w:rtl/>
        </w:rPr>
        <w:t xml:space="preserve"> اکرم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مناقب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سراہا ہے ،اور تمام لوگوں کے اذہان کو</w:t>
      </w:r>
      <w:r>
        <w:rPr>
          <w:rFonts w:hint="eastAsia"/>
          <w:rtl/>
        </w:rPr>
        <w:t>؛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،اقتداء</w:t>
      </w:r>
      <w:r>
        <w:rPr>
          <w:rtl/>
        </w:rPr>
        <w:t xml:space="preserve"> ،عبرت اورہدا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خاطر اس ک</w:t>
      </w:r>
      <w:r>
        <w:rPr>
          <w:rFonts w:hint="cs"/>
          <w:rtl/>
        </w:rPr>
        <w:t>ی</w:t>
      </w:r>
      <w:r>
        <w:rPr>
          <w:rtl/>
        </w:rPr>
        <w:t xml:space="preserve"> طرف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افعال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عورت اور مردوں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مخلوط ہونا،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ان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نااور</w:t>
      </w:r>
      <w:r>
        <w:rPr>
          <w:rtl/>
        </w:rPr>
        <w:t xml:space="preserve"> مدح و ثنا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کرنا ۔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دوسرے نا مناسب افعال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مسلم حدود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رکھا جائے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لئے قرآن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و سنت سے استنباط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کوئ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قاعدہ صادق نہ ہوتا ہو۔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4" w:name="_Toc516569943"/>
      <w:r>
        <w:rPr>
          <w:rtl/>
        </w:rPr>
        <w:t>33:احاد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4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33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کتابوں سے استفادہ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جو احاد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</w:t>
      </w:r>
      <w:r w:rsidR="00796B3A">
        <w:rPr>
          <w:rtl/>
        </w:rPr>
        <w:t xml:space="preserve"> رسول اکرم اور اہل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عصمت و طہارت (ع)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روا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ات</w:t>
      </w:r>
      <w:r w:rsidR="00796B3A">
        <w:rPr>
          <w:rtl/>
        </w:rPr>
        <w:t xml:space="preserve"> پر مشتمل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>'' الکاف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'' مؤلفہ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 xml:space="preserve">) غلو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انسان کو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اذن خدا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ثقة</w:t>
      </w:r>
      <w:r>
        <w:rPr>
          <w:rtl/>
        </w:rPr>
        <w:t xml:space="preserve">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. ''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''مؤلفہ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صدوق. ''استبصار'' اور ''تہذ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 مؤلفہ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ان کے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ان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 ء ان ک</w:t>
      </w:r>
      <w:r>
        <w:rPr>
          <w:rFonts w:hint="cs"/>
          <w:rtl/>
        </w:rPr>
        <w:t>ی</w:t>
      </w:r>
      <w:r>
        <w:rPr>
          <w:rtl/>
        </w:rPr>
        <w:t xml:space="preserve"> تما 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، بلکہ وہ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eastAsia"/>
          <w:rtl/>
        </w:rPr>
        <w:t>ائط</w:t>
      </w:r>
      <w:r>
        <w:rPr>
          <w:rtl/>
        </w:rPr>
        <w:t xml:space="preserve"> صحت پر کھر</w:t>
      </w:r>
      <w:r>
        <w:rPr>
          <w:rFonts w:hint="cs"/>
          <w:rtl/>
        </w:rPr>
        <w:t>ی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 ہوں ،جو علم درا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رجال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C23250" w:rsidP="00F40765">
      <w:pPr>
        <w:pStyle w:val="Heading2Center"/>
        <w:rPr>
          <w:rtl/>
        </w:rPr>
      </w:pPr>
      <w:bookmarkStart w:id="35" w:name="_Toc516569944"/>
      <w:r>
        <w:rPr>
          <w:rtl/>
        </w:rPr>
        <w:t>3</w:t>
      </w:r>
      <w:r w:rsidR="00575FFE">
        <w:rPr>
          <w:rtl/>
        </w:rPr>
        <w:t>4</w:t>
      </w:r>
      <w:r w:rsidR="00796B3A">
        <w:rPr>
          <w:rtl/>
        </w:rPr>
        <w:t>۔ ( عقائد ، فقہ اور دعا و اخلاق کے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)</w:t>
      </w:r>
      <w:bookmarkEnd w:id="35"/>
      <w:r w:rsidR="00796B3A">
        <w:rPr>
          <w:rtl/>
        </w:rPr>
        <w:t xml:space="preserve"> </w:t>
      </w:r>
    </w:p>
    <w:p w:rsidR="00796B3A" w:rsidRDefault="00C23250" w:rsidP="00C90317">
      <w:pPr>
        <w:pStyle w:val="libNormal"/>
        <w:rPr>
          <w:rtl/>
        </w:rPr>
      </w:pPr>
      <w:r>
        <w:rPr>
          <w:rtl/>
        </w:rPr>
        <w:t>3</w:t>
      </w:r>
      <w:r w:rsidR="00575FFE">
        <w:rPr>
          <w:rtl/>
        </w:rPr>
        <w:t>4</w:t>
      </w:r>
      <w:r w:rsidR="00796B3A">
        <w:rPr>
          <w:rtl/>
        </w:rPr>
        <w:t>۔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قہ</w:t>
      </w:r>
      <w:r w:rsidR="00796B3A">
        <w:rPr>
          <w:rtl/>
        </w:rPr>
        <w:t xml:space="preserve"> سے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>( عقائد ، فقہ اور دعا و اخلاق کے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) دوسر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کتابوں سے استفادہ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ائمہ (ع) سے مختلف قسم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نقل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گئ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نہج البلاغہ ، جسے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رض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نے تال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ہے ، اور اس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امام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ـکے خطبے ، خطوط ، اور حکمت آم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</w:t>
      </w:r>
      <w:r w:rsidR="00796B3A">
        <w:rPr>
          <w:rtl/>
        </w:rPr>
        <w:t xml:space="preserve"> مختصر کلمات موجود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 امام ز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العابد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 الحس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کا '' رسالۂ حقوق '' اور ''صح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فہ</w:t>
      </w:r>
      <w:r w:rsidR="00796B3A">
        <w:rPr>
          <w:rtl/>
        </w:rPr>
        <w:t xml:space="preserve"> ٔ سجاد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''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امام 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ـ کا''صح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فۂ</w:t>
      </w:r>
      <w:r w:rsidR="00796B3A">
        <w:rPr>
          <w:rtl/>
        </w:rPr>
        <w:t xml:space="preserve"> علو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>'' اور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گر</w:t>
      </w:r>
      <w:r w:rsidR="00796B3A">
        <w:rPr>
          <w:rtl/>
        </w:rPr>
        <w:t xml:space="preserve"> کتاب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</w:t>
      </w:r>
      <w:r w:rsidR="00796B3A">
        <w:rPr>
          <w:rtl/>
        </w:rPr>
        <w:t xml:space="preserve"> اخبار رضا ، التوح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، خصال ، علل الشرائع اور معان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الاخبار ؛ مؤلفہ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tl/>
        </w:rPr>
        <w:t xml:space="preserve"> صدوق وغ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رہ</w:t>
      </w:r>
      <w:r w:rsidR="00796B3A">
        <w:rPr>
          <w:rtl/>
        </w:rPr>
        <w:t xml:space="preserve">۔ </w:t>
      </w:r>
      <w:r w:rsidR="00796B3A">
        <w:rPr>
          <w:rtl/>
        </w:rPr>
        <w:cr/>
      </w:r>
      <w:r w:rsidR="001F2471"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6" w:name="_Toc516569945"/>
      <w:r>
        <w:rPr>
          <w:rtl/>
        </w:rPr>
        <w:t>35:اہلسنت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6"/>
      <w:r>
        <w:rPr>
          <w:rtl/>
        </w:rPr>
        <w:t xml:space="preserve"> </w:t>
      </w:r>
    </w:p>
    <w:p w:rsidR="00796B3A" w:rsidRDefault="00C23250" w:rsidP="00DF0876">
      <w:pPr>
        <w:pStyle w:val="libNormal"/>
        <w:rPr>
          <w:rtl/>
        </w:rPr>
      </w:pPr>
      <w:r>
        <w:rPr>
          <w:rtl/>
        </w:rPr>
        <w:t>3</w:t>
      </w:r>
      <w:r w:rsidR="00575FFE">
        <w:rPr>
          <w:rtl/>
        </w:rPr>
        <w:t>5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بعض اوقات ان صح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ح</w:t>
      </w:r>
      <w:r w:rsidR="00796B3A">
        <w:rPr>
          <w:rtl/>
        </w:rPr>
        <w:t xml:space="preserve"> احاد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ث</w:t>
      </w:r>
      <w:r w:rsidR="00796B3A">
        <w:rPr>
          <w:rtl/>
        </w:rPr>
        <w:t xml:space="preserve"> رسول </w:t>
      </w:r>
      <w:r w:rsidR="00796B3A">
        <w:rPr>
          <w:rFonts w:hint="cs"/>
          <w:rtl/>
        </w:rPr>
        <w:t>سے بھی</w:t>
      </w:r>
      <w:r w:rsidR="00796B3A">
        <w:rPr>
          <w:rtl/>
        </w:rPr>
        <w:t xml:space="preserve"> بغ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تعصب و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نہ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نخوت و تکبرکے استناد کرتا ہے جو اہل سنت والجماعت</w:t>
      </w:r>
      <w:r w:rsidR="00796B3A" w:rsidRPr="00000732">
        <w:rPr>
          <w:rStyle w:val="libFootnotenumChar"/>
          <w:rtl/>
        </w:rPr>
        <w:t>(</w:t>
      </w:r>
      <w:r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بھائ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بات پر توجہ کرنا ضرور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سنت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1F2471">
        <w:rPr>
          <w:rFonts w:hint="cs"/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 سنت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، اسے قولا ً، عملاً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رسول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پر کما حقہ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عقائد ، ان ک</w:t>
      </w:r>
      <w:r>
        <w:rPr>
          <w:rFonts w:hint="cs"/>
          <w:rtl/>
        </w:rPr>
        <w:t>ی</w:t>
      </w:r>
      <w:r>
        <w:rPr>
          <w:rtl/>
        </w:rPr>
        <w:t xml:space="preserve"> فقہ ، اور ان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شاہد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موسوعہ (معجم) بھ</w:t>
      </w:r>
      <w:r>
        <w:rPr>
          <w:rFonts w:hint="cs"/>
          <w:rtl/>
        </w:rPr>
        <w:t>ی</w:t>
      </w:r>
      <w:r>
        <w:rPr>
          <w:rtl/>
        </w:rPr>
        <w:t xml:space="preserve"> دس جلدوں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ہوئ</w:t>
      </w:r>
      <w:r>
        <w:rPr>
          <w:rFonts w:hint="cs"/>
          <w:rtl/>
        </w:rPr>
        <w:t>ی</w:t>
      </w:r>
      <w:r>
        <w:rPr>
          <w:rtl/>
        </w:rPr>
        <w:t xml:space="preserve"> ہے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و مصادر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کا نام'' سنن النب</w:t>
      </w:r>
      <w:r>
        <w:rPr>
          <w:rFonts w:hint="cs"/>
          <w:rtl/>
        </w:rPr>
        <w:t>ی</w:t>
      </w:r>
      <w:r>
        <w:rPr>
          <w:rtl/>
        </w:rPr>
        <w:t xml:space="preserve"> ''ہے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DF0876">
      <w:pPr>
        <w:pStyle w:val="libNormal"/>
        <w:rPr>
          <w:rtl/>
        </w:rPr>
      </w:pPr>
      <w:r>
        <w:rPr>
          <w:rFonts w:hint="eastAsia"/>
          <w:rtl/>
        </w:rPr>
        <w:t>کتابوں</w:t>
      </w:r>
      <w:r w:rsidR="001F2471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پر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گواہ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کرام، ازواج نب</w:t>
      </w:r>
      <w:r>
        <w:rPr>
          <w:rFonts w:hint="cs"/>
          <w:rtl/>
        </w:rPr>
        <w:t>ی</w:t>
      </w:r>
      <w:r>
        <w:rPr>
          <w:rtl/>
        </w:rPr>
        <w:t xml:space="preserve"> ، رسول کے مشہور صحابہ اور اکابرراو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انس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رہما،</w:t>
      </w:r>
      <w:r>
        <w:rPr>
          <w:rtl/>
        </w:rPr>
        <w:t xml:space="preserve">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کے ساتھ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متعارض نہ ہو، اور نہ ہ</w:t>
      </w:r>
      <w:r>
        <w:rPr>
          <w:rFonts w:hint="cs"/>
          <w:rtl/>
        </w:rPr>
        <w:t>ی</w:t>
      </w:r>
      <w:r>
        <w:rPr>
          <w:rtl/>
        </w:rPr>
        <w:t xml:space="preserve"> عقل محکم (سالم)اور اجماع علماء کے مخالف ہو 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7" w:name="_Toc516569946"/>
      <w:r>
        <w:rPr>
          <w:rtl/>
        </w:rPr>
        <w:t>36: مسلمانوں ک</w:t>
      </w:r>
      <w:r>
        <w:rPr>
          <w:rFonts w:hint="cs"/>
          <w:rtl/>
        </w:rPr>
        <w:t>ی</w:t>
      </w:r>
      <w:r>
        <w:rPr>
          <w:rtl/>
        </w:rPr>
        <w:t xml:space="preserve"> دور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tl/>
        </w:rPr>
        <w:t xml:space="preserve"> علت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7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</w:t>
      </w:r>
      <w:r w:rsidR="00575FFE">
        <w:rPr>
          <w:rtl/>
        </w:rPr>
        <w:t>6</w:t>
      </w:r>
      <w:r w:rsidR="00796B3A">
        <w:rPr>
          <w:rtl/>
        </w:rPr>
        <w:t xml:space="preserve"> 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کہ مسلمانوں کو دور قد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و جد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جن مشکلات، جان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مال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نقصان کا سامنا کرنا پڑا ہے ،وہ صرف ان دو 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زوں</w:t>
      </w:r>
      <w:r w:rsidR="00796B3A">
        <w:rPr>
          <w:rtl/>
        </w:rPr>
        <w:t xml:space="preserve"> کا نت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جہ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: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</w:t>
      </w:r>
      <w:r w:rsidR="00796B3A">
        <w:rPr>
          <w:rtl/>
        </w:rPr>
        <w:t>۔اہل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(ع) کو بھلا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نا</w:t>
      </w:r>
      <w:r w:rsidR="00796B3A">
        <w:rPr>
          <w:rtl/>
        </w:rPr>
        <w:t xml:space="preserve"> جبکہ وہ در حق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قت</w:t>
      </w:r>
      <w:r w:rsidR="00796B3A">
        <w:rPr>
          <w:rtl/>
        </w:rPr>
        <w:t xml:space="preserve"> 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اقت</w:t>
      </w:r>
      <w:r w:rsidR="00796B3A">
        <w:rPr>
          <w:rtl/>
        </w:rPr>
        <w:t xml:space="preserve"> اور صلاح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رکھتے تھے ،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 ان کے ارشادات و تعل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مات</w:t>
      </w:r>
      <w:r w:rsidR="00796B3A">
        <w:rPr>
          <w:rtl/>
        </w:rPr>
        <w:t xml:space="preserve"> کو بھلا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نا،</w:t>
      </w:r>
      <w:r w:rsidR="00796B3A">
        <w:rPr>
          <w:rtl/>
        </w:rPr>
        <w:t xml:space="preserve"> بالخصوص قرآن مج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تفس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ان سے ہٹ کر 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کرنا ۔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2</w:t>
      </w:r>
      <w:r w:rsidR="00796B3A">
        <w:rPr>
          <w:rtl/>
        </w:rPr>
        <w:t>۔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فرقوں ا ور مذاہب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اختلاف ، تفرقہ ، اور لڑائ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،جھگڑے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وحدت قائم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تمام لوگوں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کا ہاتھ بڑھاتاہے ،اور اس کے ساتھ ساتھ ان فرقوں و مذاہب کے احکام 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کے علماء کے اجتہاد کا بھ</w:t>
      </w:r>
      <w:r>
        <w:rPr>
          <w:rFonts w:hint="cs"/>
          <w:rtl/>
        </w:rPr>
        <w:t>ی</w:t>
      </w:r>
      <w:r>
        <w:rPr>
          <w:rtl/>
        </w:rPr>
        <w:t xml:space="preserve"> احترام کرتا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فقہائ،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کرتے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الخلاف ''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 جن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ازہر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بزرگ علماء نے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40765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''تجر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 '' ، جس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عالم اہل سنت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قوشچ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8" w:name="_Toc516569947"/>
      <w:r>
        <w:rPr>
          <w:rtl/>
        </w:rPr>
        <w:t>37:تمام اسلام</w:t>
      </w:r>
      <w:r>
        <w:rPr>
          <w:rFonts w:hint="cs"/>
          <w:rtl/>
        </w:rPr>
        <w:t>ی</w:t>
      </w:r>
      <w:r>
        <w:rPr>
          <w:rtl/>
        </w:rPr>
        <w:t xml:space="preserve"> مختلف مذاہب کے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فقہ ، عقائد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ںگفتگو</w:t>
      </w:r>
      <w:r>
        <w:rPr>
          <w:rtl/>
        </w:rPr>
        <w:t xml:space="preserve"> اور تبادلۂ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bookmarkEnd w:id="38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37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جعفر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فرقہ کے بزرگ علماء تمام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مختلف مذاہب کے علماء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فقہ ، عقائد اور تار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خ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موضوعات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ںگفتگو</w:t>
      </w:r>
      <w:r w:rsidR="00796B3A">
        <w:rPr>
          <w:rtl/>
        </w:rPr>
        <w:t xml:space="preserve"> اور تبادلۂ خ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ال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ضرورت پر زورد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تے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ں،اور</w:t>
      </w:r>
      <w:r w:rsidR="00796B3A">
        <w:rPr>
          <w:rtl/>
        </w:rPr>
        <w:t xml:space="preserve"> دور حاضر کے مسلمانوں کے مسائل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تفاہم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تاک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تہمت و اتہام کے 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روںاور</w:t>
      </w:r>
      <w:r w:rsidR="00796B3A">
        <w:rPr>
          <w:rtl/>
        </w:rPr>
        <w:t xml:space="preserve"> دشنام باز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سے فضا کو زہر آلود کرنے سے حت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الامکان اجتناب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تاکہ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ملت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جو فاصلہ موجود ہے اور اس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وجہ سے وہ متعدد حصوں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بٹ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ہوئ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ہے ، اس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ک</w:t>
      </w:r>
      <w:r w:rsidR="00796B3A">
        <w:rPr>
          <w:rtl/>
        </w:rPr>
        <w:t xml:space="preserve"> منطق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قربت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فضاء ہموار ہو، تاکہ اسلام اور مسلمانوں کے دشمنوں کا راستہ بند ہوجائے </w:t>
      </w:r>
      <w:r w:rsidR="00796B3A">
        <w:rPr>
          <w:rFonts w:hint="eastAsia"/>
          <w:rtl/>
        </w:rPr>
        <w:t>،</w:t>
      </w:r>
      <w:r w:rsidR="00796B3A">
        <w:rPr>
          <w:rtl/>
        </w:rPr>
        <w:t xml:space="preserve"> جو ہمارے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ا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دراروں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کھوج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رہتے جن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وہ بغ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ر</w:t>
      </w:r>
      <w:r w:rsidR="00796B3A">
        <w:rPr>
          <w:rtl/>
        </w:rPr>
        <w:t xml:space="preserve"> کس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استثناء کے تمام مسلمانوں کو نقصان پہنچا سک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قبلہ(مسلمان) کو کافر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فقہ</w:t>
      </w:r>
      <w:r>
        <w:rPr>
          <w:rFonts w:hint="cs"/>
          <w:rtl/>
        </w:rPr>
        <w:t>ی</w:t>
      </w:r>
      <w:r>
        <w:rPr>
          <w:rtl/>
        </w:rPr>
        <w:t xml:space="preserve"> مذہب اور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کافر وہ ہوتا ہے جس کے کفر پر تمام مسلمانوں کا اجماع ہو،ش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اہل قبلہ سے دشمن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نہ ان پر قہر و غلبہ اور جبر و اکراہ پسند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فرقوںاو رمذاہب کے علماء کے اجتہاد کا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جو شخص کس</w:t>
      </w:r>
      <w:r>
        <w:rPr>
          <w:rFonts w:hint="cs"/>
          <w:rtl/>
        </w:rPr>
        <w:t>ی</w:t>
      </w:r>
      <w:r>
        <w:rPr>
          <w:rtl/>
        </w:rPr>
        <w:t xml:space="preserve"> دوسرے مذہب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اسکے تمام اعمال کو مسقط ِتکل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اسے بر</w:t>
      </w:r>
      <w:r>
        <w:rPr>
          <w:rFonts w:hint="cs"/>
          <w:rtl/>
        </w:rPr>
        <w:t>ی</w:t>
      </w:r>
      <w:r>
        <w:rPr>
          <w:rtl/>
        </w:rPr>
        <w:t xml:space="preserve"> الذمہ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اس نے اپنے مذہب کے مطابق نماز ، روزے ، حج، زکاة ،نک</w:t>
      </w:r>
      <w:r>
        <w:rPr>
          <w:rFonts w:hint="eastAsia"/>
          <w:rtl/>
        </w:rPr>
        <w:t>اح</w:t>
      </w:r>
      <w:r>
        <w:rPr>
          <w:rtl/>
        </w:rPr>
        <w:t xml:space="preserve"> ، طلاق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انجام دئے ،لہٰذا گزشتہ فرائض ک</w:t>
      </w:r>
      <w:r>
        <w:rPr>
          <w:rFonts w:hint="cs"/>
          <w:rtl/>
        </w:rPr>
        <w:t>ی</w:t>
      </w:r>
      <w:r>
        <w:rPr>
          <w:rtl/>
        </w:rPr>
        <w:t xml:space="preserve"> قضا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اس کے لئے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نکاح وطلاق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البتہ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مذہب کے مطابق جار</w:t>
      </w:r>
      <w:r>
        <w:rPr>
          <w:rFonts w:hint="cs"/>
          <w:rtl/>
        </w:rPr>
        <w:t>ی</w:t>
      </w:r>
      <w:r>
        <w:rPr>
          <w:rtl/>
        </w:rPr>
        <w:t xml:space="preserve"> ہوئے ہوں ۔ </w:t>
      </w:r>
    </w:p>
    <w:p w:rsidR="00F40765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بالکل اس</w:t>
      </w:r>
      <w:r>
        <w:rPr>
          <w:rFonts w:hint="cs"/>
          <w:rtl/>
        </w:rPr>
        <w:t>ی</w:t>
      </w:r>
      <w:r>
        <w:rPr>
          <w:rtl/>
        </w:rPr>
        <w:t xml:space="preserve"> طرح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اگر وہ ان کے بھائ</w:t>
      </w:r>
      <w:r>
        <w:rPr>
          <w:rFonts w:hint="cs"/>
          <w:rtl/>
        </w:rPr>
        <w:t>ی</w:t>
      </w:r>
      <w:r>
        <w:rPr>
          <w:rtl/>
        </w:rPr>
        <w:t xml:space="preserve"> اور رشتہ دار ہوتے تو اس وقت بھ</w:t>
      </w:r>
      <w:r>
        <w:rPr>
          <w:rFonts w:hint="cs"/>
          <w:rtl/>
        </w:rPr>
        <w:t>ی</w:t>
      </w:r>
      <w:r>
        <w:rPr>
          <w:rtl/>
        </w:rPr>
        <w:t xml:space="preserve">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 ۔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مانند دوسرے فرقے ،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 سے محاربہ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ہر قسم کے رابطہ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 بعض اوقات، نہ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)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مذہب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(کس</w:t>
      </w:r>
      <w:r>
        <w:rPr>
          <w:rFonts w:hint="cs"/>
          <w:rtl/>
        </w:rPr>
        <w:t>ی</w:t>
      </w:r>
      <w:r>
        <w:rPr>
          <w:rtl/>
        </w:rPr>
        <w:t xml:space="preserve"> سبب ک</w:t>
      </w:r>
      <w:r>
        <w:rPr>
          <w:rFonts w:hint="cs"/>
          <w:rtl/>
        </w:rPr>
        <w:t>ی</w:t>
      </w:r>
      <w:r>
        <w:rPr>
          <w:rtl/>
        </w:rPr>
        <w:t xml:space="preserve"> بناپر)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 قرآن</w:t>
      </w:r>
      <w:r>
        <w:rPr>
          <w:rFonts w:hint="cs"/>
          <w:rtl/>
        </w:rPr>
        <w:t>ی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جائز امر ہے ، اور اس پر تمام اسلام</w:t>
      </w:r>
      <w:r>
        <w:rPr>
          <w:rFonts w:hint="cs"/>
          <w:rtl/>
        </w:rPr>
        <w:t>ی</w:t>
      </w:r>
      <w:r>
        <w:rPr>
          <w:rtl/>
        </w:rPr>
        <w:t xml:space="preserve"> مذاہب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جب کس</w:t>
      </w:r>
      <w:r>
        <w:rPr>
          <w:rFonts w:hint="cs"/>
          <w:rtl/>
        </w:rPr>
        <w:t>ی</w:t>
      </w:r>
      <w:r>
        <w:rPr>
          <w:rtl/>
        </w:rPr>
        <w:t xml:space="preserve"> دشمن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پھنس جائے(ا</w:t>
      </w:r>
      <w:r>
        <w:rPr>
          <w:rFonts w:hint="eastAsia"/>
          <w:rtl/>
        </w:rPr>
        <w:t>ور</w:t>
      </w:r>
      <w:r>
        <w:rPr>
          <w:rtl/>
        </w:rPr>
        <w:t xml:space="preserve"> اظہار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خطرہ موجودہو) تو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سبب ک</w:t>
      </w:r>
      <w:r>
        <w:rPr>
          <w:rFonts w:hint="cs"/>
          <w:rtl/>
        </w:rPr>
        <w:t>ی</w:t>
      </w:r>
      <w:r>
        <w:rPr>
          <w:rtl/>
        </w:rPr>
        <w:t xml:space="preserve"> بنا پرہوتا ہے :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1</w:t>
      </w:r>
      <w:r w:rsidR="00796B3A">
        <w:rPr>
          <w:rtl/>
        </w:rPr>
        <w:t>۔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حفاظت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خاطر تاکہ اس کا خون رائ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گاں</w:t>
      </w:r>
      <w:r w:rsidR="00796B3A">
        <w:rPr>
          <w:rtl/>
        </w:rPr>
        <w:t xml:space="preserve"> نہ بہہ جائے ۔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2</w:t>
      </w:r>
      <w:r w:rsidR="00796B3A">
        <w:rPr>
          <w:rtl/>
        </w:rPr>
        <w:t>۔وحدت مسلم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باق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رہے ، اور ان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اختلاف و افتراق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</w:t>
      </w:r>
      <w:r w:rsidR="00796B3A">
        <w:rPr>
          <w:rtl/>
        </w:rPr>
        <w:t xml:space="preserve"> نہ ہو۔ </w:t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39" w:name="_Toc516569948"/>
      <w:r>
        <w:rPr>
          <w:rtl/>
        </w:rPr>
        <w:t>38:اختلاف و تفرقہ کا نقصان</w:t>
      </w:r>
      <w:bookmarkEnd w:id="39"/>
      <w:r>
        <w:rPr>
          <w:rtl/>
        </w:rPr>
        <w:t xml:space="preserve"> </w:t>
      </w:r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</w:t>
      </w:r>
      <w:r w:rsidR="00575FFE">
        <w:rPr>
          <w:rtl/>
        </w:rPr>
        <w:t>8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فرقہ سمجھتا ہے کہ آج مسلمانوں کے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چھے</w:t>
      </w:r>
      <w:r w:rsidR="00796B3A">
        <w:rPr>
          <w:rtl/>
        </w:rPr>
        <w:t xml:space="preserve"> رہ جانے کا سبب فکر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ثقافت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ٹکنالوج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کا آپس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ںاختلاف</w:t>
      </w:r>
      <w:r w:rsidR="00796B3A">
        <w:rPr>
          <w:rtl/>
        </w:rPr>
        <w:t xml:space="preserve"> و تفرقہ ہے، اور اس کا علاج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ہے کہ خود مسلمان مرد اور عورتوںکے شعور کو بلند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جائے اوران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فکر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،</w:t>
      </w:r>
      <w:r w:rsidR="00796B3A">
        <w:rPr>
          <w:rtl/>
        </w:rPr>
        <w:t xml:space="preserve"> ثقافت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سطح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تر</w:t>
      </w:r>
      <w:r w:rsidR="00796B3A">
        <w:rPr>
          <w:rFonts w:hint="eastAsia"/>
          <w:rtl/>
        </w:rPr>
        <w:t>ق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مراکزقائم کئے جائ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سے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ورسٹ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اں،مدارس</w:t>
      </w:r>
      <w:r w:rsidR="00796B3A">
        <w:rPr>
          <w:rtl/>
        </w:rPr>
        <w:t xml:space="preserve"> ،ادارے، اور جد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علوم کے نتائج اور تجربات سے اقتصاد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،آباد کار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صنعت و حرفت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مشکلات کو رفع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</w:t>
      </w:r>
      <w:r w:rsidR="00796B3A">
        <w:rPr>
          <w:rtl/>
        </w:rPr>
        <w:t xml:space="preserve"> جائے، اور مسلمانوں کو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</w:t>
      </w:r>
      <w:r w:rsidR="00796B3A">
        <w:rPr>
          <w:rtl/>
        </w:rPr>
        <w:t xml:space="preserve"> عمل اور خوشحال زندگ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سرگرم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لانے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ان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اطم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نان</w:t>
      </w:r>
      <w:r w:rsidR="00796B3A">
        <w:rPr>
          <w:rtl/>
        </w:rPr>
        <w:t xml:space="preserve"> و وثوق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فضا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جائے ، تاکہ ان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استقلال اور خود اعتماد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</w:t>
      </w:r>
      <w:r w:rsidR="00796B3A">
        <w:rPr>
          <w:rtl/>
        </w:rPr>
        <w:t xml:space="preserve"> ہوسکے اور دوسروں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خوش آمد اوران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اتباع سے محفوظ رہ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لئے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حضرات جہاں سے بھ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گزرے اور جس جگہ سکونت اخت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ار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وہاں انھوں نے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تعل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مرکزوں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بن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اد</w:t>
      </w:r>
      <w:r w:rsidR="00796B3A">
        <w:rPr>
          <w:rtl/>
        </w:rPr>
        <w:t xml:space="preserve"> رکھ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،</w:t>
      </w:r>
      <w:r w:rsidR="00796B3A">
        <w:rPr>
          <w:rtl/>
        </w:rPr>
        <w:t xml:space="preserve"> اور مختلف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دانوں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کے ماہر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ترب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ت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ادارے قائم کئے ،اس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طرح انھوں نے ہر ملک اور شہر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ورسٹ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اور د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مدارس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داخلے لئے جس کے نت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جے</w:t>
      </w:r>
      <w:r w:rsidR="00796B3A">
        <w:rPr>
          <w:rtl/>
        </w:rPr>
        <w:t xml:space="preserve">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وہاں سے زندگ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ہر شعبہ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اعل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درجہ کے علماء اور اہل فن تعل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سے فارغ ہوئے ، اور جس کے بعد انھوں نے باق</w:t>
      </w:r>
      <w:r w:rsidR="00796B3A">
        <w:rPr>
          <w:rFonts w:hint="eastAsia"/>
          <w:rtl/>
        </w:rPr>
        <w:t>اعدہ</w:t>
      </w:r>
      <w:r w:rsidR="00796B3A">
        <w:rPr>
          <w:rtl/>
        </w:rPr>
        <w:t xml:space="preserve"> علم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مرکزوں تک رسائ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حاصل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قابل قدر خدمات چھوڑ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۔</w:t>
      </w:r>
    </w:p>
    <w:p w:rsidR="00F40765" w:rsidRDefault="00F40765" w:rsidP="00000732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F40765">
      <w:pPr>
        <w:pStyle w:val="Heading2Center"/>
        <w:rPr>
          <w:rtl/>
        </w:rPr>
      </w:pPr>
      <w:bookmarkStart w:id="40" w:name="_Toc516569949"/>
      <w:r>
        <w:rPr>
          <w:rtl/>
        </w:rPr>
        <w:t>39:اجتہاداورتقل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40"/>
    </w:p>
    <w:p w:rsidR="00796B3A" w:rsidRDefault="00C23250" w:rsidP="00796B3A">
      <w:pPr>
        <w:pStyle w:val="libNormal"/>
        <w:rPr>
          <w:rtl/>
        </w:rPr>
      </w:pPr>
      <w:r>
        <w:rPr>
          <w:rtl/>
        </w:rPr>
        <w:t>39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فرقہ اپنے علماء اور فقہاء سے تقل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</w:t>
      </w:r>
      <w:r w:rsidR="00796B3A">
        <w:rPr>
          <w:rtl/>
        </w:rPr>
        <w:t xml:space="preserve"> کے ذر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ہم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شہ</w:t>
      </w:r>
      <w:r w:rsidR="00796B3A">
        <w:rPr>
          <w:rtl/>
        </w:rPr>
        <w:t xml:space="preserve"> رابطہ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رہتا ہے ، اس لئے کہ وہ اپنے فقہ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مشکلات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علماء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طرف رجوع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زندگ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کے تمام مسائل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ان علماء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رائے پر عمل کرتے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ونکہ</w:t>
      </w:r>
      <w:r w:rsidR="00796B3A">
        <w:rPr>
          <w:rtl/>
        </w:rPr>
        <w:t xml:space="preserve"> فقہاء ( ا ن کے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دے</w:t>
      </w:r>
      <w:r w:rsidR="00796B3A">
        <w:rPr>
          <w:rtl/>
        </w:rPr>
        <w:t xml:space="preserve"> کے مطابق ) آخر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امام کے وک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اس کے عام نائب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وجہ ہے کہ ہمارے علماء اپنے امور معاش و اقتصاد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سرکار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حکومتوں پر اپنا دارو مدار نہ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رکھتے ، 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لئے ان کے علماء حضرات اس عظ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فرقے کے افراد کے درم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ان</w:t>
      </w:r>
      <w:r w:rsidR="00796B3A">
        <w:rPr>
          <w:rtl/>
        </w:rPr>
        <w:t xml:space="preserve"> وثاقت اور اعتماد کے عظ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م</w:t>
      </w:r>
      <w:r w:rsidR="00796B3A">
        <w:rPr>
          <w:rtl/>
        </w:rPr>
        <w:t xml:space="preserve"> اور عال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مرتبہ پر فائز ہوتے </w:t>
      </w:r>
      <w:r w:rsidR="00796B3A">
        <w:rPr>
          <w:rFonts w:hint="eastAsia"/>
          <w:rtl/>
        </w:rPr>
        <w:t>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>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فرقہ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مدارس (جو علماء ساز</w:t>
      </w:r>
      <w:r>
        <w:rPr>
          <w:rFonts w:hint="cs"/>
          <w:rtl/>
        </w:rPr>
        <w:t>ی</w:t>
      </w:r>
      <w:r>
        <w:rPr>
          <w:rtl/>
        </w:rPr>
        <w:t xml:space="preserve"> کے مراکز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)خمس و زکاة کے اموال سے اپن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حاجات کو پورا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اپنے دل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کے ساتھ ، فقہاء کے حوالے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 سے نما ز و روزے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درآمدکے منافع ( بجٹ)سے خمس نکالنا واجب ہے ، جس پر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صحاح اور سنن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Pr="00000732">
        <w:rPr>
          <w:rStyle w:val="libFootnotenumChar"/>
          <w:rtl/>
        </w:rPr>
        <w:t>)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 بحث خمس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فقہاء ک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اور استنباط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1F2471" w:rsidRDefault="001F2471" w:rsidP="00796B3A">
      <w:pPr>
        <w:pStyle w:val="libNormal"/>
        <w:rPr>
          <w:rtl/>
        </w:rPr>
      </w:pPr>
    </w:p>
    <w:p w:rsidR="00796B3A" w:rsidRDefault="00575FFE" w:rsidP="00F40765">
      <w:pPr>
        <w:pStyle w:val="Heading2Center"/>
        <w:rPr>
          <w:rtl/>
        </w:rPr>
      </w:pPr>
      <w:bookmarkStart w:id="41" w:name="_Toc516569950"/>
      <w:r>
        <w:rPr>
          <w:rtl/>
        </w:rPr>
        <w:t>4</w:t>
      </w:r>
      <w:r w:rsidR="00F40765">
        <w:rPr>
          <w:rtl/>
        </w:rPr>
        <w:t>0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امام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فرقہ کاعق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مسلمانوں کے حقوق کے بارے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bookmarkEnd w:id="41"/>
      <w:r w:rsidR="00796B3A">
        <w:rPr>
          <w:rtl/>
        </w:rPr>
        <w:t xml:space="preserve"> </w:t>
      </w:r>
    </w:p>
    <w:p w:rsidR="00796B3A" w:rsidRDefault="00575FFE" w:rsidP="00796B3A">
      <w:pPr>
        <w:pStyle w:val="libNormal"/>
        <w:rPr>
          <w:rtl/>
        </w:rPr>
      </w:pPr>
      <w:r>
        <w:rPr>
          <w:rtl/>
        </w:rPr>
        <w:t>4</w:t>
      </w:r>
      <w:r w:rsidR="00F40765">
        <w:rPr>
          <w:rtl/>
        </w:rPr>
        <w:t>0</w:t>
      </w:r>
      <w:r w:rsidR="00796B3A">
        <w:rPr>
          <w:rtl/>
        </w:rPr>
        <w:t>۔ ش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عہ</w:t>
      </w:r>
      <w:r w:rsidR="00796B3A">
        <w:rPr>
          <w:rtl/>
        </w:rPr>
        <w:t xml:space="preserve"> امام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فرقہ عق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دہ</w:t>
      </w:r>
      <w:r w:rsidR="00796B3A">
        <w:rPr>
          <w:rtl/>
        </w:rPr>
        <w:t xml:space="preserve"> رکھتا ہے کہ مسلمانوں کاحق 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ہ</w:t>
      </w:r>
      <w:r w:rsidR="00796B3A">
        <w:rPr>
          <w:rtl/>
        </w:rPr>
        <w:t xml:space="preserve"> ہے کہ ان اسلام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حکومتوں سے فائدہ اٹھائ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جو کتاب و سنت کے مطابق عمل کرت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ں،اور</w:t>
      </w:r>
      <w:r w:rsidR="00796B3A">
        <w:rPr>
          <w:rtl/>
        </w:rPr>
        <w:t xml:space="preserve"> مسلمانوںکے حقوق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حفاظت کرت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دوسر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حکومتوں سے مناسب اور مسالمت انداز م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رابطہ قائم کرت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ں،</w:t>
      </w:r>
      <w:r w:rsidR="00796B3A">
        <w:rPr>
          <w:rtl/>
        </w:rPr>
        <w:t xml:space="preserve"> اوراپن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سر حد</w:t>
      </w:r>
      <w:r w:rsidR="00796B3A">
        <w:rPr>
          <w:rFonts w:hint="eastAsia"/>
          <w:rtl/>
        </w:rPr>
        <w:t>وں</w:t>
      </w:r>
      <w:r w:rsidR="00796B3A">
        <w:rPr>
          <w:rtl/>
        </w:rPr>
        <w:t xml:space="preserve"> ک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حفاظت کرت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اور مسلمانوں کے ثقافت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، اقتصاد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اور س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اس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استقلال 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لئے</w:t>
      </w:r>
      <w:r w:rsidR="00796B3A">
        <w:rPr>
          <w:rtl/>
        </w:rPr>
        <w:t xml:space="preserve"> کوشاں رہت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ہ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تاکہ مسلمان با عزت رہ سک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ں</w:t>
      </w:r>
      <w:r w:rsidR="00796B3A">
        <w:rPr>
          <w:rtl/>
        </w:rPr>
        <w:t xml:space="preserve"> ، ج</w:t>
      </w:r>
      <w:r w:rsidR="00796B3A">
        <w:rPr>
          <w:rFonts w:hint="cs"/>
          <w:rtl/>
        </w:rPr>
        <w:t>ی</w:t>
      </w:r>
      <w:r w:rsidR="00796B3A">
        <w:rPr>
          <w:rFonts w:hint="eastAsia"/>
          <w:rtl/>
        </w:rPr>
        <w:t>سا</w:t>
      </w:r>
      <w:r w:rsidR="00796B3A">
        <w:rPr>
          <w:rtl/>
        </w:rPr>
        <w:t xml:space="preserve"> کہ ا</w:t>
      </w:r>
      <w:r w:rsidR="00796B3A">
        <w:rPr>
          <w:rFonts w:hint="cs"/>
          <w:rtl/>
        </w:rPr>
        <w:t>ﷲ</w:t>
      </w:r>
      <w:r w:rsidR="00796B3A">
        <w:rPr>
          <w:rtl/>
        </w:rPr>
        <w:t xml:space="preserve"> تعال</w:t>
      </w:r>
      <w:r w:rsidR="00796B3A">
        <w:rPr>
          <w:rFonts w:hint="cs"/>
          <w:rtl/>
        </w:rPr>
        <w:t>ی</w:t>
      </w:r>
      <w:r w:rsidR="00796B3A">
        <w:rPr>
          <w:rtl/>
        </w:rPr>
        <w:t xml:space="preserve"> نے چاہاہے: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 ِللَّ</w:t>
      </w:r>
      <w:r w:rsidRPr="00000732">
        <w:rPr>
          <w:rStyle w:val="libAieChar"/>
          <w:rFonts w:hint="cs"/>
          <w:rtl/>
        </w:rPr>
        <w:t>هِ الْعِزَّةُ وَلِرَسُوْلِه وَلِلْمُؤْمِن</w:t>
      </w:r>
      <w:r w:rsidRPr="00000732">
        <w:rPr>
          <w:rStyle w:val="libAieChar"/>
          <w:rtl/>
        </w:rPr>
        <w:t>ِ</w:t>
      </w:r>
      <w:r w:rsidRPr="00000732">
        <w:rPr>
          <w:rStyle w:val="libAieChar"/>
          <w:rFonts w:hint="cs"/>
          <w:rtl/>
        </w:rPr>
        <w:t>یْ</w:t>
      </w:r>
      <w:r w:rsidRPr="00000732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عزت صرف خدا اور اس کے رسول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0732">
        <w:rPr>
          <w:rStyle w:val="libAieChar"/>
          <w:rtl/>
        </w:rPr>
        <w:t>وَلَاتَ</w:t>
      </w:r>
      <w:r w:rsidRPr="00000732">
        <w:rPr>
          <w:rStyle w:val="libAieChar"/>
          <w:rFonts w:hint="cs"/>
          <w:rtl/>
        </w:rPr>
        <w:t>هِنُوْاوَلَاتَحْزَنُوْاوَاَنْتُمُ الْاَعْلَوْنَ اِنْ کُنْتُمْ مُؤْمِنِیْ</w:t>
      </w:r>
      <w:r w:rsidRPr="00000732">
        <w:rPr>
          <w:rStyle w:val="libAieChar"/>
          <w:rFonts w:hint="eastAsia"/>
          <w:rtl/>
        </w:rPr>
        <w:t>نَ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2</w:t>
      </w:r>
      <w:r w:rsidR="00796B3A" w:rsidRPr="00000732">
        <w:rPr>
          <w:rStyle w:val="libFootnotenumChar"/>
          <w:rtl/>
        </w:rPr>
        <w:t>)</w:t>
      </w:r>
      <w:r w:rsidR="00796B3A">
        <w:rPr>
          <w:rtl/>
        </w:rPr>
        <w:t xml:space="preserve">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خبردار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نہ کرنا اور مصائب پر محزون نہ ہونا اگر تم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ہے کہ اسلام (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کامل اور جامع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 لئے ) کے پاس حکومت</w:t>
      </w:r>
      <w:r>
        <w:rPr>
          <w:rFonts w:hint="cs"/>
          <w:rtl/>
        </w:rPr>
        <w:t>ی</w:t>
      </w:r>
      <w:r>
        <w:rPr>
          <w:rtl/>
        </w:rPr>
        <w:t xml:space="preserve"> نظام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راہ و روش اور دستور العمل موجود ہے ، لہٰذاعظ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ملت مسلمہ کے علماء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کہ وہ اس کامل نظام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باہم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گ</w:t>
      </w:r>
      <w:r>
        <w:rPr>
          <w:rFonts w:hint="eastAsia"/>
          <w:rtl/>
        </w:rPr>
        <w:t>فتگو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ںتاکہ</w:t>
      </w:r>
      <w:r>
        <w:rPr>
          <w:rtl/>
        </w:rPr>
        <w:t xml:space="preserve"> اس امت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اور سرگردان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تمام نہ ہونے </w:t>
      </w:r>
    </w:p>
    <w:p w:rsidR="00796B3A" w:rsidRDefault="001F2471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>)سورہ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75FFE">
        <w:rPr>
          <w:rtl/>
        </w:rPr>
        <w:t>8</w:t>
      </w:r>
      <w:r>
        <w:rPr>
          <w:rtl/>
        </w:rPr>
        <w:t xml:space="preserve">. 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2</w:t>
      </w:r>
      <w:r>
        <w:rPr>
          <w:rtl/>
        </w:rPr>
        <w:t>)سورہ ٔ آل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23250">
        <w:rPr>
          <w:rtl/>
        </w:rPr>
        <w:t>139</w:t>
      </w:r>
      <w:r>
        <w:rPr>
          <w:rtl/>
        </w:rPr>
        <w:t xml:space="preserve">. </w:t>
      </w:r>
    </w:p>
    <w:p w:rsidR="001F2471" w:rsidRDefault="001F2471" w:rsidP="00DF0876">
      <w:pPr>
        <w:pStyle w:val="libNormal"/>
        <w:rPr>
          <w:rtl/>
        </w:rPr>
      </w:pPr>
      <w:r>
        <w:rPr>
          <w:rtl/>
        </w:rPr>
        <w:br w:type="page"/>
      </w:r>
    </w:p>
    <w:p w:rsidR="00796B3A" w:rsidRDefault="00796B3A" w:rsidP="00796B3A">
      <w:pPr>
        <w:pStyle w:val="libNormal"/>
        <w:rPr>
          <w:rtl/>
        </w:rPr>
      </w:pP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مشکلات سے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ناصرومدد گار ہے ۔</w:t>
      </w:r>
    </w:p>
    <w:p w:rsidR="00796B3A" w:rsidRDefault="00DF0876" w:rsidP="00796B3A">
      <w:pPr>
        <w:pStyle w:val="libNormal"/>
        <w:rPr>
          <w:rtl/>
        </w:rPr>
      </w:pPr>
      <w:r w:rsidRPr="00DF0876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C23250">
        <w:rPr>
          <w:rStyle w:val="libAieChar"/>
          <w:rtl/>
        </w:rPr>
        <w:t>اِنْ تَنْصُرُوْاا</w:t>
      </w:r>
      <w:r w:rsidRPr="00C23250">
        <w:rPr>
          <w:rStyle w:val="libAieChar"/>
          <w:rFonts w:hint="cs"/>
          <w:rtl/>
        </w:rPr>
        <w:t>ﷲَ</w:t>
      </w:r>
      <w:r w:rsidRPr="00C23250">
        <w:rPr>
          <w:rStyle w:val="libAieChar"/>
          <w:rtl/>
        </w:rPr>
        <w:t xml:space="preserve"> </w:t>
      </w:r>
      <w:r w:rsidRPr="00C23250">
        <w:rPr>
          <w:rStyle w:val="libAieChar"/>
          <w:rFonts w:hint="cs"/>
          <w:rtl/>
        </w:rPr>
        <w:t>یَ</w:t>
      </w:r>
      <w:r w:rsidRPr="00C23250">
        <w:rPr>
          <w:rStyle w:val="libAieChar"/>
          <w:rFonts w:hint="eastAsia"/>
          <w:rtl/>
        </w:rPr>
        <w:t>نْصُرْکُمْ</w:t>
      </w:r>
      <w:r w:rsidRPr="00C23250">
        <w:rPr>
          <w:rStyle w:val="libAieChar"/>
          <w:rtl/>
        </w:rPr>
        <w:t xml:space="preserve"> وَ</w:t>
      </w:r>
      <w:r w:rsidRPr="00C23250">
        <w:rPr>
          <w:rStyle w:val="libAieChar"/>
          <w:rFonts w:hint="cs"/>
          <w:rtl/>
        </w:rPr>
        <w:t>یُ</w:t>
      </w:r>
      <w:r w:rsidRPr="00C23250">
        <w:rPr>
          <w:rStyle w:val="libAieChar"/>
          <w:rFonts w:hint="eastAsia"/>
          <w:rtl/>
        </w:rPr>
        <w:t>ثَبَّتْ</w:t>
      </w:r>
      <w:r w:rsidRPr="00C23250">
        <w:rPr>
          <w:rStyle w:val="libAieChar"/>
          <w:rtl/>
        </w:rPr>
        <w:t xml:space="preserve"> اَقْدَامَکُمْ</w:t>
      </w:r>
      <w:r>
        <w:rPr>
          <w:rStyle w:val="libAieChar"/>
          <w:rtl/>
        </w:rPr>
        <w:t xml:space="preserve"> </w:t>
      </w:r>
      <w:r w:rsidRPr="00DF0876">
        <w:rPr>
          <w:rStyle w:val="libAlaemChar"/>
          <w:rtl/>
        </w:rPr>
        <w:t>)</w:t>
      </w:r>
      <w:r w:rsidR="00796B3A" w:rsidRPr="00000732">
        <w:rPr>
          <w:rStyle w:val="libFootnotenumChar"/>
          <w:rtl/>
        </w:rPr>
        <w:t>(</w:t>
      </w:r>
      <w:r w:rsidR="00C23250" w:rsidRPr="00000732">
        <w:rPr>
          <w:rStyle w:val="libFootnotenumChar"/>
          <w:rtl/>
        </w:rPr>
        <w:t>1</w:t>
      </w:r>
      <w:r w:rsidR="00796B3A" w:rsidRPr="00000732">
        <w:rPr>
          <w:rStyle w:val="libFootnotenumChar"/>
          <w:rtl/>
        </w:rPr>
        <w:t>)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نے خدا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تو خدا تمھار</w:t>
      </w:r>
      <w:r>
        <w:rPr>
          <w:rFonts w:hint="cs"/>
          <w:rtl/>
        </w:rPr>
        <w:t>ی</w:t>
      </w:r>
      <w:r>
        <w:rPr>
          <w:rtl/>
        </w:rPr>
        <w:t xml:space="preserve"> مدد کرے گا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رکھے گا ۔ 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 جسے جعفر</w:t>
      </w:r>
      <w:r>
        <w:rPr>
          <w:rFonts w:hint="cs"/>
          <w:rtl/>
        </w:rPr>
        <w:t>ی</w:t>
      </w:r>
      <w:r>
        <w:rPr>
          <w:rtl/>
        </w:rPr>
        <w:t xml:space="preserve"> فرقہ بھ</w:t>
      </w:r>
      <w:r>
        <w:rPr>
          <w:rFonts w:hint="cs"/>
          <w:rtl/>
        </w:rPr>
        <w:t>ی</w:t>
      </w:r>
      <w:r>
        <w:rPr>
          <w:rtl/>
        </w:rPr>
        <w:t xml:space="preserve"> کہا جاتاہے 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ک؛عقائد</w:t>
      </w:r>
      <w:r>
        <w:rPr>
          <w:rtl/>
        </w:rPr>
        <w:t xml:space="preserve"> اور 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اہم خدو خال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کے سامنے بالکل واضح اور روشن سطروںم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796B3A" w:rsidRDefault="00796B3A" w:rsidP="00796B3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کے لوگ اس وقت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بہنوں کے ساتھ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عزت وآبرو ، اور ان کے سماج اور معاشرے ک</w:t>
      </w:r>
      <w:r>
        <w:rPr>
          <w:rFonts w:hint="cs"/>
          <w:rtl/>
        </w:rPr>
        <w:t>ی</w:t>
      </w:r>
      <w:r>
        <w:rPr>
          <w:rtl/>
        </w:rPr>
        <w:t xml:space="preserve"> حفاظت کے لئے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ومال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کو قربان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796B3A" w:rsidRDefault="00C23250" w:rsidP="00C9031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96B3A" w:rsidRDefault="00796B3A" w:rsidP="00000732">
      <w:pPr>
        <w:pStyle w:val="libFootnote"/>
        <w:rPr>
          <w:rtl/>
        </w:rPr>
      </w:pPr>
      <w:r>
        <w:rPr>
          <w:rtl/>
        </w:rPr>
        <w:t>(</w:t>
      </w:r>
      <w:r w:rsidR="00C23250">
        <w:rPr>
          <w:rtl/>
        </w:rPr>
        <w:t>1</w:t>
      </w:r>
      <w:r>
        <w:rPr>
          <w:rtl/>
        </w:rPr>
        <w:t xml:space="preserve">)سورہ محمد </w:t>
      </w:r>
      <w:r w:rsidR="00C23250">
        <w:rPr>
          <w:rtl/>
        </w:rPr>
        <w:t>7</w:t>
      </w:r>
    </w:p>
    <w:p w:rsidR="00796B3A" w:rsidRDefault="00796B3A" w:rsidP="00DF0876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1036333485"/>
        <w:docPartObj>
          <w:docPartGallery w:val="Table of Contents"/>
          <w:docPartUnique/>
        </w:docPartObj>
      </w:sdtPr>
      <w:sdtContent>
        <w:p w:rsidR="00513990" w:rsidRDefault="00513990" w:rsidP="00513990">
          <w:pPr>
            <w:pStyle w:val="Heading2Center"/>
          </w:pPr>
          <w:r w:rsidRPr="00513990">
            <w:rPr>
              <w:rFonts w:hint="cs"/>
              <w:rtl/>
            </w:rPr>
            <w:t>فہرست</w:t>
          </w:r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817E81">
            <w:fldChar w:fldCharType="begin"/>
          </w:r>
          <w:r w:rsidR="00513990">
            <w:instrText xml:space="preserve"> TOC \o "1-3" \h \z \u </w:instrText>
          </w:r>
          <w:r w:rsidRPr="00817E81">
            <w:fldChar w:fldCharType="separate"/>
          </w:r>
          <w:hyperlink w:anchor="_Toc516569909" w:history="1">
            <w:r w:rsidR="00513990" w:rsidRPr="00A51076">
              <w:rPr>
                <w:rStyle w:val="Hyperlink"/>
                <w:rtl/>
              </w:rPr>
              <w:t>حرف اول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Toc516569909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0" w:history="1">
            <w:r w:rsidR="00513990" w:rsidRPr="00A51076">
              <w:rPr>
                <w:rStyle w:val="Hyperlink"/>
                <w:rtl/>
              </w:rPr>
              <w:t>باہم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شناخت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ضرورت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Toc516569910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1" w:history="1">
            <w:r w:rsidR="00513990" w:rsidRPr="00A51076">
              <w:rPr>
                <w:rStyle w:val="Hyperlink"/>
                <w:rtl/>
              </w:rPr>
              <w:t>فرقۂ امام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ہ جعفر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Toc516569911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2" w:history="1">
            <w:r w:rsidR="00513990" w:rsidRPr="00A51076">
              <w:rPr>
                <w:rStyle w:val="Hyperlink"/>
                <w:rtl/>
              </w:rPr>
              <w:t>2۔ش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فرقہ کث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ر تعداددن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 کے مختلف ممالک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زندگ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بسرکرتاہے :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Toc516569912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3" w:history="1">
            <w:r w:rsidR="00513990" w:rsidRPr="00A51076">
              <w:rPr>
                <w:rStyle w:val="Hyperlink"/>
                <w:rtl/>
              </w:rPr>
              <w:t>3:-۔ اس فرقہ کے افراد 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گر مسلمان بھائ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وں کے ساتھ بڑے پ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ار و محبت سے رہتے ہ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Toc516569913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4" w:history="1">
            <w:r w:rsidR="00513990" w:rsidRPr="00A51076">
              <w:rPr>
                <w:rStyle w:val="Hyperlink"/>
                <w:rtl/>
              </w:rPr>
              <w:t>4:-ملت اسلام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ہ کے دفاع کے سلسلے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اس فرقہ کا ا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ک اہم اورواضح کردار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Toc516569914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5" w:history="1">
            <w:r w:rsidR="00513990" w:rsidRPr="00A51076">
              <w:rPr>
                <w:rStyle w:val="Hyperlink"/>
                <w:rtl/>
              </w:rPr>
              <w:t>5۔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فرقہ معتقد ہے کہ خدااحدو صمد ہے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Toc516569915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6" w:history="1">
            <w:r w:rsidR="00513990" w:rsidRPr="00A51076">
              <w:rPr>
                <w:rStyle w:val="Hyperlink"/>
                <w:rtl/>
              </w:rPr>
              <w:t>6۔ش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 رکھتے ہ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کہ خدا عادل اور حک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م ہے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Toc516569916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7" w:history="1">
            <w:r w:rsidR="00513990" w:rsidRPr="00A51076">
              <w:rPr>
                <w:rStyle w:val="Hyperlink"/>
                <w:rtl/>
              </w:rPr>
              <w:t>7:-بعثت انب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 اوررسولوں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عوں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Toc516569917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8" w:history="1">
            <w:r w:rsidR="00513990" w:rsidRPr="00A51076">
              <w:rPr>
                <w:rStyle w:val="Hyperlink"/>
                <w:rtl/>
              </w:rPr>
              <w:t>8:-نجات پانے والوں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عوں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Toc516569918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19" w:history="1">
            <w:r w:rsidR="00513990" w:rsidRPr="00A51076">
              <w:rPr>
                <w:rStyle w:val="Hyperlink"/>
                <w:rtl/>
              </w:rPr>
              <w:t>9:ختم نبوت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عوں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Toc516569919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0" w:history="1">
            <w:r w:rsidR="00513990" w:rsidRPr="00A51076">
              <w:rPr>
                <w:rStyle w:val="Hyperlink"/>
                <w:rtl/>
              </w:rPr>
              <w:t>10:نزول قرآن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عوں کانظر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Toc516569920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1" w:history="1">
            <w:r w:rsidR="00513990" w:rsidRPr="00A51076">
              <w:rPr>
                <w:rStyle w:val="Hyperlink"/>
                <w:rtl/>
              </w:rPr>
              <w:t>11:خلافت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عوں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Toc516569921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2" w:history="1">
            <w:r w:rsidR="00513990" w:rsidRPr="00A51076">
              <w:rPr>
                <w:rStyle w:val="Hyperlink"/>
                <w:rtl/>
              </w:rPr>
              <w:t>12:عصمت اور وس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 علم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Toc516569922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3" w:history="1">
            <w:r w:rsidR="00513990" w:rsidRPr="00A51076">
              <w:rPr>
                <w:rStyle w:val="Hyperlink"/>
                <w:rtl/>
              </w:rPr>
              <w:t>13:تسلسل امامت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Toc516569923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4" w:history="1">
            <w:r w:rsidR="00513990" w:rsidRPr="00A51076">
              <w:rPr>
                <w:rStyle w:val="Hyperlink"/>
                <w:rtl/>
              </w:rPr>
              <w:t>14:بارہ اماموں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Toc516569924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5" w:history="1">
            <w:r w:rsidR="00513990" w:rsidRPr="00A51076">
              <w:rPr>
                <w:rStyle w:val="Hyperlink"/>
                <w:rtl/>
              </w:rPr>
              <w:t>15:ائمہ اثنا عشر( بارہ اماموں) سے مراد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Toc516569925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6" w:history="1">
            <w:r w:rsidR="00513990" w:rsidRPr="00A51076">
              <w:rPr>
                <w:rStyle w:val="Hyperlink"/>
                <w:rtl/>
              </w:rPr>
              <w:t>16:عصمت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Toc516569926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7" w:history="1">
            <w:r w:rsidR="00513990" w:rsidRPr="00A51076">
              <w:rPr>
                <w:rStyle w:val="Hyperlink"/>
                <w:rtl/>
              </w:rPr>
              <w:t>17:اطاعت اہلب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ت عل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ہم السلام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Toc516569927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513990" w:rsidP="0010787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8" w:history="1">
            <w:r w:rsidR="00513990" w:rsidRPr="00A51076">
              <w:rPr>
                <w:rStyle w:val="Hyperlink"/>
                <w:rtl/>
              </w:rPr>
              <w:t>18:ش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سب و شتم ، الزام و اتہام کا مخالف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Toc516569928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29" w:history="1">
            <w:r w:rsidR="00513990" w:rsidRPr="00A51076">
              <w:rPr>
                <w:rStyle w:val="Hyperlink"/>
                <w:rtl/>
              </w:rPr>
              <w:t>19:اصحاب پ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غمبر (ص)کے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Toc516569929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0" w:history="1">
            <w:r w:rsidR="00513990" w:rsidRPr="00A51076">
              <w:rPr>
                <w:rStyle w:val="Hyperlink"/>
                <w:rtl/>
              </w:rPr>
              <w:t>20۔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عہ؛ امام مہد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منتظرکے وجود کا 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 رکھتے ہ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Toc516569930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1" w:history="1">
            <w:r w:rsidR="00513990" w:rsidRPr="00A51076">
              <w:rPr>
                <w:rStyle w:val="Hyperlink"/>
                <w:rtl/>
              </w:rPr>
              <w:t>21:فروع 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ن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Toc516569931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2" w:history="1">
            <w:r w:rsidR="00513990" w:rsidRPr="00A51076">
              <w:rPr>
                <w:rStyle w:val="Hyperlink"/>
                <w:rtl/>
              </w:rPr>
              <w:t>22:نماز اور اسے اوقات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Toc516569932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3" w:history="1">
            <w:r w:rsidR="00513990" w:rsidRPr="00A51076">
              <w:rPr>
                <w:rStyle w:val="Hyperlink"/>
                <w:rtl/>
              </w:rPr>
              <w:t>23:آذان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Toc516569933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4" w:history="1">
            <w:r w:rsidR="00513990" w:rsidRPr="00A51076">
              <w:rPr>
                <w:rStyle w:val="Hyperlink"/>
                <w:rtl/>
              </w:rPr>
              <w:t>24:سجدہ گاہ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Toc516569934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5" w:history="1">
            <w:r w:rsidR="00513990" w:rsidRPr="00A51076">
              <w:rPr>
                <w:rStyle w:val="Hyperlink"/>
                <w:rtl/>
              </w:rPr>
              <w:t>25:وضوکے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Toc516569935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6" w:history="1">
            <w:r w:rsidR="00513990" w:rsidRPr="00A51076">
              <w:rPr>
                <w:rStyle w:val="Hyperlink"/>
                <w:rtl/>
              </w:rPr>
              <w:t>26:متعہ (وقت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شاد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)کے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Toc516569936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7" w:history="1">
            <w:r w:rsidR="00513990" w:rsidRPr="00A51076">
              <w:rPr>
                <w:rStyle w:val="Hyperlink"/>
                <w:rtl/>
              </w:rPr>
              <w:t>27:گناہان کب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رہ اورصغ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رہ کےبارے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Toc516569937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8" w:history="1">
            <w:r w:rsidR="00513990" w:rsidRPr="00A51076">
              <w:rPr>
                <w:rStyle w:val="Hyperlink"/>
                <w:rtl/>
              </w:rPr>
              <w:t>28۔ اخلاق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فضائل اور مکارم اخلاق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Toc516569938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39" w:history="1">
            <w:r w:rsidR="00513990" w:rsidRPr="00A51076">
              <w:rPr>
                <w:rStyle w:val="Hyperlink"/>
                <w:rtl/>
              </w:rPr>
              <w:t>29:جنت البق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Toc516569939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0" w:history="1">
            <w:r w:rsidR="00513990" w:rsidRPr="00A51076">
              <w:rPr>
                <w:rStyle w:val="Hyperlink"/>
                <w:rtl/>
              </w:rPr>
              <w:t>30:اہل 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ت رسالت(ع) کے مبارک روضوں کےبارے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Toc516569940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1" w:history="1">
            <w:r w:rsidR="00513990" w:rsidRPr="00A51076">
              <w:rPr>
                <w:rStyle w:val="Hyperlink"/>
                <w:rtl/>
              </w:rPr>
              <w:t>31۔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رسول اکرم  اور ان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پاک آل سے شفاعت طلب کرتے ہ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Toc516569941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2" w:history="1">
            <w:r w:rsidR="00513990" w:rsidRPr="00A51076">
              <w:rPr>
                <w:rStyle w:val="Hyperlink"/>
                <w:rtl/>
              </w:rPr>
              <w:t>32۔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جعفر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فرقہ نب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اور ائمہ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ولادت پر محفل اور خوش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کے پروگرام کرتے ہ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Toc516569942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3" w:history="1">
            <w:r w:rsidR="00513990" w:rsidRPr="00A51076">
              <w:rPr>
                <w:rStyle w:val="Hyperlink"/>
                <w:rtl/>
              </w:rPr>
              <w:t>33:احاد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ث اورروا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ات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کتاب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Toc516569943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4" w:history="1">
            <w:r w:rsidR="00513990" w:rsidRPr="00A51076">
              <w:rPr>
                <w:rStyle w:val="Hyperlink"/>
                <w:rtl/>
              </w:rPr>
              <w:t>34۔ ( عقائد ، فقہ اور دعا و اخلاق کے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دان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ں)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Toc516569944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5" w:history="1">
            <w:r w:rsidR="00513990" w:rsidRPr="00A51076">
              <w:rPr>
                <w:rStyle w:val="Hyperlink"/>
                <w:rtl/>
              </w:rPr>
              <w:t>35:اہلسنت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احاد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ث اورروا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ات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کتاب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Toc516569945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6" w:history="1">
            <w:r w:rsidR="00513990" w:rsidRPr="00A51076">
              <w:rPr>
                <w:rStyle w:val="Hyperlink"/>
                <w:rtl/>
              </w:rPr>
              <w:t>36: مسلمانوں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دور قد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م و جد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 مشکلات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علت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Toc516569946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513990" w:rsidP="0010787B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7" w:history="1">
            <w:r w:rsidR="00513990" w:rsidRPr="00A51076">
              <w:rPr>
                <w:rStyle w:val="Hyperlink"/>
                <w:rtl/>
              </w:rPr>
              <w:t>37:تمام اسلام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مختلف مذاہب کے علماء کے درم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ان فقہ ، عقائد اور تار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خ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موضوعات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ںگفتگو اور تبادلۂ خ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ال ک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 xml:space="preserve"> ضرورت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Toc516569947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8" w:history="1">
            <w:r w:rsidR="00513990" w:rsidRPr="00A51076">
              <w:rPr>
                <w:rStyle w:val="Hyperlink"/>
                <w:rtl/>
              </w:rPr>
              <w:t>38:اختلاف و تفرقہ کا نقصان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Toc516569948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49" w:history="1">
            <w:r w:rsidR="00513990" w:rsidRPr="00A51076">
              <w:rPr>
                <w:rStyle w:val="Hyperlink"/>
                <w:rtl/>
              </w:rPr>
              <w:t>39:اجتہاداورتقل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Toc516569949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69950" w:history="1">
            <w:r w:rsidR="00513990" w:rsidRPr="00A51076">
              <w:rPr>
                <w:rStyle w:val="Hyperlink"/>
                <w:rtl/>
              </w:rPr>
              <w:t>40۔ ش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عہ امام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ہ فرقہ کاعق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دہ مسلمانوں کے حقوق کے بارے م</w:t>
            </w:r>
            <w:r w:rsidR="00513990" w:rsidRPr="00A51076">
              <w:rPr>
                <w:rStyle w:val="Hyperlink"/>
                <w:rFonts w:hint="cs"/>
                <w:rtl/>
              </w:rPr>
              <w:t>ی</w:t>
            </w:r>
            <w:r w:rsidR="00513990" w:rsidRPr="00A51076">
              <w:rPr>
                <w:rStyle w:val="Hyperlink"/>
                <w:rtl/>
              </w:rPr>
              <w:t>ں</w:t>
            </w:r>
            <w:r w:rsidR="00513990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513990">
              <w:rPr>
                <w:webHidden/>
                <w:rtl/>
              </w:rPr>
              <w:instrText xml:space="preserve"> </w:instrText>
            </w:r>
            <w:r w:rsidR="00513990">
              <w:rPr>
                <w:webHidden/>
              </w:rPr>
              <w:instrText>PAGEREF</w:instrText>
            </w:r>
            <w:r w:rsidR="00513990">
              <w:rPr>
                <w:webHidden/>
                <w:rtl/>
              </w:rPr>
              <w:instrText xml:space="preserve"> _</w:instrText>
            </w:r>
            <w:r w:rsidR="00513990">
              <w:rPr>
                <w:webHidden/>
              </w:rPr>
              <w:instrText>Toc516569950 \h</w:instrText>
            </w:r>
            <w:r w:rsidR="00513990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514922"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513990" w:rsidRDefault="00817E81">
          <w:r>
            <w:fldChar w:fldCharType="end"/>
          </w:r>
        </w:p>
      </w:sdtContent>
    </w:sdt>
    <w:p w:rsidR="006401AF" w:rsidRDefault="006401AF" w:rsidP="00796B3A">
      <w:pPr>
        <w:pStyle w:val="libNormal"/>
        <w:rPr>
          <w:rtl/>
        </w:rPr>
      </w:pPr>
    </w:p>
    <w:sectPr w:rsidR="006401A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042" w:rsidRDefault="00DA1042">
      <w:r>
        <w:separator/>
      </w:r>
    </w:p>
  </w:endnote>
  <w:endnote w:type="continuationSeparator" w:id="0">
    <w:p w:rsidR="00DA1042" w:rsidRDefault="00DA1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317" w:rsidRDefault="00C9031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317" w:rsidRPr="00826B03" w:rsidRDefault="00C9031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042" w:rsidRDefault="00DA1042">
      <w:r>
        <w:separator/>
      </w:r>
    </w:p>
  </w:footnote>
  <w:footnote w:type="continuationSeparator" w:id="0">
    <w:p w:rsidR="00DA1042" w:rsidRDefault="00DA10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732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5B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87B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471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4F06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CF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990"/>
    <w:rsid w:val="00513B92"/>
    <w:rsid w:val="005143DF"/>
    <w:rsid w:val="00514922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5FFE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1A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6B3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17E81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0F1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B9E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16D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60E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65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298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6BE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250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317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042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0876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8C6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234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765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6DAD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00732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00732"/>
    <w:rPr>
      <w:rFonts w:eastAsia="Calibri"/>
      <w:b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01D3E-1F6E-4BE7-A5EB-E1211BF5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19886</TotalTime>
  <Pages>58</Pages>
  <Words>10477</Words>
  <Characters>59723</Characters>
  <Application>Microsoft Office Word</Application>
  <DocSecurity>0</DocSecurity>
  <Lines>497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20</cp:revision>
  <cp:lastPrinted>2018-06-12T08:02:00Z</cp:lastPrinted>
  <dcterms:created xsi:type="dcterms:W3CDTF">2015-06-13T07:48:00Z</dcterms:created>
  <dcterms:modified xsi:type="dcterms:W3CDTF">2018-06-12T08:04:00Z</dcterms:modified>
</cp:coreProperties>
</file>