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801C30" w:rsidP="00B315F5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6077753" cy="8609925"/>
            <wp:effectExtent l="19050" t="0" r="0" b="0"/>
            <wp:docPr id="1" name="Picture 1" descr="L:\New_kar\1439\jamadi_alsani_1439\serahe_aale_mohamma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jamadi_alsani_1439\serahe_aale_mohamma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146" cy="862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56126B">
      <w:pPr>
        <w:pStyle w:val="libNormal"/>
      </w:pPr>
    </w:p>
    <w:p w:rsidR="0056126B" w:rsidRDefault="0056126B" w:rsidP="004E4979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4E4979">
        <w:rPr>
          <w:rFonts w:hint="cs"/>
          <w:rtl/>
          <w:lang w:bidi="ur-PK"/>
        </w:rPr>
        <w:t xml:space="preserve">میں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827A66" w:rsidRDefault="00E7750F" w:rsidP="00827A66">
      <w:pPr>
        <w:pStyle w:val="libNormal"/>
        <w:rPr>
          <w:rtl/>
        </w:rPr>
      </w:pPr>
      <w:r>
        <w:rPr>
          <w:rtl/>
        </w:rPr>
        <w:br w:type="page"/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41335">
      <w:pPr>
        <w:pStyle w:val="libCenterBold2"/>
        <w:rPr>
          <w:rtl/>
        </w:rPr>
      </w:pP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آل محمد- (عل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ہم</w:t>
      </w:r>
      <w:r>
        <w:rPr>
          <w:rtl/>
        </w:rPr>
        <w:t xml:space="preserve"> السلام) </w:t>
      </w:r>
    </w:p>
    <w:p w:rsidR="00827A66" w:rsidRDefault="00827A66" w:rsidP="00841335">
      <w:pPr>
        <w:pStyle w:val="libCenterBold2"/>
        <w:rPr>
          <w:rtl/>
        </w:rPr>
      </w:pPr>
      <w:r>
        <w:rPr>
          <w:rFonts w:hint="eastAsia"/>
          <w:rtl/>
        </w:rPr>
        <w:t>مؤلف</w:t>
      </w:r>
      <w:r>
        <w:rPr>
          <w:rtl/>
        </w:rPr>
        <w:t xml:space="preserve"> : مط</w:t>
      </w:r>
      <w:r w:rsidRPr="004D70B9">
        <w:rPr>
          <w:rFonts w:hint="cs"/>
          <w:rtl/>
        </w:rPr>
        <w:t>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ۃ</w:t>
      </w:r>
      <w:r>
        <w:rPr>
          <w:rtl/>
        </w:rPr>
        <w:t xml:space="preserve"> الل</w:t>
      </w:r>
      <w:r w:rsidRPr="004D70B9">
        <w:rPr>
          <w:rFonts w:hint="cs"/>
          <w:rtl/>
        </w:rPr>
        <w:t>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</w:t>
      </w:r>
    </w:p>
    <w:p w:rsidR="00827A66" w:rsidRDefault="00827A66" w:rsidP="00841335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 xml:space="preserve"> / مصحح : عابد عسکر</w:t>
      </w:r>
      <w:r>
        <w:rPr>
          <w:rFonts w:hint="cs"/>
          <w:rtl/>
        </w:rPr>
        <w:t>ی</w:t>
      </w:r>
    </w:p>
    <w:p w:rsidR="00827A66" w:rsidRDefault="00827A66" w:rsidP="00841335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 xml:space="preserve"> : ادار</w:t>
      </w:r>
      <w:r w:rsidRPr="004D70B9">
        <w:rPr>
          <w:rFonts w:hint="cs"/>
          <w:rtl/>
        </w:rPr>
        <w:t>ہ منہاج 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827A66" w:rsidRPr="004D70B9" w:rsidRDefault="00827A66" w:rsidP="00841335">
      <w:pPr>
        <w:pStyle w:val="libCenterBold2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 : لاہور (پاکستان)</w:t>
      </w:r>
    </w:p>
    <w:p w:rsidR="00827A66" w:rsidRDefault="00827A66" w:rsidP="00841335">
      <w:pPr>
        <w:pStyle w:val="libCenterBold2"/>
        <w:rPr>
          <w:rtl/>
        </w:rPr>
      </w:pPr>
      <w:r>
        <w:rPr>
          <w:rFonts w:hint="eastAsia"/>
          <w:rtl/>
        </w:rPr>
        <w:t>نشر</w:t>
      </w:r>
      <w:r>
        <w:rPr>
          <w:rtl/>
        </w:rPr>
        <w:t xml:space="preserve"> کا سال : 2003</w:t>
      </w:r>
    </w:p>
    <w:p w:rsidR="00827A66" w:rsidRDefault="00827A66" w:rsidP="00841335">
      <w:pPr>
        <w:pStyle w:val="libCenterBold2"/>
        <w:rPr>
          <w:rtl/>
        </w:rPr>
      </w:pPr>
      <w:r>
        <w:rPr>
          <w:rFonts w:hint="eastAsia"/>
          <w:rtl/>
        </w:rPr>
        <w:t>جلدوں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: 1</w:t>
      </w:r>
    </w:p>
    <w:p w:rsidR="00827A66" w:rsidRDefault="00827A66" w:rsidP="00841335">
      <w:pPr>
        <w:pStyle w:val="libCenterBold2"/>
        <w:rPr>
          <w:rtl/>
        </w:rPr>
      </w:pPr>
      <w:r>
        <w:rPr>
          <w:rFonts w:hint="eastAsia"/>
          <w:rtl/>
        </w:rPr>
        <w:t>صفحات</w:t>
      </w:r>
      <w:r>
        <w:rPr>
          <w:rtl/>
        </w:rPr>
        <w:t xml:space="preserve"> : 199</w:t>
      </w:r>
    </w:p>
    <w:p w:rsidR="00827A66" w:rsidRDefault="00827A66" w:rsidP="00841335">
      <w:pPr>
        <w:pStyle w:val="libCenterBold2"/>
        <w:rPr>
          <w:rtl/>
        </w:rPr>
      </w:pPr>
      <w:r>
        <w:rPr>
          <w:rFonts w:hint="eastAsia"/>
          <w:rtl/>
        </w:rPr>
        <w:t>سائز</w:t>
      </w:r>
      <w:r>
        <w:rPr>
          <w:rtl/>
        </w:rPr>
        <w:t xml:space="preserve"> : رقع</w:t>
      </w:r>
      <w:r>
        <w:rPr>
          <w:rFonts w:hint="cs"/>
          <w:rtl/>
        </w:rPr>
        <w:t>ی</w:t>
      </w:r>
    </w:p>
    <w:p w:rsidR="00827A66" w:rsidRDefault="00827A66" w:rsidP="00841335">
      <w:pPr>
        <w:pStyle w:val="libCenterBold2"/>
        <w:rPr>
          <w:rtl/>
        </w:rPr>
      </w:pPr>
      <w:r>
        <w:rPr>
          <w:rFonts w:hint="eastAsia"/>
          <w:rtl/>
        </w:rPr>
        <w:t>زبان</w:t>
      </w:r>
      <w:r>
        <w:rPr>
          <w:rtl/>
        </w:rPr>
        <w:t xml:space="preserve"> : اردو</w:t>
      </w:r>
    </w:p>
    <w:p w:rsidR="00841335" w:rsidRDefault="00841335" w:rsidP="005132F6">
      <w:pPr>
        <w:pStyle w:val="libNormal"/>
        <w:rPr>
          <w:rtl/>
        </w:rPr>
      </w:pPr>
      <w:r>
        <w:rPr>
          <w:rtl/>
        </w:rPr>
        <w:br w:type="page"/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0" w:name="_Toc508875353"/>
      <w:r>
        <w:rPr>
          <w:rFonts w:hint="eastAsia"/>
          <w:rtl/>
        </w:rPr>
        <w:t>حرف</w:t>
      </w:r>
      <w:r>
        <w:rPr>
          <w:rtl/>
        </w:rPr>
        <w:t xml:space="preserve"> ناشر</w:t>
      </w:r>
      <w:bookmarkEnd w:id="0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"س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آل محمد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"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اور آ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 xml:space="preserve"> فصول پر مشتمل</w:t>
      </w:r>
      <w:r w:rsidR="005A655B" w:rsidRPr="00357CCC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 کا فارس</w:t>
      </w:r>
      <w:r>
        <w:rPr>
          <w:rFonts w:hint="cs"/>
          <w:rtl/>
        </w:rPr>
        <w:t>ی</w:t>
      </w:r>
      <w:r>
        <w:rPr>
          <w:rtl/>
        </w:rPr>
        <w:t xml:space="preserve"> نام"س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آئم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357CCC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57CCC">
        <w:rPr>
          <w:rFonts w:hint="cs"/>
          <w:rtl/>
        </w:rPr>
        <w:t xml:space="preserve"> "ت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معروف نشر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انتشارات صدرا"ک</w:t>
      </w:r>
      <w:r>
        <w:rPr>
          <w:rFonts w:hint="cs"/>
          <w:rtl/>
        </w:rPr>
        <w:t>ی</w:t>
      </w:r>
      <w:r>
        <w:rPr>
          <w:rtl/>
        </w:rPr>
        <w:t xml:space="preserve"> شائع کرد</w:t>
      </w:r>
      <w:r w:rsidRPr="004D70B9">
        <w:rPr>
          <w:rFonts w:hint="cs"/>
          <w:rtl/>
        </w:rPr>
        <w:t>ہ</w:t>
      </w:r>
      <w:r w:rsidR="005A655B" w:rsidRPr="00357CCC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۔ھ</w:t>
      </w:r>
      <w:r w:rsidRPr="00357CCC">
        <w:rPr>
          <w:rFonts w:hint="cs"/>
          <w:rtl/>
        </w:rPr>
        <w:t>م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اردو زبان پ</w:t>
      </w:r>
      <w:r w:rsidRPr="004D70B9">
        <w:rPr>
          <w:rFonts w:hint="cs"/>
          <w:rtl/>
        </w:rPr>
        <w:t>ڑھ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اور سمج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eastAsia"/>
          <w:rtl/>
        </w:rPr>
        <w:t>شفئ</w:t>
      </w:r>
      <w:r>
        <w:rPr>
          <w:rFonts w:hint="cs"/>
          <w:rtl/>
        </w:rPr>
        <w:t>ی</w:t>
      </w:r>
      <w:r>
        <w:rPr>
          <w:rtl/>
        </w:rPr>
        <w:t xml:space="preserve"> ذوق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آل محمد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 w:rsidR="005A655B" w:rsidRPr="00357CCC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شائع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(رح) ک</w:t>
      </w:r>
      <w:r>
        <w:rPr>
          <w:rFonts w:hint="cs"/>
          <w:rtl/>
        </w:rPr>
        <w:t>ی</w:t>
      </w:r>
      <w:r>
        <w:rPr>
          <w:rtl/>
        </w:rPr>
        <w:t xml:space="preserve"> تمام کتب وق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گرانقدر</w:t>
      </w:r>
      <w:r w:rsidR="005A655B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کتاب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خوشبو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 کا مطالع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مطالب سامن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آپ جس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مطالع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57CC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کردار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کتاب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اں علم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مطالع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شائق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معلومات کا سبب بنت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="00EF6DD1" w:rsidRPr="00357CCC">
        <w:rPr>
          <w:rFonts w:hint="cs"/>
          <w:rtl/>
        </w:rPr>
        <w:t>وہا</w:t>
      </w:r>
      <w:r w:rsidRPr="00357CCC">
        <w:rPr>
          <w:rFonts w:hint="cs"/>
          <w:rtl/>
        </w:rPr>
        <w:t>ں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57CCC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و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اور تازگ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باعث بنت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خوب</w:t>
      </w:r>
      <w:r>
        <w:rPr>
          <w:rFonts w:hint="eastAsia"/>
          <w:rtl/>
        </w:rPr>
        <w:t>صورت</w:t>
      </w:r>
      <w:r>
        <w:rPr>
          <w:rtl/>
        </w:rPr>
        <w:t xml:space="preserve"> اور معلومات</w:t>
      </w:r>
      <w:r>
        <w:rPr>
          <w:rFonts w:hint="cs"/>
          <w:rtl/>
        </w:rPr>
        <w:t>ی</w:t>
      </w:r>
      <w:r>
        <w:rPr>
          <w:rtl/>
        </w:rPr>
        <w:t xml:space="preserve"> کتاب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ہ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(رح) ک</w:t>
      </w:r>
      <w:r>
        <w:rPr>
          <w:rFonts w:hint="cs"/>
          <w:rtl/>
        </w:rPr>
        <w:t>ی</w:t>
      </w:r>
      <w:r>
        <w:rPr>
          <w:rtl/>
        </w:rPr>
        <w:t xml:space="preserve"> فکر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مجموع</w:t>
      </w:r>
      <w:r w:rsidRPr="004D70B9">
        <w:rPr>
          <w:rFonts w:hint="cs"/>
          <w:rtl/>
        </w:rPr>
        <w:t>ہ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مختلف مقامات پر مختلف خطابات کئ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57CCC">
        <w:rPr>
          <w:rFonts w:hint="cs"/>
          <w:rtl/>
        </w:rPr>
        <w:t xml:space="preserve"> انتشارات صدرا ک</w:t>
      </w:r>
      <w:r>
        <w:rPr>
          <w:rFonts w:hint="cs"/>
          <w:rtl/>
        </w:rPr>
        <w:t>ی</w:t>
      </w:r>
      <w:r>
        <w:rPr>
          <w:rtl/>
        </w:rPr>
        <w:t xml:space="preserve"> محترم انتظام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اک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>ا کر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ا علم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محفوظ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مشکلات پر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57CCC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آپ کا صبر واستقامت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شمار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 w:rsidRPr="004D70B9">
        <w:rPr>
          <w:rFonts w:hint="cs"/>
          <w:rtl/>
        </w:rPr>
        <w:t>ڑھ</w:t>
      </w:r>
      <w:r w:rsidRPr="00357CCC">
        <w:rPr>
          <w:rFonts w:hint="cs"/>
          <w:rtl/>
        </w:rPr>
        <w:t xml:space="preserve"> کر انسان دم بخود 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جاتا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ساخت</w:t>
      </w:r>
      <w:r w:rsidRPr="004D70B9">
        <w:rPr>
          <w:rFonts w:hint="cs"/>
          <w:rtl/>
        </w:rPr>
        <w:t>ہ</w:t>
      </w:r>
      <w:r>
        <w:rPr>
          <w:rtl/>
        </w:rPr>
        <w:t xml:space="preserve"> زبان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جو جمل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نکلتا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"عل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سازمان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357CCC">
        <w:rPr>
          <w:rFonts w:hint="cs"/>
          <w:rtl/>
        </w:rPr>
        <w:t>"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چوت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جعفر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تاجدار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کارنام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روح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57CCC">
        <w:rPr>
          <w:rFonts w:hint="cs"/>
          <w:rtl/>
        </w:rPr>
        <w:t>پکار ا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جعفر صادق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57CCC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EF6DD1">
        <w:rPr>
          <w:rtl/>
        </w:rPr>
        <w:t>رہو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(رح)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امام رضاعل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کو جس خوبصورت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مثال آپ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="00851B2F">
        <w:rPr>
          <w:rtl/>
        </w:rPr>
        <w:t>اہ</w:t>
      </w:r>
      <w:r w:rsidRPr="00357CCC">
        <w:rPr>
          <w:rFonts w:hint="cs"/>
          <w:rtl/>
        </w:rPr>
        <w:t>دت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Pr="004D70B9"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را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خاطر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شرم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فخر محسوس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۔ھ</w:t>
      </w:r>
      <w:r w:rsidRPr="00357CCC">
        <w:rPr>
          <w:rFonts w:hint="cs"/>
          <w:rtl/>
        </w:rPr>
        <w:t>م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ان مج</w:t>
      </w:r>
      <w:r w:rsidR="00851B2F">
        <w:rPr>
          <w:rtl/>
        </w:rPr>
        <w:t>اہ</w:t>
      </w:r>
      <w:r w:rsidRPr="00357CCC">
        <w:rPr>
          <w:rFonts w:hint="cs"/>
          <w:rtl/>
        </w:rPr>
        <w:t>د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جو مذ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ب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57CC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پابند سلاسل</w:t>
      </w:r>
      <w:r w:rsidR="005513FA" w:rsidRPr="00357CCC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ط</w:t>
      </w:r>
      <w:r w:rsidR="00ED61E8" w:rsidRPr="00357CCC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کو دوسر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تجز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نگاروں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ھٹ</w:t>
      </w:r>
      <w:r w:rsidRPr="00357CCC">
        <w:rPr>
          <w:rFonts w:hint="cs"/>
          <w:rtl/>
        </w:rPr>
        <w:t xml:space="preserve">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دشمنان </w:t>
      </w:r>
      <w:r w:rsidR="00851B2F" w:rsidRPr="00357CCC">
        <w:rPr>
          <w:rFonts w:hint="cs"/>
          <w:rtl/>
        </w:rPr>
        <w:t>اہ</w:t>
      </w:r>
      <w:r w:rsidRPr="00357CCC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غلط پرو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D70B9">
        <w:rPr>
          <w:rFonts w:hint="cs"/>
          <w:rtl/>
        </w:rPr>
        <w:t>ڈہ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فضا کو مسموم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(رح)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فکر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تعلق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"اگر 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357CCC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اور اس کو کما حقّ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، ح</w:t>
      </w:r>
      <w:r>
        <w:rPr>
          <w:rFonts w:hint="cs"/>
          <w:rtl/>
        </w:rPr>
        <w:t>ی</w:t>
      </w:r>
      <w:r>
        <w:rPr>
          <w:rFonts w:hint="eastAsia"/>
          <w:rtl/>
        </w:rPr>
        <w:t>طئ</w:t>
      </w:r>
      <w:r w:rsidRPr="004D70B9">
        <w:rPr>
          <w:rFonts w:hint="cs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بشر</w:t>
      </w:r>
      <w:r>
        <w:rPr>
          <w:rFonts w:hint="cs"/>
          <w:rtl/>
        </w:rPr>
        <w:t>ی</w:t>
      </w:r>
      <w:r>
        <w:rPr>
          <w:rtl/>
        </w:rPr>
        <w:t xml:space="preserve"> طاقت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="00ED61E8" w:rsidRPr="00357CCC">
        <w:rPr>
          <w:rFonts w:hint="cs"/>
          <w:rtl/>
        </w:rPr>
        <w:t xml:space="preserve">اہر 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ت</w:t>
      </w:r>
      <w:r w:rsidR="00ED61E8" w:rsidRPr="00357CCC">
        <w:rPr>
          <w:rFonts w:hint="cs"/>
          <w:rtl/>
        </w:rPr>
        <w:t>اہم</w:t>
      </w:r>
      <w:r w:rsidR="000E44EB" w:rsidRPr="00357CCC">
        <w:rPr>
          <w:rFonts w:hint="cs"/>
          <w:rtl/>
        </w:rPr>
        <w:t xml:space="preserve"> ہم 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کو سامن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لاکر مذ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ب</w:t>
      </w:r>
      <w:r>
        <w:rPr>
          <w:rtl/>
        </w:rPr>
        <w:t xml:space="preserve"> حق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357CCC">
        <w:rPr>
          <w:rFonts w:hint="cs"/>
          <w:rtl/>
        </w:rPr>
        <w:t>ممتاز دانشور علام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عابد عسکر</w:t>
      </w:r>
      <w:r>
        <w:rPr>
          <w:rFonts w:hint="cs"/>
          <w:rtl/>
        </w:rPr>
        <w:t>ی</w:t>
      </w:r>
      <w:r>
        <w:rPr>
          <w:rtl/>
        </w:rPr>
        <w:t xml:space="preserve"> فاضل قم دام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ظل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شکر گزار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tl/>
        </w:rPr>
        <w:lastRenderedPageBreak/>
        <w:t>آل محمد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کا آسان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ترجم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ملت جعفر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خدمت کا حق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موصوف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صاب طرز اور نئ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اسلوب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مالک باصلاح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57CCC">
        <w:rPr>
          <w:rFonts w:hint="cs"/>
          <w:rtl/>
        </w:rPr>
        <w:t>ک</w:t>
      </w:r>
      <w:r>
        <w:rPr>
          <w:rFonts w:hint="cs"/>
          <w:rtl/>
        </w:rPr>
        <w:t>ی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(محمد محمد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دم 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اس کتاب کو پسند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اں تک علوم محمد 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اس کتاب کو پسند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اں ت</w:t>
      </w:r>
      <w:r>
        <w:rPr>
          <w:rFonts w:hint="eastAsia"/>
          <w:rtl/>
        </w:rPr>
        <w:t>ک</w:t>
      </w:r>
      <w:r>
        <w:rPr>
          <w:rtl/>
        </w:rPr>
        <w:t xml:space="preserve"> علوم محمد وآل محمد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="000E44EB" w:rsidRPr="00357CCC">
        <w:rPr>
          <w:rFonts w:hint="cs"/>
          <w:rtl/>
        </w:rPr>
        <w:t xml:space="preserve"> ہم 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الامکان اپنا فرض پورا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اب موجود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اور آن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نسلوں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کس طرح استفاد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اور کس طرح اس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الل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357CCC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 کاوش کو قبول فرمائ</w:t>
      </w:r>
      <w:r w:rsidRPr="004D70B9">
        <w:rPr>
          <w:rFonts w:hint="cs"/>
          <w:rtl/>
        </w:rPr>
        <w:t>ے۔</w:t>
      </w:r>
      <w:r w:rsidRPr="00357CCC">
        <w:rPr>
          <w:rFonts w:hint="cs"/>
          <w:rtl/>
        </w:rPr>
        <w:t xml:space="preserve"> ش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)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درجات بلند فرمائ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"اور 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م اس سلس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 کرت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رہیں</w:t>
      </w:r>
      <w:r>
        <w:rPr>
          <w:rtl/>
        </w:rPr>
        <w:t xml:space="preserve"> (آم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گو: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 w:rsidR="00851B2F">
        <w:rPr>
          <w:rtl/>
        </w:rPr>
        <w:t>اہ</w:t>
      </w:r>
      <w:r w:rsidRPr="00357CCC">
        <w:rPr>
          <w:rFonts w:hint="cs"/>
          <w:rtl/>
        </w:rPr>
        <w:t xml:space="preserve">ور </w:t>
      </w:r>
    </w:p>
    <w:p w:rsidR="00841335" w:rsidRDefault="00841335" w:rsidP="005132F6">
      <w:pPr>
        <w:pStyle w:val="libNormal"/>
        <w:rPr>
          <w:rtl/>
        </w:rPr>
      </w:pPr>
      <w:r>
        <w:rPr>
          <w:rtl/>
        </w:rPr>
        <w:br w:type="page"/>
      </w:r>
    </w:p>
    <w:p w:rsidR="00827A66" w:rsidRDefault="00827A66" w:rsidP="00B34A65">
      <w:pPr>
        <w:pStyle w:val="Heading2Center"/>
        <w:rPr>
          <w:rtl/>
        </w:rPr>
      </w:pPr>
      <w:bookmarkStart w:id="1" w:name="_Toc508875354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مشکلات</w:t>
      </w:r>
      <w:bookmarkEnd w:id="1"/>
      <w:r>
        <w:rPr>
          <w:rtl/>
        </w:rPr>
        <w:t xml:space="preserve"> </w:t>
      </w:r>
    </w:p>
    <w:p w:rsidR="00827A66" w:rsidRDefault="00827A66" w:rsidP="00C50049">
      <w:pPr>
        <w:pStyle w:val="libNormal"/>
        <w:rPr>
          <w:rtl/>
        </w:rPr>
      </w:pPr>
      <w:r w:rsidRPr="00B76B81">
        <w:rPr>
          <w:rStyle w:val="libArabicChar"/>
          <w:rFonts w:hint="eastAsia"/>
          <w:rtl/>
        </w:rPr>
        <w:t>و</w:t>
      </w:r>
      <w:r w:rsidRPr="00B76B81">
        <w:rPr>
          <w:rStyle w:val="libArabicChar"/>
          <w:rtl/>
        </w:rPr>
        <w:t xml:space="preserve"> من کلام ل</w:t>
      </w:r>
      <w:r w:rsidR="005132F6" w:rsidRPr="004D70B9">
        <w:rPr>
          <w:rStyle w:val="libArabicChar"/>
          <w:rFonts w:hint="cs"/>
          <w:rtl/>
        </w:rPr>
        <w:t>ه</w:t>
      </w:r>
      <w:r w:rsidRPr="00B76B81">
        <w:rPr>
          <w:rStyle w:val="libArabicChar"/>
          <w:rFonts w:hint="cs"/>
          <w:rtl/>
        </w:rPr>
        <w:t xml:space="preserve"> علی</w:t>
      </w:r>
      <w:r w:rsidR="005132F6" w:rsidRPr="004D70B9">
        <w:rPr>
          <w:rStyle w:val="libArabicChar"/>
          <w:rFonts w:hint="cs"/>
          <w:rtl/>
        </w:rPr>
        <w:t>ه</w:t>
      </w:r>
      <w:r w:rsidRPr="00B76B81">
        <w:rPr>
          <w:rStyle w:val="libArabicChar"/>
          <w:rtl/>
        </w:rPr>
        <w:t xml:space="preserve"> السلام دعون</w:t>
      </w:r>
      <w:r w:rsidRPr="00B76B81">
        <w:rPr>
          <w:rStyle w:val="libArabicChar"/>
          <w:rFonts w:hint="cs"/>
          <w:rtl/>
        </w:rPr>
        <w:t>ی</w:t>
      </w:r>
      <w:r w:rsidRPr="00B76B81">
        <w:rPr>
          <w:rStyle w:val="libArabicChar"/>
          <w:rtl/>
        </w:rPr>
        <w:t xml:space="preserve"> والتمسو غ</w:t>
      </w:r>
      <w:r w:rsidRPr="00B76B81">
        <w:rPr>
          <w:rStyle w:val="libArabicChar"/>
          <w:rFonts w:hint="cs"/>
          <w:rtl/>
        </w:rPr>
        <w:t>ی</w:t>
      </w:r>
      <w:r w:rsidRPr="00B76B81">
        <w:rPr>
          <w:rStyle w:val="libArabicChar"/>
          <w:rFonts w:hint="eastAsia"/>
          <w:rtl/>
        </w:rPr>
        <w:t>ر</w:t>
      </w:r>
      <w:r w:rsidRPr="00B76B81">
        <w:rPr>
          <w:rStyle w:val="libArabicChar"/>
          <w:rFonts w:hint="cs"/>
          <w:rtl/>
        </w:rPr>
        <w:t>ی</w:t>
      </w:r>
      <w:r w:rsidRPr="00B76B81">
        <w:rPr>
          <w:rStyle w:val="libArabicChar"/>
          <w:rtl/>
        </w:rPr>
        <w:t xml:space="preserve"> فانّا مستقبلون امرا ل</w:t>
      </w:r>
      <w:r w:rsidR="005132F6" w:rsidRPr="004D70B9">
        <w:rPr>
          <w:rStyle w:val="libArabicChar"/>
          <w:rFonts w:hint="cs"/>
          <w:rtl/>
        </w:rPr>
        <w:t>ه</w:t>
      </w:r>
      <w:r w:rsidRPr="00B76B81">
        <w:rPr>
          <w:rStyle w:val="libArabicChar"/>
          <w:rFonts w:hint="cs"/>
          <w:rtl/>
        </w:rPr>
        <w:t xml:space="preserve"> وجو</w:t>
      </w:r>
      <w:r w:rsidR="005132F6" w:rsidRPr="004D70B9">
        <w:rPr>
          <w:rStyle w:val="libArabicChar"/>
          <w:rFonts w:hint="cs"/>
          <w:rtl/>
        </w:rPr>
        <w:t>ه</w:t>
      </w:r>
      <w:r w:rsidRPr="00B76B81">
        <w:rPr>
          <w:rStyle w:val="libArabicChar"/>
          <w:rFonts w:hint="cs"/>
          <w:rtl/>
        </w:rPr>
        <w:t xml:space="preserve"> الوان لا تقوم ل</w:t>
      </w:r>
      <w:r w:rsidR="005132F6" w:rsidRPr="004D70B9">
        <w:rPr>
          <w:rStyle w:val="libArabicChar"/>
          <w:rFonts w:hint="cs"/>
          <w:rtl/>
        </w:rPr>
        <w:t>ه</w:t>
      </w:r>
      <w:r w:rsidRPr="00B76B81">
        <w:rPr>
          <w:rStyle w:val="libArabicChar"/>
          <w:rFonts w:hint="cs"/>
          <w:rtl/>
        </w:rPr>
        <w:t xml:space="preserve"> القلوب ولا تثبت علی</w:t>
      </w:r>
      <w:r w:rsidR="005132F6" w:rsidRPr="004D70B9">
        <w:rPr>
          <w:rStyle w:val="libArabicChar"/>
          <w:rFonts w:hint="cs"/>
          <w:rtl/>
        </w:rPr>
        <w:t>ه</w:t>
      </w:r>
      <w:r w:rsidRPr="00B76B81">
        <w:rPr>
          <w:rStyle w:val="libArabicChar"/>
          <w:rtl/>
        </w:rPr>
        <w:t xml:space="preserve"> العقول و انّ الافاق قد اغامت المحج</w:t>
      </w:r>
      <w:r w:rsidR="004D70B9" w:rsidRPr="004D70B9">
        <w:rPr>
          <w:rStyle w:val="libArabicChar"/>
          <w:rFonts w:hint="cs"/>
          <w:rtl/>
        </w:rPr>
        <w:t>ة</w:t>
      </w:r>
      <w:r w:rsidRPr="00B76B81">
        <w:rPr>
          <w:rStyle w:val="libArabicChar"/>
          <w:rtl/>
        </w:rPr>
        <w:t xml:space="preserve"> قد تنکرت و اعلمو انّ</w:t>
      </w:r>
      <w:r w:rsidRPr="00B76B81">
        <w:rPr>
          <w:rStyle w:val="libArabicChar"/>
          <w:rFonts w:hint="cs"/>
          <w:rtl/>
        </w:rPr>
        <w:t>ی</w:t>
      </w:r>
      <w:r w:rsidRPr="00B76B81">
        <w:rPr>
          <w:rStyle w:val="libArabicChar"/>
          <w:rtl/>
        </w:rPr>
        <w:t xml:space="preserve"> ان اجبتکم رکبت بکم ما اعلم</w:t>
      </w:r>
      <w:r>
        <w:rPr>
          <w:rtl/>
        </w:rPr>
        <w:t xml:space="preserve"> </w:t>
      </w:r>
      <w:r w:rsidR="00C50049" w:rsidRPr="0030292A">
        <w:rPr>
          <w:rStyle w:val="libFootnotenumChar"/>
          <w:rFonts w:hint="cs"/>
          <w:rtl/>
        </w:rPr>
        <w:t>(1)</w:t>
      </w:r>
      <w:r w:rsidRPr="0030292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دو اور (اس خلافت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4D70B9">
        <w:rPr>
          <w:rFonts w:hint="cs"/>
          <w:rtl/>
        </w:rPr>
        <w:t>ڈھ</w:t>
      </w:r>
      <w:r w:rsidRPr="00357CCC">
        <w:rPr>
          <w:rFonts w:hint="cs"/>
          <w:rtl/>
        </w:rPr>
        <w:t>ون</w:t>
      </w:r>
      <w:r w:rsidRPr="004D70B9">
        <w:rPr>
          <w:rFonts w:hint="cs"/>
          <w:rtl/>
        </w:rPr>
        <w:t>ڈ</w:t>
      </w:r>
      <w:r w:rsidRPr="00357CCC">
        <w:rPr>
          <w:rFonts w:hint="cs"/>
          <w:rtl/>
        </w:rPr>
        <w:t xml:space="preserve"> لو، </w:t>
      </w:r>
      <w:r w:rsidR="005A655B" w:rsidRPr="004D70B9">
        <w:rPr>
          <w:rFonts w:hint="cs"/>
          <w:rtl/>
        </w:rPr>
        <w:t>ہمارے</w:t>
      </w:r>
      <w:r w:rsidRPr="00357CCC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اب معامل</w:t>
      </w:r>
      <w:r w:rsidRPr="004D70B9">
        <w:rPr>
          <w:rFonts w:hint="cs"/>
          <w:rtl/>
        </w:rPr>
        <w:t>ہ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جس ک</w:t>
      </w:r>
      <w:r w:rsidRPr="004D70B9">
        <w:rPr>
          <w:rFonts w:hint="cs"/>
          <w:rtl/>
        </w:rPr>
        <w:t>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رخ اور کئ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 w:rsidR="005A655B">
        <w:rPr>
          <w:rtl/>
        </w:rPr>
        <w:t xml:space="preserve"> ہیں </w:t>
      </w:r>
      <w:r>
        <w:rPr>
          <w:rtl/>
        </w:rPr>
        <w:t>جس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دل برداشت کر سکت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اور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مان سکت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"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>
        <w:rPr>
          <w:rtl/>
        </w:rPr>
        <w:t xml:space="preserve"> افق عالم پر گ</w:t>
      </w:r>
      <w:r w:rsidRPr="004D70B9">
        <w:rPr>
          <w:rFonts w:hint="cs"/>
          <w:rtl/>
        </w:rPr>
        <w:t>ھٹ</w:t>
      </w:r>
      <w:r w:rsidRPr="00357CCC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ائ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ہیں </w:t>
      </w:r>
      <w:r>
        <w:rPr>
          <w:rtl/>
        </w:rPr>
        <w:t>" راست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چانن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آتا</w:t>
      </w:r>
      <w:r>
        <w:rPr>
          <w:rFonts w:hint="eastAsia"/>
          <w:rtl/>
        </w:rPr>
        <w:t>،</w:t>
      </w:r>
      <w:r>
        <w:rPr>
          <w:rtl/>
        </w:rPr>
        <w:t xml:space="preserve">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</w:t>
      </w:r>
      <w:r w:rsidR="005A655B">
        <w:rPr>
          <w:rtl/>
        </w:rPr>
        <w:t xml:space="preserve"> ہونا چاہئے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اگر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357CCC">
        <w:rPr>
          <w:rFonts w:hint="cs"/>
          <w:rtl/>
        </w:rPr>
        <w:t>کو مان لوں تو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راست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پر 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چلوں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دوسر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</w:t>
      </w:r>
      <w:r w:rsidR="005A655B" w:rsidRPr="00357CCC">
        <w:rPr>
          <w:rFonts w:hint="cs"/>
          <w:rtl/>
        </w:rPr>
        <w:t xml:space="preserve"> بہت </w:t>
      </w:r>
      <w:r w:rsidRPr="00357CCC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آپ کو کس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رہنے 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طرح طرح ک</w:t>
      </w:r>
      <w:r>
        <w:rPr>
          <w:rFonts w:hint="cs"/>
          <w:rtl/>
        </w:rPr>
        <w:t>ی</w:t>
      </w:r>
      <w:r>
        <w:rPr>
          <w:rtl/>
        </w:rPr>
        <w:t xml:space="preserve"> شورش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ارد گرد خطر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بن کر من</w:t>
      </w:r>
      <w:r w:rsidRPr="004D70B9">
        <w:rPr>
          <w:rFonts w:hint="cs"/>
          <w:rtl/>
        </w:rPr>
        <w:t>ڈ</w:t>
      </w:r>
      <w:r w:rsidRPr="00357CCC">
        <w:rPr>
          <w:rFonts w:hint="cs"/>
          <w:rtl/>
        </w:rPr>
        <w:t xml:space="preserve"> لات</w:t>
      </w:r>
      <w:r>
        <w:rPr>
          <w:rFonts w:hint="cs"/>
          <w:rtl/>
        </w:rPr>
        <w:t>ی</w:t>
      </w:r>
      <w:r w:rsidR="005A655B">
        <w:rPr>
          <w:rtl/>
        </w:rPr>
        <w:t xml:space="preserve"> رہیں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لوگو</w:t>
      </w:r>
      <w:r>
        <w:rPr>
          <w:rtl/>
        </w:rPr>
        <w:t>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انبو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دردولت پر حاضر</w:t>
      </w:r>
      <w:r w:rsidR="005A655B" w:rsidRPr="00357CCC">
        <w:rPr>
          <w:rFonts w:hint="cs"/>
          <w:rtl/>
        </w:rPr>
        <w:t xml:space="preserve"> ہوا </w:t>
      </w:r>
      <w:r w:rsidRPr="00357CCC">
        <w:rPr>
          <w:rFonts w:hint="cs"/>
          <w:rtl/>
        </w:rPr>
        <w:t>اور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57CCC">
        <w:rPr>
          <w:rFonts w:hint="cs"/>
          <w:rtl/>
        </w:rPr>
        <w:t xml:space="preserve"> وقت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طور پر زمام حکومت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خاموش</w:t>
      </w:r>
      <w:r w:rsidR="005A655B">
        <w:rPr>
          <w:rtl/>
        </w:rPr>
        <w:t xml:space="preserve"> رہے </w:t>
      </w:r>
      <w:r w:rsidRPr="00357CCC">
        <w:rPr>
          <w:rFonts w:hint="cs"/>
          <w:rtl/>
        </w:rPr>
        <w:t>اور انت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Default="00827A66" w:rsidP="00B76B81">
      <w:pPr>
        <w:pStyle w:val="libArabic"/>
        <w:rPr>
          <w:rtl/>
        </w:rPr>
      </w:pPr>
      <w:r>
        <w:rPr>
          <w:rtl/>
        </w:rPr>
        <w:t>"دعون</w:t>
      </w:r>
      <w:r>
        <w:rPr>
          <w:rFonts w:hint="cs"/>
          <w:rtl/>
        </w:rPr>
        <w:t>ی</w:t>
      </w:r>
      <w:r>
        <w:rPr>
          <w:rtl/>
        </w:rPr>
        <w:t xml:space="preserve"> والتمسوا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"مج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دو خلافت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4D70B9">
        <w:rPr>
          <w:rFonts w:hint="cs"/>
          <w:rtl/>
        </w:rPr>
        <w:t>ڈھ</w:t>
      </w:r>
      <w:r w:rsidRPr="00357CCC">
        <w:rPr>
          <w:rFonts w:hint="cs"/>
          <w:rtl/>
        </w:rPr>
        <w:t>ون</w:t>
      </w:r>
      <w:r w:rsidRPr="004D70B9">
        <w:rPr>
          <w:rFonts w:hint="cs"/>
          <w:rtl/>
        </w:rPr>
        <w:t>ڈھ</w:t>
      </w:r>
      <w:r w:rsidRPr="00357CCC">
        <w:rPr>
          <w:rFonts w:hint="cs"/>
          <w:rtl/>
        </w:rPr>
        <w:t xml:space="preserve"> لو"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مقصد</w:t>
      </w:r>
      <w:r w:rsidR="005A655B">
        <w:rPr>
          <w:rtl/>
        </w:rPr>
        <w:t xml:space="preserve"> نہیں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معاذالل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حضرت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آپ کو خلافت رسول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57CCC">
        <w:rPr>
          <w:rFonts w:hint="cs"/>
          <w:rtl/>
        </w:rPr>
        <w:t>کا</w:t>
      </w:r>
      <w:r w:rsidR="005A655B" w:rsidRPr="00357CCC">
        <w:rPr>
          <w:rFonts w:hint="cs"/>
          <w:rtl/>
        </w:rPr>
        <w:t xml:space="preserve"> اہل نہیں </w:t>
      </w:r>
      <w:r>
        <w:rPr>
          <w:rtl/>
        </w:rPr>
        <w:t>سمج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 تو مسند رسول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57CCC">
        <w:rPr>
          <w:rFonts w:hint="cs"/>
          <w:rtl/>
        </w:rPr>
        <w:t>پر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>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مستحق وسزاوار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>،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827A66" w:rsidRDefault="00827A66" w:rsidP="00211648">
      <w:pPr>
        <w:pStyle w:val="libArabic"/>
        <w:rPr>
          <w:rtl/>
        </w:rPr>
      </w:pPr>
      <w:r>
        <w:rPr>
          <w:rtl/>
        </w:rPr>
        <w:t>"فانا مستقبلون امر ال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وجو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والوان"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57CCC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معامل</w:t>
      </w:r>
      <w:r w:rsidRPr="004D70B9">
        <w:rPr>
          <w:rFonts w:hint="cs"/>
          <w:rtl/>
        </w:rPr>
        <w:t>ہ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جس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رخ اور کئ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کرت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 </w:t>
      </w:r>
      <w:r w:rsidRPr="00357CCC">
        <w:rPr>
          <w:rFonts w:hint="cs"/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فرمات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ہیں: </w:t>
      </w:r>
    </w:p>
    <w:p w:rsidR="00827A66" w:rsidRDefault="00827A66" w:rsidP="00211648">
      <w:pPr>
        <w:pStyle w:val="libArabic"/>
        <w:rPr>
          <w:rtl/>
        </w:rPr>
      </w:pPr>
      <w:r>
        <w:rPr>
          <w:rtl/>
        </w:rPr>
        <w:t xml:space="preserve">"وان الافاق قد اغامت"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>
        <w:rPr>
          <w:rtl/>
        </w:rPr>
        <w:t xml:space="preserve"> افق عالم پر گ</w:t>
      </w:r>
      <w:r w:rsidRPr="004D70B9">
        <w:rPr>
          <w:rFonts w:hint="cs"/>
          <w:rtl/>
        </w:rPr>
        <w:t>ھٹ</w:t>
      </w:r>
      <w:r w:rsidRPr="00357CCC">
        <w:rPr>
          <w:rFonts w:hint="cs"/>
          <w:rtl/>
        </w:rPr>
        <w:t>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ائ</w:t>
      </w:r>
      <w:r>
        <w:rPr>
          <w:rFonts w:hint="cs"/>
          <w:rtl/>
        </w:rPr>
        <w:t>ی</w:t>
      </w:r>
      <w:r w:rsidR="005A655B">
        <w:rPr>
          <w:rtl/>
        </w:rPr>
        <w:t xml:space="preserve"> ہوئی</w:t>
      </w:r>
      <w:r w:rsidR="005513FA">
        <w:rPr>
          <w:rtl/>
        </w:rPr>
        <w:t xml:space="preserve"> ہیں</w:t>
      </w:r>
      <w:r>
        <w:rPr>
          <w:rtl/>
        </w:rPr>
        <w:t xml:space="preserve">" </w:t>
      </w:r>
    </w:p>
    <w:p w:rsidR="00827A66" w:rsidRDefault="00827A66" w:rsidP="00211648">
      <w:pPr>
        <w:pStyle w:val="libArabic"/>
        <w:rPr>
          <w:rtl/>
        </w:rPr>
      </w:pPr>
      <w:r>
        <w:rPr>
          <w:rFonts w:hint="eastAsia"/>
          <w:rtl/>
        </w:rPr>
        <w:t>والمحج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قد تنکرت"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راست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چان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>جات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خطب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ہیں: </w:t>
      </w:r>
    </w:p>
    <w:p w:rsidR="00827A66" w:rsidRDefault="00827A66" w:rsidP="00211648">
      <w:pPr>
        <w:pStyle w:val="libArabic"/>
        <w:rPr>
          <w:rtl/>
        </w:rPr>
      </w:pPr>
      <w:r>
        <w:rPr>
          <w:rtl/>
        </w:rPr>
        <w:t>"واعلموا ان</w:t>
      </w:r>
      <w:r>
        <w:rPr>
          <w:rFonts w:hint="cs"/>
          <w:rtl/>
        </w:rPr>
        <w:t>ی</w:t>
      </w:r>
      <w:r>
        <w:rPr>
          <w:rtl/>
        </w:rPr>
        <w:t xml:space="preserve"> ان اجبتکم رکبت بکم ما اعلم"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</w:t>
      </w:r>
      <w:r w:rsidR="005A655B">
        <w:rPr>
          <w:rtl/>
        </w:rPr>
        <w:t xml:space="preserve"> ہونا </w:t>
      </w:r>
      <w:r w:rsidRPr="00357CCC">
        <w:rPr>
          <w:rFonts w:hint="cs"/>
          <w:rtl/>
        </w:rPr>
        <w:t>چ</w:t>
      </w:r>
      <w:r w:rsidR="00851B2F" w:rsidRPr="00357CCC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="005A655B">
        <w:rPr>
          <w:rtl/>
        </w:rPr>
        <w:t xml:space="preserve"> خواہش </w:t>
      </w:r>
      <w:r w:rsidRPr="00357CCC">
        <w:rPr>
          <w:rFonts w:hint="cs"/>
          <w:rtl/>
        </w:rPr>
        <w:t>کو مان لوں تو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راست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چلوں گا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متعلق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اور کس</w:t>
      </w:r>
      <w:r>
        <w:rPr>
          <w:rFonts w:hint="cs"/>
          <w:rtl/>
        </w:rPr>
        <w:t>ی</w:t>
      </w:r>
      <w:r>
        <w:rPr>
          <w:rtl/>
        </w:rPr>
        <w:t xml:space="preserve"> ملامت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سرزنش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کان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>د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روں گا اور اگر </w:t>
      </w:r>
      <w:r>
        <w:rPr>
          <w:rtl/>
        </w:rPr>
        <w:t>تم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دو تو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تم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ں"اور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سکتا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تم اپنا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بناؤ اس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سنوں اور مانوں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(تم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A655B">
        <w:rPr>
          <w:rtl/>
        </w:rPr>
        <w:t xml:space="preserve"> ہونا </w:t>
      </w:r>
      <w:r w:rsidRPr="00357CCC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تر</w:t>
      </w:r>
      <w:r w:rsidR="005A655B" w:rsidRPr="00357CCC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قول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انداز</w:t>
      </w:r>
      <w:r w:rsidRPr="004D70B9">
        <w:rPr>
          <w:rFonts w:hint="cs"/>
          <w:rtl/>
        </w:rPr>
        <w:t>ہ</w:t>
      </w:r>
      <w:r w:rsidR="00211648" w:rsidRPr="00357CCC">
        <w:rPr>
          <w:rFonts w:hint="cs"/>
          <w:rtl/>
        </w:rPr>
        <w:t xml:space="preserve"> ہوتا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</w:t>
      </w:r>
      <w:r>
        <w:rPr>
          <w:rtl/>
        </w:rPr>
        <w:t xml:space="preserve"> کس قدر مشکل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 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مشکلات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گفتگو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 xml:space="preserve">کرسکتا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الحال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"مشکل "بتاتا</w:t>
      </w:r>
      <w:r w:rsidR="00BD7C38">
        <w:rPr>
          <w:rtl/>
        </w:rPr>
        <w:t xml:space="preserve"> ہوں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جو آپ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سوسائ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مشکل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2" w:name="_Toc508875355"/>
      <w:r>
        <w:rPr>
          <w:rFonts w:hint="eastAsia"/>
          <w:rtl/>
        </w:rPr>
        <w:t>عثمان</w:t>
      </w:r>
      <w:r>
        <w:rPr>
          <w:rtl/>
        </w:rPr>
        <w:t xml:space="preserve"> کا قتل</w:t>
      </w:r>
      <w:bookmarkEnd w:id="2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مولائ</w:t>
      </w:r>
      <w:r w:rsidRPr="004D70B9">
        <w:rPr>
          <w:rFonts w:hint="cs"/>
          <w:rtl/>
        </w:rPr>
        <w:t>ے</w:t>
      </w:r>
      <w:r>
        <w:rPr>
          <w:rtl/>
        </w:rPr>
        <w:t xml:space="preserve"> کائنات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مشکل عثمان کا قتل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مشکلات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آنا</w:t>
      </w:r>
      <w:r w:rsidR="005A655B" w:rsidRPr="00357CCC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طرح طرح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عفر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اپنا اپنا من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ول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 </w:t>
      </w:r>
      <w:r w:rsidR="005A655B" w:rsidRPr="00357CCC">
        <w:rPr>
          <w:rFonts w:hint="cs"/>
          <w:rtl/>
        </w:rPr>
        <w:t xml:space="preserve">ہیں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حضر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مسند </w:t>
      </w:r>
      <w:r>
        <w:rPr>
          <w:rFonts w:hint="eastAsia"/>
          <w:rtl/>
        </w:rPr>
        <w:t>خلافت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ان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کو چند نامعلوم افراد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تمام تر ذم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پر پ</w:t>
      </w:r>
      <w:r w:rsidRPr="004D70B9">
        <w:rPr>
          <w:rFonts w:hint="cs"/>
          <w:rtl/>
        </w:rPr>
        <w:t>ڑے۔</w:t>
      </w:r>
      <w:r w:rsidRPr="00357CCC">
        <w:rPr>
          <w:rFonts w:hint="cs"/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قاتلوں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تدف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اعتراضات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اب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ارد گرد جمع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"ا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 دوسر</w:t>
      </w:r>
      <w:r>
        <w:rPr>
          <w:rFonts w:hint="cs"/>
          <w:rtl/>
        </w:rPr>
        <w:t>ی</w:t>
      </w:r>
      <w:r>
        <w:rPr>
          <w:rtl/>
        </w:rPr>
        <w:t xml:space="preserve"> طرف عثمان ک</w:t>
      </w:r>
      <w:r>
        <w:rPr>
          <w:rFonts w:hint="cs"/>
          <w:rtl/>
        </w:rPr>
        <w:t>ی</w:t>
      </w:r>
      <w:r>
        <w:rPr>
          <w:rtl/>
        </w:rPr>
        <w:t xml:space="preserve"> محبت کا دم 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لوگ جو حجاز "مد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>"بصر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" کوف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اور مصر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 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اور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جذبات واحساسات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طوفان برپا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دو</w:t>
      </w:r>
      <w:r w:rsidR="00C3449B">
        <w:rPr>
          <w:rtl/>
        </w:rPr>
        <w:t xml:space="preserve"> گروہوں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</w:t>
      </w:r>
      <w:r w:rsidR="005A655B">
        <w:rPr>
          <w:rtl/>
        </w:rPr>
        <w:t xml:space="preserve"> رہے 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"اگر کس</w:t>
      </w:r>
      <w:r>
        <w:rPr>
          <w:rFonts w:hint="cs"/>
          <w:rtl/>
        </w:rPr>
        <w:t>ی</w:t>
      </w:r>
      <w:r>
        <w:rPr>
          <w:rtl/>
        </w:rPr>
        <w:t xml:space="preserve"> خاص گرو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محل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خلاف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سکتا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عثمان 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پ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مخالف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اختلاف رائ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357CCC">
        <w:rPr>
          <w:rFonts w:hint="cs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مداخلت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صلح جو" امن پسند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آفاق کتاب 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کا چود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مرت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تذکر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تذکر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بات کا ثبوت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 امن وآشت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کس قدر حام</w:t>
      </w:r>
      <w:r>
        <w:rPr>
          <w:rFonts w:hint="cs"/>
          <w:rtl/>
        </w:rPr>
        <w:t>ی</w:t>
      </w:r>
      <w:r>
        <w:rPr>
          <w:rtl/>
        </w:rPr>
        <w:t xml:space="preserve"> اور طرف دار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قبل اور قتل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آپ کا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صلح جو 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C3449B">
        <w:rPr>
          <w:rtl/>
        </w:rPr>
        <w:t>رہا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آپ صبر واستقامت ک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مثال بن کر 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پر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 </w:t>
      </w:r>
      <w:r w:rsidRPr="00357CCC">
        <w:rPr>
          <w:rFonts w:hint="cs"/>
          <w:rtl/>
        </w:rPr>
        <w:t>حالات اور بک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رئ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 </w:t>
      </w:r>
      <w:r w:rsidRPr="00357CCC">
        <w:rPr>
          <w:rFonts w:hint="cs"/>
          <w:rtl/>
        </w:rPr>
        <w:t>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اک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>ا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اور متحد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 w:rsidR="005A655B">
        <w:rPr>
          <w:rtl/>
        </w:rPr>
        <w:t xml:space="preserve"> رہے 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عثمان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لوگ طرح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 w:rsidR="005A655B">
        <w:rPr>
          <w:rtl/>
        </w:rPr>
        <w:t xml:space="preserve"> رہے 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>کو ئ</w:t>
      </w:r>
      <w:r>
        <w:rPr>
          <w:rFonts w:hint="cs"/>
          <w:rtl/>
        </w:rPr>
        <w:t>ی</w:t>
      </w:r>
      <w:r>
        <w:rPr>
          <w:rtl/>
        </w:rPr>
        <w:t xml:space="preserve"> اس قتل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خلاف سراپا احتجاج نظر آر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ا،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خلافت پر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کا سانس 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ا،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فئ</w:t>
      </w:r>
      <w:r w:rsidRPr="004D70B9">
        <w:rPr>
          <w:rFonts w:hint="cs"/>
          <w:rtl/>
        </w:rPr>
        <w:t>ہ</w:t>
      </w:r>
      <w:r>
        <w:rPr>
          <w:rtl/>
        </w:rPr>
        <w:t xml:space="preserve"> وقت اور حاکم اسلام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ناط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گرو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کاوشوں اور کوششوں کا مرکز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ہی </w:t>
      </w:r>
      <w:r>
        <w:rPr>
          <w:rtl/>
        </w:rPr>
        <w:t>بن پ</w:t>
      </w:r>
      <w:r w:rsidRPr="004D70B9">
        <w:rPr>
          <w:rFonts w:hint="cs"/>
          <w:rtl/>
        </w:rPr>
        <w:t>ڑے</w:t>
      </w:r>
      <w:r w:rsidRPr="00357CCC">
        <w:rPr>
          <w:rFonts w:hint="cs"/>
          <w:rtl/>
        </w:rPr>
        <w:t xml:space="preserve"> اختلاف وتفرق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ختم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کر خوشگوار اور پرامن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بخوب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شمار مسائل ک</w:t>
      </w:r>
      <w:r w:rsidRPr="004D70B9">
        <w:rPr>
          <w:rFonts w:hint="cs"/>
          <w:rtl/>
        </w:rPr>
        <w:t>ھڑے</w:t>
      </w:r>
      <w:r w:rsidR="00BD7C38" w:rsidRPr="00357CCC">
        <w:rPr>
          <w:rFonts w:hint="cs"/>
          <w:rtl/>
        </w:rPr>
        <w:t xml:space="preserve"> ہوں </w:t>
      </w:r>
      <w:r w:rsidRPr="00357CCC">
        <w:rPr>
          <w:rFonts w:hint="cs"/>
          <w:rtl/>
        </w:rPr>
        <w:t>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قتل اسلام اور مسلمانوں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اور سبب بن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آخر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ہوا </w:t>
      </w:r>
      <w:r w:rsidRPr="00357CCC">
        <w:rPr>
          <w:rFonts w:hint="cs"/>
          <w:rtl/>
        </w:rPr>
        <w:t>جس کا 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خدش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ظ</w:t>
      </w:r>
      <w:r w:rsidR="00ED61E8" w:rsidRPr="00357CCC">
        <w:rPr>
          <w:rFonts w:hint="cs"/>
          <w:rtl/>
        </w:rPr>
        <w:t xml:space="preserve">اہر 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آج جب</w:t>
      </w:r>
      <w:r w:rsidR="000E44EB" w:rsidRPr="00357CCC">
        <w:rPr>
          <w:rFonts w:hint="cs"/>
          <w:rtl/>
        </w:rPr>
        <w:t xml:space="preserve"> ہم </w:t>
      </w:r>
      <w:r w:rsidRPr="00357CCC">
        <w:rPr>
          <w:rFonts w:hint="cs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کا مطالع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روز روشن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5A655B" w:rsidRPr="004D70B9">
        <w:rPr>
          <w:rFonts w:hint="cs"/>
          <w:rtl/>
        </w:rPr>
        <w:t>ہمارے</w:t>
      </w:r>
      <w:r w:rsidRPr="00357CCC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عثمان کو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حاش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ان شر پسندوں ک</w:t>
      </w:r>
      <w:r>
        <w:rPr>
          <w:rFonts w:hint="cs"/>
          <w:rtl/>
        </w:rPr>
        <w:t>ی</w:t>
      </w:r>
      <w:r>
        <w:rPr>
          <w:rtl/>
        </w:rPr>
        <w:t xml:space="preserve"> شروع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کو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جس طرح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،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اتحاد کو پار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پار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چناچ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شر پسند اس تا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ملوّث کر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D70B9">
        <w:rPr>
          <w:rFonts w:hint="cs"/>
          <w:rtl/>
        </w:rPr>
        <w:t>ے</w:t>
      </w:r>
      <w:r>
        <w:rPr>
          <w:rtl/>
        </w:rPr>
        <w:t xml:space="preserve"> پر فتن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وفساد ک</w:t>
      </w:r>
      <w:r w:rsidRPr="004D70B9">
        <w:rPr>
          <w:rFonts w:hint="cs"/>
          <w:rtl/>
        </w:rPr>
        <w:t>ھڑ</w:t>
      </w:r>
      <w:r w:rsidRPr="00357CCC">
        <w:rPr>
          <w:rFonts w:hint="cs"/>
          <w:rtl/>
        </w:rPr>
        <w:t>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متفق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tl/>
        </w:rPr>
        <w:t>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قتل عثمان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B21A7">
        <w:rPr>
          <w:rtl/>
        </w:rPr>
        <w:t xml:space="preserve"> ہر </w:t>
      </w:r>
      <w:r w:rsidRPr="00357CCC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ملوث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طور پر مسلمانوں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>
        <w:rPr>
          <w:rFonts w:hint="eastAsia"/>
          <w:rtl/>
        </w:rPr>
        <w:t>شروع</w:t>
      </w:r>
      <w:r w:rsidR="000E44EB">
        <w:rPr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 w:rsidR="00C3449B">
        <w:rPr>
          <w:rtl/>
        </w:rPr>
        <w:t>رہا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دو</w:t>
      </w:r>
      <w:r w:rsidR="00C3449B" w:rsidRPr="00357CCC">
        <w:rPr>
          <w:rFonts w:hint="cs"/>
          <w:rtl/>
        </w:rPr>
        <w:t xml:space="preserve"> گروہوں </w:t>
      </w:r>
      <w:r w:rsidRPr="00357CCC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D61E8">
        <w:rPr>
          <w:rtl/>
        </w:rPr>
        <w:t>اہم</w:t>
      </w:r>
      <w:r>
        <w:rPr>
          <w:rFonts w:hint="cs"/>
          <w:rtl/>
        </w:rPr>
        <w:t>ی</w:t>
      </w:r>
      <w:r>
        <w:rPr>
          <w:rtl/>
        </w:rPr>
        <w:t xml:space="preserve"> 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ل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باعث قتل عثمان ک</w:t>
      </w:r>
      <w:r>
        <w:rPr>
          <w:rFonts w:hint="cs"/>
          <w:rtl/>
        </w:rPr>
        <w:t>ی</w:t>
      </w:r>
      <w:r>
        <w:rPr>
          <w:rtl/>
        </w:rPr>
        <w:t xml:space="preserve"> مذموم سازش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5A655B">
        <w:rPr>
          <w:rtl/>
        </w:rPr>
        <w:t xml:space="preserve"> رہے </w:t>
      </w:r>
      <w:r w:rsidRPr="00357CCC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دوسرا اصل قاتل کا پت</w:t>
      </w:r>
      <w:r w:rsidRPr="004D70B9">
        <w:rPr>
          <w:rFonts w:hint="cs"/>
          <w:rtl/>
        </w:rPr>
        <w:t>ہ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>چل سک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گا،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اس کا اصل</w:t>
      </w:r>
      <w:r>
        <w:rPr>
          <w:rFonts w:hint="cs"/>
          <w:rtl/>
        </w:rPr>
        <w:t>ی</w:t>
      </w:r>
      <w:r>
        <w:rPr>
          <w:rtl/>
        </w:rPr>
        <w:t xml:space="preserve"> مشن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گا اور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دست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ان حالات ومشکلات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گونا گوں ومسائل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دو چار</w:t>
      </w:r>
      <w:r w:rsidR="005A655B" w:rsidRPr="00357CCC">
        <w:rPr>
          <w:rFonts w:hint="cs"/>
          <w:rtl/>
        </w:rPr>
        <w:t xml:space="preserve"> ہونا </w:t>
      </w:r>
      <w:r w:rsidRPr="00357CCC">
        <w:rPr>
          <w:rFonts w:hint="cs"/>
          <w:rtl/>
        </w:rPr>
        <w:t>پ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مو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اں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طور پر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مکاران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 w:rsidRPr="004D70B9">
        <w:rPr>
          <w:rFonts w:hint="cs"/>
          <w:rtl/>
        </w:rPr>
        <w:t>ہ</w:t>
      </w:r>
      <w:r>
        <w:rPr>
          <w:rtl/>
        </w:rPr>
        <w:t xml:space="preserve"> حربوں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طرح اور اس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دوچار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اور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ا فرق</w:t>
      </w:r>
      <w:r w:rsidR="00743BB0" w:rsidRPr="00357CCC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سرکار رسالتماب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دشمن بت پرست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منکر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اور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الل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انکار کرت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مخ</w:t>
      </w:r>
      <w:r>
        <w:rPr>
          <w:rFonts w:hint="eastAsia"/>
          <w:rtl/>
        </w:rPr>
        <w:t>الفت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0E44EB" w:rsidRPr="00357CCC">
        <w:rPr>
          <w:rFonts w:hint="cs"/>
          <w:rtl/>
        </w:rPr>
        <w:t xml:space="preserve"> ہی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حضور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اعلان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بتوں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خلاف 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مقابل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جو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خود کو مسلمان تو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لوات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مسلمان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57CCC">
        <w:rPr>
          <w:rFonts w:hint="cs"/>
          <w:rtl/>
        </w:rPr>
        <w:t xml:space="preserve"> ان کا نعر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اصل</w:t>
      </w:r>
      <w:r>
        <w:rPr>
          <w:rFonts w:hint="cs"/>
          <w:rtl/>
        </w:rPr>
        <w:t>ی</w:t>
      </w:r>
      <w:r>
        <w:rPr>
          <w:rtl/>
        </w:rPr>
        <w:t xml:space="preserve"> مقصد کفر ونفاق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باپ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کافر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کافران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روپ</w:t>
      </w:r>
      <w:r w:rsidR="000E44EB" w:rsidRPr="00357CCC">
        <w:rPr>
          <w:rFonts w:hint="cs"/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نا آسان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مقاصد 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کر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آکر ل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اور 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پور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طرح طرح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عثمان قتل</w:t>
      </w:r>
      <w:r w:rsidR="00211648">
        <w:rPr>
          <w:rtl/>
        </w:rPr>
        <w:t xml:space="preserve"> ہوئے </w:t>
      </w:r>
      <w:r w:rsidRPr="00357CCC">
        <w:rPr>
          <w:rFonts w:hint="cs"/>
          <w:rtl/>
        </w:rPr>
        <w:t>تو 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کو: </w:t>
      </w:r>
    </w:p>
    <w:p w:rsidR="00827A66" w:rsidRDefault="007F7100" w:rsidP="00C50049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C3449B">
        <w:rPr>
          <w:rStyle w:val="libAieChar"/>
          <w:rtl/>
        </w:rPr>
        <w:t>من قُتِل مظلوما فقد جعلنا لول</w:t>
      </w:r>
      <w:r w:rsidRPr="00C3449B">
        <w:rPr>
          <w:rStyle w:val="libAieChar"/>
          <w:rFonts w:hint="cs"/>
          <w:rtl/>
        </w:rPr>
        <w:t>ی</w:t>
      </w:r>
      <w:r w:rsidRPr="00AE18BD">
        <w:rPr>
          <w:rStyle w:val="libAieChar"/>
          <w:rFonts w:hint="cs"/>
          <w:rtl/>
        </w:rPr>
        <w:t>ه</w:t>
      </w:r>
      <w:r w:rsidRPr="00C3449B">
        <w:rPr>
          <w:rStyle w:val="libAieChar"/>
          <w:rtl/>
        </w:rPr>
        <w:t xml:space="preserve"> سلطانا</w:t>
      </w:r>
      <w:r w:rsidRPr="007F7100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827A66">
        <w:rPr>
          <w:rtl/>
        </w:rPr>
        <w:t xml:space="preserve"> </w:t>
      </w:r>
      <w:r w:rsidR="00C50049" w:rsidRPr="0030292A">
        <w:rPr>
          <w:rStyle w:val="libFootnotenumChar"/>
          <w:rFonts w:hint="cs"/>
          <w:rtl/>
        </w:rPr>
        <w:t>(2)</w:t>
      </w:r>
      <w:r w:rsidR="00827A66" w:rsidRPr="0030292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lastRenderedPageBreak/>
        <w:t>"اور جو شخص ناحق مارا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تو</w:t>
      </w:r>
      <w:r w:rsidR="000E44EB" w:rsidRPr="00357CCC">
        <w:rPr>
          <w:rFonts w:hint="cs"/>
          <w:rtl/>
        </w:rPr>
        <w:t xml:space="preserve"> ہم 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وارث کو (قاتل پر قصاص کا) قابود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عنوان</w:t>
      </w:r>
      <w:r>
        <w:rPr>
          <w:rtl/>
        </w:rPr>
        <w:t xml:space="preserve"> بناکر خون عثمان کا مطالب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لوگوں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احساسات وجذبات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خون خراب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کرنا </w:t>
      </w:r>
      <w:r w:rsidR="00C3449B" w:rsidRPr="00357CCC">
        <w:rPr>
          <w:rFonts w:hint="cs"/>
          <w:rtl/>
        </w:rPr>
        <w:t>چاہتا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 وقت اصل وارث کون</w:t>
      </w:r>
      <w:r w:rsidR="00743BB0" w:rsidRPr="00357CCC">
        <w:rPr>
          <w:rFonts w:hint="cs"/>
          <w:rtl/>
        </w:rPr>
        <w:t xml:space="preserve"> ہے</w:t>
      </w:r>
      <w:r w:rsidRPr="00357CCC">
        <w:rPr>
          <w:rFonts w:hint="cs"/>
          <w:rtl/>
        </w:rPr>
        <w:t>؟ تو کون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عثمان کو اپنا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</w:t>
      </w:r>
      <w:r>
        <w:rPr>
          <w:rtl/>
        </w:rPr>
        <w:t xml:space="preserve">لا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ان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دور کا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واسط</w:t>
      </w:r>
      <w:r w:rsidRPr="004D70B9">
        <w:rPr>
          <w:rFonts w:hint="cs"/>
          <w:rtl/>
        </w:rPr>
        <w:t>ہ</w:t>
      </w:r>
      <w:r w:rsidR="005A655B" w:rsidRPr="00357CCC">
        <w:rPr>
          <w:rFonts w:hint="cs"/>
          <w:rtl/>
        </w:rPr>
        <w:t xml:space="preserve"> نہیں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سب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تو عثمان کا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ا</w:t>
      </w:r>
      <w:r>
        <w:rPr>
          <w:rtl/>
        </w:rPr>
        <w:t xml:space="preserve"> موجود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رشت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دار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دوسرا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تعلق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357CCC">
        <w:rPr>
          <w:rFonts w:hint="cs"/>
          <w:rtl/>
        </w:rPr>
        <w:t>؟دراصل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چالاک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شخص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مقتول صحاب</w:t>
      </w:r>
      <w:r>
        <w:rPr>
          <w:rFonts w:hint="cs"/>
          <w:rtl/>
        </w:rPr>
        <w:t>ی</w:t>
      </w:r>
      <w:r>
        <w:rPr>
          <w:rtl/>
        </w:rPr>
        <w:t xml:space="preserve"> رسول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خون کو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احتجاج بنانا </w:t>
      </w:r>
      <w:r w:rsidR="00C3449B">
        <w:rPr>
          <w:rtl/>
        </w:rPr>
        <w:t>چاہتا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 کا اصل مقصد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مشکلات ک</w:t>
      </w:r>
      <w:r w:rsidRPr="004D70B9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tl/>
        </w:rPr>
        <w:t xml:space="preserve"> کرنا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دوسر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 w:rsidR="00C3449B" w:rsidRPr="00357CCC">
        <w:rPr>
          <w:rFonts w:hint="cs"/>
          <w:rtl/>
        </w:rPr>
        <w:t>چاہتا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سک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وحدت کو ختم کرک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B21A7">
        <w:rPr>
          <w:rtl/>
        </w:rPr>
        <w:t xml:space="preserve"> ہر </w:t>
      </w:r>
      <w:r w:rsidRPr="00357CCC">
        <w:rPr>
          <w:rFonts w:hint="cs"/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57CCC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عثمان زند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تو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جناب کو قتل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کرائ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قاتل اور جاسوس مقرر کررک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اور 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گماشتوں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ہہ</w:t>
      </w:r>
      <w:r w:rsidRPr="00357CCC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جس وقت عثمان قتل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ج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خون آلود کرت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شام روان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خبر دار ک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خون خشک ن</w:t>
      </w:r>
      <w:r w:rsidRPr="004D70B9">
        <w:rPr>
          <w:rFonts w:hint="cs"/>
          <w:rtl/>
        </w:rPr>
        <w:t>ہ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پائ</w:t>
      </w:r>
      <w:r w:rsidRPr="004D70B9">
        <w:rPr>
          <w:rFonts w:hint="cs"/>
          <w:rtl/>
        </w:rPr>
        <w:t>ے۔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چنانچ</w:t>
      </w:r>
      <w:r w:rsidRPr="004D70B9">
        <w:rPr>
          <w:rFonts w:hint="cs"/>
          <w:rtl/>
        </w:rPr>
        <w:t>ہ</w:t>
      </w:r>
      <w:r>
        <w:rPr>
          <w:rtl/>
        </w:rPr>
        <w:t xml:space="preserve"> عثمان کا خون آلود کرت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اور عثمان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محترم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اندر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کا کل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تو 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ا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</w:t>
      </w:r>
      <w:r w:rsidR="00ED61E8">
        <w:rPr>
          <w:rtl/>
        </w:rPr>
        <w:t xml:space="preserve">اہر 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سراپا احتجاج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کارندوں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357CCC">
        <w:rPr>
          <w:rFonts w:hint="cs"/>
          <w:rtl/>
        </w:rPr>
        <w:t>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منبر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پاس ل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چنانچ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 w:rsidR="005A655B">
        <w:rPr>
          <w:rtl/>
        </w:rPr>
        <w:t xml:space="preserve">ہوا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بلند آواز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ا ا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لوگو!د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>
        <w:rPr>
          <w:rtl/>
        </w:rPr>
        <w:t xml:space="preserve"> تو 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کتنا ظلم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="00851B2F">
        <w:rPr>
          <w:rFonts w:hint="eastAsia"/>
          <w:rtl/>
        </w:rPr>
        <w:t>اہ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عثمان کا خون آلود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851B2F">
        <w:rPr>
          <w:rFonts w:hint="eastAsia"/>
          <w:rtl/>
        </w:rPr>
        <w:t>اہ</w:t>
      </w:r>
      <w:r w:rsidRPr="00357CCC">
        <w:rPr>
          <w:rFonts w:hint="cs"/>
          <w:rtl/>
        </w:rPr>
        <w:t>ن</w:t>
      </w:r>
      <w:r>
        <w:rPr>
          <w:rtl/>
        </w:rPr>
        <w:t xml:space="preserve">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پر ل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کا کر مسجد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گ</w:t>
      </w:r>
      <w:r w:rsidRPr="004D70B9">
        <w:rPr>
          <w:rFonts w:hint="cs"/>
          <w:rtl/>
        </w:rPr>
        <w:t>ہ</w:t>
      </w:r>
      <w:r>
        <w:rPr>
          <w:rtl/>
        </w:rPr>
        <w:t xml:space="preserve"> پر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EF6DD1">
        <w:rPr>
          <w:rtl/>
        </w:rPr>
        <w:t>وہا</w:t>
      </w:r>
      <w:r w:rsidRPr="00357CCC">
        <w:rPr>
          <w:rFonts w:hint="cs"/>
          <w:rtl/>
        </w:rPr>
        <w:t>ں پر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اور عثمان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زار وقطار رون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لگا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کرتا </w:t>
      </w:r>
      <w:r w:rsidR="00C3449B">
        <w:rPr>
          <w:rtl/>
        </w:rPr>
        <w:t>رہا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اور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قتل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لوگوں کو احتجاج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پر مجبور کرتا </w:t>
      </w:r>
      <w:r w:rsidR="00C3449B" w:rsidRPr="00357CCC">
        <w:rPr>
          <w:rFonts w:hint="cs"/>
          <w:rtl/>
        </w:rPr>
        <w:t>رہا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اس کا عوام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بار بار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مطالب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لوگو ا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>و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ا ظلم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رسول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</w:t>
      </w:r>
      <w:r w:rsidR="005513FA" w:rsidRPr="00357CCC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آپ لوگوں پر فرض عائد</w:t>
      </w:r>
      <w:r w:rsidR="00211648" w:rsidRPr="00357CCC">
        <w:rPr>
          <w:rFonts w:hint="cs"/>
          <w:rtl/>
        </w:rPr>
        <w:t xml:space="preserve"> ہوتا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خون ناحق کا بدل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قتل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 w:rsidR="000E44EB">
        <w:rPr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ل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ذا ان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0E44EB">
        <w:rPr>
          <w:rtl/>
        </w:rPr>
        <w:t xml:space="preserve"> ہم </w:t>
      </w:r>
      <w:r w:rsidRPr="00357CCC">
        <w:rPr>
          <w:rFonts w:hint="cs"/>
          <w:rtl/>
        </w:rPr>
        <w:t>سب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>
        <w:rPr>
          <w:rtl/>
        </w:rPr>
        <w:t xml:space="preserve"> تو 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طبق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سب کا سب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ارد گرد ج</w:t>
      </w:r>
      <w:r>
        <w:rPr>
          <w:rFonts w:hint="eastAsia"/>
          <w:rtl/>
        </w:rPr>
        <w:t>مع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اور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عثمان کو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غرض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طرح طرح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بناتا </w:t>
      </w:r>
      <w:r w:rsidR="00C3449B" w:rsidRPr="00357CCC">
        <w:rPr>
          <w:rFonts w:hint="cs"/>
          <w:rtl/>
        </w:rPr>
        <w:t>رہا</w:t>
      </w:r>
      <w:r w:rsidRPr="00357CCC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سازش</w:t>
      </w:r>
      <w:r w:rsidR="000E44EB">
        <w:rPr>
          <w:rtl/>
        </w:rPr>
        <w:t xml:space="preserve"> ہی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وج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جنگ جمل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دو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(استاد محترم علام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جعفر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خطب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 </w:t>
      </w:r>
      <w:r w:rsidRPr="00357CCC">
        <w:rPr>
          <w:rFonts w:hint="cs"/>
          <w:rtl/>
        </w:rPr>
        <w:t>فرمات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جان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مسند حکومت خال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تو مسلمانوں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سلامت 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اصول پرست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اس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tl/>
        </w:rPr>
        <w:t>ں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حد تک تجرب</w:t>
      </w:r>
      <w:r w:rsidRPr="004D70B9">
        <w:rPr>
          <w:rFonts w:hint="cs"/>
          <w:rtl/>
        </w:rPr>
        <w:t>ہ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چکا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ا، چنانچ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متفق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طور پر آپ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دست حق پر</w:t>
      </w:r>
      <w:r>
        <w:rPr>
          <w:rtl/>
        </w:rPr>
        <w:t>ست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طرح 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ڑے</w:t>
      </w:r>
      <w:r w:rsidRPr="00357CCC">
        <w:rPr>
          <w:rFonts w:hint="cs"/>
          <w:rtl/>
        </w:rPr>
        <w:t xml:space="preserve"> جس طرح 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ھٹ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مسافر دور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منزل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لک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سمت لپک پ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357CCC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جب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مؤرخ طبر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 w:rsidR="00743BB0" w:rsidRPr="00357CCC">
        <w:rPr>
          <w:rFonts w:hint="cs"/>
          <w:rtl/>
        </w:rPr>
        <w:t xml:space="preserve"> ہے</w:t>
      </w:r>
      <w:r w:rsidRPr="00357CCC">
        <w:rPr>
          <w:rFonts w:hint="cs"/>
          <w:rtl/>
        </w:rPr>
        <w:t>:" لوگ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پر</w:t>
      </w:r>
      <w:r w:rsidR="00C3449B">
        <w:rPr>
          <w:rtl/>
        </w:rPr>
        <w:t xml:space="preserve"> ہجوم </w:t>
      </w:r>
      <w:r w:rsidRPr="00357CCC">
        <w:rPr>
          <w:rFonts w:hint="cs"/>
          <w:rtl/>
        </w:rPr>
        <w:t>کرک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ڑے</w:t>
      </w:r>
      <w:r w:rsidRPr="00357CCC">
        <w:rPr>
          <w:rFonts w:hint="cs"/>
          <w:rtl/>
        </w:rPr>
        <w:t xml:space="preserve"> اور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57CCC">
        <w:rPr>
          <w:rFonts w:hint="cs"/>
          <w:rtl/>
        </w:rPr>
        <w:t xml:space="preserve"> ہم </w:t>
      </w:r>
      <w:r w:rsidRPr="00357CCC">
        <w:rPr>
          <w:rFonts w:hint="cs"/>
          <w:rtl/>
        </w:rPr>
        <w:t>آپ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چ</w:t>
      </w:r>
      <w:r w:rsidR="00EF6DD1">
        <w:rPr>
          <w:rtl/>
        </w:rPr>
        <w:t xml:space="preserve">اہتے 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 xml:space="preserve">اور </w:t>
      </w:r>
      <w:r>
        <w:rPr>
          <w:rtl/>
        </w:rPr>
        <w:lastRenderedPageBreak/>
        <w:t>آپ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="005A655B">
        <w:rPr>
          <w:rtl/>
        </w:rPr>
        <w:t xml:space="preserve"> رہے </w:t>
      </w:r>
      <w:r w:rsidR="005A655B" w:rsidRPr="00357CCC">
        <w:rPr>
          <w:rFonts w:hint="cs"/>
          <w:rtl/>
        </w:rPr>
        <w:t xml:space="preserve">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اسلام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="005513FA" w:rsidRPr="00357CCC">
        <w:rPr>
          <w:rFonts w:hint="cs"/>
          <w:rtl/>
        </w:rPr>
        <w:t xml:space="preserve"> رہی </w:t>
      </w:r>
      <w:r w:rsidR="005513FA">
        <w:rPr>
          <w:rtl/>
        </w:rPr>
        <w:t>ہیں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51B2F">
        <w:rPr>
          <w:rtl/>
        </w:rPr>
        <w:t xml:space="preserve"> ہم</w:t>
      </w:r>
      <w:r w:rsidRPr="00357CCC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آزمائش</w:t>
      </w:r>
      <w:r w:rsidR="00FD708B">
        <w:rPr>
          <w:rtl/>
        </w:rPr>
        <w:t xml:space="preserve"> ہو</w:t>
      </w:r>
      <w:r w:rsidR="005513FA" w:rsidRPr="00357CCC">
        <w:rPr>
          <w:rFonts w:hint="cs"/>
          <w:rtl/>
        </w:rPr>
        <w:t xml:space="preserve"> رہی 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" مگر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357CCC">
        <w:rPr>
          <w:rFonts w:hint="cs"/>
          <w:rtl/>
        </w:rPr>
        <w:t>کو قبول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جس پر ان لوگوں ن</w:t>
      </w:r>
      <w:r w:rsidRPr="004D70B9">
        <w:rPr>
          <w:rFonts w:hint="cs"/>
          <w:rtl/>
        </w:rPr>
        <w:t>ے</w:t>
      </w:r>
      <w:r>
        <w:rPr>
          <w:rtl/>
        </w:rPr>
        <w:t xml:space="preserve"> شور مچا</w:t>
      </w:r>
      <w:r>
        <w:rPr>
          <w:rFonts w:hint="cs"/>
          <w:rtl/>
        </w:rPr>
        <w:t>ی</w:t>
      </w:r>
      <w:r>
        <w:rPr>
          <w:rFonts w:hint="eastAsia"/>
          <w:rtl/>
        </w:rPr>
        <w:t>ا؟اور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ابو الحسن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57CCC">
        <w:rPr>
          <w:rFonts w:hint="cs"/>
          <w:rtl/>
        </w:rPr>
        <w:t xml:space="preserve"> !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 w:rsidR="00851B2F">
        <w:rPr>
          <w:rtl/>
        </w:rPr>
        <w:t xml:space="preserve">اہی </w:t>
      </w:r>
      <w:r>
        <w:rPr>
          <w:rtl/>
        </w:rPr>
        <w:t xml:space="preserve"> کو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="005A655B">
        <w:rPr>
          <w:rtl/>
        </w:rPr>
        <w:t xml:space="preserve"> رہے </w:t>
      </w:r>
      <w:r w:rsidRPr="00357CCC">
        <w:rPr>
          <w:rFonts w:hint="cs"/>
          <w:rtl/>
        </w:rPr>
        <w:t>فتن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 شر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 </w:t>
      </w:r>
      <w:r w:rsidRPr="00357CCC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کو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خدا کا خوف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آمادگ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 w:rsidR="00EC330E">
        <w:rPr>
          <w:rFonts w:hint="cs"/>
          <w:rtl/>
        </w:rPr>
        <w:t>ہار</w:t>
      </w:r>
      <w:r w:rsidRPr="00357CCC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آپ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="005A655B">
        <w:rPr>
          <w:rtl/>
        </w:rPr>
        <w:t xml:space="preserve"> رہے 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جو ماحول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اثرات دل و دماغ پر 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 </w:t>
      </w:r>
      <w:r w:rsidR="005A655B">
        <w:rPr>
          <w:rtl/>
        </w:rPr>
        <w:t xml:space="preserve">ہیں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غرض</w:t>
      </w:r>
      <w:r>
        <w:rPr>
          <w:rFonts w:hint="cs"/>
          <w:rtl/>
        </w:rPr>
        <w:t>ی</w:t>
      </w:r>
      <w:r>
        <w:rPr>
          <w:rtl/>
        </w:rPr>
        <w:t xml:space="preserve"> و جا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پک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57CCC">
        <w:rPr>
          <w:rFonts w:hint="cs"/>
          <w:rtl/>
        </w:rPr>
        <w:t>، ذ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نوں پر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غلاف چ</w:t>
      </w:r>
      <w:r w:rsidRPr="004D70B9">
        <w:rPr>
          <w:rFonts w:hint="cs"/>
          <w:rtl/>
        </w:rPr>
        <w:t>ڑھ</w:t>
      </w:r>
      <w:r w:rsidRPr="00357CCC">
        <w:rPr>
          <w:rFonts w:hint="cs"/>
          <w:rtl/>
        </w:rPr>
        <w:t xml:space="preserve"> چک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اور حکومت کو مقصد برآر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پ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اب خلافت الل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رنگ 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کر اس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</w:t>
      </w:r>
      <w:r w:rsidR="005513FA">
        <w:rPr>
          <w:rtl/>
        </w:rPr>
        <w:t>چاہیں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بدلن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اور </w:t>
      </w:r>
      <w:r>
        <w:rPr>
          <w:rFonts w:hint="eastAsia"/>
          <w:rtl/>
        </w:rPr>
        <w:t>طب</w:t>
      </w:r>
      <w:r>
        <w:rPr>
          <w:rFonts w:hint="cs"/>
          <w:rtl/>
        </w:rPr>
        <w:t>ی</w:t>
      </w:r>
      <w:r>
        <w:rPr>
          <w:rFonts w:hint="eastAsia"/>
          <w:rtl/>
        </w:rPr>
        <w:t>عتوں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رخ مو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513FA">
        <w:rPr>
          <w:rtl/>
        </w:rPr>
        <w:t xml:space="preserve">لوہے </w:t>
      </w:r>
      <w:r w:rsidRPr="00357CCC">
        <w:rPr>
          <w:rFonts w:hint="cs"/>
          <w:rtl/>
        </w:rPr>
        <w:t>لگ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ان اثرات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مصلحت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کار فرما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ان لوگوں کو سوچ سمج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تاک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کل اپن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توقعات کو ناکام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ضرورت اور</w:t>
      </w:r>
      <w:r w:rsidR="003B21A7">
        <w:rPr>
          <w:rtl/>
        </w:rPr>
        <w:t xml:space="preserve"> ہنگامی </w:t>
      </w:r>
      <w:r>
        <w:rPr>
          <w:rtl/>
        </w:rPr>
        <w:t>جذب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بچار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کام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غرض جب اصرار حد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57CCC">
        <w:rPr>
          <w:rFonts w:hint="cs"/>
          <w:rtl/>
        </w:rPr>
        <w:t>ا تو اس موقع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خطب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اگر تم مج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مقاصد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چ</w:t>
      </w:r>
      <w:r w:rsidR="00EF6DD1" w:rsidRPr="00357CCC">
        <w:rPr>
          <w:rFonts w:hint="cs"/>
          <w:rtl/>
        </w:rPr>
        <w:t xml:space="preserve">اہتے 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 w:rsidRPr="00357CCC">
        <w:rPr>
          <w:rFonts w:hint="cs"/>
          <w:rtl/>
        </w:rPr>
        <w:t>ا آل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کار بنن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مج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دو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مقصد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کو منتخب کرلو جو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توقعات کو پور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سابق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چک</w:t>
      </w:r>
      <w:r w:rsidRPr="004D70B9">
        <w:rPr>
          <w:rFonts w:hint="cs"/>
          <w:rtl/>
        </w:rPr>
        <w:t>ے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و سنت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نہیں </w:t>
      </w:r>
      <w:r>
        <w:rPr>
          <w:rtl/>
        </w:rPr>
        <w:t>اور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اصول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57CCC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>اؤں گا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اگر تم کس</w:t>
      </w:r>
      <w:r>
        <w:rPr>
          <w:rFonts w:hint="cs"/>
          <w:rtl/>
        </w:rPr>
        <w:t>ی</w:t>
      </w:r>
      <w:r>
        <w:rPr>
          <w:rtl/>
        </w:rPr>
        <w:t xml:space="preserve"> اور کو منتخب کرو </w:t>
      </w:r>
      <w:r>
        <w:rPr>
          <w:rFonts w:hint="eastAsia"/>
          <w:rtl/>
        </w:rPr>
        <w:t>گ</w:t>
      </w:r>
      <w:r w:rsidRPr="004D70B9">
        <w:rPr>
          <w:rFonts w:hint="cs"/>
          <w:rtl/>
        </w:rPr>
        <w:t>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کا اتنا</w:t>
      </w:r>
      <w:r w:rsidR="000E44EB">
        <w:rPr>
          <w:rtl/>
        </w:rPr>
        <w:t xml:space="preserve"> ہی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کروں گا جتنا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پرامن ش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کرنا چ</w:t>
      </w:r>
      <w:r w:rsidR="00851B2F">
        <w:rPr>
          <w:rtl/>
        </w:rPr>
        <w:t xml:space="preserve">اہی 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مرحل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شورش برپا کرک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 w:rsidR="003B21A7">
        <w:rPr>
          <w:rtl/>
        </w:rPr>
        <w:t xml:space="preserve"> ہیئت </w:t>
      </w:r>
      <w:r>
        <w:rPr>
          <w:rtl/>
        </w:rPr>
        <w:t>اجتماع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پراگند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 منتشر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چنانچ</w:t>
      </w:r>
      <w:r w:rsidRPr="004D70B9">
        <w:rPr>
          <w:rFonts w:hint="cs"/>
          <w:rtl/>
        </w:rPr>
        <w:t>ہ</w:t>
      </w:r>
      <w:r>
        <w:rPr>
          <w:rtl/>
        </w:rPr>
        <w:t xml:space="preserve"> 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 w:rsidR="00FD708B">
        <w:rPr>
          <w:rtl/>
        </w:rPr>
        <w:t>ہو</w:t>
      </w:r>
      <w:r w:rsidRPr="00357CCC">
        <w:rPr>
          <w:rFonts w:hint="cs"/>
          <w:rtl/>
        </w:rPr>
        <w:t>گا بلک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جس طرح مصالح عام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کا لحاظ کرت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ہوئے</w:t>
      </w:r>
      <w:r w:rsidR="00851B2F" w:rsidRPr="00357CCC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مشور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D7C38">
        <w:rPr>
          <w:rtl/>
        </w:rPr>
        <w:t xml:space="preserve"> ہوں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کروں گا اور اگر تم مج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سطح پر</w:t>
      </w:r>
      <w:r w:rsidR="005A655B">
        <w:rPr>
          <w:rtl/>
        </w:rPr>
        <w:t xml:space="preserve"> رہنے </w:t>
      </w:r>
      <w:r w:rsidRPr="00357CCC">
        <w:rPr>
          <w:rFonts w:hint="cs"/>
          <w:rtl/>
        </w:rPr>
        <w:t xml:space="preserve">دو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تر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57CCC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گا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مفادات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سدّ را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بن سکوں، اور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 w:rsidR="00851B2F">
        <w:rPr>
          <w:rtl/>
        </w:rPr>
        <w:t>اہ</w:t>
      </w:r>
      <w:r w:rsidRPr="00357CCC">
        <w:rPr>
          <w:rFonts w:hint="cs"/>
          <w:rtl/>
        </w:rPr>
        <w:t>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</w:t>
      </w:r>
      <w:r w:rsidRPr="004D70B9">
        <w:rPr>
          <w:rFonts w:hint="cs"/>
          <w:rtl/>
        </w:rPr>
        <w:t>ڑے</w:t>
      </w:r>
      <w:r w:rsidRPr="00357CCC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 xml:space="preserve">کاؤں، اور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>ان چک</w:t>
      </w:r>
      <w:r w:rsidRPr="004D70B9">
        <w:rPr>
          <w:rFonts w:hint="cs"/>
          <w:rtl/>
        </w:rPr>
        <w:t>ے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57CCC">
        <w:rPr>
          <w:rFonts w:hint="cs"/>
          <w:rtl/>
        </w:rPr>
        <w:t>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 w:rsidR="00EF6DD1" w:rsidRPr="00357CCC">
        <w:rPr>
          <w:rFonts w:hint="cs"/>
          <w:rtl/>
        </w:rPr>
        <w:t>رہو</w:t>
      </w:r>
      <w:r w:rsidRPr="00357CCC">
        <w:rPr>
          <w:rFonts w:hint="cs"/>
          <w:rtl/>
        </w:rPr>
        <w:t>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تو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و </w:t>
      </w:r>
      <w:r w:rsidR="003B21A7" w:rsidRPr="00357CCC">
        <w:rPr>
          <w:rFonts w:hint="cs"/>
          <w:rtl/>
        </w:rPr>
        <w:t>چاہے</w:t>
      </w:r>
      <w:r w:rsidRPr="00357CCC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بل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3B21A7">
        <w:rPr>
          <w:rtl/>
        </w:rPr>
        <w:t>چاہے</w:t>
      </w:r>
      <w:r w:rsidRPr="00357CCC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خلاف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پر 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ے</w:t>
      </w:r>
      <w:r>
        <w:rPr>
          <w:rtl/>
        </w:rPr>
        <w:t xml:space="preserve"> چلن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پر مجبور کردوں گا، اور حق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معامل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A655B">
        <w:rPr>
          <w:rtl/>
        </w:rPr>
        <w:t xml:space="preserve"> نہیں </w:t>
      </w:r>
      <w:r>
        <w:rPr>
          <w:rtl/>
        </w:rPr>
        <w:t>کروں گا اس 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چ</w:t>
      </w:r>
      <w:r w:rsidR="00EF6DD1">
        <w:rPr>
          <w:rtl/>
        </w:rPr>
        <w:t xml:space="preserve">اہتے 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تو اپنا شوق پورا کرلو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 لوگوں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بعد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واقعات اس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جن ل</w:t>
      </w:r>
      <w:r>
        <w:rPr>
          <w:rFonts w:hint="eastAsia"/>
          <w:rtl/>
        </w:rPr>
        <w:t>وگوں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اغراض و مقاصد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جب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ن</w:t>
      </w:r>
      <w:r w:rsidRPr="004D70B9">
        <w:rPr>
          <w:rFonts w:hint="cs"/>
          <w:rtl/>
        </w:rPr>
        <w:t>ہ</w:t>
      </w:r>
      <w:r w:rsidR="005A655B" w:rsidRPr="00357CCC">
        <w:rPr>
          <w:rFonts w:hint="cs"/>
          <w:rtl/>
        </w:rPr>
        <w:t xml:space="preserve"> ہوئی </w:t>
      </w:r>
      <w:r>
        <w:rPr>
          <w:rtl/>
        </w:rPr>
        <w:t>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کر الگ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اور ب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الزامات تراش کر حکومت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خلاف ا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ھڑے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)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3" w:name="_Toc508875356"/>
      <w:r>
        <w:rPr>
          <w:rFonts w:hint="eastAsia"/>
          <w:rtl/>
        </w:rPr>
        <w:t>عدالت</w:t>
      </w:r>
      <w:r>
        <w:rPr>
          <w:rtl/>
        </w:rPr>
        <w:t xml:space="preserve"> ک</w:t>
      </w:r>
      <w:r w:rsidRPr="005132F6">
        <w:rPr>
          <w:rFonts w:hint="cs"/>
          <w:rtl/>
        </w:rPr>
        <w:t>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B21A7">
        <w:rPr>
          <w:rtl/>
        </w:rPr>
        <w:t xml:space="preserve"> ہرگز </w:t>
      </w:r>
      <w:r w:rsidRPr="005132F6">
        <w:rPr>
          <w:rFonts w:hint="cs"/>
          <w:rtl/>
        </w:rPr>
        <w:t>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"/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وقت کا معاشر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مقصد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 چکا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ا، لوگ ناجائز کاموں اور غلط رو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بن چک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سفارش عروج پر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سامن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>
        <w:rPr>
          <w:rFonts w:hint="eastAsia"/>
          <w:rtl/>
        </w:rPr>
        <w:t>جاتا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عدالت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A655B">
        <w:rPr>
          <w:rtl/>
        </w:rPr>
        <w:t xml:space="preserve"> نہیں </w:t>
      </w:r>
      <w:r>
        <w:rPr>
          <w:rtl/>
        </w:rPr>
        <w:t>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>، آپ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="005A655B" w:rsidRPr="00357CCC">
        <w:rPr>
          <w:rFonts w:hint="cs"/>
          <w:rtl/>
        </w:rPr>
        <w:t xml:space="preserve"> نہیں</w:t>
      </w:r>
      <w:r w:rsidR="00BD7C38" w:rsidRPr="00357CCC">
        <w:rPr>
          <w:rFonts w:hint="cs"/>
          <w:rtl/>
        </w:rPr>
        <w:t xml:space="preserve"> ہوں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عدالت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 برابر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انحراف کروں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اں</w:t>
      </w:r>
      <w:r>
        <w:rPr>
          <w:rtl/>
        </w:rPr>
        <w:t xml:space="preserve"> تک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نا پ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قبل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عالم آپ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کو سن کر احساس ناگوار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27A66" w:rsidRDefault="00827A66" w:rsidP="00C50049">
      <w:pPr>
        <w:pStyle w:val="libNormal"/>
        <w:rPr>
          <w:rtl/>
        </w:rPr>
      </w:pPr>
      <w:r w:rsidRPr="00C3449B">
        <w:rPr>
          <w:rStyle w:val="libArabicChar"/>
          <w:rtl/>
        </w:rPr>
        <w:t>"اتامرون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tl/>
        </w:rPr>
        <w:t xml:space="preserve"> ان اطلب النصر بالجور والل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Fonts w:hint="cs"/>
          <w:rtl/>
        </w:rPr>
        <w:t xml:space="preserve"> ما اطور ب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Fonts w:hint="cs"/>
          <w:rtl/>
        </w:rPr>
        <w:t xml:space="preserve"> ماسمر سمی</w:t>
      </w:r>
      <w:r w:rsidRPr="00C3449B">
        <w:rPr>
          <w:rStyle w:val="libArabicChar"/>
          <w:rFonts w:hint="eastAsia"/>
          <w:rtl/>
        </w:rPr>
        <w:t>ر</w:t>
      </w:r>
      <w:r w:rsidRPr="00C3449B">
        <w:rPr>
          <w:rStyle w:val="libArabicChar"/>
          <w:rtl/>
        </w:rPr>
        <w:t>"</w:t>
      </w:r>
      <w:r>
        <w:rPr>
          <w:rtl/>
        </w:rPr>
        <w:t xml:space="preserve"> </w:t>
      </w:r>
      <w:r w:rsidR="00C50049" w:rsidRPr="0030292A">
        <w:rPr>
          <w:rStyle w:val="libFootnotenumChar"/>
          <w:rFonts w:hint="cs"/>
          <w:rtl/>
        </w:rPr>
        <w:t>(3)</w:t>
      </w:r>
      <w:r w:rsidRPr="0030292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پر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امر عائد کرنا چ</w:t>
      </w:r>
      <w:r w:rsidR="00EF6DD1">
        <w:rPr>
          <w:rtl/>
        </w:rPr>
        <w:t xml:space="preserve">اہتے 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جن لوگوں کا حاکم</w:t>
      </w:r>
      <w:r w:rsidR="00BD7C38" w:rsidRPr="00357CCC">
        <w:rPr>
          <w:rFonts w:hint="cs"/>
          <w:rtl/>
        </w:rPr>
        <w:t xml:space="preserve"> ہوں </w:t>
      </w:r>
      <w:r w:rsidRPr="00357CCC">
        <w:rPr>
          <w:rFonts w:hint="cs"/>
          <w:rtl/>
        </w:rPr>
        <w:t>ان پر ظلم وز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(کچ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>) امداد حاصل کروں تو خدا ک</w:t>
      </w:r>
      <w:r>
        <w:rPr>
          <w:rFonts w:hint="cs"/>
          <w:rtl/>
        </w:rPr>
        <w:t>ی</w:t>
      </w:r>
      <w:r>
        <w:rPr>
          <w:rtl/>
        </w:rPr>
        <w:t xml:space="preserve"> قسم جب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قص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چلتا</w:t>
      </w:r>
      <w:r w:rsidR="005A655B" w:rsidRPr="00357CCC">
        <w:rPr>
          <w:rFonts w:hint="cs"/>
          <w:rtl/>
        </w:rPr>
        <w:t xml:space="preserve"> رہے </w:t>
      </w:r>
      <w:r w:rsidRPr="00357CCC">
        <w:rPr>
          <w:rFonts w:hint="cs"/>
          <w:rtl/>
        </w:rPr>
        <w:t>گا اور 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ستار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ستاروں ک</w:t>
      </w:r>
      <w:r>
        <w:rPr>
          <w:rFonts w:hint="cs"/>
          <w:rtl/>
        </w:rPr>
        <w:t>ی</w:t>
      </w:r>
      <w:r>
        <w:rPr>
          <w:rtl/>
        </w:rPr>
        <w:t xml:space="preserve"> طرف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کت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ب</w:t>
      </w:r>
      <w:r w:rsidRPr="004D70B9">
        <w:rPr>
          <w:rFonts w:hint="cs"/>
          <w:rtl/>
        </w:rPr>
        <w:t>ھٹ</w:t>
      </w:r>
      <w:r w:rsidRPr="00357CCC">
        <w:rPr>
          <w:rFonts w:hint="cs"/>
          <w:rtl/>
        </w:rPr>
        <w:t xml:space="preserve">کوں گا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4" w:name="_Toc508875357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FD708B">
        <w:rPr>
          <w:rtl/>
        </w:rPr>
        <w:t xml:space="preserve"> ہو</w:t>
      </w:r>
      <w:r w:rsidRPr="005132F6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bookmarkEnd w:id="4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صداقت، اور شرافت پر مبن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آپ ک</w:t>
      </w:r>
      <w:r>
        <w:rPr>
          <w:rFonts w:hint="cs"/>
          <w:rtl/>
        </w:rPr>
        <w:t>ی</w:t>
      </w:r>
      <w:r w:rsidR="003B21A7">
        <w:rPr>
          <w:rtl/>
        </w:rPr>
        <w:t xml:space="preserve"> ہر </w:t>
      </w:r>
      <w:r w:rsidRPr="00357CCC">
        <w:rPr>
          <w:rFonts w:hint="cs"/>
          <w:rtl/>
        </w:rPr>
        <w:t>بات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A655B">
        <w:rPr>
          <w:rtl/>
        </w:rPr>
        <w:t xml:space="preserve"> ہوا </w:t>
      </w:r>
      <w:r w:rsidRPr="00357CCC">
        <w:rPr>
          <w:rFonts w:hint="cs"/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آپ لگ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بات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اور ن</w:t>
      </w:r>
      <w:r w:rsidRPr="004D70B9">
        <w:rPr>
          <w:rFonts w:hint="cs"/>
          <w:rtl/>
        </w:rPr>
        <w:t>ہ</w:t>
      </w:r>
      <w:r w:rsidR="000E44EB" w:rsidRPr="00357CCC">
        <w:rPr>
          <w:rFonts w:hint="cs"/>
          <w:rtl/>
        </w:rPr>
        <w:t xml:space="preserve"> ہی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اند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57CCC">
        <w:rPr>
          <w:rFonts w:hint="cs"/>
          <w:rtl/>
        </w:rPr>
        <w:t>آپ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انداز کو آپ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دوست پسند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مولا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57CCC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تو ظ</w:t>
      </w:r>
      <w:r w:rsidR="00ED61E8" w:rsidRPr="00357CCC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اؤ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آپ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 xml:space="preserve"> بولا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منافقت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 xml:space="preserve"> بول کر مطلب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، بلک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357CCC">
        <w:rPr>
          <w:rFonts w:hint="cs"/>
          <w:rtl/>
        </w:rPr>
        <w:t>،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سچ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و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سوا 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آپ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اور صاف گوئ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لوگ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 کرت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 w:rsidR="005A655B">
        <w:rPr>
          <w:rtl/>
        </w:rPr>
        <w:t xml:space="preserve"> نہیں </w:t>
      </w:r>
      <w:r>
        <w:rPr>
          <w:rtl/>
        </w:rPr>
        <w:t>جانت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،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کتنا ب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ا س</w:t>
      </w:r>
      <w:r>
        <w:rPr>
          <w:rFonts w:hint="cs"/>
          <w:rtl/>
        </w:rPr>
        <w:t>ی</w:t>
      </w:r>
      <w:r>
        <w:rPr>
          <w:rFonts w:hint="eastAsia"/>
          <w:rtl/>
        </w:rPr>
        <w:t>اسدان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Default="00827A66" w:rsidP="00C3449B">
      <w:pPr>
        <w:pStyle w:val="libArabic"/>
        <w:rPr>
          <w:rtl/>
        </w:rPr>
      </w:pPr>
      <w:r>
        <w:rPr>
          <w:rtl/>
        </w:rPr>
        <w:t>"والل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مامعاوی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باد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ولکن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غدر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فجر،</w:t>
      </w:r>
      <w:r>
        <w:rPr>
          <w:rtl/>
        </w:rPr>
        <w:t xml:space="preserve"> ولولا کرا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الغدر لکنت من اد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الناس ولکن کل غدر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فجر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وکل فجر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کفر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ولکل غادر لواء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ب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!" </w:t>
      </w:r>
    </w:p>
    <w:p w:rsidR="00827A66" w:rsidRPr="004C2205" w:rsidRDefault="00827A66" w:rsidP="00C50049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چلتا پرز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اور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نہیں </w:t>
      </w:r>
      <w:r>
        <w:rPr>
          <w:rtl/>
        </w:rPr>
        <w:t xml:space="preserve">مگر فرق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غدار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چوکتا اور بدکردار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باز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>آتا، اگر مج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وغدار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نفرت ن</w:t>
      </w:r>
      <w:r w:rsidRPr="004D70B9">
        <w:rPr>
          <w:rFonts w:hint="cs"/>
          <w:rtl/>
        </w:rPr>
        <w:t>ہ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لوگوں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زائد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 w:rsidR="00211648">
        <w:rPr>
          <w:rtl/>
        </w:rPr>
        <w:t xml:space="preserve"> ہوتا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3B21A7">
        <w:rPr>
          <w:rtl/>
        </w:rPr>
        <w:t xml:space="preserve"> ہر </w:t>
      </w:r>
      <w:r w:rsidRPr="00357CCC">
        <w:rPr>
          <w:rFonts w:hint="cs"/>
          <w:rtl/>
        </w:rPr>
        <w:t>غدار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اور</w:t>
      </w:r>
      <w:r w:rsidR="003B21A7" w:rsidRPr="00357CCC">
        <w:rPr>
          <w:rFonts w:hint="cs"/>
          <w:rtl/>
        </w:rPr>
        <w:t xml:space="preserve"> ہر </w:t>
      </w:r>
      <w:r w:rsidRPr="00357CCC">
        <w:rPr>
          <w:rFonts w:hint="cs"/>
          <w:rtl/>
        </w:rPr>
        <w:t>گنا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حکم الٰ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چنانچ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دن</w:t>
      </w:r>
      <w:r w:rsidR="003B21A7" w:rsidRPr="00357CCC">
        <w:rPr>
          <w:rFonts w:hint="cs"/>
          <w:rtl/>
        </w:rPr>
        <w:t xml:space="preserve"> ہر </w:t>
      </w:r>
      <w:r w:rsidRPr="00357CCC">
        <w:rPr>
          <w:rFonts w:hint="cs"/>
          <w:rtl/>
        </w:rPr>
        <w:t>غدار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57CCC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ڈ</w:t>
      </w:r>
      <w:r w:rsidRPr="00357CCC">
        <w:rPr>
          <w:rFonts w:hint="cs"/>
          <w:rtl/>
        </w:rPr>
        <w:t>ا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گا جس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چانا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" </w:t>
      </w:r>
      <w:r w:rsidR="00C50049" w:rsidRPr="0030292A">
        <w:rPr>
          <w:rStyle w:val="libFootnotenumChar"/>
          <w:rFonts w:hint="cs"/>
          <w:rtl/>
        </w:rPr>
        <w:t>(4)</w:t>
      </w:r>
      <w:r w:rsidRPr="0030292A">
        <w:rPr>
          <w:rStyle w:val="libFootnotenumChar"/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lastRenderedPageBreak/>
        <w:t>(استاد محترم علام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جعفر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افراد جو مذ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ب و اخلاق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 w:rsidRPr="004D70B9">
        <w:rPr>
          <w:rFonts w:hint="cs"/>
          <w:rtl/>
        </w:rPr>
        <w:t>ہ</w:t>
      </w:r>
      <w:r>
        <w:rPr>
          <w:rtl/>
        </w:rPr>
        <w:t xml:space="preserve"> "شرع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آزاد اور جزاء وسزا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تصور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ناآشنا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مطلب برار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وذرائع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"و</w:t>
      </w:r>
      <w:r w:rsidRPr="004D70B9">
        <w:rPr>
          <w:rFonts w:hint="cs"/>
          <w:rtl/>
        </w:rPr>
        <w:t>ہ</w:t>
      </w:r>
      <w:r w:rsidR="003B21A7" w:rsidRPr="00357CCC">
        <w:rPr>
          <w:rFonts w:hint="cs"/>
          <w:rtl/>
        </w:rPr>
        <w:t xml:space="preserve"> ہر </w:t>
      </w:r>
      <w:r w:rsidRPr="00357CCC">
        <w:rPr>
          <w:rFonts w:hint="cs"/>
          <w:rtl/>
        </w:rPr>
        <w:t>منزل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وکامران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اں انسان</w:t>
      </w:r>
      <w:r>
        <w:rPr>
          <w:rFonts w:hint="cs"/>
          <w:rtl/>
        </w:rPr>
        <w:t>ی</w:t>
      </w:r>
      <w:r>
        <w:rPr>
          <w:rtl/>
        </w:rPr>
        <w:t xml:space="preserve"> واسلام</w:t>
      </w:r>
      <w:r>
        <w:rPr>
          <w:rFonts w:hint="cs"/>
          <w:rtl/>
        </w:rPr>
        <w:t>ی</w:t>
      </w:r>
      <w:r>
        <w:rPr>
          <w:rtl/>
        </w:rPr>
        <w:t xml:space="preserve"> تقاض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وشرع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روگ بن کر ک</w:t>
      </w:r>
      <w:r w:rsidRPr="004D70B9">
        <w:rPr>
          <w:rFonts w:hint="cs"/>
          <w:rtl/>
        </w:rPr>
        <w:t>ھڑ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F6DD1">
        <w:rPr>
          <w:rtl/>
        </w:rPr>
        <w:t>وہا</w:t>
      </w:r>
      <w:r w:rsidRPr="00357CCC">
        <w:rPr>
          <w:rFonts w:hint="cs"/>
          <w:rtl/>
        </w:rPr>
        <w:t>ں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وتدب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تنگ اور جولانگا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وصعت محدود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جات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نفوذ وتسلط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جن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روک 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و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حلال وحرام کا سوال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سدرا</w:t>
      </w:r>
      <w:r w:rsidRPr="004D70B9">
        <w:rPr>
          <w:rFonts w:hint="cs"/>
          <w:rtl/>
        </w:rPr>
        <w:t>ہ</w:t>
      </w:r>
      <w:r w:rsidR="00211648" w:rsidRPr="00357CCC">
        <w:rPr>
          <w:rFonts w:hint="cs"/>
          <w:rtl/>
        </w:rPr>
        <w:t xml:space="preserve"> ہوتا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ا، اور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پاداش آخرت کا خوف، اس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 مطلق العنان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روکتا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جناب راغب اصف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وکردار کا جائز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211648">
        <w:rPr>
          <w:rtl/>
        </w:rPr>
        <w:t xml:space="preserve"> ہوئے </w:t>
      </w:r>
      <w:r w:rsidRPr="00357CCC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"اس کا مطمع نظر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 w:rsidR="00211648">
        <w:rPr>
          <w:rtl/>
        </w:rPr>
        <w:t xml:space="preserve"> ہوتا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جس طرح بن پ</w:t>
      </w:r>
      <w:r w:rsidRPr="004D70B9">
        <w:rPr>
          <w:rFonts w:hint="cs"/>
          <w:rtl/>
        </w:rPr>
        <w:t>ڑے</w:t>
      </w:r>
      <w:r w:rsidRPr="00357CCC">
        <w:rPr>
          <w:rFonts w:hint="cs"/>
          <w:rtl/>
        </w:rPr>
        <w:t xml:space="preserve"> اپن</w:t>
      </w:r>
      <w:r>
        <w:rPr>
          <w:rFonts w:hint="eastAsia"/>
          <w:rtl/>
        </w:rPr>
        <w:t>ا</w:t>
      </w:r>
      <w:r>
        <w:rPr>
          <w:rtl/>
        </w:rPr>
        <w:t xml:space="preserve"> مطلب پورا کرو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حلال وحرام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واسط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خدا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غضب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چناچ</w:t>
      </w:r>
      <w:r w:rsidRPr="004D70B9">
        <w:rPr>
          <w:rFonts w:hint="cs"/>
          <w:rtl/>
        </w:rPr>
        <w:t>ہ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اقتدار کو برقرار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غلط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وافزاء پرداز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ڈھ</w:t>
      </w:r>
      <w:r w:rsidRPr="00357CCC">
        <w:rPr>
          <w:rFonts w:hint="cs"/>
          <w:rtl/>
        </w:rPr>
        <w:t>ون</w:t>
      </w:r>
      <w:r w:rsidRPr="004D70B9">
        <w:rPr>
          <w:rFonts w:hint="cs"/>
          <w:rtl/>
        </w:rPr>
        <w:t>ڈھے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طرح طرح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مکر 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حرب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استعمال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تو طلح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آپ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خلاف اب</w:t>
      </w:r>
      <w:r w:rsidR="00EC330E">
        <w:rPr>
          <w:rFonts w:hint="cs"/>
          <w:rtl/>
        </w:rPr>
        <w:t>ہار</w:t>
      </w:r>
      <w:r w:rsidRPr="00357CCC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ھڑ</w:t>
      </w:r>
      <w:r w:rsidRPr="00357CCC">
        <w:rPr>
          <w:rFonts w:hint="cs"/>
          <w:rtl/>
        </w:rPr>
        <w:t>ا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اس صورت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ھڑ</w:t>
      </w:r>
      <w:r w:rsidRPr="00357CCC">
        <w:rPr>
          <w:rFonts w:hint="cs"/>
          <w:rtl/>
        </w:rPr>
        <w:t>کا کر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فتن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حضرت عمار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ادت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جب اس کا ظلم و عدوان ب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نقاب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لگا تو عوام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ہہ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عمار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قاتل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51B2F">
        <w:rPr>
          <w:rtl/>
        </w:rPr>
        <w:t xml:space="preserve"> ہم</w:t>
      </w:r>
      <w:r w:rsidRPr="00357CCC">
        <w:rPr>
          <w:rFonts w:hint="cs"/>
          <w:rtl/>
        </w:rPr>
        <w:t>را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لان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اور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فئت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باغ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>بلک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طلب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جماعت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عمار اس گرو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57CCC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قتل</w:t>
      </w:r>
      <w:r w:rsidR="00BD7C38" w:rsidRPr="00357CCC">
        <w:rPr>
          <w:rFonts w:hint="cs"/>
          <w:rtl/>
        </w:rPr>
        <w:t xml:space="preserve"> ہوں </w:t>
      </w:r>
      <w:r w:rsidRPr="00357CCC">
        <w:rPr>
          <w:rFonts w:hint="cs"/>
          <w:rtl/>
        </w:rPr>
        <w:t>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جو خون عثمان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قصاص کا طالب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گا، حالانک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دوسرا 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ا (ک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عمار ان کو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شت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) اس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نہیں </w:t>
      </w:r>
      <w:r>
        <w:rPr>
          <w:rtl/>
        </w:rPr>
        <w:t>کرتا،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اوچ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فتح وکامران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>
        <w:rPr>
          <w:rtl/>
        </w:rPr>
        <w:t>آثار نظرن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تو قرآن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کا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حرب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قرآن کا کوئ</w:t>
      </w:r>
      <w:r>
        <w:rPr>
          <w:rFonts w:hint="cs"/>
          <w:rtl/>
        </w:rPr>
        <w:t>ی</w:t>
      </w:r>
      <w:r>
        <w:rPr>
          <w:rtl/>
        </w:rPr>
        <w:t xml:space="preserve"> وزن اور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427E">
        <w:rPr>
          <w:rtl/>
        </w:rPr>
        <w:t>اہمیت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قرآن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 w:rsidR="000E44EB">
        <w:rPr>
          <w:rtl/>
        </w:rPr>
        <w:t xml:space="preserve"> ہی </w:t>
      </w:r>
      <w:r>
        <w:rPr>
          <w:rtl/>
        </w:rPr>
        <w:t>مطلوب</w:t>
      </w:r>
      <w:r w:rsidR="00211648">
        <w:rPr>
          <w:rtl/>
        </w:rPr>
        <w:t xml:space="preserve"> ہوتا</w:t>
      </w:r>
      <w:r w:rsidRPr="00357CCC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مطالب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جنگ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ھڑ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کرتا اور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جب اس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ل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عمرو ابن عاص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ابو موس</w:t>
      </w:r>
      <w:r>
        <w:rPr>
          <w:rFonts w:hint="cs"/>
          <w:rtl/>
        </w:rPr>
        <w:t>ی</w:t>
      </w:r>
      <w:r>
        <w:rPr>
          <w:rtl/>
        </w:rPr>
        <w:t xml:space="preserve">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کر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اور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کو قرآن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دور کا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لگاؤ</w:t>
      </w:r>
      <w:r w:rsidR="005A655B">
        <w:rPr>
          <w:rtl/>
        </w:rPr>
        <w:t xml:space="preserve"> نہیں ہے </w:t>
      </w:r>
      <w:r w:rsidRPr="00357CCC">
        <w:rPr>
          <w:rFonts w:hint="cs"/>
          <w:rtl/>
        </w:rPr>
        <w:t>تو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پر رضا مند ن</w:t>
      </w:r>
      <w:r w:rsidRPr="004D70B9">
        <w:rPr>
          <w:rFonts w:hint="cs"/>
          <w:rtl/>
        </w:rPr>
        <w:t>ہ</w:t>
      </w:r>
      <w:r w:rsidR="00211648" w:rsidRPr="00357CCC">
        <w:rPr>
          <w:rFonts w:hint="cs"/>
          <w:rtl/>
        </w:rPr>
        <w:t xml:space="preserve"> ہوتا</w:t>
      </w:r>
      <w:r w:rsidRPr="00357CCC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اور عمروابن عاص کو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سزاد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تنب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وسرزنش کرتا مگر</w:t>
      </w:r>
      <w:r w:rsidR="00EC330E">
        <w:rPr>
          <w:rtl/>
        </w:rPr>
        <w:t xml:space="preserve"> یہاں </w:t>
      </w:r>
      <w:r>
        <w:rPr>
          <w:rtl/>
        </w:rPr>
        <w:t>تو 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کارناموں پر اس ک</w:t>
      </w:r>
      <w:r>
        <w:rPr>
          <w:rFonts w:hint="cs"/>
          <w:rtl/>
        </w:rPr>
        <w:t>ی</w:t>
      </w:r>
      <w:r>
        <w:rPr>
          <w:rtl/>
        </w:rPr>
        <w:t xml:space="preserve">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اور کار گردگ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صل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مصر کا گورنر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برعکس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</w:t>
      </w:r>
      <w:r>
        <w:rPr>
          <w:rFonts w:hint="eastAsia"/>
          <w:rtl/>
        </w:rPr>
        <w:t>اخلاق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نمون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ناموافق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حق صداقت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تقاضوں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ومکر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آلود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>،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چ</w:t>
      </w:r>
      <w:r w:rsidR="00EF6DD1" w:rsidRPr="00357CCC">
        <w:rPr>
          <w:rFonts w:hint="cs"/>
          <w:rtl/>
        </w:rPr>
        <w:t xml:space="preserve">اہتے </w:t>
      </w:r>
      <w:r w:rsidRPr="00357CCC">
        <w:rPr>
          <w:rFonts w:hint="cs"/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تو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</w:t>
      </w:r>
      <w:r>
        <w:rPr>
          <w:rtl/>
        </w:rPr>
        <w:lastRenderedPageBreak/>
        <w:t>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کرسکت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57CCC">
        <w:rPr>
          <w:rFonts w:hint="cs"/>
          <w:rtl/>
        </w:rPr>
        <w:t>، اور اس ک</w:t>
      </w:r>
      <w:r>
        <w:rPr>
          <w:rFonts w:hint="cs"/>
          <w:rtl/>
        </w:rPr>
        <w:t>ی</w:t>
      </w:r>
      <w:r>
        <w:rPr>
          <w:rtl/>
        </w:rPr>
        <w:t xml:space="preserve"> رکاکت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حرکتوں کا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حرکتوں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ا،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فرآت پر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ٹھ</w:t>
      </w:r>
      <w:r w:rsidRPr="00357CCC">
        <w:rPr>
          <w:rFonts w:hint="cs"/>
          <w:rtl/>
        </w:rPr>
        <w:t>ا کر پان</w:t>
      </w:r>
      <w:r>
        <w:rPr>
          <w:rFonts w:hint="cs"/>
          <w:rtl/>
        </w:rPr>
        <w:t>ی</w:t>
      </w:r>
      <w:r>
        <w:rPr>
          <w:rtl/>
        </w:rPr>
        <w:t xml:space="preserve">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>تو اس</w:t>
      </w:r>
      <w:r>
        <w:rPr>
          <w:rtl/>
        </w:rPr>
        <w:t xml:space="preserve"> کو اس امر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جب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فرآت پر قبض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اور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قوت حرب وضرب کو مضمحل کر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مغلوب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مگر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ننگ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اقدام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واخلاق اجازت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دامن کو آلود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حربوں کو دشمن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کامران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و باطن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ورنگ</w:t>
      </w:r>
      <w:r>
        <w:rPr>
          <w:rFonts w:hint="cs"/>
          <w:rtl/>
        </w:rPr>
        <w:t>ی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وحسن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ودورنگ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اقتدار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استحکام کا تصور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مشور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عمال کو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بر قرار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طلح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وبصر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امارت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نوا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شام کا اقتدار سونپ کر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تو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مصلحتوں پر شرع</w:t>
      </w:r>
      <w:r>
        <w:rPr>
          <w:rFonts w:hint="cs"/>
          <w:rtl/>
        </w:rPr>
        <w:t>ی</w:t>
      </w:r>
      <w:r>
        <w:rPr>
          <w:rtl/>
        </w:rPr>
        <w:t xml:space="preserve"> تقاضوں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 صاف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C50049">
      <w:pPr>
        <w:pStyle w:val="libNormal"/>
        <w:rPr>
          <w:rtl/>
        </w:rPr>
      </w:pPr>
      <w:r>
        <w:rPr>
          <w:rtl/>
        </w:rPr>
        <w:t>"اگر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برقرار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دوں تو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کو اپنا قوت بازو بنا</w:t>
      </w:r>
      <w:r w:rsidR="00C3449B" w:rsidRPr="00385AE7">
        <w:rPr>
          <w:rFonts w:hint="cs"/>
          <w:rtl/>
        </w:rPr>
        <w:t>رہ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وں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  <w:r w:rsidR="00C50049" w:rsidRPr="0030292A">
        <w:rPr>
          <w:rStyle w:val="libFootnotenumChar"/>
          <w:rFonts w:hint="cs"/>
          <w:rtl/>
        </w:rPr>
        <w:t>(5)</w:t>
      </w:r>
      <w:r w:rsidRPr="0030292A">
        <w:rPr>
          <w:rStyle w:val="libFootnotenumChar"/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ظ</w:t>
      </w:r>
      <w:r w:rsidR="00ED61E8">
        <w:rPr>
          <w:rFonts w:hint="eastAsia"/>
          <w:rtl/>
        </w:rPr>
        <w:t xml:space="preserve">اہر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صرف ظ</w:t>
      </w:r>
      <w:r w:rsidR="00ED61E8">
        <w:rPr>
          <w:rtl/>
        </w:rPr>
        <w:t xml:space="preserve">اہر </w:t>
      </w:r>
      <w:r w:rsidRPr="00385AE7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محسوس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کن ذرائع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حاصل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شاطران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چالوں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 w:rsidRPr="004D70B9">
        <w:rPr>
          <w:rFonts w:hint="cs"/>
          <w:rtl/>
        </w:rPr>
        <w:t>ہ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اتوں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وکامران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مدبر، باف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وب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مغز اور خدا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جو الٰ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چالوں اور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کن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وں کو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غلط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حاصل ک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پر محروم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ناآشنا اور سوج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بوج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eastAsia"/>
          <w:rtl/>
        </w:rPr>
        <w:t>حاظ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کمزور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غور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0E44EB">
        <w:rPr>
          <w:rtl/>
        </w:rPr>
        <w:t xml:space="preserve"> ہی </w:t>
      </w:r>
      <w:r w:rsidR="005A655B">
        <w:rPr>
          <w:rtl/>
        </w:rPr>
        <w:t>نہیں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پابند اصول وشرع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رکاو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منزل کامران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نچن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قدم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5" w:name="_Toc508875358"/>
      <w:r>
        <w:rPr>
          <w:rFonts w:hint="eastAsia"/>
          <w:rtl/>
        </w:rPr>
        <w:t>خوارج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5132F6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bookmarkEnd w:id="5"/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مولائ</w:t>
      </w:r>
      <w:r w:rsidRPr="004D70B9">
        <w:rPr>
          <w:rFonts w:hint="cs"/>
          <w:rtl/>
        </w:rPr>
        <w:t>ے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</w:t>
      </w:r>
      <w:r w:rsidR="00C3449B">
        <w:rPr>
          <w:rtl/>
        </w:rPr>
        <w:t>چاہتا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بات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حضور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پرچم تل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جمع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طبق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روشناس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قدم قدم پر ا</w:t>
      </w:r>
      <w:r>
        <w:rPr>
          <w:rFonts w:hint="eastAsia"/>
          <w:rtl/>
        </w:rPr>
        <w:t>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رفت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رفت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قلب وذ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lastRenderedPageBreak/>
        <w:t>۔</w:t>
      </w:r>
      <w:r w:rsidRPr="00385AE7">
        <w:rPr>
          <w:rFonts w:hint="cs"/>
          <w:rtl/>
        </w:rPr>
        <w:t>اد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طرح طرح ک</w:t>
      </w:r>
      <w:r>
        <w:rPr>
          <w:rFonts w:hint="cs"/>
          <w:rtl/>
        </w:rPr>
        <w:t>ی</w:t>
      </w:r>
      <w:r>
        <w:rPr>
          <w:rtl/>
        </w:rPr>
        <w:t xml:space="preserve"> صعوبت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مظالم س</w:t>
      </w:r>
      <w:r w:rsidRPr="004D70B9">
        <w:rPr>
          <w:rFonts w:hint="cs"/>
          <w:rtl/>
        </w:rPr>
        <w:t>ہے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قدم قدم پر صبر وتحمل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اصحاب عرض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حضور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آپ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دفاع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</w:t>
      </w:r>
      <w:r w:rsidR="00851B2F">
        <w:rPr>
          <w:rtl/>
        </w:rPr>
        <w:t xml:space="preserve">اہی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آخر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کب تک ان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مظالم برداشت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 آخر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کب تک ان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مظالم برداشت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؟آخر کب تک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افراد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پر پت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بارش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 کب تک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 ظالموں کا ظلم حد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اصرار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تو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لوگ </w:t>
      </w:r>
      <w:r w:rsidR="00EC330E">
        <w:rPr>
          <w:rFonts w:hint="cs"/>
          <w:rtl/>
        </w:rPr>
        <w:t>ہجر</w:t>
      </w:r>
      <w:r w:rsidRPr="00385AE7">
        <w:rPr>
          <w:rFonts w:hint="cs"/>
          <w:rtl/>
        </w:rPr>
        <w:t>ت کر سکت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 حبش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EC330E">
        <w:rPr>
          <w:rFonts w:hint="cs"/>
          <w:rtl/>
        </w:rPr>
        <w:t>ہجر</w:t>
      </w:r>
      <w:r w:rsidRPr="00385AE7">
        <w:rPr>
          <w:rFonts w:hint="cs"/>
          <w:rtl/>
        </w:rPr>
        <w:t>ت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سودمند ثابت</w:t>
      </w:r>
      <w:r w:rsidR="005A655B" w:rsidRPr="00385AE7">
        <w:rPr>
          <w:rFonts w:hint="cs"/>
          <w:rtl/>
        </w:rPr>
        <w:t xml:space="preserve"> ہوئی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اس سوال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حضور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>؟ حضور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لوگوں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>، ان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روشناس کرات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 </w:t>
      </w:r>
      <w:r w:rsidRPr="004D70B9">
        <w:rPr>
          <w:rFonts w:hint="cs"/>
          <w:rtl/>
        </w:rPr>
        <w:t>۔</w:t>
      </w:r>
      <w:r w:rsidR="00EC330E">
        <w:rPr>
          <w:rFonts w:hint="cs"/>
          <w:rtl/>
        </w:rPr>
        <w:t>ہجر</w:t>
      </w:r>
      <w:r w:rsidRPr="00385AE7">
        <w:rPr>
          <w:rFonts w:hint="cs"/>
          <w:rtl/>
        </w:rPr>
        <w:t>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ان لوگوں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گ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اسلام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کو پور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خالصتاً اسلام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پر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جو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علم وعمل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را</w:t>
      </w:r>
      <w:r w:rsidRPr="004D70B9">
        <w:rPr>
          <w:rFonts w:hint="cs"/>
          <w:rtl/>
        </w:rPr>
        <w:t>ہ</w:t>
      </w:r>
      <w:r>
        <w:rPr>
          <w:rtl/>
        </w:rPr>
        <w:t xml:space="preserve"> حق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جانبازوں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جاکر اسلام کا پرچار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طرح ان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چ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سوا اسلام 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ماحول منور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فضا معطر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طرف اسلام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اسلام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پرچم اسلام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زرق و برق اور شان وشوکت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را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عرض کروں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زمانوں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بہت </w:t>
      </w:r>
      <w:r w:rsidRPr="00385AE7">
        <w:rPr>
          <w:rFonts w:hint="cs"/>
          <w:rtl/>
        </w:rPr>
        <w:t>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رسلتماب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لوگ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کافران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ومنکران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</w:t>
      </w:r>
      <w:r>
        <w:rPr>
          <w:rtl/>
        </w:rPr>
        <w:t>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کافر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کفر</w:t>
      </w:r>
      <w:r w:rsidR="000E44EB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="00EC330E" w:rsidRPr="00385AE7">
        <w:rPr>
          <w:rFonts w:hint="cs"/>
          <w:rtl/>
        </w:rPr>
        <w:t>رہے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منافقوں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منافق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زبان پر تو اسلام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 کفر کا دم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اسلام وقرآن کا نام تو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اندر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مخالف اور قرآن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دشمن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عثمان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فتوحات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حضور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پاک ک</w:t>
      </w:r>
      <w:r>
        <w:rPr>
          <w:rFonts w:hint="cs"/>
          <w:rtl/>
        </w:rPr>
        <w:t>ی</w:t>
      </w:r>
      <w:r>
        <w:rPr>
          <w:rtl/>
        </w:rPr>
        <w:t xml:space="preserve"> تمام تر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پس پشت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C50049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C50049">
        <w:rPr>
          <w:rFonts w:hint="cs"/>
          <w:rtl/>
        </w:rPr>
        <w:t xml:space="preserve"> </w:t>
      </w:r>
      <w:r>
        <w:rPr>
          <w:rtl/>
          <w:lang w:bidi="fa-IR"/>
        </w:rPr>
        <w:t>۱۳</w:t>
      </w:r>
      <w:r w:rsidR="00C5004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سال تک لوگوں کو دفاع وج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اجازت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کم ظرف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حضور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تمام کوششوں کا محور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، لوگ پرچم اسلام تل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جمع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ں، بدقسمت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راست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رسول اکرم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اسلام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لگات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نظر آت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اور اسلام محمد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روح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ناآشانا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نماز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، </w:t>
      </w:r>
      <w:r w:rsidRPr="00385AE7">
        <w:rPr>
          <w:rFonts w:hint="cs"/>
          <w:rtl/>
        </w:rPr>
        <w:lastRenderedPageBreak/>
        <w:t>روز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قلوب معرفت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بل</w:t>
      </w:r>
      <w:r>
        <w:rPr>
          <w:rFonts w:hint="eastAsia"/>
          <w:rtl/>
        </w:rPr>
        <w:t>کل</w:t>
      </w:r>
      <w:r>
        <w:rPr>
          <w:rtl/>
        </w:rPr>
        <w:t xml:space="preserve"> ناواقف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خال</w:t>
      </w:r>
      <w:r>
        <w:rPr>
          <w:rFonts w:hint="cs"/>
          <w:rtl/>
        </w:rPr>
        <w:t>ی</w:t>
      </w:r>
      <w:r>
        <w:rPr>
          <w:rtl/>
        </w:rPr>
        <w:t xml:space="preserve"> خول</w:t>
      </w:r>
      <w:r>
        <w:rPr>
          <w:rFonts w:hint="cs"/>
          <w:rtl/>
        </w:rPr>
        <w:t>ی</w:t>
      </w:r>
      <w:r>
        <w:rPr>
          <w:rtl/>
        </w:rPr>
        <w:t xml:space="preserve"> اور خشک مقدس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لمب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 w:rsidRPr="004D70B9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سج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سجد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علامت</w:t>
      </w:r>
      <w:r>
        <w:rPr>
          <w:rFonts w:hint="cs"/>
          <w:rtl/>
        </w:rPr>
        <w:t>ی</w:t>
      </w:r>
      <w:r>
        <w:rPr>
          <w:rtl/>
        </w:rPr>
        <w:t xml:space="preserve"> نشانات، صوف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4D70B9">
        <w:rPr>
          <w:rFonts w:hint="cs"/>
          <w:rtl/>
        </w:rPr>
        <w:t>ہ</w:t>
      </w:r>
      <w:r>
        <w:rPr>
          <w:rtl/>
        </w:rPr>
        <w:t xml:space="preserve"> وضع قطع، مولو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4D70B9">
        <w:rPr>
          <w:rFonts w:hint="cs"/>
          <w:rtl/>
        </w:rPr>
        <w:t>ہ</w:t>
      </w:r>
      <w:r>
        <w:rPr>
          <w:rtl/>
        </w:rPr>
        <w:t xml:space="preserve"> انداز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 w:rsidR="00851B2F">
        <w:rPr>
          <w:rtl/>
        </w:rPr>
        <w:t>اہ</w:t>
      </w:r>
      <w:r w:rsidRPr="00385AE7">
        <w:rPr>
          <w:rFonts w:hint="cs"/>
          <w:rtl/>
        </w:rPr>
        <w:t>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س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رندان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طرز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تقدس مآب لوگ لمب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لمب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سجد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جب حضرت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جناب ابن عباس کو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مولائ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کائنات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ھڑے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ابن عباس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: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C3449B">
      <w:pPr>
        <w:pStyle w:val="libArabic"/>
        <w:rPr>
          <w:rtl/>
        </w:rPr>
      </w:pPr>
      <w:r>
        <w:rPr>
          <w:rtl/>
        </w:rPr>
        <w:t>"ل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م جبا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قرح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لطول السجود"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مولاان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C3449B">
        <w:rPr>
          <w:rFonts w:hint="cs"/>
          <w:rtl/>
          <w:lang w:bidi="ur-PK"/>
        </w:rPr>
        <w:t>ں</w:t>
      </w:r>
      <w:r>
        <w:rPr>
          <w:rtl/>
        </w:rPr>
        <w:t xml:space="preserve"> کثرت سجود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زخم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 xml:space="preserve">" </w:t>
      </w:r>
    </w:p>
    <w:p w:rsidR="00827A66" w:rsidRDefault="00827A66" w:rsidP="00C3449B">
      <w:pPr>
        <w:pStyle w:val="libArabic"/>
        <w:rPr>
          <w:rtl/>
        </w:rPr>
      </w:pP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کثفنات الابل"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زانو ک</w:t>
      </w:r>
      <w:r>
        <w:rPr>
          <w:rFonts w:hint="cs"/>
          <w:rtl/>
        </w:rPr>
        <w:t>ی</w:t>
      </w:r>
      <w:r>
        <w:rPr>
          <w:rtl/>
        </w:rPr>
        <w:t xml:space="preserve"> مانند سخت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 xml:space="preserve">" </w:t>
      </w:r>
    </w:p>
    <w:p w:rsidR="00827A66" w:rsidRDefault="00827A66" w:rsidP="00C3449B">
      <w:pPr>
        <w:pStyle w:val="libArabic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قمص مرحض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لباس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کر خود کو ز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 ظ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کررک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 xml:space="preserve">" </w:t>
      </w:r>
    </w:p>
    <w:p w:rsidR="00827A66" w:rsidRDefault="00827A66" w:rsidP="00C3449B">
      <w:pPr>
        <w:pStyle w:val="libArabic"/>
        <w:rPr>
          <w:rtl/>
        </w:rPr>
      </w:pPr>
      <w:r>
        <w:rPr>
          <w:rFonts w:hint="eastAsia"/>
          <w:rtl/>
        </w:rPr>
        <w:t>و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مشمرون 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Pr="004D70B9">
        <w:rPr>
          <w:rFonts w:hint="cs"/>
          <w:rtl/>
        </w:rPr>
        <w:t>؂ھ</w:t>
      </w:r>
      <w:r w:rsidRPr="00385AE7">
        <w:rPr>
          <w:rFonts w:hint="cs"/>
          <w:rtl/>
        </w:rPr>
        <w:t xml:space="preserve"> "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E44EB">
        <w:rPr>
          <w:rtl/>
        </w:rPr>
        <w:t xml:space="preserve"> ہی </w:t>
      </w:r>
      <w:r>
        <w:rPr>
          <w:rtl/>
        </w:rPr>
        <w:t>طرز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 w:rsidR="005A655B">
        <w:rPr>
          <w:rtl/>
        </w:rPr>
        <w:t xml:space="preserve"> رہے </w:t>
      </w:r>
      <w:r w:rsidR="005A655B" w:rsidRPr="00385AE7">
        <w:rPr>
          <w:rFonts w:hint="cs"/>
          <w:rtl/>
        </w:rPr>
        <w:t xml:space="preserve">ہیں </w:t>
      </w:r>
      <w:r>
        <w:rPr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طبق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اں </w:t>
      </w:r>
      <w:r w:rsidR="00851B2F" w:rsidRPr="00385AE7">
        <w:rPr>
          <w:rFonts w:hint="cs"/>
          <w:rtl/>
        </w:rPr>
        <w:t>جاہل</w:t>
      </w:r>
      <w:r w:rsidRPr="00385AE7">
        <w:rPr>
          <w:rFonts w:hint="cs"/>
          <w:rtl/>
        </w:rPr>
        <w:t xml:space="preserve"> اور نادان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خشک مقدس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کا ز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انداز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اخلاص ومعرفت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 اسلام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لگا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ان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خبر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اصل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کا مقصد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>
        <w:rPr>
          <w:rFonts w:hint="eastAsia"/>
          <w:rtl/>
        </w:rPr>
        <w:t>؟اسلام</w:t>
      </w:r>
      <w:r>
        <w:rPr>
          <w:rtl/>
        </w:rPr>
        <w:t xml:space="preserve"> کن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کس کس مقصد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مولا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رک جاؤ </w:t>
      </w:r>
      <w:r w:rsidRPr="004D70B9">
        <w:rPr>
          <w:rFonts w:hint="cs"/>
          <w:rtl/>
        </w:rPr>
        <w:t>۔ٹھ</w:t>
      </w:r>
      <w:r w:rsidRPr="00385AE7">
        <w:rPr>
          <w:rFonts w:hint="cs"/>
          <w:rtl/>
        </w:rPr>
        <w:t>رجاؤ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کرو،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سنو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بتات</w:t>
      </w:r>
      <w:r w:rsidR="00851B2F">
        <w:rPr>
          <w:rtl/>
        </w:rPr>
        <w:t>اہ</w:t>
      </w:r>
      <w:r w:rsidRPr="00385AE7">
        <w:rPr>
          <w:rFonts w:hint="cs"/>
          <w:rtl/>
        </w:rPr>
        <w:t xml:space="preserve">وں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کون لوگ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827A66" w:rsidRDefault="00827A66" w:rsidP="004D70B9">
      <w:pPr>
        <w:pStyle w:val="libNormal"/>
        <w:rPr>
          <w:rtl/>
        </w:rPr>
      </w:pPr>
      <w:r w:rsidRPr="00C3449B">
        <w:rPr>
          <w:rStyle w:val="libArabicChar"/>
          <w:rtl/>
        </w:rPr>
        <w:t>"جفا</w:t>
      </w:r>
      <w:r w:rsidR="004D70B9" w:rsidRPr="004D70B9">
        <w:rPr>
          <w:rStyle w:val="libArabicChar"/>
          <w:rFonts w:hint="cs"/>
          <w:rtl/>
        </w:rPr>
        <w:t>ة</w:t>
      </w:r>
      <w:r w:rsidRPr="00C3449B">
        <w:rPr>
          <w:rStyle w:val="libArabicChar"/>
          <w:rtl/>
        </w:rPr>
        <w:t xml:space="preserve"> طغام عب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د</w:t>
      </w:r>
      <w:r w:rsidRPr="00C3449B">
        <w:rPr>
          <w:rStyle w:val="libArabicChar"/>
          <w:rtl/>
        </w:rPr>
        <w:t xml:space="preserve"> اقزام، جمعوا من کل اوب وتلقطوا من کل شوب ممن 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نبغ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tl/>
        </w:rPr>
        <w:t xml:space="preserve"> ان 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فق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tl/>
        </w:rPr>
        <w:t xml:space="preserve"> و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ودب</w:t>
      </w:r>
      <w:r w:rsidRPr="00C3449B">
        <w:rPr>
          <w:rStyle w:val="libArabicChar"/>
          <w:rtl/>
        </w:rPr>
        <w:t xml:space="preserve"> و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علم</w:t>
      </w:r>
      <w:r w:rsidRPr="00C3449B">
        <w:rPr>
          <w:rStyle w:val="libArabicChar"/>
          <w:rtl/>
        </w:rPr>
        <w:t xml:space="preserve"> و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درب</w:t>
      </w:r>
      <w:r w:rsidRPr="00C3449B">
        <w:rPr>
          <w:rStyle w:val="libArabicChar"/>
          <w:rtl/>
        </w:rPr>
        <w:t xml:space="preserve"> </w:t>
      </w:r>
      <w:r w:rsidRPr="00C3449B">
        <w:rPr>
          <w:rStyle w:val="libArabicChar"/>
          <w:rFonts w:hint="cs"/>
          <w:rtl/>
        </w:rPr>
        <w:t xml:space="preserve"> لی</w:t>
      </w:r>
      <w:r w:rsidRPr="00C3449B">
        <w:rPr>
          <w:rStyle w:val="libArabicChar"/>
          <w:rFonts w:hint="eastAsia"/>
          <w:rtl/>
        </w:rPr>
        <w:t>سو</w:t>
      </w:r>
      <w:r w:rsidRPr="00C3449B">
        <w:rPr>
          <w:rStyle w:val="libArabicChar"/>
          <w:rtl/>
        </w:rPr>
        <w:t xml:space="preserve"> من الم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Fonts w:hint="cs"/>
          <w:rtl/>
        </w:rPr>
        <w:t>اجری</w:t>
      </w:r>
      <w:r w:rsidRPr="00C3449B">
        <w:rPr>
          <w:rStyle w:val="libArabicChar"/>
          <w:rFonts w:hint="eastAsia"/>
          <w:rtl/>
        </w:rPr>
        <w:t>ن</w:t>
      </w:r>
      <w:r w:rsidRPr="00C3449B">
        <w:rPr>
          <w:rStyle w:val="libArabicChar"/>
          <w:rtl/>
        </w:rPr>
        <w:t xml:space="preserve"> والا نصار ولا من الذ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ن</w:t>
      </w:r>
      <w:r w:rsidRPr="00C3449B">
        <w:rPr>
          <w:rStyle w:val="libArabicChar"/>
          <w:rtl/>
        </w:rPr>
        <w:t xml:space="preserve"> تبؤ الدار وا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مان</w:t>
      </w:r>
      <w:r w:rsidRPr="00C3449B">
        <w:rPr>
          <w:rStyle w:val="libArabicChar"/>
          <w:rtl/>
        </w:rPr>
        <w:t xml:space="preserve"> !"</w:t>
      </w:r>
      <w:r>
        <w:rPr>
          <w:rtl/>
        </w:rPr>
        <w:t xml:space="preserve"> </w:t>
      </w:r>
      <w:r w:rsidR="00C50049" w:rsidRPr="0030292A">
        <w:rPr>
          <w:rStyle w:val="libFootnotenumChar"/>
          <w:rFonts w:hint="cs"/>
          <w:rtl/>
        </w:rPr>
        <w:t>(6)</w:t>
      </w:r>
      <w:r w:rsidRPr="0030292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تندخواوباش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بدقماش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طرف اک</w:t>
      </w:r>
      <w:r w:rsidRPr="004D70B9">
        <w:rPr>
          <w:rFonts w:hint="cs"/>
          <w:rtl/>
        </w:rPr>
        <w:t>ھٹے</w:t>
      </w:r>
      <w:r w:rsidRPr="00385AE7">
        <w:rPr>
          <w:rFonts w:hint="cs"/>
          <w:rtl/>
        </w:rPr>
        <w:t xml:space="preserve"> کر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اور مخلوط النسب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چن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جو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الت ک</w:t>
      </w:r>
      <w:r>
        <w:rPr>
          <w:rFonts w:hint="cs"/>
          <w:rtl/>
        </w:rPr>
        <w:t>ی</w:t>
      </w:r>
      <w:r>
        <w:rPr>
          <w:rtl/>
        </w:rPr>
        <w:t xml:space="preserve"> بناء پر اس قابل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اور عمل ک</w:t>
      </w:r>
      <w:r>
        <w:rPr>
          <w:rFonts w:hint="cs"/>
          <w:rtl/>
        </w:rPr>
        <w:t>ی</w:t>
      </w:r>
      <w:r>
        <w:rPr>
          <w:rtl/>
        </w:rPr>
        <w:t xml:space="preserve"> مشق کرائ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اور ان پر کس</w:t>
      </w:r>
      <w:r>
        <w:rPr>
          <w:rFonts w:hint="cs"/>
          <w:rtl/>
        </w:rPr>
        <w:t>ی</w:t>
      </w:r>
      <w:r>
        <w:rPr>
          <w:rtl/>
        </w:rPr>
        <w:t xml:space="preserve"> نگران کو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اجر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انصار 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فروکش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جب مسند خلافت پر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ٹھے</w:t>
      </w:r>
      <w:r>
        <w:rPr>
          <w:rtl/>
        </w:rPr>
        <w:t xml:space="preserve"> تو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صورت حال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نوع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 موجود ت</w:t>
      </w:r>
      <w:r w:rsidRPr="004D70B9">
        <w:rPr>
          <w:rFonts w:hint="cs"/>
          <w:rtl/>
        </w:rPr>
        <w:t>ھے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سپ</w:t>
      </w:r>
      <w:r w:rsidR="00851B2F" w:rsidRPr="00385AE7">
        <w:rPr>
          <w:rFonts w:hint="cs"/>
          <w:rtl/>
        </w:rPr>
        <w:t xml:space="preserve">اہی </w:t>
      </w:r>
      <w:r>
        <w:rPr>
          <w:rFonts w:hint="eastAsia"/>
          <w:rtl/>
        </w:rPr>
        <w:t>وں</w:t>
      </w:r>
      <w:r>
        <w:rPr>
          <w:rtl/>
        </w:rPr>
        <w:t xml:space="preserve"> اور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 موجود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عمر وعاص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شاطران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چالوں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چک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متعدد بار سن چک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جب ان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شکست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5A655B">
        <w:rPr>
          <w:rtl/>
        </w:rPr>
        <w:t xml:space="preserve"> ہیں </w:t>
      </w:r>
      <w:r>
        <w:rPr>
          <w:rtl/>
        </w:rPr>
        <w:t>تو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تراشا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بند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لوگو!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 سب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ارا قبل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مکمل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="00EC330E" w:rsidRPr="00385AE7">
        <w:rPr>
          <w:rFonts w:hint="cs"/>
          <w:rtl/>
        </w:rPr>
        <w:t>رہے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؟اگر</w:t>
      </w:r>
      <w:r>
        <w:rPr>
          <w:rtl/>
        </w:rPr>
        <w:t xml:space="preserve"> آپ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EF6DD1">
        <w:rPr>
          <w:rtl/>
        </w:rPr>
        <w:t xml:space="preserve">اہتے 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 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قرآن پر حمل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سب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جنگ بند</w:t>
      </w:r>
      <w:r>
        <w:rPr>
          <w:rFonts w:hint="cs"/>
          <w:rtl/>
        </w:rPr>
        <w:t>ی</w:t>
      </w:r>
      <w:r>
        <w:rPr>
          <w:rtl/>
        </w:rPr>
        <w:t xml:space="preserve">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کس طر</w:t>
      </w:r>
      <w:r>
        <w:rPr>
          <w:rFonts w:hint="eastAsia"/>
          <w:rtl/>
        </w:rPr>
        <w:t>ح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فوراًمولا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اور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ختم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چک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جب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گ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کس بات کا،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" جنگ وجدال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مقصد؟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دن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کرنا 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پر کون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بکت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"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A655B">
        <w:rPr>
          <w:rtl/>
        </w:rPr>
        <w:t xml:space="preserve"> نہیں </w:t>
      </w:r>
      <w:r>
        <w:rPr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جلد اور کاغذ کو </w:t>
      </w:r>
      <w:r w:rsidRPr="004D70B9">
        <w:rPr>
          <w:rFonts w:hint="cs"/>
          <w:rtl/>
        </w:rPr>
        <w:t>ڈھ</w:t>
      </w:r>
      <w:r w:rsidRPr="00385AE7">
        <w:rPr>
          <w:rFonts w:hint="cs"/>
          <w:rtl/>
        </w:rPr>
        <w:t>ال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eastAsia"/>
          <w:rtl/>
        </w:rPr>
        <w:t>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اس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ا امام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ہی </w:t>
      </w:r>
      <w:r>
        <w:rPr>
          <w:rtl/>
        </w:rPr>
        <w:t>قرآن ناطق</w:t>
      </w:r>
      <w:r w:rsidR="00BD7C38">
        <w:rPr>
          <w:rtl/>
        </w:rPr>
        <w:t xml:space="preserve"> ہوں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ل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خوب ل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ٹڈ</w:t>
      </w:r>
      <w:r>
        <w:rPr>
          <w:rFonts w:hint="cs"/>
          <w:rtl/>
        </w:rPr>
        <w:t>ی</w:t>
      </w:r>
      <w:r>
        <w:rPr>
          <w:rtl/>
        </w:rPr>
        <w:t xml:space="preserve"> دل دشمن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اگ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 w:rsidR="00EC330E">
        <w:rPr>
          <w:rtl/>
        </w:rPr>
        <w:t>رہے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اب تک تو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آپ کو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انسان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جا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طلب انسان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"ب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سکتا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سکتا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آپ خود جاکر ل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اتن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ارتکاب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کرسکت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 بار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مالک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واپس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امام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مالک واپس لو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مالک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عالم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ٹہ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لت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Pr="004D70B9">
        <w:rPr>
          <w:rFonts w:hint="cs"/>
          <w:rtl/>
        </w:rPr>
        <w:t>ٹڈ</w:t>
      </w:r>
      <w:r>
        <w:rPr>
          <w:rFonts w:hint="cs"/>
          <w:rtl/>
        </w:rPr>
        <w:t>ی</w:t>
      </w:r>
      <w:r>
        <w:rPr>
          <w:rtl/>
        </w:rPr>
        <w:t xml:space="preserve"> دل لشکر جنگ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واپس آگئ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مولا مالک جنگ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باز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آ</w:t>
      </w:r>
      <w:r w:rsidR="00EC330E">
        <w:rPr>
          <w:rtl/>
        </w:rPr>
        <w:t>رہے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کو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تلوار آپ پر حمل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آور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مولا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مالک اگر تم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>
        <w:rPr>
          <w:rtl/>
        </w:rPr>
        <w:t xml:space="preserve"> چ</w:t>
      </w:r>
      <w:r w:rsidR="00EF6DD1">
        <w:rPr>
          <w:rtl/>
        </w:rPr>
        <w:t xml:space="preserve">اہتے 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تو واپس لو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آؤ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حضرت ک</w:t>
      </w:r>
      <w:r w:rsidRPr="004D70B9">
        <w:rPr>
          <w:rFonts w:hint="cs"/>
          <w:rtl/>
        </w:rPr>
        <w:t>ے</w:t>
      </w:r>
      <w:r>
        <w:rPr>
          <w:rtl/>
        </w:rPr>
        <w:t xml:space="preserve"> پاس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عرض ک</w:t>
      </w:r>
      <w:r>
        <w:rPr>
          <w:rFonts w:hint="cs"/>
          <w:rtl/>
        </w:rPr>
        <w:t>ی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دو شخص بطور منصف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اب جبک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نکل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منصف مقرر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سلسل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عمر وعاص کا نام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جناب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ابن عباس کا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پر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اور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چچازاد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اور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رشت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دار</w:t>
      </w:r>
      <w:r w:rsidR="005A655B" w:rsidRPr="00385AE7">
        <w:rPr>
          <w:rFonts w:hint="cs"/>
          <w:rtl/>
        </w:rPr>
        <w:t xml:space="preserve"> ہیں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تو اس شخص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منظور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لگتا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عباس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"مالک اشتر کا نام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بول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مالک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منظور</w:t>
      </w:r>
      <w:r w:rsidR="005A655B">
        <w:rPr>
          <w:rtl/>
        </w:rPr>
        <w:t xml:space="preserve"> نہیں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امام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چند نام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صلاح </w:t>
      </w:r>
      <w:r>
        <w:rPr>
          <w:rtl/>
        </w:rPr>
        <w:lastRenderedPageBreak/>
        <w:t>مشور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بول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تو صرف ابو 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ابو موس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شخص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جو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گورنر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مولا 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کائنات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کو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کا دل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صاف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 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قسم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وبغض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ابو موس</w:t>
      </w:r>
      <w:r>
        <w:rPr>
          <w:rFonts w:hint="cs"/>
          <w:rtl/>
        </w:rPr>
        <w:t>ی</w:t>
      </w:r>
      <w:r>
        <w:rPr>
          <w:rtl/>
        </w:rPr>
        <w:t xml:space="preserve"> کو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وعاص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 موس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جب ان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چک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</w:t>
      </w:r>
      <w:r>
        <w:rPr>
          <w:rFonts w:hint="eastAsia"/>
          <w:rtl/>
        </w:rPr>
        <w:t>و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دراصل ان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اعتراف جرم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اس وقت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جنگ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BF209D" w:rsidRPr="00385AE7">
        <w:rPr>
          <w:rFonts w:hint="cs"/>
          <w:rtl/>
        </w:rPr>
        <w:t>رہتے</w:t>
      </w:r>
      <w:r w:rsidRPr="00385AE7">
        <w:rPr>
          <w:rFonts w:hint="cs"/>
          <w:rtl/>
        </w:rPr>
        <w:t>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جنگ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تعلق اور واسط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 موس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eastAsia"/>
          <w:rtl/>
        </w:rPr>
        <w:t>نصف</w:t>
      </w:r>
      <w:r>
        <w:rPr>
          <w:rtl/>
        </w:rPr>
        <w:t xml:space="preserve"> مان لر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 xml:space="preserve">اگر ابن عباس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اشتر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تو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واقعتاًجو شخص خدا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انسان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کرتا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: </w:t>
      </w:r>
    </w:p>
    <w:p w:rsidR="00827A66" w:rsidRDefault="00827A66" w:rsidP="00C3449B">
      <w:pPr>
        <w:pStyle w:val="libArabic"/>
        <w:rPr>
          <w:rtl/>
        </w:rPr>
      </w:pPr>
      <w:r>
        <w:rPr>
          <w:rtl/>
        </w:rPr>
        <w:t>"ان الحکم الا 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026058" w:rsidRDefault="00827A66" w:rsidP="00C50049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تو بس صرف خدا</w:t>
      </w:r>
      <w:r w:rsidR="000E44EB">
        <w:rPr>
          <w:rtl/>
        </w:rPr>
        <w:t xml:space="preserve"> ہی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" </w:t>
      </w:r>
      <w:r w:rsidR="00C50049" w:rsidRPr="00C3449B">
        <w:rPr>
          <w:rStyle w:val="libFootnotenumChar"/>
          <w:rFonts w:hint="cs"/>
          <w:rtl/>
        </w:rPr>
        <w:t>(7)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صرف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5A655B">
        <w:rPr>
          <w:rtl/>
        </w:rPr>
        <w:t xml:space="preserve"> ہونا چاہئے </w:t>
      </w:r>
      <w:r w:rsidRPr="00385AE7">
        <w:rPr>
          <w:rFonts w:hint="cs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انسان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حق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سب کافر ومشرک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سب کو بارگا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الٰ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"استغفرالل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رب</w:t>
      </w:r>
      <w:r>
        <w:rPr>
          <w:rFonts w:hint="cs"/>
          <w:rtl/>
        </w:rPr>
        <w:t>ی</w:t>
      </w:r>
      <w:r>
        <w:rPr>
          <w:rtl/>
        </w:rPr>
        <w:t xml:space="preserve"> واتوب ال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>"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آپ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eastAsia"/>
          <w:rtl/>
        </w:rPr>
        <w:t>منکر</w:t>
      </w:r>
      <w:r>
        <w:rPr>
          <w:rtl/>
        </w:rPr>
        <w:t xml:space="preserve"> خدا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اب آپ انداز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کس قدر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ہ۔۔۔۔۔۔</w:t>
      </w:r>
      <w:r w:rsidRPr="00385AE7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دردسر اور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وا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دوسر</w:t>
      </w:r>
      <w:r>
        <w:rPr>
          <w:rFonts w:hint="cs"/>
          <w:rtl/>
        </w:rPr>
        <w:t>ی</w:t>
      </w:r>
      <w:r>
        <w:rPr>
          <w:rtl/>
        </w:rPr>
        <w:t xml:space="preserve"> طرف عمرو عاص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مولا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"ت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ان عقل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وں اور </w:t>
      </w:r>
      <w:r w:rsidR="00851B2F" w:rsidRPr="00385AE7">
        <w:rPr>
          <w:rFonts w:hint="cs"/>
          <w:rtl/>
        </w:rPr>
        <w:t>جاہل</w:t>
      </w:r>
      <w:r w:rsidRPr="00385AE7">
        <w:rPr>
          <w:rFonts w:hint="cs"/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>ا کر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5A655B">
        <w:rPr>
          <w:rtl/>
        </w:rPr>
        <w:t xml:space="preserve"> نہیں </w:t>
      </w:r>
      <w:r>
        <w:rPr>
          <w:rtl/>
        </w:rPr>
        <w:t>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 غلط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FD708B">
        <w:rPr>
          <w:rtl/>
        </w:rPr>
        <w:t xml:space="preserve"> ہو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کرنا کفر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"دراصل تم لوگوں کو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F7100">
        <w:rPr>
          <w:rStyle w:val="libAieChar"/>
          <w:rtl/>
        </w:rPr>
        <w:t xml:space="preserve"> </w:t>
      </w:r>
      <w:r w:rsidR="007F7100" w:rsidRPr="007F7100">
        <w:rPr>
          <w:rStyle w:val="libAlaemChar"/>
          <w:rtl/>
        </w:rPr>
        <w:t>(</w:t>
      </w:r>
      <w:r w:rsidR="007F7100" w:rsidRPr="00C3449B">
        <w:rPr>
          <w:rStyle w:val="libAieChar"/>
          <w:rtl/>
        </w:rPr>
        <w:t>ان الحکم الا لل</w:t>
      </w:r>
      <w:r w:rsidR="007F7100" w:rsidRPr="00AE18BD">
        <w:rPr>
          <w:rStyle w:val="libAieChar"/>
          <w:rFonts w:hint="cs"/>
          <w:rtl/>
        </w:rPr>
        <w:t>ه</w:t>
      </w:r>
      <w:r w:rsidR="007F7100" w:rsidRPr="00C3449B">
        <w:rPr>
          <w:rStyle w:val="libAieChar"/>
          <w:rFonts w:hint="cs"/>
          <w:rtl/>
        </w:rPr>
        <w:t xml:space="preserve"> </w:t>
      </w:r>
      <w:r w:rsidR="007F7100" w:rsidRPr="007F7100">
        <w:rPr>
          <w:rStyle w:val="libAlaemChar"/>
          <w:rFonts w:hint="cs"/>
          <w:rtl/>
        </w:rPr>
        <w:t>)</w:t>
      </w:r>
      <w:r w:rsidR="007F7100">
        <w:rPr>
          <w:rStyle w:val="libAieChar"/>
          <w:rtl/>
        </w:rPr>
        <w:t xml:space="preserve"> </w:t>
      </w:r>
      <w:r w:rsidRPr="00385AE7">
        <w:rPr>
          <w:rFonts w:hint="cs"/>
          <w:rtl/>
        </w:rPr>
        <w:t>کا معن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 w:rsidR="005A655B">
        <w:rPr>
          <w:rtl/>
        </w:rPr>
        <w:t xml:space="preserve">نہیں </w:t>
      </w:r>
      <w:r>
        <w:rPr>
          <w:rtl/>
        </w:rPr>
        <w:t xml:space="preserve">آتا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اس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قانون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"اور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بندوں کو اس پر عمل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 گئ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جب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ا"ک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 آدم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آؤ جو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غلط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سکتا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کفر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شرک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ہ۔</w:t>
      </w:r>
      <w:r w:rsidRPr="00385AE7">
        <w:rPr>
          <w:rFonts w:hint="cs"/>
          <w:rtl/>
        </w:rPr>
        <w:t xml:space="preserve">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لوگوں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6" w:name="_Toc508875359"/>
      <w:r>
        <w:rPr>
          <w:rFonts w:hint="eastAsia"/>
          <w:rtl/>
        </w:rPr>
        <w:t>خوارج</w:t>
      </w:r>
      <w:r>
        <w:rPr>
          <w:rtl/>
        </w:rPr>
        <w:t xml:space="preserve"> ک</w:t>
      </w:r>
      <w:r w:rsidRPr="005132F6">
        <w:rPr>
          <w:rFonts w:hint="cs"/>
          <w:rtl/>
        </w:rPr>
        <w:t>ے ساتھ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6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اپنا راست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جدا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خوارج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کا مقصد صرف اور صرف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مخالفت کرنا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جب تک ان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مسلح جنگ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تک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برتاؤ ک</w:t>
      </w:r>
      <w:r>
        <w:rPr>
          <w:rFonts w:hint="eastAsia"/>
          <w:rtl/>
        </w:rPr>
        <w:t>رت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385AE7">
        <w:rPr>
          <w:rFonts w:hint="cs"/>
          <w:rtl/>
        </w:rPr>
        <w:t>،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مستحق لوگوں کو حص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ان پر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عائد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tl/>
        </w:rPr>
        <w:t xml:space="preserve"> لوگ دوسروں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انت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خاموش </w:t>
      </w:r>
      <w:r w:rsidR="00BF209D">
        <w:rPr>
          <w:rtl/>
        </w:rPr>
        <w:t>رہتے</w:t>
      </w:r>
      <w:r w:rsidRPr="00385AE7">
        <w:rPr>
          <w:rFonts w:hint="cs"/>
          <w:rtl/>
        </w:rPr>
        <w:t xml:space="preserve"> اور صبر وتحمل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جب منبر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 w:rsidR="00EC330E">
        <w:rPr>
          <w:rtl/>
        </w:rPr>
        <w:t>رہے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دوران س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آپ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 w:rsidR="00EC330E">
        <w:rPr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آسان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تمام مجمع عش عش کر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ا،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اور بولا : </w:t>
      </w:r>
    </w:p>
    <w:p w:rsidR="00827A66" w:rsidRDefault="00827A66" w:rsidP="00C3449B">
      <w:pPr>
        <w:pStyle w:val="libArabic"/>
        <w:rPr>
          <w:rtl/>
        </w:rPr>
      </w:pPr>
      <w:r>
        <w:rPr>
          <w:rtl/>
        </w:rPr>
        <w:t>"قاتل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ماافق</w:t>
      </w:r>
      <w:r w:rsidR="005132F6" w:rsidRPr="004D70B9">
        <w:rPr>
          <w:rFonts w:hint="cs"/>
          <w:rtl/>
        </w:rPr>
        <w:t>هه</w:t>
      </w:r>
      <w:r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خدا ان کو مار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 قدر علام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اصحاب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شخص کو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مارنا 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و 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دو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بدتم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تو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تو آپ اس کو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0E44EB">
        <w:rPr>
          <w:rtl/>
        </w:rPr>
        <w:t xml:space="preserve"> ہی </w:t>
      </w:r>
      <w:r>
        <w:rPr>
          <w:rtl/>
        </w:rPr>
        <w:t>کرسکت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حال پر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دو، جو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سنا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سا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حاکم وقت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نماز، باجماعت پ</w:t>
      </w:r>
      <w:r w:rsidRPr="004D70B9">
        <w:rPr>
          <w:rFonts w:hint="cs"/>
          <w:rtl/>
        </w:rPr>
        <w:t>ڑ</w:t>
      </w:r>
      <w:r w:rsidR="00EC330E">
        <w:rPr>
          <w:rFonts w:hint="cs"/>
          <w:rtl/>
        </w:rPr>
        <w:t>ہارہے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آپ انداز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وبردبار</w:t>
      </w:r>
      <w:r w:rsidR="005A655B">
        <w:rPr>
          <w:rtl/>
        </w:rPr>
        <w:t xml:space="preserve"> ہے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 xml:space="preserve">ارا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ان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تو (نعوذبالل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) مسلمان</w:t>
      </w:r>
      <w:r w:rsidR="000E44EB" w:rsidRPr="00385AE7">
        <w:rPr>
          <w:rFonts w:hint="cs"/>
          <w:rtl/>
        </w:rPr>
        <w:t xml:space="preserve"> ہی </w:t>
      </w:r>
      <w:r w:rsidR="005A655B">
        <w:rPr>
          <w:rtl/>
        </w:rPr>
        <w:t>نہیں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کافر ومشرک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سور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</w:t>
      </w:r>
      <w:r>
        <w:rPr>
          <w:rFonts w:hint="eastAsia"/>
          <w:rtl/>
        </w:rPr>
        <w:t>مد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</w:t>
      </w:r>
      <w:r w:rsidR="00EC330E">
        <w:rPr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پر ابن الکواب نام</w:t>
      </w:r>
      <w:r>
        <w:rPr>
          <w:rFonts w:hint="cs"/>
          <w:rtl/>
        </w:rPr>
        <w:t>ی</w:t>
      </w:r>
      <w:r>
        <w:rPr>
          <w:rtl/>
        </w:rPr>
        <w:t xml:space="preserve"> شخص موجود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طنز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بلند آواز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C50049">
      <w:pPr>
        <w:pStyle w:val="libNormal"/>
        <w:rPr>
          <w:rtl/>
        </w:rPr>
      </w:pPr>
      <w:r w:rsidRPr="00C3449B">
        <w:rPr>
          <w:rStyle w:val="libArabicChar"/>
          <w:rtl/>
        </w:rPr>
        <w:t>"ولقد اوح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tl/>
        </w:rPr>
        <w:t xml:space="preserve"> ال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ک</w:t>
      </w:r>
      <w:r w:rsidRPr="00C3449B">
        <w:rPr>
          <w:rStyle w:val="libArabicChar"/>
          <w:rtl/>
        </w:rPr>
        <w:t xml:space="preserve"> وال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tl/>
        </w:rPr>
        <w:t xml:space="preserve"> الذ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ن</w:t>
      </w:r>
      <w:r w:rsidRPr="00C3449B">
        <w:rPr>
          <w:rStyle w:val="libArabicChar"/>
          <w:rtl/>
        </w:rPr>
        <w:t xml:space="preserve"> من قبلک لئن اشرکت ل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حبطن</w:t>
      </w:r>
      <w:r w:rsidRPr="00C3449B">
        <w:rPr>
          <w:rStyle w:val="libArabicChar"/>
          <w:rtl/>
        </w:rPr>
        <w:t xml:space="preserve"> عملک"</w:t>
      </w:r>
      <w:r>
        <w:rPr>
          <w:rtl/>
        </w:rPr>
        <w:t xml:space="preserve"> </w:t>
      </w:r>
      <w:r w:rsidR="00C50049" w:rsidRPr="0030292A">
        <w:rPr>
          <w:rStyle w:val="libFootnotenumChar"/>
          <w:rFonts w:hint="cs"/>
          <w:rtl/>
        </w:rPr>
        <w:t>(8)</w:t>
      </w:r>
      <w:r w:rsidRPr="0030292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باور کرانا </w:t>
      </w:r>
      <w:r w:rsidR="00C3449B">
        <w:rPr>
          <w:rtl/>
        </w:rPr>
        <w:t>چاہتا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درست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پک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عبادات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خدمات قابل قدر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نعوذبالل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"عل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: </w:t>
      </w:r>
    </w:p>
    <w:p w:rsidR="00827A66" w:rsidRPr="004C2205" w:rsidRDefault="00827A66" w:rsidP="00C50049">
      <w:pPr>
        <w:pStyle w:val="libNormal"/>
        <w:rPr>
          <w:rtl/>
        </w:rPr>
      </w:pPr>
      <w:r w:rsidRPr="00C3449B">
        <w:rPr>
          <w:rStyle w:val="libArabicChar"/>
          <w:rtl/>
        </w:rPr>
        <w:t>"واذا قر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tl/>
        </w:rPr>
        <w:t xml:space="preserve"> القرآن فاستمعوال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Fonts w:hint="cs"/>
          <w:rtl/>
        </w:rPr>
        <w:t xml:space="preserve"> وانصتوا"</w:t>
      </w:r>
      <w:r w:rsidRPr="00385AE7">
        <w:rPr>
          <w:rFonts w:hint="cs"/>
          <w:rtl/>
        </w:rPr>
        <w:t xml:space="preserve"> </w:t>
      </w:r>
      <w:r w:rsidR="00C50049" w:rsidRPr="0030292A">
        <w:rPr>
          <w:rStyle w:val="libFootnotenumChar"/>
          <w:rFonts w:hint="cs"/>
          <w:rtl/>
        </w:rPr>
        <w:t>(9)</w:t>
      </w:r>
      <w:r w:rsidRPr="0030292A">
        <w:rPr>
          <w:rStyle w:val="libFootnotenumChar"/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 (لوگو) جب قرآن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کان لگا کر سنو اور چپ چاپ </w:t>
      </w:r>
      <w:r w:rsidR="00EF6DD1" w:rsidRPr="00385AE7">
        <w:rPr>
          <w:rFonts w:hint="cs"/>
          <w:rtl/>
        </w:rPr>
        <w:t>رہو</w:t>
      </w:r>
      <w:r w:rsidRPr="00385AE7"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خاموش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نماز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طنز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27A66" w:rsidRDefault="00827A66" w:rsidP="00C3449B">
      <w:pPr>
        <w:pStyle w:val="libAie"/>
        <w:rPr>
          <w:rtl/>
        </w:rPr>
      </w:pPr>
      <w:r>
        <w:rPr>
          <w:rtl/>
        </w:rPr>
        <w:t>"فاصبر ان وعدالل</w:t>
      </w:r>
      <w:r w:rsidR="005132F6" w:rsidRPr="00AE18BD">
        <w:rPr>
          <w:rFonts w:hint="cs"/>
          <w:rtl/>
        </w:rPr>
        <w:t>ه</w:t>
      </w:r>
      <w:r w:rsidRPr="005132F6">
        <w:rPr>
          <w:rFonts w:hint="cs"/>
          <w:rtl/>
        </w:rPr>
        <w:t xml:space="preserve"> حق لا </w:t>
      </w:r>
      <w:r>
        <w:rPr>
          <w:rFonts w:hint="cs"/>
          <w:rtl/>
        </w:rPr>
        <w:t>ی</w:t>
      </w:r>
      <w:r>
        <w:rPr>
          <w:rFonts w:hint="eastAsia"/>
          <w:rtl/>
        </w:rPr>
        <w:t>ستخفنک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وقنون</w:t>
      </w:r>
      <w:r>
        <w:rPr>
          <w:rtl/>
        </w:rPr>
        <w:t xml:space="preserve">" </w:t>
      </w:r>
    </w:p>
    <w:p w:rsidR="00827A66" w:rsidRPr="004C2205" w:rsidRDefault="00827A66" w:rsidP="00C50049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 w:rsidRPr="004D70B9">
        <w:rPr>
          <w:rFonts w:hint="cs"/>
          <w:rtl/>
        </w:rPr>
        <w:t>ے</w:t>
      </w:r>
      <w:r>
        <w:rPr>
          <w:rtl/>
        </w:rPr>
        <w:t xml:space="preserve"> رسول !تم صبر کرو "ب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کا وعد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="003B21A7" w:rsidRPr="00385AE7">
        <w:rPr>
          <w:rFonts w:hint="cs"/>
          <w:rtl/>
        </w:rPr>
        <w:t>چاہے</w:t>
      </w:r>
      <w:r w:rsidRPr="00385AE7">
        <w:rPr>
          <w:rFonts w:hint="cs"/>
          <w:rtl/>
        </w:rPr>
        <w:t xml:space="preserve"> اور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لوگ (تم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)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کا کر) 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  <w:r w:rsidR="00C50049" w:rsidRPr="00B0371A">
        <w:rPr>
          <w:rStyle w:val="libFootnotenumChar"/>
          <w:rFonts w:hint="cs"/>
          <w:rtl/>
        </w:rPr>
        <w:t>(10)</w:t>
      </w:r>
      <w:r w:rsidRPr="00B0371A">
        <w:rPr>
          <w:rStyle w:val="libFootnotenumChar"/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7" w:name="_Toc508875360"/>
      <w:r>
        <w:rPr>
          <w:rFonts w:hint="eastAsia"/>
          <w:rtl/>
        </w:rPr>
        <w:t>خوارج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5132F6">
        <w:rPr>
          <w:rFonts w:hint="cs"/>
          <w:rtl/>
        </w:rPr>
        <w:t>ہ</w:t>
      </w:r>
      <w:bookmarkEnd w:id="7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حد تک اکتفاء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اگر اتنا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ن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فرق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طرح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مسلمان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پس پرد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کافر ومشرک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قائم کر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عثمان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حکم (منصف)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منحرف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کافر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بقول ان ک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لئ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بالمعروف اور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ظالم حکمران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جائز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دراصل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پسند اور متعصب قس</w:t>
      </w:r>
      <w:r>
        <w:rPr>
          <w:rtl/>
        </w:rPr>
        <w:t>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خود کو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دوسروں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ڑ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الت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BF209D" w:rsidRPr="00385AE7">
        <w:rPr>
          <w:rFonts w:hint="cs"/>
          <w:rtl/>
        </w:rPr>
        <w:t>رہتے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 کاعق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جز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</w:t>
      </w:r>
    </w:p>
    <w:p w:rsidR="00827A66" w:rsidRDefault="00827A66" w:rsidP="00C3449B">
      <w:pPr>
        <w:pStyle w:val="libArabic"/>
        <w:rPr>
          <w:rtl/>
        </w:rPr>
      </w:pPr>
      <w:r>
        <w:rPr>
          <w:rtl/>
        </w:rPr>
        <w:t>"اش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د ان لاال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الاالل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واش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د ان محمداً رسول 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ھے</w:t>
      </w:r>
      <w:r>
        <w:rPr>
          <w:rtl/>
        </w:rPr>
        <w:t xml:space="preserve"> اور دل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تو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انسان مسلمان</w:t>
      </w:r>
      <w:r w:rsidR="005A655B" w:rsidRPr="00385AE7">
        <w:rPr>
          <w:rFonts w:hint="cs"/>
          <w:rtl/>
        </w:rPr>
        <w:t xml:space="preserve"> نہیں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جاتا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نماز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روز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شراب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</w:t>
      </w:r>
      <w:r>
        <w:rPr>
          <w:rtl/>
        </w:rPr>
        <w:t xml:space="preserve"> جوا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فعل بد کا مرتکب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،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تمام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تب مسلمان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بول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کافر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>
        <w:rPr>
          <w:rFonts w:hint="eastAsia"/>
          <w:rtl/>
        </w:rPr>
        <w:t>جس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اور مسلمان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غرض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گن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ان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مرتکب کو دائر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دوسروں کو ناپاک، کافر، مشرک اور نجس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صرف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آپ کو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پاک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زبان حال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ھہ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آسمان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اوپر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مسلمان وجود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تا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بالمعروف اور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 واجب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شرط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نعوذ بال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مسلمان</w:t>
      </w:r>
      <w:r w:rsidR="005A655B">
        <w:rPr>
          <w:rtl/>
        </w:rPr>
        <w:t xml:space="preserve"> نہیں </w:t>
      </w:r>
      <w:r>
        <w:rPr>
          <w:rtl/>
        </w:rPr>
        <w:t>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اور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فقط کار ثواب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</w:t>
      </w:r>
      <w:r w:rsidR="00851B2F" w:rsidRPr="00385AE7">
        <w:rPr>
          <w:rFonts w:hint="cs"/>
          <w:rtl/>
        </w:rPr>
        <w:t>جاہل</w:t>
      </w:r>
      <w:r w:rsidRPr="00385AE7">
        <w:rPr>
          <w:rFonts w:hint="cs"/>
          <w:rtl/>
        </w:rPr>
        <w:t>وں اور تنگ نظر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4D70B9">
        <w:rPr>
          <w:rFonts w:hint="cs"/>
          <w:rtl/>
        </w:rPr>
        <w:t>ہ</w:t>
      </w:r>
      <w:r>
        <w:rPr>
          <w:rtl/>
        </w:rPr>
        <w:t xml:space="preserve">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باغ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عقائد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پسند</w:t>
      </w:r>
      <w:r>
        <w:rPr>
          <w:rFonts w:hint="cs"/>
          <w:rtl/>
        </w:rPr>
        <w:t>ی</w:t>
      </w:r>
      <w:r>
        <w:rPr>
          <w:rtl/>
        </w:rPr>
        <w:t>، تنگ نظر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کو مسلمان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لوگوں کو رشت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کا ذبح شد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گوشت حلال</w:t>
      </w:r>
      <w:r w:rsidR="005A655B" w:rsidRPr="00385AE7">
        <w:rPr>
          <w:rFonts w:hint="cs"/>
          <w:rtl/>
        </w:rPr>
        <w:t xml:space="preserve"> نہیں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عورتوں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بال بچوں کا قتل جائز اور باعث ثواب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جما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قتل و غارت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رسول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گزر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حامل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صحاب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پر تبرا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ظالم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بزرگ صحاب</w:t>
      </w:r>
      <w:r>
        <w:rPr>
          <w:rFonts w:hint="cs"/>
          <w:rtl/>
        </w:rPr>
        <w:t>ی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شکم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تم کافر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گزر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جور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بلند آواز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کا مال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اؤ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ارا مسلمان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صفت انسان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 کو کافر اور خود کو مسلمان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8" w:name="_Toc508875361"/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5132F6">
        <w:rPr>
          <w:rFonts w:hint="cs"/>
          <w:rtl/>
        </w:rPr>
        <w:t>ے ساتھ مولا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مج</w:t>
      </w:r>
      <w:r w:rsidR="00851B2F">
        <w:rPr>
          <w:rtl/>
        </w:rPr>
        <w:t>اہ</w:t>
      </w:r>
      <w:r w:rsidRPr="005132F6">
        <w:rPr>
          <w:rFonts w:hint="cs"/>
          <w:rtl/>
        </w:rPr>
        <w:t>دانہ مقابلہ</w:t>
      </w:r>
      <w:bookmarkEnd w:id="8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جارجان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ظالمان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جب حد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تجاوز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مولا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ادر افراد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اور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انسانوں کو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رحم وکرم پر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جاسکتا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ابن عباس کو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"جب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وآپس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مولا کوان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رپو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حضرت!ان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محرابوں کا نشان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کثرت عبادت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سخت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tl/>
        </w:rPr>
        <w:t>"پرانا لباس اور ز</w:t>
      </w:r>
      <w:r w:rsidR="00851B2F">
        <w:rPr>
          <w:rtl/>
        </w:rPr>
        <w:t>اہ</w:t>
      </w:r>
      <w:r w:rsidRPr="00385AE7">
        <w:rPr>
          <w:rFonts w:hint="cs"/>
          <w:rtl/>
        </w:rPr>
        <w:t>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انداز زندگ</w:t>
      </w:r>
      <w:r>
        <w:rPr>
          <w:rFonts w:hint="cs"/>
          <w:rtl/>
        </w:rPr>
        <w:t>ی</w:t>
      </w:r>
      <w:r>
        <w:rPr>
          <w:rtl/>
        </w:rPr>
        <w:t xml:space="preserve"> مولا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مذاکرات کروں؟ حضر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خود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گفتگو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سود مند ثابت</w:t>
      </w:r>
      <w:r w:rsidR="005A655B" w:rsidRPr="00385AE7">
        <w:rPr>
          <w:rFonts w:hint="cs"/>
          <w:rtl/>
        </w:rPr>
        <w:t xml:space="preserve"> ہوئی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بار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آدم</w:t>
      </w:r>
      <w:r>
        <w:rPr>
          <w:rFonts w:hint="cs"/>
          <w:rtl/>
        </w:rPr>
        <w:t>ی</w:t>
      </w:r>
      <w:r>
        <w:rPr>
          <w:rtl/>
        </w:rPr>
        <w:t xml:space="preserve"> نادم وشرمند</w:t>
      </w:r>
      <w:r w:rsidRPr="004D70B9">
        <w:rPr>
          <w:rFonts w:hint="cs"/>
          <w:rtl/>
        </w:rPr>
        <w:t>ہ</w:t>
      </w:r>
      <w:r w:rsidR="00211648" w:rsidRPr="00385AE7">
        <w:rPr>
          <w:rFonts w:hint="cs"/>
          <w:rtl/>
        </w:rPr>
        <w:t xml:space="preserve"> ہوئے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اس پرچم تل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محفوظ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 xml:space="preserve">گا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آدم</w:t>
      </w:r>
      <w:r>
        <w:rPr>
          <w:rFonts w:hint="cs"/>
          <w:rtl/>
        </w:rPr>
        <w:t>ی</w:t>
      </w:r>
      <w:r>
        <w:rPr>
          <w:rtl/>
        </w:rPr>
        <w:t xml:space="preserve"> اس پرچم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چار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اشخاص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کائنات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صابر اور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ادر امام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تلوار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ان ظالموں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گاجر مول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کا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نجات پان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عبدالرحمٰن بن ملجم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خشک مقدس انسان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کا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</w:t>
      </w:r>
      <w:r>
        <w:rPr>
          <w:rtl/>
        </w:rPr>
        <w:t>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</w:t>
      </w:r>
      <w:r w:rsidRPr="004D70B9">
        <w:rPr>
          <w:rFonts w:hint="cs"/>
          <w:rtl/>
        </w:rPr>
        <w:t>ہ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"واقعتاًعل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"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عال</w:t>
      </w:r>
      <w:r>
        <w:rPr>
          <w:rFonts w:hint="cs"/>
          <w:rtl/>
        </w:rPr>
        <w:t>ی</w:t>
      </w:r>
      <w:r>
        <w:rPr>
          <w:rtl/>
        </w:rPr>
        <w:t xml:space="preserve"> نسب امام ک</w:t>
      </w:r>
      <w:r>
        <w:rPr>
          <w:rFonts w:hint="cs"/>
          <w:rtl/>
        </w:rPr>
        <w:t>ی</w:t>
      </w:r>
      <w:r>
        <w:rPr>
          <w:rtl/>
        </w:rPr>
        <w:t xml:space="preserve"> عظمت ورفعت ظ</w:t>
      </w:r>
      <w:r w:rsidR="00ED61E8">
        <w:rPr>
          <w:rtl/>
        </w:rPr>
        <w:t xml:space="preserve">اہر 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آپ فرمات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: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026058" w:rsidRDefault="00827A66" w:rsidP="00C50049">
      <w:pPr>
        <w:pStyle w:val="libNormal"/>
        <w:rPr>
          <w:rtl/>
        </w:rPr>
      </w:pPr>
      <w:r w:rsidRPr="00C3449B">
        <w:rPr>
          <w:rStyle w:val="libArabicChar"/>
          <w:rtl/>
        </w:rPr>
        <w:t>"انا فقات ع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ن</w:t>
      </w:r>
      <w:r w:rsidRPr="00C3449B">
        <w:rPr>
          <w:rStyle w:val="libArabicChar"/>
          <w:rtl/>
        </w:rPr>
        <w:t xml:space="preserve"> الفتن</w:t>
      </w:r>
      <w:r w:rsidR="004D70B9" w:rsidRPr="004D70B9">
        <w:rPr>
          <w:rStyle w:val="libArabicChar"/>
          <w:rFonts w:hint="cs"/>
          <w:rtl/>
        </w:rPr>
        <w:t>ة</w:t>
      </w:r>
      <w:r w:rsidRPr="00C3449B">
        <w:rPr>
          <w:rStyle w:val="libArabicChar"/>
          <w:rtl/>
        </w:rPr>
        <w:t xml:space="preserve"> ولم 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کن</w:t>
      </w:r>
      <w:r w:rsidRPr="00C3449B">
        <w:rPr>
          <w:rStyle w:val="libArabicChar"/>
          <w:rtl/>
        </w:rPr>
        <w:t xml:space="preserve"> ل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جتر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tl/>
        </w:rPr>
        <w:t xml:space="preserve"> عل</w:t>
      </w:r>
      <w:r w:rsidRPr="00C3449B">
        <w:rPr>
          <w:rStyle w:val="libArabicChar"/>
          <w:rFonts w:hint="cs"/>
          <w:rtl/>
        </w:rPr>
        <w:t>ی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Fonts w:hint="cs"/>
          <w:rtl/>
        </w:rPr>
        <w:t>ا</w:t>
      </w:r>
      <w:r w:rsidRPr="00C3449B">
        <w:rPr>
          <w:rStyle w:val="libArabicChar"/>
          <w:rtl/>
        </w:rPr>
        <w:t xml:space="preserve"> احد غ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ر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tl/>
        </w:rPr>
        <w:t xml:space="preserve"> بعدان ماج غ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ب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Fonts w:hint="cs"/>
          <w:rtl/>
        </w:rPr>
        <w:t>ا</w:t>
      </w:r>
      <w:r w:rsidRPr="00C3449B">
        <w:rPr>
          <w:rStyle w:val="libArabicChar"/>
          <w:rtl/>
        </w:rPr>
        <w:t xml:space="preserve"> واشتد کلب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Fonts w:hint="cs"/>
          <w:rtl/>
        </w:rPr>
        <w:t>ا"</w:t>
      </w:r>
      <w:r w:rsidRPr="00385AE7">
        <w:rPr>
          <w:rFonts w:hint="cs"/>
          <w:rtl/>
        </w:rPr>
        <w:t xml:space="preserve"> </w:t>
      </w:r>
      <w:r w:rsidR="00C50049" w:rsidRPr="00C3449B">
        <w:rPr>
          <w:rStyle w:val="libFootnotenumChar"/>
          <w:rFonts w:hint="cs"/>
          <w:rtl/>
        </w:rPr>
        <w:t>(11)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فتن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وشر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(موجوں ک</w:t>
      </w:r>
      <w:r>
        <w:rPr>
          <w:rFonts w:hint="cs"/>
          <w:rtl/>
        </w:rPr>
        <w:t>ی</w:t>
      </w:r>
      <w:r>
        <w:rPr>
          <w:rtl/>
        </w:rPr>
        <w:t xml:space="preserve"> طرح) 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 بالا</w:t>
      </w:r>
      <w:r w:rsidR="00FD708B" w:rsidRPr="00385AE7">
        <w:rPr>
          <w:rFonts w:hint="cs"/>
          <w:rtl/>
        </w:rPr>
        <w:t xml:space="preserve"> ہو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(د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Pr="004D70B9">
        <w:rPr>
          <w:rFonts w:hint="cs"/>
          <w:rtl/>
        </w:rPr>
        <w:t>ے</w:t>
      </w:r>
      <w:r>
        <w:rPr>
          <w:rtl/>
        </w:rPr>
        <w:t xml:space="preserve"> کتوں ک</w:t>
      </w:r>
      <w:r>
        <w:rPr>
          <w:rFonts w:hint="cs"/>
          <w:rtl/>
        </w:rPr>
        <w:t>ی</w:t>
      </w:r>
      <w:r>
        <w:rPr>
          <w:rtl/>
        </w:rPr>
        <w:t xml:space="preserve"> طرح)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زورں پر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جرأت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تا"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طرح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 جو خود کو مقدس اور پارسا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ان کا 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اتنا تنگ وتار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چکا</w:t>
      </w:r>
      <w:r w:rsidR="00211648" w:rsidRPr="00385AE7">
        <w:rPr>
          <w:rFonts w:hint="cs"/>
          <w:rtl/>
        </w:rPr>
        <w:t xml:space="preserve"> ہوتا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برداشت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دشمنوں اور مخالفوں کو جان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پس 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جمع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 xml:space="preserve">الا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اس قسم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 واقعتاً دل گرد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خدا ک</w:t>
      </w:r>
      <w:r>
        <w:rPr>
          <w:rFonts w:hint="cs"/>
          <w:rtl/>
        </w:rPr>
        <w:t>ی</w:t>
      </w:r>
      <w:r>
        <w:rPr>
          <w:rtl/>
        </w:rPr>
        <w:t xml:space="preserve"> عبادت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صالح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کو قتل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مولا خود فرمات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مشکل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سوا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جرأت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ہوئی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جارح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لوگ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جو خود کو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مسلمان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لوات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"ل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ظالموں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تلوار بلند ک</w:t>
      </w:r>
      <w:r>
        <w:rPr>
          <w:rFonts w:hint="cs"/>
          <w:rtl/>
        </w:rPr>
        <w:t>ی</w:t>
      </w:r>
      <w:r>
        <w:rPr>
          <w:rtl/>
        </w:rPr>
        <w:t xml:space="preserve"> اور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پر فخر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فرمات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ہیں: </w:t>
      </w:r>
    </w:p>
    <w:p w:rsidR="00827A66" w:rsidRDefault="00827A66" w:rsidP="00C3449B">
      <w:pPr>
        <w:pStyle w:val="libArabic"/>
        <w:rPr>
          <w:rtl/>
        </w:rPr>
      </w:pPr>
      <w:r>
        <w:rPr>
          <w:rtl/>
        </w:rPr>
        <w:t>"بعد ان ماج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فتن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وشر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اور جب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(موجوں ک</w:t>
      </w:r>
      <w:r>
        <w:rPr>
          <w:rFonts w:hint="cs"/>
          <w:rtl/>
        </w:rPr>
        <w:t>ی</w:t>
      </w:r>
      <w:r>
        <w:rPr>
          <w:rtl/>
        </w:rPr>
        <w:t xml:space="preserve"> طرح) 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 بالا</w:t>
      </w:r>
      <w:r w:rsidR="00FD708B" w:rsidRPr="00385AE7">
        <w:rPr>
          <w:rFonts w:hint="cs"/>
          <w:rtl/>
        </w:rPr>
        <w:t xml:space="preserve"> ہو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اس امر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حالات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صورت حال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خطرناک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ابن عباس جب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پاس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عبادت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شکل وصورت پ</w:t>
      </w:r>
      <w:r w:rsidR="005513FA">
        <w:rPr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گاروں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'ان کو مارنا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تلوار بلند کر</w:t>
      </w:r>
      <w:r>
        <w:rPr>
          <w:rFonts w:hint="eastAsia"/>
          <w:rtl/>
        </w:rPr>
        <w:t>نا</w:t>
      </w:r>
      <w:r>
        <w:rPr>
          <w:rtl/>
        </w:rPr>
        <w:t xml:space="preserve"> واقعتاً مشکل بات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اگر ابن عباس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ان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ذرا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قدم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معرفت اور جرأت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نا؟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اسلام کا لباد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اسلام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وں کو کمزور کر</w:t>
      </w:r>
      <w:r w:rsidR="00EC330E" w:rsidRPr="00385AE7">
        <w:rPr>
          <w:rFonts w:hint="cs"/>
          <w:rtl/>
        </w:rPr>
        <w:t>رہے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اداروں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منافقوں کا ست</w:t>
      </w:r>
      <w:r>
        <w:rPr>
          <w:rFonts w:hint="cs"/>
          <w:rtl/>
        </w:rPr>
        <w:t>ی</w:t>
      </w:r>
      <w:r>
        <w:rPr>
          <w:rFonts w:hint="eastAsia"/>
          <w:rtl/>
        </w:rPr>
        <w:t>اناس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اور اسلام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 روشن اور تابناک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کر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"واشتدکلب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"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Pr="004D70B9">
        <w:rPr>
          <w:rFonts w:hint="cs"/>
          <w:rtl/>
        </w:rPr>
        <w:t>ے</w:t>
      </w:r>
      <w:r>
        <w:rPr>
          <w:rtl/>
        </w:rPr>
        <w:t xml:space="preserve"> کتوں ک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زوروں پر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حضرت کا جمل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جمل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باؤ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تشب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جب کوئ</w:t>
      </w:r>
      <w:r>
        <w:rPr>
          <w:rFonts w:hint="cs"/>
          <w:rtl/>
        </w:rPr>
        <w:t>ی</w:t>
      </w:r>
      <w:r>
        <w:rPr>
          <w:rtl/>
        </w:rPr>
        <w:t xml:space="preserve"> کتا باؤل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پن کا شکار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کو کا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پروا</w:t>
      </w:r>
      <w:r w:rsidR="005A655B">
        <w:rPr>
          <w:rtl/>
        </w:rPr>
        <w:t xml:space="preserve"> نہیں </w:t>
      </w:r>
      <w:r>
        <w:rPr>
          <w:rtl/>
        </w:rPr>
        <w:t>کرتا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کا مالک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شخص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قسم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نکل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، رال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پکا </w:t>
      </w:r>
      <w:r w:rsidR="00C3449B" w:rsidRPr="00385AE7">
        <w:rPr>
          <w:rFonts w:hint="cs"/>
          <w:rtl/>
        </w:rPr>
        <w:t>رہا</w:t>
      </w:r>
      <w:r w:rsidR="00211648" w:rsidRPr="00385AE7">
        <w:rPr>
          <w:rFonts w:hint="cs"/>
          <w:rtl/>
        </w:rPr>
        <w:t xml:space="preserve"> ہوتا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جب کس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گزرتا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ان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باؤل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پن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مقدس مآب اور جعل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نما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Pr="004D70B9">
        <w:rPr>
          <w:rFonts w:hint="cs"/>
          <w:rtl/>
        </w:rPr>
        <w:t>ے</w:t>
      </w:r>
      <w:r>
        <w:rPr>
          <w:rtl/>
        </w:rPr>
        <w:t xml:space="preserve"> 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جس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Fonts w:hint="eastAsia"/>
          <w:rtl/>
        </w:rPr>
        <w:t>اس</w:t>
      </w:r>
      <w:r w:rsidRPr="004D70B9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پاگل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اورر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Pr="004D70B9">
        <w:rPr>
          <w:rFonts w:hint="cs"/>
          <w:rtl/>
        </w:rPr>
        <w:t>ے</w:t>
      </w:r>
      <w:r>
        <w:rPr>
          <w:rtl/>
        </w:rPr>
        <w:t xml:space="preserve"> کتوں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E44EB">
        <w:rPr>
          <w:rtl/>
        </w:rPr>
        <w:t xml:space="preserve"> ہی </w:t>
      </w:r>
      <w:r>
        <w:rPr>
          <w:rtl/>
        </w:rPr>
        <w:t>علاج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ان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اگر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ان کتوں کا سر قلم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ے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</w:t>
      </w:r>
      <w:r w:rsidRPr="004D70B9">
        <w:rPr>
          <w:rFonts w:hint="cs"/>
          <w:rtl/>
        </w:rPr>
        <w:t>ہ</w:t>
      </w:r>
      <w:r w:rsidR="002E1092">
        <w:rPr>
          <w:rFonts w:hint="cs"/>
          <w:rtl/>
        </w:rPr>
        <w:t xml:space="preserve"> ہس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معاشر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اس کو حماقت،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الت اور نا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کا شکار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</w:t>
      </w:r>
      <w:r w:rsidR="00851B2F" w:rsidRPr="00385AE7">
        <w:rPr>
          <w:rFonts w:hint="cs"/>
          <w:rtl/>
        </w:rPr>
        <w:t>جاہل</w:t>
      </w:r>
      <w:r w:rsidRPr="00385AE7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خطر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جرأت 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اس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فتن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فنا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ا</w:t>
      </w:r>
      <w:r>
        <w:rPr>
          <w:rtl/>
        </w:rPr>
        <w:t>تار کر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9" w:name="_Toc508875362"/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132F6">
        <w:rPr>
          <w:rFonts w:hint="cs"/>
          <w:rtl/>
        </w:rPr>
        <w:t>ھٹ دھرم</w:t>
      </w:r>
      <w:r>
        <w:rPr>
          <w:rFonts w:hint="cs"/>
          <w:rtl/>
        </w:rPr>
        <w:t>ی</w:t>
      </w:r>
      <w:bookmarkEnd w:id="9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جو قابل ذکر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مضبوط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>جب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مرم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عبادت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صفت دوسروں کو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تأثر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جرأت ن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ہوئی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پر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الت ونادان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پرل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درج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اج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 xml:space="preserve"> اور ان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الت اور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 پر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</w:t>
      </w:r>
      <w:r w:rsidR="005A655B">
        <w:rPr>
          <w:rtl/>
        </w:rPr>
        <w:t xml:space="preserve"> ہے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اسک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دعا والتجاء عج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جب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تبصر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فرما</w:t>
      </w:r>
      <w:r>
        <w:rPr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تو کمال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 w:rsidRPr="004D70B9">
        <w:rPr>
          <w:rFonts w:hint="cs"/>
          <w:rtl/>
        </w:rPr>
        <w:t>ہ</w:t>
      </w:r>
      <w:r>
        <w:rPr>
          <w:rtl/>
        </w:rPr>
        <w:t xml:space="preserve"> "ث</w:t>
      </w:r>
      <w:r>
        <w:rPr>
          <w:rFonts w:hint="eastAsia"/>
          <w:rtl/>
        </w:rPr>
        <w:t>م</w:t>
      </w:r>
      <w:r>
        <w:rPr>
          <w:rtl/>
        </w:rPr>
        <w:t xml:space="preserve"> انتم اشرار الناس "ک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"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نما لوگوں کو بر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القابات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</w:t>
      </w:r>
      <w:r w:rsidR="005A655B">
        <w:rPr>
          <w:rtl/>
        </w:rPr>
        <w:t xml:space="preserve"> رہے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اس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تو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 w:rsidR="00851B2F" w:rsidRPr="00385AE7">
        <w:rPr>
          <w:rFonts w:hint="cs"/>
          <w:rtl/>
        </w:rPr>
        <w:t>اہ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دوسروں کو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نقصان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"کچ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 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نما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ان کو صالح اور پاکباز انسان کا لقب د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ان کو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ک</w:t>
      </w:r>
      <w:r w:rsidRPr="004D70B9">
        <w:rPr>
          <w:rFonts w:hint="cs"/>
          <w:rtl/>
        </w:rPr>
        <w:t>ہہ</w:t>
      </w:r>
      <w:r w:rsidR="005A655B" w:rsidRPr="00385AE7">
        <w:rPr>
          <w:rFonts w:hint="cs"/>
          <w:rtl/>
        </w:rPr>
        <w:t xml:space="preserve"> رہے</w:t>
      </w:r>
      <w:r w:rsidR="005513FA" w:rsidRPr="00385AE7">
        <w:rPr>
          <w:rFonts w:hint="cs"/>
          <w:rtl/>
        </w:rPr>
        <w:t xml:space="preserve"> ہیں</w:t>
      </w:r>
      <w:r>
        <w:rPr>
          <w:rtl/>
        </w:rPr>
        <w:t>؟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فرمات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دراصل تم اور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</w:t>
      </w:r>
      <w:r w:rsidR="005513FA" w:rsidRPr="00385AE7">
        <w:rPr>
          <w:rFonts w:hint="cs"/>
          <w:rtl/>
        </w:rPr>
        <w:t xml:space="preserve"> رہی 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کمان بناکر دوسروں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واضح اور واشگاف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مذمت کر</w:t>
      </w:r>
      <w:r w:rsidR="00EC330E" w:rsidRPr="00385AE7">
        <w:rPr>
          <w:rFonts w:hint="cs"/>
          <w:rtl/>
        </w:rPr>
        <w:t>رہے</w:t>
      </w:r>
      <w:r w:rsidR="005A655B" w:rsidRPr="00385AE7">
        <w:rPr>
          <w:rFonts w:hint="cs"/>
          <w:rtl/>
        </w:rPr>
        <w:t xml:space="preserve"> 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ظ</w:t>
      </w:r>
      <w:r w:rsidR="00ED61E8">
        <w:rPr>
          <w:rtl/>
        </w:rPr>
        <w:t xml:space="preserve">اہر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کام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سجد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عبادت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 w:rsidR="005A655B">
        <w:rPr>
          <w:rtl/>
        </w:rPr>
        <w:t xml:space="preserve"> نہیں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شکل وصورت اور وضع قطع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عام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عاص اور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لوگ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معجزات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واقف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"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شجاعت،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وتقو</w:t>
      </w:r>
      <w:r>
        <w:rPr>
          <w:rFonts w:hint="cs"/>
          <w:rtl/>
        </w:rPr>
        <w:t>ی</w:t>
      </w:r>
      <w:r>
        <w:rPr>
          <w:rtl/>
        </w:rPr>
        <w:t xml:space="preserve"> علم وعمل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مختلف مواقع پر سازشوں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جال بچ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اتا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مانت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وقت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جواب صاف ظ</w:t>
      </w:r>
      <w:r w:rsidR="00ED61E8" w:rsidRPr="00385AE7">
        <w:rPr>
          <w:rFonts w:hint="cs"/>
          <w:rtl/>
        </w:rPr>
        <w:t xml:space="preserve">اہر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عقل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 پر پرد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</w:t>
      </w:r>
      <w:r>
        <w:rPr>
          <w:rtl/>
        </w:rPr>
        <w:t>قل کا اند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شخص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 بن کرو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کرتا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جو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کرنا چ</w:t>
      </w:r>
      <w:r w:rsidR="00851B2F">
        <w:rPr>
          <w:rtl/>
        </w:rPr>
        <w:t xml:space="preserve">اہی 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جاتا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تو آپ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آتا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فرمائش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tl/>
        </w:rPr>
        <w:lastRenderedPageBreak/>
        <w:t>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فضائل و مناقب اور ان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کرو، جب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تذکر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اس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ساخت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آنسو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لک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اپنا زانو 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تا</w:t>
      </w:r>
      <w:r>
        <w:rPr>
          <w:rtl/>
        </w:rPr>
        <w:t xml:space="preserve"> اور </w:t>
      </w:r>
      <w:r>
        <w:rPr>
          <w:rFonts w:hint="eastAsia"/>
          <w:rtl/>
        </w:rPr>
        <w:t>افسوس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افسوس اب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وعاص اور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لوگ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و منزلت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حکومت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واقف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ارفع و اعل</w:t>
      </w:r>
      <w:r>
        <w:rPr>
          <w:rFonts w:hint="cs"/>
          <w:rtl/>
        </w:rPr>
        <w:t>ی</w:t>
      </w:r>
      <w:r>
        <w:rPr>
          <w:rtl/>
        </w:rPr>
        <w:t xml:space="preserve"> مقاصد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زرق برق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پر پرد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زر ک</w:t>
      </w:r>
      <w:r>
        <w:rPr>
          <w:rFonts w:hint="cs"/>
          <w:rtl/>
        </w:rPr>
        <w:t>ی</w:t>
      </w:r>
      <w:r>
        <w:rPr>
          <w:rtl/>
        </w:rPr>
        <w:t xml:space="preserve"> محبت اور طمع و لالچ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دلوں پر تال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 رک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منافق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طرز ک</w:t>
      </w:r>
      <w:r>
        <w:rPr>
          <w:rFonts w:hint="cs"/>
          <w:rtl/>
        </w:rPr>
        <w:t>ی</w:t>
      </w:r>
      <w:r>
        <w:rPr>
          <w:rtl/>
        </w:rPr>
        <w:t xml:space="preserve"> وضع قطع بنا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کا اصل مقصد تو مال ودولت اک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کرنا اور اقتدار وحکومت کو حاصل کرنا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دشمن اندر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عمر و عاص،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ابن ملجم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منافقوں، ظالموں،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کاروں کا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چال چلن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پرز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مرد خدا کو طرح طرح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جالوں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ٹے</w:t>
      </w:r>
      <w:r w:rsidRPr="00385AE7">
        <w:rPr>
          <w:rFonts w:hint="cs"/>
          <w:rtl/>
        </w:rPr>
        <w:t xml:space="preserve"> الزامات عائد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طرح طرح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متوں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دامن پاک کو داغدار بنان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تو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مرو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آپ ک</w:t>
      </w:r>
      <w:r>
        <w:rPr>
          <w:rFonts w:hint="cs"/>
          <w:rtl/>
        </w:rPr>
        <w:t>ی</w:t>
      </w:r>
      <w:r>
        <w:rPr>
          <w:rtl/>
        </w:rPr>
        <w:t xml:space="preserve"> ذات پاک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بدبختوں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eastAsia"/>
          <w:rtl/>
        </w:rPr>
        <w:t>و</w:t>
      </w:r>
      <w:r>
        <w:rPr>
          <w:rtl/>
        </w:rPr>
        <w:t xml:space="preserve"> کافر، مشرک تک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(نعوذبالل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)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رباع</w:t>
      </w:r>
      <w:r>
        <w:rPr>
          <w:rFonts w:hint="cs"/>
          <w:rtl/>
        </w:rPr>
        <w:t>ی</w:t>
      </w:r>
      <w:r>
        <w:rPr>
          <w:rtl/>
        </w:rPr>
        <w:t xml:space="preserve"> کو سن کرک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کافر</w:t>
      </w:r>
      <w:r w:rsidR="005A655B">
        <w:rPr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رباع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کفر</w:t>
      </w:r>
      <w:r>
        <w:rPr>
          <w:rtl/>
        </w:rPr>
        <w:t xml:space="preserve"> چومن</w:t>
      </w:r>
      <w:r>
        <w:rPr>
          <w:rFonts w:hint="cs"/>
          <w:rtl/>
        </w:rPr>
        <w:t>ی</w:t>
      </w:r>
      <w:r>
        <w:rPr>
          <w:rtl/>
        </w:rPr>
        <w:t xml:space="preserve"> گزاف و آسان نبود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محکم</w:t>
      </w:r>
      <w:r>
        <w:rPr>
          <w:rtl/>
        </w:rPr>
        <w:t xml:space="preserve"> تراز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نبود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چومن و آن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 xml:space="preserve">کافر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</w:t>
      </w:r>
      <w:r w:rsidR="00851B2F">
        <w:rPr>
          <w:rtl/>
        </w:rPr>
        <w:t xml:space="preserve"> ہم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نبود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کفر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اتنا سستا اور آسان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مضبوط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کافر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 w:rsidR="005A655B">
        <w:rPr>
          <w:rtl/>
        </w:rPr>
        <w:t xml:space="preserve"> نہیں </w:t>
      </w:r>
      <w:r w:rsidR="00C3449B">
        <w:rPr>
          <w:rtl/>
        </w:rPr>
        <w:t>رہا</w:t>
      </w:r>
      <w:r w:rsidRPr="00385AE7">
        <w:rPr>
          <w:rFonts w:hint="cs"/>
          <w:rtl/>
        </w:rPr>
        <w:t>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دراصل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 تک جتن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دانشور گزر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ان خال</w:t>
      </w:r>
      <w:r>
        <w:rPr>
          <w:rFonts w:hint="cs"/>
          <w:rtl/>
        </w:rPr>
        <w:t>ی</w:t>
      </w:r>
      <w:r>
        <w:rPr>
          <w:rtl/>
        </w:rPr>
        <w:t xml:space="preserve"> خول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خشک مقدس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وتوص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مسلمان</w:t>
      </w:r>
      <w:r w:rsidR="005A655B">
        <w:rPr>
          <w:rtl/>
        </w:rPr>
        <w:t xml:space="preserve"> نہیں</w:t>
      </w:r>
      <w:r w:rsidR="005513FA">
        <w:rPr>
          <w:rtl/>
        </w:rPr>
        <w:t xml:space="preserve"> ہیں</w:t>
      </w:r>
      <w:r>
        <w:rPr>
          <w:rtl/>
        </w:rPr>
        <w:t>"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کر پکارا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مثال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دشمن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ّآپ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جس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مسلمان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متنب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 مقصود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سب مسلمانوں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روان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اپنانا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کاربنا کر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غلط کام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دوست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فون پر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کو سن کر مج</w:t>
      </w:r>
      <w:r w:rsidRPr="004D70B9">
        <w:rPr>
          <w:rFonts w:hint="cs"/>
          <w:rtl/>
        </w:rPr>
        <w:t>ھے</w:t>
      </w:r>
      <w:r w:rsidR="005A655B" w:rsidRPr="00385AE7">
        <w:rPr>
          <w:rFonts w:hint="cs"/>
          <w:rtl/>
        </w:rPr>
        <w:t xml:space="preserve"> بہت </w:t>
      </w:r>
      <w:r w:rsidRPr="00385AE7">
        <w:rPr>
          <w:rFonts w:hint="cs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واقعتاً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اقبال پاکستان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اور امام کو گال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لگا"آپ فلاں کتاب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فلاں صفح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بولا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 شخص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کو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لرز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آقائ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اقبال کو الف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تک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 کچ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فوراً!جناب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غلام رضا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فون پر رابط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بابت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کر بول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گزرا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ڑے</w:t>
      </w:r>
      <w:r>
        <w:rPr>
          <w:rtl/>
        </w:rPr>
        <w:t xml:space="preserve"> دانشور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تو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بولنا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ٹے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رابط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دراصل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شخص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جعفر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نام صادق جب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ندوستان پر قبض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دو ا</w:t>
      </w:r>
      <w:r>
        <w:rPr>
          <w:rFonts w:hint="eastAsia"/>
          <w:rtl/>
        </w:rPr>
        <w:t>شخاص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مفادات ک</w:t>
      </w:r>
      <w:r>
        <w:rPr>
          <w:rFonts w:hint="cs"/>
          <w:rtl/>
        </w:rPr>
        <w:t>ی</w:t>
      </w:r>
      <w:r>
        <w:rPr>
          <w:rtl/>
        </w:rPr>
        <w:t xml:space="preserve"> خاطر کام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</w:t>
      </w:r>
      <w:r w:rsidR="005A655B">
        <w:rPr>
          <w:rtl/>
        </w:rPr>
        <w:t xml:space="preserve"> بہت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نقصان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علام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اقبال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افراد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کتاب منگوائ</w:t>
      </w:r>
      <w:r>
        <w:rPr>
          <w:rFonts w:hint="cs"/>
          <w:rtl/>
        </w:rPr>
        <w:t>ی</w:t>
      </w:r>
      <w:r>
        <w:rPr>
          <w:rtl/>
        </w:rPr>
        <w:t xml:space="preserve"> اس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چ</w:t>
      </w:r>
      <w:r w:rsidR="00EF6DD1" w:rsidRPr="00385AE7">
        <w:rPr>
          <w:rFonts w:hint="cs"/>
          <w:rtl/>
        </w:rPr>
        <w:t xml:space="preserve">اہتے 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واقعتاً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بر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</w:t>
      </w:r>
      <w:r w:rsidR="005A655B" w:rsidRPr="00385AE7">
        <w:rPr>
          <w:rFonts w:hint="cs"/>
          <w:rtl/>
        </w:rPr>
        <w:t xml:space="preserve"> ہیں </w:t>
      </w:r>
      <w:r w:rsidR="00EF6DD1">
        <w:rPr>
          <w:rtl/>
        </w:rPr>
        <w:t>وہا</w:t>
      </w:r>
      <w:r w:rsidRPr="00385AE7">
        <w:rPr>
          <w:rFonts w:hint="cs"/>
          <w:rtl/>
        </w:rPr>
        <w:t>ں اچ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5A655B">
        <w:rPr>
          <w:rtl/>
        </w:rPr>
        <w:t xml:space="preserve"> ہیں </w:t>
      </w:r>
      <w:r>
        <w:rPr>
          <w:rtl/>
        </w:rPr>
        <w:t>علام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اقبال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از بنگال و صادق از دکن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ننگ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ننگ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اں ننگ وطن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جعفر بنگال</w:t>
      </w:r>
      <w:r>
        <w:rPr>
          <w:rFonts w:hint="cs"/>
          <w:rtl/>
        </w:rPr>
        <w:t>ی</w:t>
      </w:r>
      <w:r>
        <w:rPr>
          <w:rtl/>
        </w:rPr>
        <w:t xml:space="preserve"> اور صادق دکن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وطن کو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نقصان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ملک و قوم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ننگ و عار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بنگال </w:t>
      </w:r>
      <w:r>
        <w:rPr>
          <w:rFonts w:hint="cs"/>
          <w:rtl/>
        </w:rPr>
        <w:t>ی</w:t>
      </w:r>
      <w:r>
        <w:rPr>
          <w:rFonts w:hint="eastAsia"/>
          <w:rtl/>
        </w:rPr>
        <w:t>ادکن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غلط بات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شخص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اقبال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دانشور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مت لگائ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>
        <w:rPr>
          <w:rtl/>
        </w:rPr>
        <w:t xml:space="preserve"> بعد جب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ندوستان پر چ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 w:rsidR="00EF6DD1">
        <w:rPr>
          <w:rtl/>
        </w:rPr>
        <w:t>وہا</w:t>
      </w:r>
      <w:r w:rsidRPr="00385AE7">
        <w:rPr>
          <w:rFonts w:hint="cs"/>
          <w:rtl/>
        </w:rPr>
        <w:t>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مج</w:t>
      </w:r>
      <w:r w:rsidR="00851B2F">
        <w:rPr>
          <w:rtl/>
        </w:rPr>
        <w:t>اہ</w:t>
      </w:r>
      <w:r w:rsidRPr="00385AE7">
        <w:rPr>
          <w:rFonts w:hint="cs"/>
          <w:rtl/>
        </w:rPr>
        <w:t>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نام 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پو</w:t>
      </w:r>
      <w:r>
        <w:rPr>
          <w:rtl/>
        </w:rPr>
        <w:t xml:space="preserve"> سلطان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سراج </w:t>
      </w:r>
      <w:r>
        <w:rPr>
          <w:rFonts w:hint="eastAsia"/>
          <w:rtl/>
        </w:rPr>
        <w:t>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ندوستان اور 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پو</w:t>
      </w:r>
      <w:r>
        <w:rPr>
          <w:rtl/>
        </w:rPr>
        <w:t xml:space="preserve"> سلطان شمال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علام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اقبال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دو سپوتوں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جعفر نام</w:t>
      </w:r>
      <w:r>
        <w:rPr>
          <w:rFonts w:hint="cs"/>
          <w:rtl/>
        </w:rPr>
        <w:t>ی</w:t>
      </w:r>
      <w:r>
        <w:rPr>
          <w:rtl/>
        </w:rPr>
        <w:t xml:space="preserve"> شخص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اندرون</w:t>
      </w:r>
      <w:r>
        <w:rPr>
          <w:rFonts w:hint="cs"/>
          <w:rtl/>
        </w:rPr>
        <w:t>ی</w:t>
      </w:r>
      <w:r>
        <w:rPr>
          <w:rtl/>
        </w:rPr>
        <w:t xml:space="preserve"> طور پر کمزور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پو</w:t>
      </w:r>
      <w:r>
        <w:rPr>
          <w:rtl/>
        </w:rPr>
        <w:t xml:space="preserve"> سلطان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</w:t>
      </w:r>
      <w:r>
        <w:rPr>
          <w:rFonts w:hint="eastAsia"/>
          <w:rtl/>
        </w:rPr>
        <w:t>ق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کو 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</w:t>
      </w:r>
      <w:r>
        <w:rPr>
          <w:rtl/>
        </w:rPr>
        <w:t>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حکومت کو ناقابل تلاف</w:t>
      </w:r>
      <w:r>
        <w:rPr>
          <w:rFonts w:hint="cs"/>
          <w:rtl/>
        </w:rPr>
        <w:t>ی</w:t>
      </w:r>
      <w:r>
        <w:rPr>
          <w:rtl/>
        </w:rPr>
        <w:t xml:space="preserve"> نقصان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سوسال تک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ندوستان پر مسلط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حضرات سراج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پو</w:t>
      </w:r>
      <w:r>
        <w:rPr>
          <w:rtl/>
        </w:rPr>
        <w:t xml:space="preserve"> سلطان کا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احترام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حضرات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احترام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مسلم قوم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ندو ان کا اس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احترام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مج</w:t>
      </w:r>
      <w:r w:rsidR="00851B2F">
        <w:rPr>
          <w:rtl/>
        </w:rPr>
        <w:t>اہ</w:t>
      </w:r>
      <w:r w:rsidRPr="00385AE7">
        <w:rPr>
          <w:rFonts w:hint="cs"/>
          <w:rtl/>
        </w:rPr>
        <w:t>د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جعفر و صادق نام</w:t>
      </w:r>
      <w:r>
        <w:rPr>
          <w:rFonts w:hint="cs"/>
          <w:rtl/>
        </w:rPr>
        <w:t>ی</w:t>
      </w:r>
      <w:r>
        <w:rPr>
          <w:rtl/>
        </w:rPr>
        <w:t xml:space="preserve"> اشخاص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ندوستان وپاکستان کا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فرد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نفرت کرتا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دونوں غداروں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ملک و قوم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غددار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سوچا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لوگ عل</w:t>
      </w:r>
      <w:r>
        <w:rPr>
          <w:rtl/>
        </w:rPr>
        <w:t>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اقبال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اشعار اکثر اوقات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محافل و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شاعر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عمد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شعر ک</w:t>
      </w:r>
      <w:r w:rsidRPr="004D70B9">
        <w:rPr>
          <w:rFonts w:hint="cs"/>
          <w:rtl/>
        </w:rPr>
        <w:t>ھے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</w:t>
      </w:r>
      <w:r>
        <w:rPr>
          <w:rFonts w:hint="eastAsia"/>
          <w:rtl/>
        </w:rPr>
        <w:t>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اقبال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جعفر بنگال</w:t>
      </w:r>
      <w:r>
        <w:rPr>
          <w:rFonts w:hint="cs"/>
          <w:rtl/>
        </w:rPr>
        <w:t>ی</w:t>
      </w:r>
      <w:r>
        <w:rPr>
          <w:rtl/>
        </w:rPr>
        <w:t xml:space="preserve"> اور صادق دکن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منافقان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تو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مسلمان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مزاج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اتن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آسان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>
        <w:rPr>
          <w:rtl/>
        </w:rPr>
        <w:t xml:space="preserve"> علام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اقبال ملت السلام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شاعر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سب کو ان کا احترام کرنا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خدمت پر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خراج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آئند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 پر</w:t>
      </w:r>
      <w:r w:rsidR="003B21A7" w:rsidRPr="00385AE7">
        <w:rPr>
          <w:rFonts w:hint="cs"/>
          <w:rtl/>
        </w:rPr>
        <w:t xml:space="preserve"> ہرگز </w:t>
      </w:r>
      <w:r w:rsidRPr="00385AE7">
        <w:rPr>
          <w:rFonts w:hint="cs"/>
          <w:rtl/>
        </w:rPr>
        <w:t>اعتماد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روز نماز جمع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دن نماز جمع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پر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اعتراض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جاسوس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جاکر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آدم</w:t>
      </w:r>
      <w:r>
        <w:rPr>
          <w:rFonts w:hint="cs"/>
          <w:rtl/>
        </w:rPr>
        <w:t>ی</w:t>
      </w:r>
      <w:r>
        <w:rPr>
          <w:rtl/>
        </w:rPr>
        <w:t xml:space="preserve"> مسلح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</w:t>
      </w:r>
      <w:r w:rsidR="00C3449B">
        <w:rPr>
          <w:rFonts w:hint="eastAsia"/>
          <w:rtl/>
        </w:rPr>
        <w:t>رہ</w:t>
      </w:r>
      <w:r w:rsidR="00851B2F">
        <w:rPr>
          <w:rFonts w:hint="eastAsia"/>
          <w:rtl/>
        </w:rPr>
        <w:t>اہ</w:t>
      </w:r>
      <w:r w:rsidRPr="00385AE7">
        <w:rPr>
          <w:rFonts w:hint="cs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 جمع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فرق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ختم کردوں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ارشاد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گن</w:t>
      </w:r>
      <w:r w:rsidR="00851B2F">
        <w:rPr>
          <w:rtl/>
        </w:rPr>
        <w:t>اہ</w:t>
      </w:r>
      <w:r w:rsidRPr="00385AE7">
        <w:rPr>
          <w:rFonts w:hint="cs"/>
          <w:rtl/>
        </w:rPr>
        <w:t>گار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حقوق اور کمک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</w:t>
      </w:r>
      <w:r w:rsidR="005A655B">
        <w:rPr>
          <w:rtl/>
        </w:rPr>
        <w:t xml:space="preserve"> ہوئی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"آپ تو بخوب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وطن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تعدا</w:t>
      </w:r>
      <w:r>
        <w:rPr>
          <w:rFonts w:hint="eastAsia"/>
          <w:rtl/>
        </w:rPr>
        <w:t>د</w:t>
      </w:r>
      <w:r>
        <w:rPr>
          <w:rtl/>
        </w:rPr>
        <w:t xml:space="preserve"> موجود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"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4D70B9">
        <w:rPr>
          <w:rFonts w:hint="cs"/>
          <w:rtl/>
        </w:rPr>
        <w:t>ٹ</w:t>
      </w:r>
      <w:r w:rsidR="005513FA">
        <w:rPr>
          <w:rtl/>
        </w:rPr>
        <w:t xml:space="preserve"> ہیں</w:t>
      </w:r>
      <w:r>
        <w:rPr>
          <w:rtl/>
        </w:rPr>
        <w:t>" اور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</w:t>
      </w:r>
      <w:r w:rsidR="005A655B" w:rsidRPr="00385AE7">
        <w:rPr>
          <w:rFonts w:hint="cs"/>
          <w:rtl/>
        </w:rPr>
        <w:lastRenderedPageBreak/>
        <w:t xml:space="preserve">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بعض مسلمان ان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4D70B9">
        <w:rPr>
          <w:rFonts w:hint="cs"/>
          <w:rtl/>
        </w:rPr>
        <w:t>ٹ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ارشاد (امام بارگا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)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اخبارات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پا</w:t>
      </w:r>
      <w:r w:rsidR="00FD708B" w:rsidRPr="00385AE7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C330E">
        <w:rPr>
          <w:rtl/>
        </w:rPr>
        <w:t xml:space="preserve"> یہاں </w:t>
      </w:r>
      <w:r>
        <w:rPr>
          <w:rtl/>
        </w:rPr>
        <w:t>پر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نا </w:t>
      </w:r>
      <w:r w:rsidR="00C3449B" w:rsidRPr="00385AE7">
        <w:rPr>
          <w:rFonts w:hint="cs"/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 کر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کام سوچ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ملک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4D70B9">
        <w:rPr>
          <w:rFonts w:hint="cs"/>
          <w:rtl/>
        </w:rPr>
        <w:t>ٹ</w:t>
      </w:r>
      <w:r>
        <w:rPr>
          <w:rtl/>
        </w:rPr>
        <w:t xml:space="preserve"> سرگرم عمل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وسائل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بدبخت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</w:t>
      </w:r>
      <w:r>
        <w:rPr>
          <w:rFonts w:hint="eastAsia"/>
          <w:rtl/>
        </w:rPr>
        <w:t>مصروف</w:t>
      </w:r>
      <w:r>
        <w:rPr>
          <w:rtl/>
        </w:rPr>
        <w:t xml:space="preserve"> کار </w:t>
      </w:r>
      <w:r w:rsidR="00BF209D">
        <w:rPr>
          <w:rtl/>
        </w:rPr>
        <w:t>رہتے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روان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خوارج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دوبار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tl/>
        </w:rPr>
        <w:t>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ڑے۔</w:t>
      </w:r>
      <w:r w:rsidRPr="00385AE7">
        <w:rPr>
          <w:rFonts w:hint="cs"/>
          <w:rtl/>
        </w:rPr>
        <w:t xml:space="preserve"> آخر کب تک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اسلام کا نام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سرقلم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محافل و مجالس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سبق حاصل کرنا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اک</w:t>
      </w:r>
      <w:r w:rsidRPr="004D70B9">
        <w:rPr>
          <w:rFonts w:hint="cs"/>
          <w:rtl/>
        </w:rPr>
        <w:t>ٹھے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پر جلس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eastAsia"/>
          <w:rtl/>
        </w:rPr>
        <w:t>نعقد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کو سنوار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نمون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عمل بنانا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 طرح خوارج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خشک مقدس ملاؤں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کس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نبرد آزمائ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منافقوں کو کس طرح پامال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ا؟اور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الت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کس طرح جنگ ل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</w:t>
      </w:r>
      <w:r w:rsidR="00851B2F">
        <w:rPr>
          <w:rtl/>
        </w:rPr>
        <w:t>جاہل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5A655B">
        <w:rPr>
          <w:rtl/>
        </w:rPr>
        <w:t xml:space="preserve"> نہیں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چا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D70B9">
        <w:rPr>
          <w:rFonts w:hint="cs"/>
          <w:rtl/>
        </w:rPr>
        <w:t>ڑے</w:t>
      </w:r>
      <w:r>
        <w:rPr>
          <w:rtl/>
        </w:rPr>
        <w:t xml:space="preserve"> پر عمل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اقبال پاکستان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گال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پور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ھ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اقبال کو ناصب</w:t>
      </w:r>
      <w:r>
        <w:rPr>
          <w:rFonts w:hint="cs"/>
          <w:rtl/>
        </w:rPr>
        <w:t>ی</w:t>
      </w:r>
      <w:r>
        <w:rPr>
          <w:rtl/>
        </w:rPr>
        <w:t xml:space="preserve"> 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 </w:t>
      </w:r>
      <w:r w:rsidR="00851B2F">
        <w:rPr>
          <w:rtl/>
        </w:rPr>
        <w:t>اہ</w:t>
      </w:r>
      <w:r w:rsidRPr="00385AE7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مخلص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بات کو اتنا اوپر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گمان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کو اتن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ہوئی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پاکستان</w:t>
      </w:r>
      <w:r>
        <w:rPr>
          <w:rFonts w:hint="cs"/>
          <w:rtl/>
        </w:rPr>
        <w:t>ی</w:t>
      </w:r>
      <w:r>
        <w:rPr>
          <w:rtl/>
        </w:rPr>
        <w:t xml:space="preserve"> سفارت خان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کتاب منگوا کر اس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اس طرح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نفرت کرتا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اور کانوں کو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 کر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فوراً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 باتوں اور خبروں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بد گمان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معاشر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حد خطرناک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آپ کس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کو حاضر ناظر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جو </w:t>
      </w:r>
      <w:r w:rsidR="005513FA" w:rsidRPr="00385AE7">
        <w:rPr>
          <w:rFonts w:hint="cs"/>
          <w:rtl/>
        </w:rPr>
        <w:t>چاہیں</w:t>
      </w:r>
      <w:r>
        <w:rPr>
          <w:rtl/>
        </w:rPr>
        <w:t xml:space="preserve"> بات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ثبوت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عبدالرحمٰن</w:t>
      </w:r>
      <w:r>
        <w:rPr>
          <w:rtl/>
        </w:rPr>
        <w:t xml:space="preserve"> ابن ملجم آتا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کس قدر افسوس کرتا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211648">
        <w:rPr>
          <w:rtl/>
        </w:rPr>
        <w:t xml:space="preserve"> ہوتا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رباع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شعر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123478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ضرب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من تق</w:t>
      </w:r>
      <w:r>
        <w:rPr>
          <w:rFonts w:hint="cs"/>
          <w:rtl/>
        </w:rPr>
        <w:t>ی</w:t>
      </w:r>
      <w:r>
        <w:rPr>
          <w:rtl/>
        </w:rPr>
        <w:t xml:space="preserve"> ما اراد ب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</w:p>
    <w:p w:rsidR="00827A66" w:rsidRDefault="00827A66" w:rsidP="00123478">
      <w:pPr>
        <w:pStyle w:val="libArabic"/>
        <w:rPr>
          <w:rtl/>
        </w:rPr>
      </w:pPr>
      <w:r>
        <w:rPr>
          <w:rFonts w:hint="eastAsia"/>
          <w:rtl/>
        </w:rPr>
        <w:lastRenderedPageBreak/>
        <w:t>الا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بلغ</w:t>
      </w:r>
      <w:r>
        <w:rPr>
          <w:rtl/>
        </w:rPr>
        <w:t xml:space="preserve"> من ذ</w:t>
      </w:r>
      <w:r>
        <w:rPr>
          <w:rFonts w:hint="cs"/>
          <w:rtl/>
        </w:rPr>
        <w:t>ی</w:t>
      </w:r>
      <w:r>
        <w:rPr>
          <w:rtl/>
        </w:rPr>
        <w:t xml:space="preserve"> العرش رضوانا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 w:rsidR="005513FA">
        <w:rPr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گار شخص ابن ملجم (نعوذبالل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ضربت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کا مطمع نظر رضائ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خدا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اور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تمام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اعمال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ملجم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ترازو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 وقت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ملجم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کام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گا" نعوذبالل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انداز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الت اسلام اور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کرت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 کا لباد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ہوا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ربان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قاتل کو کس قدر عمد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الق</w:t>
      </w:r>
      <w:r>
        <w:rPr>
          <w:rFonts w:hint="eastAsia"/>
          <w:rtl/>
        </w:rPr>
        <w:t>ابات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؟ </w:t>
      </w:r>
    </w:p>
    <w:p w:rsidR="009004DE" w:rsidRDefault="009004DE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10" w:name="_Toc508875363"/>
      <w:r>
        <w:rPr>
          <w:rFonts w:hint="eastAsia"/>
          <w:rtl/>
        </w:rPr>
        <w:t>ش</w:t>
      </w:r>
      <w:r w:rsidRPr="005132F6">
        <w:rPr>
          <w:rFonts w:hint="cs"/>
          <w:rtl/>
        </w:rPr>
        <w:t>ھادت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</w:t>
      </w:r>
      <w:bookmarkEnd w:id="10"/>
      <w:r>
        <w:rPr>
          <w:rtl/>
        </w:rPr>
        <w:t xml:space="preserve"> </w:t>
      </w:r>
    </w:p>
    <w:p w:rsidR="00827A66" w:rsidRPr="004C2205" w:rsidRDefault="00827A66" w:rsidP="00C50049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ملجم ان نو </w:t>
      </w:r>
      <w:r w:rsidR="00C50049">
        <w:rPr>
          <w:rFonts w:hint="cs"/>
          <w:rtl/>
        </w:rPr>
        <w:t xml:space="preserve"> </w:t>
      </w:r>
      <w:r>
        <w:rPr>
          <w:rtl/>
          <w:lang w:bidi="fa-IR"/>
        </w:rPr>
        <w:t>۹</w:t>
      </w:r>
      <w:r w:rsidR="00C5004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جو خشک مقدس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D70B9">
        <w:rPr>
          <w:rFonts w:hint="cs"/>
          <w:rtl/>
        </w:rPr>
        <w:t>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السلام،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</w:t>
      </w:r>
      <w:r>
        <w:rPr>
          <w:rtl/>
        </w:rPr>
        <w:t xml:space="preserve"> عمر و عاص) خطر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ابن ملجم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نامزد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حمل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وقت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رمضان ک</w:t>
      </w:r>
      <w:r>
        <w:rPr>
          <w:rFonts w:hint="cs"/>
          <w:rtl/>
        </w:rPr>
        <w:t>ی</w:t>
      </w:r>
      <w:r>
        <w:rPr>
          <w:rtl/>
        </w:rPr>
        <w:t xml:space="preserve"> رات ط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آخر اس رات ط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؟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رات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مقرر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عمل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رات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تو اس کا ث</w:t>
      </w:r>
      <w:r>
        <w:rPr>
          <w:rFonts w:hint="eastAsia"/>
          <w:rtl/>
        </w:rPr>
        <w:t>واب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ابن ملجم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کاف</w:t>
      </w:r>
      <w:r>
        <w:rPr>
          <w:rFonts w:hint="cs"/>
          <w:rtl/>
        </w:rPr>
        <w:t>ی</w:t>
      </w:r>
      <w:r>
        <w:rPr>
          <w:rtl/>
        </w:rPr>
        <w:t xml:space="preserve"> دنوں تک اس</w:t>
      </w:r>
      <w:r>
        <w:rPr>
          <w:rFonts w:hint="cs"/>
          <w:rtl/>
        </w:rPr>
        <w:t>ی</w:t>
      </w:r>
      <w:r>
        <w:rPr>
          <w:rtl/>
        </w:rPr>
        <w:t xml:space="preserve"> رات کا انتظار کرتا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اس</w:t>
      </w:r>
      <w:r>
        <w:rPr>
          <w:rtl/>
        </w:rPr>
        <w:t xml:space="preserve"> عرص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"قطام"نام</w:t>
      </w:r>
      <w:r>
        <w:rPr>
          <w:rFonts w:hint="cs"/>
          <w:rtl/>
        </w:rPr>
        <w:t>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عورت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آشنائ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حاضر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حق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مشکل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عورت بول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در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م"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بولا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چوت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کانپ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بول</w:t>
      </w:r>
      <w:r>
        <w:rPr>
          <w:rFonts w:hint="cs"/>
          <w:rtl/>
        </w:rPr>
        <w:t>ی</w:t>
      </w:r>
      <w:r>
        <w:rPr>
          <w:rtl/>
        </w:rPr>
        <w:t xml:space="preserve"> خوشحال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 تو کرن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گا اگر تو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بچا 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کوئ</w:t>
      </w:r>
      <w:r>
        <w:rPr>
          <w:rFonts w:hint="cs"/>
          <w:rtl/>
        </w:rPr>
        <w:t>ی</w:t>
      </w:r>
      <w:r>
        <w:rPr>
          <w:rtl/>
        </w:rPr>
        <w:t xml:space="preserve"> حرج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تک اس شش وپنج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اور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شعر ک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C3449B">
      <w:pPr>
        <w:pStyle w:val="libArabic"/>
        <w:rPr>
          <w:rtl/>
        </w:rPr>
      </w:pPr>
      <w:r>
        <w:rPr>
          <w:rFonts w:hint="eastAsia"/>
          <w:rtl/>
        </w:rPr>
        <w:t>ثلاث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 آلاف وعبد 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</w:t>
      </w:r>
    </w:p>
    <w:p w:rsidR="00827A66" w:rsidRDefault="00827A66" w:rsidP="00C3449B">
      <w:pPr>
        <w:pStyle w:val="libArabic"/>
        <w:rPr>
          <w:rtl/>
        </w:rPr>
      </w:pPr>
      <w:r>
        <w:rPr>
          <w:rFonts w:hint="eastAsia"/>
          <w:rtl/>
        </w:rPr>
        <w:t>وقتل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بالحسام المسمم </w:t>
      </w:r>
    </w:p>
    <w:p w:rsidR="00827A66" w:rsidRDefault="00827A66" w:rsidP="00C3449B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م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ر اعلی</w:t>
      </w:r>
      <w:r>
        <w:rPr>
          <w:rtl/>
        </w:rPr>
        <w:t xml:space="preserve"> من دان علا </w:t>
      </w:r>
    </w:p>
    <w:p w:rsidR="00827A66" w:rsidRDefault="00827A66" w:rsidP="00C3449B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فتک الا دون فتک ابن ملجم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جتنا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حق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حق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خون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قتل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 xml:space="preserve">جو </w:t>
      </w:r>
      <w:r>
        <w:rPr>
          <w:rFonts w:hint="eastAsia"/>
          <w:rtl/>
        </w:rPr>
        <w:t>ابن</w:t>
      </w:r>
      <w:r>
        <w:rPr>
          <w:rtl/>
        </w:rPr>
        <w:t xml:space="preserve"> ملجم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قتل</w:t>
      </w:r>
      <w:r w:rsidR="005A655B">
        <w:rPr>
          <w:rtl/>
        </w:rPr>
        <w:t xml:space="preserve"> ہوا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واقعتاً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بالکل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آتا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موت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بستر پر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وقت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جذبات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لپک</w:t>
      </w:r>
      <w:r w:rsidR="005A655B" w:rsidRPr="00385AE7">
        <w:rPr>
          <w:rFonts w:hint="cs"/>
          <w:rtl/>
        </w:rPr>
        <w:t xml:space="preserve"> رہے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کارند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موجود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خشک مقدس ملاؤں کا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موجود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ا" ان دون</w:t>
      </w:r>
      <w:r>
        <w:rPr>
          <w:rFonts w:hint="eastAsia"/>
          <w:rtl/>
        </w:rPr>
        <w:t>وں</w:t>
      </w:r>
      <w:r>
        <w:rPr>
          <w:rtl/>
        </w:rPr>
        <w:t xml:space="preserve"> گروپوں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تضاد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اصحاب اور جانثاروں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لا تقتلوالخوارج بعد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بعد ان کو قتل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کرنا،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تو مار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تم ان کو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مارنا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آپ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حق کو کوئ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27A66" w:rsidRDefault="00827A66" w:rsidP="00C3449B">
      <w:pPr>
        <w:pStyle w:val="libArabic"/>
        <w:rPr>
          <w:rtl/>
        </w:rPr>
      </w:pPr>
      <w:r>
        <w:rPr>
          <w:rtl/>
        </w:rPr>
        <w:t>"لا تقتلو الخوارج من بعد</w:t>
      </w:r>
      <w:r>
        <w:rPr>
          <w:rFonts w:hint="cs"/>
          <w:rtl/>
        </w:rPr>
        <w:t>ی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 طلب الحق فاخطا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کمن الباطل فادرک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بعد خوارج کو قتل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حق کا طالب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اور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پاسک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باطل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اور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علام</w:t>
      </w:r>
      <w:r w:rsidRPr="004D70B9">
        <w:rPr>
          <w:rFonts w:hint="cs"/>
          <w:rtl/>
        </w:rPr>
        <w:t>ہ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جعفر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رقمطر از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قتل خوارج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روکن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851B2F">
        <w:rPr>
          <w:rtl/>
        </w:rPr>
        <w:t xml:space="preserve">اہی 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="005513FA">
        <w:rPr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تسلط واقتدار ان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 جو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 محل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خبر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صرف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اقتدار کو بر</w:t>
      </w:r>
      <w:r>
        <w:rPr>
          <w:rFonts w:hint="eastAsia"/>
          <w:rtl/>
        </w:rPr>
        <w:t>قرار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برا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برا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ڑھے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ڑھے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ذا</w:t>
      </w:r>
      <w:r>
        <w:rPr>
          <w:rtl/>
        </w:rPr>
        <w:t xml:space="preserve"> جو خود گم کرد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را</w:t>
      </w:r>
      <w:r w:rsidRPr="004D70B9">
        <w:rPr>
          <w:rFonts w:hint="cs"/>
          <w:rtl/>
        </w:rPr>
        <w:t>ہ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گمر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وجدال کا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نچتا 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جان بوج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گمر</w:t>
      </w:r>
      <w:r w:rsidR="00851B2F" w:rsidRPr="00385AE7">
        <w:rPr>
          <w:rFonts w:hint="cs"/>
          <w:rtl/>
        </w:rPr>
        <w:t xml:space="preserve">اہی 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ڑے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مجاز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صف آرائ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ارشاد وا</w:t>
      </w:r>
      <w:r>
        <w:rPr>
          <w:rFonts w:hint="eastAsia"/>
          <w:rtl/>
        </w:rPr>
        <w:t>ضح</w:t>
      </w:r>
      <w:r>
        <w:rPr>
          <w:rtl/>
        </w:rPr>
        <w:t xml:space="preserve"> طور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واشگاف کرتا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خوارج ک</w:t>
      </w:r>
      <w:r>
        <w:rPr>
          <w:rFonts w:hint="cs"/>
          <w:rtl/>
        </w:rPr>
        <w:t>ی</w:t>
      </w:r>
      <w:r>
        <w:rPr>
          <w:rtl/>
        </w:rPr>
        <w:t xml:space="preserve"> گمر</w:t>
      </w:r>
      <w:r w:rsidR="00851B2F">
        <w:rPr>
          <w:rtl/>
        </w:rPr>
        <w:t xml:space="preserve">اہی </w:t>
      </w:r>
      <w:r>
        <w:rPr>
          <w:rtl/>
        </w:rPr>
        <w:t xml:space="preserve"> جان بوج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کاو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باطل کو حق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اس پر ا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جماعت ک</w:t>
      </w:r>
      <w:r>
        <w:rPr>
          <w:rFonts w:hint="cs"/>
          <w:rtl/>
        </w:rPr>
        <w:t>ی</w:t>
      </w:r>
      <w:r>
        <w:rPr>
          <w:rtl/>
        </w:rPr>
        <w:t xml:space="preserve"> گمر</w:t>
      </w:r>
      <w:r w:rsidR="00851B2F">
        <w:rPr>
          <w:rtl/>
        </w:rPr>
        <w:t xml:space="preserve">اہی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صورت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کو حق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tl/>
        </w:rPr>
        <w:t xml:space="preserve">ر 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کو باطل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</w:t>
      </w:r>
      <w:r>
        <w:rPr>
          <w:rFonts w:hint="eastAsia"/>
          <w:rtl/>
        </w:rPr>
        <w:t>اپنا</w:t>
      </w:r>
      <w:r>
        <w:rPr>
          <w:rtl/>
        </w:rPr>
        <w:t xml:space="preserve"> شعار بنائ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حد تک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پر خطائ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اجت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کا پرد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الا جاسکتا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جبک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تو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ارشاد</w:t>
      </w:r>
      <w:r>
        <w:rPr>
          <w:rtl/>
        </w:rPr>
        <w:t xml:space="preserve"> کو </w:t>
      </w:r>
      <w:r w:rsidR="0021427E">
        <w:rPr>
          <w:rtl/>
        </w:rPr>
        <w:t>اہمیت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چنانچ</w:t>
      </w:r>
      <w:r w:rsidRPr="004D70B9">
        <w:rPr>
          <w:rFonts w:hint="cs"/>
          <w:rtl/>
        </w:rPr>
        <w:t>ہ</w:t>
      </w:r>
      <w:r>
        <w:rPr>
          <w:rtl/>
        </w:rPr>
        <w:t xml:space="preserve"> ابن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رسول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وسلم کو فرمات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سنا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اور سون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برتنوں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دوزخ ک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لپک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مضائق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"اور کس طرح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 xml:space="preserve">کو 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کرا کر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اجت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کو کار فرما کرنا" منبر رسول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پر</w:t>
      </w:r>
      <w:r w:rsidR="005A655B" w:rsidRPr="00385AE7">
        <w:rPr>
          <w:rFonts w:hint="cs"/>
          <w:rtl/>
        </w:rPr>
        <w:t xml:space="preserve"> اہل 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کو برا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نا، حدود شرع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پامال کرنا،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گن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رنگنا،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فاسق کو مسلمانوں ک</w:t>
      </w:r>
      <w:r>
        <w:rPr>
          <w:rFonts w:hint="cs"/>
          <w:rtl/>
        </w:rPr>
        <w:t>ی</w:t>
      </w:r>
      <w:r>
        <w:rPr>
          <w:rtl/>
        </w:rPr>
        <w:t xml:space="preserve"> گردنوں پر مسلط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والحاد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851B2F">
        <w:rPr>
          <w:rFonts w:hint="eastAsia"/>
          <w:rtl/>
        </w:rPr>
        <w:t xml:space="preserve">اہی 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واقعات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غلط 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پر محمول کرنا حقائق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عمداًچشم پوش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="00851B2F">
        <w:rPr>
          <w:rtl/>
        </w:rPr>
        <w:t>اہ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عدل و انصاف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جب ابن ملجم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کائ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ملجم بتا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 تو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امام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ا؟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عرق ندامت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ب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بدبخت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ٹہ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کرخت 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تلوار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 w:rsidRPr="004D70B9">
        <w:rPr>
          <w:rFonts w:hint="cs"/>
          <w:rtl/>
        </w:rPr>
        <w:t>ے</w:t>
      </w:r>
      <w:r>
        <w:rPr>
          <w:rtl/>
        </w:rPr>
        <w:t xml:space="preserve"> وقت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تلوار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کو قتل کروں گا (نعوذبالل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)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خدا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دعا کرتا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تلوار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انسان کا خاتم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کر،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ملجم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قبول کرل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اپن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تلوار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Fonts w:hint="eastAsia"/>
          <w:rtl/>
        </w:rPr>
        <w:t>تل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کا جناز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سب ک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وزار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رمضان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ات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ا</w:t>
      </w:r>
      <w:r>
        <w:rPr>
          <w:rtl/>
        </w:rPr>
        <w:t>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>، محمد بن حنف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جناب ابوالفضل عباس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چند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سات آدم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کو غسل و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وتن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خاموش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</w:t>
      </w:r>
      <w:r w:rsidR="00851B2F">
        <w:rPr>
          <w:rtl/>
        </w:rPr>
        <w:t>اہ</w:t>
      </w:r>
      <w:r w:rsidRPr="00385AE7">
        <w:rPr>
          <w:rFonts w:hint="cs"/>
          <w:rtl/>
        </w:rPr>
        <w:t xml:space="preserve">وں اور </w:t>
      </w:r>
      <w:r>
        <w:rPr>
          <w:rFonts w:hint="eastAsia"/>
          <w:rtl/>
        </w:rPr>
        <w:t>سسک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آنسوؤں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مدفون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جب دوسر</w:t>
      </w:r>
      <w:r>
        <w:rPr>
          <w:rFonts w:hint="cs"/>
          <w:rtl/>
        </w:rPr>
        <w:t>ی</w:t>
      </w:r>
      <w:r>
        <w:rPr>
          <w:rtl/>
        </w:rPr>
        <w:t xml:space="preserve"> صبح</w:t>
      </w:r>
      <w:r w:rsidR="005A655B">
        <w:rPr>
          <w:rtl/>
        </w:rPr>
        <w:t xml:space="preserve"> ہوئی </w:t>
      </w:r>
      <w:r>
        <w:rPr>
          <w:rtl/>
        </w:rPr>
        <w:t>تب لوگوں کو علم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جناب ابو تراب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دفنائ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جاچک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اط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علم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اں</w:t>
      </w:r>
      <w:r>
        <w:rPr>
          <w:rtl/>
        </w:rPr>
        <w:t xml:space="preserve"> 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روان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خوارج اور دشمنان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قبر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کا قبض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فرزندان اور چند خواص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خبر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تک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مشکل کشا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اں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؟ </w:t>
      </w:r>
    </w:p>
    <w:p w:rsidR="00827A66" w:rsidRPr="00385AE7" w:rsidRDefault="00827A66" w:rsidP="00827A66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تک مخف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3449B">
        <w:rPr>
          <w:rtl/>
        </w:rPr>
        <w:t>رہا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آگئ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خطر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" اور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لوگوں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جد امجد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دفن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عاشورا کا راو</w:t>
      </w:r>
      <w:r>
        <w:rPr>
          <w:rFonts w:hint="cs"/>
          <w:rtl/>
        </w:rPr>
        <w:t>ی</w:t>
      </w:r>
      <w:r>
        <w:rPr>
          <w:rtl/>
        </w:rPr>
        <w:t xml:space="preserve"> صفوان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اشار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داداعل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اط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پر سا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</w:t>
      </w:r>
      <w:r w:rsidR="00851B2F">
        <w:rPr>
          <w:rtl/>
        </w:rPr>
        <w:t>اہ</w:t>
      </w:r>
      <w:r w:rsidRPr="00385AE7">
        <w:rPr>
          <w:rFonts w:hint="cs"/>
          <w:rtl/>
        </w:rPr>
        <w:t>تمام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بس اس</w:t>
      </w:r>
      <w:r>
        <w:rPr>
          <w:rFonts w:hint="cs"/>
          <w:rtl/>
        </w:rPr>
        <w:t>ی</w:t>
      </w:r>
      <w:r>
        <w:rPr>
          <w:rtl/>
        </w:rPr>
        <w:t xml:space="preserve"> روز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نجف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آرام گا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دک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دشمن اس قدر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پرور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صفت لوگ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آپ ک</w:t>
      </w:r>
      <w:r>
        <w:rPr>
          <w:rFonts w:hint="cs"/>
          <w:rtl/>
        </w:rPr>
        <w:t>ی</w:t>
      </w:r>
      <w:r>
        <w:rPr>
          <w:rtl/>
        </w:rPr>
        <w:t xml:space="preserve"> قبر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محفوظ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123478" w:rsidRDefault="00123478" w:rsidP="005132F6">
      <w:pPr>
        <w:pStyle w:val="libNormal"/>
        <w:rPr>
          <w:rtl/>
        </w:rPr>
      </w:pPr>
      <w:r>
        <w:rPr>
          <w:rtl/>
        </w:rPr>
        <w:br w:type="page"/>
      </w:r>
    </w:p>
    <w:p w:rsidR="00123478" w:rsidRDefault="00123478" w:rsidP="004C2205">
      <w:pPr>
        <w:pStyle w:val="libNormal"/>
        <w:rPr>
          <w:rtl/>
        </w:rPr>
      </w:pPr>
    </w:p>
    <w:p w:rsidR="00827A66" w:rsidRDefault="00827A66" w:rsidP="00C50049">
      <w:pPr>
        <w:pStyle w:val="Heading2Center"/>
        <w:rPr>
          <w:rtl/>
        </w:rPr>
      </w:pPr>
      <w:bookmarkStart w:id="11" w:name="_Toc508875364"/>
      <w:r>
        <w:rPr>
          <w:rFonts w:hint="eastAsia"/>
          <w:rtl/>
        </w:rPr>
        <w:t>صلح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 </w:t>
      </w:r>
      <w:r w:rsidR="00C50049">
        <w:rPr>
          <w:rFonts w:hint="cs"/>
          <w:rtl/>
        </w:rPr>
        <w:t xml:space="preserve"> </w:t>
      </w:r>
      <w:r>
        <w:rPr>
          <w:rtl/>
        </w:rPr>
        <w:t>1</w:t>
      </w:r>
      <w:bookmarkEnd w:id="11"/>
      <w:r w:rsidR="00C50049">
        <w:rPr>
          <w:rFonts w:hint="cs"/>
          <w:rtl/>
        </w:rPr>
        <w:t xml:space="preserve"> 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صلح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جو اس وقت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اب تک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چلا آ</w:t>
      </w:r>
      <w:r w:rsidR="00C3449B">
        <w:rPr>
          <w:rtl/>
        </w:rPr>
        <w:t>رہا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اشخاص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" صلح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اعتراضات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آج تک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چلا آ</w:t>
      </w:r>
      <w:r w:rsidR="00C3449B">
        <w:rPr>
          <w:rtl/>
        </w:rPr>
        <w:t>رہا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صلح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قسم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tl/>
        </w:rPr>
        <w:t>افراد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سوال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حاکم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مصالحت کرل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قبول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صاف جواب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معصوم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فاسق وفاجر ک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A655B">
        <w:rPr>
          <w:rtl/>
        </w:rPr>
        <w:t xml:space="preserve"> نہیں </w:t>
      </w:r>
      <w:r>
        <w:rPr>
          <w:rtl/>
        </w:rPr>
        <w:t>کرسکتا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وقت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زمانئ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شخص اور کوئ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5A655B">
        <w:rPr>
          <w:rtl/>
        </w:rPr>
        <w:t xml:space="preserve"> نہیں </w:t>
      </w:r>
      <w:r>
        <w:rPr>
          <w:rtl/>
        </w:rPr>
        <w:t>کر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وقت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اعتراض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حضرات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اعتراض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صلح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فرق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حالات اور ماحول کا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بعض لوگ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 پسندت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جنگجو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صلح</w:t>
      </w:r>
      <w:r w:rsidR="005A655B" w:rsidRPr="00385AE7">
        <w:rPr>
          <w:rFonts w:hint="cs"/>
          <w:rtl/>
        </w:rPr>
        <w:t xml:space="preserve"> ہوئی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جنگ اور قتل و کشتار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تمام اعتراضات کا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اس ثبوت کو پا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ٔ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پر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حق پر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السلام"امام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امام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صلح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حالات اور طرح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حالات کا رخ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</w:t>
      </w:r>
      <w:r>
        <w:rPr>
          <w:rFonts w:hint="eastAsia"/>
          <w:rtl/>
        </w:rPr>
        <w:t>مامت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بقاء اس خاموش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سکتا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بقول</w:t>
      </w:r>
      <w:r>
        <w:rPr>
          <w:rtl/>
        </w:rPr>
        <w:t xml:space="preserve"> مولانا ظفر عل</w:t>
      </w:r>
      <w:r>
        <w:rPr>
          <w:rFonts w:hint="cs"/>
          <w:rtl/>
        </w:rPr>
        <w:t>ی</w:t>
      </w:r>
      <w:r>
        <w:rPr>
          <w:rtl/>
        </w:rPr>
        <w:t xml:space="preserve"> خان </w:t>
      </w:r>
      <w:r w:rsidRPr="004D70B9">
        <w:rPr>
          <w:rFonts w:hint="cs"/>
          <w:rtl/>
        </w:rPr>
        <w:t>؂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زند</w:t>
      </w:r>
      <w:r w:rsidRPr="004D70B9">
        <w:rPr>
          <w:rFonts w:hint="cs"/>
          <w:rtl/>
        </w:rPr>
        <w:t>ہ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کربلا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اردگرد بحث کروں عام طور پر جو لوگ صلح حسن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تمح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گفتگو کا محور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تجز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نگار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اتر جات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>
        <w:rPr>
          <w:rtl/>
        </w:rPr>
        <w:t>چ</w:t>
      </w:r>
      <w:r w:rsidR="00EF6DD1">
        <w:rPr>
          <w:rtl/>
        </w:rPr>
        <w:t xml:space="preserve">اہتے 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دراصل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کا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اگر ان دونوں مسئلوں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ان دونوں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فلسف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عمل</w:t>
      </w:r>
      <w:r>
        <w:rPr>
          <w:rFonts w:hint="cs"/>
          <w:rtl/>
        </w:rPr>
        <w:t>ی</w:t>
      </w:r>
      <w:r>
        <w:rPr>
          <w:rtl/>
        </w:rPr>
        <w:t xml:space="preserve"> طور 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کو مد نظر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 xml:space="preserve">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خاطر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صرف اپنا</w:t>
      </w:r>
      <w:r w:rsidR="005A655B">
        <w:rPr>
          <w:rtl/>
        </w:rPr>
        <w:t xml:space="preserve"> نہیں </w:t>
      </w:r>
      <w:r>
        <w:rPr>
          <w:rtl/>
        </w:rPr>
        <w:t>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و قرآن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بحث کا محور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حاکم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توک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فوجوں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نبرد آزما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؟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12" w:name="_Toc50887536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اور صلح</w:t>
      </w:r>
      <w:bookmarkEnd w:id="12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جب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غور وخوض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معلوم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صرف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خاص</w:t>
      </w:r>
      <w:r w:rsidR="005A655B" w:rsidRPr="00385AE7">
        <w:rPr>
          <w:rFonts w:hint="cs"/>
          <w:rtl/>
        </w:rPr>
        <w:t xml:space="preserve"> نہیں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رسالت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مطابقت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رسالت مآب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>بعثت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سالوں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آخر مدت تک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آپ کا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نرم اور ملائم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حضور پاک کو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کو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ج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آخر مسلمانوں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تنگ آکر حضور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اجازت چ</w:t>
      </w:r>
      <w:r w:rsidR="00851B2F">
        <w:rPr>
          <w:rtl/>
        </w:rPr>
        <w:t xml:space="preserve">اہی 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سرکار</w:t>
      </w:r>
      <w:r>
        <w:rPr>
          <w:rtl/>
        </w:rPr>
        <w:t xml:space="preserve"> آپ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اجازت مرحمت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ان کافروں، مشرکوں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گار سبق سک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آئند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طرف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کر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کو جنگ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ان کو امن وآشت</w:t>
      </w:r>
      <w:r>
        <w:rPr>
          <w:rFonts w:hint="cs"/>
          <w:rtl/>
        </w:rPr>
        <w:t>ی</w:t>
      </w:r>
      <w:r>
        <w:rPr>
          <w:rtl/>
        </w:rPr>
        <w:t xml:space="preserve"> اور صبر وتحمل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گ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صورت حال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خراب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خاموش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حبش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EC330E">
        <w:rPr>
          <w:rFonts w:hint="cs"/>
          <w:rtl/>
        </w:rPr>
        <w:t>ہجر</w:t>
      </w:r>
      <w:r w:rsidRPr="00385AE7">
        <w:rPr>
          <w:rFonts w:hint="cs"/>
          <w:rtl/>
        </w:rPr>
        <w:t>ت کرسکتا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جب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 w:rsidR="00EC330E">
        <w:rPr>
          <w:rFonts w:hint="cs"/>
          <w:rtl/>
        </w:rPr>
        <w:t>ہجر</w:t>
      </w:r>
      <w:r w:rsidRPr="00385AE7">
        <w:rPr>
          <w:rFonts w:hint="cs"/>
          <w:rtl/>
        </w:rPr>
        <w:t>ت فرمائ</w:t>
      </w:r>
      <w:r>
        <w:rPr>
          <w:rFonts w:hint="cs"/>
          <w:rtl/>
        </w:rPr>
        <w:t>ی</w:t>
      </w:r>
      <w:r>
        <w:rPr>
          <w:rtl/>
        </w:rPr>
        <w:t xml:space="preserve"> تو اس وقت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</w:t>
      </w:r>
      <w:r w:rsidR="005A655B">
        <w:rPr>
          <w:rtl/>
        </w:rPr>
        <w:t xml:space="preserve"> ہوئی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7F7100" w:rsidP="00C50049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C3449B">
        <w:rPr>
          <w:rStyle w:val="libAieChar"/>
          <w:rtl/>
        </w:rPr>
        <w:t>اذن للذ</w:t>
      </w:r>
      <w:r w:rsidRPr="00C3449B">
        <w:rPr>
          <w:rStyle w:val="libAieChar"/>
          <w:rFonts w:hint="cs"/>
          <w:rtl/>
        </w:rPr>
        <w:t>ی</w:t>
      </w:r>
      <w:r w:rsidRPr="00C3449B">
        <w:rPr>
          <w:rStyle w:val="libAieChar"/>
          <w:rFonts w:hint="eastAsia"/>
          <w:rtl/>
        </w:rPr>
        <w:t>ن</w:t>
      </w:r>
      <w:r w:rsidRPr="00C3449B">
        <w:rPr>
          <w:rStyle w:val="libAieChar"/>
          <w:rtl/>
        </w:rPr>
        <w:t xml:space="preserve"> </w:t>
      </w:r>
      <w:r w:rsidRPr="00C3449B">
        <w:rPr>
          <w:rStyle w:val="libAieChar"/>
          <w:rFonts w:hint="cs"/>
          <w:rtl/>
        </w:rPr>
        <w:t>ی</w:t>
      </w:r>
      <w:r w:rsidRPr="00C3449B">
        <w:rPr>
          <w:rStyle w:val="libAieChar"/>
          <w:rFonts w:hint="eastAsia"/>
          <w:rtl/>
        </w:rPr>
        <w:t>قاتلون</w:t>
      </w:r>
      <w:r w:rsidRPr="00C3449B">
        <w:rPr>
          <w:rStyle w:val="libAieChar"/>
          <w:rtl/>
        </w:rPr>
        <w:t xml:space="preserve"> بان</w:t>
      </w:r>
      <w:r w:rsidRPr="005132F6">
        <w:rPr>
          <w:rStyle w:val="libAieChar"/>
          <w:rFonts w:hint="cs"/>
          <w:rtl/>
        </w:rPr>
        <w:t>ه</w:t>
      </w:r>
      <w:r w:rsidRPr="00C3449B">
        <w:rPr>
          <w:rStyle w:val="libAieChar"/>
          <w:rFonts w:hint="cs"/>
          <w:rtl/>
        </w:rPr>
        <w:t>م ظلموا وان الل</w:t>
      </w:r>
      <w:r w:rsidRPr="00AE18BD">
        <w:rPr>
          <w:rStyle w:val="libAieChar"/>
          <w:rFonts w:hint="cs"/>
          <w:rtl/>
        </w:rPr>
        <w:t>ه</w:t>
      </w:r>
      <w:r w:rsidRPr="00C3449B">
        <w:rPr>
          <w:rStyle w:val="libAieChar"/>
          <w:rFonts w:hint="cs"/>
          <w:rtl/>
        </w:rPr>
        <w:t xml:space="preserve"> علی</w:t>
      </w:r>
      <w:r w:rsidRPr="00C3449B">
        <w:rPr>
          <w:rStyle w:val="libAieChar"/>
          <w:rtl/>
        </w:rPr>
        <w:t xml:space="preserve"> نصر</w:t>
      </w:r>
      <w:r w:rsidRPr="005132F6">
        <w:rPr>
          <w:rStyle w:val="libAieChar"/>
          <w:rFonts w:hint="cs"/>
          <w:rtl/>
        </w:rPr>
        <w:t>ه</w:t>
      </w:r>
      <w:r w:rsidRPr="00C3449B">
        <w:rPr>
          <w:rStyle w:val="libAieChar"/>
          <w:rFonts w:hint="cs"/>
          <w:rtl/>
        </w:rPr>
        <w:t>م لقدی</w:t>
      </w:r>
      <w:r w:rsidRPr="00C3449B">
        <w:rPr>
          <w:rStyle w:val="libAieChar"/>
          <w:rFonts w:hint="eastAsia"/>
          <w:rtl/>
        </w:rPr>
        <w:t>ر</w:t>
      </w:r>
      <w:r w:rsidRPr="007F7100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827A66">
        <w:rPr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(12)</w:t>
      </w:r>
      <w:r w:rsidR="00827A66"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 (مسلمانوں)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(کفار)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(ب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ت) ستائ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ادک</w:t>
      </w:r>
      <w:r>
        <w:rPr>
          <w:rFonts w:hint="cs"/>
          <w:rtl/>
        </w:rPr>
        <w:t>ی</w:t>
      </w:r>
      <w:r>
        <w:rPr>
          <w:rtl/>
        </w:rPr>
        <w:t>) اجازت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خدا تو ان لوگوں ک</w:t>
      </w:r>
      <w:r>
        <w:rPr>
          <w:rFonts w:hint="cs"/>
          <w:rtl/>
        </w:rPr>
        <w:t>ی</w:t>
      </w:r>
      <w:r>
        <w:rPr>
          <w:rtl/>
        </w:rPr>
        <w:t xml:space="preserve"> مدد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قادر (و توانا)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" اب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جنگ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کا؟ اگر صلح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عمل 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کام تو لوگوں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 تو کوئ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نہیں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C50049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اسلام جنگ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 xml:space="preserve"> 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رسول خدا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C50049">
        <w:rPr>
          <w:rFonts w:hint="cs"/>
          <w:rtl/>
        </w:rPr>
        <w:t xml:space="preserve"> </w:t>
      </w:r>
      <w:r>
        <w:rPr>
          <w:rtl/>
          <w:lang w:bidi="fa-IR"/>
        </w:rPr>
        <w:t>۱۳</w:t>
      </w:r>
      <w:r w:rsidR="00C5004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سال تک جنگ ک</w:t>
      </w:r>
      <w:r>
        <w:rPr>
          <w:rFonts w:hint="cs"/>
          <w:rtl/>
        </w:rPr>
        <w:t>ی</w:t>
      </w:r>
      <w:r>
        <w:rPr>
          <w:rtl/>
        </w:rPr>
        <w:t xml:space="preserve"> اجازت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دفاع ک</w:t>
      </w:r>
      <w:r>
        <w:rPr>
          <w:rFonts w:hint="cs"/>
          <w:rtl/>
        </w:rPr>
        <w:t>ی</w:t>
      </w:r>
      <w:r>
        <w:rPr>
          <w:rtl/>
        </w:rPr>
        <w:t xml:space="preserve"> اجازت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دراصل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وقت اقر حالات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اگر صلح کا مقام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تو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کرو اور جنگ اور دفاع ک</w:t>
      </w:r>
      <w:r>
        <w:rPr>
          <w:rFonts w:hint="cs"/>
          <w:rtl/>
        </w:rPr>
        <w:t>ی</w:t>
      </w:r>
      <w:r>
        <w:rPr>
          <w:rtl/>
        </w:rPr>
        <w:t xml:space="preserve"> نوبت آجائ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سکوت کو جائز قرار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رسول خدا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حضور اکرم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مقامات پر کفار و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 w:rsidR="00EC330E">
        <w:rPr>
          <w:rtl/>
        </w:rPr>
        <w:t>رہے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بعض مقامات پر صلح ک</w:t>
      </w:r>
      <w:r>
        <w:rPr>
          <w:rFonts w:hint="cs"/>
          <w:rtl/>
        </w:rPr>
        <w:t>ی</w:t>
      </w:r>
      <w:r>
        <w:rPr>
          <w:rtl/>
        </w:rPr>
        <w:t xml:space="preserve"> قراردادوں پر دستخط کر</w:t>
      </w:r>
      <w:r w:rsidR="00EC330E">
        <w:rPr>
          <w:rtl/>
        </w:rPr>
        <w:t>رہے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مقام پر آپ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صلح کر</w:t>
      </w:r>
      <w:r w:rsidR="00EC330E" w:rsidRPr="00385AE7">
        <w:rPr>
          <w:rFonts w:hint="cs"/>
          <w:rtl/>
        </w:rPr>
        <w:t>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مشرک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صحاب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صلح پر دستخط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</w:t>
      </w:r>
      <w:r w:rsidR="005A655B">
        <w:rPr>
          <w:rtl/>
        </w:rPr>
        <w:t xml:space="preserve"> رہے </w:t>
      </w:r>
      <w:r w:rsidR="005A655B" w:rsidRPr="00385AE7">
        <w:rPr>
          <w:rFonts w:hint="cs"/>
          <w:rtl/>
        </w:rPr>
        <w:t xml:space="preserve">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آزاد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؟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13" w:name="_Toc508875366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صلح</w:t>
      </w:r>
      <w:bookmarkEnd w:id="13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خلافت کا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جانا اور خلاف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مقام پر جنگ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تلوار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</w:t>
      </w:r>
      <w:r>
        <w:rPr>
          <w:rFonts w:hint="eastAsia"/>
          <w:rtl/>
        </w:rPr>
        <w:t>فرمات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حکم</w:t>
      </w:r>
      <w:r w:rsidR="005A655B" w:rsidRPr="00385AE7">
        <w:rPr>
          <w:rFonts w:hint="cs"/>
          <w:rtl/>
        </w:rPr>
        <w:t xml:space="preserve"> ہوا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وں اور ن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جوں جوں سخ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آپ اس قدر نرم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</w:t>
      </w:r>
      <w:r w:rsidR="00EC330E" w:rsidRPr="00385AE7">
        <w:rPr>
          <w:rFonts w:hint="cs"/>
          <w:rtl/>
        </w:rPr>
        <w:t>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آجاتا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کو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</w:p>
    <w:p w:rsidR="00827A66" w:rsidRDefault="00827A66" w:rsidP="00C50049">
      <w:pPr>
        <w:pStyle w:val="libNormal"/>
        <w:rPr>
          <w:rtl/>
        </w:rPr>
      </w:pPr>
      <w:r w:rsidRPr="00C3449B">
        <w:rPr>
          <w:rStyle w:val="libArabicChar"/>
          <w:rtl/>
        </w:rPr>
        <w:t xml:space="preserve">"ما لک 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اابن</w:t>
      </w:r>
      <w:r w:rsidRPr="00C3449B">
        <w:rPr>
          <w:rStyle w:val="libArabicChar"/>
          <w:rtl/>
        </w:rPr>
        <w:t xml:space="preserve"> اب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tl/>
        </w:rPr>
        <w:t xml:space="preserve"> طالب اشتملت شمل</w:t>
      </w:r>
      <w:r w:rsidR="004D70B9" w:rsidRPr="004D70B9">
        <w:rPr>
          <w:rStyle w:val="libArabicChar"/>
          <w:rFonts w:hint="cs"/>
          <w:rtl/>
        </w:rPr>
        <w:t>ة</w:t>
      </w:r>
      <w:r w:rsidRPr="00C3449B">
        <w:rPr>
          <w:rStyle w:val="libArabicChar"/>
          <w:rtl/>
        </w:rPr>
        <w:t xml:space="preserve"> الجن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ن</w:t>
      </w:r>
      <w:r w:rsidRPr="00C3449B">
        <w:rPr>
          <w:rStyle w:val="libArabicChar"/>
          <w:rtl/>
        </w:rPr>
        <w:t xml:space="preserve"> و قعدت حجر</w:t>
      </w:r>
      <w:r w:rsidR="004D70B9" w:rsidRPr="004D70B9">
        <w:rPr>
          <w:rStyle w:val="libArabicChar"/>
          <w:rFonts w:hint="cs"/>
          <w:rtl/>
        </w:rPr>
        <w:t>ة</w:t>
      </w:r>
      <w:r w:rsidRPr="00C3449B">
        <w:rPr>
          <w:rStyle w:val="libArabicChar"/>
          <w:rtl/>
        </w:rPr>
        <w:t xml:space="preserve"> الطن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ن</w:t>
      </w:r>
      <w:r w:rsidRPr="00C3449B">
        <w:rPr>
          <w:rStyle w:val="libArabicChar"/>
          <w:rtl/>
        </w:rPr>
        <w:t>"</w:t>
      </w:r>
      <w:r>
        <w:rPr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(13)</w:t>
      </w:r>
      <w:r w:rsidRPr="00B0371A">
        <w:rPr>
          <w:rStyle w:val="libFootnotenumChar"/>
          <w:rtl/>
        </w:rPr>
        <w:t xml:space="preserve"> </w:t>
      </w:r>
      <w:r>
        <w:rPr>
          <w:rtl/>
        </w:rPr>
        <w:t>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 طالب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حالت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شکم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اور پاؤں کو سم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آپ اس شخص ک</w:t>
      </w:r>
      <w:r>
        <w:rPr>
          <w:rFonts w:hint="cs"/>
          <w:rtl/>
        </w:rPr>
        <w:t>ی</w:t>
      </w:r>
      <w:r>
        <w:rPr>
          <w:rtl/>
        </w:rPr>
        <w:t xml:space="preserve"> 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="00ED61E8" w:rsidRPr="00385AE7">
        <w:rPr>
          <w:rFonts w:hint="cs"/>
          <w:rtl/>
        </w:rPr>
        <w:t xml:space="preserve">اہر 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نکلتا؟ آپ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لوانوں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آپ </w:t>
      </w:r>
      <w:r>
        <w:rPr>
          <w:rtl/>
        </w:rPr>
        <w:t>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جر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ادر جرن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اگ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اب آپ ک</w:t>
      </w:r>
      <w:r>
        <w:rPr>
          <w:rFonts w:hint="cs"/>
          <w:rtl/>
        </w:rPr>
        <w:t>ی</w:t>
      </w:r>
      <w:r>
        <w:rPr>
          <w:rtl/>
        </w:rPr>
        <w:t xml:space="preserve"> حالت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Pr="004D70B9">
        <w:rPr>
          <w:rFonts w:hint="cs"/>
          <w:rtl/>
        </w:rPr>
        <w:t>ٹڈ</w:t>
      </w:r>
      <w:r>
        <w:rPr>
          <w:rFonts w:hint="cs"/>
          <w:rtl/>
        </w:rPr>
        <w:t>ی</w:t>
      </w:r>
      <w:r>
        <w:rPr>
          <w:rtl/>
        </w:rPr>
        <w:t xml:space="preserve"> دل لوگ آپ پر غالب آگئ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"؟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رسول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!اس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چپ </w:t>
      </w:r>
      <w:r w:rsidR="00EF6DD1">
        <w:rPr>
          <w:rtl/>
        </w:rPr>
        <w:t>رہو</w:t>
      </w:r>
      <w:r w:rsidRPr="00385AE7">
        <w:rPr>
          <w:rFonts w:hint="cs"/>
          <w:rtl/>
        </w:rPr>
        <w:t xml:space="preserve">ں، خاموش </w:t>
      </w:r>
      <w:r w:rsidR="00EF6DD1" w:rsidRPr="00385AE7">
        <w:rPr>
          <w:rFonts w:hint="cs"/>
          <w:rtl/>
        </w:rPr>
        <w:t>رہو</w:t>
      </w:r>
      <w:r w:rsidRPr="00385AE7">
        <w:rPr>
          <w:rFonts w:hint="cs"/>
          <w:rtl/>
        </w:rPr>
        <w:t>ں، صبر وتحمل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 لوں</w:t>
      </w:r>
      <w:r w:rsidRPr="004D70B9">
        <w:rPr>
          <w:rFonts w:hint="cs"/>
          <w:rtl/>
        </w:rPr>
        <w:t>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گزرجات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>
        <w:rPr>
          <w:rtl/>
          <w:lang w:bidi="fa-IR"/>
        </w:rPr>
        <w:t xml:space="preserve">۲۵) </w:t>
      </w:r>
      <w:r>
        <w:rPr>
          <w:rtl/>
        </w:rPr>
        <w:t>سالوں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خاموش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عثمان غن</w:t>
      </w:r>
      <w:r>
        <w:rPr>
          <w:rFonts w:hint="cs"/>
          <w:rtl/>
        </w:rPr>
        <w:t>ی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جات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حالات بدل جات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لوگوں کا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</w:t>
      </w:r>
      <w:r w:rsidR="00C3449B" w:rsidRPr="00385AE7">
        <w:rPr>
          <w:rFonts w:hint="cs"/>
          <w:rtl/>
        </w:rPr>
        <w:t xml:space="preserve"> ہجوم </w:t>
      </w:r>
      <w:r w:rsidRPr="00385AE7">
        <w:rPr>
          <w:rFonts w:hint="cs"/>
          <w:rtl/>
        </w:rPr>
        <w:t>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 عصمت</w:t>
      </w:r>
      <w:r>
        <w:rPr>
          <w:rtl/>
        </w:rPr>
        <w:t xml:space="preserve"> پر آتا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جو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قتل عثمان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کرنا چ</w:t>
      </w:r>
      <w:r w:rsidR="00EF6DD1">
        <w:rPr>
          <w:rtl/>
        </w:rPr>
        <w:t xml:space="preserve">اہتے 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افراد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جو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مولا آپ مسند خلافت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 xml:space="preserve">جو </w:t>
      </w:r>
      <w:r>
        <w:rPr>
          <w:rtl/>
        </w:rPr>
        <w:lastRenderedPageBreak/>
        <w:t>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تقاضا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عثمان کو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قرار واقع</w:t>
      </w:r>
      <w:r>
        <w:rPr>
          <w:rFonts w:hint="cs"/>
          <w:rtl/>
        </w:rPr>
        <w:t>ی</w:t>
      </w:r>
      <w:r>
        <w:rPr>
          <w:rtl/>
        </w:rPr>
        <w:t xml:space="preserve"> سزاد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آخر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وقت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عثمان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آپ کو قتل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صورت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عثمان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مخالفوں کا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دوسر</w:t>
      </w:r>
      <w:r>
        <w:rPr>
          <w:rFonts w:hint="cs"/>
          <w:rtl/>
        </w:rPr>
        <w:t>ی</w:t>
      </w:r>
      <w:r>
        <w:rPr>
          <w:rtl/>
        </w:rPr>
        <w:t xml:space="preserve"> طرف عثمان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"ل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عدل وانصاف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!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ہ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(رح) اور علام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جعفر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مرحوم ک</w:t>
      </w:r>
      <w:r>
        <w:rPr>
          <w:rFonts w:hint="cs"/>
          <w:rtl/>
        </w:rPr>
        <w:t>ی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اس لئ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مفت</w:t>
      </w:r>
      <w:r>
        <w:rPr>
          <w:rFonts w:hint="cs"/>
          <w:rtl/>
        </w:rPr>
        <w:t>ی</w:t>
      </w:r>
      <w:r>
        <w:rPr>
          <w:rtl/>
        </w:rPr>
        <w:t xml:space="preserve"> صاحب قبل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صفح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نمبر </w:t>
      </w:r>
      <w:r>
        <w:rPr>
          <w:rtl/>
          <w:lang w:bidi="fa-IR"/>
        </w:rPr>
        <w:t>۱۱۴</w:t>
      </w:r>
      <w:r>
        <w:rPr>
          <w:rtl/>
        </w:rPr>
        <w:t>پر رقمطراز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حضرت عمر ابو لولوک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زخم</w:t>
      </w:r>
      <w:r>
        <w:rPr>
          <w:rFonts w:hint="cs"/>
          <w:rtl/>
        </w:rPr>
        <w:t>ی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کار</w:t>
      </w:r>
      <w:r>
        <w:rPr>
          <w:rFonts w:hint="cs"/>
          <w:rtl/>
        </w:rPr>
        <w:t>ی</w:t>
      </w:r>
      <w:r>
        <w:rPr>
          <w:rtl/>
        </w:rPr>
        <w:t xml:space="preserve"> زخم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جانبر</w:t>
      </w:r>
      <w:r w:rsidR="005A655B" w:rsidRPr="00385AE7">
        <w:rPr>
          <w:rFonts w:hint="cs"/>
          <w:rtl/>
        </w:rPr>
        <w:t xml:space="preserve"> ہونا </w:t>
      </w:r>
      <w:r w:rsidRPr="00385AE7">
        <w:rPr>
          <w:rFonts w:hint="cs"/>
          <w:rtl/>
        </w:rPr>
        <w:t>مشکل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انتخاب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شور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طالب، عثمان ابن عفان ، عبدالرحمٰن ابن عوف،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عوام،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اور طلح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</w:t>
      </w:r>
      <w:r w:rsidRPr="004D70B9">
        <w:rPr>
          <w:rFonts w:hint="cs"/>
          <w:rtl/>
        </w:rPr>
        <w:t>ہ</w:t>
      </w:r>
      <w:r>
        <w:rPr>
          <w:rtl/>
        </w:rPr>
        <w:t xml:space="preserve"> کو نامزد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پر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عائد کرد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مرن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اندر اندر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خلافت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دن امامت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ارکان شور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متعلق جو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ان کا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فرمات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پر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فرداً فرداً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 اپن</w:t>
      </w:r>
      <w:r>
        <w:rPr>
          <w:rFonts w:hint="cs"/>
          <w:rtl/>
        </w:rPr>
        <w:t>ی</w:t>
      </w:r>
      <w:r>
        <w:rPr>
          <w:rtl/>
        </w:rPr>
        <w:t xml:space="preserve"> زر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سعد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درشت خو اور تند مزاج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عبدالرحمن اس امت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فرعون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خوش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ت</w:t>
      </w:r>
      <w:r>
        <w:rPr>
          <w:rtl/>
        </w:rPr>
        <w:t>و مومن اور غص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تو کافر اور طلح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غرور و نخوت کا </w:t>
      </w:r>
      <w:r>
        <w:rPr>
          <w:rFonts w:hint="eastAsia"/>
          <w:rtl/>
        </w:rPr>
        <w:t>پتلا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اگر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خلافت ک</w:t>
      </w:r>
      <w:r>
        <w:rPr>
          <w:rFonts w:hint="cs"/>
          <w:rtl/>
        </w:rPr>
        <w:t>ی</w:t>
      </w:r>
      <w:r>
        <w:rPr>
          <w:rtl/>
        </w:rPr>
        <w:t xml:space="preserve"> انگو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عثمان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قوم وقب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نظر</w:t>
      </w:r>
      <w:r w:rsidR="005A655B">
        <w:rPr>
          <w:rtl/>
        </w:rPr>
        <w:t xml:space="preserve"> نہیں </w:t>
      </w:r>
      <w:r>
        <w:rPr>
          <w:rtl/>
        </w:rPr>
        <w:t>آتا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پر 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ھے</w:t>
      </w:r>
      <w:r w:rsidR="00211648">
        <w:rPr>
          <w:rtl/>
        </w:rPr>
        <w:t xml:space="preserve"> ہوئے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C50049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جو خلافت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چلائ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مگر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اعتراف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مجلس شور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انتخاب ارکان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تمام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خلافت کا رخ اد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ب</w:t>
      </w:r>
      <w:r w:rsidRPr="004D70B9">
        <w:rPr>
          <w:rFonts w:hint="cs"/>
          <w:rtl/>
        </w:rPr>
        <w:t>ڑھے</w:t>
      </w:r>
      <w:r w:rsidRPr="00385AE7">
        <w:rPr>
          <w:rFonts w:hint="cs"/>
          <w:rtl/>
        </w:rPr>
        <w:t xml:space="preserve"> جد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آپ مو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نا </w:t>
      </w:r>
      <w:r>
        <w:rPr>
          <w:rtl/>
        </w:rPr>
        <w:t>چ</w:t>
      </w:r>
      <w:r w:rsidR="00EF6DD1">
        <w:rPr>
          <w:rtl/>
        </w:rPr>
        <w:t xml:space="preserve">اہتے 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بوج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والا بآسان</w:t>
      </w:r>
      <w:r>
        <w:rPr>
          <w:rFonts w:hint="cs"/>
          <w:rtl/>
        </w:rPr>
        <w:t>ی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ے</w:t>
      </w:r>
      <w:r>
        <w:rPr>
          <w:rtl/>
        </w:rPr>
        <w:t xml:space="preserve"> پر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 سکتا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اسباب فر</w:t>
      </w:r>
      <w:r w:rsidR="00ED61E8" w:rsidRPr="00385AE7">
        <w:rPr>
          <w:rFonts w:hint="cs"/>
          <w:rtl/>
        </w:rPr>
        <w:t>اہم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ارکان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نوئ</w:t>
      </w:r>
      <w:r>
        <w:rPr>
          <w:rFonts w:hint="cs"/>
          <w:rtl/>
        </w:rPr>
        <w:t>ی</w:t>
      </w:r>
      <w:r>
        <w:rPr>
          <w:rtl/>
        </w:rPr>
        <w:t xml:space="preserve"> عبدالرحمٰن بن عوف</w:t>
      </w:r>
      <w:r w:rsidR="005A655B">
        <w:rPr>
          <w:rtl/>
        </w:rPr>
        <w:t xml:space="preserve"> ہیں </w:t>
      </w:r>
      <w:r>
        <w:rPr>
          <w:rtl/>
        </w:rPr>
        <w:t>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سعد بن وقاص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وعناد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عبدالرحمٰن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تصور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Pr="004D70B9">
        <w:rPr>
          <w:rFonts w:hint="cs"/>
          <w:rtl/>
        </w:rPr>
        <w:t>ے</w:t>
      </w:r>
      <w:r>
        <w:rPr>
          <w:rtl/>
        </w:rPr>
        <w:t xml:space="preserve"> طلح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معلوم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طلح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دم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سدرا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موجود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نوا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عمر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رسان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ہ</w:t>
      </w:r>
      <w:r>
        <w:rPr>
          <w:rtl/>
        </w:rPr>
        <w:t xml:space="preserve"> کار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"ک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اور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رضامند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 xml:space="preserve">تو اس </w:t>
      </w:r>
      <w:r w:rsidRPr="00385AE7">
        <w:rPr>
          <w:rFonts w:hint="cs"/>
          <w:rtl/>
        </w:rPr>
        <w:lastRenderedPageBreak/>
        <w:t>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 عمر کو ثالث بناؤ جس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حکم لگائ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کا انتخاب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ابن عمر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ے</w:t>
      </w:r>
      <w:r>
        <w:rPr>
          <w:rtl/>
        </w:rPr>
        <w:t xml:space="preserve"> پر رضا مند ن</w:t>
      </w:r>
      <w:r w:rsidRPr="004D70B9">
        <w:rPr>
          <w:rFonts w:hint="cs"/>
          <w:rtl/>
        </w:rPr>
        <w:t>ہ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تو تم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عبدالرحمٰن بن عوف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 اگر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اتفاق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متفق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قتل کردو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(14)</w:t>
      </w:r>
      <w:r w:rsidRPr="00B0371A">
        <w:rPr>
          <w:rStyle w:val="libFootnotenumChar"/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ابن عمر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پر نارضامند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جب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عبدالرحمٰن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تو تم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</w:t>
      </w:r>
      <w:r w:rsidR="00BD7C38">
        <w:rPr>
          <w:rtl/>
        </w:rPr>
        <w:t xml:space="preserve"> ہوں 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تم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عبدالرحمٰن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مائش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نوائ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عبدالرحم</w:t>
      </w:r>
      <w:r>
        <w:rPr>
          <w:rtl/>
        </w:rPr>
        <w:t>ٰن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جب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طلح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پچاس خونخوار تلواروں کو حزب مخالف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سروں پر مسلط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عبدالرحمٰن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اشار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چشم وآبرو پر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کن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وقت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عثمان ک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جو ابن عباس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مخاطب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خلافت کا رخ</w:t>
      </w:r>
      <w:r w:rsidR="000E44EB">
        <w:rPr>
          <w:rtl/>
        </w:rPr>
        <w:t xml:space="preserve"> ہم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معلوم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عثمان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دو اور اگر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اور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رضامند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تو تم ان لوگوں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دو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عبدالرحمٰن بن عوف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سعد تو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عبدالرحمٰن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اور عبدالرحمٰن تو عثمان کا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نوئ</w:t>
      </w:r>
      <w:r>
        <w:rPr>
          <w:rFonts w:hint="cs"/>
          <w:rtl/>
        </w:rPr>
        <w:t>ی</w:t>
      </w:r>
      <w:r w:rsidR="00211648">
        <w:rPr>
          <w:rtl/>
        </w:rPr>
        <w:t xml:space="preserve"> ہوتا</w:t>
      </w:r>
      <w:r w:rsidR="000E44EB" w:rsidRPr="00385AE7">
        <w:rPr>
          <w:rFonts w:hint="cs"/>
          <w:rtl/>
        </w:rPr>
        <w:t xml:space="preserve"> ہی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tl/>
        </w:rPr>
        <w:t xml:space="preserve"> حال حضرت عمر 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اجتماع</w:t>
      </w:r>
      <w:r w:rsidR="005A655B">
        <w:rPr>
          <w:rtl/>
        </w:rPr>
        <w:t xml:space="preserve"> ہوا </w:t>
      </w:r>
      <w:r>
        <w:rPr>
          <w:rtl/>
        </w:rPr>
        <w:t>اور درواز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ابو طلح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پچاس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بکف آک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طلح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کارروائ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ابتداء ک</w:t>
      </w:r>
      <w:r>
        <w:rPr>
          <w:rFonts w:hint="cs"/>
          <w:rtl/>
        </w:rPr>
        <w:t>ی</w:t>
      </w:r>
      <w:r>
        <w:rPr>
          <w:rtl/>
        </w:rPr>
        <w:t xml:space="preserve"> اور سب کو گوا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بنا کر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حق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عثمان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پر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رگ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بنت عبدالمطلب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اور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اپنا حق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عبد الرحمٰن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مجلس شور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ارکان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عبدالرحمٰن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شرط پر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دستبردار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دونوں (عل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طالب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عثمان ابن عفان)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منتخب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کا حق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دستبردار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حق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جال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</w:t>
      </w:r>
      <w:r w:rsidR="003B21A7">
        <w:rPr>
          <w:rtl/>
        </w:rPr>
        <w:t xml:space="preserve"> ہر </w:t>
      </w:r>
      <w:r w:rsidRPr="00357CCC">
        <w:rPr>
          <w:rFonts w:hint="cs"/>
          <w:rtl/>
        </w:rPr>
        <w:t>طرف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جک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دستبردار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عبدالرحمٰن کو اپن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صورت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ممکن</w:t>
      </w:r>
      <w:r w:rsidR="000E44EB">
        <w:rPr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حق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دستبردار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کر عثمان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 الرحمٰن کو منتخب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اس 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آپ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حق پر جم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رہے </w:t>
      </w:r>
      <w:r w:rsidRPr="00357CCC">
        <w:rPr>
          <w:rFonts w:hint="cs"/>
          <w:rtl/>
        </w:rPr>
        <w:t>اور عبدالرحمٰن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کو اس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سنب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مخاطب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شرط پر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</w:t>
      </w:r>
      <w:r w:rsidR="00BD7C38">
        <w:rPr>
          <w:rtl/>
        </w:rPr>
        <w:t xml:space="preserve"> ہوں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کتاب خدا، سنت رسول اور ابو بکر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کتاب، رسول ک</w:t>
      </w:r>
      <w:r>
        <w:rPr>
          <w:rFonts w:hint="cs"/>
          <w:rtl/>
        </w:rPr>
        <w:t>ی</w:t>
      </w:r>
      <w:r>
        <w:rPr>
          <w:rtl/>
        </w:rPr>
        <w:t xml:space="preserve"> سنت او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مسلک پر چلوں گا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جب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جواب ملا تو عثمان </w:t>
      </w:r>
      <w:r>
        <w:rPr>
          <w:rtl/>
        </w:rPr>
        <w:lastRenderedPageBreak/>
        <w:t>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مخاطب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شرائط منظور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ان شرائط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رصورت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فتن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 فساد کو روکن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اور حجت تمام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گوارا فرمائ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ذ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نوں پر قفل پ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57CCC">
        <w:rPr>
          <w:rFonts w:hint="cs"/>
          <w:rtl/>
        </w:rPr>
        <w:t xml:space="preserve"> ہم </w:t>
      </w:r>
      <w:r w:rsidRPr="00357CCC">
        <w:rPr>
          <w:rFonts w:hint="cs"/>
          <w:rtl/>
        </w:rPr>
        <w:t>تو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مگر خود ان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کنار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آپ کو منتخب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)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ۃ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="00EC330E" w:rsidRPr="00357CCC">
        <w:rPr>
          <w:rFonts w:hint="cs"/>
          <w:rtl/>
        </w:rPr>
        <w:t xml:space="preserve"> یہاں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 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827A66" w:rsidRDefault="00827A66" w:rsidP="00C50049">
      <w:pPr>
        <w:pStyle w:val="libNormal"/>
        <w:rPr>
          <w:rtl/>
        </w:rPr>
      </w:pPr>
      <w:r w:rsidRPr="00C3449B">
        <w:rPr>
          <w:rStyle w:val="libArabicChar"/>
          <w:rtl/>
        </w:rPr>
        <w:t>"والل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Fonts w:hint="cs"/>
          <w:rtl/>
        </w:rPr>
        <w:t xml:space="preserve"> لاسلمن ما سلمت امور المسلمی</w:t>
      </w:r>
      <w:r w:rsidRPr="00C3449B">
        <w:rPr>
          <w:rStyle w:val="libArabicChar"/>
          <w:rFonts w:hint="eastAsia"/>
          <w:rtl/>
        </w:rPr>
        <w:t>ن</w:t>
      </w:r>
      <w:r w:rsidRPr="00C3449B">
        <w:rPr>
          <w:rStyle w:val="libArabicChar"/>
          <w:rtl/>
        </w:rPr>
        <w:t xml:space="preserve"> ولم 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Fonts w:hint="eastAsia"/>
          <w:rtl/>
        </w:rPr>
        <w:t>کن</w:t>
      </w:r>
      <w:r w:rsidRPr="00C3449B">
        <w:rPr>
          <w:rStyle w:val="libArabicChar"/>
          <w:rtl/>
        </w:rPr>
        <w:t xml:space="preserve"> ف</w:t>
      </w:r>
      <w:r w:rsidRPr="00C3449B">
        <w:rPr>
          <w:rStyle w:val="libArabicChar"/>
          <w:rFonts w:hint="cs"/>
          <w:rtl/>
        </w:rPr>
        <w:t>ی</w:t>
      </w:r>
      <w:r w:rsidR="005132F6" w:rsidRPr="004D70B9">
        <w:rPr>
          <w:rStyle w:val="libArabicChar"/>
          <w:rFonts w:hint="cs"/>
          <w:rtl/>
        </w:rPr>
        <w:t>ه</w:t>
      </w:r>
      <w:r w:rsidRPr="00C3449B">
        <w:rPr>
          <w:rStyle w:val="libArabicChar"/>
          <w:rFonts w:hint="cs"/>
          <w:rtl/>
        </w:rPr>
        <w:t>ا</w:t>
      </w:r>
      <w:r w:rsidRPr="00C3449B">
        <w:rPr>
          <w:rStyle w:val="libArabicChar"/>
          <w:rtl/>
        </w:rPr>
        <w:t xml:space="preserve"> جورالاعل</w:t>
      </w:r>
      <w:r w:rsidRPr="00C3449B">
        <w:rPr>
          <w:rStyle w:val="libArabicChar"/>
          <w:rFonts w:hint="cs"/>
          <w:rtl/>
        </w:rPr>
        <w:t>ی</w:t>
      </w:r>
      <w:r w:rsidRPr="00C3449B">
        <w:rPr>
          <w:rStyle w:val="libArabicChar"/>
          <w:rtl/>
        </w:rPr>
        <w:t xml:space="preserve"> خاص</w:t>
      </w:r>
      <w:r w:rsidR="004D70B9" w:rsidRPr="004D70B9">
        <w:rPr>
          <w:rStyle w:val="libArabicChar"/>
          <w:rFonts w:hint="cs"/>
          <w:rtl/>
        </w:rPr>
        <w:t>ة</w:t>
      </w:r>
      <w:r w:rsidRPr="00C3449B">
        <w:rPr>
          <w:rStyle w:val="libArabicChar"/>
          <w:rtl/>
        </w:rPr>
        <w:t>"</w:t>
      </w:r>
      <w:r>
        <w:rPr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(15)</w:t>
      </w:r>
      <w:r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"خدا ک</w:t>
      </w:r>
      <w:r>
        <w:rPr>
          <w:rFonts w:hint="cs"/>
          <w:rtl/>
        </w:rPr>
        <w:t>ی</w:t>
      </w:r>
      <w:r>
        <w:rPr>
          <w:rtl/>
        </w:rPr>
        <w:t xml:space="preserve"> قسم جب تک مسلمانوں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امور کا نظم ونسق برقرار</w:t>
      </w:r>
      <w:r w:rsidR="005A655B" w:rsidRPr="00357CCC">
        <w:rPr>
          <w:rFonts w:hint="cs"/>
          <w:rtl/>
        </w:rPr>
        <w:t xml:space="preserve"> رہے </w:t>
      </w:r>
      <w:r w:rsidRPr="00357CCC">
        <w:rPr>
          <w:rFonts w:hint="cs"/>
          <w:rtl/>
        </w:rPr>
        <w:t>گا اور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ذات ظلم وجور کا نشان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بنت</w:t>
      </w:r>
      <w:r>
        <w:rPr>
          <w:rFonts w:hint="cs"/>
          <w:rtl/>
        </w:rPr>
        <w:t>ی</w:t>
      </w:r>
      <w:r w:rsidR="005A655B">
        <w:rPr>
          <w:rtl/>
        </w:rPr>
        <w:t xml:space="preserve"> رہے </w:t>
      </w:r>
      <w:r w:rsidRPr="00357CCC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</w:t>
      </w:r>
      <w:r w:rsidR="00EF6DD1">
        <w:rPr>
          <w:rtl/>
        </w:rPr>
        <w:t>رہو</w:t>
      </w:r>
      <w:r w:rsidRPr="00357CCC">
        <w:rPr>
          <w:rFonts w:hint="cs"/>
          <w:rtl/>
        </w:rPr>
        <w:t>ں گا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لوگ آپ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دردولت پر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357CCC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دور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ماحول بدل جاتا</w:t>
      </w:r>
      <w:r w:rsidR="005A655B" w:rsidRPr="00357CCC">
        <w:rPr>
          <w:rFonts w:hint="cs"/>
          <w:rtl/>
        </w:rPr>
        <w:t xml:space="preserve"> ہے</w:t>
      </w:r>
      <w:r w:rsidR="00EC330E" w:rsidRPr="00357CCC">
        <w:rPr>
          <w:rFonts w:hint="cs"/>
          <w:rtl/>
        </w:rPr>
        <w:t xml:space="preserve"> یہاں </w:t>
      </w:r>
      <w:r>
        <w:rPr>
          <w:rtl/>
        </w:rPr>
        <w:t>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اصحاب جمل، اصحاب 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اصحاب 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روان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جنگ کرت</w:t>
      </w:r>
      <w:r w:rsidRPr="004D70B9">
        <w:rPr>
          <w:rFonts w:hint="cs"/>
          <w:rtl/>
        </w:rPr>
        <w:t>ے</w:t>
      </w:r>
      <w:r w:rsidR="005513FA" w:rsidRPr="00357CCC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جنگ طول پک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عمر وعاص اور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 w:rsidRPr="004D70B9">
        <w:rPr>
          <w:rFonts w:hint="cs"/>
          <w:rtl/>
        </w:rPr>
        <w:t>ہ</w:t>
      </w:r>
      <w:r>
        <w:rPr>
          <w:rtl/>
        </w:rPr>
        <w:t xml:space="preserve"> ومکاران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کام دک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جات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خوارج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 کرک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آواز بلند کرت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مطابق عمل کرنا چ</w:t>
      </w:r>
      <w:r w:rsidR="00851B2F" w:rsidRPr="00357CCC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57CCC">
        <w:rPr>
          <w:rFonts w:hint="cs"/>
          <w:rtl/>
        </w:rPr>
        <w:t xml:space="preserve"> قرآن کو نوک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کچ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لوگ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جنگ بند</w:t>
      </w:r>
      <w:r>
        <w:rPr>
          <w:rFonts w:hint="cs"/>
          <w:rtl/>
        </w:rPr>
        <w:t>ی</w:t>
      </w:r>
      <w:r>
        <w:rPr>
          <w:rtl/>
        </w:rPr>
        <w:t xml:space="preserve"> کا مطالب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>
        <w:rPr>
          <w:rtl/>
        </w:rPr>
        <w:t xml:space="preserve"> حق پر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لبل</w:t>
      </w:r>
      <w:r>
        <w:rPr>
          <w:rFonts w:hint="cs"/>
          <w:rtl/>
        </w:rPr>
        <w:t>ی</w:t>
      </w:r>
      <w:r>
        <w:rPr>
          <w:rtl/>
        </w:rPr>
        <w:t xml:space="preserve"> مچ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اب مولا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مصلحت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مطابق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مجبور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کر حکم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حکم قرآن وسنت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مطابق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منافقان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چال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وقت</w:t>
      </w:r>
      <w:r>
        <w:rPr>
          <w:rFonts w:hint="cs"/>
          <w:rtl/>
        </w:rPr>
        <w:t>ی</w:t>
      </w:r>
      <w:r>
        <w:rPr>
          <w:rtl/>
        </w:rPr>
        <w:t xml:space="preserve"> طور پر خاموش کرنا چ</w:t>
      </w:r>
      <w:r w:rsidR="00EF6DD1">
        <w:rPr>
          <w:rtl/>
        </w:rPr>
        <w:t xml:space="preserve">اہتے </w:t>
      </w:r>
      <w:r w:rsidRPr="00357CCC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57CCC">
        <w:rPr>
          <w:rFonts w:hint="cs"/>
          <w:rtl/>
        </w:rPr>
        <w:t xml:space="preserve"> عمر وعاص </w:t>
      </w:r>
      <w:r>
        <w:rPr>
          <w:rtl/>
        </w:rPr>
        <w:t>اپن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مشن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ابو موس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کن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ل کر سامن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ان دونوں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د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دو 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زار افراد پر مشتمل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ھے</w:t>
      </w:r>
      <w:r>
        <w:rPr>
          <w:rtl/>
        </w:rPr>
        <w:t xml:space="preserve"> </w:t>
      </w:r>
      <w:r w:rsidRPr="004D70B9">
        <w:rPr>
          <w:rFonts w:hint="cs"/>
          <w:rtl/>
        </w:rPr>
        <w:t>ھٹ</w:t>
      </w:r>
      <w:r w:rsidRPr="00357CCC">
        <w:rPr>
          <w:rFonts w:hint="cs"/>
          <w:rtl/>
        </w:rPr>
        <w:t>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نوبت گال</w:t>
      </w:r>
      <w:r>
        <w:rPr>
          <w:rFonts w:hint="cs"/>
          <w:rtl/>
        </w:rPr>
        <w:t>ی</w:t>
      </w:r>
      <w:r>
        <w:rPr>
          <w:rtl/>
        </w:rPr>
        <w:t xml:space="preserve"> گلوچ تک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نچ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خود ساخت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اعجاز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اب اعتراض کرن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مولان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خوارج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57CCC">
        <w:rPr>
          <w:rFonts w:hint="cs"/>
          <w:rtl/>
        </w:rPr>
        <w:t>وں مجبور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کر جنگ بند</w:t>
      </w:r>
      <w:r>
        <w:rPr>
          <w:rFonts w:hint="cs"/>
          <w:rtl/>
        </w:rPr>
        <w:t>ی</w:t>
      </w:r>
      <w:r>
        <w:rPr>
          <w:rtl/>
        </w:rPr>
        <w:t xml:space="preserve"> کا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جاتا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 قتل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57CCC">
        <w:rPr>
          <w:rFonts w:hint="cs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جاتا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ل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جات</w:t>
      </w:r>
      <w:r w:rsidRPr="004D70B9">
        <w:rPr>
          <w:rFonts w:hint="cs"/>
          <w:rtl/>
        </w:rPr>
        <w:t>ے۔</w:t>
      </w:r>
      <w:r w:rsidRPr="00357CCC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مقام پر صلح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جس طرح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" رسول خدا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57CCC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جات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؟ پ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وآل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وسلم ک</w:t>
      </w:r>
      <w:r>
        <w:rPr>
          <w:rFonts w:hint="cs"/>
          <w:rtl/>
        </w:rPr>
        <w:t>ی</w:t>
      </w:r>
      <w:r>
        <w:rPr>
          <w:rtl/>
        </w:rPr>
        <w:t xml:space="preserve"> رحلت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بعد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آپ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؟ آپ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آپ کو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جان </w:t>
      </w:r>
      <w:r w:rsidRPr="00357CCC">
        <w:rPr>
          <w:rFonts w:hint="cs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پروا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جنگ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؟ مسئل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صلح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پر ختم</w:t>
      </w:r>
      <w:r w:rsidR="005A655B">
        <w:rPr>
          <w:rtl/>
        </w:rPr>
        <w:t xml:space="preserve"> نہیں</w:t>
      </w:r>
      <w:r w:rsidR="00211648">
        <w:rPr>
          <w:rtl/>
        </w:rPr>
        <w:t xml:space="preserve"> ہوتا</w:t>
      </w:r>
      <w:r w:rsidRPr="00357CCC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بات باق</w:t>
      </w:r>
      <w:r>
        <w:rPr>
          <w:rFonts w:hint="cs"/>
          <w:rtl/>
        </w:rPr>
        <w:t>ی</w:t>
      </w:r>
      <w:r>
        <w:rPr>
          <w:rtl/>
        </w:rPr>
        <w:t xml:space="preserve"> آئم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ط</w:t>
      </w:r>
      <w:r w:rsidR="00ED61E8" w:rsidRPr="00357CCC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تک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نچت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سوالات، اب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امات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 دوں گا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کت</w:t>
      </w:r>
      <w:r>
        <w:rPr>
          <w:rFonts w:hint="eastAsia"/>
          <w:rtl/>
        </w:rPr>
        <w:t>اب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BD7C38">
        <w:rPr>
          <w:rtl/>
        </w:rPr>
        <w:t xml:space="preserve"> ہوں </w:t>
      </w:r>
      <w:r w:rsidRPr="00357CCC">
        <w:rPr>
          <w:rFonts w:hint="cs"/>
          <w:rtl/>
        </w:rPr>
        <w:t>تاک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نکات بخوب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14" w:name="_Toc508875367"/>
      <w:r>
        <w:rPr>
          <w:rFonts w:hint="eastAsia"/>
          <w:rtl/>
        </w:rPr>
        <w:t>فق</w:t>
      </w:r>
      <w:r w:rsidRPr="005132F6">
        <w:rPr>
          <w:rFonts w:hint="cs"/>
          <w:rtl/>
        </w:rPr>
        <w:t>ہ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5132F6">
        <w:rPr>
          <w:rFonts w:hint="cs"/>
          <w:rtl/>
        </w:rPr>
        <w:t>ھاد کا تصور</w:t>
      </w:r>
      <w:bookmarkEnd w:id="14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بلا</w:t>
      </w:r>
      <w:r>
        <w:rPr>
          <w:rtl/>
        </w:rPr>
        <w:t xml:space="preserve"> شب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اسلام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چند مقامات پر واجب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</w:t>
      </w:r>
      <w:r w:rsidR="005A655B" w:rsidRPr="00357CCC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وقت واجب</w:t>
      </w:r>
      <w:r w:rsidR="00211648">
        <w:rPr>
          <w:rtl/>
        </w:rPr>
        <w:t xml:space="preserve"> ہوتا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جب مد مقابل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خاص طور پر اگر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مشرک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مشرک مسلمانوں پر حمل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تو اس کو من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تو</w:t>
      </w:r>
      <w:r w:rsidRPr="004D70B9">
        <w:rPr>
          <w:rFonts w:hint="cs"/>
          <w:rtl/>
        </w:rPr>
        <w:t>ڑ</w:t>
      </w:r>
      <w:r w:rsidRPr="00357CCC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بال</w:t>
      </w:r>
      <w:r>
        <w:rPr>
          <w:rFonts w:hint="eastAsia"/>
          <w:rtl/>
        </w:rPr>
        <w:t>غ،</w:t>
      </w:r>
      <w:r>
        <w:rPr>
          <w:rtl/>
        </w:rPr>
        <w:t xml:space="preserve"> عاقل اور آزاد شخص پر واجب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</w:t>
      </w:r>
      <w:r>
        <w:rPr>
          <w:rtl/>
        </w:rPr>
        <w:t>ور مج</w:t>
      </w:r>
      <w:r w:rsidR="00851B2F">
        <w:rPr>
          <w:rtl/>
        </w:rPr>
        <w:t>اہ</w:t>
      </w:r>
      <w:r w:rsidRPr="00357CCC">
        <w:rPr>
          <w:rFonts w:hint="cs"/>
          <w:rtl/>
        </w:rPr>
        <w:t>د مرد</w:t>
      </w:r>
      <w:r w:rsidR="005A655B" w:rsidRPr="00357CCC">
        <w:rPr>
          <w:rFonts w:hint="cs"/>
          <w:rtl/>
        </w:rPr>
        <w:t xml:space="preserve"> ہونا </w:t>
      </w:r>
      <w:r w:rsidRPr="00357CCC">
        <w:rPr>
          <w:rFonts w:hint="cs"/>
          <w:rtl/>
        </w:rPr>
        <w:t>ضرور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اس قسم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نائب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اجازت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شرع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ابتدائ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شروع</w:t>
      </w:r>
      <w:r w:rsidR="005A655B" w:rsidRPr="00357CCC">
        <w:rPr>
          <w:rFonts w:hint="cs"/>
          <w:rtl/>
        </w:rPr>
        <w:t xml:space="preserve"> نہیں </w:t>
      </w:r>
      <w:r>
        <w:rPr>
          <w:rtl/>
        </w:rPr>
        <w:t>کرسکتا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دوسرا مقام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جب مسلمانوں کو کافروں، مشرکوں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خطر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جان بوج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کر مسلمانوں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خلاف دست دراز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قبض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کرنا </w:t>
      </w:r>
      <w:r w:rsidR="003B21A7" w:rsidRPr="00357CCC">
        <w:rPr>
          <w:rFonts w:hint="cs"/>
          <w:rtl/>
        </w:rPr>
        <w:t>چاہے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قبض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 چکا</w:t>
      </w:r>
      <w:r w:rsidR="00FD708B" w:rsidRPr="00357CCC">
        <w:rPr>
          <w:rFonts w:hint="cs"/>
          <w:rtl/>
        </w:rPr>
        <w:t xml:space="preserve"> ہو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قسم کا کوئ</w:t>
      </w:r>
      <w:r>
        <w:rPr>
          <w:rFonts w:hint="cs"/>
          <w:rtl/>
        </w:rPr>
        <w:t>ی</w:t>
      </w:r>
      <w:r>
        <w:rPr>
          <w:rtl/>
        </w:rPr>
        <w:t xml:space="preserve"> ناجائز اقدام کر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مرد، چ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و</w:t>
      </w:r>
      <w:r w:rsidRPr="004D70B9">
        <w:rPr>
          <w:rFonts w:hint="cs"/>
          <w:rtl/>
        </w:rPr>
        <w:t>ٹے</w:t>
      </w:r>
      <w:r w:rsidRPr="00357CCC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57CCC">
        <w:rPr>
          <w:rFonts w:hint="cs"/>
          <w:rtl/>
        </w:rPr>
        <w:t>، آزاد غلام پر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کرنا واجب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 xml:space="preserve"> جاتا</w:t>
      </w:r>
      <w:r w:rsidR="00743BB0" w:rsidRPr="00357CCC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اس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نائب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اجازت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فق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اء کا متفق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طور پر فتو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57CCC">
        <w:rPr>
          <w:rFonts w:hint="cs"/>
          <w:rtl/>
        </w:rPr>
        <w:t>اس سلسل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الرحم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</w:t>
      </w:r>
      <w:r w:rsidR="005A655B">
        <w:rPr>
          <w:rtl/>
        </w:rPr>
        <w:t xml:space="preserve"> ہے </w:t>
      </w:r>
      <w:r>
        <w:rPr>
          <w:rFonts w:hint="eastAsia"/>
          <w:rtl/>
        </w:rPr>
        <w:t>جناب</w:t>
      </w:r>
      <w:r>
        <w:rPr>
          <w:rtl/>
        </w:rPr>
        <w:t xml:space="preserve"> محقق ک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اس کا نام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شرائع الاسلام، اس کتاب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علما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عزت واحترام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>
        <w:rPr>
          <w:rtl/>
        </w:rPr>
        <w:t xml:space="preserve"> 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جناب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>" مسالک الاف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ام "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شرح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57CCC">
        <w:rPr>
          <w:rFonts w:hint="cs"/>
          <w:rtl/>
        </w:rPr>
        <w:t>، ب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>ت</w:t>
      </w:r>
      <w:r w:rsidR="000E44EB" w:rsidRPr="00357CCC">
        <w:rPr>
          <w:rFonts w:hint="cs"/>
          <w:rtl/>
        </w:rPr>
        <w:t xml:space="preserve"> ہی </w:t>
      </w:r>
      <w:r>
        <w:rPr>
          <w:rtl/>
        </w:rPr>
        <w:t>عمد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شرح</w:t>
      </w:r>
      <w:r w:rsidR="00743BB0" w:rsidRPr="00357CCC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جناب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کا شمار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صف اول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ف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211648" w:rsidRPr="00357CCC">
        <w:rPr>
          <w:rFonts w:hint="cs"/>
          <w:rtl/>
        </w:rPr>
        <w:t xml:space="preserve"> ہوتا</w:t>
      </w:r>
      <w:r w:rsidR="005A655B" w:rsidRPr="00357CCC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357CCC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مسلمانوں پر حمل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تو تمام مسلمانوں پر واجب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سب مل کر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 xml:space="preserve"> حص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ل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قبض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کر رک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اور آئ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روز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خلاف جارح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ارتکاب کرتا ر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تا</w:t>
      </w:r>
      <w:r w:rsidR="00743BB0" w:rsidRPr="00357CCC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تو</w:t>
      </w:r>
      <w:r w:rsidR="00EC330E" w:rsidRPr="00357CCC">
        <w:rPr>
          <w:rFonts w:hint="cs"/>
          <w:rtl/>
        </w:rPr>
        <w:t xml:space="preserve"> یہاں </w:t>
      </w:r>
      <w:r>
        <w:rPr>
          <w:rtl/>
        </w:rPr>
        <w:t>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تمام مسلمانوں پر فرض عائد</w:t>
      </w:r>
      <w:r w:rsidR="00211648" w:rsidRPr="00357CCC">
        <w:rPr>
          <w:rFonts w:hint="cs"/>
          <w:rtl/>
        </w:rPr>
        <w:t xml:space="preserve"> ہوتا</w:t>
      </w:r>
      <w:r w:rsidR="005A655B" w:rsidRPr="00357CCC">
        <w:rPr>
          <w:rFonts w:hint="cs"/>
          <w:rtl/>
        </w:rPr>
        <w:t xml:space="preserve"> ہے </w:t>
      </w:r>
      <w:r w:rsidRPr="00357CCC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ظالمان</w:t>
      </w:r>
      <w:r w:rsidRPr="004D70B9">
        <w:rPr>
          <w:rFonts w:hint="cs"/>
          <w:rtl/>
        </w:rPr>
        <w:t>ہ</w:t>
      </w:r>
      <w:r w:rsidRPr="00357CCC">
        <w:rPr>
          <w:rFonts w:hint="cs"/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خلاف عمل</w:t>
      </w:r>
      <w:r>
        <w:rPr>
          <w:rFonts w:hint="cs"/>
          <w:rtl/>
        </w:rPr>
        <w:t>ی</w:t>
      </w:r>
      <w:r>
        <w:rPr>
          <w:rtl/>
        </w:rPr>
        <w:t xml:space="preserve"> طور پر ج</w:t>
      </w:r>
      <w:r w:rsidRPr="004D70B9">
        <w:rPr>
          <w:rFonts w:hint="cs"/>
          <w:rtl/>
        </w:rPr>
        <w:t>ھ</w:t>
      </w:r>
      <w:r w:rsidRPr="00357CCC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D708B">
        <w:rPr>
          <w:rtl/>
        </w:rPr>
        <w:t xml:space="preserve"> ہو</w:t>
      </w:r>
      <w:r w:rsidRPr="00357CCC">
        <w:rPr>
          <w:rFonts w:hint="cs"/>
          <w:rtl/>
        </w:rPr>
        <w:t>ں"</w:t>
      </w:r>
      <w:r w:rsidR="00EC330E" w:rsidRPr="00357CCC">
        <w:rPr>
          <w:rFonts w:hint="cs"/>
          <w:rtl/>
        </w:rPr>
        <w:t xml:space="preserve"> یہاں </w:t>
      </w:r>
      <w:r>
        <w:rPr>
          <w:rtl/>
        </w:rPr>
        <w:t>پر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اجازت ک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 w:rsidR="005A655B">
        <w:rPr>
          <w:rtl/>
        </w:rPr>
        <w:t xml:space="preserve"> نہیں ہے </w:t>
      </w:r>
      <w:r w:rsidRPr="004D70B9">
        <w:rPr>
          <w:rFonts w:hint="cs"/>
          <w:rtl/>
        </w:rPr>
        <w:t>۔</w:t>
      </w:r>
      <w:r w:rsidRPr="00357CCC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 w:rsidRPr="004D70B9">
        <w:rPr>
          <w:rFonts w:hint="cs"/>
          <w:rtl/>
        </w:rPr>
        <w:t>ے</w:t>
      </w:r>
      <w:r w:rsidRPr="00357CCC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جو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کرسکتا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C50049">
      <w:pPr>
        <w:pStyle w:val="libNormal"/>
        <w:rPr>
          <w:rtl/>
        </w:rPr>
      </w:pPr>
      <w:r w:rsidRPr="002F28F8">
        <w:rPr>
          <w:rStyle w:val="libArabicChar"/>
          <w:rtl/>
        </w:rPr>
        <w:t xml:space="preserve">"ولا 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ختص</w:t>
      </w:r>
      <w:r w:rsidRPr="002F28F8">
        <w:rPr>
          <w:rStyle w:val="libArabicChar"/>
          <w:rtl/>
        </w:rPr>
        <w:t xml:space="preserve"> بمن قصد ومن المسلم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 xml:space="preserve"> بل 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جب</w:t>
      </w:r>
      <w:r w:rsidRPr="002F28F8">
        <w:rPr>
          <w:rStyle w:val="libArabicChar"/>
          <w:rtl/>
        </w:rPr>
        <w:t xml:space="preserve"> عل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من علم بالحال الن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وض اذا لم ی</w:t>
      </w:r>
      <w:r w:rsidRPr="002F28F8">
        <w:rPr>
          <w:rStyle w:val="libArabicChar"/>
          <w:rFonts w:hint="eastAsia"/>
          <w:rtl/>
        </w:rPr>
        <w:t>علم</w:t>
      </w:r>
      <w:r w:rsidRPr="002F28F8">
        <w:rPr>
          <w:rStyle w:val="libArabicChar"/>
          <w:rtl/>
        </w:rPr>
        <w:t xml:space="preserve"> قدر</w:t>
      </w:r>
      <w:r w:rsidR="004D70B9" w:rsidRPr="004D70B9">
        <w:rPr>
          <w:rStyle w:val="libArabicChar"/>
          <w:rFonts w:hint="cs"/>
          <w:rtl/>
        </w:rPr>
        <w:t>ة</w:t>
      </w:r>
      <w:r w:rsidRPr="002F28F8">
        <w:rPr>
          <w:rStyle w:val="libArabicChar"/>
          <w:rtl/>
        </w:rPr>
        <w:t xml:space="preserve"> المقصود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 xml:space="preserve"> عل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المقاوم</w:t>
      </w:r>
      <w:r w:rsidR="004D70B9" w:rsidRPr="004D70B9">
        <w:rPr>
          <w:rStyle w:val="libArabicChar"/>
          <w:rFonts w:hint="cs"/>
          <w:rtl/>
        </w:rPr>
        <w:t>ة</w:t>
      </w:r>
      <w:r w:rsidRPr="002F28F8">
        <w:rPr>
          <w:rStyle w:val="libArabicChar"/>
          <w:rtl/>
        </w:rPr>
        <w:t>"</w:t>
      </w:r>
      <w:r>
        <w:rPr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(16)</w:t>
      </w:r>
      <w:r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lastRenderedPageBreak/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(ان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خاص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مال، جان اور ناموس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قبض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اس مسلمان پر واجب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کو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اس مشکل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تو اس پر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واجب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 xml:space="preserve">مگر شرط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خ</w:t>
      </w:r>
      <w:r>
        <w:rPr>
          <w:rtl/>
        </w:rPr>
        <w:t>ود طاقت و</w:t>
      </w:r>
      <w:r w:rsidR="00EF6DD1">
        <w:rPr>
          <w:rtl/>
        </w:rPr>
        <w:t>رہو</w:t>
      </w:r>
      <w:r w:rsidRPr="00385AE7">
        <w:rPr>
          <w:rFonts w:hint="cs"/>
          <w:rtl/>
        </w:rPr>
        <w:t>ں ا</w:t>
      </w:r>
      <w:r>
        <w:rPr>
          <w:rFonts w:hint="eastAsia"/>
          <w:rtl/>
        </w:rPr>
        <w:t>ور</w:t>
      </w:r>
      <w:r>
        <w:rPr>
          <w:rtl/>
        </w:rPr>
        <w:t xml:space="preserve"> خود دفاع کرسکت</w:t>
      </w:r>
      <w:r w:rsidRPr="004D70B9">
        <w:rPr>
          <w:rFonts w:hint="cs"/>
          <w:rtl/>
        </w:rPr>
        <w:t>ے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وجوب ساقط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اس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علم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 مسلمانوں پر ظلم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رہا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ان کو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مسلمان پر واجب ولازم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طرح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سک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مظلوم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طرح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 </w:t>
      </w:r>
      <w:r>
        <w:rPr>
          <w:rtl/>
        </w:rPr>
        <w:t>پور مدد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خصوص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احکام اور عموم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مسائل خاص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قتل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غسل</w:t>
      </w:r>
      <w:r w:rsidR="005A655B" w:rsidRPr="00385AE7">
        <w:rPr>
          <w:rFonts w:hint="cs"/>
          <w:rtl/>
        </w:rPr>
        <w:t xml:space="preserve"> نہیں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جو شخص رسم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 کو اس</w:t>
      </w:r>
      <w:r>
        <w:rPr>
          <w:rFonts w:hint="cs"/>
          <w:rtl/>
        </w:rPr>
        <w:t>ی</w:t>
      </w:r>
      <w:r>
        <w:rPr>
          <w:rtl/>
        </w:rPr>
        <w:t xml:space="preserve"> لباس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خون ک</w:t>
      </w:r>
      <w:r w:rsidRPr="004D70B9">
        <w:rPr>
          <w:rFonts w:hint="cs"/>
          <w:rtl/>
        </w:rPr>
        <w:t>ے</w:t>
      </w:r>
      <w:r>
        <w:rPr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؂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خون،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راز آب اول</w:t>
      </w:r>
      <w:r>
        <w:rPr>
          <w:rFonts w:hint="cs"/>
          <w:rtl/>
        </w:rPr>
        <w:t>ی</w:t>
      </w:r>
      <w:r>
        <w:rPr>
          <w:rtl/>
        </w:rPr>
        <w:t xml:space="preserve"> تراست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از صد ثواب اول</w:t>
      </w:r>
      <w:r>
        <w:rPr>
          <w:rFonts w:hint="cs"/>
          <w:rtl/>
        </w:rPr>
        <w:t>ی</w:t>
      </w:r>
      <w:r>
        <w:rPr>
          <w:rtl/>
        </w:rPr>
        <w:t xml:space="preserve"> تر است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خون پاک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خالص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ثواب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اصطلاح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کو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احکام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5A655B">
        <w:rPr>
          <w:rtl/>
        </w:rPr>
        <w:t xml:space="preserve"> نہیں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کا ثواب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اجر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والا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اگر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کافروں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کفار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مثلاًو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</w:t>
      </w:r>
      <w:r>
        <w:rPr>
          <w:rFonts w:hint="eastAsia"/>
          <w:rtl/>
        </w:rPr>
        <w:t>انس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فرانس اور جرمن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چ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عائد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اس پر لازم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خود کو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بچان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اس کو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خاطر</w:t>
      </w:r>
      <w:r w:rsidR="005A655B">
        <w:rPr>
          <w:rtl/>
        </w:rPr>
        <w:t xml:space="preserve"> نہیں </w:t>
      </w:r>
      <w:r>
        <w:rPr>
          <w:rtl/>
        </w:rPr>
        <w:t>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نا چا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</w:t>
      </w:r>
      <w:r>
        <w:rPr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جانتا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فوجوں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نہیں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جان کو خطر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اگر اس</w:t>
      </w:r>
      <w:r>
        <w:rPr>
          <w:rFonts w:hint="cs"/>
          <w:rtl/>
        </w:rPr>
        <w:t>ی</w:t>
      </w:r>
      <w:r>
        <w:rPr>
          <w:rtl/>
        </w:rPr>
        <w:t xml:space="preserve"> خطر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و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</w:t>
      </w:r>
      <w:r w:rsidR="005A655B">
        <w:rPr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کو غسل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اء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دشمن حمل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جان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عزت کو خطر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لاحق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 xml:space="preserve">اور اس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دشمن مسلمان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مثال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ہوا </w:t>
      </w:r>
      <w:r w:rsidR="005A655B" w:rsidRPr="00385AE7">
        <w:rPr>
          <w:rFonts w:hint="cs"/>
          <w:rtl/>
        </w:rPr>
        <w:t xml:space="preserve">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اکو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س آتا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(حاج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نماز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چور چور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،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 xml:space="preserve">اکو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اکو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نماز روز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مسلمان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) تو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اگر اس کو جان مال اور عزت کا خطر</w:t>
      </w:r>
      <w:r w:rsidRPr="004D70B9">
        <w:rPr>
          <w:rFonts w:hint="cs"/>
          <w:rtl/>
        </w:rPr>
        <w:t>ہ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تو اس کو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دفاع 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حت</w:t>
      </w:r>
      <w:r>
        <w:rPr>
          <w:rFonts w:hint="cs"/>
          <w:rtl/>
        </w:rPr>
        <w:t>ی</w:t>
      </w:r>
      <w:r>
        <w:rPr>
          <w:rtl/>
        </w:rPr>
        <w:t xml:space="preserve"> الامکان چوروں،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اکوؤں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سوچ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پر حمل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جواب دوں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پر لازم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اکو کو</w:t>
      </w:r>
      <w:r>
        <w:rPr>
          <w:rtl/>
        </w:rPr>
        <w:t xml:space="preserve"> جان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مار 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مارا جاتا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ملاحظ کرسکت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15" w:name="_Toc508875368"/>
      <w:r>
        <w:rPr>
          <w:rFonts w:hint="eastAsia"/>
          <w:rtl/>
        </w:rPr>
        <w:t>سر</w:t>
      </w:r>
      <w:r>
        <w:rPr>
          <w:rtl/>
        </w:rPr>
        <w:t xml:space="preserve"> کشوں س</w:t>
      </w:r>
      <w:r w:rsidRPr="005132F6">
        <w:rPr>
          <w:rFonts w:hint="cs"/>
          <w:rtl/>
        </w:rPr>
        <w:t>ے جنگ</w:t>
      </w:r>
      <w:bookmarkEnd w:id="15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ذکر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دو مقامات اور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سرکشوں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جنگ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چ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قتل کرنا </w:t>
      </w:r>
      <w:r w:rsidR="00C3449B" w:rsidRPr="00385AE7">
        <w:rPr>
          <w:rFonts w:hint="cs"/>
          <w:rtl/>
        </w:rPr>
        <w:t>چاہتا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مسلمانوں پر فرض عائد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کو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گ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مسلمانوں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مسلسل جنگ پر آمادگ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ان پر لازم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مظلوم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سرکش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ارشاد 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ٰ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026058" w:rsidRDefault="00827A66" w:rsidP="00C50049">
      <w:pPr>
        <w:pStyle w:val="libNormal"/>
        <w:rPr>
          <w:rtl/>
        </w:rPr>
      </w:pPr>
      <w:r w:rsidRPr="002F28F8">
        <w:rPr>
          <w:rStyle w:val="libArabicChar"/>
          <w:rtl/>
        </w:rPr>
        <w:t>" وان طائفتان من المومن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 xml:space="preserve"> اقتتلو فاصلحوا ب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ما</w:t>
      </w:r>
      <w:r w:rsidRPr="002F28F8">
        <w:rPr>
          <w:rStyle w:val="libArabicChar"/>
          <w:rtl/>
        </w:rPr>
        <w:t xml:space="preserve"> فان بغت احد</w:t>
      </w:r>
      <w:r w:rsidRPr="002F28F8">
        <w:rPr>
          <w:rStyle w:val="libArabicChar"/>
          <w:rFonts w:hint="cs"/>
          <w:rtl/>
        </w:rPr>
        <w:t>ی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ما</w:t>
      </w:r>
      <w:r w:rsidRPr="002F28F8">
        <w:rPr>
          <w:rStyle w:val="libArabicChar"/>
          <w:rtl/>
        </w:rPr>
        <w:t xml:space="preserve"> عل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الاخر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فقاتلوا الت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تبغ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حت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تفتئ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ال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امر الل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"</w:t>
      </w:r>
      <w:r w:rsidRPr="00385AE7">
        <w:rPr>
          <w:rFonts w:hint="cs"/>
          <w:rtl/>
        </w:rPr>
        <w:t xml:space="preserve"> </w:t>
      </w:r>
      <w:r w:rsidR="00C50049" w:rsidRPr="002F28F8">
        <w:rPr>
          <w:rStyle w:val="libFootnotenumChar"/>
          <w:rFonts w:hint="cs"/>
          <w:rtl/>
        </w:rPr>
        <w:t>(17)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 اور اگر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فرق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کرادو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)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جو فرق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 (ب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)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خدا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 امام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بغاوت کرتا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پر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، اور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والا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 باطل پر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پر واجب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دشمن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مرحل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اختلاف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امر بالمعروف اور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انقلاب برپا کرنا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16" w:name="_Toc508875369"/>
      <w:r>
        <w:rPr>
          <w:rFonts w:hint="eastAsia"/>
          <w:rtl/>
        </w:rPr>
        <w:t>صلح</w:t>
      </w:r>
      <w:r>
        <w:rPr>
          <w:rtl/>
        </w:rPr>
        <w:t xml:space="preserve"> اور فق</w:t>
      </w:r>
      <w:r w:rsidRPr="005132F6">
        <w:rPr>
          <w:rFonts w:hint="cs"/>
          <w:rtl/>
        </w:rPr>
        <w:t>ہ جعفر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16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کتاب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اء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مصالحت،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صلح، صلح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مع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</w:t>
      </w:r>
      <w:r w:rsidRPr="004D70B9">
        <w:rPr>
          <w:rFonts w:hint="cs"/>
          <w:rtl/>
        </w:rPr>
        <w:t>ہ۔</w:t>
      </w:r>
      <w:r w:rsidRPr="00385AE7">
        <w:rPr>
          <w:rFonts w:hint="cs"/>
          <w:rtl/>
        </w:rPr>
        <w:t xml:space="preserve"> آج کل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صلح وصفائ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د 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صلح 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محقق شرائع الاسلام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"الم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ادن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و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المعاقد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ترک الحرب مد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lastRenderedPageBreak/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امن وآشت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پر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باند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صلح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"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مشرک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کرنا جائز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مقرر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نوں،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سال، دس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وسلم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مقام پر دس سال کا مع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"و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اذا تضمنت مصلح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للمسلم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محقق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صلح کرنا جائز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حرام</w:t>
      </w:r>
      <w:r w:rsidR="005A655B" w:rsidRPr="00385AE7">
        <w:rPr>
          <w:rFonts w:hint="cs"/>
          <w:rtl/>
        </w:rPr>
        <w:t xml:space="preserve"> نہیں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جنگ کرنا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کفار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قبض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تو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پر واجب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دشمن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قبض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>انا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اب اگر مصلحت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دشمن صلح 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پر دستخط کرنا جائز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ں؟جناب</w:t>
      </w:r>
      <w:r>
        <w:rPr>
          <w:rtl/>
        </w:rPr>
        <w:t xml:space="preserve"> محقق کا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نا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مصلحت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صلح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="005513FA" w:rsidRPr="00385AE7">
        <w:rPr>
          <w:rFonts w:hint="cs"/>
          <w:rtl/>
        </w:rPr>
        <w:t xml:space="preserve"> رہی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 کس صلح 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ق</w:t>
      </w:r>
      <w:r>
        <w:rPr>
          <w:rFonts w:hint="eastAsia"/>
          <w:rtl/>
        </w:rPr>
        <w:t>بول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جناب محقق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"اما لقلت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م عن المقاوم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تو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صبر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مسلح اور طاقتور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اور </w:t>
      </w:r>
    </w:p>
    <w:p w:rsidR="00827A66" w:rsidRDefault="00827A66" w:rsidP="002F28F8">
      <w:pPr>
        <w:pStyle w:val="libArabic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لما </w:t>
      </w:r>
      <w:r>
        <w:rPr>
          <w:rFonts w:hint="cs"/>
          <w:rtl/>
        </w:rPr>
        <w:t>ی</w:t>
      </w:r>
      <w:r>
        <w:rPr>
          <w:rFonts w:hint="eastAsia"/>
          <w:rtl/>
        </w:rPr>
        <w:t>حصل</w:t>
      </w:r>
      <w:r>
        <w:rPr>
          <w:rtl/>
        </w:rPr>
        <w:t xml:space="preserve"> ب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الا استظ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ار"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بند</w:t>
      </w:r>
      <w:r>
        <w:rPr>
          <w:rFonts w:hint="cs"/>
          <w:rtl/>
        </w:rPr>
        <w:t>ی</w:t>
      </w:r>
      <w:r>
        <w:rPr>
          <w:rtl/>
        </w:rPr>
        <w:t xml:space="preserve"> ا 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</w:t>
      </w:r>
      <w:r w:rsidR="005A655B" w:rsidRPr="00385AE7">
        <w:rPr>
          <w:rFonts w:hint="cs"/>
          <w:rtl/>
        </w:rPr>
        <w:t xml:space="preserve"> رہے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2F28F8">
      <w:pPr>
        <w:pStyle w:val="libArabic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لرجاء الدخول ف</w:t>
      </w:r>
      <w:r>
        <w:rPr>
          <w:rFonts w:hint="cs"/>
          <w:rtl/>
        </w:rPr>
        <w:t>ی</w:t>
      </w:r>
      <w:r>
        <w:rPr>
          <w:rtl/>
        </w:rPr>
        <w:t xml:space="preserve"> الاسلام مع التربص"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5513FA">
        <w:rPr>
          <w:rtl/>
        </w:rPr>
        <w:t xml:space="preserve"> رہی 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حزب مخالف اسلام قبول کرنا </w:t>
      </w:r>
      <w:r w:rsidR="00C3449B" w:rsidRPr="00385AE7">
        <w:rPr>
          <w:rFonts w:hint="cs"/>
          <w:rtl/>
        </w:rPr>
        <w:t>چاہتا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وقت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 جب مخالف کافر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دشمن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صلح کر</w:t>
      </w:r>
      <w:r w:rsidR="005A655B" w:rsidRPr="00385AE7">
        <w:rPr>
          <w:rFonts w:hint="cs"/>
          <w:rtl/>
        </w:rPr>
        <w:t xml:space="preserve"> 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عرص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دوران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پر غلب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مطالب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"ومت</w:t>
      </w:r>
      <w:r>
        <w:rPr>
          <w:rFonts w:hint="cs"/>
          <w:rtl/>
        </w:rPr>
        <w:t>ی</w:t>
      </w:r>
      <w:r>
        <w:rPr>
          <w:rtl/>
        </w:rPr>
        <w:t xml:space="preserve"> ارتفعت ذلک وکان ف</w:t>
      </w:r>
      <w:r>
        <w:rPr>
          <w:rFonts w:hint="cs"/>
          <w:rtl/>
        </w:rPr>
        <w:t>ی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الخصم لم </w:t>
      </w:r>
      <w:r>
        <w:rPr>
          <w:rFonts w:hint="cs"/>
          <w:rtl/>
        </w:rPr>
        <w:t>ی</w:t>
      </w:r>
      <w:r>
        <w:rPr>
          <w:rFonts w:hint="eastAsia"/>
          <w:rtl/>
        </w:rPr>
        <w:t>جز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شرائط ختم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صلح بر قرار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جائز</w:t>
      </w:r>
      <w:r w:rsidR="005A655B" w:rsidRPr="00385AE7">
        <w:rPr>
          <w:rFonts w:hint="cs"/>
          <w:rtl/>
        </w:rPr>
        <w:t xml:space="preserve"> نہیں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واضح وروشن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صلح چند خاص شرائط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 جائز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صلح خوا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داد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زبان</w:t>
      </w:r>
      <w:r>
        <w:rPr>
          <w:rFonts w:hint="cs"/>
          <w:rtl/>
        </w:rPr>
        <w:t>ی</w:t>
      </w:r>
      <w:r>
        <w:rPr>
          <w:rtl/>
        </w:rPr>
        <w:t xml:space="preserve"> طور پر جنگ بند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 w:rsidR="00851B2F">
        <w:rPr>
          <w:rtl/>
        </w:rPr>
        <w:t>اہ</w:t>
      </w:r>
      <w:r w:rsidRPr="00385AE7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ذکر</w:t>
      </w:r>
      <w:r w:rsidR="005A655B">
        <w:rPr>
          <w:rtl/>
        </w:rPr>
        <w:t xml:space="preserve"> 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</w:t>
      </w:r>
      <w:r>
        <w:rPr>
          <w:rFonts w:hint="eastAsia"/>
          <w:rtl/>
        </w:rPr>
        <w:t>لح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داد باند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گا جب دو مخالف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پر آمادگ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</w:t>
      </w:r>
      <w:r w:rsidRPr="00385AE7">
        <w:rPr>
          <w:rFonts w:hint="cs"/>
          <w:rtl/>
        </w:rPr>
        <w:lastRenderedPageBreak/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آپ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پر عمل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</w:t>
      </w:r>
      <w:r>
        <w:rPr>
          <w:rFonts w:hint="eastAsia"/>
          <w:rtl/>
        </w:rPr>
        <w:t>گ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 اور امن وآشت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تلاش کرنا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تو اس وقت جنگ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>
        <w:rPr>
          <w:rtl/>
        </w:rPr>
        <w:t>جنگ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طرح صورت 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وقت مسلمانوں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کم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اپنا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نقصان کرت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ممکن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جنگ بند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وقف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دوران خود کو مضبوط اور طاقتور کرنا چ</w:t>
      </w:r>
      <w:r w:rsidR="00EF6DD1" w:rsidRPr="00385AE7">
        <w:rPr>
          <w:rFonts w:hint="cs"/>
          <w:rtl/>
        </w:rPr>
        <w:t xml:space="preserve">اہتے </w:t>
      </w:r>
      <w:r w:rsidR="00BD7C38" w:rsidRPr="00385AE7">
        <w:rPr>
          <w:rFonts w:hint="cs"/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سوچ بدل کر ان کو مومن ومسلمان بنانا مقصود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مطالب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صلح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انداز بالکل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 امجد حضرت محمد مصطف</w:t>
      </w:r>
      <w:r>
        <w:rPr>
          <w:rFonts w:hint="cs"/>
          <w:rtl/>
        </w:rPr>
        <w:t>ی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حالات و واقعات کو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انتظار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حکمت ودانشمند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دشمن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صلح کر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17" w:name="_Toc508875370"/>
      <w:r>
        <w:rPr>
          <w:rFonts w:hint="eastAsia"/>
          <w:rtl/>
        </w:rPr>
        <w:t>صلح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17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جب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تو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بعض صحاب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فقط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سال گزرن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ان پر اس صلح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ثمرات ونتائج ظ</w:t>
      </w:r>
      <w:r w:rsidR="00ED61E8" w:rsidRPr="00385AE7">
        <w:rPr>
          <w:rFonts w:hint="cs"/>
          <w:rtl/>
        </w:rPr>
        <w:t xml:space="preserve">اہر 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مجبور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سرکار رسلت مآب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ہجر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جنگ بدر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رونما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حضور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بغض وک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جنگ احد</w:t>
      </w:r>
      <w:r w:rsidR="005A655B" w:rsidRPr="00385AE7">
        <w:rPr>
          <w:rFonts w:hint="cs"/>
          <w:rtl/>
        </w:rPr>
        <w:t xml:space="preserve"> ہوئی </w:t>
      </w:r>
      <w:r>
        <w:rPr>
          <w:rtl/>
        </w:rPr>
        <w:t>جس طرح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حضور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نفرت کا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مسلمان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نفرت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دشمن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چاند نظر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حرام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1B2F">
        <w:rPr>
          <w:rtl/>
        </w:rPr>
        <w:t>جاہل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رسم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ط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مکمل طور پر جنگ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وکشتار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>
        <w:rPr>
          <w:rtl/>
        </w:rPr>
        <w:t xml:space="preserve"> خاموش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جات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دشمن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حضور رسالتمآب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سوچا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1B2F">
        <w:rPr>
          <w:rtl/>
        </w:rPr>
        <w:t>جاہل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رسم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EF6DD1">
        <w:rPr>
          <w:rtl/>
        </w:rPr>
        <w:t>وہا</w:t>
      </w:r>
      <w:r w:rsidRPr="00385AE7">
        <w:rPr>
          <w:rFonts w:hint="cs"/>
          <w:rtl/>
        </w:rPr>
        <w:t>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عمر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واپس تش</w:t>
      </w:r>
      <w:r>
        <w:rPr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کا اور کوئ</w:t>
      </w:r>
      <w:r>
        <w:rPr>
          <w:rFonts w:hint="cs"/>
          <w:rtl/>
        </w:rPr>
        <w:t>ی</w:t>
      </w:r>
      <w:r>
        <w:rPr>
          <w:rtl/>
        </w:rPr>
        <w:t xml:space="preserve"> اراد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کا اعلان ف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سات سو آدم</w:t>
      </w:r>
      <w:r>
        <w:rPr>
          <w:rFonts w:hint="cs"/>
          <w:rtl/>
        </w:rPr>
        <w:t>ی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چود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سو آدم</w:t>
      </w:r>
      <w:r>
        <w:rPr>
          <w:rFonts w:hint="cs"/>
          <w:rtl/>
        </w:rPr>
        <w:t>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صحاب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سپار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نکل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حالت احرام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، </w:t>
      </w:r>
      <w:r>
        <w:rPr>
          <w:rtl/>
        </w:rPr>
        <w:t>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385AE7">
        <w:rPr>
          <w:rFonts w:hint="cs"/>
          <w:rtl/>
        </w:rPr>
        <w:lastRenderedPageBreak/>
        <w:t>آپ کا حج قران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جانور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جانوروں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رسم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جانور کو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خود بخود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کا جانور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سات سو افراد ک</w:t>
      </w:r>
      <w:r>
        <w:rPr>
          <w:rFonts w:hint="cs"/>
          <w:rtl/>
        </w:rPr>
        <w:t>ی</w:t>
      </w:r>
      <w:r>
        <w:rPr>
          <w:rtl/>
        </w:rPr>
        <w:t xml:space="preserve"> مناسبت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 سو جانور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خاص علامت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ان کو قا</w:t>
      </w:r>
      <w:r>
        <w:rPr>
          <w:rFonts w:hint="eastAsia"/>
          <w:rtl/>
        </w:rPr>
        <w:t>فل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انداز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لگا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حج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</w:t>
      </w:r>
      <w:r w:rsidR="00EC330E" w:rsidRPr="00385AE7">
        <w:rPr>
          <w:rFonts w:hint="cs"/>
          <w:rtl/>
        </w:rPr>
        <w:t>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آئ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پروگرام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حضور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اور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اطلاع مل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جب آپ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نچ</w:t>
      </w:r>
      <w:r w:rsidRPr="004D70B9">
        <w:rPr>
          <w:rFonts w:hint="cs"/>
          <w:rtl/>
        </w:rPr>
        <w:t>ے</w:t>
      </w:r>
      <w:r>
        <w:rPr>
          <w:rtl/>
        </w:rPr>
        <w:t xml:space="preserve"> تو زن ومرد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غرض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تمام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نکل کر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آگئ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کو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گز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حالانک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حرام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اس م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عربوں ک</w:t>
      </w:r>
      <w:r>
        <w:rPr>
          <w:rFonts w:hint="cs"/>
          <w:rtl/>
        </w:rPr>
        <w:t>ی</w:t>
      </w:r>
      <w:r>
        <w:rPr>
          <w:rtl/>
        </w:rPr>
        <w:t xml:space="preserve"> اس پران</w:t>
      </w:r>
      <w:r>
        <w:rPr>
          <w:rFonts w:hint="cs"/>
          <w:rtl/>
        </w:rPr>
        <w:t>ی</w:t>
      </w:r>
      <w:r>
        <w:rPr>
          <w:rtl/>
        </w:rPr>
        <w:t xml:space="preserve"> اور مروج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رسم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کرنا 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آپ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ے</w:t>
      </w:r>
      <w:r>
        <w:rPr>
          <w:rtl/>
        </w:rPr>
        <w:t xml:space="preserve"> اترآئ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چند آدم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tl/>
        </w:rPr>
        <w:t xml:space="preserve"> تبادل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چند بزرگ آدم</w:t>
      </w:r>
      <w:r>
        <w:rPr>
          <w:rFonts w:hint="cs"/>
          <w:rtl/>
        </w:rPr>
        <w:t>ی</w:t>
      </w:r>
      <w:r>
        <w:rPr>
          <w:rtl/>
        </w:rPr>
        <w:t xml:space="preserve"> حضور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="00EC330E" w:rsidRPr="00385AE7">
        <w:rPr>
          <w:rFonts w:hint="cs"/>
          <w:rtl/>
        </w:rPr>
        <w:t xml:space="preserve">یہاں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کس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اور حج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ادئ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D7C38">
        <w:rPr>
          <w:rtl/>
        </w:rPr>
        <w:t xml:space="preserve"> ہوں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حج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فراغت پات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فوراً واپس چلا جاؤں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آتا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واپس چلا جاتا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مطمئن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اور آپ ک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ر</w:t>
      </w:r>
      <w:r w:rsidR="00851B2F" w:rsidRPr="00385AE7">
        <w:rPr>
          <w:rFonts w:hint="cs"/>
          <w:rtl/>
        </w:rPr>
        <w:t xml:space="preserve">اہی 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پکا اراد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 کا پروگرام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اگر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پر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کا دندان شکن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الرضوان ک</w:t>
      </w:r>
      <w:r>
        <w:rPr>
          <w:rFonts w:hint="cs"/>
          <w:rtl/>
        </w:rPr>
        <w:t>ی</w:t>
      </w:r>
      <w:r>
        <w:rPr>
          <w:rtl/>
        </w:rPr>
        <w:t xml:space="preserve"> رسم ادا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اصحاب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از سر نو آپ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نمائند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صلح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نمائندوں ک</w:t>
      </w:r>
      <w:r>
        <w:rPr>
          <w:rFonts w:hint="cs"/>
          <w:rtl/>
        </w:rPr>
        <w:t>ی</w:t>
      </w:r>
      <w:r>
        <w:rPr>
          <w:rtl/>
        </w:rPr>
        <w:t xml:space="preserve"> آمد و رفت شروع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نمائندوں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جاکر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دو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اکلت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م الحرب"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افسوس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پر جنگ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 w:rsidR="00EF6DD1">
        <w:rPr>
          <w:rtl/>
        </w:rPr>
        <w:t xml:space="preserve">اہتے 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فائد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شرط قابل قبول</w:t>
      </w:r>
      <w:r w:rsidR="005A655B">
        <w:rPr>
          <w:rtl/>
        </w:rPr>
        <w:t xml:space="preserve"> نہیں ہے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صرف اور صرف صلح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قرار داد پاس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سلسل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</w:t>
      </w:r>
      <w:r>
        <w:rPr>
          <w:rFonts w:hint="eastAsia"/>
          <w:rtl/>
        </w:rPr>
        <w:t>مرو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فرائض ادا کر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صلح 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مطالب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حضور اکرم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امسال واپس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سال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تک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عمر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واپس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صلح 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eastAsia"/>
          <w:rtl/>
        </w:rPr>
        <w:t>رط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مل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حق </w:t>
      </w:r>
      <w:r>
        <w:rPr>
          <w:rtl/>
        </w:rPr>
        <w:lastRenderedPageBreak/>
        <w:t>حاصل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مل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مسلمانوں کو حق حاصل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کو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>
        <w:rPr>
          <w:rtl/>
        </w:rPr>
        <w:t xml:space="preserve"> سات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رہیں</w:t>
      </w:r>
      <w:r>
        <w:rPr>
          <w:rtl/>
        </w:rPr>
        <w:t xml:space="preserve"> اور ان پر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ک</w:t>
      </w:r>
      <w:r>
        <w:rPr>
          <w:rFonts w:hint="cs"/>
          <w:rtl/>
        </w:rPr>
        <w:t>ی</w:t>
      </w:r>
      <w:r>
        <w:rPr>
          <w:rtl/>
        </w:rPr>
        <w:t xml:space="preserve"> خاطر ان ک</w:t>
      </w:r>
      <w:r>
        <w:rPr>
          <w:rFonts w:hint="cs"/>
          <w:rtl/>
        </w:rPr>
        <w:t>ی</w:t>
      </w:r>
      <w:r>
        <w:rPr>
          <w:rtl/>
        </w:rPr>
        <w:t xml:space="preserve"> تمام شرائط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ک</w:t>
      </w:r>
      <w:r>
        <w:rPr>
          <w:rFonts w:hint="cs"/>
          <w:rtl/>
        </w:rPr>
        <w:t>ی</w:t>
      </w:r>
      <w:r>
        <w:rPr>
          <w:rtl/>
        </w:rPr>
        <w:t xml:space="preserve"> خاطر قرار داد پر دستخط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مسلمان کو سخت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عزت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tl/>
        </w:rPr>
        <w:t>ک آکر واپس لو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درست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تو واپس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قرار داد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اس پر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دستخط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چک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اب تو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کرنا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آپ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جانوروں کو ذبح کردو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سر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بالوں کو مون</w:t>
      </w:r>
      <w:r w:rsidRPr="004D70B9">
        <w:rPr>
          <w:rFonts w:hint="cs"/>
          <w:rtl/>
        </w:rPr>
        <w:t>ڈ</w:t>
      </w:r>
      <w:r>
        <w:rPr>
          <w:rFonts w:hint="eastAsia"/>
          <w:rtl/>
        </w:rPr>
        <w:t>وا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جب سر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بال من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وا چک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دوسروں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طرح کا عمل اس بات ک</w:t>
      </w:r>
      <w:r>
        <w:rPr>
          <w:rFonts w:hint="cs"/>
          <w:rtl/>
        </w:rPr>
        <w:t>ی</w:t>
      </w:r>
      <w:r>
        <w:rPr>
          <w:rtl/>
        </w:rPr>
        <w:t xml:space="preserve"> علامت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حالت احرام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نکل چک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عمر سخت ناراض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اور حضرت ابو بکر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کچ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ہوا ہے </w:t>
      </w:r>
      <w:r w:rsidRPr="00385AE7">
        <w:rPr>
          <w:rFonts w:hint="cs"/>
          <w:rtl/>
        </w:rPr>
        <w:t>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نہیں ہوا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مسلمان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مشرک</w:t>
      </w:r>
      <w:r w:rsidR="005A655B">
        <w:rPr>
          <w:rtl/>
        </w:rPr>
        <w:t xml:space="preserve"> نہیں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ہوا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حضور پاک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قبل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فتح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بزرگ رسول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اور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مسلمان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211648">
        <w:rPr>
          <w:rtl/>
        </w:rPr>
        <w:t xml:space="preserve"> ہوئے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عرض ک</w:t>
      </w:r>
      <w:r>
        <w:rPr>
          <w:rFonts w:hint="cs"/>
          <w:rtl/>
        </w:rPr>
        <w:t>ی</w:t>
      </w:r>
      <w:r>
        <w:rPr>
          <w:rtl/>
        </w:rPr>
        <w:t xml:space="preserve"> پس اس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ظ</w:t>
      </w:r>
      <w:r w:rsidR="00ED61E8">
        <w:rPr>
          <w:rtl/>
        </w:rPr>
        <w:t xml:space="preserve">اہر </w:t>
      </w:r>
      <w:r w:rsidR="005A655B" w:rsidRPr="00385AE7">
        <w:rPr>
          <w:rFonts w:hint="cs"/>
          <w:rtl/>
        </w:rPr>
        <w:t xml:space="preserve"> ہوئی </w:t>
      </w:r>
      <w:r w:rsidR="005A655B">
        <w:rPr>
          <w:rtl/>
        </w:rPr>
        <w:t xml:space="preserve">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امسال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خواب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سچا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ضرور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دونوں بزرگوں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حضور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قرار داد تو ن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ہوئی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</w:t>
      </w:r>
      <w:r w:rsidR="005A655B" w:rsidRPr="004D70B9">
        <w:rPr>
          <w:rFonts w:hint="cs"/>
          <w:rtl/>
        </w:rPr>
        <w:t>ہمارے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 سکت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ملا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 xml:space="preserve">ں جانا </w:t>
      </w:r>
      <w:r w:rsidR="00C3449B" w:rsidRPr="00385AE7">
        <w:rPr>
          <w:rFonts w:hint="cs"/>
          <w:rtl/>
        </w:rPr>
        <w:t>چاہتا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مرتد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اس ک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ضرورت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جو مرتد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کا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رہا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کر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پاس آجائ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تم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جاؤ اور جس طرح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گزار و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ضرور کوئ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واقعتاً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شرائط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مسلمان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لشکر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قرارداد پر دستخط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اس کا دوسرا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 w:rsidRPr="004D70B9">
        <w:rPr>
          <w:rFonts w:hint="cs"/>
          <w:rtl/>
        </w:rPr>
        <w:t>ٹ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واپس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اس نوجوان کا نام ابو جندل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واپس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جاؤ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سبب بنائ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فکر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 w:rsidRPr="004D70B9">
        <w:rPr>
          <w:rFonts w:hint="cs"/>
          <w:rtl/>
        </w:rPr>
        <w:t>ہ</w:t>
      </w:r>
      <w:r>
        <w:rPr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ختا</w:t>
      </w:r>
      <w:r>
        <w:rPr>
          <w:rtl/>
        </w:rPr>
        <w:t xml:space="preserve"> چلاتا </w:t>
      </w:r>
      <w:r w:rsidR="00C3449B">
        <w:rPr>
          <w:rtl/>
        </w:rPr>
        <w:t>رہا</w:t>
      </w:r>
      <w:r w:rsidRPr="00385AE7">
        <w:rPr>
          <w:rFonts w:hint="cs"/>
          <w:rtl/>
        </w:rPr>
        <w:t>،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کافروں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ومددگار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مسلمان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Pr="004D70B9">
        <w:rPr>
          <w:rFonts w:hint="cs"/>
          <w:rtl/>
        </w:rPr>
        <w:t>ہ</w:t>
      </w:r>
      <w:r w:rsidR="00BF209D" w:rsidRPr="00BF209D">
        <w:rPr>
          <w:rStyle w:val="libAlaemChar"/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lastRenderedPageBreak/>
        <w:t xml:space="preserve">صلى‌الله‌عليه‌وآله‌وسلم </w:t>
      </w:r>
      <w:r w:rsidRPr="00385AE7">
        <w:rPr>
          <w:rFonts w:hint="cs"/>
          <w:rtl/>
        </w:rPr>
        <w:t>آپ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کو واپس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نہیں </w:t>
      </w:r>
      <w:r>
        <w:rPr>
          <w:rtl/>
        </w:rPr>
        <w:t>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واپس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اب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نوجوان قرارداد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آزادان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طور پر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تمام نوجوانو</w:t>
      </w:r>
      <w:r>
        <w:rPr>
          <w:rtl/>
        </w:rPr>
        <w:t>ں کو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مسلم</w:t>
      </w:r>
      <w:r>
        <w:rPr>
          <w:rFonts w:hint="eastAsia"/>
          <w:rtl/>
        </w:rPr>
        <w:t>ان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سالوں ک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حالات بدلت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مسلمانوں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لک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و قرآن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علم و عمل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تزکر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واقع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="00851B2F">
        <w:rPr>
          <w:rtl/>
        </w:rPr>
        <w:t>اہ</w:t>
      </w:r>
      <w:r w:rsidRPr="00385AE7">
        <w:rPr>
          <w:rFonts w:hint="cs"/>
          <w:rtl/>
        </w:rPr>
        <w:t>وں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سناؤں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مسلمان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3449B">
        <w:rPr>
          <w:rtl/>
        </w:rPr>
        <w:t>رہا</w:t>
      </w:r>
      <w:r w:rsidRPr="00385AE7">
        <w:rPr>
          <w:rFonts w:hint="cs"/>
          <w:rtl/>
        </w:rPr>
        <w:t>ئش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ادر و شجاع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قراردادوں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اس کو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 شخص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واپس لو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C50049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نوجوان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جتنا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واپس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وعد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کرچک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بولنا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tl/>
        </w:rPr>
        <w:t>ا 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تم جاؤ انشاء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حالات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جلد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حراست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مسلح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مسلح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ذ</w:t>
      </w:r>
      <w:r>
        <w:rPr>
          <w:rFonts w:hint="eastAsia"/>
          <w:rtl/>
        </w:rPr>
        <w:t>والحل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مسجد شجر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احرام باند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 w:rsidR="00EC330E">
        <w:rPr>
          <w:rtl/>
        </w:rPr>
        <w:t xml:space="preserve"> یہاں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 کلو 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ر</w:t>
      </w:r>
      <w:r>
        <w:rPr>
          <w:rtl/>
        </w:rPr>
        <w:t xml:space="preserve"> دور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ے</w:t>
      </w:r>
      <w:r>
        <w:rPr>
          <w:rtl/>
        </w:rPr>
        <w:t xml:space="preserve"> آرام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تلوار تو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خوبصورت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ذرا مج</w:t>
      </w:r>
      <w:r w:rsidRPr="004D70B9">
        <w:rPr>
          <w:rFonts w:hint="cs"/>
          <w:rtl/>
        </w:rPr>
        <w:t>ھے</w:t>
      </w:r>
      <w:r>
        <w:rPr>
          <w:rtl/>
        </w:rPr>
        <w:t xml:space="preserve"> دک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تو س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تلوار ل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E44EB">
        <w:rPr>
          <w:rtl/>
        </w:rPr>
        <w:t xml:space="preserve"> ہی </w:t>
      </w:r>
      <w:r>
        <w:rPr>
          <w:rtl/>
        </w:rPr>
        <w:t>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کام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مقتول کا دوسرا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ہوا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لمحوں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6DD1">
        <w:rPr>
          <w:rtl/>
        </w:rPr>
        <w:t>وہا</w:t>
      </w:r>
      <w:r w:rsidRPr="00385AE7">
        <w:rPr>
          <w:rFonts w:hint="cs"/>
          <w:rtl/>
        </w:rPr>
        <w:t>ں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قرار داد پر عمل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قرار داد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آجائ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آپ اس کو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آپ اس</w:t>
      </w:r>
      <w:r>
        <w:rPr>
          <w:rFonts w:hint="cs"/>
          <w:rtl/>
        </w:rPr>
        <w:t>ی</w:t>
      </w:r>
      <w:r>
        <w:rPr>
          <w:rtl/>
        </w:rPr>
        <w:t xml:space="preserve"> وقت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ھڑے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او</w:t>
      </w:r>
      <w:r>
        <w:rPr>
          <w:rFonts w:hint="eastAsia"/>
          <w:rtl/>
        </w:rPr>
        <w:t>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D70B9">
        <w:rPr>
          <w:rFonts w:hint="cs"/>
          <w:rtl/>
        </w:rPr>
        <w:t>ے</w:t>
      </w:r>
      <w:r>
        <w:rPr>
          <w:rtl/>
        </w:rPr>
        <w:t xml:space="preserve"> احمر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کنار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 xml:space="preserve"> اور اس کو مرکز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مسلمان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برداشت کر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 کو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اجازت</w:t>
      </w:r>
      <w:r w:rsidR="005A655B">
        <w:rPr>
          <w:rtl/>
        </w:rPr>
        <w:t xml:space="preserve"> نہیں </w:t>
      </w:r>
      <w:r>
        <w:rPr>
          <w:rtl/>
        </w:rPr>
        <w:t>د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ساحل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مرکز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ستر </w:t>
      </w:r>
      <w:r w:rsidR="00C50049" w:rsidRPr="00385AE7">
        <w:rPr>
          <w:rFonts w:hint="cs"/>
          <w:rtl/>
        </w:rPr>
        <w:t xml:space="preserve"> </w:t>
      </w:r>
      <w:r>
        <w:rPr>
          <w:rtl/>
          <w:lang w:bidi="fa-IR"/>
        </w:rPr>
        <w:t>۷۰</w:t>
      </w:r>
      <w:r w:rsidR="00C50049">
        <w:rPr>
          <w:rFonts w:hint="cs"/>
          <w:rtl/>
          <w:lang w:bidi="fa-IR"/>
        </w:rPr>
        <w:t xml:space="preserve">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گ اک</w:t>
      </w:r>
      <w:r w:rsidRPr="004D70B9">
        <w:rPr>
          <w:rFonts w:hint="cs"/>
          <w:rtl/>
        </w:rPr>
        <w:t>ٹھے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"طاقت" بن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اب آمد و رفت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>
        <w:rPr>
          <w:rtl/>
        </w:rPr>
        <w:t>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خود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Pr="004D70B9">
        <w:rPr>
          <w:rFonts w:hint="cs"/>
          <w:rtl/>
        </w:rPr>
        <w:t>ہ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="000E44EB" w:rsidRPr="00385AE7">
        <w:rPr>
          <w:rFonts w:hint="cs"/>
          <w:rtl/>
        </w:rPr>
        <w:t xml:space="preserve">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درخواست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ان کو لک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رکاو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خود</w:t>
      </w:r>
      <w:r w:rsidR="000E44EB" w:rsidRPr="00385AE7">
        <w:rPr>
          <w:rFonts w:hint="cs"/>
          <w:rtl/>
        </w:rPr>
        <w:t xml:space="preserve"> ہی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قرارداد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صرف نظر کر</w:t>
      </w:r>
      <w:r>
        <w:rPr>
          <w:rtl/>
        </w:rPr>
        <w:t>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قرارداد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افکار ونظر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 xml:space="preserve">جو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مسلمان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طور پر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اور اس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لوگ فوج در فو</w:t>
      </w:r>
      <w:r>
        <w:rPr>
          <w:rFonts w:hint="eastAsia"/>
          <w:rtl/>
        </w:rPr>
        <w:t>ج</w:t>
      </w:r>
      <w:r>
        <w:rPr>
          <w:rtl/>
        </w:rPr>
        <w:t xml:space="preserve"> دائر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تر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tl/>
        </w:rPr>
        <w:lastRenderedPageBreak/>
        <w:t>ختم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مدبران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دورس نتائج بر آمد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 فوائد کو تو شمار</w:t>
      </w:r>
      <w:r w:rsidR="000E44EB" w:rsidRPr="00385AE7">
        <w:rPr>
          <w:rFonts w:hint="cs"/>
          <w:rtl/>
        </w:rPr>
        <w:t xml:space="preserve"> ہی </w:t>
      </w:r>
      <w:r w:rsidR="005A655B">
        <w:rPr>
          <w:rtl/>
        </w:rPr>
        <w:t xml:space="preserve">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آت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 xml:space="preserve">امام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معصو</w:t>
      </w:r>
      <w:r>
        <w:rPr>
          <w:rFonts w:hint="eastAsia"/>
          <w:rtl/>
        </w:rPr>
        <w:t>مان</w:t>
      </w:r>
      <w:r w:rsidRPr="004D70B9">
        <w:rPr>
          <w:rFonts w:hint="cs"/>
          <w:rtl/>
        </w:rPr>
        <w:t>ہ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آپ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C330E">
        <w:rPr>
          <w:rtl/>
        </w:rPr>
        <w:t xml:space="preserve"> یہاں </w:t>
      </w:r>
      <w:r>
        <w:rPr>
          <w:rtl/>
        </w:rPr>
        <w:t>پر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عرض کرنا </w:t>
      </w:r>
      <w:r w:rsidR="00C3449B" w:rsidRPr="00385AE7">
        <w:rPr>
          <w:rFonts w:hint="cs"/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سوال کرتا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صلح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ن؟تو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اس کو اس طرح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طرف رجوع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کا حکم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صلح کا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پاس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</w:t>
      </w:r>
      <w:r w:rsidR="005A655B">
        <w:rPr>
          <w:rtl/>
        </w:rPr>
        <w:t xml:space="preserve"> ہیں </w:t>
      </w:r>
      <w:r>
        <w:rPr>
          <w:rtl/>
        </w:rPr>
        <w:t>جو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کافروں ومشرکوں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ارشاد ال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ٰ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: </w:t>
      </w:r>
    </w:p>
    <w:p w:rsidR="00827A66" w:rsidRDefault="007F7100" w:rsidP="00C50049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2F28F8">
        <w:rPr>
          <w:rStyle w:val="libAieChar"/>
          <w:rtl/>
        </w:rPr>
        <w:t>وقاتلوا ف</w:t>
      </w:r>
      <w:r w:rsidRPr="002F28F8">
        <w:rPr>
          <w:rStyle w:val="libAieChar"/>
          <w:rFonts w:hint="cs"/>
          <w:rtl/>
        </w:rPr>
        <w:t>ی</w:t>
      </w:r>
      <w:r w:rsidRPr="002F28F8">
        <w:rPr>
          <w:rStyle w:val="libAieChar"/>
          <w:rtl/>
        </w:rPr>
        <w:t xml:space="preserve"> سب</w:t>
      </w:r>
      <w:r w:rsidRPr="002F28F8">
        <w:rPr>
          <w:rStyle w:val="libAieChar"/>
          <w:rFonts w:hint="cs"/>
          <w:rtl/>
        </w:rPr>
        <w:t>ی</w:t>
      </w:r>
      <w:r w:rsidRPr="002F28F8">
        <w:rPr>
          <w:rStyle w:val="libAieChar"/>
          <w:rFonts w:hint="eastAsia"/>
          <w:rtl/>
        </w:rPr>
        <w:t>ل</w:t>
      </w:r>
      <w:r w:rsidRPr="002F28F8">
        <w:rPr>
          <w:rStyle w:val="libAieChar"/>
          <w:rtl/>
        </w:rPr>
        <w:t xml:space="preserve"> الل</w:t>
      </w:r>
      <w:r w:rsidRPr="00AE18BD">
        <w:rPr>
          <w:rStyle w:val="libAieChar"/>
          <w:rFonts w:hint="cs"/>
          <w:rtl/>
        </w:rPr>
        <w:t>ه</w:t>
      </w:r>
      <w:r w:rsidRPr="002F28F8">
        <w:rPr>
          <w:rStyle w:val="libAieChar"/>
          <w:rFonts w:hint="cs"/>
          <w:rtl/>
        </w:rPr>
        <w:t xml:space="preserve"> الذی</w:t>
      </w:r>
      <w:r w:rsidRPr="002F28F8">
        <w:rPr>
          <w:rStyle w:val="libAieChar"/>
          <w:rFonts w:hint="eastAsia"/>
          <w:rtl/>
        </w:rPr>
        <w:t>ن</w:t>
      </w:r>
      <w:r w:rsidRPr="002F28F8">
        <w:rPr>
          <w:rStyle w:val="libAieChar"/>
          <w:rtl/>
        </w:rPr>
        <w:t xml:space="preserve"> </w:t>
      </w:r>
      <w:r w:rsidRPr="002F28F8">
        <w:rPr>
          <w:rStyle w:val="libAieChar"/>
          <w:rFonts w:hint="cs"/>
          <w:rtl/>
        </w:rPr>
        <w:t>ی</w:t>
      </w:r>
      <w:r w:rsidRPr="002F28F8">
        <w:rPr>
          <w:rStyle w:val="libAieChar"/>
          <w:rFonts w:hint="eastAsia"/>
          <w:rtl/>
        </w:rPr>
        <w:t>قاتلونکم</w:t>
      </w:r>
      <w:r w:rsidRPr="002F28F8">
        <w:rPr>
          <w:rStyle w:val="libAieChar"/>
          <w:rtl/>
        </w:rPr>
        <w:t xml:space="preserve"> ولا تعتدوا</w:t>
      </w:r>
      <w:r w:rsidRPr="007F7100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827A66">
        <w:rPr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(18)</w:t>
      </w:r>
      <w:r w:rsidR="00827A66"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"اور جو لوگ تم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(ب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) خدا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کرو"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صلح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: </w:t>
      </w:r>
    </w:p>
    <w:p w:rsidR="00827A66" w:rsidRPr="004C2205" w:rsidRDefault="007F7100" w:rsidP="00C50049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2F28F8">
        <w:rPr>
          <w:rStyle w:val="libAieChar"/>
          <w:rtl/>
        </w:rPr>
        <w:t>وان جنحوا للسلم ما جنح ب</w:t>
      </w:r>
      <w:r w:rsidRPr="005132F6">
        <w:rPr>
          <w:rStyle w:val="libAieChar"/>
          <w:rFonts w:hint="cs"/>
          <w:rtl/>
        </w:rPr>
        <w:t>ه</w:t>
      </w:r>
      <w:r w:rsidRPr="002F28F8">
        <w:rPr>
          <w:rStyle w:val="libAieChar"/>
          <w:rFonts w:hint="cs"/>
          <w:rtl/>
        </w:rPr>
        <w:t>ا</w:t>
      </w:r>
      <w:r w:rsidRPr="007F7100">
        <w:rPr>
          <w:rStyle w:val="libAlaemChar"/>
          <w:rFonts w:hint="cs"/>
          <w:rtl/>
        </w:rPr>
        <w:t>)</w:t>
      </w:r>
      <w:r>
        <w:rPr>
          <w:rStyle w:val="libAieChar"/>
          <w:rtl/>
        </w:rPr>
        <w:t xml:space="preserve"> </w:t>
      </w:r>
      <w:r w:rsidR="00827A66" w:rsidRPr="00385AE7">
        <w:rPr>
          <w:rFonts w:hint="cs"/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(19)</w:t>
      </w:r>
      <w:r w:rsidR="00827A66" w:rsidRPr="00B0371A">
        <w:rPr>
          <w:rStyle w:val="libFootnotenumChar"/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کفار صلح ک</w:t>
      </w:r>
      <w:r>
        <w:rPr>
          <w:rFonts w:hint="cs"/>
          <w:rtl/>
        </w:rPr>
        <w:t>ی</w:t>
      </w:r>
      <w:r>
        <w:rPr>
          <w:rtl/>
        </w:rPr>
        <w:t xml:space="preserve"> طرف مائل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تو تم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مائل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جاؤ"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ارشاد خدا وند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: </w:t>
      </w:r>
    </w:p>
    <w:p w:rsidR="00827A66" w:rsidRDefault="007F7100" w:rsidP="00C50049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2F28F8">
        <w:rPr>
          <w:rStyle w:val="libAieChar"/>
          <w:rtl/>
        </w:rPr>
        <w:t>والصلح خ</w:t>
      </w:r>
      <w:r w:rsidRPr="002F28F8">
        <w:rPr>
          <w:rStyle w:val="libAieChar"/>
          <w:rFonts w:hint="cs"/>
          <w:rtl/>
        </w:rPr>
        <w:t>ی</w:t>
      </w:r>
      <w:r w:rsidRPr="002F28F8">
        <w:rPr>
          <w:rStyle w:val="libAieChar"/>
          <w:rFonts w:hint="eastAsia"/>
          <w:rtl/>
        </w:rPr>
        <w:t>ر</w:t>
      </w:r>
      <w:r w:rsidRPr="007F7100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(20)</w:t>
      </w:r>
      <w:r w:rsidR="00827A66"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"صلح تو (ب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حال)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خود</w:t>
      </w:r>
      <w:r w:rsidR="000E44EB">
        <w:rPr>
          <w:rtl/>
        </w:rPr>
        <w:t xml:space="preserve"> ہی </w:t>
      </w:r>
      <w:r>
        <w:rPr>
          <w:rtl/>
        </w:rPr>
        <w:t>انداز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؟ اسلام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صرف صلح کو قبول کرتا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شرائط عائد کرتا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کو روا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صلح اور جنگ چند خاص شرائط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مسلمان خوا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کا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>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تعلق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دف اور مقصد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 زندگ</w:t>
      </w:r>
      <w:r>
        <w:rPr>
          <w:rFonts w:hint="cs"/>
          <w:rtl/>
        </w:rPr>
        <w:t>ی</w:t>
      </w:r>
      <w:r>
        <w:rPr>
          <w:rtl/>
        </w:rPr>
        <w:t xml:space="preserve"> گزراتا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دف اصل</w:t>
      </w:r>
      <w:r>
        <w:rPr>
          <w:rFonts w:hint="cs"/>
          <w:rtl/>
        </w:rPr>
        <w:t>ی</w:t>
      </w:r>
      <w:r>
        <w:rPr>
          <w:rtl/>
        </w:rPr>
        <w:t xml:space="preserve"> اسلام اور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حقوق کا تحفظ اور باز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مقاصد صلح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حاصل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 صلح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موقع پر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مقاصد کا تحفظ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اسلام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کافروں، مشرکوں اور ظالموں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</w:t>
      </w:r>
      <w:r w:rsidRPr="004D70B9">
        <w:rPr>
          <w:rFonts w:hint="cs"/>
          <w:rtl/>
        </w:rPr>
        <w:t>ڈٹ</w:t>
      </w:r>
      <w:r>
        <w:rPr>
          <w:rtl/>
        </w:rPr>
        <w:t xml:space="preserve"> جاؤ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صلح کا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بات حالات اور شرائط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داف کا تحفظ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 xml:space="preserve">ں صلح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مناسبت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بس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رضا ملحوظ خاطر</w:t>
      </w:r>
      <w:r w:rsidR="005A655B"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اسلام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B34A65">
      <w:pPr>
        <w:pStyle w:val="Heading2Center"/>
        <w:rPr>
          <w:rtl/>
        </w:rPr>
      </w:pPr>
      <w:bookmarkStart w:id="18" w:name="_Toc508875371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</w:t>
      </w:r>
      <w:bookmarkEnd w:id="18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جعفر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درست</w:t>
      </w:r>
      <w:r w:rsidR="005A655B" w:rsidRPr="00385AE7">
        <w:rPr>
          <w:rFonts w:hint="cs"/>
          <w:rtl/>
        </w:rPr>
        <w:t xml:space="preserve"> نہیں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آپ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عمل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 xml:space="preserve">صلح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جناب محقق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کرم اس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پر غور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کب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حاکم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صلح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منطبق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دراصل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eastAsia"/>
          <w:rtl/>
        </w:rPr>
        <w:t>ئم</w:t>
      </w:r>
      <w:r w:rsidRPr="004D70B9">
        <w:rPr>
          <w:rFonts w:hint="cs"/>
          <w:rtl/>
        </w:rPr>
        <w:t>ہ</w:t>
      </w:r>
      <w:r>
        <w:rPr>
          <w:rtl/>
        </w:rPr>
        <w:t xml:space="preserve"> ط</w:t>
      </w:r>
      <w:r w:rsidR="00ED61E8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مرتب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وضاحت ان بزرگ</w:t>
      </w:r>
      <w:r w:rsidR="002E1092">
        <w:rPr>
          <w:rtl/>
        </w:rPr>
        <w:t xml:space="preserve"> ہس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جس طرح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پر تبصر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محقق ک</w:t>
      </w:r>
      <w:r>
        <w:rPr>
          <w:rFonts w:hint="cs"/>
          <w:rtl/>
        </w:rPr>
        <w:t>ی</w:t>
      </w:r>
      <w:r>
        <w:rPr>
          <w:rtl/>
        </w:rPr>
        <w:t xml:space="preserve"> عالمان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نقط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نظر کو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واضح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</w:t>
      </w:r>
      <w:r>
        <w:rPr>
          <w:rFonts w:hint="eastAsia"/>
          <w:rtl/>
        </w:rPr>
        <w:t>ائ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؟بالغرض اگر آج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حکمران کو اس قسم کا قدم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انا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اور و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مانگ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توقف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بتاسک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؟اور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انسان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وقت لوگوں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تا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گ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کو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کا نام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اور صلح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تقاض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ان کو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وضاحت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اوقات صبر و تحمل اور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 w:rsidR="00211648">
        <w:rPr>
          <w:rtl/>
        </w:rPr>
        <w:t>ہوتا</w:t>
      </w:r>
      <w:r w:rsidR="005A655B" w:rsidRPr="00385AE7">
        <w:rPr>
          <w:rFonts w:hint="cs"/>
          <w:rtl/>
        </w:rPr>
        <w:t xml:space="preserve"> ہے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جارح اور ظالم دشمن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مسلح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اترنا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نوع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گرنگ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انسان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5A655B">
        <w:rPr>
          <w:rtl/>
        </w:rPr>
        <w:t xml:space="preserve"> نہیں </w:t>
      </w:r>
      <w:r>
        <w:rPr>
          <w:rtl/>
        </w:rPr>
        <w:t xml:space="preserve">کرسکتا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اہل </w:t>
      </w:r>
      <w:r w:rsidRPr="00385AE7">
        <w:rPr>
          <w:rFonts w:hint="cs"/>
          <w:rtl/>
        </w:rPr>
        <w:t>سنت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نقط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نظر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مختلف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اگر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سلسل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اہل </w:t>
      </w:r>
      <w:r w:rsidRPr="00385AE7">
        <w:rPr>
          <w:rFonts w:hint="cs"/>
          <w:rtl/>
        </w:rPr>
        <w:t>سنت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گا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اس پر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 سکوں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تک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معلوم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اتنا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فرق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>ہے</w:t>
      </w:r>
      <w:r w:rsidR="000E44EB">
        <w:rPr>
          <w:rtl/>
        </w:rPr>
        <w:t xml:space="preserve"> ہم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نائب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اجازت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شرط وق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A655B">
        <w:rPr>
          <w:rtl/>
        </w:rPr>
        <w:t xml:space="preserve"> نہیں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سب مسلمان متحد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ملک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خلاف جارح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ارتکاب کرتا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کافر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عزت و مال کو خطر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سب پر واجب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جارح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123478" w:rsidRDefault="00123478" w:rsidP="005132F6">
      <w:pPr>
        <w:pStyle w:val="libNormal"/>
        <w:rPr>
          <w:rtl/>
        </w:rPr>
      </w:pPr>
      <w:r>
        <w:rPr>
          <w:rtl/>
        </w:rPr>
        <w:br w:type="page"/>
      </w:r>
    </w:p>
    <w:p w:rsidR="009004DE" w:rsidRDefault="009004DE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19" w:name="_Toc508875372"/>
      <w:r>
        <w:rPr>
          <w:rFonts w:hint="eastAsia"/>
          <w:rtl/>
        </w:rPr>
        <w:t>صلح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</w:t>
      </w:r>
      <w:r w:rsidRPr="00123478">
        <w:rPr>
          <w:rtl/>
        </w:rPr>
        <w:t xml:space="preserve"> (2)</w:t>
      </w:r>
      <w:bookmarkEnd w:id="19"/>
      <w:r w:rsidRPr="00123478"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بحث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 w:rsidR="005513FA">
        <w:rPr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گزشت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نشستوں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اور صلح پر اسلام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نظر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وضاحت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بات ظ</w:t>
      </w:r>
      <w:r w:rsidR="00ED61E8" w:rsidRPr="00385AE7">
        <w:rPr>
          <w:rFonts w:hint="cs"/>
          <w:rtl/>
        </w:rPr>
        <w:t xml:space="preserve">اہر 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امام وقت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قدم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عدل وانصاف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تقاضوں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کام،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فعل اور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رسول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مختلف مقامات پر صلح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مختلف قراردادوں پر دستخط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، تو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اہل </w:t>
      </w:r>
      <w:r>
        <w:rPr>
          <w:rFonts w:hint="eastAsia"/>
          <w:rtl/>
        </w:rPr>
        <w:t>کتاب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کو جنگوں کا سامنا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کرنا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اور گفتگو کو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فق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دلائل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عرض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 اور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نام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بخش اصول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آج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 طور پر موجود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صلح ک</w:t>
      </w:r>
      <w:r>
        <w:rPr>
          <w:rFonts w:hint="cs"/>
          <w:rtl/>
        </w:rPr>
        <w:t>ی</w:t>
      </w:r>
      <w:r>
        <w:rPr>
          <w:rtl/>
        </w:rPr>
        <w:t xml:space="preserve"> بات آت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اس 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شرائط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مزاکرات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tl/>
        </w:rPr>
        <w:t xml:space="preserve"> کر دشمن کو بات منانا آسان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وجدال ک</w:t>
      </w:r>
      <w:r>
        <w:rPr>
          <w:rFonts w:hint="cs"/>
          <w:rtl/>
        </w:rPr>
        <w:t>ی</w:t>
      </w:r>
      <w:r>
        <w:rPr>
          <w:rtl/>
        </w:rPr>
        <w:t xml:space="preserve"> نوبت</w:t>
      </w:r>
      <w:r w:rsidR="005A655B">
        <w:rPr>
          <w:rtl/>
        </w:rPr>
        <w:t xml:space="preserve"> نہیں </w:t>
      </w:r>
      <w:r>
        <w:rPr>
          <w:rtl/>
        </w:rPr>
        <w:t>آت</w:t>
      </w:r>
      <w:r>
        <w:rPr>
          <w:rFonts w:hint="cs"/>
          <w:rtl/>
        </w:rPr>
        <w:t>ی</w:t>
      </w:r>
      <w:r>
        <w:rPr>
          <w:rtl/>
        </w:rPr>
        <w:t xml:space="preserve"> اور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 بات دشمن جنگ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مانتا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گزشت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گفتگو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اعتراض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اعترا</w:t>
      </w:r>
      <w:r>
        <w:rPr>
          <w:rFonts w:hint="eastAsia"/>
          <w:rtl/>
        </w:rPr>
        <w:t>ضات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جوابات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دراصل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فضا اتن</w:t>
      </w:r>
      <w:r>
        <w:rPr>
          <w:rFonts w:hint="cs"/>
          <w:rtl/>
        </w:rPr>
        <w:t>ی</w:t>
      </w:r>
      <w:r>
        <w:rPr>
          <w:rtl/>
        </w:rPr>
        <w:t xml:space="preserve"> مکدر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صلح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مجبور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پر گفتگو کرنا </w:t>
      </w:r>
      <w:r w:rsidR="00C3449B">
        <w:rPr>
          <w:rFonts w:hint="eastAsia"/>
          <w:rtl/>
        </w:rPr>
        <w:t>چاہتا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کو خود</w:t>
      </w:r>
      <w:r w:rsidR="000E44EB">
        <w:rPr>
          <w:rtl/>
        </w:rPr>
        <w:t xml:space="preserve"> ہی </w:t>
      </w:r>
      <w:r>
        <w:rPr>
          <w:rtl/>
        </w:rPr>
        <w:t>کرنا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ا؟اور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صلح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چنا؟آ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چلت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طرف: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20" w:name="_Toc508875373"/>
      <w:r>
        <w:rPr>
          <w:rFonts w:hint="eastAsia"/>
          <w:rtl/>
        </w:rPr>
        <w:t>امام</w:t>
      </w:r>
      <w:r>
        <w:rPr>
          <w:rtl/>
        </w:rPr>
        <w:t xml:space="preserve">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5132F6">
        <w:rPr>
          <w:rFonts w:hint="cs"/>
          <w:rtl/>
        </w:rPr>
        <w:t>ے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کتنا ت</w:t>
      </w:r>
      <w:r w:rsidRPr="005132F6">
        <w:rPr>
          <w:rFonts w:hint="cs"/>
          <w:rtl/>
        </w:rPr>
        <w:t>ھا؟</w:t>
      </w:r>
      <w:bookmarkEnd w:id="20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2E1092">
        <w:rPr>
          <w:rFonts w:hint="cs"/>
          <w:rtl/>
        </w:rPr>
        <w:t xml:space="preserve"> پہلا </w:t>
      </w:r>
      <w:r w:rsidRPr="00385AE7">
        <w:rPr>
          <w:rFonts w:hint="cs"/>
          <w:rtl/>
        </w:rPr>
        <w:t xml:space="preserve">فرق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وقت مسند خلافت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تو اس وقت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مضبوط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پوز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بنا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ک</w:t>
      </w:r>
      <w:r>
        <w:rPr>
          <w:rFonts w:hint="cs"/>
          <w:rtl/>
        </w:rPr>
        <w:t>ی</w:t>
      </w:r>
      <w:r>
        <w:rPr>
          <w:rtl/>
        </w:rPr>
        <w:t xml:space="preserve"> صعوبت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آپ کو کس ب</w:t>
      </w:r>
      <w:r>
        <w:rPr>
          <w:rFonts w:hint="cs"/>
          <w:rtl/>
        </w:rPr>
        <w:t>ی</w:t>
      </w:r>
      <w:r>
        <w:rPr>
          <w:rFonts w:hint="eastAsia"/>
          <w:rtl/>
        </w:rPr>
        <w:t>درد</w:t>
      </w:r>
      <w:r>
        <w:rPr>
          <w:rFonts w:hint="cs"/>
          <w:rtl/>
        </w:rPr>
        <w:t>ی</w:t>
      </w:r>
      <w:r>
        <w:rPr>
          <w:rtl/>
        </w:rPr>
        <w:t xml:space="preserve"> اور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مظلوم والد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مسند خلافت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حکومت اندرون</w:t>
      </w:r>
      <w:r>
        <w:rPr>
          <w:rFonts w:hint="cs"/>
          <w:rtl/>
        </w:rPr>
        <w:t>ی</w:t>
      </w:r>
      <w:r>
        <w:rPr>
          <w:rtl/>
        </w:rPr>
        <w:t xml:space="preserve"> سطح پر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کمزور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روز بعد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وقت مقرر</w:t>
      </w:r>
      <w:r w:rsidR="00211648">
        <w:rPr>
          <w:rtl/>
        </w:rPr>
        <w:t xml:space="preserve"> ہوئے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ا</w:t>
      </w:r>
      <w:r w:rsidRPr="004D70B9">
        <w:rPr>
          <w:rFonts w:hint="cs"/>
          <w:rtl/>
        </w:rPr>
        <w:t>ٹ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دنوں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اندر اندر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خود کو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خاصا مضبوط ومستحکم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385AE7">
        <w:rPr>
          <w:rFonts w:hint="cs"/>
          <w:rtl/>
        </w:rPr>
        <w:lastRenderedPageBreak/>
        <w:t>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عراق کو فتح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ک</w:t>
      </w:r>
      <w:r>
        <w:rPr>
          <w:rFonts w:hint="cs"/>
          <w:rtl/>
        </w:rPr>
        <w:t>ی</w:t>
      </w:r>
      <w:r>
        <w:rPr>
          <w:rtl/>
        </w:rPr>
        <w:t xml:space="preserve"> فوج اپن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عازم سفر</w:t>
      </w:r>
      <w:r w:rsidR="00211648" w:rsidRPr="00385AE7">
        <w:rPr>
          <w:rFonts w:hint="cs"/>
          <w:rtl/>
        </w:rPr>
        <w:t xml:space="preserve"> ہوتا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اور اد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مشکلات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چار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اور سرکش شخص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بغاوت کر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قتل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جانا مسند خلافت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نقصان 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حالات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بر عکس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خاموش </w:t>
      </w:r>
      <w:r w:rsidR="00BF209D" w:rsidRPr="00385AE7">
        <w:rPr>
          <w:rFonts w:hint="cs"/>
          <w:rtl/>
        </w:rPr>
        <w:t>رہتے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مصلحت کا انتظار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نعوذ 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tl/>
        </w:rPr>
        <w:t>کب کا م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چکا</w:t>
      </w:r>
      <w:r w:rsidR="00211648" w:rsidRPr="00385AE7">
        <w:rPr>
          <w:rFonts w:hint="cs"/>
          <w:rtl/>
        </w:rPr>
        <w:t xml:space="preserve"> ہوتا</w:t>
      </w:r>
      <w:r w:rsidRPr="00385AE7">
        <w:rPr>
          <w:rFonts w:hint="cs"/>
          <w:rtl/>
        </w:rPr>
        <w:t xml:space="preserve"> اد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خاموش</w:t>
      </w:r>
      <w:r>
        <w:rPr>
          <w:rFonts w:hint="cs"/>
          <w:rtl/>
        </w:rPr>
        <w:t>ی</w:t>
      </w:r>
      <w:r>
        <w:rPr>
          <w:rtl/>
        </w:rPr>
        <w:t xml:space="preserve"> عبادت، اد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کرنا عبادت،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سکوت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مقام پر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وفساد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 xml:space="preserve"> تو کب کا حکومت وقت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چکا</w:t>
      </w:r>
      <w:r w:rsidR="00211648">
        <w:rPr>
          <w:rtl/>
        </w:rPr>
        <w:t xml:space="preserve"> ہوتا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مصلحت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 صلح کر 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خلافت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سالوں تک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شاطران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جرأت واستقامت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حالات</w:t>
      </w:r>
      <w:r>
        <w:rPr>
          <w:rtl/>
        </w:rPr>
        <w:t xml:space="preserve"> کا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جرأتمند</w:t>
      </w:r>
      <w:r>
        <w:rPr>
          <w:rFonts w:hint="cs"/>
          <w:rtl/>
        </w:rPr>
        <w:t>ی</w:t>
      </w:r>
      <w:r>
        <w:rPr>
          <w:rtl/>
        </w:rPr>
        <w:t xml:space="preserve"> اور پامرد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ڈٹ</w:t>
      </w:r>
      <w:r w:rsidRPr="00385AE7">
        <w:rPr>
          <w:rFonts w:hint="cs"/>
          <w:rtl/>
        </w:rPr>
        <w:t xml:space="preserve"> کر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عمل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بلند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مدبران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آئ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اعتراض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کو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کا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مسند خلافت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ۃ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اگر ان کو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ۃ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مسند خلافت پر قتل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مسند خلافت پر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اجتناب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A655B">
        <w:rPr>
          <w:rtl/>
        </w:rPr>
        <w:t xml:space="preserve"> نہیں ہونا </w:t>
      </w:r>
      <w:r w:rsidRPr="00385AE7">
        <w:rPr>
          <w:rFonts w:hint="cs"/>
          <w:rtl/>
        </w:rPr>
        <w:t>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"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حرمت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السلام اس وقت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ک</w:t>
      </w:r>
      <w:r>
        <w:rPr>
          <w:rFonts w:hint="eastAsia"/>
          <w:rtl/>
        </w:rPr>
        <w:t>وشش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عثمان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مطالبات پور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صلح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حفاظت و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اں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اور گ</w:t>
      </w:r>
      <w:r w:rsidR="00851B2F" w:rsidRPr="00385AE7">
        <w:rPr>
          <w:rFonts w:hint="cs"/>
          <w:rtl/>
        </w:rPr>
        <w:t>اہ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</w:t>
      </w:r>
      <w:r w:rsidR="00851B2F" w:rsidRPr="00385AE7">
        <w:rPr>
          <w:rFonts w:hint="cs"/>
          <w:rtl/>
        </w:rPr>
        <w:t>اہ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مشور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عثمان کا دفاع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فرمان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: </w:t>
      </w:r>
    </w:p>
    <w:p w:rsidR="00827A66" w:rsidRPr="004D70B9" w:rsidRDefault="00827A66" w:rsidP="00C50049">
      <w:pPr>
        <w:pStyle w:val="libNormal"/>
        <w:rPr>
          <w:rtl/>
        </w:rPr>
      </w:pPr>
      <w:r w:rsidRPr="002F28F8">
        <w:rPr>
          <w:rStyle w:val="libArabicChar"/>
          <w:rtl/>
        </w:rPr>
        <w:t>"وخش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ت</w:t>
      </w:r>
      <w:r w:rsidRPr="002F28F8">
        <w:rPr>
          <w:rStyle w:val="libArabicChar"/>
          <w:rtl/>
        </w:rPr>
        <w:t xml:space="preserve"> ان اکون اثما"</w:t>
      </w:r>
      <w:r>
        <w:rPr>
          <w:rtl/>
        </w:rPr>
        <w:t xml:space="preserve"> </w:t>
      </w:r>
      <w:r w:rsidR="00C50049" w:rsidRPr="002F28F8">
        <w:rPr>
          <w:rStyle w:val="libFootnotenumChar"/>
          <w:rFonts w:hint="cs"/>
          <w:rtl/>
        </w:rPr>
        <w:t>(21)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</w:t>
      </w:r>
      <w:r>
        <w:rPr>
          <w:rtl/>
        </w:rPr>
        <w:t>ثمان کا اس قدر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</w:t>
      </w:r>
      <w:r w:rsidR="00851B2F">
        <w:rPr>
          <w:rtl/>
        </w:rPr>
        <w:t>اہ</w:t>
      </w:r>
      <w:r w:rsidRPr="00385AE7">
        <w:rPr>
          <w:rFonts w:hint="cs"/>
          <w:rtl/>
        </w:rPr>
        <w:t>گار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جاؤں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سوچن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آپ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صاحب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؟ اس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مسند رسول ک</w:t>
      </w:r>
      <w:r>
        <w:rPr>
          <w:rFonts w:hint="cs"/>
          <w:rtl/>
        </w:rPr>
        <w:t>ی</w:t>
      </w:r>
      <w:r>
        <w:rPr>
          <w:rtl/>
        </w:rPr>
        <w:t xml:space="preserve"> حفاظت کرنا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شبان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کا مقصد عثمان کو تحفظ فرا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م کرنا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باعث ننگ و عار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ۃ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مسند خلافت پر قتل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مسن</w:t>
      </w:r>
      <w:r>
        <w:rPr>
          <w:rFonts w:hint="eastAsia"/>
          <w:rtl/>
        </w:rPr>
        <w:t>د</w:t>
      </w:r>
      <w:r>
        <w:rPr>
          <w:rtl/>
        </w:rPr>
        <w:t xml:space="preserve"> رسول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حرمت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تحاشا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آپ عوام</w:t>
      </w:r>
      <w:r>
        <w:rPr>
          <w:rFonts w:hint="cs"/>
          <w:rtl/>
        </w:rPr>
        <w:t>ی</w:t>
      </w:r>
      <w:r>
        <w:rPr>
          <w:rtl/>
        </w:rPr>
        <w:t xml:space="preserve"> رد عمل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روکنا 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شخص کو ح</w:t>
      </w:r>
      <w:r>
        <w:rPr>
          <w:rtl/>
        </w:rPr>
        <w:t>ق حاصل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حاکم وقت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مطالبات </w:t>
      </w:r>
      <w:r w:rsidRPr="00385AE7">
        <w:rPr>
          <w:rFonts w:hint="cs"/>
          <w:rtl/>
        </w:rPr>
        <w:lastRenderedPageBreak/>
        <w:t>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لوگوں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اجتماع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روکنا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اور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کوشش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عثمان کا قتل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آپ مسند رسول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تحفظ و احترام کو زندگ</w:t>
      </w:r>
      <w:r>
        <w:rPr>
          <w:rFonts w:hint="cs"/>
          <w:rtl/>
        </w:rPr>
        <w:t>ی</w:t>
      </w:r>
      <w:r>
        <w:rPr>
          <w:rtl/>
        </w:rPr>
        <w:t xml:space="preserve"> کا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مقصد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بالآخر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کا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خدش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عثمان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ام</w:t>
      </w:r>
      <w:r>
        <w:rPr>
          <w:rFonts w:hint="eastAsia"/>
          <w:rtl/>
        </w:rPr>
        <w:t>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ان کا حال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اس امر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تو صرف مسند خلافت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tl/>
        </w:rPr>
        <w:t xml:space="preserve"> خاطر خاموش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علم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بلند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مج</w:t>
      </w:r>
      <w:r w:rsidR="00851B2F">
        <w:rPr>
          <w:rtl/>
        </w:rPr>
        <w:t>اہ</w:t>
      </w:r>
      <w:r w:rsidRPr="00385AE7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ظالم فاسق وفاجر شخص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آواز بلند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خود کو خ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ۃ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لواتا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کا خلافت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تک کا واسط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حالات و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آسمان کا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چپ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عبادت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ظلم وستم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آواز بلند کرنا وقت کا </w:t>
      </w:r>
      <w:r w:rsidR="00ED61E8" w:rsidRPr="00385AE7">
        <w:rPr>
          <w:rFonts w:hint="cs"/>
          <w:rtl/>
        </w:rPr>
        <w:t>اہم</w:t>
      </w:r>
      <w:r w:rsidRPr="00385AE7">
        <w:rPr>
          <w:rFonts w:hint="cs"/>
          <w:rtl/>
        </w:rPr>
        <w:t xml:space="preserve"> تقاض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باعث حق اور حق پرستوں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تنگ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EF6DD1">
        <w:rPr>
          <w:rtl/>
        </w:rPr>
        <w:t>وہا</w:t>
      </w:r>
      <w:r w:rsidRPr="00385AE7">
        <w:rPr>
          <w:rFonts w:hint="cs"/>
          <w:rtl/>
        </w:rPr>
        <w:t>ں پر آجاتا تو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کو فتح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رخ مو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منافقوں کا مرکز بن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خوارج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 </w:t>
      </w:r>
      <w:r w:rsidR="00851B2F" w:rsidRPr="00385AE7">
        <w:rPr>
          <w:rFonts w:hint="cs"/>
          <w:rtl/>
        </w:rPr>
        <w:t>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وب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 کو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چاننا مشکل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سوسائ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نادانوں اور </w:t>
      </w:r>
      <w:r w:rsidR="00851B2F">
        <w:rPr>
          <w:rtl/>
        </w:rPr>
        <w:t>جاہل</w:t>
      </w:r>
      <w:r w:rsidRPr="00385AE7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سوسائ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کا معاشر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 اسلام کو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تک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مسلمان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تو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دراصل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الف با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واقف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ر</w:t>
      </w:r>
      <w:r>
        <w:rPr>
          <w:rtl/>
        </w:rPr>
        <w:t xml:space="preserve"> حال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ماحول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مستحکم کر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ہ</w:t>
      </w:r>
      <w:r>
        <w:rPr>
          <w:rtl/>
        </w:rPr>
        <w:t xml:space="preserve"> خرچ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جاسوس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ے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D70B9">
        <w:rPr>
          <w:rFonts w:hint="cs"/>
          <w:rtl/>
        </w:rPr>
        <w:t>ے</w:t>
      </w:r>
      <w:r>
        <w:rPr>
          <w:rtl/>
        </w:rPr>
        <w:t xml:space="preserve"> پر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</w:t>
      </w:r>
      <w:r>
        <w:rPr>
          <w:rtl/>
        </w:rPr>
        <w:t xml:space="preserve"> کر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اس وقت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انقلاب برپا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انبو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ک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جاتا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لشکر آماد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ٔ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 w:rsidR="00211648">
        <w:rPr>
          <w:rtl/>
        </w:rPr>
        <w:t xml:space="preserve"> ہوتا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C330E">
        <w:rPr>
          <w:rtl/>
        </w:rPr>
        <w:t xml:space="preserve"> یہاں </w:t>
      </w:r>
      <w:r>
        <w:rPr>
          <w:rtl/>
        </w:rPr>
        <w:t>تک ملتا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تک افراد کو جمع کرسکت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ڑھ</w:t>
      </w:r>
      <w:r>
        <w:rPr>
          <w:rtl/>
        </w:rPr>
        <w:t xml:space="preserve"> لاک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>؟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تک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وقت عراق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کر مضبوط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مسلسل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مکمل طور پر جنگ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چند غداروں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مولا مشکل کشا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سازش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بلند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امام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جنگ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شام و عراق ک</w:t>
      </w:r>
      <w:r>
        <w:rPr>
          <w:rFonts w:hint="cs"/>
          <w:rtl/>
        </w:rPr>
        <w:t>ی</w:t>
      </w:r>
      <w:r>
        <w:rPr>
          <w:rtl/>
        </w:rPr>
        <w:t xml:space="preserve"> دو مسلمان فوجوں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 طول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زاروں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جانوں کا ض</w:t>
      </w:r>
      <w:r>
        <w:rPr>
          <w:rFonts w:hint="cs"/>
          <w:rtl/>
        </w:rPr>
        <w:t>ی</w:t>
      </w:r>
      <w:r>
        <w:rPr>
          <w:rFonts w:hint="eastAsia"/>
          <w:rtl/>
        </w:rPr>
        <w:t>اع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>،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>؟ج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تک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تر چالاک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جاتا، اب آپ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انداز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دو سالوں تک جنگ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زاروں افراد قتل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مسند خلافت پر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پر منتج</w:t>
      </w:r>
      <w:r w:rsidR="00211648" w:rsidRPr="00385AE7">
        <w:rPr>
          <w:rFonts w:hint="cs"/>
          <w:rtl/>
        </w:rPr>
        <w:t xml:space="preserve"> ہوتا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(</w:t>
      </w:r>
      <w:r>
        <w:rPr>
          <w:rtl/>
          <w:lang w:bidi="fa-IR"/>
        </w:rPr>
        <w:t xml:space="preserve">۷۲) </w:t>
      </w:r>
      <w:r>
        <w:rPr>
          <w:rtl/>
        </w:rPr>
        <w:t>اشخاص موجود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واپس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سب</w:t>
      </w:r>
      <w:r w:rsidR="00EC330E">
        <w:rPr>
          <w:rtl/>
        </w:rPr>
        <w:t xml:space="preserve"> یہاں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جاؤ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جانوں اور دشمن ک</w:t>
      </w:r>
      <w:r>
        <w:rPr>
          <w:rFonts w:hint="cs"/>
          <w:rtl/>
        </w:rPr>
        <w:t>ی</w:t>
      </w:r>
      <w:r>
        <w:rPr>
          <w:rtl/>
        </w:rPr>
        <w:t xml:space="preserve"> فوج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جاؤں تو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اعزاز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چنانچ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وج</w:t>
      </w:r>
      <w:r w:rsidR="00EF6DD1">
        <w:rPr>
          <w:rtl/>
        </w:rPr>
        <w:t>وہا</w:t>
      </w:r>
      <w:r w:rsidRPr="00385AE7">
        <w:rPr>
          <w:rFonts w:hint="cs"/>
          <w:rtl/>
        </w:rPr>
        <w:t>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صلح کرنا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دشمن آپ کو مسند رسول پر قتل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مسند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دوسرا آپ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پسند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مسلمانوں کا قتل عام</w:t>
      </w:r>
      <w:r w:rsidR="00FD708B" w:rsidRPr="00385AE7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اس وقت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امن و عام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بحال</w:t>
      </w:r>
      <w:r>
        <w:rPr>
          <w:rFonts w:hint="cs"/>
          <w:rtl/>
        </w:rPr>
        <w:t>ی</w:t>
      </w:r>
      <w:r>
        <w:rPr>
          <w:rtl/>
        </w:rPr>
        <w:t xml:space="preserve"> و برقرار</w:t>
      </w:r>
      <w:r>
        <w:rPr>
          <w:rFonts w:hint="cs"/>
          <w:rtl/>
        </w:rPr>
        <w:t>ی</w:t>
      </w:r>
      <w:r>
        <w:rPr>
          <w:rtl/>
        </w:rPr>
        <w:t xml:space="preserve"> اور مسند رسول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تحفظ واحترام ک</w:t>
      </w:r>
      <w:r>
        <w:rPr>
          <w:rFonts w:hint="cs"/>
          <w:rtl/>
        </w:rPr>
        <w:t>ی</w:t>
      </w:r>
      <w:r>
        <w:rPr>
          <w:rtl/>
        </w:rPr>
        <w:t xml:space="preserve"> خاطر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حمل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صلح و آشت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قول و فعل کردار و گفتار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خاندان رسالت اسل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و انسان</w:t>
      </w:r>
      <w:r>
        <w:rPr>
          <w:rFonts w:hint="cs"/>
          <w:rtl/>
        </w:rPr>
        <w:t>ی</w:t>
      </w:r>
      <w:r>
        <w:rPr>
          <w:rtl/>
        </w:rPr>
        <w:t xml:space="preserve"> اقتدار ک</w:t>
      </w:r>
      <w:r>
        <w:rPr>
          <w:rFonts w:hint="cs"/>
          <w:rtl/>
        </w:rPr>
        <w:t>ی</w:t>
      </w:r>
      <w:r>
        <w:rPr>
          <w:rtl/>
        </w:rPr>
        <w:t xml:space="preserve"> کس طرح پاسدار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21" w:name="_Toc508875374"/>
      <w:r>
        <w:rPr>
          <w:rFonts w:hint="eastAsia"/>
          <w:rtl/>
        </w:rPr>
        <w:t>صلح</w:t>
      </w:r>
      <w:r>
        <w:rPr>
          <w:rtl/>
        </w:rPr>
        <w:t xml:space="preserve">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5132F6">
        <w:rPr>
          <w:rFonts w:hint="cs"/>
          <w:rtl/>
        </w:rPr>
        <w:t>ے محرکات</w:t>
      </w:r>
      <w:bookmarkEnd w:id="21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اور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محرکات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عوامل پر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ں، جبک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صورت حال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 طرح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انقلاب کا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لا محرک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ظالم حکومت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مطالب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"خذ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اخذا شد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 رخص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گرفتار کر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مضبوط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فاسق وفاجر شخص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امام اور معصوم</w:t>
      </w:r>
      <w:r w:rsidR="002E1092">
        <w:rPr>
          <w:rFonts w:hint="cs"/>
          <w:rtl/>
        </w:rPr>
        <w:t xml:space="preserve"> ہس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ناممکن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عال</w:t>
      </w:r>
      <w:r>
        <w:rPr>
          <w:rFonts w:hint="cs"/>
          <w:rtl/>
        </w:rPr>
        <w:t>ی</w:t>
      </w:r>
      <w:r>
        <w:rPr>
          <w:rtl/>
        </w:rPr>
        <w:t xml:space="preserve"> مقام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3B21A7">
        <w:rPr>
          <w:rtl/>
        </w:rPr>
        <w:t xml:space="preserve"> ہرگز </w:t>
      </w:r>
      <w:r w:rsidR="005A655B" w:rsidRPr="00385AE7">
        <w:rPr>
          <w:rFonts w:hint="cs"/>
          <w:rtl/>
        </w:rPr>
        <w:t>نہیں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حق اور باطل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نا ممکن بات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اں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رورد</w:t>
      </w:r>
      <w:r w:rsidRPr="004D70B9">
        <w:rPr>
          <w:rFonts w:hint="cs"/>
          <w:rtl/>
        </w:rPr>
        <w:t>ہ</w:t>
      </w:r>
      <w:r>
        <w:rPr>
          <w:rtl/>
        </w:rPr>
        <w:t xml:space="preserve"> عصمت!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رات اور دن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جمع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مشکل بات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</w:t>
      </w: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دراصل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علم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بلند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مجب</w:t>
      </w:r>
      <w:r>
        <w:rPr>
          <w:rFonts w:hint="eastAsia"/>
          <w:rtl/>
        </w:rPr>
        <w:t>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امام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اگر اس طرح کا مسئل</w:t>
      </w:r>
      <w:r w:rsidRPr="004D70B9">
        <w:rPr>
          <w:rFonts w:hint="cs"/>
          <w:rtl/>
        </w:rPr>
        <w:t>ہ</w:t>
      </w:r>
      <w:r w:rsidR="00211648" w:rsidRPr="00385AE7">
        <w:rPr>
          <w:rFonts w:hint="cs"/>
          <w:rtl/>
        </w:rPr>
        <w:t xml:space="preserve"> ہوتا</w:t>
      </w:r>
      <w:r w:rsidRPr="00385AE7">
        <w:rPr>
          <w:rFonts w:hint="cs"/>
          <w:rtl/>
        </w:rPr>
        <w:t xml:space="preserve"> تو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</w:t>
      </w:r>
      <w:r>
        <w:rPr>
          <w:rFonts w:hint="cs"/>
          <w:rtl/>
        </w:rPr>
        <w:t>ی</w:t>
      </w:r>
      <w:r>
        <w:rPr>
          <w:rtl/>
        </w:rPr>
        <w:t xml:space="preserve"> طرح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جس طرح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! دعوت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EF6DD1">
        <w:rPr>
          <w:rtl/>
        </w:rPr>
        <w:t>وہا</w:t>
      </w:r>
      <w:r w:rsidRPr="00385AE7">
        <w:rPr>
          <w:rFonts w:hint="cs"/>
          <w:rtl/>
        </w:rPr>
        <w:t>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مظالم برداشت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ک چک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کو امام عادل ک</w:t>
      </w:r>
      <w:r>
        <w:rPr>
          <w:rFonts w:hint="cs"/>
          <w:rtl/>
        </w:rPr>
        <w:t>ی</w:t>
      </w:r>
      <w:r>
        <w:rPr>
          <w:rtl/>
        </w:rPr>
        <w:t xml:space="preserve"> آمد کا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انتظار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کا رنگ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بدل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5513FA">
        <w:rPr>
          <w:rtl/>
        </w:rPr>
        <w:t xml:space="preserve"> رہی 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کوف</w:t>
      </w:r>
      <w:r w:rsidRPr="004D70B9">
        <w:rPr>
          <w:rFonts w:hint="cs"/>
          <w:rtl/>
        </w:rPr>
        <w:t>ہ</w:t>
      </w:r>
      <w:r>
        <w:rPr>
          <w:rtl/>
        </w:rPr>
        <w:t xml:space="preserve"> والوں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خطوط ارسال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E44EB">
        <w:rPr>
          <w:rtl/>
        </w:rPr>
        <w:t xml:space="preserve"> ہی </w:t>
      </w:r>
      <w:r>
        <w:rPr>
          <w:rtl/>
        </w:rPr>
        <w:t>مطالب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آپ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قدم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وں کو 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کا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انتظار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جب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لائ</w:t>
      </w:r>
      <w:r w:rsidRPr="004D70B9">
        <w:rPr>
          <w:rFonts w:hint="cs"/>
          <w:rtl/>
        </w:rPr>
        <w:t>ے</w:t>
      </w:r>
      <w:r>
        <w:rPr>
          <w:rtl/>
        </w:rPr>
        <w:t xml:space="preserve"> تو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بالکل انجان بن چک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نقط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نظر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اگر امام عال</w:t>
      </w:r>
      <w:r>
        <w:rPr>
          <w:rFonts w:hint="cs"/>
          <w:rtl/>
        </w:rPr>
        <w:t>ی</w:t>
      </w:r>
      <w:r>
        <w:rPr>
          <w:rtl/>
        </w:rPr>
        <w:t xml:space="preserve"> مقام </w:t>
      </w:r>
      <w:r w:rsidR="00851B2F">
        <w:rPr>
          <w:rtl/>
        </w:rPr>
        <w:t>اہ</w:t>
      </w:r>
      <w:r w:rsidRPr="00385AE7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خطوط کو </w:t>
      </w:r>
      <w:r w:rsidR="0021427E" w:rsidRPr="00385AE7">
        <w:rPr>
          <w:rFonts w:hint="cs"/>
          <w:rtl/>
        </w:rPr>
        <w:t>اہمیت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بالکل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اس طرح کا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وقت کا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کا شکار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اذ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اختلافات کا مرکز بن چکا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>
        <w:rPr>
          <w:rtl/>
        </w:rPr>
        <w:t xml:space="preserve"> آخر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خدا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بار 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ا!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حکمران مسلط فرما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اہل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قدر معلوم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عرض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اتمام حجت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سازگار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اگر امام عال</w:t>
      </w:r>
      <w:r>
        <w:rPr>
          <w:rFonts w:hint="cs"/>
          <w:rtl/>
        </w:rPr>
        <w:t>ی</w:t>
      </w:r>
      <w:r>
        <w:rPr>
          <w:rtl/>
        </w:rPr>
        <w:t xml:space="preserve"> مقام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مطالب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خاموش </w:t>
      </w:r>
      <w:r w:rsidR="00BF209D" w:rsidRPr="00385AE7">
        <w:rPr>
          <w:rFonts w:hint="cs"/>
          <w:rtl/>
        </w:rPr>
        <w:t>رہتے</w:t>
      </w:r>
      <w:r w:rsidRPr="00385AE7">
        <w:rPr>
          <w:rFonts w:hint="cs"/>
          <w:rtl/>
        </w:rPr>
        <w:t xml:space="preserve"> تو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(نعوذبالل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) پروا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معامل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وفائ</w:t>
      </w:r>
      <w:r>
        <w:rPr>
          <w:rFonts w:hint="cs"/>
          <w:rtl/>
        </w:rPr>
        <w:t>ی</w:t>
      </w:r>
      <w:r>
        <w:rPr>
          <w:rtl/>
        </w:rPr>
        <w:t xml:space="preserve"> دک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واضح کر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کا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بالکل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نہیں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>
        <w:rPr>
          <w:rFonts w:hint="eastAsia"/>
          <w:rtl/>
        </w:rPr>
        <w:t>وف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فضا اس قدر بدل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کوف</w:t>
      </w:r>
      <w:r>
        <w:rPr>
          <w:rFonts w:hint="cs"/>
          <w:rtl/>
        </w:rPr>
        <w:t>ی</w:t>
      </w:r>
      <w:r>
        <w:rPr>
          <w:rtl/>
        </w:rPr>
        <w:t xml:space="preserve"> اس قدر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وفا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ملنا جلنا قطع</w:t>
      </w:r>
      <w:r>
        <w:rPr>
          <w:rFonts w:hint="cs"/>
          <w:rtl/>
        </w:rPr>
        <w:t>ی</w:t>
      </w:r>
      <w:r>
        <w:rPr>
          <w:rtl/>
        </w:rPr>
        <w:t xml:space="preserve"> طور پر پسند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محتاط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لباس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اندر زر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کر آت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خدا نخواست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شر پسند حمل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آپ اپنا تحفظ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آپ کو خوارج اور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جان</w:t>
      </w:r>
      <w:r>
        <w:rPr>
          <w:rFonts w:hint="cs"/>
          <w:rtl/>
        </w:rPr>
        <w:t>ی</w:t>
      </w:r>
      <w:r>
        <w:rPr>
          <w:rtl/>
        </w:rPr>
        <w:t xml:space="preserve"> خطر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نماز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تو اچانک آپ پر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نکن</w:t>
      </w:r>
      <w:r w:rsidRPr="004D70B9">
        <w:rPr>
          <w:rFonts w:hint="cs"/>
          <w:rtl/>
        </w:rPr>
        <w:t>ے</w:t>
      </w:r>
      <w:r>
        <w:rPr>
          <w:rtl/>
        </w:rPr>
        <w:t xml:space="preserve"> شروع کر 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لباس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ے</w:t>
      </w:r>
      <w:r>
        <w:rPr>
          <w:rtl/>
        </w:rPr>
        <w:t xml:space="preserve"> زر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ظالم کا حمل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 آمد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tl/>
        </w:rPr>
        <w:t>اور آپ بچ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والوں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کو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احسن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خطوط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نفاق اگل</w:t>
      </w:r>
      <w:r w:rsidR="005513FA">
        <w:rPr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چاروں طرف بغض و عناد ک</w:t>
      </w:r>
      <w:r>
        <w:rPr>
          <w:rFonts w:hint="cs"/>
          <w:rtl/>
        </w:rPr>
        <w:t>ی</w:t>
      </w:r>
      <w:r>
        <w:rPr>
          <w:rtl/>
        </w:rPr>
        <w:t xml:space="preserve"> چنگار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نکل</w:t>
      </w:r>
      <w:r w:rsidR="005513FA">
        <w:rPr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محرک امر بالمعروف اور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61E8">
        <w:rPr>
          <w:rtl/>
        </w:rPr>
        <w:t>اہم</w:t>
      </w:r>
      <w:r w:rsidRPr="00385AE7">
        <w:rPr>
          <w:rFonts w:hint="cs"/>
          <w:rtl/>
        </w:rPr>
        <w:t xml:space="preserve"> ذم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انا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قطع نظر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حکومت وقت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قطع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اتمام حجت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ان کو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خطوط کا مثبت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اگر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امر با</w:t>
      </w:r>
      <w:r>
        <w:rPr>
          <w:rFonts w:hint="eastAsia"/>
          <w:rtl/>
        </w:rPr>
        <w:t>لمعروف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حکومت ک</w:t>
      </w:r>
      <w:r>
        <w:rPr>
          <w:rFonts w:hint="cs"/>
          <w:rtl/>
        </w:rPr>
        <w:t>ی</w:t>
      </w:r>
      <w:r>
        <w:rPr>
          <w:rtl/>
        </w:rPr>
        <w:t xml:space="preserve"> اور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شمار اقدامات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واقعتاً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حکمران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ک</w:t>
      </w:r>
      <w:r>
        <w:rPr>
          <w:rFonts w:hint="cs"/>
          <w:rtl/>
        </w:rPr>
        <w:t>ی</w:t>
      </w:r>
      <w:r>
        <w:rPr>
          <w:rtl/>
        </w:rPr>
        <w:t xml:space="preserve"> بدعنوان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سب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احکام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ذات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محترم اور قابل قدر انسانوں کا خون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غرض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مالک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تمام گن</w:t>
      </w:r>
      <w:r w:rsidR="00851B2F">
        <w:rPr>
          <w:rtl/>
        </w:rPr>
        <w:t>اہ</w:t>
      </w:r>
      <w:r w:rsidRPr="00385AE7">
        <w:rPr>
          <w:rFonts w:hint="cs"/>
          <w:rtl/>
        </w:rPr>
        <w:t>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جرم اور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ظالم،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فاسق و فاجر شراب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کو مسند خلافت پر ب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پر شرع</w:t>
      </w:r>
      <w:r>
        <w:rPr>
          <w:rFonts w:hint="cs"/>
          <w:rtl/>
        </w:rPr>
        <w:t>ی</w:t>
      </w:r>
      <w:r>
        <w:rPr>
          <w:rtl/>
        </w:rPr>
        <w:t xml:space="preserve"> فرض عائد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پر اعتراضات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نا</w:t>
      </w:r>
      <w:r w:rsidR="00851B2F">
        <w:rPr>
          <w:rtl/>
        </w:rPr>
        <w:t>اہ</w:t>
      </w:r>
      <w:r w:rsidRPr="00385AE7">
        <w:rPr>
          <w:rFonts w:hint="cs"/>
          <w:rtl/>
        </w:rPr>
        <w:t>ل شخص کو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منصب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موجود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کا ارشاد گرام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C50049">
      <w:pPr>
        <w:pStyle w:val="libNormal"/>
        <w:rPr>
          <w:rtl/>
        </w:rPr>
      </w:pPr>
      <w:r w:rsidRPr="002F28F8">
        <w:rPr>
          <w:rStyle w:val="libArabicChar"/>
          <w:rtl/>
        </w:rPr>
        <w:t>"من را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سلطانا جائزا مستحلا لحرام الل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 xml:space="preserve"> ناکثا ع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د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، مخالفا لسن</w:t>
      </w:r>
      <w:r w:rsidR="004D70B9" w:rsidRPr="004D70B9">
        <w:rPr>
          <w:rStyle w:val="libArabicChar"/>
          <w:rFonts w:hint="cs"/>
          <w:rtl/>
        </w:rPr>
        <w:t>ة</w:t>
      </w:r>
      <w:r w:rsidRPr="002F28F8">
        <w:rPr>
          <w:rStyle w:val="libArabicChar"/>
          <w:rtl/>
        </w:rPr>
        <w:t xml:space="preserve"> رسول الل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 xml:space="preserve"> ی</w:t>
      </w:r>
      <w:r w:rsidRPr="002F28F8">
        <w:rPr>
          <w:rStyle w:val="libArabicChar"/>
          <w:rFonts w:hint="eastAsia"/>
          <w:rtl/>
        </w:rPr>
        <w:t>عمل</w:t>
      </w:r>
      <w:r w:rsidRPr="002F28F8">
        <w:rPr>
          <w:rStyle w:val="libArabicChar"/>
          <w:rtl/>
        </w:rPr>
        <w:t xml:space="preserve"> ف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عبادا لل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 xml:space="preserve"> بالاثم والعدوان" فلم ی</w:t>
      </w:r>
      <w:r w:rsidRPr="002F28F8">
        <w:rPr>
          <w:rStyle w:val="libArabicChar"/>
          <w:rFonts w:hint="eastAsia"/>
          <w:rtl/>
        </w:rPr>
        <w:t>غ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ر</w:t>
      </w:r>
      <w:r w:rsidRPr="002F28F8">
        <w:rPr>
          <w:rStyle w:val="libArabicChar"/>
          <w:rtl/>
        </w:rPr>
        <w:t xml:space="preserve"> عل</w:t>
      </w:r>
      <w:r w:rsidRPr="002F28F8">
        <w:rPr>
          <w:rStyle w:val="libArabicChar"/>
          <w:rFonts w:hint="cs"/>
          <w:rtl/>
        </w:rPr>
        <w:t>ی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tl/>
        </w:rPr>
        <w:t xml:space="preserve"> بفعل ولاقول، کان حقا عل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الل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 xml:space="preserve"> ان ی</w:t>
      </w:r>
      <w:r w:rsidRPr="002F28F8">
        <w:rPr>
          <w:rStyle w:val="libArabicChar"/>
          <w:rFonts w:hint="eastAsia"/>
          <w:rtl/>
        </w:rPr>
        <w:t>دخل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tl/>
        </w:rPr>
        <w:t xml:space="preserve"> مدخل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 xml:space="preserve"> الا وان</w:t>
      </w:r>
      <w:r w:rsidR="00FD708B" w:rsidRPr="002F28F8">
        <w:rPr>
          <w:rStyle w:val="libArabicChar"/>
          <w:rFonts w:hint="cs"/>
          <w:rtl/>
        </w:rPr>
        <w:t xml:space="preserve"> </w:t>
      </w:r>
      <w:r w:rsidR="005132F6" w:rsidRPr="004D70B9">
        <w:rPr>
          <w:rStyle w:val="libArabicChar"/>
          <w:rFonts w:hint="cs"/>
          <w:rtl/>
        </w:rPr>
        <w:t>ه</w:t>
      </w:r>
      <w:r w:rsidR="00FD708B" w:rsidRPr="002F28F8">
        <w:rPr>
          <w:rStyle w:val="libArabicChar"/>
          <w:rFonts w:hint="cs"/>
          <w:rtl/>
        </w:rPr>
        <w:t>و</w:t>
      </w:r>
      <w:r w:rsidRPr="002F28F8">
        <w:rPr>
          <w:rStyle w:val="libArabicChar"/>
          <w:rFonts w:hint="cs"/>
          <w:rtl/>
        </w:rPr>
        <w:t>لاء قد لزموا اطاع</w:t>
      </w:r>
      <w:r w:rsidR="004D70B9" w:rsidRPr="004D70B9">
        <w:rPr>
          <w:rStyle w:val="libArabicChar"/>
          <w:rFonts w:hint="cs"/>
          <w:rtl/>
        </w:rPr>
        <w:t>ة</w:t>
      </w:r>
      <w:r w:rsidRPr="002F28F8">
        <w:rPr>
          <w:rStyle w:val="libArabicChar"/>
          <w:rtl/>
        </w:rPr>
        <w:t xml:space="preserve"> الش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طان</w:t>
      </w:r>
      <w:r w:rsidRPr="002F28F8">
        <w:rPr>
          <w:rStyle w:val="libArabicChar"/>
          <w:rtl/>
        </w:rPr>
        <w:t>"</w:t>
      </w:r>
      <w:r>
        <w:rPr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(22)</w:t>
      </w:r>
      <w:r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"اگر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ظالم حکمران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ھے</w:t>
      </w:r>
      <w:r>
        <w:rPr>
          <w:rtl/>
        </w:rPr>
        <w:t xml:space="preserve"> جو حلال خدا کو حرام کر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وعد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تو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عمل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مرتکب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تو لوگ اس کو قول و فعل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منع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خدا وندکر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کو ضرور</w:t>
      </w:r>
      <w:r w:rsidR="000E44EB">
        <w:rPr>
          <w:rtl/>
        </w:rPr>
        <w:t xml:space="preserve"> 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عذاب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جس کا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حکمران مستحق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گا"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کاموں پر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اس کو مظالم اور گن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باز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Pr="004D70B9">
        <w:rPr>
          <w:rFonts w:hint="cs"/>
          <w:rtl/>
        </w:rPr>
        <w:t>ڈھ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ورا 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تا</w:t>
      </w:r>
      <w:r>
        <w:rPr>
          <w:rtl/>
        </w:rPr>
        <w:t xml:space="preserve">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خون کا بدل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و سنت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خلفاء پر سوف</w:t>
      </w:r>
      <w:r>
        <w:rPr>
          <w:rFonts w:hint="cs"/>
          <w:rtl/>
        </w:rPr>
        <w:t>ی</w:t>
      </w:r>
      <w:r>
        <w:rPr>
          <w:rtl/>
        </w:rPr>
        <w:t xml:space="preserve"> صد عمل کروں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مقرر</w:t>
      </w:r>
      <w:r w:rsidR="005A655B">
        <w:rPr>
          <w:rtl/>
        </w:rPr>
        <w:t xml:space="preserve"> نہیں </w:t>
      </w:r>
      <w:r>
        <w:rPr>
          <w:rtl/>
        </w:rPr>
        <w:t>کرتا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خلافت حضرت 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منتقل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واشگاف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خلافت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آپ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سزاوار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الحال آپ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سونپ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شرائط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 عمل کروں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کاغذ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tl/>
        </w:rPr>
        <w:t>ں روان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دستخط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مناسب سمج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شرائط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قبول کرتا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حاکم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کام کرنا </w:t>
      </w:r>
      <w:r w:rsidR="00C3449B" w:rsidRPr="00385AE7">
        <w:rPr>
          <w:rFonts w:hint="cs"/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حکومت کروں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طرح ک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شاطران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چال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اگر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ہوا </w:t>
      </w:r>
      <w:r w:rsidR="005A655B" w:rsidRPr="00385AE7">
        <w:rPr>
          <w:rFonts w:hint="cs"/>
          <w:rtl/>
        </w:rPr>
        <w:t xml:space="preserve">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کاغذ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دستخط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شرائط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باور کرانا </w:t>
      </w:r>
      <w:r w:rsidR="00C3449B">
        <w:rPr>
          <w:rtl/>
        </w:rPr>
        <w:t>چاہتا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کو خلافت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0E44EB">
        <w:rPr>
          <w:rtl/>
        </w:rPr>
        <w:t xml:space="preserve"> ہی </w:t>
      </w:r>
      <w:r w:rsidR="005A655B">
        <w:rPr>
          <w:rtl/>
        </w:rPr>
        <w:t xml:space="preserve">نہیں ہے </w:t>
      </w:r>
      <w:r w:rsidRPr="00385AE7">
        <w:rPr>
          <w:rFonts w:hint="cs"/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>بات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نفاذ ک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کرلوں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اگر آپ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شرائط قبول</w:t>
      </w:r>
      <w:r w:rsidR="005A655B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tl/>
        </w:rPr>
        <w:t xml:space="preserve"> جنگ شروع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ذا</w:t>
      </w:r>
      <w:r>
        <w:rPr>
          <w:rtl/>
        </w:rPr>
        <w:t xml:space="preserve"> آپ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باتوں کو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tl/>
        </w:rPr>
        <w:t xml:space="preserve"> کر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مقام پر صبر وتحمل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جنگ چ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جنگ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سالوں تک ل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زاروں افراد لقم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اجل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ومال</w:t>
      </w:r>
      <w:r>
        <w:rPr>
          <w:rFonts w:hint="cs"/>
          <w:rtl/>
        </w:rPr>
        <w:t>ی</w:t>
      </w:r>
      <w:r>
        <w:rPr>
          <w:rtl/>
        </w:rPr>
        <w:t xml:space="preserve"> نقصان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>
        <w:rPr>
          <w:rFonts w:hint="eastAsia"/>
          <w:rtl/>
        </w:rPr>
        <w:t>ات</w:t>
      </w:r>
      <w:r w:rsidRPr="004D70B9">
        <w:rPr>
          <w:rFonts w:hint="cs"/>
          <w:rtl/>
        </w:rPr>
        <w:t>ھ</w:t>
      </w:r>
      <w:r>
        <w:rPr>
          <w:rtl/>
        </w:rPr>
        <w:t xml:space="preserve"> امام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آج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اعتراض کر 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امن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</w:t>
      </w:r>
      <w:r w:rsidRPr="004D70B9">
        <w:rPr>
          <w:rFonts w:hint="cs"/>
          <w:rtl/>
        </w:rPr>
        <w:t>ے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موقعوں پر صلح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انسان کو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eastAsia"/>
          <w:rtl/>
        </w:rPr>
        <w:t>صلح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صرف حکومت </w:t>
      </w:r>
      <w:r w:rsidR="00C3449B">
        <w:rPr>
          <w:rtl/>
        </w:rPr>
        <w:t>چاہتا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خواہش </w:t>
      </w:r>
      <w:r w:rsidRPr="00385AE7">
        <w:rPr>
          <w:rFonts w:hint="cs"/>
          <w:rtl/>
        </w:rPr>
        <w:t>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اس کو بطور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لقب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مطالب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اگر آپ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ان</w:t>
      </w:r>
      <w:r>
        <w:rPr>
          <w:rtl/>
        </w:rPr>
        <w:t xml:space="preserve"> خطر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بابا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امن وامان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ناراضگ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کرتا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دور کرتا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ں، حسب ضرورت رقم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مشکلات کا شکار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ا</w:t>
      </w:r>
      <w:r>
        <w:rPr>
          <w:rFonts w:hint="eastAsia"/>
          <w:rtl/>
        </w:rPr>
        <w:t>ور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آرام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ان شرائط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صلح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آج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 پر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اعتراضات کرسکت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جب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آج اس ک</w:t>
      </w:r>
      <w:r>
        <w:rPr>
          <w:rFonts w:hint="cs"/>
          <w:rtl/>
        </w:rPr>
        <w:t>ی</w:t>
      </w:r>
      <w:r>
        <w:rPr>
          <w:rtl/>
        </w:rPr>
        <w:t xml:space="preserve"> مذمت کرت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نظر آت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چالاک وع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شرائط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فوائد ح</w:t>
      </w:r>
      <w:r>
        <w:rPr>
          <w:rFonts w:hint="eastAsia"/>
          <w:rtl/>
        </w:rPr>
        <w:t>اصل</w:t>
      </w:r>
      <w:r>
        <w:rPr>
          <w:rtl/>
        </w:rPr>
        <w:t xml:space="preserve"> کرنا </w:t>
      </w:r>
      <w:r w:rsidR="00C3449B">
        <w:rPr>
          <w:rtl/>
        </w:rPr>
        <w:t>چاہتا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مفادات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تحفظ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اور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چاہتا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مکمل طور پر مسند حکومت پر بر اجمان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فقط ان ط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شرائط کو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طرح طرح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لگا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گوا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واشگاف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کرتا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والو!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اس لئ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نماز پ</w:t>
      </w:r>
      <w:r w:rsidRPr="004D70B9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روز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زکوٰ</w:t>
      </w:r>
      <w:r w:rsidRPr="004D70B9">
        <w:rPr>
          <w:rFonts w:hint="cs"/>
          <w:rtl/>
        </w:rPr>
        <w:t>ۃ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ولکن لا تامرکم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>"بلک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</w:t>
      </w:r>
      <w:r w:rsidRPr="00385AE7">
        <w:rPr>
          <w:rFonts w:hint="cs"/>
          <w:rtl/>
        </w:rPr>
        <w:lastRenderedPageBreak/>
        <w:t>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پر حکومت کروں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جب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eastAsia"/>
          <w:rtl/>
        </w:rPr>
        <w:t>حسوس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نترا</w:t>
      </w:r>
      <w:r>
        <w:rPr>
          <w:rtl/>
        </w:rPr>
        <w:t xml:space="preserve">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اس قسم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مسائل آپ خود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مسائل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روں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خود</w:t>
      </w:r>
      <w:r w:rsidR="000E44EB" w:rsidRPr="00385AE7">
        <w:rPr>
          <w:rFonts w:hint="cs"/>
          <w:rtl/>
        </w:rPr>
        <w:t xml:space="preserve"> ہی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شرط لگا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مرن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خلافت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 آ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 xml:space="preserve"> سالوں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جب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ختم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کا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قرار داد کو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پروگرام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حکمران اپن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واقعتاً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شروع</w:t>
      </w:r>
      <w:r w:rsidR="000E44EB">
        <w:rPr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شاطر وع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شخص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اء اسلام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کو خلفاء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رست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ہ</w:t>
      </w:r>
      <w:r>
        <w:rPr>
          <w:rtl/>
        </w:rPr>
        <w:t xml:space="preserve"> اعمالناموں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شرما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حکمر</w:t>
      </w:r>
      <w:r>
        <w:rPr>
          <w:rFonts w:hint="eastAsia"/>
          <w:rtl/>
        </w:rPr>
        <w:t>انوں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پست سوچ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جو عام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صرف اور صرف حکومت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طرح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بادشا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حفاظت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اپن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حکومت ک</w:t>
      </w:r>
      <w:r>
        <w:rPr>
          <w:rFonts w:hint="cs"/>
          <w:rtl/>
        </w:rPr>
        <w:t>ی</w:t>
      </w:r>
      <w:r>
        <w:rPr>
          <w:rtl/>
        </w:rPr>
        <w:t xml:space="preserve"> بقاء چ</w:t>
      </w:r>
      <w:r w:rsidR="00EF6DD1">
        <w:rPr>
          <w:rtl/>
        </w:rPr>
        <w:t xml:space="preserve">اہتے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ان درباروں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خوشامد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نوازا 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 کو کس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سلمانوں</w:t>
      </w:r>
      <w:r>
        <w:rPr>
          <w:rtl/>
        </w:rPr>
        <w:t xml:space="preserve">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نا پسند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جب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حالات کا موازن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دونوں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زادوں، آقا زادوں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حالات کا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فرق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حالات بدل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بدلا، منبر رسول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 xml:space="preserve">پر </w:t>
      </w: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بر اجمان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 xml:space="preserve">جو اسلام </w:t>
      </w:r>
      <w:r>
        <w:rPr>
          <w:rtl/>
        </w:rPr>
        <w:t>تو اسلام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دشمن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پرست اس جمل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سلام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"من را</w:t>
      </w:r>
      <w:r>
        <w:rPr>
          <w:rFonts w:hint="cs"/>
          <w:rtl/>
        </w:rPr>
        <w:t>ی</w:t>
      </w:r>
      <w:r>
        <w:rPr>
          <w:rtl/>
        </w:rPr>
        <w:t xml:space="preserve"> سلطانا جائزا مستحلا لحرام 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کان حق علی</w:t>
      </w:r>
      <w:r>
        <w:rPr>
          <w:rtl/>
        </w:rPr>
        <w:t xml:space="preserve"> 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ان ی</w:t>
      </w:r>
      <w:r>
        <w:rPr>
          <w:rFonts w:hint="eastAsia"/>
          <w:rtl/>
        </w:rPr>
        <w:t>دخل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 مدخل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ظالم شخص ک</w:t>
      </w:r>
      <w:r>
        <w:rPr>
          <w:rFonts w:hint="cs"/>
          <w:rtl/>
        </w:rPr>
        <w:t>ی</w:t>
      </w:r>
      <w:r>
        <w:rPr>
          <w:rtl/>
        </w:rPr>
        <w:t xml:space="preserve"> حکومت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کام کر</w:t>
      </w:r>
      <w:r w:rsidR="00C3449B">
        <w:rPr>
          <w:rtl/>
        </w:rPr>
        <w:t>رہا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اور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چپ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تو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گن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گار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 مصلحتوں اور حکمتوں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عمل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مکر 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وشرافت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 پر فخر کرت</w:t>
      </w:r>
      <w:r>
        <w:rPr>
          <w:rFonts w:hint="cs"/>
          <w:rtl/>
        </w:rPr>
        <w:t>ی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دراصل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صلح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تک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خاموش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لوگوں پر آشکار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کا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ومر بن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جب قرارداد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اصول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عام خلاف ورز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! اب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قرارداد خودبخود ختم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کو خود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منسوخ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اصولوں کو پامال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ذا آپ ا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انقلاب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لوگ صبر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وقت کا انتظار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EC330E">
        <w:rPr>
          <w:rtl/>
        </w:rPr>
        <w:t xml:space="preserve"> یہاں </w:t>
      </w:r>
      <w:r>
        <w:rPr>
          <w:rtl/>
        </w:rPr>
        <w:t>تک صورت حال واضح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وقت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معلوم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تک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آپ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علم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بلند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متذکر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بالا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محرکات کا جائز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مختلف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خاموش</w:t>
      </w:r>
      <w:r>
        <w:rPr>
          <w:rFonts w:hint="cs"/>
          <w:rtl/>
        </w:rPr>
        <w:t>ی</w:t>
      </w:r>
      <w:r>
        <w:rPr>
          <w:rtl/>
        </w:rPr>
        <w:t xml:space="preserve"> مصلحت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سکوت عبادت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دوسر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کلم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 بلند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آواز بلند کرنا</w:t>
      </w:r>
      <w:r>
        <w:rPr>
          <w:rtl/>
        </w:rPr>
        <w:t xml:space="preserve"> عبادت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دراصل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کرنا بذات خود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مسئل</w:t>
      </w:r>
      <w:r w:rsidRPr="004D70B9">
        <w:rPr>
          <w:rFonts w:hint="cs"/>
          <w:rtl/>
        </w:rPr>
        <w:t>ہ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عرض کر چکا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درخواست مسترد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تو دامن عصمت پر اعتراض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سکتا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عال</w:t>
      </w:r>
      <w:r>
        <w:rPr>
          <w:rFonts w:hint="cs"/>
          <w:rtl/>
        </w:rPr>
        <w:t>ی</w:t>
      </w:r>
      <w:r>
        <w:rPr>
          <w:rtl/>
        </w:rPr>
        <w:t xml:space="preserve"> مقام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انقلاب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کردار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انقلاب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اور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کوف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نفرت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السلام،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لگا، آج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آنسو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درختوں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سرسبز شاداب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مولا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فضا ساز گار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دعوت اس بات ک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 طرح کا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خاموش اور پر حکمت انقلاب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مرتب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راست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وار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محرک حکومت ک</w:t>
      </w:r>
      <w:r>
        <w:rPr>
          <w:rFonts w:hint="cs"/>
          <w:rtl/>
        </w:rPr>
        <w:t>ی</w:t>
      </w:r>
      <w:r>
        <w:rPr>
          <w:rtl/>
        </w:rPr>
        <w:t xml:space="preserve"> بد عمل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اتنا ک</w:t>
      </w:r>
      <w:r w:rsidRPr="004D70B9">
        <w:rPr>
          <w:rFonts w:hint="cs"/>
          <w:rtl/>
        </w:rPr>
        <w:t>ھ</w:t>
      </w:r>
      <w:r>
        <w:rPr>
          <w:rtl/>
        </w:rPr>
        <w:t>ل کر فسق و فجور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جتنا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پر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درخت اور کملائ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جان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درخت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اج</w:t>
      </w:r>
      <w:r w:rsidRPr="004D70B9">
        <w:rPr>
          <w:rFonts w:hint="cs"/>
          <w:rtl/>
        </w:rPr>
        <w:t>ڑے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انسانوں اور ل</w:t>
      </w:r>
      <w:r w:rsidRPr="004D70B9">
        <w:rPr>
          <w:rFonts w:hint="cs"/>
          <w:rtl/>
        </w:rPr>
        <w:t>ٹے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قافلوں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کا حوصل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22" w:name="_Toc508875375"/>
      <w:r>
        <w:rPr>
          <w:rFonts w:hint="eastAsia"/>
          <w:rtl/>
        </w:rPr>
        <w:t>قرار</w:t>
      </w:r>
      <w:r>
        <w:rPr>
          <w:rtl/>
        </w:rPr>
        <w:t xml:space="preserve"> 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5132F6">
        <w:rPr>
          <w:rFonts w:hint="cs"/>
          <w:rtl/>
        </w:rPr>
        <w:t>ھا؟</w:t>
      </w:r>
      <w:bookmarkEnd w:id="22"/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قرار داد ک</w:t>
      </w:r>
      <w:r>
        <w:rPr>
          <w:rFonts w:hint="cs"/>
          <w:rtl/>
        </w:rPr>
        <w:t>ی</w:t>
      </w:r>
      <w:r>
        <w:rPr>
          <w:rtl/>
        </w:rPr>
        <w:t xml:space="preserve"> عبارت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باند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27A66" w:rsidRDefault="00827A66" w:rsidP="00827A66">
      <w:pPr>
        <w:pStyle w:val="libNormal"/>
        <w:rPr>
          <w:rtl/>
        </w:rPr>
      </w:pPr>
      <w:r>
        <w:rPr>
          <w:rtl/>
        </w:rPr>
        <w:t>1)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واگزار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5513FA">
        <w:rPr>
          <w:rtl/>
        </w:rPr>
        <w:t xml:space="preserve"> رہی 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شرط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قرآن و سنت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خلفاء پر عمل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C330E">
        <w:rPr>
          <w:rtl/>
        </w:rPr>
        <w:t xml:space="preserve"> یہاں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بات کرنا </w:t>
      </w:r>
      <w:r w:rsidR="00C3449B">
        <w:rPr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خلافت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5A655B">
        <w:rPr>
          <w:rtl/>
        </w:rPr>
        <w:t xml:space="preserve"> نہیں </w:t>
      </w:r>
      <w:r>
        <w:rPr>
          <w:rtl/>
        </w:rPr>
        <w:t xml:space="preserve">کروں گا،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لوگوں کا کام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کروں گا جب خلافت غصب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5513FA">
        <w:rPr>
          <w:rtl/>
        </w:rPr>
        <w:t xml:space="preserve"> رہی 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lastRenderedPageBreak/>
        <w:t>"والل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لا سلمن ما سلمت امور المسلمی</w:t>
      </w:r>
      <w:r>
        <w:rPr>
          <w:rFonts w:hint="eastAsia"/>
          <w:rtl/>
        </w:rPr>
        <w:t>ن</w:t>
      </w:r>
      <w:r>
        <w:rPr>
          <w:rtl/>
        </w:rPr>
        <w:t xml:space="preserve"> ولم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جورالاعل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قرارداد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تک فقط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C3449B">
        <w:rPr>
          <w:rtl/>
        </w:rPr>
        <w:t>رہا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 غصب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تب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</w:t>
      </w:r>
      <w:r w:rsidR="00EF6DD1">
        <w:rPr>
          <w:rtl/>
        </w:rPr>
        <w:t>رہو</w:t>
      </w:r>
      <w:r w:rsidRPr="00385AE7">
        <w:rPr>
          <w:rFonts w:hint="cs"/>
          <w:rtl/>
        </w:rPr>
        <w:t>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غاصب حکمران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انداز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2)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حکومت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حق امام حسن </w:t>
      </w:r>
      <w:r>
        <w:rPr>
          <w:rtl/>
        </w:rPr>
        <w:t>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مسند رسول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وارث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ظ</w:t>
      </w:r>
      <w:r w:rsidR="00ED61E8">
        <w:rPr>
          <w:rtl/>
        </w:rPr>
        <w:t xml:space="preserve">اہر 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صلح عارض</w:t>
      </w:r>
      <w:r>
        <w:rPr>
          <w:rFonts w:hint="cs"/>
          <w:rtl/>
        </w:rPr>
        <w:t>ی</w:t>
      </w:r>
      <w:r>
        <w:rPr>
          <w:rtl/>
        </w:rPr>
        <w:t xml:space="preserve"> مدت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جا</w:t>
      </w:r>
      <w:r w:rsidR="00EC330E" w:rsidRPr="00385AE7">
        <w:rPr>
          <w:rFonts w:hint="cs"/>
          <w:rtl/>
        </w:rPr>
        <w:t>رہے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خلافت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جب تک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3B21A7">
        <w:rPr>
          <w:rtl/>
        </w:rPr>
        <w:t>چاہے</w:t>
      </w:r>
      <w:r w:rsidRPr="00385AE7">
        <w:rPr>
          <w:rFonts w:hint="cs"/>
          <w:rtl/>
        </w:rPr>
        <w:t xml:space="preserve"> حکومت کرتا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صلح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تک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خود بخود ختم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حق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سازشوں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جال بچ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اتا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شخص بطور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کرسکتا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3)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عام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صلح 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شرط عائد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عمل بدکو روکا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C50049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نمازوں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شروع کر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ااس دن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موقوف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لفظوں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قرار داد پر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tl/>
        </w:rPr>
        <w:t>دستخط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</w:t>
      </w:r>
      <w:r>
        <w:rPr>
          <w:rFonts w:hint="eastAsia"/>
          <w:rtl/>
        </w:rPr>
        <w:t>جگ</w:t>
      </w:r>
      <w:r w:rsidRPr="004D70B9">
        <w:rPr>
          <w:rFonts w:hint="cs"/>
          <w:rtl/>
        </w:rPr>
        <w:t>ہ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</w:t>
      </w:r>
      <w:r>
        <w:rPr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ان کو برا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(نعوذ 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)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اب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پر اعتراض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لعنت کا حقدار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اب تو اس کو اچ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لفظوں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</w:t>
      </w:r>
      <w:r w:rsidR="00C3449B">
        <w:rPr>
          <w:rtl/>
        </w:rPr>
        <w:t>رہا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 xml:space="preserve">اس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C3449B">
        <w:rPr>
          <w:rtl/>
        </w:rPr>
        <w:t>رہا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خو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شات نفسان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کچ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ا؟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قرارداد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اصولوں کو تو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اقدار کو روند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الا اور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tl/>
        </w:rPr>
        <w:t xml:space="preserve"> نو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C50049" w:rsidRPr="00385AE7">
        <w:rPr>
          <w:rFonts w:hint="cs"/>
          <w:rtl/>
        </w:rPr>
        <w:t xml:space="preserve"> </w:t>
      </w:r>
      <w:r>
        <w:rPr>
          <w:rtl/>
          <w:lang w:bidi="fa-IR"/>
        </w:rPr>
        <w:t>۹۰</w:t>
      </w:r>
      <w:r w:rsidR="00C5004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 xml:space="preserve">سال تک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طول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4)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 موجود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ٰذا قرارداد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اس کو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جن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5513FA">
        <w:rPr>
          <w:rtl/>
        </w:rPr>
        <w:t>چاہیں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باقاعد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قرارداد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ضرورت پور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سلسل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اشم کو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پر </w:t>
      </w:r>
      <w:r w:rsidR="0021427E">
        <w:rPr>
          <w:rtl/>
        </w:rPr>
        <w:t>اہمیت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تعلق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داء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وارثان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دا جو جنگ جمل وصف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درجئ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پر فائز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آس پاس جتنا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علاق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اشم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خاص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تمام آمدن</w:t>
      </w:r>
      <w:r>
        <w:rPr>
          <w:rFonts w:hint="cs"/>
          <w:rtl/>
        </w:rPr>
        <w:t>ی</w:t>
      </w:r>
      <w:r>
        <w:rPr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5)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امن وحفاظت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شام، عراق، </w:t>
      </w:r>
      <w:r>
        <w:rPr>
          <w:rFonts w:hint="cs"/>
          <w:rtl/>
        </w:rPr>
        <w:t>ی</w:t>
      </w:r>
      <w:r>
        <w:rPr>
          <w:rFonts w:hint="eastAsia"/>
          <w:rtl/>
        </w:rPr>
        <w:t>من،</w:t>
      </w:r>
      <w:r>
        <w:rPr>
          <w:rtl/>
        </w:rPr>
        <w:t xml:space="preserve"> حجاز،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اور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جو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ل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حفاظت وسلامت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اقدامات کر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عراق</w:t>
      </w:r>
      <w:r>
        <w:rPr>
          <w:rFonts w:hint="cs"/>
          <w:rtl/>
        </w:rPr>
        <w:t>ی</w:t>
      </w:r>
      <w:r>
        <w:rPr>
          <w:rtl/>
        </w:rPr>
        <w:t xml:space="preserve"> عوام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اصحاب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 w:rsidR="005A655B">
        <w:rPr>
          <w:rtl/>
        </w:rPr>
        <w:t xml:space="preserve"> ہیں </w:t>
      </w:r>
      <w:r>
        <w:rPr>
          <w:rtl/>
        </w:rPr>
        <w:t>ان کا خاص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مال، جان، ناموس اور اولاد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سلسل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خوف</w:t>
      </w:r>
      <w:r w:rsidR="005A655B" w:rsidRPr="00385AE7">
        <w:rPr>
          <w:rFonts w:hint="cs"/>
          <w:rtl/>
        </w:rPr>
        <w:t xml:space="preserve"> رہیں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حقدار کو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اصحاب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جو کچ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اور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خاندان رسالت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فرد کو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آر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نمبر </w:t>
      </w:r>
      <w:r>
        <w:rPr>
          <w:rtl/>
          <w:lang w:bidi="fa-IR"/>
        </w:rPr>
        <w:t>۵</w:t>
      </w:r>
      <w:r>
        <w:rPr>
          <w:rtl/>
        </w:rPr>
        <w:t xml:space="preserve"> اور </w:t>
      </w:r>
      <w:r>
        <w:rPr>
          <w:rtl/>
          <w:lang w:bidi="fa-IR"/>
        </w:rPr>
        <w:t>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عام مخالفت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شرط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قرآن و سنت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خلفاء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عمل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D70B9">
        <w:rPr>
          <w:rFonts w:hint="cs"/>
          <w:rtl/>
        </w:rPr>
        <w:t>ہ</w:t>
      </w:r>
      <w:r>
        <w:rPr>
          <w:rtl/>
        </w:rPr>
        <w:t xml:space="preserve"> شرط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طور پر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ا؟اس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پر ثابت کرد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ناسزا الفاظ ک</w:t>
      </w:r>
      <w:r w:rsidRPr="004D70B9">
        <w:rPr>
          <w:rFonts w:hint="cs"/>
          <w:rtl/>
        </w:rPr>
        <w:t>ھ</w:t>
      </w:r>
      <w:r>
        <w:rPr>
          <w:rtl/>
        </w:rPr>
        <w:t>نا جائز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سازش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قرارداد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عبارت !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نمائند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 عامر کو خال</w:t>
      </w:r>
      <w:r>
        <w:rPr>
          <w:rFonts w:hint="cs"/>
          <w:rtl/>
        </w:rPr>
        <w:t>ی</w:t>
      </w:r>
      <w:r>
        <w:rPr>
          <w:rtl/>
        </w:rPr>
        <w:t xml:space="preserve"> کاغذ پر اپن</w:t>
      </w:r>
      <w:r w:rsidRPr="004D70B9">
        <w:rPr>
          <w:rFonts w:hint="cs"/>
          <w:rtl/>
        </w:rPr>
        <w:t>ے</w:t>
      </w:r>
      <w:r>
        <w:rPr>
          <w:rtl/>
        </w:rPr>
        <w:t xml:space="preserve"> دستخط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آپ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شرائط لک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قبول کروں گا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اور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طور پر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اس کاغذ پر دستخط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ر صورت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زمانوں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السلام،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آپ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جناب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</w:t>
      </w:r>
      <w:r>
        <w:rPr>
          <w:rFonts w:hint="cs"/>
          <w:rtl/>
        </w:rPr>
        <w:t>ی</w:t>
      </w:r>
      <w:r>
        <w:rPr>
          <w:rtl/>
        </w:rPr>
        <w:t xml:space="preserve"> طرح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تک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BF209D" w:rsidRPr="00385AE7">
        <w:rPr>
          <w:rFonts w:hint="cs"/>
          <w:rtl/>
        </w:rPr>
        <w:t>رہتے</w:t>
      </w:r>
      <w:r w:rsidRPr="00385AE7">
        <w:rPr>
          <w:rFonts w:hint="cs"/>
          <w:rtl/>
        </w:rPr>
        <w:t xml:space="preserve"> تو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مانند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دونوں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</w:t>
      </w:r>
      <w:r>
        <w:rPr>
          <w:rFonts w:hint="eastAsia"/>
          <w:rtl/>
        </w:rPr>
        <w:t>ادوں</w:t>
      </w:r>
      <w:r>
        <w:rPr>
          <w:rtl/>
        </w:rPr>
        <w:t xml:space="preserve"> کا طرز زندگ</w:t>
      </w:r>
      <w:r>
        <w:rPr>
          <w:rFonts w:hint="cs"/>
          <w:rtl/>
        </w:rPr>
        <w:t>ی</w:t>
      </w:r>
      <w:r>
        <w:rPr>
          <w:rtl/>
        </w:rPr>
        <w:t xml:space="preserve"> اور حکمت عمل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شجر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ثمر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23" w:name="_Toc508875376"/>
      <w:r>
        <w:rPr>
          <w:rFonts w:hint="eastAsia"/>
          <w:rtl/>
        </w:rPr>
        <w:t>سوال</w:t>
      </w:r>
      <w:r>
        <w:rPr>
          <w:rtl/>
        </w:rPr>
        <w:t xml:space="preserve"> اور جواب</w:t>
      </w:r>
      <w:bookmarkEnd w:id="23"/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 اگر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السلام،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صلح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؟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ارشاد گرام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برداشت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کروں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حکومت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تس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سوال کا جواب صاف ظ</w:t>
      </w:r>
      <w:r w:rsidR="00ED61E8" w:rsidRPr="00385AE7">
        <w:rPr>
          <w:rFonts w:hint="cs"/>
          <w:rtl/>
        </w:rPr>
        <w:t xml:space="preserve">اہر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صاجزاد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جس طرح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ومسند خلافت پر قتل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خدش</w:t>
      </w:r>
      <w:r w:rsidRPr="004D70B9">
        <w:rPr>
          <w:rFonts w:hint="cs"/>
          <w:rtl/>
        </w:rPr>
        <w:t>ہ</w:t>
      </w:r>
      <w:r w:rsidR="00211648" w:rsidRPr="00385AE7">
        <w:rPr>
          <w:rFonts w:hint="cs"/>
          <w:rtl/>
        </w:rPr>
        <w:t xml:space="preserve"> ہوتا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حا</w:t>
      </w:r>
      <w:r>
        <w:rPr>
          <w:rFonts w:hint="eastAsia"/>
          <w:rtl/>
        </w:rPr>
        <w:t>لات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تو آپ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شرائط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 </w:t>
      </w:r>
      <w:r w:rsidRPr="00385AE7">
        <w:rPr>
          <w:rFonts w:hint="cs"/>
          <w:rtl/>
        </w:rPr>
        <w:lastRenderedPageBreak/>
        <w:t>صلح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گوش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دور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مختلف دور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طرح طرح ک</w:t>
      </w:r>
      <w:r>
        <w:rPr>
          <w:rFonts w:hint="cs"/>
          <w:rtl/>
        </w:rPr>
        <w:t>ی</w:t>
      </w:r>
      <w:r>
        <w:rPr>
          <w:rtl/>
        </w:rPr>
        <w:t xml:space="preserve"> الج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نو اور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فتنوں، شرانگ</w:t>
      </w:r>
      <w:r>
        <w:rPr>
          <w:rFonts w:hint="cs"/>
          <w:rtl/>
        </w:rPr>
        <w:t>ی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سازشوں، شورشوں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ورشوں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الج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آپ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پت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وتا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جاتا، اگر ل</w:t>
      </w:r>
      <w:r w:rsidR="00EF6DD1" w:rsidRPr="00385AE7">
        <w:rPr>
          <w:rFonts w:hint="cs"/>
          <w:rtl/>
        </w:rPr>
        <w:t>وہا</w:t>
      </w:r>
      <w:r w:rsidR="00211648" w:rsidRPr="00385AE7">
        <w:rPr>
          <w:rFonts w:hint="cs"/>
          <w:rtl/>
        </w:rPr>
        <w:t xml:space="preserve"> ہوتا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جاتا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صرف اور صرف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دل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طوفانوں اور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وں کا شجاعان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مقابل</w:t>
      </w:r>
      <w:r w:rsidRPr="004D70B9">
        <w:rPr>
          <w:rFonts w:hint="cs"/>
          <w:rtl/>
        </w:rPr>
        <w:t>ہ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فتح حاصل کر چک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اگر خوارج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قرآن بلند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چک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آپ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مشکل کشاء،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قبول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حکومت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دونوں مسئلوں کو خلط ملط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مسئل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الگ الگ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ہی </w:t>
      </w:r>
      <w:r>
        <w:rPr>
          <w:rtl/>
        </w:rPr>
        <w:t>فرق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جس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5A655B">
        <w:rPr>
          <w:rtl/>
        </w:rPr>
        <w:t xml:space="preserve"> نہیں </w:t>
      </w:r>
      <w:r>
        <w:rPr>
          <w:rtl/>
        </w:rPr>
        <w:t>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کا نائب بن کر مسند خ</w:t>
      </w:r>
      <w:r>
        <w:rPr>
          <w:rFonts w:hint="eastAsia"/>
          <w:rtl/>
        </w:rPr>
        <w:t>لافت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اس کو حاکم وقت مقرر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کو اپنا نائب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نہیں </w:t>
      </w:r>
      <w:r>
        <w:rPr>
          <w:rtl/>
        </w:rPr>
        <w:t>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صلح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کو قطع</w:t>
      </w:r>
      <w:r>
        <w:rPr>
          <w:rFonts w:hint="cs"/>
          <w:rtl/>
        </w:rPr>
        <w:t>ی</w:t>
      </w:r>
      <w:r>
        <w:rPr>
          <w:rtl/>
        </w:rPr>
        <w:t xml:space="preserve">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قرارداد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</w:t>
      </w:r>
      <w:r>
        <w:rPr>
          <w:rtl/>
        </w:rPr>
        <w:t>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بطور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="00EC330E">
        <w:rPr>
          <w:rtl/>
        </w:rPr>
        <w:t>رہے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تو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جان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آپ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 جو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کام انجام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پس حالات کا فرق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 xml:space="preserve">تو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ہ</w:t>
      </w:r>
      <w:r>
        <w:rPr>
          <w:rtl/>
        </w:rPr>
        <w:t xml:space="preserve"> کار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جس طرح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حکومت کو مسترد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</w:t>
      </w:r>
      <w:r>
        <w:rPr>
          <w:rFonts w:hint="cs"/>
          <w:rtl/>
        </w:rPr>
        <w:t>ی</w:t>
      </w:r>
      <w:r>
        <w:rPr>
          <w:rtl/>
        </w:rPr>
        <w:t xml:space="preserve"> طرح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خلافت کو قبول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موقع محل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جس طرح تلوار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انا عبادت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امت اسلام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خاموش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5A655B">
        <w:rPr>
          <w:rtl/>
        </w:rPr>
        <w:t xml:space="preserve"> نہیں </w:t>
      </w:r>
      <w:r>
        <w:rPr>
          <w:rtl/>
        </w:rPr>
        <w:t>آ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تک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آخر دم تک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اں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لمحات تک اس چپقلش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چار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امام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منافقان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پلوم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اس کو سخت نا پسند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</w:t>
      </w:r>
      <w:r>
        <w:rPr>
          <w:rtl/>
        </w:rPr>
        <w:t xml:space="preserve"> تک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2F28F8">
        <w:rPr>
          <w:rtl/>
        </w:rPr>
        <w:t xml:space="preserve"> ہلاک </w:t>
      </w:r>
      <w:r w:rsidR="005A655B" w:rsidRPr="00385AE7">
        <w:rPr>
          <w:rFonts w:hint="cs"/>
          <w:rtl/>
        </w:rPr>
        <w:t>نہیں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جاتا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کا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آپ کو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جنگ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 خطب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لوگوں کو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باوفا صحاب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27A66" w:rsidRDefault="00827A66" w:rsidP="00C50049">
      <w:pPr>
        <w:pStyle w:val="libNormal"/>
        <w:rPr>
          <w:rtl/>
        </w:rPr>
      </w:pPr>
      <w:r w:rsidRPr="002F28F8">
        <w:rPr>
          <w:rStyle w:val="libArabicChar"/>
          <w:rtl/>
        </w:rPr>
        <w:t>"ا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 xml:space="preserve"> اخوان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الذ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 xml:space="preserve"> رکبوا الطر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ق</w:t>
      </w:r>
      <w:r w:rsidRPr="002F28F8">
        <w:rPr>
          <w:rStyle w:val="libArabicChar"/>
          <w:rtl/>
        </w:rPr>
        <w:t xml:space="preserve"> ومضوا عل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tl/>
        </w:rPr>
        <w:t xml:space="preserve"> الحق ا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 xml:space="preserve"> عمار وا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 xml:space="preserve"> ابن الت</w:t>
      </w:r>
      <w:r w:rsidRPr="002F28F8">
        <w:rPr>
          <w:rStyle w:val="libArabicChar"/>
          <w:rFonts w:hint="cs"/>
          <w:rtl/>
        </w:rPr>
        <w:t>ی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ان</w:t>
      </w:r>
      <w:r w:rsidRPr="002F28F8">
        <w:rPr>
          <w:rStyle w:val="libArabicChar"/>
          <w:rtl/>
        </w:rPr>
        <w:t xml:space="preserve"> وا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 xml:space="preserve"> ذو الش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ادتی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>"</w:t>
      </w:r>
      <w:r w:rsidR="00C50049" w:rsidRPr="00B0371A">
        <w:rPr>
          <w:rStyle w:val="libFootnotenumChar"/>
          <w:rFonts w:hint="cs"/>
          <w:rtl/>
        </w:rPr>
        <w:t>(23)</w:t>
      </w:r>
      <w:r w:rsidRPr="00B0371A">
        <w:rPr>
          <w:rStyle w:val="libFootnotenumChar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tl/>
        </w:rPr>
        <w:t>"ک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گئ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ھے</w:t>
      </w:r>
      <w:r>
        <w:rPr>
          <w:rtl/>
        </w:rPr>
        <w:t xml:space="preserve"> راست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سوار</w:t>
      </w:r>
      <w:r w:rsidR="00211648" w:rsidRPr="00385AE7">
        <w:rPr>
          <w:rFonts w:hint="cs"/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ناًو</w:t>
      </w:r>
      <w:r w:rsidRPr="004D70B9">
        <w:rPr>
          <w:rFonts w:hint="cs"/>
          <w:rtl/>
        </w:rPr>
        <w:t>ہ</w:t>
      </w:r>
      <w:r>
        <w:rPr>
          <w:rtl/>
        </w:rPr>
        <w:t xml:space="preserve"> حق پر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دوست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خطاب نماز جمع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کو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دوسرا جمع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ضربت لگ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امام حسن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پ</w:t>
      </w:r>
      <w:r>
        <w:rPr>
          <w:rFonts w:hint="eastAsia"/>
          <w:rtl/>
        </w:rPr>
        <w:t>روگرام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پرو</w:t>
      </w:r>
      <w:r w:rsidR="00851B2F" w:rsidRPr="00385AE7">
        <w:rPr>
          <w:rFonts w:hint="cs"/>
          <w:rtl/>
        </w:rPr>
        <w:t xml:space="preserve">اہی </w:t>
      </w:r>
      <w:r>
        <w:rPr>
          <w:rtl/>
        </w:rPr>
        <w:t xml:space="preserve"> اور اندرون</w:t>
      </w:r>
      <w:r>
        <w:rPr>
          <w:rFonts w:hint="cs"/>
          <w:rtl/>
        </w:rPr>
        <w:t>ی</w:t>
      </w:r>
      <w:r>
        <w:rPr>
          <w:rtl/>
        </w:rPr>
        <w:t xml:space="preserve"> اختلافات کو ملاحظ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کا اراد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جگ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نسائ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 w:rsidR="005A655B">
        <w:rPr>
          <w:rtl/>
        </w:rPr>
        <w:t xml:space="preserve"> رہنے</w:t>
      </w:r>
      <w:r w:rsidR="000E44EB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جماعت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اور سخت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مشکل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جماعت کا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5A655B">
        <w:rPr>
          <w:rtl/>
        </w:rPr>
        <w:t xml:space="preserve"> ہوا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دم تک استقامت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اور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ارادوں پر </w:t>
      </w:r>
      <w:r w:rsidRPr="004D70B9">
        <w:rPr>
          <w:rFonts w:hint="cs"/>
          <w:rtl/>
        </w:rPr>
        <w:t>ڈٹے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بچوں تک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="005A655B" w:rsidRPr="00385AE7">
        <w:rPr>
          <w:rFonts w:hint="cs"/>
          <w:rtl/>
        </w:rPr>
        <w:t xml:space="preserve">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فوج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کردار ک</w:t>
      </w:r>
      <w:r>
        <w:rPr>
          <w:rFonts w:hint="cs"/>
          <w:rtl/>
        </w:rPr>
        <w:t>ی</w:t>
      </w:r>
      <w:r>
        <w:rPr>
          <w:rtl/>
        </w:rPr>
        <w:t xml:space="preserve"> کشش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فوج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منحرف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افراد لشکر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امام عا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مقام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بزدل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دک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ضحاک بن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پر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5A655B">
        <w:rPr>
          <w:rtl/>
        </w:rPr>
        <w:t xml:space="preserve"> ہونا </w:t>
      </w:r>
      <w:r w:rsidR="00C3449B">
        <w:rPr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F6DD1">
        <w:rPr>
          <w:rtl/>
        </w:rPr>
        <w:t>رہو</w:t>
      </w:r>
      <w:r w:rsidRPr="00385AE7">
        <w:rPr>
          <w:rFonts w:hint="cs"/>
          <w:rtl/>
        </w:rPr>
        <w:t>ں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</w:t>
      </w:r>
      <w:r>
        <w:rPr>
          <w:rtl/>
        </w:rPr>
        <w:t xml:space="preserve">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آپ کو کس</w:t>
      </w:r>
      <w:r>
        <w:rPr>
          <w:rFonts w:hint="cs"/>
          <w:rtl/>
        </w:rPr>
        <w:t>ی</w:t>
      </w:r>
      <w:r>
        <w:rPr>
          <w:rtl/>
        </w:rPr>
        <w:t xml:space="preserve"> قسم کا فائد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نچ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چلا جاؤں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آپ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پاس آجا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لشکر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عاشور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لمحات تک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 مولا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</w:t>
      </w:r>
      <w:r w:rsidR="00C3449B">
        <w:rPr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</w:t>
      </w:r>
      <w:r w:rsidR="00C3449B">
        <w:rPr>
          <w:rtl/>
        </w:rPr>
        <w:t>رہا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آپ کو کس</w:t>
      </w:r>
      <w:r>
        <w:rPr>
          <w:rFonts w:hint="cs"/>
          <w:rtl/>
        </w:rPr>
        <w:t>ی</w:t>
      </w:r>
      <w:r>
        <w:rPr>
          <w:rtl/>
        </w:rPr>
        <w:t xml:space="preserve"> قسم کا فائد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اگر تم جانا چ</w:t>
      </w:r>
      <w:r w:rsidR="00EF6DD1" w:rsidRPr="00385AE7">
        <w:rPr>
          <w:rFonts w:hint="cs"/>
          <w:rtl/>
        </w:rPr>
        <w:t xml:space="preserve">اہتے 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تو جاؤ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اعل</w:t>
      </w:r>
      <w:r>
        <w:rPr>
          <w:rFonts w:hint="cs"/>
          <w:rtl/>
        </w:rPr>
        <w:t>ی</w:t>
      </w:r>
      <w:r>
        <w:rPr>
          <w:rtl/>
        </w:rPr>
        <w:t xml:space="preserve"> قسم کا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پر سوار</w:t>
      </w:r>
      <w:r w:rsidR="005A655B">
        <w:rPr>
          <w:rtl/>
        </w:rPr>
        <w:t xml:space="preserve"> ہوا </w:t>
      </w:r>
      <w:r>
        <w:rPr>
          <w:rFonts w:hint="eastAsia"/>
          <w:rtl/>
        </w:rPr>
        <w:t>اور</w:t>
      </w:r>
      <w:r>
        <w:rPr>
          <w:rtl/>
        </w:rPr>
        <w:t xml:space="preserve"> اس کو 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اور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چ</w:t>
      </w:r>
      <w:r>
        <w:rPr>
          <w:rFonts w:hint="cs"/>
          <w:rtl/>
        </w:rPr>
        <w:t>ی</w:t>
      </w:r>
      <w:r>
        <w:rPr>
          <w:rFonts w:hint="eastAsia"/>
          <w:rtl/>
        </w:rPr>
        <w:t>رتا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با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ر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صحاک کا تعاقب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کو گرفتار کرنا 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سپ</w:t>
      </w:r>
      <w:r w:rsidR="00851B2F">
        <w:rPr>
          <w:rtl/>
        </w:rPr>
        <w:t xml:space="preserve">اہی 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واقف کار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جنگ</w:t>
      </w:r>
      <w:r w:rsidR="005A655B">
        <w:rPr>
          <w:rtl/>
        </w:rPr>
        <w:t xml:space="preserve"> نہیں </w:t>
      </w:r>
      <w:r>
        <w:rPr>
          <w:rtl/>
        </w:rPr>
        <w:t xml:space="preserve">کرنا </w:t>
      </w:r>
      <w:r w:rsidR="00C3449B">
        <w:rPr>
          <w:rtl/>
        </w:rPr>
        <w:t>چاہتا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</w:t>
      </w:r>
      <w:r>
        <w:rPr>
          <w:rFonts w:hint="eastAsia"/>
          <w:rtl/>
        </w:rPr>
        <w:t>او</w:t>
      </w:r>
      <w:r w:rsidRPr="004D70B9"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لشکر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حسن </w:t>
      </w:r>
      <w:r>
        <w:rPr>
          <w:rtl/>
        </w:rPr>
        <w:lastRenderedPageBreak/>
        <w:t>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اصحاب اگر بزدل</w:t>
      </w:r>
      <w:r>
        <w:rPr>
          <w:rFonts w:hint="cs"/>
          <w:rtl/>
        </w:rPr>
        <w:t>ی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آپ کس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صلح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آپ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رسوائ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مصالحت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فرق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مصالحت پر منتج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جس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خواباں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نا 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وفائ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پرو</w:t>
      </w:r>
      <w:r w:rsidR="00851B2F" w:rsidRPr="00385AE7">
        <w:rPr>
          <w:rFonts w:hint="cs"/>
          <w:rtl/>
        </w:rPr>
        <w:t xml:space="preserve">اہی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جنگ کا اراد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آکر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مقام 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تو سب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خاموش </w:t>
      </w:r>
      <w:r w:rsidR="00EC330E">
        <w:rPr>
          <w:rtl/>
        </w:rPr>
        <w:t>رہے</w:t>
      </w:r>
      <w:r w:rsidRPr="00385AE7">
        <w:rPr>
          <w:rFonts w:hint="cs"/>
          <w:rtl/>
        </w:rPr>
        <w:t>، اس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عد</w:t>
      </w:r>
      <w:r>
        <w:rPr>
          <w:rFonts w:hint="cs"/>
          <w:rtl/>
        </w:rPr>
        <w:t>ی</w:t>
      </w:r>
      <w:r>
        <w:rPr>
          <w:rtl/>
        </w:rPr>
        <w:t xml:space="preserve"> بن حاتم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اور لوگوں ک</w:t>
      </w:r>
      <w:r>
        <w:rPr>
          <w:rFonts w:hint="cs"/>
          <w:rtl/>
        </w:rPr>
        <w:t>ی</w:t>
      </w:r>
      <w:r>
        <w:rPr>
          <w:rtl/>
        </w:rPr>
        <w:t xml:space="preserve"> ملام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جاتا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آدم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چل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مقام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دس دنوں تک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صرف چار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آدم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حضرت دوسر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لوگوں کو دوب</w:t>
      </w:r>
      <w:r>
        <w:rPr>
          <w:rFonts w:hint="eastAsia"/>
          <w:rtl/>
        </w:rPr>
        <w:t>ار</w:t>
      </w:r>
      <w:r w:rsidRPr="004D70B9">
        <w:rPr>
          <w:rFonts w:hint="cs"/>
          <w:rtl/>
        </w:rPr>
        <w:t>ہ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tl/>
        </w:rPr>
        <w:t xml:space="preserve"> طرف راغب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اک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بزدل</w:t>
      </w:r>
      <w:r>
        <w:rPr>
          <w:rFonts w:hint="cs"/>
          <w:rtl/>
        </w:rPr>
        <w:t>ی</w:t>
      </w:r>
      <w:r>
        <w:rPr>
          <w:rtl/>
        </w:rPr>
        <w:t xml:space="preserve"> کا مظ</w:t>
      </w:r>
      <w:r w:rsidR="00ED61E8">
        <w:rPr>
          <w:rtl/>
        </w:rPr>
        <w:t xml:space="preserve">اہر 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رات</w:t>
      </w:r>
      <w:r w:rsidR="005A655B" w:rsidRPr="00385AE7">
        <w:rPr>
          <w:rFonts w:hint="cs"/>
          <w:rtl/>
        </w:rPr>
        <w:t xml:space="preserve"> ہوئی </w:t>
      </w:r>
      <w:r>
        <w:rPr>
          <w:rtl/>
        </w:rPr>
        <w:t>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سرداروں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رات کو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اگ کر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،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 کر جا</w:t>
      </w:r>
      <w:r w:rsidR="00EC330E">
        <w:rPr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افسوسناک صورت حال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حضرت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مناسب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ذلت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عزت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صلح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 پر اعتراض کرسکت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اگر صلحنام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دستخط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ذات پر کوئ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چالاک وع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شخص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کاغذ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جوا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چال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تو لوگ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صرف اور صرف اقتدار کا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وکا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حصول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اس طرح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حرب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استعمال کرتا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درست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چالاک انسان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شرائط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کو؟ ظ</w:t>
      </w:r>
      <w:r w:rsidR="00ED61E8">
        <w:rPr>
          <w:rtl/>
        </w:rPr>
        <w:t xml:space="preserve">اہر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شرائط</w:t>
      </w:r>
      <w:r w:rsidR="000E44EB">
        <w:rPr>
          <w:rtl/>
        </w:rPr>
        <w:t xml:space="preserve"> ہی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قبول فرمائ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صلح 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مقصد اور شخص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نہیں 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فوائد مضمر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گز وفان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اس وقت حکومت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نر</w:t>
      </w:r>
      <w:r>
        <w:rPr>
          <w:rFonts w:hint="cs"/>
          <w:rtl/>
        </w:rPr>
        <w:t>ی</w:t>
      </w:r>
      <w:r>
        <w:rPr>
          <w:rtl/>
        </w:rPr>
        <w:t xml:space="preserve"> شب وروز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</w:t>
      </w:r>
      <w:r>
        <w:rPr>
          <w:rtl/>
        </w:rPr>
        <w:t xml:space="preserve"> کر</w:t>
      </w:r>
      <w:r w:rsidR="005513FA">
        <w:rPr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بات مانتا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5A655B">
        <w:rPr>
          <w:rtl/>
        </w:rPr>
        <w:t xml:space="preserve"> نہیں </w:t>
      </w:r>
      <w:r>
        <w:rPr>
          <w:rtl/>
        </w:rPr>
        <w:t>مانت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 xml:space="preserve">اس وقت کا مورخ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نعوذ 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صلح جو انسان</w:t>
      </w:r>
      <w:r w:rsidR="005A655B">
        <w:rPr>
          <w:rtl/>
        </w:rPr>
        <w:t xml:space="preserve"> نہیں ہیں </w:t>
      </w:r>
      <w:r>
        <w:rPr>
          <w:rtl/>
        </w:rPr>
        <w:t>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امن وسلامت</w:t>
      </w:r>
      <w:r>
        <w:rPr>
          <w:rFonts w:hint="cs"/>
          <w:rtl/>
        </w:rPr>
        <w:t>ی</w:t>
      </w:r>
      <w:r>
        <w:rPr>
          <w:rtl/>
        </w:rPr>
        <w:t xml:space="preserve">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عوام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پور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چانت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پر قائم</w:t>
      </w:r>
      <w:r w:rsidR="005A655B">
        <w:rPr>
          <w:rtl/>
        </w:rPr>
        <w:t xml:space="preserve"> نہیں </w:t>
      </w:r>
      <w:r>
        <w:rPr>
          <w:rtl/>
        </w:rPr>
        <w:t>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تا </w:t>
      </w:r>
      <w:r w:rsidRPr="00385AE7">
        <w:rPr>
          <w:rFonts w:hint="cs"/>
          <w:rtl/>
        </w:rPr>
        <w:lastRenderedPageBreak/>
        <w:t>کچ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کرتا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</w:t>
      </w:r>
      <w:r>
        <w:rPr>
          <w:rtl/>
        </w:rPr>
        <w:t>ر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دراصل معامل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انسان تو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حکمران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قدر 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خاموش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ردعمل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انسان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حکمران تو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شام کو کس طرح سنوارا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، اور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 کس طرح خوشحال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اس طرح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چان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اس کو حکمران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باعث پور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ملک پر مکمل قدرت حاصل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جاتا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خاموش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اب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وصداقت، سچائ</w:t>
      </w:r>
      <w:r>
        <w:rPr>
          <w:rFonts w:hint="cs"/>
          <w:rtl/>
        </w:rPr>
        <w:t>ی</w:t>
      </w:r>
      <w:r>
        <w:rPr>
          <w:rtl/>
        </w:rPr>
        <w:t xml:space="preserve"> و راستباز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تن تن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عام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وقت کا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مقام پر مذمت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حلم وبردبار</w:t>
      </w:r>
      <w:r>
        <w:rPr>
          <w:rFonts w:hint="cs"/>
          <w:rtl/>
        </w:rPr>
        <w:t>ی</w:t>
      </w:r>
      <w:r>
        <w:rPr>
          <w:rtl/>
        </w:rPr>
        <w:t xml:space="preserve"> اور اچ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کردار کا عمل</w:t>
      </w:r>
      <w:r>
        <w:rPr>
          <w:rFonts w:hint="cs"/>
          <w:rtl/>
        </w:rPr>
        <w:t>ی</w:t>
      </w:r>
      <w:r>
        <w:rPr>
          <w:rtl/>
        </w:rPr>
        <w:t xml:space="preserve"> مظ</w:t>
      </w:r>
      <w:r w:rsidR="00ED61E8">
        <w:rPr>
          <w:rtl/>
        </w:rPr>
        <w:t xml:space="preserve">اہر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کرتا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نظر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211648">
        <w:rPr>
          <w:rtl/>
        </w:rPr>
        <w:t xml:space="preserve"> ہوتا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بردبارس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 اس کو جاکر سر عام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برا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ان سن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ا، اور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نست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مسکرات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ان کو انعام واکرام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نوازتا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سوچ بدل جات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اس بات پر لوگ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خوش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حکمران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خاموش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لوگوں کو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غرض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،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،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حکومت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مور</w:t>
      </w:r>
      <w:r>
        <w:rPr>
          <w:rtl/>
        </w:rPr>
        <w:t xml:space="preserve"> کو بآ احسن چلا 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طلب اقتدار کا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وکا انسان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(جس طرح آج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وصوبائ</w:t>
      </w:r>
      <w:r>
        <w:rPr>
          <w:rFonts w:hint="cs"/>
          <w:rtl/>
        </w:rPr>
        <w:t>ی</w:t>
      </w:r>
      <w:r>
        <w:rPr>
          <w:rtl/>
        </w:rPr>
        <w:t xml:space="preserve"> اسمبل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جاتا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وقت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اعتراض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خاموش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مخالف مال</w:t>
      </w:r>
      <w:r>
        <w:rPr>
          <w:rFonts w:hint="cs"/>
          <w:rtl/>
        </w:rPr>
        <w:t>ی</w:t>
      </w:r>
      <w:r>
        <w:rPr>
          <w:rtl/>
        </w:rPr>
        <w:t xml:space="preserve"> و ماد</w:t>
      </w:r>
      <w:r>
        <w:rPr>
          <w:rFonts w:hint="cs"/>
          <w:rtl/>
        </w:rPr>
        <w:t>ی</w:t>
      </w:r>
      <w:r>
        <w:rPr>
          <w:rtl/>
        </w:rPr>
        <w:t xml:space="preserve"> لالچ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بن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) اب آپ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صلح 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دستخط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گوش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واقعتاً حالات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بس اور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صلحنام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دستخط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جان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اعتراض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روکا</w:t>
      </w:r>
      <w:r w:rsidR="005A655B">
        <w:rPr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پر دستخط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دراصل آپ ک</w:t>
      </w:r>
      <w:r>
        <w:rPr>
          <w:rFonts w:hint="cs"/>
          <w:rtl/>
        </w:rPr>
        <w:t>ی</w:t>
      </w:r>
      <w:r>
        <w:rPr>
          <w:rtl/>
        </w:rPr>
        <w:t xml:space="preserve"> اجازت اور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دستخطوں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0E44EB">
        <w:rPr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اس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سر برا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حسن مجتب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سربرا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موجود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احکام</w:t>
      </w:r>
      <w:r>
        <w:rPr>
          <w:rFonts w:hint="eastAsia"/>
          <w:rtl/>
        </w:rPr>
        <w:t>ات</w:t>
      </w:r>
      <w:r>
        <w:rPr>
          <w:rtl/>
        </w:rPr>
        <w:t xml:space="preserve"> اور آراء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جو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صلح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مولا </w:t>
      </w:r>
      <w:r w:rsidR="00BF209D" w:rsidRPr="00BF209D">
        <w:rPr>
          <w:rStyle w:val="libAlaemChar"/>
          <w:rtl/>
        </w:rPr>
        <w:t xml:space="preserve"> عليه‌السلام 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اس صلح کو قبول</w:t>
      </w:r>
      <w:r w:rsidR="005A655B" w:rsidRPr="00385AE7">
        <w:rPr>
          <w:rFonts w:hint="cs"/>
          <w:rtl/>
        </w:rPr>
        <w:t xml:space="preserve"> </w:t>
      </w:r>
      <w:r w:rsidR="005A655B" w:rsidRPr="00385AE7">
        <w:rPr>
          <w:rFonts w:hint="cs"/>
          <w:rtl/>
        </w:rPr>
        <w:lastRenderedPageBreak/>
        <w:t xml:space="preserve">نہیں </w:t>
      </w:r>
      <w:r>
        <w:rPr>
          <w:rtl/>
        </w:rPr>
        <w:t>کرت</w:t>
      </w:r>
      <w:r w:rsidRPr="004D70B9">
        <w:rPr>
          <w:rFonts w:hint="cs"/>
          <w:rtl/>
        </w:rPr>
        <w:t>ے۔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آپ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جناب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پابند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سوچ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حوال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حرف آخر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مذاکرات اور صلحنام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مشور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بخوب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محمد،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0E44EB">
        <w:rPr>
          <w:rtl/>
        </w:rPr>
        <w:t xml:space="preserve"> ہی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سچ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جو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اور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دانائ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راز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امام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خطاء</w:t>
      </w:r>
      <w:r w:rsidR="005A655B">
        <w:rPr>
          <w:rtl/>
        </w:rPr>
        <w:t xml:space="preserve"> نہیں </w:t>
      </w:r>
      <w:r>
        <w:rPr>
          <w:rtl/>
        </w:rPr>
        <w:t>کرسکتا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سوچ 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ٰ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نمائ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شائب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تک ن</w:t>
      </w:r>
      <w:r w:rsidRPr="004D70B9">
        <w:rPr>
          <w:rFonts w:hint="cs"/>
          <w:rtl/>
        </w:rPr>
        <w:t>ہ</w:t>
      </w:r>
      <w:r w:rsidR="00211648" w:rsidRPr="00385AE7">
        <w:rPr>
          <w:rFonts w:hint="cs"/>
          <w:rtl/>
        </w:rPr>
        <w:t xml:space="preserve"> ہوتا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مدبران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اقدام پر حضرت رسول خدا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اور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</w:t>
      </w:r>
      <w:r>
        <w:rPr>
          <w:rFonts w:hint="eastAsia"/>
          <w:rtl/>
        </w:rPr>
        <w:t>د</w:t>
      </w:r>
      <w:r>
        <w:rPr>
          <w:rtl/>
        </w:rPr>
        <w:t xml:space="preserve">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جناب فاطم</w:t>
      </w:r>
      <w:r w:rsidRPr="004D70B9">
        <w:rPr>
          <w:rFonts w:hint="cs"/>
          <w:rtl/>
        </w:rPr>
        <w:t>ۃ</w:t>
      </w:r>
      <w:r>
        <w:rPr>
          <w:rtl/>
        </w:rPr>
        <w:t xml:space="preserve"> الز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راء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آگ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گل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منظر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ملائک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مسرت د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آج کا محمد (ص)، آج کا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کس احسن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فرائض انجام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رہا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؟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851B2F">
        <w:rPr>
          <w:rtl/>
        </w:rPr>
        <w:t xml:space="preserve">اہی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کربناک لمحوں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حسن تدبر کا مظ</w:t>
      </w:r>
      <w:r w:rsidR="00ED61E8">
        <w:rPr>
          <w:rtl/>
        </w:rPr>
        <w:t xml:space="preserve">اہر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پر آپ کو 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خراج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) </w:t>
      </w:r>
    </w:p>
    <w:p w:rsidR="00123478" w:rsidRDefault="00123478" w:rsidP="005132F6">
      <w:pPr>
        <w:pStyle w:val="libNormal"/>
        <w:rPr>
          <w:rtl/>
        </w:rPr>
      </w:pPr>
      <w:r>
        <w:rPr>
          <w:rtl/>
        </w:rPr>
        <w:br w:type="page"/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24" w:name="_Toc508875377"/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</w:t>
      </w:r>
      <w:bookmarkEnd w:id="24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نام نام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اسم گرام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وتقو</w:t>
      </w:r>
      <w:r>
        <w:rPr>
          <w:rFonts w:hint="cs"/>
          <w:rtl/>
        </w:rPr>
        <w:t>ی</w:t>
      </w:r>
      <w:r>
        <w:rPr>
          <w:rtl/>
        </w:rPr>
        <w:t xml:space="preserve"> اور عبادت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اعل</w:t>
      </w:r>
      <w:r>
        <w:rPr>
          <w:rFonts w:hint="cs"/>
          <w:rtl/>
        </w:rPr>
        <w:t>ی</w:t>
      </w:r>
      <w:r>
        <w:rPr>
          <w:rtl/>
        </w:rPr>
        <w:t xml:space="preserve"> صفات و کمالات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 پر موجود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جب خاندان رسالت پر نظر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 امام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چود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چاند ک</w:t>
      </w:r>
      <w:r>
        <w:rPr>
          <w:rFonts w:hint="cs"/>
          <w:rtl/>
        </w:rPr>
        <w:t>ی</w:t>
      </w:r>
      <w:r>
        <w:rPr>
          <w:rtl/>
        </w:rPr>
        <w:t xml:space="preserve"> مانند دمکت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نظر آت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خاندان کا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فرد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کا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مثال انسان</w:t>
      </w:r>
      <w:r w:rsidR="00211648" w:rsidRPr="00385AE7">
        <w:rPr>
          <w:rFonts w:hint="cs"/>
          <w:rtl/>
        </w:rPr>
        <w:t xml:space="preserve"> ہوتا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پر فخر کر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اگر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کردار و عمل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ماننا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گا اسلام ک</w:t>
      </w:r>
      <w:r>
        <w:rPr>
          <w:rFonts w:hint="cs"/>
          <w:rtl/>
        </w:rPr>
        <w:t>ی</w:t>
      </w:r>
      <w:r>
        <w:rPr>
          <w:rtl/>
        </w:rPr>
        <w:t xml:space="preserve"> تمام تر جلو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ضوفشان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تو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کمالات وصفات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کا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کام اتنا بلند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تک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نچنا </w:t>
      </w:r>
      <w:r>
        <w:rPr>
          <w:rFonts w:hint="eastAsia"/>
          <w:rtl/>
        </w:rPr>
        <w:t>تو</w:t>
      </w:r>
      <w:r>
        <w:rPr>
          <w:rtl/>
        </w:rPr>
        <w:t xml:space="preserve"> در کنار آدم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سکتا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صاف ظ</w:t>
      </w:r>
      <w:r w:rsidR="00ED61E8" w:rsidRPr="00385AE7">
        <w:rPr>
          <w:rFonts w:hint="cs"/>
          <w:rtl/>
        </w:rPr>
        <w:t xml:space="preserve">اہر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معجزان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خود رسالتمآب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سرورکائنات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وقف کرد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و رفعت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انداز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بن کر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چلن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السلام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ضرورت بن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 دو قالب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انسان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پر نور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(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 ک</w:t>
      </w:r>
      <w:r>
        <w:rPr>
          <w:rFonts w:hint="cs"/>
          <w:rtl/>
        </w:rPr>
        <w:t>ی</w:t>
      </w:r>
      <w:r>
        <w:rPr>
          <w:rtl/>
        </w:rPr>
        <w:t xml:space="preserve"> تمام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رنگ بدل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اولاد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بدل سکت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حضرات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ا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ل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ہیں </w:t>
      </w:r>
      <w:r>
        <w:rPr>
          <w:rtl/>
        </w:rPr>
        <w:t>اور اس کا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قائم و دائم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25" w:name="_Toc508875378"/>
      <w:r>
        <w:rPr>
          <w:rFonts w:hint="eastAsia"/>
          <w:rtl/>
        </w:rPr>
        <w:t>عبادت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</w:t>
      </w:r>
      <w:bookmarkEnd w:id="25"/>
      <w:r w:rsidR="00BF209D" w:rsidRPr="00BF209D">
        <w:rPr>
          <w:rStyle w:val="libAlaemChar"/>
          <w:rtl/>
        </w:rPr>
        <w:t xml:space="preserve"> </w:t>
      </w:r>
      <w:r>
        <w:rPr>
          <w:rtl/>
        </w:rPr>
        <w:t xml:space="preserve"> </w:t>
      </w:r>
    </w:p>
    <w:p w:rsidR="00827A66" w:rsidRPr="004C2205" w:rsidRDefault="00851B2F" w:rsidP="00827A66">
      <w:pPr>
        <w:pStyle w:val="libNormal"/>
        <w:rPr>
          <w:rtl/>
        </w:rPr>
      </w:pPr>
      <w:r>
        <w:rPr>
          <w:rFonts w:hint="eastAsia"/>
          <w:rtl/>
        </w:rPr>
        <w:t>اہ</w:t>
      </w:r>
      <w:r w:rsidR="00827A66" w:rsidRPr="00385AE7">
        <w:rPr>
          <w:rFonts w:hint="cs"/>
          <w:rtl/>
        </w:rPr>
        <w:t>ل</w:t>
      </w:r>
      <w:r w:rsidR="00827A66">
        <w:rPr>
          <w:rtl/>
        </w:rPr>
        <w:t xml:space="preserve"> ب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>
        <w:rPr>
          <w:rtl/>
        </w:rPr>
        <w:t xml:space="preserve">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م</w:t>
      </w:r>
      <w:r w:rsidR="00827A66">
        <w:rPr>
          <w:rtl/>
        </w:rPr>
        <w:t xml:space="preserve"> السلام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عبادت کا انداز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ج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سا</w:t>
      </w:r>
      <w:r w:rsidR="005A655B">
        <w:rPr>
          <w:rtl/>
        </w:rPr>
        <w:t xml:space="preserve"> ہے </w:t>
      </w:r>
      <w:r w:rsidR="00827A66" w:rsidRPr="00385AE7">
        <w:rPr>
          <w:rFonts w:hint="cs"/>
          <w:rtl/>
        </w:rPr>
        <w:t>دن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3B21A7">
        <w:rPr>
          <w:rtl/>
        </w:rPr>
        <w:t xml:space="preserve"> ہر </w:t>
      </w:r>
      <w:r w:rsidR="00827A66" w:rsidRPr="00385AE7">
        <w:rPr>
          <w:rFonts w:hint="cs"/>
          <w:rtl/>
        </w:rPr>
        <w:t>چ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ز</w:t>
      </w:r>
      <w:r w:rsidR="00827A66">
        <w:rPr>
          <w:rtl/>
        </w:rPr>
        <w:t xml:space="preserve">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د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وک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کا امکان</w:t>
      </w:r>
      <w:r w:rsidR="005A655B" w:rsidRPr="00385AE7">
        <w:rPr>
          <w:rFonts w:hint="cs"/>
          <w:rtl/>
        </w:rPr>
        <w:t xml:space="preserve"> ہے </w:t>
      </w:r>
      <w:r w:rsidR="00827A66" w:rsidRPr="00385AE7">
        <w:rPr>
          <w:rFonts w:hint="cs"/>
          <w:rtl/>
        </w:rPr>
        <w:t>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کن</w:t>
      </w:r>
      <w:r w:rsidR="00827A66">
        <w:rPr>
          <w:rtl/>
        </w:rPr>
        <w:t xml:space="preserve"> آل محمد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 w:rsidR="00827A66">
        <w:rPr>
          <w:rtl/>
        </w:rPr>
        <w:t>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مسلم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حق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قت</w:t>
      </w:r>
      <w:r w:rsidR="005A655B">
        <w:rPr>
          <w:rtl/>
        </w:rPr>
        <w:t xml:space="preserve"> ہیں </w:t>
      </w:r>
      <w:r w:rsidR="00827A66">
        <w:rPr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جن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حق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قت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سوا کچ</w:t>
      </w:r>
      <w:r w:rsidR="00827A66"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نہیں </w:t>
      </w:r>
      <w:r w:rsidR="00827A66">
        <w:rPr>
          <w:rtl/>
        </w:rPr>
        <w:t>نظر آتا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انسان جب امام ز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ن</w:t>
      </w:r>
      <w:r w:rsidR="00827A66">
        <w:rPr>
          <w:rtl/>
        </w:rPr>
        <w:t xml:space="preserve"> العابد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ن</w:t>
      </w:r>
      <w:r w:rsidR="00827A66">
        <w:rPr>
          <w:rtl/>
        </w:rPr>
        <w:t xml:space="preserve">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کو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تا</w:t>
      </w:r>
      <w:r w:rsidR="005A655B">
        <w:rPr>
          <w:rtl/>
        </w:rPr>
        <w:t xml:space="preserve"> ہے </w:t>
      </w:r>
      <w:r w:rsidR="00827A66" w:rsidRPr="00385AE7">
        <w:rPr>
          <w:rFonts w:hint="cs"/>
          <w:rtl/>
        </w:rPr>
        <w:t>تو آپ کو صح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ح</w:t>
      </w:r>
      <w:r w:rsidR="00827A66">
        <w:rPr>
          <w:rtl/>
        </w:rPr>
        <w:t xml:space="preserve"> معنوں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خدا ک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مخلص بند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پاتا</w:t>
      </w:r>
      <w:r w:rsidR="00743BB0" w:rsidRPr="00385AE7">
        <w:rPr>
          <w:rFonts w:hint="cs"/>
          <w:rtl/>
        </w:rPr>
        <w:t xml:space="preserve"> ہے</w:t>
      </w:r>
      <w:r w:rsidR="00827A66" w:rsidRPr="00385AE7">
        <w:rPr>
          <w:rFonts w:hint="cs"/>
          <w:rtl/>
        </w:rPr>
        <w:t>، اور ب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ساخت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ھہ</w:t>
      </w:r>
      <w:r w:rsidR="00827A66" w:rsidRPr="00385AE7">
        <w:rPr>
          <w:rFonts w:hint="cs"/>
          <w:rtl/>
        </w:rPr>
        <w:t xml:space="preserve"> ا</w:t>
      </w:r>
      <w:r w:rsidR="00827A66" w:rsidRPr="004D70B9">
        <w:rPr>
          <w:rFonts w:hint="cs"/>
          <w:rtl/>
        </w:rPr>
        <w:t>ٹھ</w:t>
      </w:r>
      <w:r w:rsidR="00827A66"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="00827A66" w:rsidRPr="00385AE7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بند</w:t>
      </w:r>
      <w:r w:rsidR="00827A66"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="00827A66" w:rsidRPr="00385AE7">
        <w:rPr>
          <w:rFonts w:hint="cs"/>
          <w:rtl/>
        </w:rPr>
        <w:t xml:space="preserve"> تو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سا</w:t>
      </w:r>
      <w:r w:rsidR="00FD708B">
        <w:rPr>
          <w:rtl/>
        </w:rPr>
        <w:t xml:space="preserve"> ہو</w:t>
      </w:r>
      <w:r w:rsidR="00827A66" w:rsidRPr="00385AE7">
        <w:rPr>
          <w:rFonts w:hint="cs"/>
          <w:rtl/>
        </w:rPr>
        <w:t xml:space="preserve"> اور بندگ</w:t>
      </w:r>
      <w:r w:rsidR="00827A66"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="00827A66" w:rsidRPr="00385AE7">
        <w:rPr>
          <w:rFonts w:hint="cs"/>
          <w:rtl/>
        </w:rPr>
        <w:t xml:space="preserve"> تو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آپ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نماز خالص بندگ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خالص عبادت ت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آپ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دعاؤں کا سوز ا</w:t>
      </w:r>
      <w:r w:rsidR="00827A66" w:rsidRPr="004D70B9">
        <w:rPr>
          <w:rFonts w:hint="cs"/>
          <w:rtl/>
        </w:rPr>
        <w:t>ڑ</w:t>
      </w:r>
      <w:r w:rsidR="00827A66" w:rsidRPr="00385AE7">
        <w:rPr>
          <w:rFonts w:hint="cs"/>
          <w:rtl/>
        </w:rPr>
        <w:t>ت</w:t>
      </w:r>
      <w:r w:rsidR="00827A66"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="00827A66" w:rsidRPr="00385AE7">
        <w:rPr>
          <w:rFonts w:hint="cs"/>
          <w:rtl/>
        </w:rPr>
        <w:t>پرندوں کو روک 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را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گزرت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ل</w:t>
      </w:r>
      <w:r w:rsidR="00827A66">
        <w:rPr>
          <w:rtl/>
        </w:rPr>
        <w:t>وگ رک کر فرزند حس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ن</w:t>
      </w:r>
      <w:r w:rsidR="00827A66">
        <w:rPr>
          <w:rtl/>
        </w:rPr>
        <w:t xml:space="preserve">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رقت آم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ز</w:t>
      </w:r>
      <w:r w:rsidR="00827A66">
        <w:rPr>
          <w:rtl/>
        </w:rPr>
        <w:t xml:space="preserve"> آواز کو سن کر گر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کر</w:t>
      </w:r>
      <w:r w:rsidR="00827A66">
        <w:rPr>
          <w:rFonts w:hint="eastAsia"/>
          <w:rtl/>
        </w:rPr>
        <w:t>ت</w:t>
      </w:r>
      <w:r w:rsidR="00827A66" w:rsidRPr="004D70B9">
        <w:rPr>
          <w:rFonts w:hint="cs"/>
          <w:rtl/>
        </w:rPr>
        <w:t>ے۔</w:t>
      </w:r>
      <w:r w:rsidR="00827A66" w:rsidRPr="00385AE7">
        <w:rPr>
          <w:rFonts w:hint="cs"/>
          <w:rtl/>
        </w:rPr>
        <w:t xml:space="preserve"> مس</w:t>
      </w:r>
      <w:r w:rsidR="00827A66" w:rsidRPr="004D70B9">
        <w:rPr>
          <w:rFonts w:hint="cs"/>
          <w:rtl/>
        </w:rPr>
        <w:t>ٹ</w:t>
      </w:r>
      <w:r w:rsidR="00827A66" w:rsidRPr="00385AE7">
        <w:rPr>
          <w:rFonts w:hint="cs"/>
          <w:rtl/>
        </w:rPr>
        <w:t>ر کارل ک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="00827A66" w:rsidRPr="00385AE7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انسان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روح الل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طرف پرواز کرت</w:t>
      </w:r>
      <w:r w:rsidR="00827A66"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="00827A66" w:rsidRPr="00385AE7">
        <w:rPr>
          <w:rFonts w:hint="cs"/>
          <w:rtl/>
        </w:rPr>
        <w:t>(ب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شک</w:t>
      </w:r>
      <w:r w:rsidR="00827A66">
        <w:rPr>
          <w:rtl/>
        </w:rPr>
        <w:t xml:space="preserve"> اگر کوئ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نماز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کعب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طرف رخ کرک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نماز پ</w:t>
      </w:r>
      <w:r w:rsidR="00827A66" w:rsidRPr="004D70B9">
        <w:rPr>
          <w:rFonts w:hint="cs"/>
          <w:rtl/>
        </w:rPr>
        <w:t>ڑھے</w:t>
      </w:r>
      <w:r w:rsidR="00827A66" w:rsidRPr="00385AE7">
        <w:rPr>
          <w:rFonts w:hint="cs"/>
          <w:rtl/>
        </w:rPr>
        <w:t xml:space="preserve"> اور اس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روح اد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ر اد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ر ا</w:t>
      </w:r>
      <w:r w:rsidR="00827A66" w:rsidRPr="004D70B9">
        <w:rPr>
          <w:rFonts w:hint="cs"/>
          <w:rtl/>
        </w:rPr>
        <w:t>ڑ</w:t>
      </w:r>
      <w:r w:rsidR="00827A66" w:rsidRPr="00385AE7">
        <w:rPr>
          <w:rFonts w:hint="cs"/>
          <w:rtl/>
        </w:rPr>
        <w:t>ت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پ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ر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تو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روح</w:t>
      </w:r>
      <w:r w:rsidR="005A655B">
        <w:rPr>
          <w:rtl/>
        </w:rPr>
        <w:t xml:space="preserve"> ہے </w:t>
      </w:r>
      <w:r w:rsidR="00827A66" w:rsidRPr="00385AE7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جو اس جسم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جاچک</w:t>
      </w:r>
      <w:r w:rsidR="00827A66"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="00827A66" w:rsidRPr="00385AE7">
        <w:rPr>
          <w:rFonts w:hint="cs"/>
          <w:rtl/>
        </w:rPr>
        <w:t>) انسان جب س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د</w:t>
      </w:r>
      <w:r w:rsidR="00827A66">
        <w:rPr>
          <w:rtl/>
        </w:rPr>
        <w:t xml:space="preserve"> سجاد </w:t>
      </w:r>
      <w:r w:rsidR="00BF209D" w:rsidRPr="00BF209D">
        <w:rPr>
          <w:rStyle w:val="libAlaemChar"/>
          <w:rtl/>
        </w:rPr>
        <w:t xml:space="preserve"> عليه‌السلام 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سجدوں، کو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تا</w:t>
      </w:r>
      <w:r w:rsidR="005A655B">
        <w:rPr>
          <w:rtl/>
        </w:rPr>
        <w:t xml:space="preserve"> ہے </w:t>
      </w:r>
      <w:r w:rsidR="00827A66" w:rsidRPr="00385AE7">
        <w:rPr>
          <w:rFonts w:hint="cs"/>
          <w:rtl/>
        </w:rPr>
        <w:t>تو ب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ساخت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ھہ</w:t>
      </w:r>
      <w:r w:rsidR="00827A66" w:rsidRPr="00385AE7">
        <w:rPr>
          <w:rFonts w:hint="cs"/>
          <w:rtl/>
        </w:rPr>
        <w:t xml:space="preserve"> ا</w:t>
      </w:r>
      <w:r w:rsidR="00827A66" w:rsidRPr="004D70B9">
        <w:rPr>
          <w:rFonts w:hint="cs"/>
          <w:rtl/>
        </w:rPr>
        <w:t>ٹھ</w:t>
      </w:r>
      <w:r w:rsidR="00827A66" w:rsidRPr="00385AE7">
        <w:rPr>
          <w:rFonts w:hint="cs"/>
          <w:rtl/>
        </w:rPr>
        <w:t>تا</w:t>
      </w:r>
      <w:r w:rsidR="005A655B">
        <w:rPr>
          <w:rtl/>
        </w:rPr>
        <w:t xml:space="preserve"> ہے </w:t>
      </w:r>
      <w:r w:rsidR="00827A66" w:rsidRPr="00385AE7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اسلام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="00827A66" w:rsidRPr="00385AE7">
        <w:rPr>
          <w:rFonts w:hint="cs"/>
          <w:rtl/>
        </w:rPr>
        <w:t>؟ روح انسان کا حسن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="00827A66" w:rsidRPr="00385AE7">
        <w:rPr>
          <w:rFonts w:hint="cs"/>
          <w:rtl/>
        </w:rPr>
        <w:t xml:space="preserve">؟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 w:rsidRPr="004D70B9">
        <w:rPr>
          <w:rFonts w:hint="cs"/>
          <w:rtl/>
        </w:rPr>
        <w:t>ہ</w:t>
      </w:r>
      <w:r>
        <w:rPr>
          <w:rtl/>
        </w:rPr>
        <w:t xml:space="preserve"> آواز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از 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بود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گرچ</w:t>
      </w:r>
      <w:r w:rsidRPr="004D70B9">
        <w:rPr>
          <w:rFonts w:hint="cs"/>
          <w:rtl/>
        </w:rPr>
        <w:t>ہ</w:t>
      </w:r>
      <w:r>
        <w:rPr>
          <w:rtl/>
        </w:rPr>
        <w:t xml:space="preserve"> از حلقوم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بود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تمام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</w:t>
      </w:r>
      <w:r w:rsidR="000E44EB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فرزند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حلق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محسوس کرتا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محراب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محو عبادت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Pr="004D70B9">
        <w:rPr>
          <w:rFonts w:hint="cs"/>
          <w:rtl/>
        </w:rPr>
        <w:t>ے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</w:t>
      </w:r>
      <w:r w:rsidR="005A655B">
        <w:rPr>
          <w:rtl/>
        </w:rPr>
        <w:t xml:space="preserve"> رہے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آپ عبادت 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صاجزاد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چور چور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اس بچ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پ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والوں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مناسب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جراح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جب بچ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پ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باند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چلا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اور درد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tl/>
        </w:rPr>
        <w:t>عد خاموش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رات کا سارا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وقت عبادت کر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معلوم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عبادت خداوند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من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مک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روح خدا ک</w:t>
      </w:r>
      <w:r>
        <w:rPr>
          <w:rFonts w:hint="cs"/>
          <w:rtl/>
        </w:rPr>
        <w:t>ی</w:t>
      </w:r>
      <w:r>
        <w:rPr>
          <w:rtl/>
        </w:rPr>
        <w:t xml:space="preserve"> طرف اس طرح پرواز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عبادت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کانوں پر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آواز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26" w:name="_Toc508875379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کرِ</w:t>
      </w:r>
      <w:r>
        <w:rPr>
          <w:rtl/>
        </w:rPr>
        <w:t xml:space="preserve"> محبت</w:t>
      </w:r>
      <w:bookmarkEnd w:id="26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خلوص و محبت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راست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تو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قدم رک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فوراً اس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کسوں،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نواؤں ک</w:t>
      </w:r>
      <w:r>
        <w:rPr>
          <w:rFonts w:hint="cs"/>
          <w:rtl/>
        </w:rPr>
        <w:t>ی</w:t>
      </w:r>
      <w:r>
        <w:rPr>
          <w:rtl/>
        </w:rPr>
        <w:t xml:space="preserve"> دلجوئ</w:t>
      </w:r>
      <w:r>
        <w:rPr>
          <w:rFonts w:hint="cs"/>
          <w:rtl/>
        </w:rPr>
        <w:t>ی</w:t>
      </w:r>
      <w:r>
        <w:rPr>
          <w:rtl/>
        </w:rPr>
        <w:t xml:space="preserve"> کرنا، ان کو س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ضرورت پور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فرائض منصب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 کا کوئ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آپ اس ک</w:t>
      </w:r>
      <w:r>
        <w:rPr>
          <w:rFonts w:hint="cs"/>
          <w:rtl/>
        </w:rPr>
        <w:t>ی</w:t>
      </w:r>
      <w:r>
        <w:rPr>
          <w:rtl/>
        </w:rPr>
        <w:t xml:space="preserve"> دوسروں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</w:t>
      </w:r>
      <w:r w:rsidRPr="004D70B9">
        <w:rPr>
          <w:rFonts w:hint="cs"/>
          <w:rtl/>
        </w:rPr>
        <w:t>ڈ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س بند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 دولت پر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ضرورت پور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آپ ک</w:t>
      </w:r>
      <w:r>
        <w:rPr>
          <w:rFonts w:hint="cs"/>
          <w:rtl/>
        </w:rPr>
        <w:t>ی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جذام</w:t>
      </w:r>
      <w:r>
        <w:rPr>
          <w:rFonts w:hint="cs"/>
          <w:rtl/>
        </w:rPr>
        <w:t>ی</w:t>
      </w:r>
      <w:r>
        <w:rPr>
          <w:rtl/>
        </w:rPr>
        <w:t xml:space="preserve"> شخص (کو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>) پر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نفرت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گزرجات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بات کرنا گوارا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آپ اس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خوب خاطر مدارت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وضرورت مند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لوگوں کو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درواز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نواؤں کا مرکز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(آپ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دار شجر ک</w:t>
      </w:r>
      <w:r>
        <w:rPr>
          <w:rFonts w:hint="cs"/>
          <w:rtl/>
        </w:rPr>
        <w:t>ی</w:t>
      </w:r>
      <w:r>
        <w:rPr>
          <w:rtl/>
        </w:rPr>
        <w:t xml:space="preserve"> طرح دوسروں پر سا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و عطوفت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مشکل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دور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)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27" w:name="_Toc508875380"/>
      <w:r>
        <w:rPr>
          <w:rFonts w:hint="eastAsia"/>
          <w:rtl/>
        </w:rPr>
        <w:lastRenderedPageBreak/>
        <w:t>کاروان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خدمت کرنا</w:t>
      </w:r>
      <w:bookmarkEnd w:id="27"/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حج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قافل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کو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قافل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اور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شامل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لوگوں ک</w:t>
      </w:r>
      <w:r>
        <w:rPr>
          <w:rFonts w:hint="cs"/>
          <w:rtl/>
        </w:rPr>
        <w:t>ی</w:t>
      </w:r>
      <w:r>
        <w:rPr>
          <w:rtl/>
        </w:rPr>
        <w:t xml:space="preserve"> خدمت کرتا جاؤں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وں اور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دن لگت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قافل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خدمت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اثناء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قافل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قافل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جا ملا ان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مولا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آپ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اں؟ امام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قافل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نوجوان کو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چانت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؟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نہیں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نوجوان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 w:rsidR="005513FA">
        <w:rPr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بول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</w:t>
      </w:r>
      <w:r w:rsidR="005A655B">
        <w:rPr>
          <w:rtl/>
        </w:rPr>
        <w:t xml:space="preserve"> نہیں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آپ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</w:t>
      </w:r>
      <w:r w:rsidR="00EC330E" w:rsidRPr="00385AE7">
        <w:rPr>
          <w:rFonts w:hint="cs"/>
          <w:rtl/>
        </w:rPr>
        <w:t>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امام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مولا آپ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لا 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آپ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آپ ک</w:t>
      </w:r>
      <w:r>
        <w:rPr>
          <w:rFonts w:hint="cs"/>
          <w:rtl/>
        </w:rPr>
        <w:t>ی</w:t>
      </w:r>
      <w:r>
        <w:rPr>
          <w:rtl/>
        </w:rPr>
        <w:t xml:space="preserve"> عظمت ورفعت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پر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ٰٰ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</w:t>
      </w:r>
      <w:r w:rsidRPr="004D70B9">
        <w:rPr>
          <w:rFonts w:hint="cs"/>
          <w:rtl/>
        </w:rPr>
        <w:t>ڑے۔</w:t>
      </w:r>
      <w:r w:rsidRPr="00385AE7">
        <w:rPr>
          <w:rFonts w:hint="cs"/>
          <w:rtl/>
        </w:rPr>
        <w:t xml:space="preserve"> آپ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آقا و مولا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سردار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مسند پر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نا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خدمت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انجان اور اجنب</w:t>
      </w:r>
      <w:r>
        <w:rPr>
          <w:rFonts w:hint="cs"/>
          <w:rtl/>
        </w:rPr>
        <w:t>ی</w:t>
      </w:r>
      <w:r>
        <w:rPr>
          <w:rtl/>
        </w:rPr>
        <w:t xml:space="preserve"> بن کر آپ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قافل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شامل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ثواب حاصل کروں، آپ فکر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ثواب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کو 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28" w:name="_Toc508875381"/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دعا مانگنا اور گر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کرنا</w:t>
      </w:r>
      <w:bookmarkEnd w:id="28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پدر بزرگوار حضرت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کام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آپ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بتوں،</w:t>
      </w:r>
      <w:r>
        <w:rPr>
          <w:rtl/>
        </w:rPr>
        <w:t xml:space="preserve"> ارمانوں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کرسک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کرنا 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و</w:t>
      </w:r>
      <w:r>
        <w:rPr>
          <w:rtl/>
        </w:rPr>
        <w:t>قت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اور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 عمل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آباد کرد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علوم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جو شخص اسلام کا سچا خدمت گزار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تمام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رضائ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ٰ</w:t>
      </w:r>
      <w:r>
        <w:rPr>
          <w:rFonts w:hint="cs"/>
          <w:rtl/>
        </w:rPr>
        <w:t>ی</w:t>
      </w:r>
      <w:r>
        <w:rPr>
          <w:rtl/>
        </w:rPr>
        <w:t xml:space="preserve"> کو مد نطر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مشکلات اور س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تا،</w:t>
      </w:r>
      <w:r>
        <w:rPr>
          <w:rtl/>
        </w:rPr>
        <w:t xml:space="preserve"> بس کام کرتا 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رب العزت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بلاوا آج</w:t>
      </w:r>
      <w:r>
        <w:rPr>
          <w:rFonts w:hint="eastAsia"/>
          <w:rtl/>
        </w:rPr>
        <w:t>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عبادت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اور دعاؤں کو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ملت جعفر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سر فخر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بلند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جاتا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آپ ک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التجا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دشمنوں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احتجاج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خوشخبر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برکتوں، رحمتوں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موسلا د</w:t>
      </w:r>
      <w:r w:rsidR="00EC330E">
        <w:rPr>
          <w:rFonts w:hint="cs"/>
          <w:rtl/>
        </w:rPr>
        <w:t>ہار</w:t>
      </w:r>
      <w:r>
        <w:rPr>
          <w:rtl/>
        </w:rPr>
        <w:t xml:space="preserve"> بارش برس</w:t>
      </w:r>
      <w:r w:rsidR="005513FA">
        <w:rPr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لوگوں کا زعم باطل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والد بزرگوار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تلوار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دعاؤں پر اکتفاء ک</w:t>
      </w:r>
      <w:r>
        <w:rPr>
          <w:rFonts w:hint="cs"/>
          <w:rtl/>
        </w:rPr>
        <w:t>ی</w:t>
      </w:r>
      <w:r>
        <w:rPr>
          <w:rtl/>
        </w:rPr>
        <w:t xml:space="preserve"> اور غموں کو دور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وقت دعا مانگا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؟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گز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کو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وقت تاز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معلوم</w:t>
      </w:r>
      <w:r w:rsidR="005A655B">
        <w:rPr>
          <w:rtl/>
        </w:rPr>
        <w:t xml:space="preserve"> ہونا </w:t>
      </w:r>
      <w:r w:rsidRPr="00385AE7">
        <w:rPr>
          <w:rFonts w:hint="cs"/>
          <w:rtl/>
        </w:rPr>
        <w:t>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کربلا کو کربلا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E44EB">
        <w:rPr>
          <w:rtl/>
        </w:rPr>
        <w:t xml:space="preserve"> ہی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کا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کرنا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کو بتانا 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مقصد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ات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آپ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اور کس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</w:t>
      </w:r>
      <w:r w:rsidR="00BF209D" w:rsidRPr="00BF209D">
        <w:rPr>
          <w:rStyle w:val="libAlaemChar"/>
          <w:rtl/>
        </w:rPr>
        <w:t xml:space="preserve"> عليه‌السلام </w:t>
      </w:r>
      <w:r w:rsidR="000E44EB">
        <w:rPr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کا باب</w:t>
      </w:r>
      <w:r w:rsidR="000E44EB">
        <w:rPr>
          <w:rtl/>
        </w:rPr>
        <w:t xml:space="preserve"> ہی </w:t>
      </w:r>
      <w:r>
        <w:rPr>
          <w:rtl/>
        </w:rPr>
        <w:t>سب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مصائب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الگ اور انوک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خدا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کتنا مشکل وقت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گا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ملعون منبر پر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tl/>
        </w:rPr>
        <w:t xml:space="preserve"> کر نش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وش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امام مظلوم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 اقدس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مظالم کو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کتنا ک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ن مرحل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محذ</w:t>
      </w:r>
      <w:r>
        <w:rPr>
          <w:rtl/>
        </w:rPr>
        <w:t>رات عصمت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کون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کون؟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0E44EB">
        <w:rPr>
          <w:rtl/>
        </w:rPr>
        <w:t xml:space="preserve"> ہی </w:t>
      </w:r>
      <w:r>
        <w:rPr>
          <w:rtl/>
        </w:rPr>
        <w:t>کا د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جو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غم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جگر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تا </w:t>
      </w:r>
      <w:r w:rsidR="00C3449B" w:rsidRPr="00385AE7">
        <w:rPr>
          <w:rFonts w:hint="cs"/>
          <w:rtl/>
        </w:rPr>
        <w:t>رہا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غم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برداشت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والد گرام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tl/>
        </w:rPr>
        <w:t>عد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جناز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نکالا اور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بابا کا مقصد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کائنات کا ذر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ذر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بول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عظمتوں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کربلا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وقت گر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BF209D" w:rsidRPr="00385AE7">
        <w:rPr>
          <w:rFonts w:hint="cs"/>
          <w:rtl/>
        </w:rPr>
        <w:t>رہتے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اشکوں کا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جو رکتا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آنسو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BF209D" w:rsidRPr="00385AE7">
        <w:rPr>
          <w:rFonts w:hint="cs"/>
          <w:rtl/>
        </w:rPr>
        <w:t>رہتے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،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السلام،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جوانو،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والو! سجاد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مثال وفاؤں کو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غم کا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گراں! جب تک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غم شب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سلامت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آقا آخر کب تک روت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اب تو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BF209D" w:rsidRPr="00385AE7">
        <w:rPr>
          <w:rFonts w:hint="cs"/>
          <w:rtl/>
        </w:rPr>
        <w:t>رہتے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؟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بقول: </w:t>
      </w:r>
    </w:p>
    <w:p w:rsidR="00827A66" w:rsidRDefault="00827A66" w:rsidP="00C50049">
      <w:pPr>
        <w:pStyle w:val="libNormal"/>
        <w:rPr>
          <w:rtl/>
        </w:rPr>
      </w:pPr>
      <w:r w:rsidRPr="002F28F8">
        <w:rPr>
          <w:rStyle w:val="libArabicChar"/>
          <w:rtl/>
        </w:rPr>
        <w:t>"واب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ضت</w:t>
      </w:r>
      <w:r w:rsidRPr="002F28F8">
        <w:rPr>
          <w:rStyle w:val="libArabicChar"/>
          <w:rtl/>
        </w:rPr>
        <w:t xml:space="preserve"> ع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نا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tl/>
        </w:rPr>
        <w:t xml:space="preserve"> من الحزن"</w:t>
      </w:r>
      <w:r>
        <w:rPr>
          <w:rtl/>
        </w:rPr>
        <w:t xml:space="preserve"> </w:t>
      </w:r>
      <w:r w:rsidR="00C50049" w:rsidRPr="00B0371A">
        <w:rPr>
          <w:rStyle w:val="libFootnotenumChar"/>
          <w:rFonts w:hint="cs"/>
          <w:rtl/>
        </w:rPr>
        <w:t>(24)</w:t>
      </w:r>
      <w:r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ت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پت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ان کو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لادوں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123478" w:rsidRDefault="00123478" w:rsidP="005132F6">
      <w:pPr>
        <w:pStyle w:val="libNormal"/>
        <w:rPr>
          <w:rtl/>
        </w:rPr>
      </w:pPr>
      <w:r>
        <w:rPr>
          <w:rtl/>
        </w:rPr>
        <w:br w:type="page"/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C50049">
      <w:pPr>
        <w:pStyle w:val="Heading2Center"/>
        <w:rPr>
          <w:rtl/>
        </w:rPr>
      </w:pPr>
      <w:bookmarkStart w:id="29" w:name="_Toc508875382"/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مسئل</w:t>
      </w:r>
      <w:r w:rsidRPr="005132F6">
        <w:rPr>
          <w:rFonts w:hint="cs"/>
          <w:rtl/>
        </w:rPr>
        <w:t xml:space="preserve">ہ خلافت </w:t>
      </w:r>
      <w:r w:rsidR="00C50049" w:rsidRPr="005132F6">
        <w:rPr>
          <w:rFonts w:hint="cs"/>
          <w:rtl/>
        </w:rPr>
        <w:t xml:space="preserve"> </w:t>
      </w:r>
      <w:r w:rsidRPr="005132F6">
        <w:rPr>
          <w:rFonts w:hint="cs"/>
          <w:rtl/>
        </w:rPr>
        <w:t>1</w:t>
      </w:r>
      <w:bookmarkEnd w:id="29"/>
      <w:r w:rsidR="00C50049" w:rsidRPr="005132F6">
        <w:rPr>
          <w:rFonts w:hint="cs"/>
          <w:rtl/>
        </w:rPr>
        <w:t xml:space="preserve"> </w:t>
      </w:r>
      <w:r w:rsidRPr="005132F6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امامت و خلافت پر گفتگو کر</w:t>
      </w:r>
      <w:r w:rsidR="005A655B" w:rsidRPr="00385AE7">
        <w:rPr>
          <w:rFonts w:hint="cs"/>
          <w:rtl/>
        </w:rPr>
        <w:t xml:space="preserve"> 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صلح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 امام رضا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سلسل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سوالات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حضرت امام حسن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السلام، حضرت امام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حق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اعتراضات سنن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آئ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ان کا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جواب دوں،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جواب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کس</w:t>
      </w:r>
      <w:r>
        <w:rPr>
          <w:rFonts w:hint="cs"/>
          <w:rtl/>
        </w:rPr>
        <w:t>ی</w:t>
      </w:r>
      <w:r>
        <w:rPr>
          <w:rtl/>
        </w:rPr>
        <w:t xml:space="preserve"> قسم کا اب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امام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eastAsia"/>
          <w:rtl/>
        </w:rPr>
        <w:t>ار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سوالات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لا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دور امامت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اوائل اقتدار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</w:t>
      </w:r>
      <w:r w:rsidR="00211648">
        <w:rPr>
          <w:rtl/>
        </w:rPr>
        <w:t xml:space="preserve"> ہوتا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سن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لمحوں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استفاد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اقتدار زوال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عربوں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کا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گن</w:t>
      </w:r>
      <w:r w:rsidR="00851B2F">
        <w:rPr>
          <w:rtl/>
        </w:rPr>
        <w:t>اہ</w:t>
      </w:r>
      <w:r w:rsidRPr="00385AE7">
        <w:rPr>
          <w:rFonts w:hint="cs"/>
          <w:rtl/>
        </w:rPr>
        <w:t>وں کا ارتکاب کرنا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طبق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فاسق وفاجر اور نالائق لوگ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؟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بزرگان اسلام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جو مظالم </w:t>
      </w:r>
      <w:r w:rsidRPr="004D70B9">
        <w:rPr>
          <w:rFonts w:hint="cs"/>
          <w:rtl/>
        </w:rPr>
        <w:t>ڈھ</w:t>
      </w:r>
      <w:r w:rsidRPr="00385AE7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قابل مذمت اور لائق نفرت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مخالف وج</w:t>
      </w:r>
      <w:r w:rsidR="00EF6DD1">
        <w:rPr>
          <w:rtl/>
        </w:rPr>
        <w:t>وہا</w:t>
      </w:r>
      <w:r w:rsidRPr="00385AE7">
        <w:rPr>
          <w:rFonts w:hint="cs"/>
          <w:rtl/>
        </w:rPr>
        <w:t>ت نفرت واختلاف کا باعث بن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خاص طور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ناپاک اقتدار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>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ابن الح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انقلابات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کا اثر و رسوخ بالکل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فسق وفجور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مرتکب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اور شرابخور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مزاج حکمرانوں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ھے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نفرت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اور ان کو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عناصر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حکران ظلم و ستم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ظالم وسفا</w:t>
      </w:r>
      <w:r>
        <w:rPr>
          <w:rtl/>
        </w:rPr>
        <w:t>ک شمار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اور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حکمرانوں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پر مظالم </w:t>
      </w:r>
      <w:r w:rsidRPr="004D70B9">
        <w:rPr>
          <w:rFonts w:hint="cs"/>
          <w:rtl/>
        </w:rPr>
        <w:t>ڈھ</w:t>
      </w:r>
      <w:r w:rsidRPr="00385AE7">
        <w:rPr>
          <w:rFonts w:hint="cs"/>
          <w:rtl/>
        </w:rPr>
        <w:t>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مظالم کو ان مظالم کا سر چشم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شروع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 اور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خاص طور پر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مؤثر ثابت</w:t>
      </w:r>
      <w:r w:rsidR="005A655B">
        <w:rPr>
          <w:rtl/>
        </w:rPr>
        <w:t xml:space="preserve"> ہوئی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لوگ خود تو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نتائج لوگوں پر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اچ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مرتب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جناب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F6DD1">
        <w:rPr>
          <w:rtl/>
        </w:rPr>
        <w:t>وہا</w:t>
      </w:r>
      <w:r w:rsidRPr="00385AE7">
        <w:rPr>
          <w:rFonts w:hint="cs"/>
          <w:rtl/>
        </w:rPr>
        <w:t>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چند افراد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وفا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سپوت اور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ادر و جر</w:t>
      </w:r>
      <w:r>
        <w:rPr>
          <w:rFonts w:hint="cs"/>
          <w:rtl/>
        </w:rPr>
        <w:t>ی</w:t>
      </w:r>
      <w:r>
        <w:rPr>
          <w:rtl/>
        </w:rPr>
        <w:t xml:space="preserve"> نوجوان کو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ظالموں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پر دو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کو آپ ک</w:t>
      </w:r>
      <w:r>
        <w:rPr>
          <w:rFonts w:hint="cs"/>
          <w:rtl/>
        </w:rPr>
        <w:t>ی</w:t>
      </w:r>
      <w:r>
        <w:rPr>
          <w:rtl/>
        </w:rPr>
        <w:t xml:space="preserve"> قبر مبارک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 سک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چند دنوں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قبر کو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ود کر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کو سول</w:t>
      </w:r>
      <w:r>
        <w:rPr>
          <w:rFonts w:hint="cs"/>
          <w:rtl/>
        </w:rPr>
        <w:t>ی</w:t>
      </w:r>
      <w:r>
        <w:rPr>
          <w:rtl/>
        </w:rPr>
        <w:t xml:space="preserve"> پر ل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دنوں تک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کت</w:t>
      </w:r>
      <w:r>
        <w:rPr>
          <w:rFonts w:hint="cs"/>
          <w:rtl/>
        </w:rPr>
        <w:t>ی</w:t>
      </w:r>
      <w:r w:rsidR="005513FA">
        <w:rPr>
          <w:rtl/>
        </w:rPr>
        <w:t xml:space="preserve"> رہی </w:t>
      </w:r>
      <w:r>
        <w:rPr>
          <w:rtl/>
        </w:rPr>
        <w:t>اور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پر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لاش</w:t>
      </w:r>
      <w:r>
        <w:rPr>
          <w:rtl/>
        </w:rPr>
        <w:t xml:space="preserve"> خشک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جاتا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چار سالوں تک سول</w:t>
      </w:r>
      <w:r>
        <w:rPr>
          <w:rFonts w:hint="cs"/>
          <w:rtl/>
        </w:rPr>
        <w:t>ی</w:t>
      </w:r>
      <w:r>
        <w:rPr>
          <w:rtl/>
        </w:rPr>
        <w:t xml:space="preserve"> پر ل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513FA">
        <w:rPr>
          <w:rtl/>
        </w:rPr>
        <w:t xml:space="preserve"> رہی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ان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انقلاب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خراسان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جنگ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محبت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کرت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خراسان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عوام کو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خاندان رسالت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نوجوانوں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حکومت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اسلام اور مسلمانوں کا دفاع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 س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کو از سر نو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لوگوں کو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کس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مقصد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54016C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 xml:space="preserve">جب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تو خراسان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عوام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ستر </w:t>
      </w:r>
      <w:r>
        <w:rPr>
          <w:rtl/>
          <w:lang w:bidi="fa-IR"/>
        </w:rPr>
        <w:t>۷۰</w:t>
      </w:r>
      <w:r w:rsidR="0054016C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روز تک سوگ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معلوم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انقلاب</w:t>
      </w:r>
      <w:r>
        <w:rPr>
          <w:rFonts w:hint="cs"/>
          <w:rtl/>
        </w:rPr>
        <w:t>ی</w:t>
      </w:r>
      <w:r>
        <w:rPr>
          <w:rtl/>
        </w:rPr>
        <w:t xml:space="preserve"> سوچ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کا اثر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جوں جوں وقت گزرتا جاتا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اثرات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اپ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اندر کئ</w:t>
      </w:r>
      <w:r>
        <w:rPr>
          <w:rFonts w:hint="cs"/>
          <w:rtl/>
        </w:rPr>
        <w:t>ی</w:t>
      </w:r>
      <w:r>
        <w:rPr>
          <w:rtl/>
        </w:rPr>
        <w:t xml:space="preserve"> انقلاب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ر حال خراسان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سازگار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عام نفرت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30" w:name="_Toc508875383"/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ک</w:t>
      </w:r>
      <w:r w:rsidRPr="005132F6">
        <w:rPr>
          <w:rFonts w:hint="cs"/>
          <w:rtl/>
        </w:rPr>
        <w:t>ے خلاف عوام</w:t>
      </w:r>
      <w:r>
        <w:rPr>
          <w:rFonts w:hint="cs"/>
          <w:rtl/>
        </w:rPr>
        <w:t>ی</w:t>
      </w:r>
      <w:r>
        <w:rPr>
          <w:rtl/>
        </w:rPr>
        <w:t xml:space="preserve"> رد عمل اور بن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bookmarkEnd w:id="30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بنو</w:t>
      </w:r>
      <w:r>
        <w:rPr>
          <w:rtl/>
        </w:rPr>
        <w:t xml:space="preserve"> عباس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خود کو خوب مستحکم و مضبوط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ابر</w:t>
      </w:r>
      <w:r w:rsidR="00851B2F" w:rsidRPr="00385AE7">
        <w:rPr>
          <w:rFonts w:hint="cs"/>
          <w:rtl/>
        </w:rPr>
        <w:t xml:space="preserve">اہی </w:t>
      </w:r>
      <w:r>
        <w:rPr>
          <w:rFonts w:hint="eastAsia"/>
          <w:rtl/>
        </w:rPr>
        <w:t>م</w:t>
      </w:r>
      <w:r>
        <w:rPr>
          <w:rtl/>
        </w:rPr>
        <w:t xml:space="preserve"> امام، ابو العباس سفاح اور ابو جعفر منصور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عباس بن عبدالمطلب ک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 عباس کا شمار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کا عل</w:t>
      </w:r>
      <w:r>
        <w:rPr>
          <w:rFonts w:hint="cs"/>
          <w:rtl/>
        </w:rPr>
        <w:t>ی</w:t>
      </w:r>
      <w:r>
        <w:rPr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کا نام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ا"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ابر</w:t>
      </w:r>
      <w:r w:rsidR="00851B2F" w:rsidRPr="00385AE7">
        <w:rPr>
          <w:rFonts w:hint="cs"/>
          <w:rtl/>
        </w:rPr>
        <w:t xml:space="preserve">اہی </w:t>
      </w:r>
      <w:r>
        <w:rPr>
          <w:rFonts w:hint="eastAsia"/>
          <w:rtl/>
        </w:rPr>
        <w:t>م،</w:t>
      </w:r>
      <w:r>
        <w:rPr>
          <w:rtl/>
        </w:rPr>
        <w:t xml:space="preserve"> ابو العباس سفاح اور ابو جعفر،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با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قابل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طرح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پس پرد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پروگرام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و روز مصروف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خود حجاز و عراق اور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پ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>،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نمائند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اطراف و اکناف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eastAsia"/>
          <w:rtl/>
        </w:rPr>
        <w:t>رامو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، خاص طور </w:t>
      </w:r>
      <w:r w:rsidRPr="00385AE7">
        <w:rPr>
          <w:rFonts w:hint="cs"/>
          <w:rtl/>
        </w:rPr>
        <w:lastRenderedPageBreak/>
        <w:t>پر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کا ماحول بن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پس منظر منف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انسان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ملات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آل محمد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استعمال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 w:rsidRPr="004D70B9">
        <w:rPr>
          <w:rFonts w:hint="cs"/>
          <w:rtl/>
        </w:rPr>
        <w:t>ہ</w:t>
      </w:r>
      <w:r>
        <w:rPr>
          <w:rtl/>
        </w:rPr>
        <w:t xml:space="preserve"> کرت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معلوم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مرکز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="000E44EB" w:rsidRPr="00385AE7">
        <w:rPr>
          <w:rFonts w:hint="cs"/>
          <w:rtl/>
        </w:rPr>
        <w:t xml:space="preserve">ہی </w:t>
      </w:r>
      <w:r>
        <w:rPr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مسلم خراسان</w:t>
      </w:r>
      <w:r>
        <w:rPr>
          <w:rFonts w:hint="cs"/>
          <w:rtl/>
        </w:rPr>
        <w:t>ی</w:t>
      </w:r>
      <w:r>
        <w:rPr>
          <w:rtl/>
        </w:rPr>
        <w:t xml:space="preserve"> کا نام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کا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کو اپن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تعصب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درد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کرنا 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وقت ک</w:t>
      </w:r>
      <w:r>
        <w:rPr>
          <w:rFonts w:hint="cs"/>
          <w:rtl/>
        </w:rPr>
        <w:t>ی</w:t>
      </w:r>
      <w:r>
        <w:rPr>
          <w:rtl/>
        </w:rPr>
        <w:t xml:space="preserve"> قلت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 xml:space="preserve">النا </w:t>
      </w:r>
      <w:r w:rsidR="00C3449B" w:rsidRPr="00385AE7">
        <w:rPr>
          <w:rFonts w:hint="cs"/>
          <w:rtl/>
        </w:rPr>
        <w:t>چاہتا</w:t>
      </w:r>
      <w:r w:rsidRPr="00385AE7">
        <w:rPr>
          <w:rFonts w:hint="cs"/>
          <w:rtl/>
        </w:rPr>
        <w:t>، البت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اس مدعا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</w:t>
      </w:r>
      <w:r w:rsidR="00851B2F">
        <w:rPr>
          <w:rtl/>
        </w:rPr>
        <w:t>اہ</w:t>
      </w:r>
      <w:r w:rsidRPr="00385AE7">
        <w:rPr>
          <w:rFonts w:hint="cs"/>
          <w:rtl/>
        </w:rPr>
        <w:t>د ضرور موجود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بالکل پسند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نجات حاصل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کو اقتدار پر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آنا 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اپنا مقام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 چک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ظ</w:t>
      </w:r>
      <w:r w:rsidR="00ED61E8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طور پر خود کو مسلمان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لوات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اسلام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تک واسط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اثر و رسوخ بالکل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کو اس وقت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</w:t>
      </w:r>
      <w:r>
        <w:rPr>
          <w:rFonts w:hint="eastAsia"/>
          <w:rtl/>
        </w:rPr>
        <w:t>اف</w:t>
      </w:r>
      <w:r>
        <w:rPr>
          <w:rtl/>
        </w:rPr>
        <w:t xml:space="preserve"> اک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خراسان ک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کا تلاطم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اور اسلام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دونوں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پروگرام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کرسک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،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بقاء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کا نام استعمال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سال </w:t>
      </w:r>
      <w:r>
        <w:rPr>
          <w:rtl/>
          <w:lang w:bidi="fa-IR"/>
        </w:rPr>
        <w:t>۱۲۹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دن مرو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"سف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نج"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رسم</w:t>
      </w:r>
      <w:r>
        <w:rPr>
          <w:rFonts w:hint="cs"/>
          <w:rtl/>
        </w:rPr>
        <w:t>ی</w:t>
      </w:r>
      <w:r>
        <w:rPr>
          <w:rtl/>
        </w:rPr>
        <w:t xml:space="preserve"> طور پر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الفطر کا دن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اس انقلاب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پرچم پر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385AE7">
        <w:rPr>
          <w:rFonts w:hint="cs"/>
          <w:rtl/>
        </w:rPr>
        <w:t>داف کا ما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27A66" w:rsidRDefault="00827A66" w:rsidP="0054016C">
      <w:pPr>
        <w:pStyle w:val="libNormal"/>
        <w:rPr>
          <w:rtl/>
        </w:rPr>
      </w:pPr>
      <w:r w:rsidRPr="002F28F8">
        <w:rPr>
          <w:rStyle w:val="libArabicChar"/>
          <w:rtl/>
        </w:rPr>
        <w:t>"اذن للذ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ن</w:t>
      </w:r>
      <w:r w:rsidRPr="002F28F8">
        <w:rPr>
          <w:rStyle w:val="libArabicChar"/>
          <w:rtl/>
        </w:rPr>
        <w:t xml:space="preserve"> </w:t>
      </w:r>
      <w:r w:rsidRPr="002F28F8">
        <w:rPr>
          <w:rStyle w:val="libArabicChar"/>
          <w:rFonts w:hint="cs"/>
          <w:rtl/>
        </w:rPr>
        <w:t>ی</w:t>
      </w:r>
      <w:r w:rsidRPr="002F28F8">
        <w:rPr>
          <w:rStyle w:val="libArabicChar"/>
          <w:rFonts w:hint="eastAsia"/>
          <w:rtl/>
        </w:rPr>
        <w:t>قاتلون</w:t>
      </w:r>
      <w:r w:rsidRPr="002F28F8">
        <w:rPr>
          <w:rStyle w:val="libArabicChar"/>
          <w:rtl/>
        </w:rPr>
        <w:t xml:space="preserve"> بان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م ظلموا وان الل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 xml:space="preserve"> علی</w:t>
      </w:r>
      <w:r w:rsidRPr="002F28F8">
        <w:rPr>
          <w:rStyle w:val="libArabicChar"/>
          <w:rtl/>
        </w:rPr>
        <w:t xml:space="preserve"> نصر</w:t>
      </w:r>
      <w:r w:rsidR="005132F6" w:rsidRPr="004D70B9">
        <w:rPr>
          <w:rStyle w:val="libArabicChar"/>
          <w:rFonts w:hint="cs"/>
          <w:rtl/>
        </w:rPr>
        <w:t>ه</w:t>
      </w:r>
      <w:r w:rsidRPr="002F28F8">
        <w:rPr>
          <w:rStyle w:val="libArabicChar"/>
          <w:rFonts w:hint="cs"/>
          <w:rtl/>
        </w:rPr>
        <w:t>م لقدی</w:t>
      </w:r>
      <w:r w:rsidRPr="002F28F8">
        <w:rPr>
          <w:rStyle w:val="libArabicChar"/>
          <w:rFonts w:hint="eastAsia"/>
          <w:rtl/>
        </w:rPr>
        <w:t>ر</w:t>
      </w:r>
      <w:r w:rsidRPr="002F28F8">
        <w:rPr>
          <w:rStyle w:val="libArabicChar"/>
          <w:rtl/>
        </w:rPr>
        <w:t>"</w:t>
      </w:r>
      <w:r>
        <w:rPr>
          <w:rtl/>
        </w:rPr>
        <w:t xml:space="preserve"> </w:t>
      </w:r>
      <w:r w:rsidR="0054016C" w:rsidRPr="00B0371A">
        <w:rPr>
          <w:rStyle w:val="libFootnotenumChar"/>
          <w:rFonts w:hint="cs"/>
          <w:rtl/>
        </w:rPr>
        <w:t>(25)</w:t>
      </w:r>
      <w:r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"جن (مسلمانوں)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(کفار)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(ب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ت) ستائ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(ج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ادک</w:t>
      </w:r>
      <w:r>
        <w:rPr>
          <w:rFonts w:hint="cs"/>
          <w:rtl/>
        </w:rPr>
        <w:t>ی</w:t>
      </w:r>
      <w:r>
        <w:rPr>
          <w:rtl/>
        </w:rPr>
        <w:t>) اجازت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خدا تو ان لوگوں ک</w:t>
      </w:r>
      <w:r>
        <w:rPr>
          <w:rFonts w:hint="cs"/>
          <w:rtl/>
        </w:rPr>
        <w:t>ی</w:t>
      </w:r>
      <w:r>
        <w:rPr>
          <w:rtl/>
        </w:rPr>
        <w:t xml:space="preserve"> مدد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قادر (و توانا)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حجرات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نمبر </w:t>
      </w:r>
      <w:r>
        <w:rPr>
          <w:rtl/>
          <w:lang w:bidi="fa-IR"/>
        </w:rPr>
        <w:t>۱۳</w:t>
      </w:r>
      <w:r>
        <w:rPr>
          <w:rtl/>
        </w:rPr>
        <w:t>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منشور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: </w:t>
      </w:r>
    </w:p>
    <w:p w:rsidR="00827A66" w:rsidRPr="005132F6" w:rsidRDefault="00827A66" w:rsidP="002F28F8">
      <w:pPr>
        <w:pStyle w:val="libAie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="005132F6" w:rsidRPr="005132F6">
        <w:rPr>
          <w:rFonts w:hint="cs"/>
          <w:rtl/>
        </w:rPr>
        <w:t>ه</w:t>
      </w:r>
      <w:r w:rsidRPr="005132F6">
        <w:rPr>
          <w:rFonts w:hint="cs"/>
          <w:rtl/>
        </w:rPr>
        <w:t>االناس</w:t>
      </w:r>
      <w:r>
        <w:rPr>
          <w:rtl/>
        </w:rPr>
        <w:t xml:space="preserve"> انا خلقناکم من ذکر و انث</w:t>
      </w:r>
      <w:r>
        <w:rPr>
          <w:rFonts w:hint="cs"/>
          <w:rtl/>
        </w:rPr>
        <w:t>ی</w:t>
      </w:r>
      <w:r>
        <w:rPr>
          <w:rtl/>
        </w:rPr>
        <w:t xml:space="preserve"> و جعلناکم شعوبا و قبائل لتعارفوا ان اکرمکم عندالل</w:t>
      </w:r>
      <w:r w:rsidR="005132F6" w:rsidRPr="00AE18BD">
        <w:rPr>
          <w:rFonts w:hint="cs"/>
          <w:rtl/>
        </w:rPr>
        <w:t>ه</w:t>
      </w:r>
      <w:r w:rsidRPr="005132F6">
        <w:rPr>
          <w:rFonts w:hint="cs"/>
          <w:rtl/>
        </w:rPr>
        <w:t xml:space="preserve"> اتقکم"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لوگو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برادر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شناخت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خدا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عزت دار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جو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پ</w:t>
      </w:r>
      <w:r w:rsidR="005513FA" w:rsidRPr="00385AE7">
        <w:rPr>
          <w:rFonts w:hint="cs"/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نوع انسان کو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C3449B">
        <w:rPr>
          <w:rtl/>
        </w:rPr>
        <w:t>رہا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اگر کس</w:t>
      </w:r>
      <w:r>
        <w:rPr>
          <w:rFonts w:hint="cs"/>
          <w:rtl/>
        </w:rPr>
        <w:t>ی</w:t>
      </w:r>
      <w:r>
        <w:rPr>
          <w:rtl/>
        </w:rPr>
        <w:t xml:space="preserve"> کو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tl/>
        </w:rPr>
        <w:t>س کا متق</w:t>
      </w:r>
      <w:r>
        <w:rPr>
          <w:rFonts w:hint="cs"/>
          <w:rtl/>
        </w:rPr>
        <w:t>ی</w:t>
      </w:r>
      <w:r w:rsidR="005A655B">
        <w:rPr>
          <w:rtl/>
        </w:rPr>
        <w:t xml:space="preserve"> ہونا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خاندان عربوں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عربوں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دستور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ج</w:t>
      </w:r>
      <w:r w:rsidR="00851B2F">
        <w:rPr>
          <w:rFonts w:hint="eastAsia"/>
          <w:rtl/>
        </w:rPr>
        <w:t>اہ</w:t>
      </w:r>
      <w:r w:rsidRPr="00385AE7">
        <w:rPr>
          <w:rFonts w:hint="cs"/>
          <w:rtl/>
        </w:rPr>
        <w:t>ت،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آسودگ</w:t>
      </w:r>
      <w:r>
        <w:rPr>
          <w:rFonts w:hint="cs"/>
          <w:rtl/>
        </w:rPr>
        <w:t>ی</w:t>
      </w:r>
      <w:r>
        <w:rPr>
          <w:rtl/>
        </w:rPr>
        <w:t xml:space="preserve"> کو باعث فخر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والو! تقو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اس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کتاب اسلام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تقابل</w:t>
      </w:r>
      <w:r>
        <w:rPr>
          <w:rFonts w:hint="cs"/>
          <w:rtl/>
        </w:rPr>
        <w:t>ی</w:t>
      </w:r>
      <w:r>
        <w:rPr>
          <w:rtl/>
        </w:rPr>
        <w:t xml:space="preserve"> جائز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رنگ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گوسفند کال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رنگ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گوسفند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 xml:space="preserve">اور اس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ہوئی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خواب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اور آپ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مردوں اور ان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="00851B2F">
        <w:rPr>
          <w:rFonts w:hint="eastAsia"/>
          <w:rtl/>
        </w:rPr>
        <w:t xml:space="preserve">اہی 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پ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>
        <w:rPr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رشت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جمل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</w:t>
      </w:r>
      <w:r w:rsidR="00C3449B">
        <w:rPr>
          <w:rtl/>
        </w:rPr>
        <w:t>رہا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تم عجم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 عجم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خاطر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تم عجم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جنگ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عجم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>
        <w:rPr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لو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قسم کا انقلاب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مضبوط پروگرام اور 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وس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عمل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پروان چ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ہ</w:t>
      </w:r>
      <w:r>
        <w:rPr>
          <w:rtl/>
        </w:rPr>
        <w:t xml:space="preserve"> کار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عمد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منظم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 مسلم کو خراسان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tl/>
        </w:rPr>
        <w:t>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گز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انقلاب ابو مسلم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چند مبلغوں کو خراسان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جاکر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عوام کو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مسلم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نسب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تک معلوم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سکا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EC330E">
        <w:rPr>
          <w:rtl/>
        </w:rPr>
        <w:t xml:space="preserve"> یہاں </w:t>
      </w:r>
      <w:r>
        <w:rPr>
          <w:rtl/>
        </w:rPr>
        <w:t>تک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۲۴</w:t>
      </w:r>
      <w:r>
        <w:rPr>
          <w:rtl/>
        </w:rPr>
        <w:t>برس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ابر</w:t>
      </w:r>
      <w:r w:rsidR="00851B2F" w:rsidRPr="00385AE7">
        <w:rPr>
          <w:rFonts w:hint="cs"/>
          <w:rtl/>
        </w:rPr>
        <w:t xml:space="preserve">اہی </w:t>
      </w:r>
      <w:r>
        <w:rPr>
          <w:rFonts w:hint="eastAsia"/>
          <w:rtl/>
        </w:rPr>
        <w:t>م</w:t>
      </w:r>
      <w:r>
        <w:rPr>
          <w:rtl/>
        </w:rPr>
        <w:t xml:space="preserve"> امام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خراسان روان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خراسان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عوام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 برپا کر 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نوجوان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موجود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خاصا با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برا انسان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بوتک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مسلم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اگر عرب حجاج پر فخر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ابو مسلم پ</w:t>
      </w:r>
      <w:r>
        <w:rPr>
          <w:rFonts w:hint="eastAsia"/>
          <w:rtl/>
        </w:rPr>
        <w:t>ر</w:t>
      </w:r>
      <w:r>
        <w:rPr>
          <w:rtl/>
        </w:rPr>
        <w:t xml:space="preserve"> فخر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اور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صلاحت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کو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کر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پست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اقتدار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آدم</w:t>
      </w:r>
      <w:r>
        <w:rPr>
          <w:rFonts w:hint="cs"/>
          <w:rtl/>
        </w:rPr>
        <w:t>ی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ابو مسلم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لاک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بات پر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دوستوں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تعصب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مداخلت ک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بنو عباس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حص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نعر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خلافت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</w:t>
      </w:r>
      <w:r w:rsidR="005A655B" w:rsidRPr="00385AE7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5A655B">
        <w:rPr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</w:t>
      </w:r>
      <w:r>
        <w:rPr>
          <w:rFonts w:hint="eastAsia"/>
          <w:rtl/>
        </w:rPr>
        <w:t>ر</w:t>
      </w:r>
      <w:r>
        <w:rPr>
          <w:rtl/>
        </w:rPr>
        <w:t xml:space="preserve"> قابل ذکر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بنو عباس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دو اشخاص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شروع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آخر تک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عباس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پس پرد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کام کر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دوسرا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جو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ج</w:t>
      </w:r>
      <w:r>
        <w:rPr>
          <w:rFonts w:hint="eastAsia"/>
          <w:rtl/>
        </w:rPr>
        <w:t>و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کا نام ابو مسلم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کر چکا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کو بن</w:t>
      </w:r>
      <w:r>
        <w:rPr>
          <w:rFonts w:hint="cs"/>
          <w:rtl/>
        </w:rPr>
        <w:t>ی</w:t>
      </w:r>
      <w:r>
        <w:rPr>
          <w:rtl/>
        </w:rPr>
        <w:t xml:space="preserve"> عباس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خراسان روان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شمار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صدر اور ابو مسلم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اشخص،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دار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منت</w:t>
      </w:r>
      <w:r>
        <w:rPr>
          <w:rFonts w:hint="eastAsia"/>
          <w:rtl/>
        </w:rPr>
        <w:t>ظم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گفتگو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دوسروں کو متأثر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مسلم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حسد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 عباس سفاح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>
        <w:rPr>
          <w:rtl/>
        </w:rPr>
        <w:t xml:space="preserve">خلاف </w:t>
      </w:r>
      <w:r w:rsidRPr="004D70B9">
        <w:rPr>
          <w:rFonts w:hint="cs"/>
          <w:rtl/>
        </w:rPr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اور اس کو خطرناک ش</w:t>
      </w:r>
      <w:r>
        <w:rPr>
          <w:rFonts w:hint="eastAsia"/>
          <w:rtl/>
        </w:rPr>
        <w:t>خص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متعارف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خارج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خطوط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مختلف اشخاص ک</w:t>
      </w:r>
      <w:r>
        <w:rPr>
          <w:rFonts w:hint="cs"/>
          <w:rtl/>
        </w:rPr>
        <w:t>ی</w:t>
      </w:r>
      <w:r>
        <w:rPr>
          <w:rtl/>
        </w:rPr>
        <w:t xml:space="preserve"> طرف ارسال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سفاح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مطالب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مسترد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مخلصان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خدمات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خلاف کس</w:t>
      </w:r>
      <w:r>
        <w:rPr>
          <w:rFonts w:hint="cs"/>
          <w:rtl/>
        </w:rPr>
        <w:t>ی</w:t>
      </w:r>
      <w:r>
        <w:rPr>
          <w:rtl/>
        </w:rPr>
        <w:t xml:space="preserve"> قسم کا قدم</w:t>
      </w:r>
      <w:r w:rsidR="005A655B">
        <w:rPr>
          <w:rtl/>
        </w:rPr>
        <w:t xml:space="preserve"> نہیں </w:t>
      </w:r>
      <w:r>
        <w:rPr>
          <w:rtl/>
        </w:rPr>
        <w:t>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سکت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اعتراض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سفاح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اندر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چاہتا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آل عباس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</w:t>
      </w:r>
      <w:r>
        <w:rPr>
          <w:rFonts w:hint="eastAsia"/>
          <w:rtl/>
        </w:rPr>
        <w:t>لافت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آل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سفاح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پر اس قسم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الزام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ثابت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</w:t>
      </w:r>
      <w:r>
        <w:rPr>
          <w:rFonts w:hint="cs"/>
          <w:rtl/>
        </w:rPr>
        <w:t>ی</w:t>
      </w:r>
      <w:r>
        <w:rPr>
          <w:rtl/>
        </w:rPr>
        <w:t xml:space="preserve"> اگر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سوچ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کرسکتا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جتن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کار گر ثابت ن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ابو سفاح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نقصان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سکتا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قتل کا منصوب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سفاح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رات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تک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سفاح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ملاقات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واپس آ</w:t>
      </w:r>
      <w:r w:rsidR="00C3449B">
        <w:rPr>
          <w:rFonts w:hint="eastAsia"/>
          <w:rtl/>
        </w:rPr>
        <w:t>رہا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مسلم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سفاح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 قتل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خون کس</w:t>
      </w:r>
      <w:r>
        <w:rPr>
          <w:rFonts w:hint="cs"/>
          <w:rtl/>
        </w:rPr>
        <w:t>ی</w:t>
      </w:r>
      <w:r>
        <w:rPr>
          <w:rtl/>
        </w:rPr>
        <w:t xml:space="preserve"> شمار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آسکا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سفاح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اقتدار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سانح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وج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ت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سکت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محرکات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C2205">
        <w:rPr>
          <w:rFonts w:hint="cs"/>
          <w:rtl/>
        </w:rPr>
        <w:cr/>
      </w:r>
    </w:p>
    <w:p w:rsidR="00827A66" w:rsidRPr="005132F6" w:rsidRDefault="00827A66" w:rsidP="00B34A65">
      <w:pPr>
        <w:pStyle w:val="Heading2Center"/>
        <w:rPr>
          <w:rtl/>
        </w:rPr>
      </w:pPr>
      <w:bookmarkStart w:id="31" w:name="_Toc508875384"/>
      <w:r>
        <w:rPr>
          <w:rFonts w:hint="eastAsia"/>
          <w:rtl/>
        </w:rPr>
        <w:t>ابو</w:t>
      </w:r>
      <w:r>
        <w:rPr>
          <w:rtl/>
        </w:rPr>
        <w:t xml:space="preserve"> سلم</w:t>
      </w:r>
      <w:r w:rsidRPr="005132F6">
        <w:rPr>
          <w:rFonts w:hint="cs"/>
          <w:rtl/>
        </w:rPr>
        <w:t xml:space="preserve">ہ کا خط امام جعفر صادق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5132F6">
        <w:rPr>
          <w:rFonts w:hint="cs"/>
          <w:rtl/>
        </w:rPr>
        <w:t xml:space="preserve"> اور عبد اللہ محض کے نام</w:t>
      </w:r>
      <w:bookmarkEnd w:id="31"/>
      <w:r w:rsidRPr="005132F6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</w:t>
      </w:r>
      <w:r>
        <w:rPr>
          <w:rtl/>
        </w:rPr>
        <w:t xml:space="preserve"> مورخ مسعود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مروج الذ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مستغرق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آل عباس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آل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 عباس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کام کرتا </w:t>
      </w:r>
      <w:r w:rsidR="00C3449B">
        <w:rPr>
          <w:rtl/>
        </w:rPr>
        <w:t>رہا</w:t>
      </w:r>
      <w:r w:rsidRPr="004D70B9">
        <w:rPr>
          <w:rFonts w:hint="cs"/>
          <w:rtl/>
        </w:rPr>
        <w:t>۔</w:t>
      </w:r>
      <w:r>
        <w:rPr>
          <w:rtl/>
          <w:lang w:bidi="fa-IR"/>
        </w:rPr>
        <w:t>۱۳۲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بن</w:t>
      </w:r>
      <w:r>
        <w:rPr>
          <w:rFonts w:hint="cs"/>
          <w:rtl/>
        </w:rPr>
        <w:t>ی</w:t>
      </w:r>
      <w:r>
        <w:rPr>
          <w:rtl/>
        </w:rPr>
        <w:t xml:space="preserve"> عباس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طور پر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کومت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اس وقت ابر</w:t>
      </w:r>
      <w:r w:rsidR="00851B2F">
        <w:rPr>
          <w:rtl/>
        </w:rPr>
        <w:t xml:space="preserve">اہی </w:t>
      </w:r>
      <w:r>
        <w:rPr>
          <w:rFonts w:hint="eastAsia"/>
          <w:rtl/>
        </w:rPr>
        <w:t>م</w:t>
      </w:r>
      <w:r>
        <w:rPr>
          <w:rtl/>
        </w:rPr>
        <w:t xml:space="preserve"> امام شام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منظر عام پر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وقت بن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مروان بن محمد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فکر دامن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A655B">
        <w:rPr>
          <w:rtl/>
        </w:rPr>
        <w:t xml:space="preserve"> ہوئی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کان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کو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گرفتار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مقام</w:t>
      </w:r>
      <w:r>
        <w:rPr>
          <w:rFonts w:hint="cs"/>
          <w:rtl/>
        </w:rPr>
        <w:t>ی</w:t>
      </w:r>
      <w:r>
        <w:rPr>
          <w:rtl/>
        </w:rPr>
        <w:t xml:space="preserve"> کسان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ے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قصب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مستقبل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لوگوں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سفاح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 (سفاح منصور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ا)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پنا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انقلاب کا 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خط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پت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پات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</w:t>
      </w:r>
      <w:r>
        <w:rPr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عرص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تک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پا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ا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اندر اندر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رسم</w:t>
      </w:r>
      <w:r>
        <w:rPr>
          <w:rFonts w:hint="cs"/>
          <w:rtl/>
        </w:rPr>
        <w:t>ی</w:t>
      </w:r>
      <w:r>
        <w:rPr>
          <w:rtl/>
        </w:rPr>
        <w:t xml:space="preserve"> طور پر ظ</w:t>
      </w:r>
      <w:r w:rsidR="00ED61E8">
        <w:rPr>
          <w:rtl/>
        </w:rPr>
        <w:t xml:space="preserve">اہر 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اور جنگ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فتح حاصل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انقلاب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ابر</w:t>
      </w:r>
      <w:r w:rsidR="00851B2F" w:rsidRPr="00385AE7">
        <w:rPr>
          <w:rFonts w:hint="cs"/>
          <w:rtl/>
        </w:rPr>
        <w:t xml:space="preserve">اہی </w:t>
      </w:r>
      <w:r>
        <w:rPr>
          <w:rFonts w:hint="eastAsia"/>
          <w:rtl/>
        </w:rPr>
        <w:t>م</w:t>
      </w:r>
      <w:r>
        <w:rPr>
          <w:rtl/>
        </w:rPr>
        <w:t xml:space="preserve"> امام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حکومت سفاح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لاحق</w:t>
      </w:r>
      <w:r w:rsidR="005A655B">
        <w:rPr>
          <w:rtl/>
        </w:rPr>
        <w:t xml:space="preserve"> ہوئی </w:t>
      </w:r>
      <w:r>
        <w:rPr>
          <w:rtl/>
        </w:rPr>
        <w:t>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سوچن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آل عباس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آل ابو طالب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D70B9"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 w:rsidRPr="004D70B9">
        <w:rPr>
          <w:rFonts w:hint="cs"/>
          <w:rtl/>
        </w:rPr>
        <w:t>ہ</w:t>
      </w:r>
      <w:r>
        <w:rPr>
          <w:rtl/>
        </w:rPr>
        <w:t xml:space="preserve"> خطوط لک</w:t>
      </w:r>
      <w:r w:rsidRPr="004D70B9">
        <w:rPr>
          <w:rFonts w:hint="cs"/>
          <w:rtl/>
        </w:rPr>
        <w:t>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دوسرا خط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 حسن بن حسن بن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(حضرت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کا نام حسن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حسن مثنيٰٰ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حسن، حسن مثن</w:t>
      </w:r>
      <w:r>
        <w:rPr>
          <w:rFonts w:hint="cs"/>
          <w:rtl/>
        </w:rPr>
        <w:t>ی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اد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اور درجئ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پر فائز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داران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کو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حسن مثن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اپنا علاج معالج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 صاجزاد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کانام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باپ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فخر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حوالوں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خالصتاً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غمبر،</w:t>
      </w:r>
      <w:r>
        <w:rPr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امام جعفر </w:t>
      </w:r>
      <w:r>
        <w:rPr>
          <w:rFonts w:hint="eastAsia"/>
          <w:rtl/>
        </w:rPr>
        <w:t>صادق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سربرا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اولاد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سربرا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)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 خطوط روان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</w:t>
      </w:r>
      <w:r>
        <w:rPr>
          <w:rtl/>
        </w:rPr>
        <w:t xml:space="preserve"> اور اس کو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 کس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خط کا خلاص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خراسان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پاس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رول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اور اب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خلافت بن</w:t>
      </w:r>
      <w:r>
        <w:rPr>
          <w:rFonts w:hint="cs"/>
          <w:rtl/>
        </w:rPr>
        <w:t>ی</w:t>
      </w:r>
      <w:r>
        <w:rPr>
          <w:rtl/>
        </w:rPr>
        <w:t xml:space="preserve"> عباس کو مل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آپ حضرات راض</w:t>
      </w:r>
      <w:r>
        <w:rPr>
          <w:rFonts w:hint="cs"/>
          <w:rtl/>
        </w:rPr>
        <w:t>ی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کو پل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D7C38"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آپ کو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32" w:name="_Toc508875385"/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عبدالل</w:t>
      </w:r>
      <w:r w:rsidRPr="005132F6">
        <w:rPr>
          <w:rFonts w:hint="cs"/>
          <w:rtl/>
        </w:rPr>
        <w:t>ہ محض کا رد عمل</w:t>
      </w:r>
      <w:bookmarkEnd w:id="32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قاصد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خط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کو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خط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خط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عرض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مولا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خط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ے</w:t>
      </w:r>
      <w:r>
        <w:rPr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سلم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قاصد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آپ مج</w:t>
      </w:r>
      <w:r w:rsidRPr="004D70B9">
        <w:rPr>
          <w:rFonts w:hint="cs"/>
          <w:rtl/>
        </w:rPr>
        <w:t>ھے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چراغ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خط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خط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</w:t>
      </w:r>
      <w:r>
        <w:rPr>
          <w:rtl/>
        </w:rPr>
        <w:t>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دوست (ابو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)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کا جواب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حضرت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شعر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؂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28F8">
      <w:pPr>
        <w:pStyle w:val="libArabic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موقدانارا لغ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tl/>
        </w:rPr>
        <w:t xml:space="preserve"> ضوء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ا </w:t>
      </w:r>
    </w:p>
    <w:p w:rsidR="00827A66" w:rsidRDefault="00827A66" w:rsidP="002F28F8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حاطباف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حبلک تحطب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آگ روشن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اور،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اک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تج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خبر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تو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اس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دشمن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کر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شعر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حضرت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محنت کرتا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محنت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استفاد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 w:rsidRPr="004D70B9">
        <w:rPr>
          <w:rFonts w:hint="cs"/>
          <w:rtl/>
        </w:rPr>
        <w:t>ھہ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کتنا بد بخت شخص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محنت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شع</w:t>
      </w:r>
      <w:r>
        <w:rPr>
          <w:rFonts w:hint="eastAsia"/>
          <w:rtl/>
        </w:rPr>
        <w:t>ر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خلافت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محنت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نا</w:t>
      </w:r>
      <w:r w:rsidR="005A655B" w:rsidRPr="00385AE7">
        <w:rPr>
          <w:rFonts w:hint="cs"/>
          <w:rtl/>
        </w:rPr>
        <w:t xml:space="preserve"> اہل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کتن</w:t>
      </w:r>
      <w:r w:rsidRPr="004D70B9">
        <w:rPr>
          <w:rFonts w:hint="cs"/>
          <w:rtl/>
        </w:rPr>
        <w:t>ے</w:t>
      </w:r>
      <w:r>
        <w:rPr>
          <w:rtl/>
        </w:rPr>
        <w:t xml:space="preserve"> افسوس اور دک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حضرت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 کو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قاصد کو جواب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قاصد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اور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خط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عبد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خط کو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حد مسرور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مورخ مسعود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صبح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ڑے</w:t>
      </w:r>
      <w:r>
        <w:rPr>
          <w:rtl/>
        </w:rPr>
        <w:t xml:space="preserve"> پر سوار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 دولت پر آئ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کا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حضرت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خبر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آئ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خبر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(نعم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اجل من ان </w:t>
      </w:r>
      <w:r>
        <w:rPr>
          <w:rFonts w:hint="cs"/>
          <w:rtl/>
        </w:rPr>
        <w:t>ی</w:t>
      </w:r>
      <w:r>
        <w:rPr>
          <w:rFonts w:hint="eastAsia"/>
          <w:rtl/>
        </w:rPr>
        <w:t>وصف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خط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خراسان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اس بات پر مکمل طور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درخواست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قبول ک</w:t>
      </w:r>
      <w:r>
        <w:rPr>
          <w:rFonts w:hint="eastAsia"/>
          <w:rtl/>
        </w:rPr>
        <w:t>ر</w:t>
      </w:r>
      <w:r>
        <w:rPr>
          <w:rtl/>
        </w:rPr>
        <w:t xml:space="preserve"> لوں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"ومت</w:t>
      </w:r>
      <w:r>
        <w:rPr>
          <w:rFonts w:hint="cs"/>
          <w:rtl/>
        </w:rPr>
        <w:t>ی</w:t>
      </w:r>
      <w:r>
        <w:rPr>
          <w:rtl/>
        </w:rPr>
        <w:t xml:space="preserve"> کان</w:t>
      </w:r>
      <w:r w:rsidR="005A655B">
        <w:rPr>
          <w:rtl/>
        </w:rPr>
        <w:t xml:space="preserve"> ا</w:t>
      </w:r>
      <w:r w:rsidR="005132F6" w:rsidRPr="004D70B9">
        <w:rPr>
          <w:rFonts w:hint="cs"/>
          <w:rtl/>
        </w:rPr>
        <w:t>ه</w:t>
      </w:r>
      <w:r w:rsidR="005A655B">
        <w:rPr>
          <w:rFonts w:hint="cs"/>
          <w:rtl/>
        </w:rPr>
        <w:t xml:space="preserve">ل </w:t>
      </w:r>
      <w:r>
        <w:rPr>
          <w:rFonts w:hint="cs"/>
          <w:rtl/>
        </w:rPr>
        <w:t>خراسان شی</w:t>
      </w:r>
      <w:r>
        <w:rPr>
          <w:rFonts w:hint="eastAsia"/>
          <w:rtl/>
        </w:rPr>
        <w:t>ع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لک؟"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خراسان</w:t>
      </w:r>
      <w:r>
        <w:rPr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کب بن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" </w:t>
      </w:r>
    </w:p>
    <w:p w:rsidR="00827A66" w:rsidRDefault="00827A66" w:rsidP="002F28F8">
      <w:pPr>
        <w:pStyle w:val="libArabic"/>
        <w:rPr>
          <w:rtl/>
        </w:rPr>
      </w:pPr>
      <w:r>
        <w:rPr>
          <w:rFonts w:hint="eastAsia"/>
          <w:rtl/>
        </w:rPr>
        <w:t>انت</w:t>
      </w:r>
      <w:r>
        <w:rPr>
          <w:rtl/>
        </w:rPr>
        <w:t xml:space="preserve"> بعثت ابا مسلم ال</w:t>
      </w:r>
      <w:r>
        <w:rPr>
          <w:rFonts w:hint="cs"/>
          <w:rtl/>
        </w:rPr>
        <w:t>ی</w:t>
      </w:r>
      <w:r>
        <w:rPr>
          <w:rtl/>
        </w:rPr>
        <w:t xml:space="preserve"> خراسان؟"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 مسلم کو خراسان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؟"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خراسان والوں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ہ</w:t>
      </w:r>
      <w:r>
        <w:rPr>
          <w:rtl/>
        </w:rPr>
        <w:t xml:space="preserve"> لباس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ماتم</w:t>
      </w:r>
      <w:r>
        <w:rPr>
          <w:rFonts w:hint="cs"/>
          <w:rtl/>
        </w:rPr>
        <w:t>ی</w:t>
      </w:r>
      <w:r>
        <w:rPr>
          <w:rtl/>
        </w:rPr>
        <w:t xml:space="preserve"> لباس کو اپنا شعار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خراسان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الائ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؟تم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چانت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ناراض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انسان جب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پسند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شخبر</w:t>
      </w:r>
      <w:r>
        <w:rPr>
          <w:rFonts w:hint="cs"/>
          <w:rtl/>
        </w:rPr>
        <w:t>ی</w:t>
      </w:r>
      <w:r>
        <w:rPr>
          <w:rtl/>
        </w:rPr>
        <w:t xml:space="preserve"> سنن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اور بات سننا گوار</w:t>
      </w:r>
      <w:r w:rsidR="005A655B">
        <w:rPr>
          <w:rtl/>
        </w:rPr>
        <w:t xml:space="preserve"> نہیں </w:t>
      </w:r>
      <w:r>
        <w:rPr>
          <w:rtl/>
        </w:rPr>
        <w:t>کرتا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سرشت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حضرت امام جعفر صادق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بحث کرن</w:t>
      </w:r>
      <w:r>
        <w:rPr>
          <w:rFonts w:hint="cs"/>
          <w:rtl/>
        </w:rPr>
        <w:t>ی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tl/>
        </w:rPr>
        <w:t xml:space="preserve"> اور حضرت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 w:rsidR="00EF6DD1">
        <w:rPr>
          <w:rtl/>
        </w:rPr>
        <w:t xml:space="preserve">اہتے </w:t>
      </w:r>
      <w:r w:rsidR="005A655B" w:rsidRPr="00385AE7">
        <w:rPr>
          <w:rFonts w:hint="cs"/>
          <w:rtl/>
        </w:rPr>
        <w:t xml:space="preserve"> ہیں: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 xml:space="preserve">"انما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القوم ابن</w:t>
      </w:r>
      <w:r>
        <w:rPr>
          <w:rFonts w:hint="cs"/>
          <w:rtl/>
        </w:rPr>
        <w:t>ی</w:t>
      </w:r>
      <w:r>
        <w:rPr>
          <w:rtl/>
        </w:rPr>
        <w:t xml:space="preserve"> محمدا لان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م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tl/>
        </w:rPr>
        <w:t xml:space="preserve"> 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ذ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الام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محمد کو خلافت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EF6DD1">
        <w:rPr>
          <w:rtl/>
        </w:rPr>
        <w:t xml:space="preserve">اہتے 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آُپ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اس امت کا امام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آپ کا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محمد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اگر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بولا آپ خوا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مخوا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 w:rsidR="005A655B">
        <w:rPr>
          <w:rtl/>
        </w:rPr>
        <w:t xml:space="preserve"> رہے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بخدا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</w:t>
      </w:r>
      <w:r w:rsidR="00851B2F">
        <w:rPr>
          <w:rtl/>
        </w:rPr>
        <w:t xml:space="preserve">اہی 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اور کچ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چ</w:t>
      </w:r>
      <w:r w:rsidR="00EF6DD1">
        <w:rPr>
          <w:rtl/>
        </w:rPr>
        <w:t xml:space="preserve">اہتے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کا مقصد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پورا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>
        <w:rPr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بخدا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کا خط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عبدالل</w:t>
      </w:r>
      <w:r w:rsidRPr="004D70B9">
        <w:rPr>
          <w:rFonts w:hint="cs"/>
          <w:rtl/>
        </w:rPr>
        <w:t>ہ</w:t>
      </w:r>
      <w:r>
        <w:rPr>
          <w:rtl/>
        </w:rPr>
        <w:t xml:space="preserve"> ناراض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 حالات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بخوب</w:t>
      </w:r>
      <w:r>
        <w:rPr>
          <w:rFonts w:hint="cs"/>
          <w:rtl/>
        </w:rPr>
        <w:t>ی</w:t>
      </w:r>
      <w:r>
        <w:rPr>
          <w:rtl/>
        </w:rPr>
        <w:t xml:space="preserve"> انداز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فضا کس قدر مکدر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وت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ابو مسلم اس وقت خاصا فعال</w:t>
      </w:r>
      <w:r w:rsidR="00211648" w:rsidRPr="00385AE7">
        <w:rPr>
          <w:rFonts w:hint="cs"/>
          <w:rtl/>
        </w:rPr>
        <w:t xml:space="preserve"> ہوتا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شخص کو قتل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سفاح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 جاتا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قاصد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قتل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چکا</w:t>
      </w:r>
      <w:r w:rsidR="00211648" w:rsidRPr="00385AE7">
        <w:rPr>
          <w:rFonts w:hint="cs"/>
          <w:rtl/>
        </w:rPr>
        <w:t xml:space="preserve"> ہوتا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کا جواب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>وں تک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 سکا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33" w:name="_Toc50887538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33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جس خوب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اتنا اور کس</w:t>
      </w:r>
      <w:r>
        <w:rPr>
          <w:rFonts w:hint="cs"/>
          <w:rtl/>
        </w:rPr>
        <w:t>ی</w:t>
      </w:r>
      <w:r>
        <w:rPr>
          <w:rtl/>
        </w:rPr>
        <w:t xml:space="preserve"> مورخ 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واضح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شخص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</w:t>
      </w:r>
      <w:r>
        <w:rPr>
          <w:rtl/>
        </w:rPr>
        <w:t>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گز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مطلب صاف ظ</w:t>
      </w:r>
      <w:r w:rsidR="00ED61E8" w:rsidRPr="00385AE7">
        <w:rPr>
          <w:rFonts w:hint="cs"/>
          <w:rtl/>
        </w:rPr>
        <w:t xml:space="preserve">اہر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آل عباس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کام کرتا</w:t>
      </w:r>
      <w:r w:rsidR="005A655B">
        <w:rPr>
          <w:rtl/>
        </w:rPr>
        <w:t xml:space="preserve"> ہے </w:t>
      </w:r>
      <w:r>
        <w:rPr>
          <w:rtl/>
        </w:rPr>
        <w:t>اور دوسر</w:t>
      </w:r>
      <w:r>
        <w:rPr>
          <w:rFonts w:hint="cs"/>
          <w:rtl/>
        </w:rPr>
        <w:t>ی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دراصل عوام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چ</w:t>
      </w:r>
      <w:r w:rsidR="00851B2F">
        <w:rPr>
          <w:rtl/>
        </w:rPr>
        <w:t>اہ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خاندان رسالت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شخص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آل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ED61E8">
        <w:rPr>
          <w:rtl/>
        </w:rPr>
        <w:t>اہم</w:t>
      </w:r>
      <w:r w:rsidRPr="00385AE7">
        <w:rPr>
          <w:rFonts w:hint="cs"/>
          <w:rtl/>
        </w:rPr>
        <w:t xml:space="preserve"> 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جناب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محض، ا</w:t>
      </w:r>
      <w:r>
        <w:rPr>
          <w:rFonts w:hint="eastAsia"/>
          <w:rtl/>
        </w:rPr>
        <w:t>بو</w:t>
      </w:r>
      <w:r>
        <w:rPr>
          <w:rtl/>
        </w:rPr>
        <w:t xml:space="preserve">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دونوں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اور خلوص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</w:t>
      </w:r>
      <w:r w:rsidR="005A655B">
        <w:rPr>
          <w:rtl/>
        </w:rPr>
        <w:t xml:space="preserve"> نہیں </w:t>
      </w:r>
      <w:r>
        <w:rPr>
          <w:rtl/>
        </w:rPr>
        <w:t xml:space="preserve">کر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چاہتا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بدلن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مفادات محفوظ</w:t>
      </w:r>
      <w:r w:rsidR="005A655B">
        <w:rPr>
          <w:rtl/>
        </w:rPr>
        <w:t xml:space="preserve"> رہیں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کو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عبد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جواب موصول ن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قتل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لوگوں کو سنتا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تو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 کا 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دعوت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 سکا جواب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صاف ظ</w:t>
      </w:r>
      <w:r w:rsidR="00ED61E8">
        <w:rPr>
          <w:rtl/>
        </w:rPr>
        <w:t xml:space="preserve">اہر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حالات سازگار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صورت</w:t>
      </w:r>
      <w:r>
        <w:rPr>
          <w:rtl/>
        </w:rPr>
        <w:t xml:space="preserve"> حال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اقدامات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چک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</w:t>
      </w:r>
      <w:r>
        <w:rPr>
          <w:rtl/>
        </w:rPr>
        <w:t>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شروع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دراصل آپ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 خاندان اور موروث</w:t>
      </w:r>
      <w:r>
        <w:rPr>
          <w:rFonts w:hint="cs"/>
          <w:rtl/>
        </w:rPr>
        <w:t>ی</w:t>
      </w:r>
      <w:r>
        <w:rPr>
          <w:rtl/>
        </w:rPr>
        <w:t xml:space="preserve"> حکمران ذات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سوچ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کتاب الفرج اصف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استفاد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سلسل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ابو الفرج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اتنا اور کس</w:t>
      </w:r>
      <w:r>
        <w:rPr>
          <w:rFonts w:hint="cs"/>
          <w:rtl/>
        </w:rPr>
        <w:t>ی</w:t>
      </w:r>
      <w:r>
        <w:rPr>
          <w:rtl/>
        </w:rPr>
        <w:t xml:space="preserve"> مورخ 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الفرج امو</w:t>
      </w:r>
      <w:r>
        <w:rPr>
          <w:rFonts w:hint="cs"/>
          <w:rtl/>
        </w:rPr>
        <w:t>ی</w:t>
      </w:r>
      <w:r>
        <w:rPr>
          <w:rtl/>
        </w:rPr>
        <w:t xml:space="preserve"> مورخ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المذ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 کو اصف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اصف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جاتا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اصف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مورخ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اعتدال قائم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(رح)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ارشاد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الفرج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34" w:name="_Toc508875387"/>
      <w:r w:rsidRPr="005132F6">
        <w:rPr>
          <w:rFonts w:hint="cs"/>
          <w:rtl/>
        </w:rPr>
        <w:t>ھ</w:t>
      </w:r>
      <w:r>
        <w:rPr>
          <w:rFonts w:hint="cs"/>
          <w:rtl/>
        </w:rPr>
        <w:t>اشمی</w:t>
      </w:r>
      <w:r>
        <w:rPr>
          <w:rtl/>
        </w:rPr>
        <w:t xml:space="preserve"> ر</w:t>
      </w:r>
      <w:r w:rsidRPr="005132F6">
        <w:rPr>
          <w:rFonts w:hint="cs"/>
          <w:rtl/>
        </w:rPr>
        <w:t>ھ</w:t>
      </w:r>
      <w:r>
        <w:rPr>
          <w:rFonts w:hint="cs"/>
          <w:rtl/>
        </w:rPr>
        <w:t>نماؤں کی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ٹ</w:t>
      </w:r>
      <w:r>
        <w:rPr>
          <w:rFonts w:hint="cs"/>
          <w:rtl/>
        </w:rPr>
        <w:t>نگ</w:t>
      </w:r>
      <w:bookmarkEnd w:id="34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دراصل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اشم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سرکرد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ر</w:t>
      </w:r>
      <w:r>
        <w:rPr>
          <w:rtl/>
        </w:rPr>
        <w:t xml:space="preserve"> ابواء مقام پر جمع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مقام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(ابواء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ماجد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انتق</w:t>
      </w:r>
      <w:r>
        <w:rPr>
          <w:rFonts w:hint="eastAsia"/>
          <w:rtl/>
        </w:rPr>
        <w:t>ال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) حضور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پاک ک</w:t>
      </w:r>
      <w:r>
        <w:rPr>
          <w:rFonts w:hint="cs"/>
          <w:rtl/>
        </w:rPr>
        <w:t>ی</w:t>
      </w:r>
      <w:r>
        <w:rPr>
          <w:rtl/>
        </w:rPr>
        <w:t xml:space="preserve"> عمر پانچ سال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گ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صاجزاد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اپن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آمن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رشت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حضور پاک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والوں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نسبت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کر واپس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راست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انتقال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ابواء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حضورپاک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خاص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ام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ماجد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ابواء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سپرد خاک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عالم غربت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المناک رحلت کو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اور عمر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آپ اس غم کو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</w:t>
      </w:r>
      <w:r>
        <w:rPr>
          <w:rtl/>
        </w:rPr>
        <w:t xml:space="preserve"> </w:t>
      </w:r>
      <w:r>
        <w:rPr>
          <w:rtl/>
          <w:lang w:bidi="fa-IR"/>
        </w:rPr>
        <w:t>۵۳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واپس لو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دس سال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 w:rsidR="000E44EB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اثناء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ابواء نام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آپ چند لمحوں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>
        <w:rPr>
          <w:rtl/>
        </w:rPr>
        <w:t xml:space="preserve"> صحاب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رک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دعا پ</w:t>
      </w:r>
      <w:r w:rsidRPr="004D70B9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زار وقطار رون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صحاب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حضور پاک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رون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والد ماجد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اط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آج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پچاس سال قبل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سال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والد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محترم</w:t>
      </w:r>
      <w:r w:rsidRPr="004D70B9">
        <w:rPr>
          <w:rFonts w:hint="cs"/>
          <w:rtl/>
        </w:rPr>
        <w:t>ہ</w:t>
      </w:r>
      <w:r>
        <w:rPr>
          <w:rtl/>
        </w:rPr>
        <w:t xml:space="preserve"> کا انتقال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پچاس سالوں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اس مقام پر</w:t>
      </w:r>
      <w:r>
        <w:rPr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دعا پ</w:t>
      </w:r>
      <w:r w:rsidRPr="004D70B9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اپن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روئ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ابواء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مقام پر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امام حسن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اور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دونوں صاجزاد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محمد و ابرا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موجود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ابرا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امام، ابوالعباس سفاح، ابو جعفر منصور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چند بزرگوں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شرکت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وقت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گفتگو کا آغاز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اشم! اس وقت </w:t>
      </w:r>
      <w:r w:rsidRPr="00385AE7">
        <w:rPr>
          <w:rFonts w:hint="cs"/>
          <w:rtl/>
        </w:rPr>
        <w:lastRenderedPageBreak/>
        <w:t>لوگوں ک</w:t>
      </w:r>
      <w:r>
        <w:rPr>
          <w:rFonts w:hint="cs"/>
          <w:rtl/>
        </w:rPr>
        <w:t>ی</w:t>
      </w:r>
      <w:r>
        <w:rPr>
          <w:rtl/>
        </w:rPr>
        <w:t xml:space="preserve"> نگ</w:t>
      </w:r>
      <w:r w:rsidR="00851B2F">
        <w:rPr>
          <w:rtl/>
        </w:rPr>
        <w:t xml:space="preserve">اہی 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لگ</w:t>
      </w:r>
      <w:r>
        <w:rPr>
          <w:rFonts w:hint="cs"/>
          <w:rtl/>
        </w:rPr>
        <w:t>ی</w:t>
      </w:r>
      <w:r w:rsidR="005A655B">
        <w:rPr>
          <w:rtl/>
        </w:rPr>
        <w:t xml:space="preserve"> ہوئی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عو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وابست</w:t>
      </w:r>
      <w:r w:rsidRPr="004D70B9">
        <w:rPr>
          <w:rFonts w:hint="cs"/>
          <w:rtl/>
        </w:rPr>
        <w:t>ہ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کو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اک</w:t>
      </w:r>
      <w:r w:rsidRPr="004D70B9">
        <w:rPr>
          <w:rFonts w:hint="cs"/>
          <w:rtl/>
        </w:rPr>
        <w:t>ٹھے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بخشا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ذا سب مل جل کر اس نوجوان (عبدالل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کو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قائد منتخب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D70B9">
        <w:rPr>
          <w:rFonts w:hint="cs"/>
          <w:rtl/>
        </w:rPr>
        <w:t>ے</w:t>
      </w:r>
      <w:r>
        <w:rPr>
          <w:rtl/>
        </w:rPr>
        <w:t xml:space="preserve"> پر جنگ کا آغاز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>
        <w:rPr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واقعات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انقلاب خراسان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سال قبل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وقت اولاد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بنو عباس ک</w:t>
      </w:r>
      <w:r>
        <w:rPr>
          <w:rFonts w:hint="cs"/>
          <w:rtl/>
        </w:rPr>
        <w:t>ی</w:t>
      </w:r>
      <w:r>
        <w:rPr>
          <w:rtl/>
        </w:rPr>
        <w:t xml:space="preserve"> مشترک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خواہش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متحد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35" w:name="_Toc508875388"/>
      <w:r>
        <w:rPr>
          <w:rFonts w:hint="eastAsia"/>
          <w:rtl/>
        </w:rPr>
        <w:t>محمد</w:t>
      </w:r>
      <w:r>
        <w:rPr>
          <w:rtl/>
        </w:rPr>
        <w:t xml:space="preserve"> نفس زک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bookmarkEnd w:id="35"/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عباس کا شروع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پروگرام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نوجوان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ملائ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اور لوگ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>
        <w:rPr>
          <w:rtl/>
        </w:rPr>
        <w:t xml:space="preserve"> فارم پر جمع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سکت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اس نوجوان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محمد نفس زک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محمد جناب عبد</w:t>
      </w:r>
      <w:r>
        <w:rPr>
          <w:rtl/>
        </w:rPr>
        <w:t>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صاحبزاد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عبد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متق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 w:rsidR="005513FA">
        <w:rPr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گار اور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خوبصورت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مالک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کا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محمد کردار و گفتار اور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ظلم حد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جاتا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ظ</w:t>
      </w:r>
      <w:r w:rsidR="00ED61E8">
        <w:rPr>
          <w:rtl/>
        </w:rPr>
        <w:t xml:space="preserve">اہر 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 امجد ک</w:t>
      </w:r>
      <w:r>
        <w:rPr>
          <w:rFonts w:hint="cs"/>
          <w:rtl/>
        </w:rPr>
        <w:t>ی</w:t>
      </w:r>
      <w:r>
        <w:rPr>
          <w:rtl/>
        </w:rPr>
        <w:t xml:space="preserve"> طرح اس</w:t>
      </w:r>
      <w:r>
        <w:rPr>
          <w:rFonts w:hint="cs"/>
          <w:rtl/>
        </w:rPr>
        <w:t>ی</w:t>
      </w:r>
      <w:r>
        <w:rPr>
          <w:rtl/>
        </w:rPr>
        <w:t xml:space="preserve"> کا نام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 اس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اولاد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جد وج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کرتا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</w:t>
      </w:r>
      <w:r>
        <w:rPr>
          <w:rFonts w:hint="eastAsia"/>
          <w:rtl/>
        </w:rPr>
        <w:t>لاد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امت کا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بنو عباس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محمد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نمودار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سکتا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سازش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وقت مان ل</w:t>
      </w:r>
      <w:r>
        <w:rPr>
          <w:rFonts w:hint="cs"/>
          <w:rtl/>
        </w:rPr>
        <w:t>ی</w:t>
      </w:r>
      <w:r w:rsidR="00851B2F">
        <w:rPr>
          <w:rFonts w:hint="eastAsia"/>
          <w:rtl/>
        </w:rPr>
        <w:t>اہ</w:t>
      </w:r>
      <w:r w:rsidRPr="00385AE7">
        <w:rPr>
          <w:rFonts w:hint="cs"/>
          <w:rtl/>
        </w:rPr>
        <w:t>و؟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ر</w:t>
      </w:r>
      <w:r>
        <w:rPr>
          <w:rtl/>
        </w:rPr>
        <w:t xml:space="preserve"> حال ابو الفرج نقل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خطاب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نوجوان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اس مظلوم ملت کو ظالموں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شکنجوں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نجات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 سک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بول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الناس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غور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>
        <w:rPr>
          <w:rFonts w:hint="eastAsia"/>
          <w:rtl/>
        </w:rPr>
        <w:t>نو</w:t>
      </w:r>
      <w:r>
        <w:rPr>
          <w:rtl/>
        </w:rPr>
        <w:t xml:space="preserve"> ان ابن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ذا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الم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محمد</w:t>
      </w:r>
      <w:r w:rsidR="000E44EB">
        <w:rPr>
          <w:rtl/>
        </w:rPr>
        <w:t xml:space="preserve"> ہی </w:t>
      </w:r>
      <w:r>
        <w:rPr>
          <w:rtl/>
        </w:rPr>
        <w:t>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دوراں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سب مل کر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</w:t>
      </w:r>
      <w:r>
        <w:rPr>
          <w:rtl/>
        </w:rPr>
        <w:t xml:space="preserve"> اثناء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منصور بولا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عنوان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البت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نوجوان موجود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فرائض احسن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سکتا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سچ ک</w:t>
      </w:r>
      <w:r w:rsidRPr="004D70B9">
        <w:rPr>
          <w:rFonts w:hint="cs"/>
          <w:rtl/>
        </w:rPr>
        <w:t>ھہ</w:t>
      </w:r>
      <w:r w:rsidR="005A655B" w:rsidRPr="00385AE7">
        <w:rPr>
          <w:rFonts w:hint="cs"/>
          <w:rtl/>
        </w:rPr>
        <w:t xml:space="preserve"> رہے ہیں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سب کو اس نوجوان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نگ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شرکاء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حضرت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سب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حضرت 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جو صدر مجلس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کو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رپور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</w:rPr>
        <w:lastRenderedPageBreak/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بخوب</w:t>
      </w:r>
      <w:r>
        <w:rPr>
          <w:rFonts w:hint="cs"/>
          <w:rtl/>
        </w:rPr>
        <w:t>ی</w:t>
      </w:r>
      <w:r>
        <w:rPr>
          <w:rtl/>
        </w:rPr>
        <w:t xml:space="preserve"> جانت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مخدوش</w:t>
      </w:r>
      <w:r w:rsidR="005A655B">
        <w:rPr>
          <w:rtl/>
        </w:rPr>
        <w:t xml:space="preserve"> ہیں </w:t>
      </w:r>
      <w:r>
        <w:rPr>
          <w:rtl/>
        </w:rPr>
        <w:t>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ذا وقت کا تقاضا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 w:rsidRPr="004D70B9">
        <w:rPr>
          <w:rFonts w:hint="cs"/>
          <w:rtl/>
        </w:rPr>
        <w:t>ٹھے</w:t>
      </w:r>
      <w:r w:rsidRPr="00385AE7">
        <w:rPr>
          <w:rFonts w:hint="cs"/>
          <w:rtl/>
        </w:rPr>
        <w:t xml:space="preserve"> اور امت و ملت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نگ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شرکاء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دوراں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محمد</w:t>
      </w:r>
      <w:r w:rsidR="000E44EB">
        <w:rPr>
          <w:rtl/>
        </w:rPr>
        <w:t xml:space="preserve"> ہی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ذا آپ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فقال جعفر لا تفعلوا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نہیں </w:t>
      </w:r>
      <w:r>
        <w:rPr>
          <w:rtl/>
        </w:rPr>
        <w:t>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کرو: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 xml:space="preserve">"فان 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ذا الامر ثم ی</w:t>
      </w:r>
      <w:r>
        <w:rPr>
          <w:rFonts w:hint="eastAsia"/>
          <w:rtl/>
        </w:rPr>
        <w:t>ات</w:t>
      </w:r>
      <w:r>
        <w:rPr>
          <w:rtl/>
        </w:rPr>
        <w:t xml:space="preserve"> بعد ان کنت تر</w:t>
      </w:r>
      <w:r>
        <w:rPr>
          <w:rFonts w:hint="cs"/>
          <w:rtl/>
        </w:rPr>
        <w:t>ی</w:t>
      </w:r>
      <w:r>
        <w:rPr>
          <w:rtl/>
        </w:rPr>
        <w:t xml:space="preserve"> ان ابنک 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ذا</w:t>
      </w:r>
      <w:r w:rsidR="00FD708B">
        <w:rPr>
          <w:rFonts w:hint="cs"/>
          <w:rtl/>
        </w:rPr>
        <w:t xml:space="preserve"> </w:t>
      </w:r>
      <w:r w:rsidR="005132F6" w:rsidRPr="004D70B9">
        <w:rPr>
          <w:rFonts w:hint="cs"/>
          <w:rtl/>
        </w:rPr>
        <w:t>ه</w:t>
      </w:r>
      <w:r w:rsidR="00FD708B">
        <w:rPr>
          <w:rFonts w:hint="cs"/>
          <w:rtl/>
        </w:rPr>
        <w:t>و</w:t>
      </w:r>
      <w:r>
        <w:rPr>
          <w:rFonts w:hint="cs"/>
          <w:rtl/>
        </w:rPr>
        <w:t xml:space="preserve"> الم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tl/>
        </w:rPr>
        <w:t xml:space="preserve">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ولا 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ذا اوان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4C2205" w:rsidRDefault="005513FA" w:rsidP="00827A66">
      <w:pPr>
        <w:pStyle w:val="libNormal"/>
        <w:rPr>
          <w:rtl/>
        </w:rPr>
      </w:pPr>
      <w:r>
        <w:rPr>
          <w:rFonts w:hint="eastAsia"/>
          <w:rtl/>
        </w:rPr>
        <w:t xml:space="preserve"> رہی </w:t>
      </w:r>
      <w:r w:rsidR="00827A66">
        <w:rPr>
          <w:rtl/>
        </w:rPr>
        <w:t xml:space="preserve"> بات م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ظ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ور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تو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وقت ظ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ور</w:t>
      </w:r>
      <w:r w:rsidR="005A655B" w:rsidRPr="00385AE7">
        <w:rPr>
          <w:rFonts w:hint="cs"/>
          <w:rtl/>
        </w:rPr>
        <w:t xml:space="preserve"> نہیں</w:t>
      </w:r>
      <w:r w:rsidR="00743BB0" w:rsidRPr="00385AE7">
        <w:rPr>
          <w:rFonts w:hint="cs"/>
          <w:rtl/>
        </w:rPr>
        <w:t xml:space="preserve"> ہے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ا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عبدالل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اگر تم خ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ال</w:t>
      </w:r>
      <w:r w:rsidR="00827A66">
        <w:rPr>
          <w:rtl/>
        </w:rPr>
        <w:t xml:space="preserve"> کرت</w:t>
      </w:r>
      <w:r w:rsidR="00827A66"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="00827A66" w:rsidRPr="00385AE7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="00827A66" w:rsidRPr="00385AE7">
        <w:rPr>
          <w:rFonts w:hint="cs"/>
          <w:rtl/>
        </w:rPr>
        <w:t xml:space="preserve">ا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ب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ٹ</w:t>
      </w:r>
      <w:r w:rsidR="00827A66" w:rsidRPr="00385AE7">
        <w:rPr>
          <w:rFonts w:hint="cs"/>
          <w:rtl/>
        </w:rPr>
        <w:t>ا</w:t>
      </w:r>
      <w:r w:rsidR="00827A66">
        <w:rPr>
          <w:rtl/>
        </w:rPr>
        <w:t xml:space="preserve"> محمد م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د</w:t>
      </w:r>
      <w:r w:rsidR="00827A66"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="00827A66" w:rsidRPr="00385AE7">
        <w:rPr>
          <w:rFonts w:hint="cs"/>
          <w:rtl/>
        </w:rPr>
        <w:t>تو تم سخت غلط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پر</w:t>
      </w:r>
      <w:r w:rsidR="00FD708B">
        <w:rPr>
          <w:rtl/>
        </w:rPr>
        <w:t xml:space="preserve"> ہو</w:t>
      </w:r>
      <w:r w:rsidR="00827A66" w:rsidRPr="00385AE7">
        <w:rPr>
          <w:rFonts w:hint="cs"/>
          <w:rtl/>
        </w:rPr>
        <w:t>، تم</w:t>
      </w:r>
      <w:r w:rsidR="00EC330E">
        <w:rPr>
          <w:rFonts w:hint="cs"/>
          <w:rtl/>
        </w:rPr>
        <w:t>ہار</w:t>
      </w:r>
      <w:r w:rsidR="00827A66" w:rsidRPr="00385AE7">
        <w:rPr>
          <w:rFonts w:hint="cs"/>
          <w:rtl/>
        </w:rPr>
        <w:t>ا ب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ٹ</w:t>
      </w:r>
      <w:r w:rsidR="00827A66" w:rsidRPr="00385AE7">
        <w:rPr>
          <w:rFonts w:hint="cs"/>
          <w:rtl/>
        </w:rPr>
        <w:t>ا</w:t>
      </w:r>
      <w:r w:rsidR="003B21A7">
        <w:rPr>
          <w:rtl/>
        </w:rPr>
        <w:t xml:space="preserve"> ہر </w:t>
      </w:r>
      <w:r w:rsidR="00827A66" w:rsidRPr="00385AE7">
        <w:rPr>
          <w:rFonts w:hint="cs"/>
          <w:rtl/>
        </w:rPr>
        <w:t>گز م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د</w:t>
      </w:r>
      <w:r w:rsidR="00827A66"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="00827A66" w:rsidRPr="00385AE7">
        <w:rPr>
          <w:rFonts w:hint="cs"/>
          <w:rtl/>
        </w:rPr>
        <w:t>اس وقت م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کا مسئل</w:t>
      </w:r>
      <w:r w:rsidR="00827A66"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="00827A66" w:rsidRPr="00385AE7">
        <w:rPr>
          <w:rFonts w:hint="cs"/>
          <w:rtl/>
        </w:rPr>
        <w:t>اور ن</w:t>
      </w:r>
      <w:r w:rsidR="00827A66"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 w:rsidR="00827A66">
        <w:rPr>
          <w:rtl/>
        </w:rPr>
        <w:t>ان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آمد اور ظ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ور کا وقت</w:t>
      </w:r>
      <w:r w:rsidR="005A655B" w:rsidRPr="00385AE7">
        <w:rPr>
          <w:rFonts w:hint="cs"/>
          <w:rtl/>
        </w:rPr>
        <w:t xml:space="preserve"> ہوا</w:t>
      </w:r>
      <w:r w:rsidR="00743BB0" w:rsidRPr="00385AE7">
        <w:rPr>
          <w:rFonts w:hint="cs"/>
          <w:rtl/>
        </w:rPr>
        <w:t xml:space="preserve"> ہے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" </w:t>
      </w:r>
    </w:p>
    <w:p w:rsidR="00827A66" w:rsidRDefault="00827A66" w:rsidP="002F28F8">
      <w:pPr>
        <w:pStyle w:val="libArabic"/>
        <w:rPr>
          <w:rtl/>
        </w:rPr>
      </w:pPr>
      <w:r>
        <w:rPr>
          <w:rFonts w:hint="eastAsia"/>
          <w:rtl/>
        </w:rPr>
        <w:t>وان</w:t>
      </w:r>
      <w:r>
        <w:rPr>
          <w:rtl/>
        </w:rPr>
        <w:t xml:space="preserve"> کنت انما 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تخرج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غضبا لل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امر</w:t>
      </w:r>
      <w:r>
        <w:rPr>
          <w:rtl/>
        </w:rPr>
        <w:t xml:space="preserve"> بالمعروف 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 عن المنکر فانا والل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لا ندعک فانت شی</w:t>
      </w:r>
      <w:r>
        <w:rPr>
          <w:rFonts w:hint="eastAsia"/>
          <w:rtl/>
        </w:rPr>
        <w:t>خنا</w:t>
      </w:r>
      <w:r>
        <w:rPr>
          <w:rtl/>
        </w:rPr>
        <w:t xml:space="preserve"> ونبا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ابنک ف</w:t>
      </w:r>
      <w:r>
        <w:rPr>
          <w:rFonts w:hint="cs"/>
          <w:rtl/>
        </w:rPr>
        <w:t>ی</w:t>
      </w:r>
      <w:r>
        <w:rPr>
          <w:rtl/>
        </w:rPr>
        <w:t xml:space="preserve"> الامر 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اپنا موقف واضح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تم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B21A7">
        <w:rPr>
          <w:rtl/>
        </w:rPr>
        <w:t xml:space="preserve"> ہرگز 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5A655B">
        <w:rPr>
          <w:rtl/>
        </w:rPr>
        <w:t xml:space="preserve"> نہیں </w:t>
      </w:r>
      <w:r>
        <w:rPr>
          <w:rtl/>
        </w:rPr>
        <w:t>کروں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سراسر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اور ن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 کا وقت</w:t>
      </w:r>
      <w:r w:rsidR="005A655B" w:rsidRPr="00385AE7">
        <w:rPr>
          <w:rFonts w:hint="cs"/>
          <w:rtl/>
        </w:rPr>
        <w:t xml:space="preserve"> ہوا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آپ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فروغ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ظلم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خاتم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آپ لوگوں کا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طرح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فرمان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کا موقف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 کر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آجاتا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خاتم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tl/>
        </w:rPr>
        <w:t>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کا وعد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غلط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محمد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ناراض</w:t>
      </w:r>
      <w:r w:rsidR="00FD708B" w:rsidRPr="00385AE7">
        <w:rPr>
          <w:rFonts w:hint="cs"/>
          <w:rtl/>
        </w:rPr>
        <w:t xml:space="preserve"> ہو</w:t>
      </w:r>
      <w:r>
        <w:rPr>
          <w:rFonts w:hint="eastAsia"/>
          <w:rtl/>
        </w:rPr>
        <w:t>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جب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>
        <w:rPr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رہا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محمد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ہیں</w:t>
      </w:r>
      <w:r w:rsidR="000E44EB">
        <w:rPr>
          <w:rtl/>
        </w:rPr>
        <w:t xml:space="preserve"> ہم </w:t>
      </w:r>
      <w:r w:rsidR="005A655B" w:rsidRPr="00385AE7">
        <w:rPr>
          <w:rFonts w:hint="cs"/>
          <w:rtl/>
        </w:rPr>
        <w:t xml:space="preserve">اہل 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راز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کو</w:t>
      </w:r>
      <w:r w:rsidR="000E44EB" w:rsidRPr="00385AE7">
        <w:rPr>
          <w:rFonts w:hint="cs"/>
          <w:rtl/>
        </w:rPr>
        <w:t xml:space="preserve"> ہم ہی </w:t>
      </w:r>
      <w:r>
        <w:rPr>
          <w:rtl/>
        </w:rPr>
        <w:t>جانت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5A655B">
        <w:rPr>
          <w:rtl/>
        </w:rPr>
        <w:t xml:space="preserve"> نہیں </w:t>
      </w:r>
      <w:r>
        <w:rPr>
          <w:rtl/>
        </w:rPr>
        <w:t>جانتا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وقت کا امام کون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 تم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جلد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الفرج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سخت ناراض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ارا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محمد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آپ حسد اور خاندان</w:t>
      </w:r>
      <w:r>
        <w:rPr>
          <w:rFonts w:hint="cs"/>
          <w:rtl/>
        </w:rPr>
        <w:t>ی</w:t>
      </w:r>
      <w:r>
        <w:rPr>
          <w:rtl/>
        </w:rPr>
        <w:t xml:space="preserve"> رقابت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باعث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 w:rsidR="005A655B">
        <w:rPr>
          <w:rtl/>
        </w:rPr>
        <w:t xml:space="preserve"> رہے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"فقال والل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ماذاک ی</w:t>
      </w:r>
      <w:r>
        <w:rPr>
          <w:rFonts w:hint="eastAsia"/>
          <w:rtl/>
        </w:rPr>
        <w:t>حملن</w:t>
      </w:r>
      <w:r>
        <w:rPr>
          <w:rFonts w:hint="cs"/>
          <w:rtl/>
        </w:rPr>
        <w:t>ی</w:t>
      </w:r>
      <w:r>
        <w:rPr>
          <w:rtl/>
        </w:rPr>
        <w:t xml:space="preserve"> ولکن 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ذا واخوت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وابنان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م دونکم وضرب ی</w:t>
      </w:r>
      <w:r>
        <w:rPr>
          <w:rFonts w:hint="eastAsia"/>
          <w:rtl/>
        </w:rPr>
        <w:t>د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 ظ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ر ابی</w:t>
      </w:r>
      <w:r>
        <w:rPr>
          <w:rtl/>
        </w:rPr>
        <w:t xml:space="preserve"> العباس"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اپنا دست مبارک ابو العباس ک</w:t>
      </w:r>
      <w:r>
        <w:rPr>
          <w:rFonts w:hint="cs"/>
          <w:rtl/>
        </w:rPr>
        <w:t>ی</w:t>
      </w:r>
      <w:r>
        <w:rPr>
          <w:rtl/>
        </w:rPr>
        <w:t xml:space="preserve"> پشت پر مارت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مسند خلافت پر فائز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آپ اور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محروم</w:t>
      </w:r>
      <w:r w:rsidR="005A655B">
        <w:rPr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حسن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کند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پر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"ما</w:t>
      </w:r>
      <w:r w:rsidR="000E44EB">
        <w:rPr>
          <w:rtl/>
        </w:rPr>
        <w:t xml:space="preserve"> </w:t>
      </w:r>
      <w:r w:rsidR="005132F6" w:rsidRPr="004D70B9">
        <w:rPr>
          <w:rFonts w:hint="cs"/>
          <w:rtl/>
        </w:rPr>
        <w:t>ه</w:t>
      </w:r>
      <w:r w:rsidR="000E44EB">
        <w:rPr>
          <w:rFonts w:hint="cs"/>
          <w:rtl/>
        </w:rPr>
        <w:t xml:space="preserve">ی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ولا ال</w:t>
      </w:r>
      <w:r>
        <w:rPr>
          <w:rFonts w:hint="cs"/>
          <w:rtl/>
        </w:rPr>
        <w:t>ی</w:t>
      </w:r>
      <w:r>
        <w:rPr>
          <w:rtl/>
        </w:rPr>
        <w:t xml:space="preserve"> ابن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اور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خلافت تک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کو قتل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بچائ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بنو عباس آپ کو خلافت تک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اور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دونوں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قتل کر 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ھڑے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عمران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کند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پر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ا: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صاحب الرداء الاصغر؟"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سبز قبا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ن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(آپ ک</w:t>
      </w:r>
      <w:r>
        <w:rPr>
          <w:rFonts w:hint="cs"/>
          <w:rtl/>
        </w:rPr>
        <w:t>ی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مراد ابو جعفر منصور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)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بولا نعم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جانت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شخص مستقبل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وں</w:t>
      </w:r>
      <w:r>
        <w:rPr>
          <w:rtl/>
        </w:rPr>
        <w:t xml:space="preserve"> کو قتل کرد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سخت متعجب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اور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آج تو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 w:rsidR="005A655B">
        <w:rPr>
          <w:rtl/>
        </w:rPr>
        <w:t xml:space="preserve"> رہے </w:t>
      </w:r>
      <w:r w:rsidR="005A655B" w:rsidRPr="00385AE7">
        <w:rPr>
          <w:rFonts w:hint="cs"/>
          <w:rtl/>
        </w:rPr>
        <w:t xml:space="preserve">ہیں </w:t>
      </w:r>
      <w:r>
        <w:rPr>
          <w:rtl/>
        </w:rPr>
        <w:t>اور کل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 w:rsidR="00FD708B">
        <w:rPr>
          <w:rtl/>
        </w:rPr>
        <w:t>ہو</w:t>
      </w:r>
      <w:r w:rsidRPr="00385AE7">
        <w:rPr>
          <w:rFonts w:hint="cs"/>
          <w:rtl/>
        </w:rPr>
        <w:t>گا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سا شک گزرا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سکتا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حسد </w:t>
      </w:r>
      <w:r>
        <w:rPr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سا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جعفر منصور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دونوں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وں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محمد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حد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ابوالفرج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بقول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"کان جعفر بن محمد اذا را</w:t>
      </w:r>
      <w:r>
        <w:rPr>
          <w:rFonts w:hint="cs"/>
          <w:rtl/>
        </w:rPr>
        <w:t>ی</w:t>
      </w:r>
      <w:r>
        <w:rPr>
          <w:rtl/>
        </w:rPr>
        <w:t xml:space="preserve"> محمد بن عبدالل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بن الحسن تغر غرت عی</w:t>
      </w:r>
      <w:r>
        <w:rPr>
          <w:rFonts w:hint="eastAsia"/>
          <w:rtl/>
        </w:rPr>
        <w:t>نا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مبارک جب محمد پر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ساخت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آنسو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لک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: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"بنفس</w:t>
      </w:r>
      <w:r>
        <w:rPr>
          <w:rFonts w:hint="cs"/>
          <w:rtl/>
        </w:rPr>
        <w:t>ی</w:t>
      </w:r>
      <w:r w:rsidR="00FD708B">
        <w:rPr>
          <w:rtl/>
        </w:rPr>
        <w:t xml:space="preserve"> </w:t>
      </w:r>
      <w:r w:rsidR="005132F6" w:rsidRPr="004D70B9">
        <w:rPr>
          <w:rFonts w:hint="cs"/>
          <w:rtl/>
        </w:rPr>
        <w:t>ه</w:t>
      </w:r>
      <w:r w:rsidR="00FD708B">
        <w:rPr>
          <w:rFonts w:hint="cs"/>
          <w:rtl/>
        </w:rPr>
        <w:t>و</w:t>
      </w:r>
      <w:r>
        <w:rPr>
          <w:rFonts w:hint="cs"/>
          <w:rtl/>
        </w:rPr>
        <w:t xml:space="preserve"> ان الناس فی</w:t>
      </w:r>
      <w:r>
        <w:rPr>
          <w:rFonts w:hint="eastAsia"/>
          <w:rtl/>
        </w:rPr>
        <w:t>قولون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 ان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لمقتول لی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ذا فی</w:t>
      </w:r>
      <w:r>
        <w:rPr>
          <w:rtl/>
        </w:rPr>
        <w:t xml:space="preserve"> کتاب عل</w:t>
      </w:r>
      <w:r>
        <w:rPr>
          <w:rFonts w:hint="cs"/>
          <w:rtl/>
        </w:rPr>
        <w:t>ی</w:t>
      </w:r>
      <w:r>
        <w:rPr>
          <w:rtl/>
        </w:rPr>
        <w:t xml:space="preserve"> من خلفاء 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ذ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الام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قربان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اس </w:t>
      </w:r>
      <w:r>
        <w:rPr>
          <w:rtl/>
        </w:rPr>
        <w:t>پر لوگ جو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قائل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نوجوان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پاس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موجود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کا نام خلفاء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معلوم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آغاز</w:t>
      </w:r>
      <w:r w:rsidR="000E44EB">
        <w:rPr>
          <w:rtl/>
        </w:rPr>
        <w:t xml:space="preserve"> ہی </w:t>
      </w:r>
      <w:r>
        <w:rPr>
          <w:rtl/>
        </w:rPr>
        <w:t>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پر</w:t>
      </w:r>
      <w:r w:rsidR="005A655B" w:rsidRPr="00385AE7">
        <w:rPr>
          <w:rFonts w:hint="cs"/>
          <w:rtl/>
        </w:rPr>
        <w:t xml:space="preserve"> ہوا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سخت مخالفت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فروغ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خاتم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طرح کا تعاون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محمد کو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A655B">
        <w:rPr>
          <w:rtl/>
        </w:rPr>
        <w:t xml:space="preserve"> نہیں </w:t>
      </w:r>
      <w:r>
        <w:rPr>
          <w:rtl/>
        </w:rPr>
        <w:t>کرسکت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>بات بنو عباس ک</w:t>
      </w:r>
      <w:r>
        <w:rPr>
          <w:rFonts w:hint="cs"/>
          <w:rtl/>
        </w:rPr>
        <w:t>ی</w:t>
      </w:r>
      <w:r>
        <w:rPr>
          <w:rtl/>
        </w:rPr>
        <w:t xml:space="preserve"> تو ان کا مطمع نظر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حکومت</w:t>
      </w:r>
      <w:r>
        <w:rPr>
          <w:rFonts w:hint="cs"/>
          <w:rtl/>
        </w:rPr>
        <w:t>ی</w:t>
      </w:r>
      <w:r>
        <w:rPr>
          <w:rtl/>
        </w:rPr>
        <w:t xml:space="preserve"> مفادات حاصل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کچ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36" w:name="_Toc508875389"/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5132F6">
        <w:rPr>
          <w:rFonts w:hint="cs"/>
          <w:rtl/>
        </w:rPr>
        <w:t>ے دور امامت ک</w:t>
      </w:r>
      <w:r>
        <w:rPr>
          <w:rFonts w:hint="cs"/>
          <w:rtl/>
        </w:rPr>
        <w:t>ی</w:t>
      </w:r>
      <w:r>
        <w:rPr>
          <w:rtl/>
        </w:rPr>
        <w:t xml:space="preserve"> چند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36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</w:t>
      </w:r>
      <w:r>
        <w:rPr>
          <w:rtl/>
        </w:rPr>
        <w:t xml:space="preserve"> پر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جس لازم</w:t>
      </w:r>
      <w:r>
        <w:rPr>
          <w:rFonts w:hint="cs"/>
          <w:rtl/>
        </w:rPr>
        <w:t>ی</w:t>
      </w:r>
      <w:r>
        <w:rPr>
          <w:rtl/>
        </w:rPr>
        <w:t xml:space="preserve"> نکت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ذکر کرنا چ</w:t>
      </w:r>
      <w:r w:rsidR="00EF6DD1" w:rsidRPr="00385AE7">
        <w:rPr>
          <w:rFonts w:hint="cs"/>
          <w:rtl/>
        </w:rPr>
        <w:t xml:space="preserve">اہتے 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دور امامت اسلام</w:t>
      </w:r>
      <w:r>
        <w:rPr>
          <w:rFonts w:hint="cs"/>
          <w:rtl/>
        </w:rPr>
        <w:t>ی</w:t>
      </w:r>
      <w:r>
        <w:rPr>
          <w:rtl/>
        </w:rPr>
        <w:t xml:space="preserve"> خدمات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شمار انقلابات رونما</w:t>
      </w:r>
      <w:r w:rsidR="00211648" w:rsidRPr="00385AE7">
        <w:rPr>
          <w:rFonts w:hint="cs"/>
          <w:rtl/>
        </w:rPr>
        <w:t xml:space="preserve"> ہوئے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والد گرا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حضرت امام محمد باقر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انتقال </w:t>
      </w:r>
      <w:r>
        <w:rPr>
          <w:rtl/>
          <w:lang w:bidi="fa-IR"/>
        </w:rPr>
        <w:t>۱۱۴</w:t>
      </w:r>
      <w:r>
        <w:rPr>
          <w:rtl/>
        </w:rPr>
        <w:t>کو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اس وقت امام وقت مقرر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 xml:space="preserve">اور </w:t>
      </w:r>
      <w:r>
        <w:rPr>
          <w:rtl/>
          <w:lang w:bidi="fa-IR"/>
        </w:rPr>
        <w:t>۱۴۸</w:t>
      </w:r>
      <w:r>
        <w:rPr>
          <w:rtl/>
        </w:rPr>
        <w:t xml:space="preserve"> تک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 اسلام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اب تک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تمدن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تحاشا ترق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منکر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</w:t>
      </w:r>
      <w:r w:rsidR="00211648">
        <w:rPr>
          <w:rtl/>
        </w:rPr>
        <w:t xml:space="preserve"> ہوئے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خدا،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مخالف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عناصر کو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حاصل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</w:t>
      </w:r>
      <w:r w:rsidR="00ED61E8">
        <w:rPr>
          <w:rtl/>
        </w:rPr>
        <w:t xml:space="preserve">اہر 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اور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فق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لوگ،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نوع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جدت وندرت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امام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زمانوں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کا فرق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گ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>ن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مشکل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عال</w:t>
      </w:r>
      <w:r>
        <w:rPr>
          <w:rFonts w:hint="cs"/>
          <w:rtl/>
        </w:rPr>
        <w:t>ی</w:t>
      </w:r>
      <w:r>
        <w:rPr>
          <w:rtl/>
        </w:rPr>
        <w:t xml:space="preserve"> مقام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پانچ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نظر</w:t>
      </w:r>
      <w:r w:rsidR="005A655B">
        <w:rPr>
          <w:rtl/>
        </w:rPr>
        <w:t xml:space="preserve"> نہیں </w:t>
      </w:r>
      <w:r>
        <w:rPr>
          <w:rFonts w:hint="eastAsia"/>
          <w:rtl/>
        </w:rPr>
        <w:t>آت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دور امام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فرصت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لمحوں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فضلاء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ذا اگر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غلط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)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آت</w:t>
      </w:r>
      <w:r w:rsidRPr="004D70B9">
        <w:rPr>
          <w:rFonts w:hint="cs"/>
          <w:rtl/>
        </w:rPr>
        <w:t>ے</w:t>
      </w:r>
      <w:r>
        <w:rPr>
          <w:rtl/>
        </w:rPr>
        <w:t xml:space="preserve">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علم</w:t>
      </w:r>
      <w:r>
        <w:rPr>
          <w:rFonts w:hint="cs"/>
          <w:rtl/>
        </w:rPr>
        <w:t>ی</w:t>
      </w:r>
      <w:r>
        <w:rPr>
          <w:rtl/>
        </w:rPr>
        <w:t xml:space="preserve"> کارنام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کا انداز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آپ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رنگ لات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</w:t>
      </w:r>
      <w:r>
        <w:rPr>
          <w:rFonts w:hint="cs"/>
          <w:rtl/>
        </w:rPr>
        <w:t>ی</w:t>
      </w:r>
      <w:r>
        <w:rPr>
          <w:rtl/>
        </w:rPr>
        <w:t>ک وقت درجئ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پر فائز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کو قدرت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خوب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</w:t>
      </w:r>
      <w:r w:rsidR="00ED61E8" w:rsidRPr="00385AE7">
        <w:rPr>
          <w:rFonts w:hint="cs"/>
          <w:rtl/>
        </w:rPr>
        <w:t>اہم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کارنام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آج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نام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مصلح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مانا جانا جاتا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اگل</w:t>
      </w:r>
      <w:r>
        <w:rPr>
          <w:rFonts w:hint="cs"/>
          <w:rtl/>
        </w:rPr>
        <w:t>ی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کروگا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شاء الل</w:t>
      </w:r>
      <w:r w:rsidRPr="004D70B9">
        <w:rPr>
          <w:rFonts w:hint="cs"/>
          <w:rtl/>
        </w:rPr>
        <w:t>ہ۔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54016C">
      <w:pPr>
        <w:pStyle w:val="Heading2Center"/>
        <w:rPr>
          <w:rtl/>
        </w:rPr>
      </w:pPr>
      <w:bookmarkStart w:id="37" w:name="_Toc508875390"/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مسئل</w:t>
      </w:r>
      <w:r w:rsidRPr="005132F6">
        <w:rPr>
          <w:rFonts w:hint="cs"/>
          <w:rtl/>
        </w:rPr>
        <w:t>ہ خلافت 2</w:t>
      </w:r>
      <w:bookmarkEnd w:id="37"/>
      <w:r w:rsidRPr="005132F6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گزشت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اس طرح کرو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طالبان حکومت داع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جوش وخروش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tl/>
        </w:rPr>
        <w:t>ں آگئ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مصلحت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گوش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کا مکمل طور پر خاتم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خلال اور ابو مسلم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 محمد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ابو مسلم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آل محمد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لقب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نوجوان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خاتم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باعث بن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اگرچ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اقتدار حکومت سونپن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ت</w:t>
      </w:r>
      <w:r w:rsidR="00ED61E8">
        <w:rPr>
          <w:rtl/>
        </w:rPr>
        <w:t>اہم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نوجوان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385AE7">
        <w:rPr>
          <w:rFonts w:hint="cs"/>
          <w:rtl/>
        </w:rPr>
        <w:t>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eastAsia"/>
          <w:rtl/>
        </w:rPr>
        <w:t>قتدار</w:t>
      </w:r>
      <w:r>
        <w:rPr>
          <w:rtl/>
        </w:rPr>
        <w:t xml:space="preserve"> آل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محض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ارسال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ان دونوں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حکومت ملن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خوش اور آماد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ابو سلم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tl/>
        </w:rPr>
        <w:t>ش کش کو ذر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 </w:t>
      </w:r>
      <w:r w:rsidR="0021427E" w:rsidRPr="00385AE7">
        <w:rPr>
          <w:rFonts w:hint="cs"/>
          <w:rtl/>
        </w:rPr>
        <w:t>اہمیت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جب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خط کو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فقط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جلا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خط کا جواب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گفتگو کر چک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حکومت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گوش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آپ اقتدار کو سنب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5A655B" w:rsidRPr="00385AE7">
        <w:rPr>
          <w:rFonts w:hint="cs"/>
          <w:rtl/>
        </w:rPr>
        <w:t xml:space="preserve"> خواہش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کوشش کا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اگ</w:t>
      </w:r>
      <w:r>
        <w:rPr>
          <w:rFonts w:hint="eastAsia"/>
          <w:rtl/>
        </w:rPr>
        <w:t>ر</w:t>
      </w:r>
      <w:r>
        <w:rPr>
          <w:rtl/>
        </w:rPr>
        <w:t xml:space="preserve"> کوشش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اقتدار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آپ خاموش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385AE7">
        <w:rPr>
          <w:rFonts w:hint="cs"/>
          <w:rtl/>
        </w:rPr>
        <w:t>؟ اس عدم دلچسپ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سکت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جبک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فضا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بالفرض اگر اس مقصد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آل محمد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اعزاز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سو</w:t>
      </w:r>
      <w:r>
        <w:rPr>
          <w:rFonts w:hint="eastAsia"/>
          <w:rtl/>
        </w:rPr>
        <w:t>الات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روشن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آپ کا انداز زندگ</w:t>
      </w:r>
      <w:r>
        <w:rPr>
          <w:rFonts w:hint="cs"/>
          <w:rtl/>
        </w:rPr>
        <w:t>ی</w:t>
      </w:r>
      <w:r>
        <w:rPr>
          <w:rtl/>
        </w:rPr>
        <w:t xml:space="preserve"> بالکل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آئم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</w:t>
      </w:r>
      <w:r>
        <w:rPr>
          <w:rtl/>
        </w:rPr>
        <w:t xml:space="preserve"> لئ</w:t>
      </w:r>
      <w:r w:rsidRPr="004D70B9">
        <w:rPr>
          <w:rFonts w:hint="cs"/>
          <w:rtl/>
        </w:rPr>
        <w:t>ے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امام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مصلحت و حکمت عمل</w:t>
      </w:r>
      <w:r>
        <w:rPr>
          <w:rFonts w:hint="cs"/>
          <w:rtl/>
        </w:rPr>
        <w:t>ی</w:t>
      </w:r>
      <w:r>
        <w:rPr>
          <w:rtl/>
        </w:rPr>
        <w:t xml:space="preserve"> اپنات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امن و آشت</w:t>
      </w:r>
      <w:r>
        <w:rPr>
          <w:rFonts w:hint="cs"/>
          <w:rtl/>
        </w:rPr>
        <w:t>ی</w:t>
      </w:r>
      <w:r>
        <w:rPr>
          <w:rtl/>
        </w:rPr>
        <w:t xml:space="preserve"> کا راست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گفتگو کا محور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اقتدار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آپ چپ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آکر اپن</w:t>
      </w:r>
      <w:r>
        <w:rPr>
          <w:rFonts w:hint="cs"/>
          <w:rtl/>
        </w:rPr>
        <w:t>ی</w:t>
      </w:r>
      <w:r>
        <w:rPr>
          <w:rtl/>
        </w:rPr>
        <w:t xml:space="preserve"> جان جان آفر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827A66" w:rsidRDefault="00827A66" w:rsidP="00B34A65">
      <w:pPr>
        <w:pStyle w:val="Heading2Center"/>
        <w:rPr>
          <w:rtl/>
        </w:rPr>
      </w:pPr>
      <w:bookmarkStart w:id="38" w:name="_Toc508875391"/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امام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5132F6">
        <w:rPr>
          <w:rFonts w:hint="cs"/>
          <w:rtl/>
        </w:rPr>
        <w:t>ے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="00ED61E8">
        <w:rPr>
          <w:rtl/>
        </w:rPr>
        <w:t>اہم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bookmarkEnd w:id="38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اماموں کا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کا فاصل</w:t>
      </w:r>
      <w:r w:rsidRPr="004D70B9">
        <w:rPr>
          <w:rFonts w:hint="cs"/>
          <w:rtl/>
        </w:rPr>
        <w:t>ہ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ادت سال </w:t>
      </w:r>
      <w:r>
        <w:rPr>
          <w:rtl/>
          <w:lang w:bidi="fa-IR"/>
        </w:rPr>
        <w:t>۶۱</w:t>
      </w:r>
      <w:r>
        <w:rPr>
          <w:rtl/>
        </w:rPr>
        <w:t xml:space="preserve"> </w:t>
      </w:r>
      <w:r w:rsidR="00EC330E">
        <w:rPr>
          <w:rFonts w:hint="cs"/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5A655B">
        <w:rPr>
          <w:rtl/>
        </w:rPr>
        <w:t xml:space="preserve"> ہوئی </w:t>
      </w:r>
      <w:r>
        <w:rPr>
          <w:rtl/>
        </w:rPr>
        <w:t>اور امام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ادت </w:t>
      </w:r>
      <w:r>
        <w:rPr>
          <w:rtl/>
          <w:lang w:bidi="fa-IR"/>
        </w:rPr>
        <w:t>۱۴۸</w:t>
      </w:r>
      <w:r>
        <w:rPr>
          <w:rtl/>
        </w:rPr>
        <w:t xml:space="preserve"> کو واقع</w:t>
      </w:r>
      <w:r w:rsidR="005A655B">
        <w:rPr>
          <w:rtl/>
        </w:rPr>
        <w:t xml:space="preserve"> ہوئی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 اماموں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۸۷</w:t>
      </w:r>
      <w:r>
        <w:rPr>
          <w:rtl/>
        </w:rPr>
        <w:t xml:space="preserve">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>
        <w:rPr>
          <w:rtl/>
        </w:rPr>
        <w:t xml:space="preserve"> فرق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بدلا، حالات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D70B9">
        <w:rPr>
          <w:rFonts w:hint="cs"/>
          <w:rtl/>
        </w:rPr>
        <w:t>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گونا گوں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خلافت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پر اختلاف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سموئ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خلافت</w:t>
      </w:r>
      <w:r w:rsidR="000E44EB">
        <w:rPr>
          <w:rtl/>
        </w:rPr>
        <w:t xml:space="preserve"> ہی </w:t>
      </w:r>
      <w:r>
        <w:rPr>
          <w:rtl/>
        </w:rPr>
        <w:t>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وقت اختلاف کا مقصد اور بحث کا م</w:t>
      </w:r>
      <w:r>
        <w:rPr>
          <w:rFonts w:hint="eastAsia"/>
          <w:rtl/>
        </w:rPr>
        <w:t>ا</w:t>
      </w:r>
      <w:r>
        <w:rPr>
          <w:rtl/>
        </w:rPr>
        <w:t xml:space="preserve"> حصل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 کو "ام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امت"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کس کو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خلافت کا تصور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شعبوں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طاقتور اور ظالم شخص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حکومت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مشکل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 حکومت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تک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</w:t>
      </w:r>
      <w:r w:rsidR="00C3449B">
        <w:rPr>
          <w:rtl/>
        </w:rPr>
        <w:t>چاہتا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اندر خوف محسوس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اور </w:t>
      </w:r>
      <w:r w:rsidRPr="00385AE7">
        <w:rPr>
          <w:rFonts w:hint="cs"/>
          <w:rtl/>
        </w:rPr>
        <w:lastRenderedPageBreak/>
        <w:t>اس کو د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>کا سا لگا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وقت کو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نماز جمع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اجتماعات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پر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عام تبرا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پر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(نعوذ بالل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) لعنت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 معلوم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کا موسم کس قدر پت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سخت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امام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مکالم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ملاقات کا ذکر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>ن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لوگوں کو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پچاس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تلخ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برداشت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صرف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0E44EB">
        <w:rPr>
          <w:rtl/>
        </w:rPr>
        <w:t xml:space="preserve"> ہی </w:t>
      </w:r>
      <w:r>
        <w:rPr>
          <w:rtl/>
        </w:rPr>
        <w:t>جانت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نقل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مصائب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ختم</w:t>
      </w:r>
      <w:r w:rsidR="005A655B">
        <w:rPr>
          <w:rtl/>
        </w:rPr>
        <w:t xml:space="preserve"> ہوئی </w:t>
      </w:r>
      <w:r>
        <w:rPr>
          <w:rtl/>
        </w:rPr>
        <w:t>اور بنو عباس ک</w:t>
      </w:r>
      <w:r>
        <w:rPr>
          <w:rFonts w:hint="cs"/>
          <w:rtl/>
        </w:rPr>
        <w:t>ی</w:t>
      </w:r>
      <w:r>
        <w:rPr>
          <w:rtl/>
        </w:rPr>
        <w:t xml:space="preserve"> حکومت شروع</w:t>
      </w:r>
      <w:r w:rsidR="005A655B">
        <w:rPr>
          <w:rtl/>
        </w:rPr>
        <w:t xml:space="preserve"> ہوئی </w:t>
      </w:r>
      <w:r>
        <w:rPr>
          <w:rtl/>
        </w:rPr>
        <w:t>اس وقت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 فکر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محسوس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وفکر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نشر واشاعت پر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D70B9">
        <w:rPr>
          <w:rFonts w:hint="cs"/>
          <w:rtl/>
        </w:rPr>
        <w:t>ے</w:t>
      </w:r>
      <w:r>
        <w:rPr>
          <w:rtl/>
        </w:rPr>
        <w:t xml:space="preserve"> پر کام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 مثال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</w:t>
      </w:r>
      <w:r>
        <w:rPr>
          <w:rFonts w:hint="eastAsia"/>
          <w:rtl/>
        </w:rPr>
        <w:t>علم</w:t>
      </w:r>
      <w:r>
        <w:rPr>
          <w:rtl/>
        </w:rPr>
        <w:t xml:space="preserve"> قرات، علم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علم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عروج پر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طب، فلسف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نجوم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علوم منظر عام پر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حالات کا رخ بدلن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وفکر</w:t>
      </w:r>
      <w:r>
        <w:rPr>
          <w:rFonts w:hint="cs"/>
          <w:rtl/>
        </w:rPr>
        <w:t>ی</w:t>
      </w:r>
      <w:r>
        <w:rPr>
          <w:rtl/>
        </w:rPr>
        <w:t xml:space="preserve"> شعور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کو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فضا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ماحول امام محمد باقر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قبل وجود تک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صرف حالات بدلن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اچانک علم و عمل، فکر و نظر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سو علم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اگر بنو عباس پابند</w:t>
      </w:r>
      <w:r>
        <w:rPr>
          <w:rFonts w:hint="cs"/>
          <w:rtl/>
        </w:rPr>
        <w:t>ی</w:t>
      </w:r>
      <w:r>
        <w:rPr>
          <w:rtl/>
        </w:rPr>
        <w:t xml:space="preserve"> عائد کرنا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تو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عربوں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شرف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حد تک روشن فکر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جوش و جذب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علم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اور شام</w:t>
      </w:r>
      <w:r>
        <w:rPr>
          <w:rFonts w:hint="cs"/>
          <w:rtl/>
        </w:rPr>
        <w:t>ی</w:t>
      </w:r>
      <w:r>
        <w:rPr>
          <w:rtl/>
        </w:rPr>
        <w:t xml:space="preserve"> لوگ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خاص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مختلف افراد آکر آباد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tl/>
        </w:rPr>
        <w:t>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آمد و رفت 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اس خط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علم و ادب کا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وارا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مختلف قوم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بحث مباحثوں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رونما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اسلام اور مسلمانوں کو غلب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حاصل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چکا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 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معلومات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عرب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غور و خوض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حاصل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جذب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 فرما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ترجم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مف</w:t>
      </w:r>
      <w:r w:rsidR="00851B2F">
        <w:rPr>
          <w:rtl/>
        </w:rPr>
        <w:t xml:space="preserve">اہی </w:t>
      </w:r>
      <w:r>
        <w:rPr>
          <w:rFonts w:hint="eastAsia"/>
          <w:rtl/>
        </w:rPr>
        <w:t>م</w:t>
      </w:r>
      <w:r>
        <w:rPr>
          <w:rtl/>
        </w:rPr>
        <w:t xml:space="preserve"> پر خاص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کام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اور لوگ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بات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39" w:name="_Toc508875392"/>
      <w:r>
        <w:rPr>
          <w:rFonts w:hint="eastAsia"/>
          <w:rtl/>
        </w:rPr>
        <w:lastRenderedPageBreak/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bookmarkEnd w:id="39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اچانک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بازار گرم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قرآن، قرات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قران</w:t>
      </w:r>
      <w:r>
        <w:rPr>
          <w:rFonts w:hint="cs"/>
          <w:rtl/>
        </w:rPr>
        <w:t>ی</w:t>
      </w:r>
      <w:r>
        <w:rPr>
          <w:rtl/>
        </w:rPr>
        <w:t xml:space="preserve"> پر بحث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ہوئی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لوگوں کو علم قرات، اور الفاظ، حروف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و طباعت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قرات کرتا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فلاں بن فلاں صحاب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نقل کرتا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تک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tl/>
        </w:rPr>
        <w:t>افراد مختلف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بحثوں اور مذاکر</w:t>
      </w:r>
      <w:r>
        <w:rPr>
          <w:rFonts w:hint="eastAsia"/>
          <w:rtl/>
        </w:rPr>
        <w:t>وں</w:t>
      </w:r>
      <w:r>
        <w:rPr>
          <w:rtl/>
        </w:rPr>
        <w:t xml:space="preserve"> کا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عروج تک جا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لوگوں کو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عربوں ک</w:t>
      </w:r>
      <w:r>
        <w:rPr>
          <w:rFonts w:hint="cs"/>
          <w:rtl/>
        </w:rPr>
        <w:t>ی</w:t>
      </w:r>
      <w:r>
        <w:rPr>
          <w:rtl/>
        </w:rPr>
        <w:t xml:space="preserve"> نسبت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شوق و ذوق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شرکت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لوگ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استاد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eastAsia"/>
          <w:rtl/>
        </w:rPr>
        <w:t>کر</w:t>
      </w:r>
      <w:r>
        <w:rPr>
          <w:rtl/>
        </w:rPr>
        <w:t xml:space="preserve"> لوگوں کو درس قرآن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ارد گرد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C3449B">
        <w:rPr>
          <w:rtl/>
        </w:rPr>
        <w:t xml:space="preserve"> ہجوم </w:t>
      </w:r>
      <w:r w:rsidRPr="00385AE7">
        <w:rPr>
          <w:rFonts w:hint="cs"/>
          <w:rtl/>
        </w:rPr>
        <w:t>جمع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اتفاق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پر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کرتا اور کوئ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مختلف آراء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حافظ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tl/>
        </w:rPr>
        <w:t xml:space="preserve"> نظر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مساجد و محافل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فخر و انبساط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کرتا اور لوگوں کو نئ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اسلوب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نقل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مراحل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فلاں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فلاں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فلاں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اس کا معن</w:t>
      </w:r>
      <w:r>
        <w:rPr>
          <w:rFonts w:hint="cs"/>
          <w:rtl/>
        </w:rPr>
        <w:t>ی</w:t>
      </w:r>
      <w:r>
        <w:rPr>
          <w:rtl/>
        </w:rPr>
        <w:t xml:space="preserve"> و مف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احترام طبق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اء 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لوگ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مسائل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لوگ علماء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فق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مسائل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فق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مختلف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لوگوں کو آسان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حلال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حرام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پاک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نجس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کاروبار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ناجائز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علم</w:t>
      </w:r>
      <w:r>
        <w:rPr>
          <w:rFonts w:hint="cs"/>
          <w:rtl/>
        </w:rPr>
        <w:t>ی</w:t>
      </w:r>
      <w:r>
        <w:rPr>
          <w:rtl/>
        </w:rPr>
        <w:t xml:space="preserve"> مرکز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دوسرا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مرکز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کوف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بصر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رت کا حامل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</w:t>
      </w:r>
      <w:r>
        <w:rPr>
          <w:rFonts w:hint="eastAsia"/>
          <w:rtl/>
        </w:rPr>
        <w:t>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اندلس فتح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تو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مرکز قائم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علم و عمل کا مرکز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فلاں فق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فلاں فق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مختلف مکاتب فکر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ہونا </w:t>
      </w:r>
      <w:r w:rsidRPr="00385AE7">
        <w:rPr>
          <w:rFonts w:hint="cs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امر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جنگ چ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روز بروز زور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>
        <w:rPr>
          <w:rtl/>
        </w:rPr>
        <w:t xml:space="preserve"> تمام اختلافات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اختلاف "علم کلام" 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متکلم حضرات ک</w:t>
      </w:r>
      <w:r>
        <w:rPr>
          <w:rFonts w:hint="cs"/>
          <w:rtl/>
        </w:rPr>
        <w:t>ی</w:t>
      </w:r>
      <w:r>
        <w:rPr>
          <w:rtl/>
        </w:rPr>
        <w:t xml:space="preserve"> آمد شروع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"متکلم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"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مباحث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بعض شاگرد علم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م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ت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اعتراض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کو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شائست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خدا، صفات خدا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 بحث و </w:t>
      </w:r>
      <w:r w:rsidRPr="00385AE7">
        <w:rPr>
          <w:rFonts w:hint="cs"/>
          <w:rtl/>
        </w:rPr>
        <w:lastRenderedPageBreak/>
        <w:t>تمح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خدا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فلاں صفت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ذات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حادث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نبوت اور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کون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کا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بچا جاسکتا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عمل پر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قضا وقدر، جبر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گفتگو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غرض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علم کلام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نوک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ونک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مباحثوں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تا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تک موجود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بحث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انسان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پسندان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کو ترک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صلح و آشت</w:t>
      </w:r>
      <w:r>
        <w:rPr>
          <w:rFonts w:hint="cs"/>
          <w:rtl/>
        </w:rPr>
        <w:t>ی</w:t>
      </w:r>
      <w:r>
        <w:rPr>
          <w:rtl/>
        </w:rPr>
        <w:t xml:space="preserve"> اور پرامن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بحثوں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کو آپ زند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لا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سک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خدا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قائل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کو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مکمل آزاد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</w:t>
      </w:r>
      <w:r>
        <w:rPr>
          <w:rtl/>
        </w:rPr>
        <w:t xml:space="preserve"> مسجد الحرام</w:t>
      </w:r>
      <w:r w:rsidR="00EC330E">
        <w:rPr>
          <w:rtl/>
        </w:rPr>
        <w:t xml:space="preserve"> یہاں </w:t>
      </w:r>
      <w:r>
        <w:rPr>
          <w:rtl/>
        </w:rPr>
        <w:t>تک مسجد الحرام اور مسجد النب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tl/>
        </w:rPr>
        <w:t xml:space="preserve"> کر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ضرور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سوچن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بولن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مجبور کر</w:t>
      </w:r>
      <w:r w:rsidR="005513FA" w:rsidRPr="00385AE7">
        <w:rPr>
          <w:rFonts w:hint="cs"/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بات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>ک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بولت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زبان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بولت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زبان جانت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منگوائ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بحث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وجود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شروع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اور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؟اس دور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بات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افراط وتفر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شکار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خشک مقدس مولو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حضرات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جلد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اور الگ گرو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tl/>
        </w:rPr>
        <w:t>خلاف کوئ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باور کران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اصل اسلام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ھہ</w:t>
      </w:r>
      <w:r w:rsidR="005A655B" w:rsidRPr="00385AE7">
        <w:rPr>
          <w:rFonts w:hint="cs"/>
          <w:rtl/>
        </w:rPr>
        <w:t xml:space="preserve"> 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خشک مقدس مولو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کا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کوشش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کا ظ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صالحان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عابدان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ز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زبردست کشش کا باعث بنا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خالص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زبر دست خطر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باعث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خوارج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40" w:name="_Toc508875393"/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مختلف مکاتب فکر</w:t>
      </w:r>
      <w:bookmarkEnd w:id="40"/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مشکلات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مختلف فکر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تعلق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قرآت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قابل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جو لوگوں </w:t>
      </w:r>
      <w:r>
        <w:rPr>
          <w:rFonts w:hint="eastAsia"/>
          <w:rtl/>
        </w:rPr>
        <w:t>کو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ان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متعارف کرات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اں ک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غلط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فوراً پکار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بروقت اصلاح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طلب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ت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نا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لوگو</w:t>
      </w:r>
      <w:r>
        <w:rPr>
          <w:rFonts w:hint="eastAsia"/>
          <w:rtl/>
        </w:rPr>
        <w:t>ں</w:t>
      </w:r>
      <w:r>
        <w:rPr>
          <w:rtl/>
        </w:rPr>
        <w:t xml:space="preserve">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تک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 گ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>ت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فق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حل اور لوگوں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لائق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جولوگ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 آشنائ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نوجوان طلب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جاکر لوگوں کو حلال وحرام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مسائل فق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اتفاق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برادران</w:t>
      </w:r>
      <w:r w:rsidR="005A655B" w:rsidRPr="00385AE7">
        <w:rPr>
          <w:rFonts w:hint="cs"/>
          <w:rtl/>
        </w:rPr>
        <w:t xml:space="preserve"> اہل </w:t>
      </w:r>
      <w:r>
        <w:rPr>
          <w:rtl/>
        </w:rPr>
        <w:t>سنت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نما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جناب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دو سال تک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</w:t>
      </w:r>
      <w:r w:rsidR="005A655B">
        <w:rPr>
          <w:rtl/>
        </w:rPr>
        <w:t xml:space="preserve"> بہت </w:t>
      </w:r>
      <w:r w:rsidRPr="00385AE7">
        <w:rPr>
          <w:rFonts w:hint="cs"/>
          <w:rtl/>
        </w:rPr>
        <w:t>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قول تمام کت</w:t>
      </w:r>
      <w:r>
        <w:rPr>
          <w:rFonts w:hint="eastAsia"/>
          <w:rtl/>
        </w:rPr>
        <w:t>ب</w:t>
      </w:r>
      <w:r w:rsidR="005A655B">
        <w:rPr>
          <w:rtl/>
        </w:rPr>
        <w:t xml:space="preserve"> اہل </w:t>
      </w:r>
      <w:r w:rsidRPr="00385AE7">
        <w:rPr>
          <w:rFonts w:hint="cs"/>
          <w:rtl/>
        </w:rPr>
        <w:t>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ملت حنف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 برا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جناب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</w:p>
    <w:p w:rsidR="00827A66" w:rsidRDefault="00827A66" w:rsidP="002F28F8">
      <w:pPr>
        <w:pStyle w:val="libArabic"/>
        <w:rPr>
          <w:rtl/>
        </w:rPr>
      </w:pPr>
      <w:r>
        <w:rPr>
          <w:rtl/>
        </w:rPr>
        <w:t>"لولا السنتان 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لک نعمان"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 سال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گزار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2F28F8">
        <w:rPr>
          <w:rtl/>
        </w:rPr>
        <w:t xml:space="preserve"> ہلاک </w:t>
      </w:r>
      <w:r w:rsidR="00FD708B" w:rsidRPr="00385AE7">
        <w:rPr>
          <w:rFonts w:hint="cs"/>
          <w:rtl/>
        </w:rPr>
        <w:t>ہو</w:t>
      </w:r>
      <w:r w:rsidRPr="00385AE7">
        <w:rPr>
          <w:rFonts w:hint="cs"/>
          <w:rtl/>
        </w:rPr>
        <w:t>جاتا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کا اصل نام نعمان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نعمان بن ثابت بن زوط</w:t>
      </w:r>
      <w:r>
        <w:rPr>
          <w:rFonts w:hint="cs"/>
          <w:rtl/>
        </w:rPr>
        <w:t>ی</w:t>
      </w:r>
      <w:r>
        <w:rPr>
          <w:rtl/>
        </w:rPr>
        <w:t xml:space="preserve"> بن مرزبان،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آباؤ اجداد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851B2F">
        <w:rPr>
          <w:rtl/>
        </w:rPr>
        <w:t>اہ</w:t>
      </w:r>
      <w:r w:rsidRPr="00385AE7">
        <w:rPr>
          <w:rFonts w:hint="cs"/>
          <w:rtl/>
        </w:rPr>
        <w:t>لسنت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جناب مالک بن انس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عصر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جناب مالک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اس پر فخر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شافع</w:t>
      </w:r>
      <w:r>
        <w:rPr>
          <w:rFonts w:hint="cs"/>
          <w:rtl/>
        </w:rPr>
        <w:t>ی</w:t>
      </w:r>
      <w:r>
        <w:rPr>
          <w:rtl/>
        </w:rPr>
        <w:t xml:space="preserve"> کا دور بعد کا دور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جناب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شاگردوں، مالک بن انس اور احم</w:t>
      </w:r>
      <w:r>
        <w:rPr>
          <w:rFonts w:hint="eastAsia"/>
          <w:rtl/>
        </w:rPr>
        <w:t>د</w:t>
      </w:r>
      <w:r>
        <w:rPr>
          <w:rtl/>
        </w:rPr>
        <w:t xml:space="preserve"> بن حنبل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استفاد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اساتذ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 ملتا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چند علماء،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اء،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حلق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و فضلاء کا</w:t>
      </w:r>
      <w:r w:rsidR="00851B2F">
        <w:rPr>
          <w:rtl/>
        </w:rPr>
        <w:t xml:space="preserve"> ہم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وقت </w:t>
      </w:r>
      <w:r w:rsidRPr="004D70B9">
        <w:rPr>
          <w:rFonts w:hint="cs"/>
          <w:rtl/>
        </w:rPr>
        <w:t>ٹھٹھ</w:t>
      </w:r>
      <w:r>
        <w:rPr>
          <w:rtl/>
        </w:rPr>
        <w:t xml:space="preserve"> لگا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اہل </w:t>
      </w:r>
      <w:r w:rsidRPr="00385AE7">
        <w:rPr>
          <w:rFonts w:hint="cs"/>
          <w:rtl/>
        </w:rPr>
        <w:t>سنت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بعض علماء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تاثرات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محترم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پسند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41" w:name="_Toc508875394"/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5132F6">
        <w:rPr>
          <w:rFonts w:hint="cs"/>
          <w:rtl/>
        </w:rPr>
        <w:t>ے بار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مالک ک</w:t>
      </w:r>
      <w:r w:rsidRPr="005132F6">
        <w:rPr>
          <w:rFonts w:hint="cs"/>
          <w:rtl/>
        </w:rPr>
        <w:t>ے تاثرات</w:t>
      </w:r>
      <w:bookmarkEnd w:id="41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مالک بن انس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3449B">
        <w:rPr>
          <w:rtl/>
        </w:rPr>
        <w:t>رہا</w:t>
      </w:r>
      <w:r w:rsidRPr="00385AE7">
        <w:rPr>
          <w:rFonts w:hint="cs"/>
          <w:rtl/>
        </w:rPr>
        <w:t>ئش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نسبتاً خود پسند انسان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کا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211648">
        <w:rPr>
          <w:rtl/>
        </w:rPr>
        <w:t xml:space="preserve"> ہوتا</w:t>
      </w:r>
      <w:r>
        <w:rPr>
          <w:rtl/>
        </w:rPr>
        <w:t xml:space="preserve"> تو آپ کو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اور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 xml:space="preserve">وقت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نستا مسکراتا</w:t>
      </w:r>
      <w:r w:rsidR="005A655B" w:rsidRPr="00385AE7">
        <w:rPr>
          <w:rFonts w:hint="cs"/>
          <w:rtl/>
        </w:rPr>
        <w:t xml:space="preserve"> ہوا </w:t>
      </w:r>
      <w:r w:rsidRPr="00385AE7">
        <w:rPr>
          <w:rFonts w:hint="cs"/>
          <w:rtl/>
        </w:rPr>
        <w:t>پاتا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"وکان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التبسم"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وں پر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مسکر</w:t>
      </w:r>
      <w:r w:rsidR="00851B2F">
        <w:rPr>
          <w:rtl/>
        </w:rPr>
        <w:t>اہ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خوش اخلاق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کا نام مبارک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رنگ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بدل جاتا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اوقات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آتا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عابد و ز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 انسان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 w:rsidR="005513FA">
        <w:rPr>
          <w:rFonts w:hint="eastAsia"/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اور راستباز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کوئ</w:t>
      </w:r>
      <w:r>
        <w:rPr>
          <w:rFonts w:hint="cs"/>
          <w:rtl/>
        </w:rPr>
        <w:t>ی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مالک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نقل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نکل کر مسجد الشجر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احرام باند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رسم</w:t>
      </w:r>
      <w:r>
        <w:rPr>
          <w:rFonts w:hint="cs"/>
          <w:rtl/>
        </w:rPr>
        <w:t>ی</w:t>
      </w:r>
      <w:r>
        <w:rPr>
          <w:rtl/>
        </w:rPr>
        <w:t xml:space="preserve"> طور پر محر</w:t>
      </w:r>
      <w:r>
        <w:rPr>
          <w:rFonts w:hint="eastAsia"/>
          <w:rtl/>
        </w:rPr>
        <w:t>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چنانچ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احرام باند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اقدس کا رنگ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، اور آپ کا بدن کانپ </w:t>
      </w:r>
      <w:r w:rsidR="00C3449B" w:rsidRPr="00385AE7">
        <w:rPr>
          <w:rFonts w:hint="cs"/>
          <w:rtl/>
        </w:rPr>
        <w:t>رہا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لگتا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خدا خوف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پر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فرزند رسول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! اب آپ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D70B9">
        <w:rPr>
          <w:rFonts w:hint="cs"/>
          <w:rtl/>
        </w:rPr>
        <w:t>ھہ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ں؟ تو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جواب 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لا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گا؟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جناب مالک بن انس</w:t>
      </w:r>
      <w:r w:rsidR="005A655B">
        <w:rPr>
          <w:rtl/>
        </w:rPr>
        <w:t xml:space="preserve"> ہیں </w:t>
      </w:r>
      <w:r>
        <w:rPr>
          <w:rtl/>
        </w:rPr>
        <w:t>جو</w:t>
      </w:r>
      <w:r w:rsidR="005A655B">
        <w:rPr>
          <w:rtl/>
        </w:rPr>
        <w:t xml:space="preserve"> اہل </w:t>
      </w:r>
      <w:r w:rsidRPr="00385AE7">
        <w:rPr>
          <w:rFonts w:hint="cs"/>
          <w:rtl/>
        </w:rPr>
        <w:t>سنت حضرات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امام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جناب مالک کا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"ما رات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ولا سمعت اذن ولا خطر عل</w:t>
      </w:r>
      <w:r>
        <w:rPr>
          <w:rFonts w:hint="cs"/>
          <w:rtl/>
        </w:rPr>
        <w:t>ی</w:t>
      </w:r>
      <w:r>
        <w:rPr>
          <w:rtl/>
        </w:rPr>
        <w:t xml:space="preserve"> قلب بشر افضل من جعفر بن محمد"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آنک</w:t>
      </w:r>
      <w:r w:rsidRPr="004D70B9">
        <w:rPr>
          <w:rFonts w:hint="cs"/>
          <w:rtl/>
        </w:rPr>
        <w:t>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کان 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سنا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مرد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افضل نظر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گزرا</w:t>
      </w:r>
      <w:r w:rsidR="00FD708B" w:rsidRPr="00385AE7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رستان</w:t>
      </w:r>
      <w:r>
        <w:rPr>
          <w:rFonts w:hint="cs"/>
          <w:rtl/>
        </w:rPr>
        <w:t>ی</w:t>
      </w:r>
      <w:r>
        <w:rPr>
          <w:rtl/>
        </w:rPr>
        <w:t xml:space="preserve"> جو کتاب الملل والنحل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مصنف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آپ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C330E">
        <w:rPr>
          <w:rFonts w:hint="cs"/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عالم، متکلم، فلاسف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گزر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4D70B9">
        <w:rPr>
          <w:rFonts w:hint="cs"/>
          <w:rtl/>
        </w:rPr>
        <w:t>ہ</w:t>
      </w:r>
      <w:r>
        <w:rPr>
          <w:rtl/>
        </w:rPr>
        <w:t xml:space="preserve"> اعتبار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کتاب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مصنف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تذکر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و ذو علم غری</w:t>
      </w:r>
      <w:r>
        <w:rPr>
          <w:rFonts w:hint="eastAsia"/>
          <w:rtl/>
        </w:rPr>
        <w:t>ر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کا علم 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سمندر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وادب</w:t>
      </w:r>
      <w:r>
        <w:rPr>
          <w:rtl/>
        </w:rPr>
        <w:t xml:space="preserve"> کامل ف</w:t>
      </w:r>
      <w:r>
        <w:rPr>
          <w:rFonts w:hint="cs"/>
          <w:rtl/>
        </w:rPr>
        <w:t>ی</w:t>
      </w:r>
      <w:r>
        <w:rPr>
          <w:rtl/>
        </w:rPr>
        <w:t xml:space="preserve"> الحکم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ادب کامل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وز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وورع تام عن الش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وات"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پر متق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 w:rsidR="005513FA">
        <w:rPr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گار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آپ خو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شات نفسان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</w:t>
      </w:r>
      <w:r w:rsidR="00BF209D" w:rsidRPr="00385AE7">
        <w:rPr>
          <w:rFonts w:hint="cs"/>
          <w:rtl/>
        </w:rPr>
        <w:t>رہتے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"و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الموال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اسرار العلوم ثم (دخل العراق)"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دوستوں اور لوگوں کو علم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بان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>"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آپ عراق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مصنف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کنار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پر تبصر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نازع ف</w:t>
      </w:r>
      <w:r>
        <w:rPr>
          <w:rFonts w:hint="cs"/>
          <w:rtl/>
        </w:rPr>
        <w:t>ی</w:t>
      </w:r>
      <w:r>
        <w:rPr>
          <w:rtl/>
        </w:rPr>
        <w:t xml:space="preserve"> الخلاف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احدا"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اختلاف ونزاع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کنار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علم و معرفت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زن </w:t>
      </w:r>
      <w:r w:rsidR="00BF209D" w:rsidRPr="00385AE7">
        <w:rPr>
          <w:rFonts w:hint="cs"/>
          <w:rtl/>
        </w:rPr>
        <w:t>رہتے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وقت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رستان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5A655B">
        <w:rPr>
          <w:rtl/>
        </w:rPr>
        <w:t xml:space="preserve"> نہیں </w:t>
      </w:r>
      <w:r>
        <w:rPr>
          <w:rtl/>
        </w:rPr>
        <w:t>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مقصود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معرفت کا </w:t>
      </w:r>
      <w:r>
        <w:rPr>
          <w:rFonts w:hint="eastAsia"/>
          <w:rtl/>
        </w:rPr>
        <w:t>اعتراف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"ومن غرق ف</w:t>
      </w:r>
      <w:r>
        <w:rPr>
          <w:rFonts w:hint="cs"/>
          <w:rtl/>
        </w:rPr>
        <w:t>ی</w:t>
      </w:r>
      <w:r>
        <w:rPr>
          <w:rtl/>
        </w:rPr>
        <w:t xml:space="preserve"> بحر المعرف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قع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شط"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D70B9">
        <w:rPr>
          <w:rFonts w:hint="cs"/>
          <w:rtl/>
        </w:rPr>
        <w:t>ے</w:t>
      </w:r>
      <w:r>
        <w:rPr>
          <w:rtl/>
        </w:rPr>
        <w:t xml:space="preserve"> معرفت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وبا</w:t>
      </w:r>
      <w:r w:rsidR="005A655B" w:rsidRPr="00385AE7">
        <w:rPr>
          <w:rFonts w:hint="cs"/>
          <w:rtl/>
        </w:rPr>
        <w:t xml:space="preserve"> ہوا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خود کو کنار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گا"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خلافت و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ہیں </w:t>
      </w:r>
      <w:r>
        <w:rPr>
          <w:rtl/>
        </w:rPr>
        <w:t>جبک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علم و معرفت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0E44EB">
        <w:rPr>
          <w:rtl/>
        </w:rPr>
        <w:t xml:space="preserve"> ہی </w:t>
      </w:r>
      <w:r>
        <w:rPr>
          <w:rtl/>
        </w:rPr>
        <w:t>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"ومن تعل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ذرو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خف</w:t>
      </w:r>
      <w:r>
        <w:rPr>
          <w:rtl/>
        </w:rPr>
        <w:t xml:space="preserve"> من حط"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 و بالا چو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رستان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مخالف شخص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مدحت سرائ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 w:rsidR="00C3449B">
        <w:rPr>
          <w:rtl/>
        </w:rPr>
        <w:t>رہا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الملل و النحل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اگلا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اچ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لفظوں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دشمن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مجبور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مانتا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مانتا؟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سورج کا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چراغوں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علماء موجود</w:t>
      </w:r>
      <w:r w:rsidR="005A655B">
        <w:rPr>
          <w:rtl/>
        </w:rPr>
        <w:t xml:space="preserve"> ہیں </w:t>
      </w:r>
      <w:r>
        <w:rPr>
          <w:rtl/>
        </w:rPr>
        <w:t>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دشمن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احترام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حضرات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 باتوں پر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ارا اختلاف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</w:t>
      </w:r>
      <w:r>
        <w:rPr>
          <w:rtl/>
        </w:rPr>
        <w:t>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صادق آل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باکمال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مالک ان</w:t>
      </w:r>
      <w:r>
        <w:rPr>
          <w:rFonts w:hint="eastAsia"/>
          <w:rtl/>
        </w:rPr>
        <w:t>سان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خدمات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احسانات کو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طور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فجر الاسلام، ضح</w:t>
      </w:r>
      <w:r>
        <w:rPr>
          <w:rFonts w:hint="cs"/>
          <w:rtl/>
        </w:rPr>
        <w:t>ی</w:t>
      </w:r>
      <w:r>
        <w:rPr>
          <w:rtl/>
        </w:rPr>
        <w:t xml:space="preserve"> الاسلام، ظ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 الاسلام،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الاسلام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احمد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کتب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احمد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عصر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مخالف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کو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علم</w:t>
      </w:r>
      <w:r w:rsidR="005A655B" w:rsidRPr="00385AE7">
        <w:rPr>
          <w:rFonts w:hint="cs"/>
          <w:rtl/>
        </w:rPr>
        <w:t xml:space="preserve"> نہیں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باتوں کو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اعتراض بناک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بہت </w:t>
      </w:r>
      <w:r w:rsidRPr="00385AE7">
        <w:rPr>
          <w:rFonts w:hint="cs"/>
          <w:rtl/>
        </w:rPr>
        <w:t>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سطح اور اس پائ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حق کو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کا مظ</w:t>
      </w:r>
      <w:r w:rsidR="00ED61E8">
        <w:rPr>
          <w:rtl/>
        </w:rPr>
        <w:t xml:space="preserve">اہر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اتن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عالم ن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ارشادات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ملت اسلام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 جعفر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گوارا ن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کاش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ملت پر الزامات عائد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صفحات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؟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42" w:name="_Toc508875395"/>
      <w:r>
        <w:rPr>
          <w:rFonts w:hint="eastAsia"/>
          <w:rtl/>
        </w:rPr>
        <w:t>جاحظ</w:t>
      </w:r>
      <w:r>
        <w:rPr>
          <w:rtl/>
        </w:rPr>
        <w:t xml:space="preserve"> کا اعتراف</w:t>
      </w:r>
      <w:bookmarkEnd w:id="42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جاحظ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اواخر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اوائل کا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عالم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انت ومطانت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 w:rsidR="00851B2F">
        <w:rPr>
          <w:rtl/>
        </w:rPr>
        <w:t>اہ</w:t>
      </w:r>
      <w:r w:rsidRPr="00385AE7">
        <w:rPr>
          <w:rFonts w:hint="cs"/>
          <w:rtl/>
        </w:rPr>
        <w:t>کار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حد تک صاحب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جاحظ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صرف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ک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محقق اور مورخ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آج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سائنسدانوں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ت </w:t>
      </w:r>
      <w:r w:rsidR="0021427E" w:rsidRPr="00385AE7">
        <w:rPr>
          <w:rFonts w:hint="cs"/>
          <w:rtl/>
        </w:rPr>
        <w:t>اہمیت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اس کتاب پر نئ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کر</w:t>
      </w:r>
      <w:r w:rsidR="005A655B">
        <w:rPr>
          <w:rtl/>
        </w:rPr>
        <w:t xml:space="preserve"> رہے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جانوروں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کوئ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کتاب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وقت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کس</w:t>
      </w:r>
      <w:r>
        <w:rPr>
          <w:rFonts w:hint="cs"/>
          <w:rtl/>
        </w:rPr>
        <w:t>ی</w:t>
      </w:r>
      <w:r>
        <w:rPr>
          <w:rtl/>
        </w:rPr>
        <w:t xml:space="preserve"> قسم کا موادن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 w:rsidR="00ED61E8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ورطئ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جاحظ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متعصب سن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مناظر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باعث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حضرات ان کو ناصب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پر کم از کم ان کو ناصب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سکتا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کا عالم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آخر</w:t>
      </w:r>
      <w:r>
        <w:rPr>
          <w:rFonts w:hint="cs"/>
          <w:rtl/>
        </w:rPr>
        <w:t>ی</w:t>
      </w:r>
      <w:r>
        <w:rPr>
          <w:rtl/>
        </w:rPr>
        <w:t xml:space="preserve"> دور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؟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وقت بچ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سکتا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قبل کا دور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کا دور اور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ر حال جاحظ امام جعفر صادق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"جعفر بن محمد الذ</w:t>
      </w:r>
      <w:r>
        <w:rPr>
          <w:rFonts w:hint="cs"/>
          <w:rtl/>
        </w:rPr>
        <w:t>ی</w:t>
      </w:r>
      <w:r>
        <w:rPr>
          <w:rtl/>
        </w:rPr>
        <w:t xml:space="preserve"> ملأ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 فق</w:t>
      </w:r>
      <w:r w:rsidR="005132F6" w:rsidRPr="004D70B9">
        <w:rPr>
          <w:rFonts w:hint="cs"/>
          <w:rtl/>
        </w:rPr>
        <w:t>هه</w:t>
      </w:r>
      <w:r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علم و دانش اور معرفت و حکمت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قال</w:t>
      </w:r>
      <w:r>
        <w:rPr>
          <w:rtl/>
        </w:rPr>
        <w:t xml:space="preserve"> ان ابا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من تلامذت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 کذلک سفی</w:t>
      </w:r>
      <w:r>
        <w:rPr>
          <w:rFonts w:hint="eastAsia"/>
          <w:rtl/>
        </w:rPr>
        <w:t>ان</w:t>
      </w:r>
      <w:r>
        <w:rPr>
          <w:rtl/>
        </w:rPr>
        <w:t xml:space="preserve"> الثور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>
        <w:rPr>
          <w:rtl/>
        </w:rPr>
        <w:t xml:space="preserve"> جاتا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جناب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کا شمار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شاگردان 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فق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ھہ</w:t>
      </w:r>
      <w:r>
        <w:rPr>
          <w:rtl/>
        </w:rPr>
        <w:t xml:space="preserve"> اور سوف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گزر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43" w:name="_Toc508875396"/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5132F6">
        <w:rPr>
          <w:rFonts w:hint="cs"/>
          <w:rtl/>
        </w:rPr>
        <w:t>ھند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43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عصر سن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 w:rsidR="005A655B">
        <w:rPr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"لا مشاح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ان انتشار العلم ف</w:t>
      </w:r>
      <w:r>
        <w:rPr>
          <w:rFonts w:hint="cs"/>
          <w:rtl/>
        </w:rPr>
        <w:t>ی</w:t>
      </w:r>
      <w:r>
        <w:rPr>
          <w:rtl/>
        </w:rPr>
        <w:t xml:space="preserve"> ذلک 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 ساعد عل</w:t>
      </w:r>
      <w:r>
        <w:rPr>
          <w:rFonts w:hint="cs"/>
          <w:rtl/>
        </w:rPr>
        <w:t>ی</w:t>
      </w:r>
      <w:r>
        <w:rPr>
          <w:rtl/>
        </w:rPr>
        <w:t xml:space="preserve"> فک الفکر من عقال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علوم</w:t>
      </w:r>
      <w:r>
        <w:rPr>
          <w:rtl/>
        </w:rPr>
        <w:t xml:space="preserve"> کا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لاؤ</w:t>
      </w:r>
      <w:r>
        <w:rPr>
          <w:rtl/>
        </w:rPr>
        <w:t xml:space="preserve"> اس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فکر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فاصبحت</w:t>
      </w:r>
      <w:r>
        <w:rPr>
          <w:rtl/>
        </w:rPr>
        <w:t xml:space="preserve"> المناقشات الفلسف</w:t>
      </w:r>
      <w:r>
        <w:rPr>
          <w:rFonts w:hint="cs"/>
          <w:rtl/>
        </w:rPr>
        <w:t>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عام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کل حاضر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من حواضر العالم الاسلام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Pr="004D70B9">
        <w:rPr>
          <w:rFonts w:hint="cs"/>
          <w:rtl/>
        </w:rPr>
        <w:t>ہ</w:t>
      </w:r>
      <w:r>
        <w:rPr>
          <w:rtl/>
        </w:rPr>
        <w:t xml:space="preserve"> مباحث کو رواج ملا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 xml:space="preserve">"ولا </w:t>
      </w:r>
      <w:r>
        <w:rPr>
          <w:rFonts w:hint="cs"/>
          <w:rtl/>
        </w:rPr>
        <w:t>ی</w:t>
      </w:r>
      <w:r>
        <w:rPr>
          <w:rFonts w:hint="eastAsia"/>
          <w:rtl/>
        </w:rPr>
        <w:t>فوتنا</w:t>
      </w:r>
      <w:r>
        <w:rPr>
          <w:rtl/>
        </w:rPr>
        <w:t xml:space="preserve"> ان نش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ان الذ</w:t>
      </w:r>
      <w:r>
        <w:rPr>
          <w:rFonts w:hint="cs"/>
          <w:rtl/>
        </w:rPr>
        <w:t>ی</w:t>
      </w:r>
      <w:r>
        <w:rPr>
          <w:rtl/>
        </w:rPr>
        <w:t xml:space="preserve"> تزعم تلک الحرک</w:t>
      </w:r>
      <w:r w:rsidR="004D70B9" w:rsidRPr="004D70B9">
        <w:rPr>
          <w:rFonts w:hint="cs"/>
          <w:rtl/>
        </w:rPr>
        <w:t>ة</w:t>
      </w:r>
      <w:r w:rsidR="00FD708B">
        <w:rPr>
          <w:rtl/>
        </w:rPr>
        <w:t xml:space="preserve"> </w:t>
      </w:r>
      <w:r w:rsidR="005132F6" w:rsidRPr="004D70B9">
        <w:rPr>
          <w:rFonts w:hint="cs"/>
          <w:rtl/>
        </w:rPr>
        <w:t>ه</w:t>
      </w:r>
      <w:r w:rsidR="00FD708B">
        <w:rPr>
          <w:rFonts w:hint="cs"/>
          <w:rtl/>
        </w:rPr>
        <w:t>و</w:t>
      </w:r>
      <w:r>
        <w:rPr>
          <w:rFonts w:hint="cs"/>
          <w:rtl/>
        </w:rPr>
        <w:t xml:space="preserve"> حفی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المسم</w:t>
      </w:r>
      <w:r>
        <w:rPr>
          <w:rFonts w:hint="cs"/>
          <w:rtl/>
        </w:rPr>
        <w:t>ی</w:t>
      </w:r>
      <w:r>
        <w:rPr>
          <w:rtl/>
        </w:rPr>
        <w:t xml:space="preserve"> بالامام الصادق" </w:t>
      </w:r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سب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</w:t>
      </w:r>
      <w:r w:rsidR="003B21A7">
        <w:rPr>
          <w:rtl/>
        </w:rPr>
        <w:t xml:space="preserve"> ہرگز </w:t>
      </w:r>
      <w:r w:rsidR="005A655B" w:rsidRPr="00385AE7">
        <w:rPr>
          <w:rFonts w:hint="cs"/>
          <w:rtl/>
        </w:rPr>
        <w:t xml:space="preserve">نہیں </w:t>
      </w:r>
      <w:r>
        <w:rPr>
          <w:rtl/>
        </w:rPr>
        <w:t>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D70B9">
        <w:rPr>
          <w:rFonts w:hint="cs"/>
          <w:rtl/>
        </w:rPr>
        <w:t>ے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>
        <w:rPr>
          <w:rtl/>
        </w:rPr>
        <w:t xml:space="preserve"> پوت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اور انکا نام نام</w:t>
      </w:r>
      <w:r>
        <w:rPr>
          <w:rFonts w:hint="cs"/>
          <w:rtl/>
        </w:rPr>
        <w:t>ی</w:t>
      </w:r>
      <w:r>
        <w:rPr>
          <w:rtl/>
        </w:rPr>
        <w:t xml:space="preserve"> امام صادق </w:t>
      </w:r>
      <w:r w:rsidR="00BF209D" w:rsidRPr="00BF209D">
        <w:rPr>
          <w:rStyle w:val="libAlaemChar"/>
          <w:rtl/>
        </w:rPr>
        <w:t xml:space="preserve"> عليه‌السلام 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و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رجل رحب افق التفک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انسان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 کا افق فکر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بلند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وسعت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اغوار العقل"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عقل و فکر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"ملم کل المام بعلوم عصر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علوم پر خصوص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جناب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عتبر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الواقع</w:t>
      </w:r>
      <w:r w:rsidR="00FD708B">
        <w:rPr>
          <w:rtl/>
        </w:rPr>
        <w:t xml:space="preserve"> </w:t>
      </w:r>
      <w:r w:rsidR="005132F6" w:rsidRPr="004D70B9">
        <w:rPr>
          <w:rFonts w:hint="cs"/>
          <w:rtl/>
        </w:rPr>
        <w:t>ه</w:t>
      </w:r>
      <w:r w:rsidR="00FD708B">
        <w:rPr>
          <w:rFonts w:hint="cs"/>
          <w:rtl/>
        </w:rPr>
        <w:t>و</w:t>
      </w:r>
      <w:r>
        <w:rPr>
          <w:rFonts w:hint="cs"/>
          <w:rtl/>
        </w:rPr>
        <w:t xml:space="preserve"> اول من اسس المدارس الفلسفی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المش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ور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مراکز قائم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0E44EB">
        <w:rPr>
          <w:rtl/>
        </w:rPr>
        <w:t xml:space="preserve"> ہی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ولم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حلقت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العلمی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اولئک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اصبحوا مؤسس</w:t>
      </w:r>
      <w:r>
        <w:rPr>
          <w:rFonts w:hint="cs"/>
          <w:rtl/>
        </w:rPr>
        <w:t>ی</w:t>
      </w:r>
      <w:r>
        <w:rPr>
          <w:rtl/>
        </w:rPr>
        <w:t xml:space="preserve"> المذا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ب الفق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فحسب بل کان </w:t>
      </w:r>
      <w:r>
        <w:rPr>
          <w:rFonts w:hint="cs"/>
          <w:rtl/>
        </w:rPr>
        <w:t>ی</w:t>
      </w:r>
      <w:r>
        <w:rPr>
          <w:rFonts w:hint="eastAsia"/>
          <w:rtl/>
        </w:rPr>
        <w:t>حض</w:t>
      </w:r>
      <w:r w:rsidR="00C3449B">
        <w:rPr>
          <w:rFonts w:hint="eastAsia"/>
          <w:rtl/>
        </w:rPr>
        <w:t>ر</w:t>
      </w:r>
      <w:r w:rsidR="005132F6" w:rsidRPr="004D70B9">
        <w:rPr>
          <w:rFonts w:hint="cs"/>
          <w:rtl/>
        </w:rPr>
        <w:t>ه</w:t>
      </w:r>
      <w:r w:rsidR="00C3449B">
        <w:rPr>
          <w:rFonts w:hint="cs"/>
          <w:rtl/>
        </w:rPr>
        <w:t>ا</w:t>
      </w:r>
      <w:r>
        <w:rPr>
          <w:rtl/>
        </w:rPr>
        <w:t xml:space="preserve"> طلاب الفسف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والمتفلسفون من انحاء الواسع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صرف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استاد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EF6DD1">
        <w:rPr>
          <w:rtl/>
        </w:rPr>
        <w:t>رہو</w:t>
      </w:r>
      <w:r w:rsidRPr="00385AE7">
        <w:rPr>
          <w:rFonts w:hint="cs"/>
          <w:rtl/>
        </w:rPr>
        <w:t>ن منت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44" w:name="_Toc508875397"/>
      <w:r>
        <w:rPr>
          <w:rFonts w:hint="eastAsia"/>
          <w:rtl/>
        </w:rPr>
        <w:t>احمد</w:t>
      </w:r>
      <w:r>
        <w:rPr>
          <w:rtl/>
        </w:rPr>
        <w:t xml:space="preserve"> زک</w:t>
      </w:r>
      <w:r>
        <w:rPr>
          <w:rFonts w:hint="cs"/>
          <w:rtl/>
        </w:rPr>
        <w:t>ی</w:t>
      </w:r>
      <w:r>
        <w:rPr>
          <w:rtl/>
        </w:rPr>
        <w:t xml:space="preserve"> صالح ک</w:t>
      </w:r>
      <w:r w:rsidRPr="005132F6">
        <w:rPr>
          <w:rFonts w:hint="cs"/>
          <w:rtl/>
        </w:rPr>
        <w:t>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bookmarkEnd w:id="44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آقائ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مظفر احمد زک</w:t>
      </w:r>
      <w:r>
        <w:rPr>
          <w:rFonts w:hint="cs"/>
          <w:rtl/>
        </w:rPr>
        <w:t>ی</w:t>
      </w:r>
      <w:r>
        <w:rPr>
          <w:rtl/>
        </w:rPr>
        <w:t xml:space="preserve"> صالح م</w:t>
      </w:r>
      <w:r w:rsidR="00851B2F">
        <w:rPr>
          <w:rtl/>
        </w:rPr>
        <w:t>اہ</w:t>
      </w:r>
      <w:r w:rsidRPr="00385AE7">
        <w:rPr>
          <w:rFonts w:hint="cs"/>
          <w:rtl/>
        </w:rPr>
        <w:t>نام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الرسال</w:t>
      </w:r>
      <w:r w:rsidRPr="004D70B9">
        <w:rPr>
          <w:rFonts w:hint="cs"/>
          <w:rtl/>
        </w:rPr>
        <w:t>ۃ</w:t>
      </w:r>
      <w:r>
        <w:rPr>
          <w:rtl/>
        </w:rPr>
        <w:t xml:space="preserve"> العصر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نقل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فرق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تمام فرقوں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اہل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</w:t>
      </w:r>
      <w:r w:rsidR="005A655B">
        <w:rPr>
          <w:rtl/>
        </w:rPr>
        <w:t xml:space="preserve"> بہت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عمل دخل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وقت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"من الجل</w:t>
      </w:r>
      <w:r>
        <w:rPr>
          <w:rFonts w:hint="cs"/>
          <w:rtl/>
        </w:rPr>
        <w:t>ی</w:t>
      </w:r>
      <w:r>
        <w:rPr>
          <w:rtl/>
        </w:rPr>
        <w:t xml:space="preserve"> الواضح لد</w:t>
      </w:r>
      <w:r>
        <w:rPr>
          <w:rFonts w:hint="cs"/>
          <w:rtl/>
        </w:rPr>
        <w:t>ی</w:t>
      </w:r>
      <w:r>
        <w:rPr>
          <w:rtl/>
        </w:rPr>
        <w:t xml:space="preserve"> کل من درس علم الکلام الفرق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کانت انشط الفرق الاسلام</w:t>
      </w:r>
      <w:r>
        <w:rPr>
          <w:rFonts w:hint="cs"/>
          <w:rtl/>
        </w:rPr>
        <w:t>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حرک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شخص جو ذرا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علم</w:t>
      </w:r>
      <w:r>
        <w:rPr>
          <w:rFonts w:hint="cs"/>
          <w:rtl/>
        </w:rPr>
        <w:t>ی</w:t>
      </w:r>
      <w:r>
        <w:rPr>
          <w:rtl/>
        </w:rPr>
        <w:t xml:space="preserve"> شعور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بات کا معترف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فرق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علم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تمام فرقوں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وکانت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من اسس المذا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ب الدی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اسس فلسف</w:t>
      </w:r>
      <w:r>
        <w:rPr>
          <w:rFonts w:hint="cs"/>
          <w:rtl/>
        </w:rPr>
        <w:t>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ان البعض </w:t>
      </w:r>
      <w:r>
        <w:rPr>
          <w:rFonts w:hint="cs"/>
          <w:rtl/>
        </w:rPr>
        <w:t>ی</w:t>
      </w:r>
      <w:r>
        <w:rPr>
          <w:rFonts w:hint="eastAsia"/>
          <w:rtl/>
        </w:rPr>
        <w:t>نسب</w:t>
      </w:r>
      <w:r>
        <w:rPr>
          <w:rtl/>
        </w:rPr>
        <w:t xml:space="preserve"> الفلسف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خاص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بعل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لا اسلام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کو فکر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حل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علوم کو عقل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اہل </w:t>
      </w:r>
      <w:r w:rsidRPr="00385AE7">
        <w:rPr>
          <w:rFonts w:hint="cs"/>
          <w:rtl/>
        </w:rPr>
        <w:t>تسنن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کتابوں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eastAsia"/>
          <w:rtl/>
        </w:rPr>
        <w:t>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جامع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سنن اب</w:t>
      </w:r>
      <w:r>
        <w:rPr>
          <w:rFonts w:hint="cs"/>
          <w:rtl/>
        </w:rPr>
        <w:t>ی</w:t>
      </w:r>
      <w:r>
        <w:rPr>
          <w:rtl/>
        </w:rPr>
        <w:t xml:space="preserve"> داؤد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فروع</w:t>
      </w:r>
      <w:r>
        <w:rPr>
          <w:rFonts w:hint="cs"/>
          <w:rtl/>
        </w:rPr>
        <w:t>ی</w:t>
      </w:r>
      <w:r>
        <w:rPr>
          <w:rtl/>
        </w:rPr>
        <w:t xml:space="preserve"> مسائل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وضو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احکام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نماز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مسائل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اس طرح ک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روز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حج،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اد،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احکام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مثال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عمل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عقل و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5A655B">
        <w:rPr>
          <w:rtl/>
        </w:rPr>
        <w:t xml:space="preserve"> اہل </w:t>
      </w:r>
      <w:r w:rsidRPr="00385AE7">
        <w:rPr>
          <w:rFonts w:hint="cs"/>
          <w:rtl/>
        </w:rPr>
        <w:t>سنت حضرات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5A655B">
        <w:rPr>
          <w:rtl/>
        </w:rPr>
        <w:t xml:space="preserve"> نہیں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نا </w:t>
      </w:r>
      <w:r w:rsidR="00C3449B" w:rsidRPr="00385AE7">
        <w:rPr>
          <w:rFonts w:hint="cs"/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صرف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کوشش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تو خود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مشن کا آغاز حضرت رسالت مآب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>
        <w:rPr>
          <w:rFonts w:hint="eastAsia"/>
          <w:rtl/>
        </w:rPr>
        <w:t>آل</w:t>
      </w:r>
      <w:r w:rsidRPr="004D70B9">
        <w:rPr>
          <w:rFonts w:hint="cs"/>
          <w:rtl/>
        </w:rPr>
        <w:t>ہ</w:t>
      </w:r>
      <w:r>
        <w:rPr>
          <w:rtl/>
        </w:rPr>
        <w:t xml:space="preserve"> وسلم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کام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خوب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آباءو اجداد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کما حق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محفوظ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ورث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نسلوں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ثمر آور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العقل والج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پاس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الٰ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زاروں مختلف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ذات خداوند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معرفت الٰ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فضاء و قدر، جبر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 ملت جعفر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ختم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والا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قوم فخر س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سکت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</w:t>
      </w:r>
      <w:r w:rsidR="005A655B" w:rsidRPr="004D70B9">
        <w:rPr>
          <w:rFonts w:hint="cs"/>
          <w:rtl/>
        </w:rPr>
        <w:t>ہمارے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جتنا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اتنا کس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385AE7">
        <w:rPr>
          <w:rFonts w:hint="cs"/>
          <w:rtl/>
        </w:rPr>
        <w:lastRenderedPageBreak/>
        <w:t>اپن</w:t>
      </w:r>
      <w:r>
        <w:rPr>
          <w:rFonts w:hint="cs"/>
          <w:rtl/>
        </w:rPr>
        <w:t>ی</w:t>
      </w:r>
      <w:r>
        <w:rPr>
          <w:rtl/>
        </w:rPr>
        <w:t xml:space="preserve"> ملت کو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بن</w:t>
      </w:r>
      <w:r>
        <w:rPr>
          <w:rFonts w:hint="cs"/>
          <w:rtl/>
        </w:rPr>
        <w:t>ی</w:t>
      </w:r>
      <w:r>
        <w:rPr>
          <w:rtl/>
        </w:rPr>
        <w:t xml:space="preserve"> نوع انسان پر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45" w:name="_Toc508875398"/>
      <w:r>
        <w:rPr>
          <w:rFonts w:hint="eastAsia"/>
          <w:rtl/>
        </w:rPr>
        <w:t>جابر</w:t>
      </w:r>
      <w:r>
        <w:rPr>
          <w:rtl/>
        </w:rPr>
        <w:t xml:space="preserve">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bookmarkEnd w:id="45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خبر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ورطئ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آمد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کو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>
        <w:rPr>
          <w:rtl/>
        </w:rPr>
        <w:t xml:space="preserve"> اس دانائ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راز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انکشاف اور سائنس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رقم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کا سر فخر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بلند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 کتاب الف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جابر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علم</w:t>
      </w:r>
      <w:r>
        <w:rPr>
          <w:rFonts w:hint="cs"/>
          <w:rtl/>
        </w:rPr>
        <w:t>ی</w:t>
      </w:r>
      <w:r>
        <w:rPr>
          <w:rtl/>
        </w:rPr>
        <w:t xml:space="preserve"> وفلسف</w:t>
      </w:r>
      <w:r>
        <w:rPr>
          <w:rFonts w:hint="cs"/>
          <w:rtl/>
        </w:rPr>
        <w:t>ی</w:t>
      </w:r>
      <w:r>
        <w:rPr>
          <w:rtl/>
        </w:rPr>
        <w:t xml:space="preserve"> کتب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مصنف و مؤلف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احسانات کا صل</w:t>
      </w:r>
      <w:r w:rsidRPr="004D70B9">
        <w:rPr>
          <w:rFonts w:hint="cs"/>
          <w:rtl/>
        </w:rPr>
        <w:t>ہ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اور بان</w:t>
      </w:r>
      <w:r>
        <w:rPr>
          <w:rFonts w:hint="cs"/>
          <w:rtl/>
        </w:rPr>
        <w:t>ی</w:t>
      </w:r>
      <w:r>
        <w:rPr>
          <w:rtl/>
        </w:rPr>
        <w:t xml:space="preserve"> کا درج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جناب جابر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دسترخوان علم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خلکان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ر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مس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شاگر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عبارت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لطف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 جن علوم ک</w:t>
      </w:r>
      <w:r>
        <w:rPr>
          <w:rFonts w:hint="cs"/>
          <w:rtl/>
        </w:rPr>
        <w:t>ی</w:t>
      </w:r>
      <w:r>
        <w:rPr>
          <w:rtl/>
        </w:rPr>
        <w:t xml:space="preserve"> جناب جابر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>
        <w:rPr>
          <w:rtl/>
        </w:rPr>
        <w:t xml:space="preserve"> بالکل وجود</w:t>
      </w:r>
      <w:r w:rsidR="000E44EB">
        <w:rPr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اختراعات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موضوع پر اب تک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رسال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جات شائع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سائنسدان اور م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جناب جابر 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خدمات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سر</w:t>
      </w:r>
      <w:r w:rsidR="00EF6DD1">
        <w:rPr>
          <w:rtl/>
        </w:rPr>
        <w:t xml:space="preserve">اہتے 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جابر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پور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علم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محروم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ممتاز دانشور جناب تق</w:t>
      </w:r>
      <w:r>
        <w:rPr>
          <w:rFonts w:hint="cs"/>
          <w:rtl/>
        </w:rPr>
        <w:t>ی</w:t>
      </w:r>
      <w:r>
        <w:rPr>
          <w:rtl/>
        </w:rPr>
        <w:t xml:space="preserve"> زاد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خدمات پر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زبردست خراج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جابر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متعلق</w:t>
      </w:r>
      <w:r w:rsidR="005A655B" w:rsidRPr="00385AE7">
        <w:rPr>
          <w:rFonts w:hint="cs"/>
          <w:rtl/>
        </w:rPr>
        <w:t xml:space="preserve"> بہت </w:t>
      </w:r>
      <w:r w:rsidRPr="00385AE7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جناب جابر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 تذکر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بہت </w:t>
      </w:r>
      <w:r w:rsidRPr="00385AE7">
        <w:rPr>
          <w:rFonts w:hint="cs"/>
          <w:rtl/>
        </w:rPr>
        <w:t>کم</w:t>
      </w:r>
      <w:r w:rsidR="005A655B" w:rsidRPr="00385AE7">
        <w:rPr>
          <w:rFonts w:hint="cs"/>
          <w:rtl/>
        </w:rPr>
        <w:t xml:space="preserve"> ہوا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="00EC330E" w:rsidRPr="00385AE7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علم رجال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 w:rsidR="002E1092">
        <w:rPr>
          <w:rtl/>
        </w:rPr>
        <w:t xml:space="preserve"> ہس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 نام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استعمال</w:t>
      </w:r>
      <w:r w:rsidR="005A655B" w:rsidRPr="00385AE7">
        <w:rPr>
          <w:rFonts w:hint="cs"/>
          <w:rtl/>
        </w:rPr>
        <w:t xml:space="preserve"> نہیں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شائد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جناب جابر کا نام اور تذکر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خا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385AE7">
        <w:rPr>
          <w:rFonts w:hint="cs"/>
          <w:rtl/>
        </w:rPr>
        <w:t>تمام اور احترام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بالآخر ماننا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جس طرح لائق و فائق علماء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 w:rsidR="005A655B">
        <w:rPr>
          <w:rtl/>
        </w:rPr>
        <w:t xml:space="preserve"> نہیں </w:t>
      </w:r>
      <w:r>
        <w:rPr>
          <w:rtl/>
        </w:rPr>
        <w:t>کئ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46" w:name="_Toc508875399"/>
      <w:r w:rsidRPr="005132F6">
        <w:rPr>
          <w:rFonts w:hint="cs"/>
          <w:rtl/>
        </w:rPr>
        <w:t>ھ</w:t>
      </w:r>
      <w:r>
        <w:rPr>
          <w:rFonts w:hint="cs"/>
          <w:rtl/>
        </w:rPr>
        <w:t>شام</w:t>
      </w:r>
      <w:r>
        <w:rPr>
          <w:rtl/>
        </w:rPr>
        <w:t xml:space="preserve"> بن الحکم</w:t>
      </w:r>
      <w:bookmarkEnd w:id="46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معروف شاگرد کا نام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شام بن الحکم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واقعتاً نابغ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روزگار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دانشوروں پر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ان کو برتر</w:t>
      </w:r>
      <w:r>
        <w:rPr>
          <w:rFonts w:hint="cs"/>
          <w:rtl/>
        </w:rPr>
        <w:t>ی</w:t>
      </w:r>
      <w:r>
        <w:rPr>
          <w:rtl/>
        </w:rPr>
        <w:t xml:space="preserve"> حاصل</w:t>
      </w:r>
      <w:r w:rsidR="005513FA">
        <w:rPr>
          <w:rtl/>
        </w:rPr>
        <w:t xml:space="preserve"> رہی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موضوع پر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سنن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کو مسحور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مرد قلندر ک</w:t>
      </w:r>
      <w:r>
        <w:rPr>
          <w:rFonts w:hint="cs"/>
          <w:rtl/>
        </w:rPr>
        <w:t>ی</w:t>
      </w:r>
      <w:r>
        <w:rPr>
          <w:rtl/>
        </w:rPr>
        <w:t xml:space="preserve"> زبان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شام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علماء آکر شوق وذوق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بحث و مباحث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سمندر علم ک</w:t>
      </w:r>
      <w:r>
        <w:rPr>
          <w:rFonts w:hint="cs"/>
          <w:rtl/>
        </w:rPr>
        <w:t>ی</w:t>
      </w:r>
      <w:r>
        <w:rPr>
          <w:rtl/>
        </w:rPr>
        <w:t xml:space="preserve"> جولان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طوفان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سکون حاصل کرت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اہل </w:t>
      </w:r>
      <w:r w:rsidRPr="00385AE7">
        <w:rPr>
          <w:rFonts w:hint="cs"/>
          <w:rtl/>
        </w:rPr>
        <w:t>سنت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</w:t>
      </w:r>
      <w:r w:rsidR="00C3449B">
        <w:rPr>
          <w:rtl/>
        </w:rPr>
        <w:t>رہا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ال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النسل دانشور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علم کلام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شبل</w:t>
      </w:r>
      <w:r>
        <w:rPr>
          <w:rFonts w:hint="cs"/>
          <w:rtl/>
        </w:rPr>
        <w:t>ی</w:t>
      </w:r>
      <w:r>
        <w:rPr>
          <w:rtl/>
        </w:rPr>
        <w:t xml:space="preserve"> نعمان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علم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ابو ال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بحث</w:t>
      </w:r>
      <w:r w:rsidR="005A655B">
        <w:rPr>
          <w:rtl/>
        </w:rPr>
        <w:t xml:space="preserve"> نہیں </w:t>
      </w:r>
      <w:r>
        <w:rPr>
          <w:rtl/>
        </w:rPr>
        <w:t>کرسکتا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ابو ال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شام بن الحکم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جرأت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کرتا ت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جناب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شام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طبع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اسرار و رموز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کا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رنگ و بو انسان</w:t>
      </w:r>
      <w:r>
        <w:rPr>
          <w:rFonts w:hint="cs"/>
          <w:rtl/>
        </w:rPr>
        <w:t>ی</w:t>
      </w:r>
      <w:r>
        <w:rPr>
          <w:rtl/>
        </w:rPr>
        <w:t xml:space="preserve"> جسم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جزو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جو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شام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اکثر اپن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آراء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استاد محترم جناب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شام کا حوال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اور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شام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پر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فقط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خود کو "خوش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"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فروغ اور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شب و روز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فرصت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لمحوں کو ضرور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ED61E8">
        <w:rPr>
          <w:rtl/>
        </w:rPr>
        <w:t>اہم</w:t>
      </w:r>
      <w:r w:rsidRPr="00385AE7">
        <w:rPr>
          <w:rFonts w:hint="cs"/>
          <w:rtl/>
        </w:rPr>
        <w:t xml:space="preserve"> کاموں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واحد</w:t>
      </w:r>
      <w:r w:rsidR="002E1092">
        <w:rPr>
          <w:rtl/>
        </w:rPr>
        <w:t xml:space="preserve"> ہس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کم عرص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کام کر دک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خدمات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فضا بدتر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دور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دک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کا دور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پر حد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عائد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جرم و خطا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کو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زندانوں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Pr="004D70B9"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گرائم</w:t>
      </w:r>
      <w:r w:rsidRPr="004D70B9">
        <w:rPr>
          <w:rFonts w:hint="cs"/>
          <w:rtl/>
        </w:rPr>
        <w:t>ہ</w:t>
      </w:r>
      <w:r>
        <w:rPr>
          <w:rtl/>
        </w:rPr>
        <w:t xml:space="preserve"> ط</w:t>
      </w:r>
      <w:r w:rsidR="00ED61E8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عالم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 کا دشمن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کتنا بزدل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اکثر کو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پر عرص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 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تنگ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علم و عمل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فروغ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فلاح و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بود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کام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کام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دوسرا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عمر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ستر (</w:t>
      </w:r>
      <w:r>
        <w:rPr>
          <w:rtl/>
          <w:lang w:bidi="fa-IR"/>
        </w:rPr>
        <w:t xml:space="preserve">۷۰) </w:t>
      </w:r>
      <w:r>
        <w:rPr>
          <w:rtl/>
        </w:rPr>
        <w:t>سال تک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صورت حال کس قدر واضح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ا؟ امام عال</w:t>
      </w:r>
      <w:r>
        <w:rPr>
          <w:rFonts w:hint="cs"/>
          <w:rtl/>
        </w:rPr>
        <w:t>ی</w:t>
      </w:r>
      <w:r>
        <w:rPr>
          <w:rtl/>
        </w:rPr>
        <w:t xml:space="preserve"> مقام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ذرا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 سکا،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حالات</w:t>
      </w:r>
      <w:r w:rsidR="000E44EB">
        <w:rPr>
          <w:rtl/>
        </w:rPr>
        <w:t xml:space="preserve"> ہی </w:t>
      </w:r>
      <w:r>
        <w:rPr>
          <w:rtl/>
        </w:rPr>
        <w:t>اتن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 گفت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385AE7">
        <w:rPr>
          <w:rFonts w:hint="cs"/>
          <w:rtl/>
        </w:rPr>
        <w:lastRenderedPageBreak/>
        <w:t>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اور مجبور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آپ کو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و انصاف کا بول بالا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ظالم کا نام اور کردار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tl/>
        </w:rPr>
        <w:t xml:space="preserve"> بن کر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دو</w:t>
      </w:r>
      <w:r w:rsidR="000E44EB">
        <w:rPr>
          <w:rtl/>
        </w:rPr>
        <w:t xml:space="preserve"> ہی </w:t>
      </w:r>
      <w:r>
        <w:rPr>
          <w:rtl/>
        </w:rPr>
        <w:t>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خاموش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tl/>
        </w:rPr>
        <w:t xml:space="preserve">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عبادت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 کر اپن</w:t>
      </w:r>
      <w:r>
        <w:rPr>
          <w:rFonts w:hint="cs"/>
          <w:rtl/>
        </w:rPr>
        <w:t>ی</w:t>
      </w:r>
      <w:r>
        <w:rPr>
          <w:rtl/>
        </w:rPr>
        <w:t xml:space="preserve"> جان 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حالات و واقعات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کام کرن</w:t>
      </w:r>
      <w:r w:rsidRPr="004D70B9">
        <w:rPr>
          <w:rFonts w:hint="cs"/>
          <w:rtl/>
        </w:rPr>
        <w:t>ے</w:t>
      </w:r>
      <w:r>
        <w:rPr>
          <w:rtl/>
        </w:rPr>
        <w:t xml:space="preserve"> کا وقت اور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فر</w:t>
      </w:r>
      <w:r w:rsidR="00ED61E8" w:rsidRPr="00385AE7">
        <w:rPr>
          <w:rFonts w:hint="cs"/>
          <w:rtl/>
        </w:rPr>
        <w:t>اہم</w:t>
      </w:r>
      <w:r w:rsidRPr="00385AE7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تو آپ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کو جو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ملا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سو علم ک</w:t>
      </w:r>
      <w:r>
        <w:rPr>
          <w:rFonts w:hint="cs"/>
          <w:rtl/>
        </w:rPr>
        <w:t>ی</w:t>
      </w:r>
      <w:r>
        <w:rPr>
          <w:rtl/>
        </w:rPr>
        <w:t xml:space="preserve"> شمع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عمل ک</w:t>
      </w:r>
      <w:r>
        <w:rPr>
          <w:rFonts w:hint="cs"/>
          <w:rtl/>
        </w:rPr>
        <w:t>ی</w:t>
      </w:r>
      <w:r>
        <w:rPr>
          <w:rtl/>
        </w:rPr>
        <w:t xml:space="preserve"> خوشبو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ظلمت و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وب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سوسائ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از سر نو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روشن و منور ک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عرض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مقصد اور مشن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ہ</w:t>
      </w:r>
      <w:r>
        <w:rPr>
          <w:rtl/>
        </w:rPr>
        <w:t xml:space="preserve">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امام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امام صادق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2E1092">
        <w:rPr>
          <w:rtl/>
        </w:rPr>
        <w:t xml:space="preserve"> ہس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لازم و ملزوم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ظلم اور باطل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پائ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فلسف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اور مقصد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حکومت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جنگ شروع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حکام وقت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فقط دور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سرد جنگ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C330E" w:rsidRPr="00385AE7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ظالم حکمرانوں ک</w:t>
      </w:r>
      <w:r>
        <w:rPr>
          <w:rFonts w:hint="cs"/>
          <w:rtl/>
        </w:rPr>
        <w:t>ی</w:t>
      </w:r>
      <w:r>
        <w:rPr>
          <w:rtl/>
        </w:rPr>
        <w:t xml:space="preserve"> ظالمان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جناز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طرح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مستحق لعن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ٹہ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منصور کو مجبور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ذا الشجی</w:t>
      </w:r>
      <w:r>
        <w:rPr>
          <w:rtl/>
        </w:rPr>
        <w:t xml:space="preserve"> معترض ف</w:t>
      </w:r>
      <w:r>
        <w:rPr>
          <w:rFonts w:hint="cs"/>
          <w:rtl/>
        </w:rPr>
        <w:t>ی</w:t>
      </w:r>
      <w:r>
        <w:rPr>
          <w:rtl/>
        </w:rPr>
        <w:t xml:space="preserve"> الحلق"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جعفر بن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حلق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نس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 w:rsidRPr="004D70B9">
        <w:rPr>
          <w:rFonts w:hint="cs"/>
          <w:rtl/>
        </w:rPr>
        <w:t>ھڈ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مانند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کو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نکال سکتا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نگلن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قابل </w:t>
      </w:r>
      <w:r w:rsidR="00C3449B" w:rsidRPr="00385AE7">
        <w:rPr>
          <w:rFonts w:hint="cs"/>
          <w:rtl/>
        </w:rPr>
        <w:t>رہا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تلاش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سزاد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سکتا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ں، 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کو برداشت کرسکتا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>
        <w:rPr>
          <w:rtl/>
        </w:rPr>
        <w:t xml:space="preserve"> ہوئے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="005A655B">
        <w:rPr>
          <w:rtl/>
        </w:rPr>
        <w:t xml:space="preserve"> رہے </w:t>
      </w:r>
      <w:r w:rsidR="005A655B" w:rsidRPr="00385AE7">
        <w:rPr>
          <w:rFonts w:hint="cs"/>
          <w:rtl/>
        </w:rPr>
        <w:t xml:space="preserve">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خلاف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برداشت کر </w:t>
      </w:r>
      <w:r w:rsidR="00C3449B" w:rsidRPr="00385AE7">
        <w:rPr>
          <w:rFonts w:hint="cs"/>
          <w:rtl/>
        </w:rPr>
        <w:t>رہا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پت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خلاف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اک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کر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بس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ذرا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اقدام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کر</w:t>
      </w:r>
      <w:r>
        <w:rPr>
          <w:rFonts w:hint="eastAsia"/>
          <w:rtl/>
        </w:rPr>
        <w:t>سکتا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اپن</w:t>
      </w:r>
      <w:r w:rsidRPr="004D70B9">
        <w:rPr>
          <w:rFonts w:hint="cs"/>
          <w:rtl/>
        </w:rPr>
        <w:t>ے</w:t>
      </w:r>
      <w:r>
        <w:rPr>
          <w:rtl/>
        </w:rPr>
        <w:t xml:space="preserve"> مکار،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دشمن کو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بس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سب پر لازم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دشمنوں، مخالفوں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51B2F">
        <w:rPr>
          <w:rtl/>
        </w:rPr>
        <w:t xml:space="preserve"> ہم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ارا قوم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اتحاد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61E8">
        <w:rPr>
          <w:rtl/>
        </w:rPr>
        <w:t>اہم</w:t>
      </w:r>
      <w:r w:rsidRPr="00385AE7">
        <w:rPr>
          <w:rFonts w:hint="cs"/>
          <w:rtl/>
        </w:rPr>
        <w:t xml:space="preserve"> ضرورت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ارا بزدل دشمن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ات لگائ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851B2F">
        <w:rPr>
          <w:rtl/>
        </w:rPr>
        <w:t xml:space="preserve"> </w:t>
      </w:r>
      <w:r w:rsidR="00851B2F">
        <w:rPr>
          <w:rtl/>
        </w:rPr>
        <w:lastRenderedPageBreak/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 سکتا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جوں جوں وقت گزرتا جا</w:t>
      </w:r>
      <w:r w:rsidR="00C3449B" w:rsidRPr="00385AE7">
        <w:rPr>
          <w:rFonts w:hint="cs"/>
          <w:rtl/>
        </w:rPr>
        <w:t>رہا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طاقت و غلب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تصور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427E">
        <w:rPr>
          <w:rtl/>
        </w:rPr>
        <w:t>اہمیت</w:t>
      </w:r>
      <w:r>
        <w:rPr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5513FA">
        <w:rPr>
          <w:rtl/>
        </w:rPr>
        <w:t xml:space="preserve"> رہی 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5A655B">
        <w:rPr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 جو وقت ک</w:t>
      </w:r>
      <w:r>
        <w:rPr>
          <w:rFonts w:hint="cs"/>
          <w:rtl/>
        </w:rPr>
        <w:t>ی</w:t>
      </w:r>
      <w:r>
        <w:rPr>
          <w:rtl/>
        </w:rPr>
        <w:t xml:space="preserve"> نبض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ام کر سوچ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او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47" w:name="_Toc508875400"/>
      <w:r>
        <w:rPr>
          <w:rFonts w:hint="eastAsia"/>
          <w:rtl/>
        </w:rPr>
        <w:t>علم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</w:t>
      </w:r>
      <w:r w:rsidRPr="005132F6">
        <w:rPr>
          <w:rFonts w:hint="cs"/>
          <w:rtl/>
        </w:rPr>
        <w:t>ے اصل محرکات</w:t>
      </w:r>
      <w:bookmarkEnd w:id="47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ترق</w:t>
      </w:r>
      <w:r>
        <w:rPr>
          <w:rFonts w:hint="cs"/>
          <w:rtl/>
        </w:rPr>
        <w:t>ی</w:t>
      </w:r>
      <w:r w:rsidR="005A655B">
        <w:rPr>
          <w:rtl/>
        </w:rPr>
        <w:t xml:space="preserve"> ہوئی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معاشر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و شعور کو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جاگ ا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بحثوں، مذاکروں اور مناظروں کا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شروع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مذاکرات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اسلام کو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فائد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ا،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محرکات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="002E1092">
        <w:rPr>
          <w:rFonts w:hint="cs"/>
          <w:rtl/>
        </w:rPr>
        <w:t xml:space="preserve"> پہلا </w:t>
      </w:r>
      <w:r w:rsidRPr="00385AE7">
        <w:rPr>
          <w:rFonts w:hint="cs"/>
          <w:rtl/>
        </w:rPr>
        <w:t xml:space="preserve">سبب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پور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پورا معاشر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tl/>
        </w:rPr>
        <w:t xml:space="preserve">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کو علم حاصل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لوگوں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جانت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حسن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محرک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 و دانش ک</w:t>
      </w:r>
      <w:r>
        <w:rPr>
          <w:rFonts w:hint="cs"/>
          <w:rtl/>
        </w:rPr>
        <w:t>ی</w:t>
      </w:r>
      <w:r>
        <w:rPr>
          <w:rtl/>
        </w:rPr>
        <w:t xml:space="preserve"> اس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قافل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قافل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کا رواں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دوسرا عامل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مختلف قوموں،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لوں،</w:t>
      </w:r>
      <w:r>
        <w:rPr>
          <w:rtl/>
        </w:rPr>
        <w:t xml:space="preserve"> علاقوں اور ذاتوں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تعلق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 مشرف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افراد کو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خاص لگاؤ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محرک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کو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وطن ق</w:t>
      </w:r>
      <w:r>
        <w:rPr>
          <w:rFonts w:hint="eastAsia"/>
          <w:rtl/>
        </w:rPr>
        <w:t>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اس</w:t>
      </w:r>
      <w:r>
        <w:rPr>
          <w:rtl/>
        </w:rPr>
        <w:t>لام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ر، علاق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وطن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کا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فائد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وقت جتن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ذات پات اور نسل پرست</w:t>
      </w:r>
      <w:r>
        <w:rPr>
          <w:rFonts w:hint="cs"/>
          <w:rtl/>
        </w:rPr>
        <w:t>ی</w:t>
      </w:r>
      <w:r>
        <w:rPr>
          <w:rtl/>
        </w:rPr>
        <w:t xml:space="preserve"> تصورات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دم تو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اخوت وبرادر</w:t>
      </w:r>
      <w:r>
        <w:rPr>
          <w:rFonts w:hint="cs"/>
          <w:rtl/>
        </w:rPr>
        <w:t>ی</w:t>
      </w:r>
      <w:r>
        <w:rPr>
          <w:rtl/>
        </w:rPr>
        <w:t xml:space="preserve"> کا تصور رواج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استاد مصر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</w:t>
      </w:r>
      <w:r>
        <w:rPr>
          <w:rFonts w:hint="eastAsia"/>
          <w:rtl/>
        </w:rPr>
        <w:t>و</w:t>
      </w:r>
      <w:r>
        <w:rPr>
          <w:rtl/>
        </w:rPr>
        <w:t xml:space="preserve"> شاگرد خراسان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شاگرد مصر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استاد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مدرس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حلق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نافع، عکرم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غلام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عراق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حجاز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 و آمد شروع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کا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رابط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اور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851B2F">
        <w:rPr>
          <w:rtl/>
        </w:rPr>
        <w:t xml:space="preserve"> ہم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کا راست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وار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 w:rsidR="00BF209D" w:rsidRPr="00385AE7">
        <w:rPr>
          <w:rFonts w:hint="cs"/>
          <w:rtl/>
        </w:rPr>
        <w:t>رہتے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روادار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عالم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کوئ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نہیں </w:t>
      </w:r>
      <w:r>
        <w:rPr>
          <w:rtl/>
        </w:rPr>
        <w:t>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پادر</w:t>
      </w:r>
      <w:r>
        <w:rPr>
          <w:rFonts w:hint="cs"/>
          <w:rtl/>
        </w:rPr>
        <w:t>ی</w:t>
      </w:r>
      <w:r>
        <w:rPr>
          <w:rtl/>
        </w:rPr>
        <w:t xml:space="preserve"> موجود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مسلمانوں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</w:t>
      </w:r>
      <w:r>
        <w:rPr>
          <w:rFonts w:hint="eastAsia"/>
          <w:rtl/>
        </w:rPr>
        <w:t>اء</w:t>
      </w:r>
      <w:r>
        <w:rPr>
          <w:rtl/>
        </w:rPr>
        <w:t xml:space="preserve"> کا دل</w:t>
      </w:r>
      <w:r>
        <w:rPr>
          <w:rFonts w:hint="cs"/>
          <w:rtl/>
        </w:rPr>
        <w:t>ی</w:t>
      </w:r>
      <w:r>
        <w:rPr>
          <w:rtl/>
        </w:rPr>
        <w:t xml:space="preserve"> طور پر احترام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 و تجرب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استفاد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ا؟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رودار</w:t>
      </w:r>
      <w:r>
        <w:rPr>
          <w:rFonts w:hint="cs"/>
          <w:rtl/>
        </w:rPr>
        <w:t>ی</w:t>
      </w:r>
      <w:r>
        <w:rPr>
          <w:rtl/>
        </w:rPr>
        <w:t xml:space="preserve"> کا مظ</w:t>
      </w:r>
      <w:r w:rsidR="00ED61E8">
        <w:rPr>
          <w:rtl/>
        </w:rPr>
        <w:t xml:space="preserve">اہر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 کاف</w:t>
      </w:r>
      <w:r>
        <w:rPr>
          <w:rFonts w:hint="cs"/>
          <w:rtl/>
        </w:rPr>
        <w:t>ی</w:t>
      </w:r>
      <w:r>
        <w:rPr>
          <w:rtl/>
        </w:rPr>
        <w:t xml:space="preserve"> حد تک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آ</w:t>
      </w:r>
      <w:r>
        <w:rPr>
          <w:rtl/>
        </w:rPr>
        <w:t>پ کو کس</w:t>
      </w:r>
      <w:r>
        <w:rPr>
          <w:rFonts w:hint="cs"/>
          <w:rtl/>
        </w:rPr>
        <w:t>ی</w:t>
      </w:r>
      <w:r>
        <w:rPr>
          <w:rtl/>
        </w:rPr>
        <w:t xml:space="preserve"> علم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فن ک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اور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مسلم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حاصل کر 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علام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(رح)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وسلم کا ارشاد گرام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"خذوا الحکم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ولو من مشرک"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آپ کو مشرک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علم و حکمت حاصل کرنا پ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ضرور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"الحکم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ضال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المؤمن </w:t>
      </w:r>
      <w:r>
        <w:rPr>
          <w:rFonts w:hint="cs"/>
          <w:rtl/>
        </w:rPr>
        <w:t>ی</w:t>
      </w:r>
      <w:r>
        <w:rPr>
          <w:rFonts w:hint="eastAsia"/>
          <w:rtl/>
        </w:rPr>
        <w:t>اخذ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نما</w:t>
      </w:r>
      <w:r>
        <w:rPr>
          <w:rtl/>
        </w:rPr>
        <w:t xml:space="preserve"> وجد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ا"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حکمت مومن کا گم کرد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خزان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 xml:space="preserve">اس کو حاصل کرو </w:t>
      </w:r>
      <w:r w:rsidR="003B21A7" w:rsidRPr="00385AE7">
        <w:rPr>
          <w:rFonts w:hint="cs"/>
          <w:rtl/>
        </w:rPr>
        <w:t>چاہے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جگ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 xml:space="preserve">"ولو من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مشرک"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خوا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والا مشرک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: </w:t>
      </w:r>
    </w:p>
    <w:p w:rsidR="00827A66" w:rsidRDefault="007F7100" w:rsidP="0054016C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Fonts w:hint="eastAsia"/>
          <w:rtl/>
        </w:rPr>
        <w:t>ؤت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tl/>
        </w:rPr>
        <w:t xml:space="preserve"> الحکم</w:t>
      </w:r>
      <w:r w:rsidRPr="00C51D81">
        <w:rPr>
          <w:rStyle w:val="libAieChar"/>
          <w:rFonts w:hint="cs"/>
          <w:rtl/>
        </w:rPr>
        <w:t>ة</w:t>
      </w:r>
      <w:r w:rsidRPr="00743BB0">
        <w:rPr>
          <w:rStyle w:val="libAieChar"/>
          <w:rtl/>
        </w:rPr>
        <w:t xml:space="preserve"> من 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Fonts w:hint="eastAsia"/>
          <w:rtl/>
        </w:rPr>
        <w:t>شاء</w:t>
      </w:r>
      <w:r w:rsidRPr="00743BB0">
        <w:rPr>
          <w:rStyle w:val="libAieChar"/>
          <w:rtl/>
        </w:rPr>
        <w:t xml:space="preserve"> ومن 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Fonts w:hint="eastAsia"/>
          <w:rtl/>
        </w:rPr>
        <w:t>وت</w:t>
      </w:r>
      <w:r w:rsidRPr="00743BB0">
        <w:rPr>
          <w:rStyle w:val="libAieChar"/>
          <w:rtl/>
        </w:rPr>
        <w:t xml:space="preserve"> الحکم</w:t>
      </w:r>
      <w:r w:rsidRPr="00C51D81">
        <w:rPr>
          <w:rStyle w:val="libAieChar"/>
          <w:rFonts w:hint="cs"/>
          <w:rtl/>
        </w:rPr>
        <w:t>ة</w:t>
      </w:r>
      <w:r w:rsidRPr="00743BB0">
        <w:rPr>
          <w:rStyle w:val="libAieChar"/>
          <w:rtl/>
        </w:rPr>
        <w:t xml:space="preserve"> فقد اوت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tl/>
        </w:rPr>
        <w:t xml:space="preserve"> خ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Fonts w:hint="eastAsia"/>
          <w:rtl/>
        </w:rPr>
        <w:t>راً</w:t>
      </w:r>
      <w:r w:rsidRPr="00743BB0">
        <w:rPr>
          <w:rStyle w:val="libAieChar"/>
          <w:rtl/>
        </w:rPr>
        <w:t xml:space="preserve"> کث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Fonts w:hint="eastAsia"/>
          <w:rtl/>
        </w:rPr>
        <w:t>راً</w:t>
      </w:r>
      <w:r w:rsidRPr="007F7100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827A66">
        <w:rPr>
          <w:rtl/>
        </w:rPr>
        <w:t xml:space="preserve"> </w:t>
      </w:r>
      <w:r w:rsidR="0054016C" w:rsidRPr="00B0371A">
        <w:rPr>
          <w:rStyle w:val="libFootnotenumChar"/>
          <w:rFonts w:hint="cs"/>
          <w:rtl/>
        </w:rPr>
        <w:t>(26)</w:t>
      </w:r>
      <w:r w:rsidR="00827A66"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"اور جس کو (خدا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) حکمت عطا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</w:t>
      </w:r>
      <w:r w:rsidR="000E44EB">
        <w:rPr>
          <w:rtl/>
        </w:rPr>
        <w:t xml:space="preserve"> ہی </w:t>
      </w:r>
      <w:r w:rsidR="005A655B">
        <w:rPr>
          <w:rtl/>
        </w:rPr>
        <w:t xml:space="preserve">نہیں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دولت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علم مومن کا گمشد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خزان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اگر انسان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کتنا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ا س کو کس طرح تلاش کرتا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مثال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انگو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تو آپ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مل جا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تو</w:t>
      </w:r>
      <w:r w:rsidR="005A655B">
        <w:rPr>
          <w:rtl/>
        </w:rPr>
        <w:t xml:space="preserve"> بہت 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علم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سکت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کو تلاش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طلب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انسان کو اتن</w:t>
      </w:r>
      <w:r>
        <w:rPr>
          <w:rFonts w:hint="cs"/>
          <w:rtl/>
        </w:rPr>
        <w:t>ی</w:t>
      </w:r>
      <w:r>
        <w:rPr>
          <w:rtl/>
        </w:rPr>
        <w:t xml:space="preserve"> محنت 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والا اور فن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والا مومن و مسلمان</w:t>
      </w:r>
      <w:r w:rsidR="000E44EB">
        <w:rPr>
          <w:rtl/>
        </w:rPr>
        <w:t xml:space="preserve"> ہی </w:t>
      </w:r>
      <w:r w:rsidR="00FD708B">
        <w:rPr>
          <w:rtl/>
        </w:rPr>
        <w:t>ہو</w:t>
      </w:r>
      <w:r w:rsidRPr="00385AE7">
        <w:rPr>
          <w:rFonts w:hint="cs"/>
          <w:rtl/>
        </w:rPr>
        <w:t>،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علوم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کنالوج</w:t>
      </w:r>
      <w:r>
        <w:rPr>
          <w:rFonts w:hint="cs"/>
          <w:rtl/>
        </w:rPr>
        <w:t>ی</w:t>
      </w:r>
      <w:r>
        <w:rPr>
          <w:rtl/>
        </w:rPr>
        <w:t xml:space="preserve"> کافروں، </w:t>
      </w:r>
      <w:r>
        <w:rPr>
          <w:rFonts w:hint="eastAsia"/>
          <w:rtl/>
        </w:rPr>
        <w:t>مشرکوں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حاصل کر 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ارشاد گرام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"مومن علم کو کافر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عارض</w:t>
      </w:r>
      <w:r>
        <w:rPr>
          <w:rFonts w:hint="cs"/>
          <w:rtl/>
        </w:rPr>
        <w:t>ی</w:t>
      </w:r>
      <w:r>
        <w:rPr>
          <w:rtl/>
        </w:rPr>
        <w:t xml:space="preserve"> مال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خود کو اس کا اصل</w:t>
      </w:r>
      <w:r>
        <w:rPr>
          <w:rFonts w:hint="cs"/>
          <w:rtl/>
        </w:rPr>
        <w:t>ی</w:t>
      </w:r>
      <w:r>
        <w:rPr>
          <w:rtl/>
        </w:rPr>
        <w:t xml:space="preserve"> مالک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"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علم کا لباس مومن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کو جچتا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کافر کو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مسلمانوں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سلوک کرنا اس بات کا سبب بنا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تلاش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دائر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مسلمان،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محلّ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BF209D">
        <w:rPr>
          <w:rtl/>
        </w:rPr>
        <w:t>رہتے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کا مظ</w:t>
      </w:r>
      <w:r w:rsidR="00ED61E8">
        <w:rPr>
          <w:rtl/>
        </w:rPr>
        <w:t xml:space="preserve">اہر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استفاد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پور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معاشر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ور مور خ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وسعت قلب</w:t>
      </w:r>
      <w:r>
        <w:rPr>
          <w:rFonts w:hint="cs"/>
          <w:rtl/>
        </w:rPr>
        <w:t>ی</w:t>
      </w:r>
      <w:r>
        <w:rPr>
          <w:rtl/>
        </w:rPr>
        <w:t xml:space="preserve"> کو انسان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بالخصوص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شگون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tl/>
        </w:rPr>
        <w:t>و نقل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طور پر درج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اجت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پر فائز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علم ال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جب ان ک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عصر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اسحٰق صاب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انتقال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رض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ابو اسحٰق صاب</w:t>
      </w:r>
      <w:r>
        <w:rPr>
          <w:rFonts w:hint="cs"/>
          <w:rtl/>
        </w:rPr>
        <w:t>ی</w:t>
      </w:r>
      <w:r>
        <w:rPr>
          <w:rtl/>
        </w:rPr>
        <w:t xml:space="preserve"> مسلمان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مجوس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جلت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حامل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سکتا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ممتاز دانشور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ناط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حوال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ما</w:t>
      </w:r>
      <w:r w:rsidRPr="004D70B9">
        <w:rPr>
          <w:rFonts w:hint="cs"/>
          <w:rtl/>
        </w:rPr>
        <w:t>ہ</w:t>
      </w:r>
      <w:r>
        <w:rPr>
          <w:rtl/>
        </w:rPr>
        <w:t xml:space="preserve">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کو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</w:t>
      </w:r>
      <w:r w:rsidR="005A655B">
        <w:rPr>
          <w:rtl/>
        </w:rPr>
        <w:t xml:space="preserve"> ہیں </w:t>
      </w:r>
      <w:r>
        <w:rPr>
          <w:rtl/>
        </w:rPr>
        <w:t>تو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کو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ہیں </w:t>
      </w:r>
      <w:r>
        <w:rPr>
          <w:rtl/>
        </w:rPr>
        <w:t>تو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ادب کا تقاضا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افراد معاشر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احترام کرت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اقدار کا احترام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حملوا عل</w:t>
      </w:r>
      <w:r>
        <w:rPr>
          <w:rFonts w:hint="cs"/>
          <w:rtl/>
        </w:rPr>
        <w:t>ی</w:t>
      </w:r>
      <w:r>
        <w:rPr>
          <w:rtl/>
        </w:rPr>
        <w:t xml:space="preserve"> الاعواد </w:t>
      </w:r>
    </w:p>
    <w:p w:rsidR="00827A66" w:rsidRDefault="00827A66" w:rsidP="00743BB0">
      <w:pPr>
        <w:pStyle w:val="libArabic"/>
        <w:rPr>
          <w:rtl/>
        </w:rPr>
      </w:pPr>
      <w:r>
        <w:rPr>
          <w:rFonts w:hint="eastAsia"/>
          <w:rtl/>
        </w:rPr>
        <w:t>ارا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خبا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الناد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کون شخص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کو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کند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پر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محفلوں کا چراغ بج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>
        <w:rPr>
          <w:rtl/>
        </w:rPr>
        <w:t xml:space="preserve">؟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جو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بزرگ عالم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اں: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"انما رث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 کا مرث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عالم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دانشمند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پر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اہل </w:t>
      </w:r>
      <w:r w:rsidRPr="00385AE7">
        <w:rPr>
          <w:rFonts w:hint="cs"/>
          <w:rtl/>
        </w:rPr>
        <w:t>علم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اگر اس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لوگ اس عالم کو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حسن اخلاق اور روادار</w:t>
      </w:r>
      <w:r>
        <w:rPr>
          <w:rFonts w:hint="cs"/>
          <w:rtl/>
        </w:rPr>
        <w:t>ی</w:t>
      </w:r>
      <w:r>
        <w:rPr>
          <w:rtl/>
        </w:rPr>
        <w:t xml:space="preserve"> کا مظ</w:t>
      </w:r>
      <w:r w:rsidR="00ED61E8">
        <w:rPr>
          <w:rtl/>
        </w:rPr>
        <w:t xml:space="preserve">اہر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عظمت اور اسلام ک</w:t>
      </w:r>
      <w:r>
        <w:rPr>
          <w:rFonts w:hint="cs"/>
          <w:rtl/>
        </w:rPr>
        <w:t>ی</w:t>
      </w:r>
      <w:r>
        <w:rPr>
          <w:rtl/>
        </w:rPr>
        <w:t xml:space="preserve"> پاسدار</w:t>
      </w:r>
      <w:r>
        <w:rPr>
          <w:rFonts w:hint="cs"/>
          <w:rtl/>
        </w:rPr>
        <w:t>ی</w:t>
      </w:r>
      <w:r>
        <w:rPr>
          <w:rtl/>
        </w:rPr>
        <w:t xml:space="preserve"> کا عمل</w:t>
      </w:r>
      <w:r>
        <w:rPr>
          <w:rFonts w:hint="cs"/>
          <w:rtl/>
        </w:rPr>
        <w:t>ی</w:t>
      </w:r>
      <w:r>
        <w:rPr>
          <w:rtl/>
        </w:rPr>
        <w:t xml:space="preserve">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شاگر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مولا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ہوئے </w:t>
      </w:r>
      <w:r w:rsidRPr="00385AE7">
        <w:rPr>
          <w:rFonts w:hint="cs"/>
          <w:rtl/>
        </w:rPr>
        <w:t>کلام کو جمع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 امجد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بہت 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تو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علم و حکمت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محرکات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شعور</w:t>
      </w:r>
      <w:r>
        <w:rPr>
          <w:rFonts w:hint="cs"/>
          <w:rtl/>
        </w:rPr>
        <w:t>ی</w:t>
      </w:r>
      <w:r>
        <w:rPr>
          <w:rtl/>
        </w:rPr>
        <w:t xml:space="preserve"> طور پر پختگ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ہوئی </w:t>
      </w:r>
      <w:r>
        <w:rPr>
          <w:rtl/>
        </w:rPr>
        <w:t>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علم و عمل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حضرت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پس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گفتگو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ظ</w:t>
      </w:r>
      <w:r w:rsidR="00ED61E8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 w:rsidR="005A655B">
        <w:rPr>
          <w:rtl/>
        </w:rPr>
        <w:t xml:space="preserve"> نہیں </w:t>
      </w:r>
      <w:r>
        <w:rPr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تو آپ اور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کارنا</w:t>
      </w:r>
      <w:r>
        <w:rPr>
          <w:rtl/>
        </w:rPr>
        <w:t>م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کو جس طرح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ملا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لمح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ضائع کئ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شمار قابل ستائش کام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طور پر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جتن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کارنام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5A655B">
        <w:rPr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سب صادق آل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ون منت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مراکز تو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="005A655B" w:rsidRPr="00385AE7">
        <w:rPr>
          <w:rFonts w:hint="cs"/>
          <w:rtl/>
        </w:rPr>
        <w:t xml:space="preserve"> اہل </w:t>
      </w:r>
      <w:r w:rsidRPr="00385AE7">
        <w:rPr>
          <w:rFonts w:hint="cs"/>
          <w:rtl/>
        </w:rPr>
        <w:t>سنت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مراکز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ضرور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="005A655B" w:rsidRPr="00385AE7">
        <w:rPr>
          <w:rFonts w:hint="cs"/>
          <w:rtl/>
        </w:rPr>
        <w:t xml:space="preserve"> اہل </w:t>
      </w:r>
      <w:r w:rsidRPr="00385AE7">
        <w:rPr>
          <w:rFonts w:hint="cs"/>
          <w:rtl/>
        </w:rPr>
        <w:t>سنت حضرات ک</w:t>
      </w:r>
      <w:r>
        <w:rPr>
          <w:rFonts w:hint="cs"/>
          <w:rtl/>
        </w:rPr>
        <w:t>ی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الاز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قبل فاطم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جامع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5A655B" w:rsidRPr="00385AE7">
        <w:rPr>
          <w:rFonts w:hint="cs"/>
          <w:rtl/>
        </w:rPr>
        <w:t xml:space="preserve"> اہل </w:t>
      </w:r>
      <w:r w:rsidRPr="00385AE7">
        <w:rPr>
          <w:rFonts w:hint="cs"/>
          <w:rtl/>
        </w:rPr>
        <w:t>تسنن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مدرس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ادار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بنت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 لوگوں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اعتراض (ک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ا؟) کا جواب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ان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بغور سنن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جنگ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اسلام تو امن و سلامت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مسلمان تو صرف دفاع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مجاز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، آپ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حلم و بردبار</w:t>
      </w:r>
      <w:r>
        <w:rPr>
          <w:rFonts w:hint="cs"/>
          <w:rtl/>
        </w:rPr>
        <w:t>ی</w:t>
      </w:r>
      <w:r>
        <w:rPr>
          <w:rtl/>
        </w:rPr>
        <w:t xml:space="preserve"> اور حسن تدبر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فقط ماحول کو خوشگوار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کو شعور بخشا، علم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مالا مال ک</w:t>
      </w:r>
      <w:r>
        <w:rPr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عظمت و رفعت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سوال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عنان حکومت </w:t>
      </w:r>
      <w:r w:rsidR="005A655B" w:rsidRPr="004D70B9">
        <w:rPr>
          <w:rFonts w:hint="cs"/>
          <w:rtl/>
        </w:rPr>
        <w:t xml:space="preserve">ہاتھ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خدمت کر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امن</w:t>
      </w:r>
      <w:r w:rsidR="005A655B">
        <w:rPr>
          <w:rtl/>
        </w:rPr>
        <w:t xml:space="preserve"> رہنے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کو جام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نوش کرنا پ</w:t>
      </w:r>
      <w:r w:rsidRPr="004D70B9">
        <w:rPr>
          <w:rFonts w:hint="cs"/>
          <w:rtl/>
        </w:rPr>
        <w:t>ڑ</w:t>
      </w:r>
      <w:r>
        <w:rPr>
          <w:rtl/>
        </w:rPr>
        <w:t xml:space="preserve">ا؟ تو اس کا جواب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حالات اس قدر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سازگار و خوشگو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کو حکومت و خلافت مل جات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حکمرانوں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کران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ED61E8">
        <w:rPr>
          <w:rtl/>
        </w:rPr>
        <w:t>اہم</w:t>
      </w:r>
      <w:r w:rsidRPr="00385AE7">
        <w:rPr>
          <w:rFonts w:hint="cs"/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طرف توج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علماء فضلاء، فق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اء اور دانشور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انسانوں پر احسان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وقت وقت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حال،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اسلام اور مظلوم طبق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مامون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ملا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محفلوں اور حکومت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ن</w:t>
      </w:r>
      <w:r>
        <w:rPr>
          <w:rFonts w:hint="eastAsia"/>
          <w:rtl/>
        </w:rPr>
        <w:t>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 کر ترجمان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بن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ا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مددک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دو سال تک مامون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آپ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نظر</w:t>
      </w:r>
      <w:r w:rsidR="005A655B">
        <w:rPr>
          <w:rtl/>
        </w:rPr>
        <w:t xml:space="preserve"> نہیں </w:t>
      </w:r>
      <w:r>
        <w:rPr>
          <w:rtl/>
        </w:rPr>
        <w:t>آت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ملا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</w:t>
      </w:r>
      <w:r>
        <w:rPr>
          <w:rFonts w:hint="eastAsia"/>
          <w:rtl/>
        </w:rPr>
        <w:t>مون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دور شروع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جو کرنا 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بندشوں اور رکاو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آپ کو جام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نوش کرنا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جو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باپ دادا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ورث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48" w:name="_Toc508875401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جواب</w:t>
      </w:r>
      <w:bookmarkEnd w:id="48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پر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جواب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سک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جابر 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سوف</w:t>
      </w:r>
      <w:r>
        <w:rPr>
          <w:rFonts w:hint="cs"/>
          <w:rtl/>
        </w:rPr>
        <w:t>ی</w:t>
      </w:r>
      <w:r>
        <w:rPr>
          <w:rtl/>
        </w:rPr>
        <w:t xml:space="preserve"> صد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درس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البت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جو جابر کو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شاگردتسل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کا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نا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جابر کا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کا دوران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جابر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شاگردوں کا شاگرد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جابر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راست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جابر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ت حاصل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موجود ن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،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 w:rsidR="00211648" w:rsidRPr="00385AE7">
        <w:rPr>
          <w:rFonts w:hint="cs"/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مخلتف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ن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شاگرد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جس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سمندر علم س</w:t>
      </w:r>
      <w:r w:rsidRPr="004D70B9">
        <w:rPr>
          <w:rFonts w:hint="cs"/>
          <w:rtl/>
        </w:rPr>
        <w:t>ے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کر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: </w:t>
      </w:r>
    </w:p>
    <w:p w:rsidR="00827A66" w:rsidRDefault="00827A66" w:rsidP="0030292A">
      <w:pPr>
        <w:pStyle w:val="libNormal"/>
        <w:rPr>
          <w:rtl/>
        </w:rPr>
      </w:pPr>
      <w:r w:rsidRPr="00743BB0">
        <w:rPr>
          <w:rStyle w:val="libArabicChar"/>
          <w:rtl/>
        </w:rPr>
        <w:t xml:space="preserve">"ان </w:t>
      </w:r>
      <w:r w:rsidR="005132F6" w:rsidRPr="004D70B9">
        <w:rPr>
          <w:rStyle w:val="libArabicChar"/>
          <w:rFonts w:hint="cs"/>
          <w:rtl/>
        </w:rPr>
        <w:t>هه</w:t>
      </w:r>
      <w:r w:rsidRPr="00743BB0">
        <w:rPr>
          <w:rStyle w:val="libArabicChar"/>
          <w:rFonts w:hint="cs"/>
          <w:rtl/>
        </w:rPr>
        <w:t>نا لعلما جما لو اصبت ل</w:t>
      </w:r>
      <w:r w:rsidR="005132F6" w:rsidRPr="004D70B9">
        <w:rPr>
          <w:rStyle w:val="libArabicChar"/>
          <w:rFonts w:hint="cs"/>
          <w:rtl/>
        </w:rPr>
        <w:t>ه</w:t>
      </w:r>
      <w:r w:rsidRPr="00743BB0">
        <w:rPr>
          <w:rStyle w:val="libArabicChar"/>
          <w:rFonts w:hint="cs"/>
          <w:rtl/>
        </w:rPr>
        <w:t xml:space="preserve"> حمل</w:t>
      </w:r>
      <w:r w:rsidR="004D70B9" w:rsidRPr="004D70B9">
        <w:rPr>
          <w:rStyle w:val="libArabicChar"/>
          <w:rFonts w:hint="cs"/>
          <w:rtl/>
        </w:rPr>
        <w:t>ة</w:t>
      </w:r>
      <w:r w:rsidRPr="00743BB0">
        <w:rPr>
          <w:rStyle w:val="libArabicChar"/>
          <w:rtl/>
        </w:rPr>
        <w:t>"</w:t>
      </w:r>
      <w:r>
        <w:rPr>
          <w:rtl/>
        </w:rPr>
        <w:t xml:space="preserve"> </w:t>
      </w:r>
      <w:r w:rsidR="0030292A" w:rsidRPr="00B0371A">
        <w:rPr>
          <w:rStyle w:val="libFootnotenumChar"/>
          <w:rFonts w:hint="cs"/>
          <w:rtl/>
        </w:rPr>
        <w:t>(27)</w:t>
      </w:r>
      <w:r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اقدس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="00EC330E">
        <w:rPr>
          <w:rtl/>
        </w:rPr>
        <w:t xml:space="preserve"> یہاں </w:t>
      </w:r>
      <w:r>
        <w:rPr>
          <w:rtl/>
        </w:rPr>
        <w:t>علم کا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موجود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کاش! اس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مل جات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>"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کوئ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سا؟</w:t>
      </w:r>
      <w:r>
        <w:rPr>
          <w:rtl/>
        </w:rPr>
        <w:t xml:space="preserve"> جو ذ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نا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 بنان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ارباب حق ودانش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تو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م</w:t>
      </w:r>
      <w:r>
        <w:rPr>
          <w:rFonts w:hint="eastAsia"/>
          <w:rtl/>
        </w:rPr>
        <w:t>گر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ملتا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لذتوں پر م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جمع آور</w:t>
      </w:r>
      <w:r>
        <w:rPr>
          <w:rFonts w:hint="cs"/>
          <w:rtl/>
        </w:rPr>
        <w:t>ی</w:t>
      </w:r>
      <w:r>
        <w:rPr>
          <w:rtl/>
        </w:rPr>
        <w:t xml:space="preserve">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پر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211648">
        <w:rPr>
          <w:rtl/>
        </w:rPr>
        <w:t xml:space="preserve"> ہوئے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123478" w:rsidRDefault="00123478" w:rsidP="005132F6">
      <w:pPr>
        <w:pStyle w:val="libNormal"/>
        <w:rPr>
          <w:rtl/>
        </w:rPr>
      </w:pPr>
      <w:r>
        <w:rPr>
          <w:rtl/>
        </w:rPr>
        <w:br w:type="page"/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49" w:name="_Toc508875402"/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کاظم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5132F6">
        <w:rPr>
          <w:rFonts w:hint="cs"/>
          <w:rtl/>
        </w:rPr>
        <w:t>ھادت اور اس کے محرکات</w:t>
      </w:r>
      <w:bookmarkEnd w:id="49"/>
      <w:r w:rsidRPr="005132F6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026058" w:rsidRDefault="00827A66" w:rsidP="0030292A">
      <w:pPr>
        <w:pStyle w:val="libNormal"/>
        <w:rPr>
          <w:rtl/>
        </w:rPr>
      </w:pPr>
      <w:r w:rsidRPr="00743BB0">
        <w:rPr>
          <w:rStyle w:val="libArabicChar"/>
          <w:rtl/>
        </w:rPr>
        <w:t>"انتم الصراط الاقوم والسب</w:t>
      </w:r>
      <w:r w:rsidRPr="00743BB0">
        <w:rPr>
          <w:rStyle w:val="libArabicChar"/>
          <w:rFonts w:hint="cs"/>
          <w:rtl/>
        </w:rPr>
        <w:t>ی</w:t>
      </w:r>
      <w:r w:rsidRPr="00743BB0">
        <w:rPr>
          <w:rStyle w:val="libArabicChar"/>
          <w:rFonts w:hint="eastAsia"/>
          <w:rtl/>
        </w:rPr>
        <w:t>ل</w:t>
      </w:r>
      <w:r w:rsidRPr="00743BB0">
        <w:rPr>
          <w:rStyle w:val="libArabicChar"/>
          <w:rtl/>
        </w:rPr>
        <w:t xml:space="preserve"> الاعظم وش</w:t>
      </w:r>
      <w:r w:rsidR="005132F6" w:rsidRPr="004D70B9">
        <w:rPr>
          <w:rStyle w:val="libArabicChar"/>
          <w:rFonts w:hint="cs"/>
          <w:rtl/>
        </w:rPr>
        <w:t>ه</w:t>
      </w:r>
      <w:r w:rsidRPr="00743BB0">
        <w:rPr>
          <w:rStyle w:val="libArabicChar"/>
          <w:rFonts w:hint="cs"/>
          <w:rtl/>
        </w:rPr>
        <w:t>داء دار الفناء وشفعاء دار البقاء"</w:t>
      </w:r>
      <w:r w:rsidRPr="00385AE7">
        <w:rPr>
          <w:rFonts w:hint="cs"/>
          <w:rtl/>
        </w:rPr>
        <w:t xml:space="preserve"> </w:t>
      </w:r>
      <w:r w:rsidR="0030292A" w:rsidRPr="00743BB0">
        <w:rPr>
          <w:rStyle w:val="libFootnotenumChar"/>
          <w:rFonts w:hint="cs"/>
          <w:rtl/>
        </w:rPr>
        <w:t>(28)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"آپ</w:t>
      </w:r>
      <w:r w:rsidR="000E44EB">
        <w:rPr>
          <w:rtl/>
        </w:rPr>
        <w:t xml:space="preserve"> ہی </w:t>
      </w:r>
      <w:r>
        <w:rPr>
          <w:rtl/>
        </w:rPr>
        <w:t>صراط اقوام (ب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راست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)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(وس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>) اس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گوا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باق</w:t>
      </w:r>
      <w:r>
        <w:rPr>
          <w:rFonts w:hint="cs"/>
          <w:rtl/>
        </w:rPr>
        <w:t>ی</w:t>
      </w:r>
      <w:r w:rsidR="005A655B">
        <w:rPr>
          <w:rtl/>
        </w:rPr>
        <w:t xml:space="preserve"> رہنے </w:t>
      </w:r>
      <w:r w:rsidRPr="00385AE7">
        <w:rPr>
          <w:rFonts w:hint="cs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امام زمان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حکم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جام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نوش فرما چک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موت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eastAsia"/>
          <w:rtl/>
        </w:rPr>
        <w:t>اعث</w:t>
      </w:r>
      <w:r>
        <w:rPr>
          <w:rtl/>
        </w:rPr>
        <w:t xml:space="preserve"> افتخار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ارا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امام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خدا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دعا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ہیں </w:t>
      </w:r>
      <w:r>
        <w:rPr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متعارف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ارا آقا و مولا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فرمات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بستر ک</w:t>
      </w:r>
      <w:r>
        <w:rPr>
          <w:rFonts w:hint="cs"/>
          <w:rtl/>
        </w:rPr>
        <w:t>ی</w:t>
      </w:r>
      <w:r>
        <w:rPr>
          <w:rtl/>
        </w:rPr>
        <w:t xml:space="preserve"> موت کو سخت ناپسند کرتا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پر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زار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زاروں زخم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بستر ک</w:t>
      </w:r>
      <w:r>
        <w:rPr>
          <w:rFonts w:hint="cs"/>
          <w:rtl/>
        </w:rPr>
        <w:t>ی</w:t>
      </w:r>
      <w:r>
        <w:rPr>
          <w:rtl/>
        </w:rPr>
        <w:t xml:space="preserve"> موت مروں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التجاء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تمناؤں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تمنا، آرزوؤں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آرزو،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خدا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سرخ</w:t>
      </w:r>
      <w:r>
        <w:rPr>
          <w:rtl/>
        </w:rPr>
        <w:t xml:space="preserve"> خون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کر اپن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عطا فرما،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رحم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و 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"انتم الصراط الاقوم، والسب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الاعظم و ش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داء دار الفناء وشفعاء دار البقاء"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آپ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راست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 w:rsidR="00ED61E8">
        <w:rPr>
          <w:rtl/>
        </w:rPr>
        <w:t xml:space="preserve">اہر 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اس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شفاعت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بخشوان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عام طور پر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>
        <w:rPr>
          <w:rtl/>
        </w:rPr>
        <w:t>"تو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"ک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صادق ا</w:t>
      </w:r>
      <w:r>
        <w:rPr>
          <w:rtl/>
        </w:rPr>
        <w:t>ور امام موس</w:t>
      </w:r>
      <w:r>
        <w:rPr>
          <w:rFonts w:hint="cs"/>
          <w:rtl/>
        </w:rPr>
        <w:t>ی</w:t>
      </w:r>
      <w:r>
        <w:rPr>
          <w:rtl/>
        </w:rPr>
        <w:t xml:space="preserve"> ابن جعفر کا لقب موس</w:t>
      </w:r>
      <w:r>
        <w:rPr>
          <w:rFonts w:hint="cs"/>
          <w:rtl/>
        </w:rPr>
        <w:t>ی</w:t>
      </w:r>
      <w:r>
        <w:rPr>
          <w:rtl/>
        </w:rPr>
        <w:t xml:space="preserve"> الکاظم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داء کا لقب حضرت امام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خاص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مطلب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گز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0E44EB">
        <w:rPr>
          <w:rtl/>
        </w:rPr>
        <w:t xml:space="preserve"> ہی </w:t>
      </w:r>
      <w:r>
        <w:rPr>
          <w:rtl/>
        </w:rPr>
        <w:t>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11648">
        <w:rPr>
          <w:rtl/>
        </w:rPr>
        <w:t xml:space="preserve"> ہوئے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اس طرح موس</w:t>
      </w:r>
      <w:r>
        <w:rPr>
          <w:rFonts w:hint="cs"/>
          <w:rtl/>
        </w:rPr>
        <w:t>ی</w:t>
      </w:r>
      <w:r>
        <w:rPr>
          <w:rtl/>
        </w:rPr>
        <w:t xml:space="preserve"> ابن جعفر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کاظم کا لقب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 xml:space="preserve">اس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صرف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کاظم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الرضا</w:t>
      </w:r>
      <w:r>
        <w:rPr>
          <w:rtl/>
        </w:rPr>
        <w:t xml:space="preserve"> کا لقب خاص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 xml:space="preserve">اس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رضا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ہیں </w:t>
      </w:r>
      <w:r>
        <w:rPr>
          <w:rtl/>
        </w:rPr>
        <w:t xml:space="preserve">اگر امام جعفر صادق کو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 xml:space="preserve">تو اس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وم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صادق</w:t>
      </w:r>
      <w:r w:rsidR="005A655B" w:rsidRPr="00385AE7">
        <w:rPr>
          <w:rFonts w:hint="cs"/>
          <w:rtl/>
        </w:rPr>
        <w:t xml:space="preserve"> نہیں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385AE7">
        <w:rPr>
          <w:rFonts w:hint="cs"/>
          <w:rtl/>
        </w:rPr>
        <w:lastRenderedPageBreak/>
        <w:t>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اور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عکس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تاث</w:t>
      </w:r>
      <w:r>
        <w:rPr>
          <w:rFonts w:hint="cs"/>
          <w:rtl/>
        </w:rPr>
        <w:t>ی</w:t>
      </w:r>
      <w:r>
        <w:rPr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خوشبو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نسب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50" w:name="_Toc508875403"/>
      <w:r>
        <w:rPr>
          <w:rFonts w:hint="eastAsia"/>
          <w:rtl/>
        </w:rPr>
        <w:t>ج</w:t>
      </w:r>
      <w:r w:rsidRPr="005132F6">
        <w:rPr>
          <w:rFonts w:hint="cs"/>
          <w:rtl/>
        </w:rPr>
        <w:t>ھاد</w:t>
      </w:r>
      <w:r>
        <w:rPr>
          <w:rtl/>
        </w:rPr>
        <w:t xml:space="preserve"> اور عصر</w:t>
      </w:r>
      <w:r>
        <w:rPr>
          <w:rFonts w:hint="cs"/>
          <w:rtl/>
        </w:rPr>
        <w:t>ی</w:t>
      </w:r>
      <w:r>
        <w:rPr>
          <w:rtl/>
        </w:rPr>
        <w:t xml:space="preserve"> تقاض</w:t>
      </w:r>
      <w:r w:rsidRPr="005132F6">
        <w:rPr>
          <w:rFonts w:hint="cs"/>
          <w:rtl/>
        </w:rPr>
        <w:t>ے</w:t>
      </w:r>
      <w:bookmarkEnd w:id="50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تمام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211648">
        <w:rPr>
          <w:rtl/>
        </w:rPr>
        <w:t xml:space="preserve"> ہوئے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بتلات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امام تلوار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سجاد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 اس</w:t>
      </w:r>
      <w:r>
        <w:rPr>
          <w:rFonts w:hint="cs"/>
          <w:rtl/>
        </w:rPr>
        <w:t>ی</w:t>
      </w:r>
      <w:r>
        <w:rPr>
          <w:rtl/>
        </w:rPr>
        <w:t xml:space="preserve"> طرح امام باقر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، </w:t>
      </w: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تمام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211648">
        <w:rPr>
          <w:rtl/>
        </w:rPr>
        <w:t xml:space="preserve"> ہوئے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اس کا جواب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انداز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اس</w:t>
      </w:r>
      <w:r>
        <w:rPr>
          <w:rFonts w:hint="cs"/>
          <w:rtl/>
        </w:rPr>
        <w:t>ی</w:t>
      </w:r>
      <w:r>
        <w:rPr>
          <w:rtl/>
        </w:rPr>
        <w:t xml:space="preserve"> طرح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ناسمج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لوگ تک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ظالم حکمرانوں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گزارنا پسند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اعتراض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ہہ</w:t>
      </w:r>
      <w:r w:rsidRPr="00385AE7">
        <w:rPr>
          <w:rFonts w:hint="cs"/>
          <w:rtl/>
        </w:rPr>
        <w:t xml:space="preserve"> کر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غلط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مسلمان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کو جانچنا اور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چاننا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امام ظالم حکومت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وت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کرسکتا اور ن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خاموش </w:t>
      </w:r>
      <w:r w:rsidR="00BF209D">
        <w:rPr>
          <w:rtl/>
        </w:rPr>
        <w:t>رہتے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ظالم حکمران حکومت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رہیں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حالات و واقعات کا فرق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موقع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محل ک</w:t>
      </w:r>
      <w:r>
        <w:rPr>
          <w:rFonts w:hint="cs"/>
          <w:rtl/>
        </w:rPr>
        <w:t>ی</w:t>
      </w:r>
      <w:r>
        <w:rPr>
          <w:rtl/>
        </w:rPr>
        <w:t xml:space="preserve"> مناسبت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ان کو مجبوراً تلوار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انا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گ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>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کا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حکومت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ظالموں، آمروں کو بار بار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مظالم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آواز حق بلند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اگر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اور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آواز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مظلوموں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صرف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مدد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حکمران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ملاقات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>
        <w:rPr>
          <w:rtl/>
        </w:rPr>
        <w:t xml:space="preserve"> من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وک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حکمران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مج</w:t>
      </w:r>
      <w:r w:rsidR="00851B2F">
        <w:rPr>
          <w:rtl/>
        </w:rPr>
        <w:t>اہ</w:t>
      </w:r>
      <w:r w:rsidRPr="00385AE7">
        <w:rPr>
          <w:rFonts w:hint="cs"/>
          <w:rtl/>
        </w:rPr>
        <w:t>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مقصد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آرام و سکون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کرنا 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کا ماد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اپنا اور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کا دفاع کرنا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جو کارنام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سرانجام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تلوار 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 تدبر اور مج</w:t>
      </w:r>
      <w:r w:rsidR="00851B2F">
        <w:rPr>
          <w:rtl/>
        </w:rPr>
        <w:t>اہ</w:t>
      </w:r>
      <w:r w:rsidRPr="00385AE7">
        <w:rPr>
          <w:rFonts w:hint="cs"/>
          <w:rtl/>
        </w:rPr>
        <w:t>دت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کرنا </w:t>
      </w:r>
      <w:r w:rsidR="005A655B" w:rsidRPr="004D70B9">
        <w:rPr>
          <w:rFonts w:hint="cs"/>
          <w:rtl/>
        </w:rPr>
        <w:t>ہمارے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باعث فخر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وقت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آل 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حق پر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کا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کام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جد امجد رسول اکرم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مقدس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تحفظ فر</w:t>
      </w:r>
      <w:r w:rsidR="00ED61E8">
        <w:rPr>
          <w:rtl/>
        </w:rPr>
        <w:t>اہم</w:t>
      </w:r>
      <w:r w:rsidRPr="00385AE7">
        <w:rPr>
          <w:rFonts w:hint="cs"/>
          <w:rtl/>
        </w:rPr>
        <w:t xml:space="preserve"> کر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آج ان کا دشمن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مستحق لعنت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عبد</w:t>
      </w:r>
      <w:r>
        <w:rPr>
          <w:rFonts w:hint="eastAsia"/>
          <w:rtl/>
        </w:rPr>
        <w:t>الملک</w:t>
      </w:r>
      <w:r>
        <w:rPr>
          <w:rtl/>
        </w:rPr>
        <w:t xml:space="preserve"> مروان، اولاد عبدالملک، عبد الملک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385AE7">
        <w:rPr>
          <w:rFonts w:hint="cs"/>
          <w:rtl/>
        </w:rPr>
        <w:lastRenderedPageBreak/>
        <w:t>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ے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العباس،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العباس سفاح،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مامون و متوکل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بدنام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شمار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جات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غاصب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حکمران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جتنا نقصان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پر ان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کم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فسق و فجور کا مظ</w:t>
      </w:r>
      <w:r w:rsidR="00ED61E8">
        <w:rPr>
          <w:rtl/>
        </w:rPr>
        <w:t xml:space="preserve">اہر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اسلام اور مسلمانوں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مخلص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لوگوں کو 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ظ</w:t>
      </w:r>
      <w:r w:rsidR="00ED61E8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طور پر اسلام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مراکز اور مساجد قائم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لوگوں کو باور کران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سچ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مسلمان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صرف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منافقان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نقاب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 xml:space="preserve">ا کر ان کا </w:t>
      </w:r>
      <w:r w:rsidRPr="004D70B9">
        <w:rPr>
          <w:rFonts w:hint="cs"/>
          <w:rtl/>
        </w:rPr>
        <w:t>ڈٹ</w:t>
      </w:r>
      <w:r w:rsidRPr="00385AE7">
        <w:rPr>
          <w:rFonts w:hint="cs"/>
          <w:rtl/>
        </w:rPr>
        <w:t xml:space="preserve"> کر مقا</w:t>
      </w:r>
      <w:r>
        <w:rPr>
          <w:rFonts w:hint="eastAsia"/>
          <w:rtl/>
        </w:rPr>
        <w:t>بل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راست پر</w:t>
      </w:r>
      <w:r>
        <w:rPr>
          <w:rtl/>
        </w:rPr>
        <w:t xml:space="preserve"> لان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پور کوشش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آل محمد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ان ظالموں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مج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دت و مقاومت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آج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منافق، خود نما مسلمان حکمرانوں کو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طور پر متعارف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کو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چ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 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کو ان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="00EF6DD1">
        <w:rPr>
          <w:rtl/>
        </w:rPr>
        <w:t>وہا</w:t>
      </w:r>
      <w:r w:rsidRPr="00385AE7">
        <w:rPr>
          <w:rFonts w:hint="cs"/>
          <w:rtl/>
        </w:rPr>
        <w:t>ت اور محرکات پر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النا چ</w:t>
      </w:r>
      <w:r w:rsidR="00EF6DD1" w:rsidRPr="00385AE7">
        <w:rPr>
          <w:rFonts w:hint="cs"/>
          <w:rtl/>
        </w:rPr>
        <w:t xml:space="preserve">اہتے 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آپ کو سال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سال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مشقت اور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گزارن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باوجود آپ کو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پر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مظالم </w:t>
      </w:r>
      <w:r w:rsidRPr="004D70B9">
        <w:rPr>
          <w:rFonts w:hint="cs"/>
          <w:rtl/>
        </w:rPr>
        <w:t>ڈھ</w:t>
      </w:r>
      <w:r w:rsidRPr="00385AE7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ملان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جب و</w:t>
      </w:r>
      <w:r w:rsidRPr="004D70B9">
        <w:rPr>
          <w:rFonts w:hint="cs"/>
          <w:rtl/>
        </w:rPr>
        <w:t>ہ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طرح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ناکام و نامراد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استقامت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المنزلت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کو بزدلان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حرکت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گران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ناکام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51" w:name="_Toc508875404"/>
      <w:r>
        <w:rPr>
          <w:rFonts w:hint="eastAsia"/>
          <w:rtl/>
        </w:rPr>
        <w:t>امام</w:t>
      </w:r>
      <w:r>
        <w:rPr>
          <w:rtl/>
        </w:rPr>
        <w:t xml:space="preserve"> زندان بصر</w:t>
      </w:r>
      <w:r w:rsidRPr="005132F6">
        <w:rPr>
          <w:rFonts w:hint="cs"/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1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مختلف زندانوں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توکل کس</w:t>
      </w:r>
      <w:r>
        <w:rPr>
          <w:rFonts w:hint="cs"/>
          <w:rtl/>
        </w:rPr>
        <w:t>ی</w:t>
      </w:r>
      <w:r>
        <w:rPr>
          <w:rtl/>
        </w:rPr>
        <w:t xml:space="preserve"> اور زندانوں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 آپ کو طرح طرح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مقصود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دوسر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جس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جات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جعفر منصور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 پوتا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اور بصر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گورنر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۔ھ</w:t>
      </w:r>
      <w:r w:rsidRPr="00385AE7">
        <w:rPr>
          <w:rFonts w:hint="cs"/>
          <w:rtl/>
        </w:rPr>
        <w:t>ر وقت نش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وش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اور رقص و سرور، ناچ گان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بقول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عارف خدا ترس، عابد و ز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 کر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کا تصور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سکتا،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>
        <w:rPr>
          <w:rtl/>
          <w:lang w:bidi="fa-IR"/>
        </w:rPr>
        <w:t>۷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لحج</w:t>
      </w:r>
      <w:r w:rsidRPr="004D70B9">
        <w:rPr>
          <w:rFonts w:hint="cs"/>
          <w:rtl/>
        </w:rPr>
        <w:t>ہ</w:t>
      </w:r>
      <w:r>
        <w:rPr>
          <w:rtl/>
        </w:rPr>
        <w:t xml:space="preserve"> سال </w:t>
      </w:r>
      <w:r>
        <w:rPr>
          <w:rtl/>
          <w:lang w:bidi="fa-IR"/>
        </w:rPr>
        <w:t>۱۷۸</w:t>
      </w:r>
      <w:r>
        <w:rPr>
          <w:rtl/>
        </w:rPr>
        <w:t>کو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زندان بصر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الاضح</w:t>
      </w:r>
      <w:r>
        <w:rPr>
          <w:rFonts w:hint="cs"/>
          <w:rtl/>
        </w:rPr>
        <w:t>ی</w:t>
      </w:r>
      <w:r>
        <w:rPr>
          <w:rtl/>
        </w:rPr>
        <w:t xml:space="preserve"> کا دن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لوگ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جشن منا</w:t>
      </w:r>
      <w:r w:rsidR="00EC330E">
        <w:rPr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آپ کو روحان</w:t>
      </w:r>
      <w:r>
        <w:rPr>
          <w:rFonts w:hint="cs"/>
          <w:rtl/>
        </w:rPr>
        <w:t>ی</w:t>
      </w:r>
      <w:r>
        <w:rPr>
          <w:rtl/>
        </w:rPr>
        <w:t xml:space="preserve"> و 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تک اس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851B2F">
        <w:rPr>
          <w:rtl/>
        </w:rPr>
        <w:t>اہ</w:t>
      </w:r>
      <w:r w:rsidRPr="00385AE7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کا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کوشاں</w:t>
      </w:r>
      <w:r w:rsidR="005A655B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تو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عب</w:t>
      </w:r>
      <w:r>
        <w:rPr>
          <w:rFonts w:hint="eastAsia"/>
          <w:rtl/>
        </w:rPr>
        <w:t>ادت</w:t>
      </w:r>
      <w:r>
        <w:rPr>
          <w:rtl/>
        </w:rPr>
        <w:t xml:space="preserve"> گزار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اس ک</w:t>
      </w:r>
      <w:r>
        <w:rPr>
          <w:rFonts w:hint="cs"/>
          <w:rtl/>
        </w:rPr>
        <w:t>ی</w:t>
      </w:r>
      <w:r>
        <w:rPr>
          <w:rtl/>
        </w:rPr>
        <w:t xml:space="preserve"> سوچ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tl/>
        </w:rPr>
        <w:t xml:space="preserve"> چناچ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نوکروں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طور پر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خاتم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گز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کرسکتا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واپس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ورن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آزاد کردوں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سکتا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وقت کا چچا زاد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منصور کا پوتا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اور امام کو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52" w:name="_Toc508875405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 مختلف زندانوں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2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کو بغداد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C330E">
        <w:rPr>
          <w:rtl/>
        </w:rPr>
        <w:t xml:space="preserve"> یہاں </w:t>
      </w:r>
      <w:r>
        <w:rPr>
          <w:rtl/>
        </w:rPr>
        <w:t>پر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ور دروغ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کو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سپرد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پر تمام خلفاء اعتماد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EC330E" w:rsidP="00827A66">
      <w:pPr>
        <w:pStyle w:val="libNormal"/>
        <w:rPr>
          <w:rtl/>
        </w:rPr>
      </w:pP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اس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خاص تاک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د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امام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سات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 xml:space="preserve"> کس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قسم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نرم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برت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بلک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جتنا</w:t>
      </w:r>
      <w:r w:rsidR="00FD708B" w:rsidRPr="00385AE7">
        <w:rPr>
          <w:rFonts w:hint="cs"/>
          <w:rtl/>
        </w:rPr>
        <w:t xml:space="preserve"> ہو</w:t>
      </w:r>
      <w:r w:rsidR="00827A66" w:rsidRPr="00385AE7">
        <w:rPr>
          <w:rFonts w:hint="cs"/>
          <w:rtl/>
        </w:rPr>
        <w:t>سک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ان پر سخت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جائ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کن</w:t>
      </w:r>
      <w:r w:rsidR="00827A66">
        <w:rPr>
          <w:rtl/>
        </w:rPr>
        <w:t xml:space="preserve"> فضل امام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معصومان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کردار کو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 w:rsidRPr="004D70B9">
        <w:rPr>
          <w:rFonts w:hint="cs"/>
          <w:rtl/>
        </w:rPr>
        <w:t>ھ</w:t>
      </w:r>
      <w:r w:rsidR="00827A66">
        <w:rPr>
          <w:rtl/>
        </w:rPr>
        <w:t xml:space="preserve"> کر پس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ج</w:t>
      </w:r>
      <w:r w:rsidR="00827A66">
        <w:rPr>
          <w:rtl/>
        </w:rPr>
        <w:t xml:space="preserve"> 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اور آپ کا عق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دت</w:t>
      </w:r>
      <w:r w:rsidR="00827A66">
        <w:rPr>
          <w:rtl/>
        </w:rPr>
        <w:t xml:space="preserve"> مند بن 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سخت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بجائ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نرم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پ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ش</w:t>
      </w:r>
      <w:r w:rsidR="00827A66">
        <w:rPr>
          <w:rtl/>
        </w:rPr>
        <w:t xml:space="preserve"> آن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لگا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زندان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کمر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کو </w:t>
      </w:r>
      <w:r w:rsidR="00827A66" w:rsidRPr="004D70B9">
        <w:rPr>
          <w:rFonts w:hint="cs"/>
          <w:rtl/>
        </w:rPr>
        <w:t>ٹھ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</w:t>
      </w:r>
      <w:r w:rsidR="00827A66">
        <w:rPr>
          <w:rFonts w:hint="eastAsia"/>
          <w:rtl/>
        </w:rPr>
        <w:t>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اور امام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کو قدر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س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ولت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فر</w:t>
      </w:r>
      <w:r w:rsidR="00ED61E8">
        <w:rPr>
          <w:rtl/>
        </w:rPr>
        <w:t>اہم</w:t>
      </w:r>
      <w:r w:rsidR="00827A66" w:rsidRPr="00385AE7">
        <w:rPr>
          <w:rFonts w:hint="cs"/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جاسوس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</w:t>
      </w: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 کو خبر 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امام موس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کاظم فضل بن رب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ع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زندان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آرام و سکون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سات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 xml:space="preserve"> زندگ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بسر کر</w:t>
      </w:r>
      <w:r>
        <w:rPr>
          <w:rtl/>
        </w:rPr>
        <w:t>رہے</w:t>
      </w:r>
      <w:r w:rsidR="005513FA" w:rsidRPr="00385AE7">
        <w:rPr>
          <w:rFonts w:hint="cs"/>
          <w:rtl/>
        </w:rPr>
        <w:t xml:space="preserve"> ہیں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وں</w:t>
      </w:r>
      <w:r w:rsidR="00827A66">
        <w:rPr>
          <w:rtl/>
        </w:rPr>
        <w:t xml:space="preserve"> محسوس</w:t>
      </w:r>
      <w:r w:rsidR="00FD708B">
        <w:rPr>
          <w:rtl/>
        </w:rPr>
        <w:t xml:space="preserve"> ہو</w:t>
      </w:r>
      <w:r w:rsidR="00C3449B" w:rsidRPr="00385AE7">
        <w:rPr>
          <w:rFonts w:hint="cs"/>
          <w:rtl/>
        </w:rPr>
        <w:t>رہا</w:t>
      </w:r>
      <w:r w:rsidR="005A655B" w:rsidRPr="00385AE7">
        <w:rPr>
          <w:rFonts w:hint="cs"/>
          <w:rtl/>
        </w:rPr>
        <w:t xml:space="preserve"> ہے </w:t>
      </w:r>
      <w:r w:rsidR="00827A66" w:rsidRPr="00385AE7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</w:t>
      </w:r>
      <w:r w:rsidR="00827A66">
        <w:rPr>
          <w:rtl/>
        </w:rPr>
        <w:t>زندان</w:t>
      </w:r>
      <w:r w:rsidR="005A655B">
        <w:rPr>
          <w:rtl/>
        </w:rPr>
        <w:t xml:space="preserve"> نہیں ہے </w:t>
      </w:r>
      <w:r w:rsidR="00827A66" w:rsidRPr="00385AE7">
        <w:rPr>
          <w:rFonts w:hint="cs"/>
          <w:rtl/>
        </w:rPr>
        <w:t>بلک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م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مان سرا</w:t>
      </w:r>
      <w:r w:rsidR="00743BB0" w:rsidRPr="00385AE7">
        <w:rPr>
          <w:rFonts w:hint="cs"/>
          <w:rtl/>
        </w:rPr>
        <w:t xml:space="preserve"> ہے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</w:t>
      </w: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امام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کو اس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ل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کر فضل بن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ح</w:t>
      </w:r>
      <w:r w:rsidR="00827A66">
        <w:rPr>
          <w:rFonts w:hint="cs"/>
          <w:rtl/>
        </w:rPr>
        <w:t>یی</w:t>
      </w:r>
      <w:r w:rsidR="00827A66">
        <w:rPr>
          <w:rtl/>
        </w:rPr>
        <w:t xml:space="preserve"> برمک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نگران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د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فضل بن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ح</w:t>
      </w:r>
      <w:r w:rsidR="00827A66">
        <w:rPr>
          <w:rFonts w:hint="cs"/>
          <w:rtl/>
        </w:rPr>
        <w:t>یی</w:t>
      </w:r>
      <w:r w:rsidR="00827A66">
        <w:rPr>
          <w:rtl/>
        </w:rPr>
        <w:t xml:space="preserve">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کچ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 xml:space="preserve"> عرص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بعد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="00827A66" w:rsidRPr="00385AE7">
        <w:rPr>
          <w:rFonts w:hint="cs"/>
          <w:rtl/>
        </w:rPr>
        <w:t xml:space="preserve">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محبت کرن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لگا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</w:t>
      </w: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 کو جب اس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رو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تبد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ل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خبر مل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تو سخت غضبناک</w:t>
      </w:r>
      <w:r w:rsidR="005A655B">
        <w:rPr>
          <w:rtl/>
        </w:rPr>
        <w:t xml:space="preserve"> ہوا </w:t>
      </w:r>
      <w:r w:rsidR="00827A66" w:rsidRPr="00385AE7">
        <w:rPr>
          <w:rFonts w:hint="cs"/>
          <w:rtl/>
        </w:rPr>
        <w:t>اور اپن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جاسوس کو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جا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جاکر معامل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تحق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ق</w:t>
      </w:r>
      <w:r w:rsidR="00827A66">
        <w:rPr>
          <w:rtl/>
        </w:rPr>
        <w:t xml:space="preserve"> کر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جب جاسوس آئ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تو معامل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و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 w:rsidR="00827A66">
        <w:rPr>
          <w:rtl/>
        </w:rPr>
        <w:t>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 ج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سا</w:t>
      </w:r>
      <w:r w:rsidR="00827A66">
        <w:rPr>
          <w:rtl/>
        </w:rPr>
        <w:t xml:space="preserve"> </w:t>
      </w:r>
      <w:r w:rsidR="00827A66">
        <w:rPr>
          <w:rFonts w:hint="eastAsia"/>
          <w:rtl/>
        </w:rPr>
        <w:t>ک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</w:t>
      </w: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 کو بت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</w:t>
      </w:r>
      <w:r w:rsidR="00827A66" w:rsidRPr="004D70B9">
        <w:rPr>
          <w:rFonts w:hint="cs"/>
          <w:rtl/>
        </w:rPr>
        <w:t>۔</w:t>
      </w: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 فضل برم،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پر سخت ناراض</w:t>
      </w:r>
      <w:r w:rsidR="005A655B">
        <w:rPr>
          <w:rtl/>
        </w:rPr>
        <w:t xml:space="preserve"> ہوا </w:t>
      </w:r>
      <w:r w:rsidR="00827A66" w:rsidRPr="00385AE7">
        <w:rPr>
          <w:rFonts w:hint="cs"/>
          <w:rtl/>
        </w:rPr>
        <w:t>اس کا باپ وز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ر</w:t>
      </w:r>
      <w:r w:rsidR="00827A66">
        <w:rPr>
          <w:rtl/>
        </w:rPr>
        <w:t xml:space="preserve">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 xml:space="preserve">ا،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ران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النسل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ب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 w:rsidR="00827A66">
        <w:rPr>
          <w:rtl/>
        </w:rPr>
        <w:t>ملعون شخص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اس کو </w:t>
      </w:r>
      <w:r w:rsidR="00827A66" w:rsidRPr="004D70B9">
        <w:rPr>
          <w:rFonts w:hint="cs"/>
          <w:rtl/>
        </w:rPr>
        <w:t>ڈ</w:t>
      </w:r>
      <w:r w:rsidR="00827A66" w:rsidRPr="00385AE7">
        <w:rPr>
          <w:rFonts w:hint="cs"/>
          <w:rtl/>
        </w:rPr>
        <w:t>ر لاحق</w:t>
      </w:r>
      <w:r w:rsidR="005A655B" w:rsidRPr="00385AE7">
        <w:rPr>
          <w:rFonts w:hint="cs"/>
          <w:rtl/>
        </w:rPr>
        <w:t xml:space="preserve"> ہوا </w:t>
      </w:r>
      <w:r w:rsidR="00827A66" w:rsidRPr="00385AE7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اس کا ب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ٹ</w:t>
      </w:r>
      <w:r w:rsidR="00827A66" w:rsidRPr="00385AE7">
        <w:rPr>
          <w:rFonts w:hint="cs"/>
          <w:rtl/>
        </w:rPr>
        <w:t>ا</w:t>
      </w:r>
      <w:r w:rsidR="00827A66">
        <w:rPr>
          <w:rtl/>
        </w:rPr>
        <w:t xml:space="preserve"> خل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ف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نظروں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گر 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جائ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،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فور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طور پر </w:t>
      </w: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پاس آ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اور ک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 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و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اس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ٹے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غلط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</w:t>
      </w:r>
      <w:r w:rsidR="00827A66">
        <w:rPr>
          <w:rFonts w:hint="eastAsia"/>
          <w:rtl/>
        </w:rPr>
        <w:t>کو</w:t>
      </w:r>
      <w:r w:rsidR="00827A66">
        <w:rPr>
          <w:rtl/>
        </w:rPr>
        <w:t xml:space="preserve"> معاف کر د</w:t>
      </w:r>
      <w:r w:rsidR="00827A66" w:rsidRPr="004D70B9">
        <w:rPr>
          <w:rFonts w:hint="cs"/>
          <w:rtl/>
        </w:rPr>
        <w:t>ے۔</w:t>
      </w:r>
      <w:r w:rsidR="00827A66" w:rsidRPr="00385AE7">
        <w:rPr>
          <w:rFonts w:hint="cs"/>
          <w:rtl/>
        </w:rPr>
        <w:t xml:space="preserve"> اس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جگ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پر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معاف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مانگتا</w:t>
      </w:r>
      <w:r w:rsidR="00FD708B">
        <w:rPr>
          <w:rtl/>
        </w:rPr>
        <w:t xml:space="preserve"> ہو</w:t>
      </w:r>
      <w:r w:rsidR="00827A66" w:rsidRPr="00385AE7">
        <w:rPr>
          <w:rFonts w:hint="cs"/>
          <w:rtl/>
        </w:rPr>
        <w:t>ں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اور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را</w:t>
      </w:r>
      <w:r w:rsidR="00827A66">
        <w:rPr>
          <w:rtl/>
        </w:rPr>
        <w:t xml:space="preserve"> ب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ٹ</w:t>
      </w:r>
      <w:r w:rsidR="00827A66" w:rsidRPr="00385AE7">
        <w:rPr>
          <w:rFonts w:hint="cs"/>
          <w:rtl/>
        </w:rPr>
        <w:t>ا</w:t>
      </w:r>
      <w:r w:rsidR="00827A66">
        <w:rPr>
          <w:rtl/>
        </w:rPr>
        <w:t xml:space="preserve">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اپن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پر شرمند</w:t>
      </w:r>
      <w:r w:rsidR="00827A66" w:rsidRPr="004D70B9">
        <w:rPr>
          <w:rFonts w:hint="cs"/>
          <w:rtl/>
        </w:rPr>
        <w:t>ہ</w:t>
      </w:r>
      <w:r w:rsidR="00743BB0" w:rsidRPr="00385AE7">
        <w:rPr>
          <w:rFonts w:hint="cs"/>
          <w:rtl/>
        </w:rPr>
        <w:t xml:space="preserve"> ہے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پ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ر و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بغداد آ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 w:rsidR="00827A66">
        <w:rPr>
          <w:rtl/>
        </w:rPr>
        <w:t xml:space="preserve"> کو اپن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ٹے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نگران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ل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کر سند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بن ش</w:t>
      </w:r>
      <w:r w:rsidR="00851B2F">
        <w:rPr>
          <w:rtl/>
        </w:rPr>
        <w:t>اہ</w:t>
      </w:r>
      <w:r w:rsidR="00827A66" w:rsidRPr="00385AE7">
        <w:rPr>
          <w:rFonts w:hint="cs"/>
          <w:rtl/>
        </w:rPr>
        <w:t>ک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نگران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</w:t>
      </w:r>
      <w:r w:rsidR="00827A66">
        <w:rPr>
          <w:rtl/>
        </w:rPr>
        <w:lastRenderedPageBreak/>
        <w:t>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انت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ائ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ظالم اور سفاک آدم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 اور مسلمان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ا، اس 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امام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بار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اس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دل ذرا ب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ر رحم 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پ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ر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="00827A66" w:rsidRPr="00385AE7">
        <w:rPr>
          <w:rFonts w:hint="cs"/>
          <w:rtl/>
        </w:rPr>
        <w:t>ا؟ امام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پر سخت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جان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لگ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اس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بعد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ر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آقا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لحاظ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سکون</w:t>
      </w:r>
      <w:r w:rsidR="005A655B" w:rsidRPr="00385AE7">
        <w:rPr>
          <w:rFonts w:hint="cs"/>
          <w:rtl/>
        </w:rPr>
        <w:t xml:space="preserve"> نہیں </w:t>
      </w:r>
      <w:r w:rsidR="00827A66">
        <w:rPr>
          <w:rtl/>
        </w:rPr>
        <w:t>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</w:t>
      </w:r>
      <w:r w:rsidR="00827A66">
        <w:rPr>
          <w:rtl/>
        </w:rPr>
        <w:t xml:space="preserve"> 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EC330E" w:rsidP="00B34A65">
      <w:pPr>
        <w:pStyle w:val="Heading2Center"/>
        <w:rPr>
          <w:rtl/>
        </w:rPr>
      </w:pPr>
      <w:bookmarkStart w:id="53" w:name="_Toc508875406"/>
      <w:r>
        <w:rPr>
          <w:rFonts w:hint="cs"/>
          <w:rtl/>
        </w:rPr>
        <w:t>ہار</w:t>
      </w:r>
      <w:r w:rsidR="00827A66">
        <w:rPr>
          <w:rFonts w:hint="cs"/>
          <w:rtl/>
        </w:rPr>
        <w:t>ون</w:t>
      </w:r>
      <w:r w:rsidR="00827A66">
        <w:rPr>
          <w:rtl/>
        </w:rPr>
        <w:t xml:space="preserve"> کا امام عل</w:t>
      </w:r>
      <w:r w:rsidR="00827A66">
        <w:rPr>
          <w:rFonts w:hint="cs"/>
          <w:rtl/>
        </w:rPr>
        <w:t>ی</w:t>
      </w:r>
      <w:r w:rsidR="00827A66" w:rsidRPr="005132F6">
        <w:rPr>
          <w:rFonts w:hint="cs"/>
          <w:rtl/>
        </w:rPr>
        <w:t>ہ</w:t>
      </w:r>
      <w:r w:rsidR="00827A66">
        <w:rPr>
          <w:rtl/>
        </w:rPr>
        <w:t xml:space="preserve"> السلام س</w:t>
      </w:r>
      <w:r w:rsidR="00827A66" w:rsidRPr="005132F6">
        <w:rPr>
          <w:rFonts w:hint="cs"/>
          <w:rtl/>
        </w:rPr>
        <w:t>ے</w:t>
      </w:r>
      <w:r w:rsidR="00827A66">
        <w:rPr>
          <w:rFonts w:hint="cs"/>
          <w:rtl/>
        </w:rPr>
        <w:t xml:space="preserve"> تقاضا</w:t>
      </w:r>
      <w:bookmarkEnd w:id="53"/>
      <w:r w:rsidR="00827A66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دن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ادت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فت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کو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نرم اور ملائم 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چچا زاد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سلام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ا</w:t>
      </w:r>
      <w:r>
        <w:rPr>
          <w:rtl/>
        </w:rPr>
        <w:t>ور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پر ثابت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چکا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قصور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آپ کا کوئ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قسم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کو تو</w:t>
      </w:r>
      <w:r w:rsidRPr="004D70B9">
        <w:rPr>
          <w:rFonts w:hint="cs"/>
          <w:rtl/>
        </w:rPr>
        <w:t>ڑ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سکتا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جب تک آپ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اعتراف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آپ کو آزاد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کروں گا اور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eastAsia"/>
          <w:rtl/>
        </w:rPr>
        <w:t>پت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صرف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اعتراف جرم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اعتراف جرم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وقت</w:t>
      </w:r>
      <w:r w:rsidR="005A655B" w:rsidRPr="00385AE7">
        <w:rPr>
          <w:rFonts w:hint="cs"/>
          <w:rtl/>
        </w:rPr>
        <w:t xml:space="preserve"> بہت </w:t>
      </w:r>
      <w:r w:rsidRPr="00385AE7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لوگ موجود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اتنا</w:t>
      </w:r>
      <w:r w:rsidR="000E44EB">
        <w:rPr>
          <w:rtl/>
        </w:rPr>
        <w:t xml:space="preserve"> ہی </w:t>
      </w:r>
      <w:r w:rsidR="00C3449B">
        <w:rPr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قسم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>
        <w:rPr>
          <w:rtl/>
        </w:rPr>
        <w:t xml:space="preserve"> اعتراف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صرف اتنا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آزاد کردوں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خدمت کروں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استقامت کو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گراں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روز جزاء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موقف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احکام وقت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اں ملات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طرح کا آرام و سکون حاصل کر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رات اور دن اور حق و باطل، روشن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سچ اور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جمع</w:t>
      </w:r>
      <w:r w:rsidR="005A655B" w:rsidRPr="00385AE7">
        <w:rPr>
          <w:rFonts w:hint="cs"/>
          <w:rtl/>
        </w:rPr>
        <w:t xml:space="preserve"> نہیں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 امام وقت کس</w:t>
      </w:r>
      <w:r>
        <w:rPr>
          <w:rFonts w:hint="cs"/>
          <w:rtl/>
        </w:rPr>
        <w:t>ی</w:t>
      </w:r>
      <w:r>
        <w:rPr>
          <w:rtl/>
        </w:rPr>
        <w:t xml:space="preserve"> حاکم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کس طرح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سکتا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؟!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کو جو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دن ختم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eastAsia"/>
          <w:rtl/>
        </w:rPr>
        <w:t>عد</w:t>
      </w:r>
      <w:r>
        <w:rPr>
          <w:rtl/>
        </w:rPr>
        <w:t xml:space="preserve"> تو جان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جان</w:t>
      </w:r>
      <w:r w:rsidRPr="004D70B9">
        <w:rPr>
          <w:rFonts w:hint="cs"/>
          <w:rtl/>
        </w:rPr>
        <w:t>ے۔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کرنا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کرچک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آقا کو ز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54" w:name="_Toc508875407"/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5132F6">
        <w:rPr>
          <w:rFonts w:hint="cs"/>
          <w:rtl/>
        </w:rPr>
        <w:t>ہ</w:t>
      </w:r>
      <w:bookmarkEnd w:id="54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211648">
        <w:rPr>
          <w:rtl/>
        </w:rPr>
        <w:t xml:space="preserve"> ہوتا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گرفتار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حکم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ا؟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باعث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حسد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اور اس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اپنا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نما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مانند آل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فرد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راساں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خدش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تحت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چوکنا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آل رسول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انقلاب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لوگوں کو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tl/>
        </w:rPr>
        <w:t xml:space="preserve"> ملن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لوگوں ک</w:t>
      </w:r>
      <w:r>
        <w:rPr>
          <w:rFonts w:hint="cs"/>
          <w:rtl/>
        </w:rPr>
        <w:t>ی</w:t>
      </w:r>
      <w:r>
        <w:rPr>
          <w:rtl/>
        </w:rPr>
        <w:t xml:space="preserve"> آمد و رفت پر مکمل طور پر پابند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وں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 w:rsidRPr="004D70B9">
        <w:rPr>
          <w:rFonts w:hint="cs"/>
          <w:rtl/>
        </w:rPr>
        <w:t>ے</w:t>
      </w:r>
      <w:r>
        <w:rPr>
          <w:rtl/>
        </w:rPr>
        <w:t xml:space="preserve"> بعد مامون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موتمن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دوبار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رسم</w:t>
      </w:r>
      <w:r>
        <w:rPr>
          <w:rFonts w:hint="cs"/>
          <w:rtl/>
        </w:rPr>
        <w:t>ی</w:t>
      </w:r>
      <w:r>
        <w:rPr>
          <w:rtl/>
        </w:rPr>
        <w:t xml:space="preserve"> طور پر اعلان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علماء اور زعماء کو دعوت کرتا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کانفرنس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لوگ اس ک</w:t>
      </w:r>
      <w:r>
        <w:rPr>
          <w:rFonts w:hint="cs"/>
          <w:rtl/>
        </w:rPr>
        <w:t>ی</w:t>
      </w:r>
      <w:r>
        <w:rPr>
          <w:rtl/>
        </w:rPr>
        <w:t xml:space="preserve"> دوبار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سوچتا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منصوب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پ</w:t>
      </w:r>
      <w:r>
        <w:rPr>
          <w:rtl/>
        </w:rPr>
        <w:t>روگرام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رکاو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کون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؟و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کون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مشکل ک</w:t>
      </w:r>
      <w:r w:rsidRPr="004D70B9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کون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استعداد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eastAsia"/>
          <w:rtl/>
        </w:rPr>
        <w:t>دار</w:t>
      </w:r>
      <w:r>
        <w:rPr>
          <w:rtl/>
        </w:rPr>
        <w:t xml:space="preserve"> لوگوں کو اپنا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کون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معصومان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کشش اور مظلومان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انداز احتجاج اس ک</w:t>
      </w:r>
      <w:r>
        <w:rPr>
          <w:rFonts w:hint="cs"/>
          <w:rtl/>
        </w:rPr>
        <w:t>ی</w:t>
      </w:r>
      <w:r>
        <w:rPr>
          <w:rtl/>
        </w:rPr>
        <w:t xml:space="preserve"> حکومت ظلم ک</w:t>
      </w:r>
      <w:r>
        <w:rPr>
          <w:rFonts w:hint="cs"/>
          <w:rtl/>
        </w:rPr>
        <w:t>ی</w:t>
      </w:r>
      <w:r>
        <w:rPr>
          <w:rtl/>
        </w:rPr>
        <w:t xml:space="preserve"> چول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لاسکتا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؟ ظ</w:t>
      </w:r>
      <w:r w:rsidR="00ED61E8" w:rsidRPr="00385AE7">
        <w:rPr>
          <w:rFonts w:hint="cs"/>
          <w:rtl/>
        </w:rPr>
        <w:t xml:space="preserve">اہر 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0E44EB">
        <w:rPr>
          <w:rtl/>
        </w:rPr>
        <w:t xml:space="preserve"> ہی </w:t>
      </w:r>
      <w:r w:rsidR="00FD708B">
        <w:rPr>
          <w:rtl/>
        </w:rPr>
        <w:t>ہو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آت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 xml:space="preserve">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کا آر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ر جار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گمان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وقت آج</w:t>
      </w:r>
      <w:r w:rsidR="005A655B">
        <w:rPr>
          <w:rtl/>
        </w:rPr>
        <w:t xml:space="preserve"> نہیں </w:t>
      </w:r>
      <w:r>
        <w:rPr>
          <w:rtl/>
        </w:rPr>
        <w:t>توکل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گرفتار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tl/>
        </w:rPr>
        <w:t>ا حکم صادر کر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شخص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</w:t>
      </w:r>
      <w:r>
        <w:rPr>
          <w:rtl/>
        </w:rPr>
        <w:t xml:space="preserve"> بولا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مسجد النب</w:t>
      </w:r>
      <w:r>
        <w:rPr>
          <w:rFonts w:hint="cs"/>
          <w:rtl/>
        </w:rPr>
        <w:t>ی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حضور پر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اابن</w:t>
      </w:r>
      <w:r>
        <w:rPr>
          <w:rtl/>
        </w:rPr>
        <w:t xml:space="preserve"> العم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سلام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آپ پر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چچا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ٹے۔</w:t>
      </w:r>
      <w:r w:rsidRPr="00385AE7">
        <w:rPr>
          <w:rFonts w:hint="cs"/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معزرت </w:t>
      </w:r>
      <w:r w:rsidR="00C3449B" w:rsidRPr="00385AE7">
        <w:rPr>
          <w:rFonts w:hint="cs"/>
          <w:rtl/>
        </w:rPr>
        <w:t>چاہتا</w:t>
      </w:r>
      <w:r w:rsidR="00BD7C38" w:rsidRPr="00385AE7">
        <w:rPr>
          <w:rFonts w:hint="cs"/>
          <w:rtl/>
        </w:rPr>
        <w:t xml:space="preserve"> ہوں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کاظم کو گرفتار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مجبور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بول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ا)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کروں تو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بہت 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فتن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ھڑ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ملک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نظر بند 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 w:rsidR="00C3449B">
        <w:rPr>
          <w:rtl/>
        </w:rPr>
        <w:t>رہا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آج کل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نظر بند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احکامات صادر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گئ</w:t>
      </w:r>
      <w:r>
        <w:rPr>
          <w:rFonts w:hint="cs"/>
          <w:rtl/>
        </w:rPr>
        <w:t>ی</w:t>
      </w:r>
      <w:r>
        <w:rPr>
          <w:rtl/>
        </w:rPr>
        <w:t xml:space="preserve"> تو آپ </w:t>
      </w:r>
      <w:r w:rsidR="00EF6DD1">
        <w:rPr>
          <w:rtl/>
        </w:rPr>
        <w:t>وہا</w:t>
      </w:r>
      <w:r w:rsidRPr="00385AE7">
        <w:rPr>
          <w:rFonts w:hint="cs"/>
          <w:rtl/>
        </w:rPr>
        <w:t>ں پر موجود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مسج</w:t>
      </w:r>
      <w:r>
        <w:rPr>
          <w:rFonts w:hint="eastAsia"/>
          <w:rtl/>
        </w:rPr>
        <w:t>د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تو آپ نماز پ</w:t>
      </w:r>
      <w:r w:rsidRPr="004D70B9">
        <w:rPr>
          <w:rFonts w:hint="cs"/>
          <w:rtl/>
        </w:rPr>
        <w:t>ڑھ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ان ظالموں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کو نماز مکمل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نماز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دوران امام کو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زبردست</w:t>
      </w:r>
      <w:r>
        <w:rPr>
          <w:rFonts w:hint="cs"/>
          <w:rtl/>
        </w:rPr>
        <w:t>ی</w:t>
      </w:r>
      <w:r>
        <w:rPr>
          <w:rtl/>
        </w:rPr>
        <w:t xml:space="preserve"> مسجد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اس وقت حضرت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قبر رسول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385AE7">
        <w:rPr>
          <w:rFonts w:hint="cs"/>
          <w:rtl/>
        </w:rPr>
        <w:t>پر حسرت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tl/>
        </w:rPr>
        <w:t xml:space="preserve"> "السلام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" نانا ا</w:t>
      </w:r>
      <w:r>
        <w:rPr>
          <w:rtl/>
        </w:rPr>
        <w:t>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مجبور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کا سلام قبول فرمائ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امت آپ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کر</w:t>
      </w:r>
      <w:r w:rsidR="005513FA">
        <w:rPr>
          <w:rtl/>
        </w:rPr>
        <w:t xml:space="preserve"> رہی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 xml:space="preserve">؟ </w:t>
      </w:r>
    </w:p>
    <w:p w:rsidR="00827A66" w:rsidRPr="004C2205" w:rsidRDefault="00EC330E" w:rsidP="00827A66">
      <w:pPr>
        <w:pStyle w:val="libNormal"/>
        <w:rPr>
          <w:rtl/>
        </w:rPr>
      </w:pP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سا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وں</w:t>
      </w:r>
      <w:r w:rsidR="00827A66">
        <w:rPr>
          <w:rtl/>
        </w:rPr>
        <w:t xml:space="preserve"> کر </w:t>
      </w:r>
      <w:r w:rsidR="00C3449B">
        <w:rPr>
          <w:rtl/>
        </w:rPr>
        <w:t>رہا</w:t>
      </w:r>
      <w:r w:rsidR="00743BB0" w:rsidRPr="00385AE7">
        <w:rPr>
          <w:rFonts w:hint="cs"/>
          <w:rtl/>
        </w:rPr>
        <w:t xml:space="preserve"> ہے</w:t>
      </w:r>
      <w:r w:rsidR="00827A66" w:rsidRPr="00385AE7">
        <w:rPr>
          <w:rFonts w:hint="cs"/>
          <w:rtl/>
        </w:rPr>
        <w:t>؟اس 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اپن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ٹ</w:t>
      </w:r>
      <w:r w:rsidR="00827A66" w:rsidRPr="00385AE7">
        <w:rPr>
          <w:rFonts w:hint="cs"/>
          <w:rtl/>
        </w:rPr>
        <w:t>وں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ول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ع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لئ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لوگوں کو ب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عت</w:t>
      </w:r>
      <w:r w:rsidR="00827A66">
        <w:rPr>
          <w:rtl/>
        </w:rPr>
        <w:t xml:space="preserve"> پر مجبور کر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امام موس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کاظم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خاموش</w:t>
      </w:r>
      <w:r w:rsidR="005A655B">
        <w:rPr>
          <w:rtl/>
        </w:rPr>
        <w:t xml:space="preserve"> رہے 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صبر و تحمل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کام 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کس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قسم کا انقلاب برپا کرن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بات 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ونک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اس وقت کا ماحول بالکل آپ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خلاف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 کوئ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 xml:space="preserve">ا </w:t>
      </w:r>
      <w:r w:rsidR="00827A66">
        <w:rPr>
          <w:rFonts w:hint="eastAsia"/>
          <w:rtl/>
        </w:rPr>
        <w:t>ک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جو آپ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حما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>
        <w:rPr>
          <w:rtl/>
        </w:rPr>
        <w:t xml:space="preserve"> کرتا جو حام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</w:t>
      </w:r>
      <w:r w:rsidR="00827A66" w:rsidRPr="004D70B9">
        <w:rPr>
          <w:rFonts w:hint="cs"/>
          <w:rtl/>
        </w:rPr>
        <w:t>ھے</w:t>
      </w:r>
      <w:r w:rsidR="00827A66" w:rsidRPr="00385AE7">
        <w:rPr>
          <w:rFonts w:hint="cs"/>
          <w:rtl/>
        </w:rPr>
        <w:t xml:space="preserve"> و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ب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>ت مجبور ت</w:t>
      </w:r>
      <w:r w:rsidR="00827A66" w:rsidRPr="004D70B9">
        <w:rPr>
          <w:rFonts w:hint="cs"/>
          <w:rtl/>
        </w:rPr>
        <w:t>ھے۔</w:t>
      </w:r>
      <w:r w:rsidR="00827A66" w:rsidRPr="00385AE7">
        <w:rPr>
          <w:rFonts w:hint="cs"/>
          <w:rtl/>
        </w:rPr>
        <w:t xml:space="preserve"> 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کن</w:t>
      </w:r>
      <w:r w:rsidR="00827A66">
        <w:rPr>
          <w:rtl/>
        </w:rPr>
        <w:t xml:space="preserve"> آپ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اس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ر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کا انداز ظالمان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نظام حکومت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خلاف پر زور </w:t>
      </w:r>
      <w:r w:rsidR="00827A66">
        <w:rPr>
          <w:rtl/>
        </w:rPr>
        <w:t>احتجاج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 اور آمر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من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پر طمانچ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آپ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قول و فعل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ثابت کر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="00827A66" w:rsidRPr="00385AE7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</w:t>
      </w: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 اور اس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ٹے</w:t>
      </w:r>
      <w:r w:rsidR="00827A66">
        <w:rPr>
          <w:rtl/>
        </w:rPr>
        <w:t xml:space="preserve"> غاصب</w:t>
      </w:r>
      <w:r w:rsidR="005513FA">
        <w:rPr>
          <w:rtl/>
        </w:rPr>
        <w:t xml:space="preserve"> ہیں</w:t>
      </w:r>
      <w:r w:rsidR="00827A66">
        <w:rPr>
          <w:rFonts w:hint="eastAsia"/>
          <w:rtl/>
        </w:rPr>
        <w:t>،</w:t>
      </w:r>
      <w:r w:rsidR="00827A66">
        <w:rPr>
          <w:rtl/>
        </w:rPr>
        <w:t xml:space="preserve"> مجرم</w:t>
      </w:r>
      <w:r w:rsidR="005A655B">
        <w:rPr>
          <w:rtl/>
        </w:rPr>
        <w:t xml:space="preserve"> ہیں </w:t>
      </w:r>
      <w:r w:rsidR="00827A66">
        <w:rPr>
          <w:rtl/>
        </w:rPr>
        <w:t>ملت اسلام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دشمن</w:t>
      </w:r>
      <w:r w:rsidR="005A655B" w:rsidRPr="00385AE7">
        <w:rPr>
          <w:rFonts w:hint="cs"/>
          <w:rtl/>
        </w:rPr>
        <w:t xml:space="preserve"> ہیں 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55" w:name="_Toc508875408"/>
      <w:r>
        <w:rPr>
          <w:rFonts w:hint="eastAsia"/>
          <w:rtl/>
        </w:rPr>
        <w:lastRenderedPageBreak/>
        <w:t>مامون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5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کا طرز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مطابق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عمل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پر کر</w:t>
      </w:r>
      <w:r w:rsidRPr="004D70B9">
        <w:rPr>
          <w:rFonts w:hint="cs"/>
          <w:rtl/>
        </w:rPr>
        <w:t>ے۔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سکتا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اور اس کا شمار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دانشوروں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211648" w:rsidRPr="00385AE7">
        <w:rPr>
          <w:rFonts w:hint="cs"/>
          <w:rtl/>
        </w:rPr>
        <w:t xml:space="preserve"> ہوتا</w:t>
      </w:r>
      <w:r w:rsidR="00FD708B" w:rsidRPr="00385AE7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علماء</w:t>
      </w:r>
      <w:r w:rsidR="005A655B" w:rsidRPr="00385AE7">
        <w:rPr>
          <w:rFonts w:hint="cs"/>
          <w:rtl/>
        </w:rPr>
        <w:t xml:space="preserve"> اہل </w:t>
      </w:r>
      <w:r w:rsidRPr="00385AE7">
        <w:rPr>
          <w:rFonts w:hint="cs"/>
          <w:rtl/>
        </w:rPr>
        <w:t>سنت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متعدد بار مباحث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 مناظر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عالم کو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جو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گفتگو کرتا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چند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جج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اس کا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ترجم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چکا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اہل </w:t>
      </w:r>
      <w:r w:rsidRPr="00385AE7">
        <w:rPr>
          <w:rFonts w:hint="cs"/>
          <w:rtl/>
        </w:rPr>
        <w:t>سنت علماء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حق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مباحث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، مناظر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درج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عالمان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فاضلان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، دانشمندان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آراء کو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انسان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کر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عالم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کرسک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ہونا </w:t>
      </w:r>
      <w:r>
        <w:rPr>
          <w:rtl/>
        </w:rPr>
        <w:t>کس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درس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بابا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بالآخر ک</w:t>
      </w:r>
      <w:r w:rsidRPr="004D70B9">
        <w:rPr>
          <w:rFonts w:hint="cs"/>
          <w:rtl/>
        </w:rPr>
        <w:t>ھہ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بابا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کا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ار ک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ر دشمن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ا، تو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سنا 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بابا ک</w:t>
      </w:r>
      <w:r w:rsidRPr="004D70B9">
        <w:rPr>
          <w:rFonts w:hint="cs"/>
          <w:rtl/>
        </w:rPr>
        <w:t>ے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را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حج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سب لوگ بابا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آجا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خاص طور پر علماؤ، مشائخ اور زعمائ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ملت ک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بابا کا حکم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اپنا تعارف خود کروائ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اپنا نام تمام شجر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نسب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کو معلوم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خرز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اوس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نوکر اطلاع کرتا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فلاں شخص، فلاں کا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ملن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نوکر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بابا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ملن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ابن جعفر بن محمد بن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BF209D" w:rsidRPr="00BF209D">
        <w:rPr>
          <w:rStyle w:val="libAlaemChar"/>
          <w:rtl/>
        </w:rPr>
        <w:t xml:space="preserve"> عليه‌السلام 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اتنا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بابا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بولا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ان کو سوار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</w:t>
      </w:r>
      <w:r w:rsidR="00851B2F" w:rsidRPr="00385AE7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 ش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جب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عبادت وتقو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آثار آپ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لک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اقدس پر نور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نور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ہی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>انسان نجوب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نوجوان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="005513FA">
        <w:rPr>
          <w:rtl/>
        </w:rPr>
        <w:t xml:space="preserve"> رہی </w:t>
      </w:r>
      <w:r>
        <w:rPr>
          <w:rFonts w:hint="eastAsia"/>
          <w:rtl/>
        </w:rPr>
        <w:t>زگار</w:t>
      </w:r>
      <w:r>
        <w:rPr>
          <w:rtl/>
        </w:rPr>
        <w:t xml:space="preserve"> اور متق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بابا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زور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آواز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سوار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نوج</w:t>
      </w:r>
      <w:r>
        <w:rPr>
          <w:rFonts w:hint="eastAsia"/>
          <w:rtl/>
        </w:rPr>
        <w:t>وان</w:t>
      </w:r>
      <w:r>
        <w:rPr>
          <w:rtl/>
        </w:rPr>
        <w:t xml:space="preserve"> چند قدم سوار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جلد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دو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رکاب پک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کر اس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ے</w:t>
      </w:r>
      <w:r>
        <w:rPr>
          <w:rtl/>
        </w:rPr>
        <w:t xml:space="preserve"> اتارا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و متانت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بابا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کا</w:t>
      </w:r>
      <w:r w:rsidR="005A655B" w:rsidRPr="00385AE7">
        <w:rPr>
          <w:rFonts w:hint="cs"/>
          <w:rtl/>
        </w:rPr>
        <w:t xml:space="preserve"> بہت 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کوئ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الحمد 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اہل </w:t>
      </w:r>
      <w:r w:rsidRPr="00385AE7">
        <w:rPr>
          <w:rFonts w:hint="cs"/>
          <w:rtl/>
        </w:rPr>
        <w:t>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سب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بابا ن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جاؤ ان کو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ڑے</w:t>
      </w:r>
      <w:r w:rsidRPr="00385AE7">
        <w:rPr>
          <w:rFonts w:hint="cs"/>
          <w:rtl/>
        </w:rPr>
        <w:t xml:space="preserve"> پر سوار کراؤ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 w:rsidR="00851B2F">
        <w:rPr>
          <w:rtl/>
        </w:rPr>
        <w:t>اہ</w:t>
      </w:r>
      <w:r w:rsidRPr="00385AE7">
        <w:rPr>
          <w:rFonts w:hint="cs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بنو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برا سلوک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پت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کون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جرات مند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موقع پا کر بابا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جس کا آپ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احترام کر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کون؟ بابا مسکرا کر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>
        <w:rPr>
          <w:rtl/>
        </w:rPr>
        <w:t xml:space="preserve"> اگر تو سچ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جس مسند پر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ٹھے</w:t>
      </w:r>
      <w:r w:rsidR="005A655B">
        <w:rPr>
          <w:rtl/>
        </w:rPr>
        <w:t xml:space="preserve"> 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ان</w:t>
      </w:r>
      <w:r w:rsidR="000E44EB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جو ک</w:t>
      </w:r>
      <w:r w:rsidRPr="004D70B9">
        <w:rPr>
          <w:rFonts w:hint="cs"/>
          <w:rtl/>
        </w:rPr>
        <w:t>ھہ</w:t>
      </w:r>
      <w:r w:rsidR="005A655B" w:rsidRPr="00385AE7">
        <w:rPr>
          <w:rFonts w:hint="cs"/>
          <w:rtl/>
        </w:rPr>
        <w:t xml:space="preserve"> رہے ہیں </w:t>
      </w:r>
      <w:r>
        <w:rPr>
          <w:rtl/>
        </w:rPr>
        <w:t>دل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ھہ</w:t>
      </w:r>
      <w:r w:rsidR="005A655B" w:rsidRPr="00385AE7">
        <w:rPr>
          <w:rFonts w:hint="cs"/>
          <w:rtl/>
        </w:rPr>
        <w:t xml:space="preserve"> رہے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بابا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بس خلافت ان کو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؟ک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5A655B">
        <w:rPr>
          <w:rtl/>
        </w:rPr>
        <w:t xml:space="preserve"> نہیں </w:t>
      </w:r>
      <w:r>
        <w:rPr>
          <w:rtl/>
        </w:rPr>
        <w:t>جانتا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"الملک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"؟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اگر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پتا چل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ہوا </w:t>
      </w:r>
      <w:r w:rsidR="005A655B" w:rsidRPr="00385AE7">
        <w:rPr>
          <w:rFonts w:hint="cs"/>
          <w:rtl/>
        </w:rPr>
        <w:t xml:space="preserve">ہے </w:t>
      </w:r>
      <w:r w:rsidRPr="00385AE7">
        <w:rPr>
          <w:rFonts w:hint="cs"/>
          <w:rtl/>
        </w:rPr>
        <w:t>اور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خلاف سازش کرنا </w:t>
      </w:r>
      <w:r w:rsidR="00C3449B">
        <w:rPr>
          <w:rtl/>
        </w:rPr>
        <w:t>چاہتا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قلم کر دوں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وقت گزرتا 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لوگوں کو انعامات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نوازتا </w:t>
      </w:r>
      <w:r w:rsidR="00C3449B" w:rsidRPr="00385AE7">
        <w:rPr>
          <w:rFonts w:hint="cs"/>
          <w:rtl/>
        </w:rPr>
        <w:t>رہا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پانچ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</w:t>
      </w:r>
      <w:r>
        <w:rPr>
          <w:rtl/>
        </w:rPr>
        <w:t xml:space="preserve"> سرخ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 اور چار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بابا جس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حد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احترام کر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کم رقم ارسال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بابا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5A655B">
        <w:rPr>
          <w:rtl/>
        </w:rPr>
        <w:t xml:space="preserve"> نہیں </w:t>
      </w:r>
      <w:r>
        <w:rPr>
          <w:rtl/>
        </w:rPr>
        <w:t>جانتا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385AE7">
        <w:rPr>
          <w:rFonts w:hint="cs"/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5A655B">
        <w:rPr>
          <w:rtl/>
        </w:rPr>
        <w:t xml:space="preserve"> ہیں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تنگدست</w:t>
      </w:r>
      <w:r w:rsidR="005A655B">
        <w:rPr>
          <w:rtl/>
        </w:rPr>
        <w:t xml:space="preserve"> رہیں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اگر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دولت آگئ</w:t>
      </w:r>
      <w:r>
        <w:rPr>
          <w:rFonts w:hint="cs"/>
          <w:rtl/>
        </w:rPr>
        <w:t>ی</w:t>
      </w:r>
      <w:r>
        <w:rPr>
          <w:rtl/>
        </w:rPr>
        <w:t xml:space="preserve"> تو ممکن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تلوار ک</w:t>
      </w:r>
      <w:r w:rsidRPr="004D70B9">
        <w:rPr>
          <w:rFonts w:hint="cs"/>
          <w:rtl/>
        </w:rPr>
        <w:t>ے</w:t>
      </w:r>
      <w:r>
        <w:rPr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بابا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انقلاب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56" w:name="_Toc508875409"/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 w:rsidRPr="005132F6">
        <w:rPr>
          <w:rFonts w:hint="cs"/>
          <w:rtl/>
        </w:rPr>
        <w:t xml:space="preserve">ے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5132F6">
        <w:rPr>
          <w:rFonts w:hint="cs"/>
          <w:rtl/>
        </w:rPr>
        <w:t xml:space="preserve"> کا اثر و رسوخ</w:t>
      </w:r>
      <w:bookmarkEnd w:id="56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انداز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روحان</w:t>
      </w:r>
      <w:r>
        <w:rPr>
          <w:rFonts w:hint="cs"/>
          <w:rtl/>
        </w:rPr>
        <w:t>ی</w:t>
      </w:r>
      <w:r>
        <w:rPr>
          <w:rtl/>
        </w:rPr>
        <w:t xml:space="preserve"> اثر و رسوخ کس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تلوار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اور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عام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عوام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دلوں پر ح</w:t>
      </w:r>
      <w:r>
        <w:rPr>
          <w:rtl/>
        </w:rPr>
        <w:t>کومت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مشنر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افراد موجود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دل </w:t>
      </w:r>
      <w:r>
        <w:rPr>
          <w:rFonts w:hint="eastAsia"/>
          <w:rtl/>
        </w:rPr>
        <w:t>و</w:t>
      </w:r>
      <w:r>
        <w:rPr>
          <w:rtl/>
        </w:rPr>
        <w:t xml:space="preserve"> جان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="00EF6DD1" w:rsidRPr="00385AE7">
        <w:rPr>
          <w:rFonts w:hint="cs"/>
          <w:rtl/>
        </w:rPr>
        <w:t xml:space="preserve">اہتے 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دراصل حق اور سچ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جو اندر بلا ک</w:t>
      </w:r>
      <w:r>
        <w:rPr>
          <w:rFonts w:hint="cs"/>
          <w:rtl/>
        </w:rPr>
        <w:t>ی</w:t>
      </w:r>
      <w:r>
        <w:rPr>
          <w:rtl/>
        </w:rPr>
        <w:t xml:space="preserve"> کشش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آج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اردن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مخالفوں کا آل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کچن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سازشوں ک</w:t>
      </w:r>
      <w:r>
        <w:rPr>
          <w:rFonts w:hint="cs"/>
          <w:rtl/>
        </w:rPr>
        <w:t>ی</w:t>
      </w:r>
      <w:r>
        <w:rPr>
          <w:rtl/>
        </w:rPr>
        <w:t xml:space="preserve">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مملکت کا دوسرا ستون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تق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 w:rsidR="00C3449B">
        <w:rPr>
          <w:rtl/>
        </w:rPr>
        <w:t>رہا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کا کارند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پس پرد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امام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385AE7">
        <w:rPr>
          <w:rFonts w:hint="cs"/>
          <w:rtl/>
        </w:rPr>
        <w:t>داف ک</w:t>
      </w:r>
      <w:r>
        <w:rPr>
          <w:rFonts w:hint="cs"/>
          <w:rtl/>
        </w:rPr>
        <w:t>ی</w:t>
      </w:r>
      <w:r>
        <w:rPr>
          <w:rtl/>
        </w:rPr>
        <w:t xml:space="preserve"> ترجمان</w:t>
      </w:r>
      <w:r>
        <w:rPr>
          <w:rFonts w:hint="cs"/>
          <w:rtl/>
        </w:rPr>
        <w:t>ی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خلاف خل</w:t>
      </w:r>
      <w:r>
        <w:rPr>
          <w:rFonts w:hint="cs"/>
          <w:rtl/>
        </w:rPr>
        <w:t>ی</w:t>
      </w:r>
      <w:r>
        <w:rPr>
          <w:rtl/>
        </w:rPr>
        <w:t>ف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 رپو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قبل از وقت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رہنے </w:t>
      </w:r>
      <w:r w:rsidRPr="00385AE7">
        <w:rPr>
          <w:rFonts w:hint="cs"/>
          <w:rtl/>
        </w:rPr>
        <w:t>ک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محفوظ </w:t>
      </w:r>
      <w:r w:rsidR="00C3449B" w:rsidRPr="00385AE7">
        <w:rPr>
          <w:rFonts w:hint="cs"/>
          <w:rtl/>
        </w:rPr>
        <w:t>رہا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افراد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جو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مند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رابط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واز کا</w:t>
      </w:r>
      <w:r w:rsidR="005A655B" w:rsidRPr="00385AE7">
        <w:rPr>
          <w:rFonts w:hint="cs"/>
          <w:rtl/>
        </w:rPr>
        <w:t xml:space="preserve"> رہنے </w:t>
      </w:r>
      <w:r w:rsidRPr="00385AE7">
        <w:rPr>
          <w:rFonts w:hint="cs"/>
          <w:rtl/>
        </w:rPr>
        <w:t>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حکومت وقت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پر</w:t>
      </w:r>
      <w:r w:rsidR="005A655B" w:rsidRPr="00385AE7">
        <w:rPr>
          <w:rFonts w:hint="cs"/>
          <w:rtl/>
        </w:rPr>
        <w:t xml:space="preserve"> بہت 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عائد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 صورت</w:t>
      </w:r>
      <w:r w:rsidR="000E44EB">
        <w:rPr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ھٹ</w:t>
      </w:r>
      <w:r w:rsidRPr="00385AE7">
        <w:rPr>
          <w:rFonts w:hint="cs"/>
          <w:rtl/>
        </w:rPr>
        <w:t>کارا مل سکتا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اتفاق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385AE7">
        <w:rPr>
          <w:rFonts w:hint="cs"/>
          <w:rtl/>
        </w:rPr>
        <w:t>واز کا گورنر معزدل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گورنر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خوف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lastRenderedPageBreak/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کا مطالب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کرنا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فائل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 گئ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بعض دوستوں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براؤ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گورنر اندر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تم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باتوں کو سن کر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قدر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سکون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گورنر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385AE7">
        <w:rPr>
          <w:rFonts w:hint="cs"/>
          <w:rtl/>
        </w:rPr>
        <w:t>ت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جا کر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رقع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آؤں (اس وقت آقا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پر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اور سارا ماجرا گوش گزارا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جمل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ارا حکم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مرد مومن ک</w:t>
      </w:r>
      <w:r>
        <w:rPr>
          <w:rFonts w:hint="cs"/>
          <w:rtl/>
        </w:rPr>
        <w:t>ی</w:t>
      </w:r>
      <w:r>
        <w:rPr>
          <w:rtl/>
        </w:rPr>
        <w:t xml:space="preserve"> مشکل حل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مشکل کو حل کرنا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عمل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tl/>
        </w:rPr>
        <w:t>خط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پت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پات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واز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اب مسئل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خط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گورنر صاحب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دق الب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گورنر کا نوکر با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صاحب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دو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موس</w:t>
      </w:r>
      <w:r>
        <w:rPr>
          <w:rFonts w:hint="cs"/>
          <w:rtl/>
        </w:rPr>
        <w:t>ی</w:t>
      </w:r>
      <w:r>
        <w:rPr>
          <w:rtl/>
        </w:rPr>
        <w:t xml:space="preserve"> ابن جعفر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کو ملن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گورنر صاحب فور</w:t>
      </w:r>
      <w:r>
        <w:rPr>
          <w:rFonts w:hint="cs"/>
          <w:rtl/>
        </w:rPr>
        <w:t>ی</w:t>
      </w:r>
      <w:r>
        <w:rPr>
          <w:rtl/>
        </w:rPr>
        <w:t xml:space="preserve"> طور پر خود درواز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آگئ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سلام ودعا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خط اس کو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 کو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ول کر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پر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 xml:space="preserve"> کر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گل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بوس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مج</w:t>
      </w:r>
      <w:r w:rsidRPr="004D70B9">
        <w:rPr>
          <w:rFonts w:hint="cs"/>
          <w:rtl/>
        </w:rPr>
        <w:t>ھے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بولا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اقدس س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کر آئ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گورنر بولا ک</w:t>
      </w:r>
      <w:r>
        <w:rPr>
          <w:rFonts w:hint="cs"/>
          <w:rtl/>
        </w:rPr>
        <w:t>ی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آپ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افسروں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فائل ک</w:t>
      </w:r>
      <w:r>
        <w:rPr>
          <w:rFonts w:hint="cs"/>
          <w:rtl/>
        </w:rPr>
        <w:t>ی</w:t>
      </w:r>
      <w:r>
        <w:rPr>
          <w:rtl/>
        </w:rPr>
        <w:t xml:space="preserve"> درستگ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آر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مومن کو خوش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رضا حاصل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گورنر صاحب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کرچک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تو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بول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ذرا </w:t>
      </w:r>
      <w:r w:rsidRPr="004D70B9">
        <w:rPr>
          <w:rFonts w:hint="cs"/>
          <w:rtl/>
        </w:rPr>
        <w:t>ٹھ</w:t>
      </w:r>
      <w:r>
        <w:rPr>
          <w:rtl/>
        </w:rPr>
        <w:t>ر جاؤ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کرنا </w:t>
      </w:r>
      <w:r w:rsidR="00C3449B">
        <w:rPr>
          <w:rtl/>
        </w:rPr>
        <w:t>چاہتا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ں،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پاس جتنا سرما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اس کا آد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حص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رقم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سرما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مشکل حل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چک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دوسرا گورنر صاحب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مالا مال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گورنر کو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سارا ماجر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سن کر مسکرا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اروں کو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ا؟ جواب صاف ظ</w:t>
      </w:r>
      <w:r w:rsidR="00ED61E8" w:rsidRPr="00385AE7">
        <w:rPr>
          <w:rFonts w:hint="cs"/>
          <w:rtl/>
        </w:rPr>
        <w:t xml:space="preserve">اہر 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حق ک جاذب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کشش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خوف زد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"کونوا دعا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الناس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السنتکم"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لوگ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لوگوں کو حق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اکثر کم</w:t>
      </w:r>
      <w:r w:rsidR="000E44EB">
        <w:rPr>
          <w:rtl/>
        </w:rPr>
        <w:t xml:space="preserve"> ہی </w:t>
      </w:r>
      <w:r w:rsidR="00211648">
        <w:rPr>
          <w:rtl/>
        </w:rPr>
        <w:t>ہوتا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اثر و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 عمل</w:t>
      </w:r>
      <w:r w:rsidR="000E44EB">
        <w:rPr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جو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اباؤ اجداد اور اولاد کا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مش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چکا</w:t>
      </w:r>
      <w:r w:rsidR="00FD708B" w:rsidRPr="00385AE7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جانتا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حق پر</w:t>
      </w:r>
      <w:r w:rsidR="005A655B">
        <w:rPr>
          <w:rtl/>
        </w:rPr>
        <w:t xml:space="preserve"> ہیں </w:t>
      </w:r>
      <w:r>
        <w:rPr>
          <w:rtl/>
        </w:rPr>
        <w:t>اور حق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 w:rsidR="002E1092">
        <w:rPr>
          <w:rtl/>
        </w:rPr>
        <w:t xml:space="preserve"> ہس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خوف خدا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خدا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tl/>
        </w:rPr>
        <w:t>ح محبت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اور جو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رضا ضرور شامل حال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57" w:name="_Toc50887541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7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عات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جو تمام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مشترک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عبادت اور خدا خوف</w:t>
      </w:r>
      <w:r>
        <w:rPr>
          <w:rFonts w:hint="cs"/>
          <w:rtl/>
        </w:rPr>
        <w:t>ی</w:t>
      </w:r>
      <w:r>
        <w:rPr>
          <w:rtl/>
        </w:rPr>
        <w:t xml:space="preserve"> کا جذب</w:t>
      </w:r>
      <w:r w:rsidRPr="004D70B9">
        <w:rPr>
          <w:rFonts w:hint="cs"/>
          <w:rtl/>
        </w:rPr>
        <w:t>ہ۔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2E1092">
        <w:rPr>
          <w:rtl/>
        </w:rPr>
        <w:t xml:space="preserve"> ہس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خدا کو اس طرح مانت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ماننا 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خدا خوف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نام ال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زبان پر آن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کا جسم کانپ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محسوس</w:t>
      </w:r>
      <w:r w:rsidR="00211648">
        <w:rPr>
          <w:rtl/>
        </w:rPr>
        <w:t xml:space="preserve"> ہوتا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="005A655B">
        <w:rPr>
          <w:rtl/>
        </w:rPr>
        <w:t xml:space="preserve"> رہے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جنت و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مناظر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ں؟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30292A">
      <w:pPr>
        <w:pStyle w:val="libNormal"/>
        <w:rPr>
          <w:rtl/>
        </w:rPr>
      </w:pPr>
      <w:r w:rsidRPr="00743BB0">
        <w:rPr>
          <w:rStyle w:val="libArabicChar"/>
          <w:rtl/>
        </w:rPr>
        <w:t>"حل</w:t>
      </w:r>
      <w:r w:rsidRPr="00743BB0">
        <w:rPr>
          <w:rStyle w:val="libArabicChar"/>
          <w:rFonts w:hint="cs"/>
          <w:rtl/>
        </w:rPr>
        <w:t>ی</w:t>
      </w:r>
      <w:r w:rsidRPr="00743BB0">
        <w:rPr>
          <w:rStyle w:val="libArabicChar"/>
          <w:rFonts w:hint="eastAsia"/>
          <w:rtl/>
        </w:rPr>
        <w:t>ف</w:t>
      </w:r>
      <w:r w:rsidRPr="00743BB0">
        <w:rPr>
          <w:rStyle w:val="libArabicChar"/>
          <w:rtl/>
        </w:rPr>
        <w:t xml:space="preserve"> السجد</w:t>
      </w:r>
      <w:r w:rsidR="005132F6" w:rsidRPr="004D70B9">
        <w:rPr>
          <w:rStyle w:val="libArabicChar"/>
          <w:rFonts w:hint="cs"/>
          <w:rtl/>
        </w:rPr>
        <w:t>ه</w:t>
      </w:r>
      <w:r w:rsidRPr="00743BB0">
        <w:rPr>
          <w:rStyle w:val="libArabicChar"/>
          <w:rFonts w:hint="cs"/>
          <w:rtl/>
        </w:rPr>
        <w:t xml:space="preserve"> الطوی</w:t>
      </w:r>
      <w:r w:rsidRPr="00743BB0">
        <w:rPr>
          <w:rStyle w:val="libArabicChar"/>
          <w:rFonts w:hint="eastAsia"/>
          <w:rtl/>
        </w:rPr>
        <w:t>ل</w:t>
      </w:r>
      <w:r w:rsidR="004D70B9" w:rsidRPr="004D70B9">
        <w:rPr>
          <w:rStyle w:val="libArabicChar"/>
          <w:rFonts w:hint="cs"/>
          <w:rtl/>
        </w:rPr>
        <w:t>ة</w:t>
      </w:r>
      <w:r w:rsidRPr="00743BB0">
        <w:rPr>
          <w:rStyle w:val="libArabicChar"/>
          <w:rtl/>
        </w:rPr>
        <w:t xml:space="preserve"> والدموع الغز</w:t>
      </w:r>
      <w:r w:rsidRPr="00743BB0">
        <w:rPr>
          <w:rStyle w:val="libArabicChar"/>
          <w:rFonts w:hint="cs"/>
          <w:rtl/>
        </w:rPr>
        <w:t>ی</w:t>
      </w:r>
      <w:r w:rsidRPr="00743BB0">
        <w:rPr>
          <w:rStyle w:val="libArabicChar"/>
          <w:rFonts w:hint="eastAsia"/>
          <w:rtl/>
        </w:rPr>
        <w:t>ر</w:t>
      </w:r>
      <w:r w:rsidR="004D70B9" w:rsidRPr="004D70B9">
        <w:rPr>
          <w:rStyle w:val="libArabicChar"/>
          <w:rFonts w:hint="cs"/>
          <w:rtl/>
        </w:rPr>
        <w:t>ة</w:t>
      </w:r>
      <w:r w:rsidRPr="00743BB0">
        <w:rPr>
          <w:rStyle w:val="libArabicChar"/>
          <w:rtl/>
        </w:rPr>
        <w:t>"</w:t>
      </w:r>
      <w:r>
        <w:rPr>
          <w:rtl/>
        </w:rPr>
        <w:t xml:space="preserve"> </w:t>
      </w:r>
      <w:r w:rsidR="0030292A" w:rsidRPr="00B0371A">
        <w:rPr>
          <w:rStyle w:val="libFootnotenumChar"/>
          <w:rFonts w:hint="cs"/>
          <w:rtl/>
        </w:rPr>
        <w:t>(29)</w:t>
      </w:r>
      <w:r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سجدوں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آنسوؤں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مالک امام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کا دل اندر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جوش مارتا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تو تب اس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آنسو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مشترک صفت اور عادت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تمام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ط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tl/>
        </w:rPr>
        <w:t xml:space="preserve"> السلام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محبت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نواؤں ک</w:t>
      </w:r>
      <w:r>
        <w:rPr>
          <w:rFonts w:hint="cs"/>
          <w:rtl/>
        </w:rPr>
        <w:t>ی</w:t>
      </w:r>
      <w:r>
        <w:rPr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3B21A7">
        <w:rPr>
          <w:rtl/>
        </w:rPr>
        <w:t xml:space="preserve"> ہر </w:t>
      </w:r>
      <w:r w:rsidRPr="00385AE7">
        <w:rPr>
          <w:rFonts w:hint="cs"/>
          <w:rtl/>
        </w:rPr>
        <w:t xml:space="preserve">طرح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امام حسن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>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>،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، امام محمد باقر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، امام جعفر صادق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>، امام موس</w:t>
      </w:r>
      <w:r>
        <w:rPr>
          <w:rFonts w:hint="cs"/>
          <w:rtl/>
        </w:rPr>
        <w:t>ی</w:t>
      </w:r>
      <w:r>
        <w:rPr>
          <w:rtl/>
        </w:rPr>
        <w:t xml:space="preserve"> کاظم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>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کردار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اعتبار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مثال آپ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کا مطالع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>
        <w:rPr>
          <w:rtl/>
        </w:rPr>
        <w:t>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مظلوموں،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eastAsia"/>
          <w:rtl/>
        </w:rPr>
        <w:t>وں،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یی</w:t>
      </w:r>
      <w:r>
        <w:rPr>
          <w:rFonts w:hint="eastAsia"/>
          <w:rtl/>
        </w:rPr>
        <w:t>موں،</w:t>
      </w:r>
      <w:r>
        <w:rPr>
          <w:rtl/>
        </w:rPr>
        <w:t xml:space="preserve"> اور فقراء ک</w:t>
      </w:r>
      <w:r>
        <w:rPr>
          <w:rFonts w:hint="cs"/>
          <w:rtl/>
        </w:rPr>
        <w:t>ی</w:t>
      </w:r>
      <w:r>
        <w:rPr>
          <w:rtl/>
        </w:rPr>
        <w:t xml:space="preserve"> مدد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ظ</w:t>
      </w:r>
      <w:r w:rsidR="00ED61E8" w:rsidRPr="00385AE7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ا لوگ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عمل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</w:t>
      </w:r>
      <w:r w:rsidR="00EF6DD1" w:rsidRPr="00385AE7">
        <w:rPr>
          <w:rFonts w:hint="cs"/>
          <w:rtl/>
        </w:rPr>
        <w:t>وہا</w:t>
      </w:r>
      <w:r w:rsidRPr="00385AE7">
        <w:rPr>
          <w:rFonts w:hint="cs"/>
          <w:rtl/>
        </w:rPr>
        <w:t>ں تک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 سکتا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EC330E" w:rsidP="00B34A65">
      <w:pPr>
        <w:pStyle w:val="Heading2Center"/>
        <w:rPr>
          <w:rtl/>
        </w:rPr>
      </w:pPr>
      <w:bookmarkStart w:id="58" w:name="_Toc508875411"/>
      <w:r>
        <w:rPr>
          <w:rFonts w:hint="cs"/>
          <w:rtl/>
        </w:rPr>
        <w:t>ہار</w:t>
      </w:r>
      <w:r w:rsidR="00827A66">
        <w:rPr>
          <w:rFonts w:hint="cs"/>
          <w:rtl/>
        </w:rPr>
        <w:t>ون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حکومت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مشنر</w:t>
      </w:r>
      <w:r w:rsidR="00827A66">
        <w:rPr>
          <w:rFonts w:hint="cs"/>
          <w:rtl/>
        </w:rPr>
        <w:t>ی</w:t>
      </w:r>
      <w:bookmarkEnd w:id="58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زندان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مظلومان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سازش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عزت کم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خوبصورت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اور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سن</w:t>
      </w:r>
      <w:r>
        <w:rPr>
          <w:rtl/>
        </w:rPr>
        <w:t xml:space="preserve"> عورت کو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پر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اور مرد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خو</w:t>
      </w:r>
      <w:r w:rsidR="00851B2F">
        <w:rPr>
          <w:rtl/>
        </w:rPr>
        <w:t>اہ</w:t>
      </w:r>
      <w:r w:rsidRPr="00385AE7">
        <w:rPr>
          <w:rFonts w:hint="cs"/>
          <w:rtl/>
        </w:rPr>
        <w:t>شات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قدم ا</w:t>
      </w:r>
      <w:r w:rsidRPr="004D70B9">
        <w:rPr>
          <w:rFonts w:hint="cs"/>
          <w:rtl/>
        </w:rPr>
        <w:t>ٹھ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ان کو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اور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کارندوں ک</w:t>
      </w:r>
      <w:r>
        <w:rPr>
          <w:rFonts w:hint="cs"/>
          <w:rtl/>
        </w:rPr>
        <w:t>ی</w:t>
      </w:r>
      <w:r>
        <w:rPr>
          <w:rtl/>
        </w:rPr>
        <w:t xml:space="preserve"> غلط ف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ہوا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جب تنگ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انقلاب برپا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اپنا سر سجد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جاسوسوں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کو خبر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عبادت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5513FA" w:rsidRPr="00385AE7">
        <w:rPr>
          <w:rFonts w:hint="cs"/>
          <w:rtl/>
        </w:rPr>
        <w:t xml:space="preserve"> رہی </w:t>
      </w:r>
      <w:r>
        <w:rPr>
          <w:rFonts w:hint="eastAsia"/>
          <w:rtl/>
        </w:rPr>
        <w:t>،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آسمان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اور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گنا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جب تقو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 w:rsidR="005513FA">
        <w:rPr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tl/>
        </w:rPr>
        <w:t xml:space="preserve"> تو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شرمندگ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</w:t>
      </w:r>
      <w:r w:rsidR="00EF6DD1">
        <w:rPr>
          <w:rtl/>
        </w:rPr>
        <w:t xml:space="preserve">اہتے 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کس طرح عبادت ال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مک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غلط</w:t>
      </w:r>
      <w:r>
        <w:rPr>
          <w:rFonts w:hint="cs"/>
          <w:rtl/>
        </w:rPr>
        <w:t>ی</w:t>
      </w:r>
      <w:r>
        <w:rPr>
          <w:rtl/>
        </w:rPr>
        <w:t xml:space="preserve"> پر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مانگت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بخش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انتقال کر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59" w:name="_Toc508875412"/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کاظم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اور بشر حاف</w:t>
      </w:r>
      <w:r>
        <w:rPr>
          <w:rFonts w:hint="cs"/>
          <w:rtl/>
        </w:rPr>
        <w:t>ی</w:t>
      </w:r>
      <w:bookmarkEnd w:id="59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بشر حاف</w:t>
      </w:r>
      <w:r>
        <w:rPr>
          <w:rFonts w:hint="cs"/>
          <w:rtl/>
        </w:rPr>
        <w:t>ی</w:t>
      </w:r>
      <w:r>
        <w:rPr>
          <w:rtl/>
        </w:rPr>
        <w:t xml:space="preserve"> کا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سنا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بغداد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گزر</w:t>
      </w:r>
      <w:r w:rsidR="005A655B" w:rsidRPr="00385AE7">
        <w:rPr>
          <w:rFonts w:hint="cs"/>
          <w:rtl/>
        </w:rPr>
        <w:t xml:space="preserve"> رہے 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اچانک آپ کو رقص وسرود اور ناچ گان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اتفاق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نوکران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D61E8">
        <w:rPr>
          <w:rtl/>
        </w:rPr>
        <w:t xml:space="preserve">اہر </w:t>
      </w:r>
      <w:r w:rsidRPr="00385AE7">
        <w:rPr>
          <w:rFonts w:hint="cs"/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کا کو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کرک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پر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نکن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آزاد شخص کا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غلام کا؟ سوال ب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آپ مکان ک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ED61E8">
        <w:rPr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بائش</w:t>
      </w:r>
      <w:r>
        <w:rPr>
          <w:rtl/>
        </w:rPr>
        <w:t xml:space="preserve"> و آسائش کو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="005A655B">
        <w:rPr>
          <w:rtl/>
        </w:rPr>
        <w:t xml:space="preserve"> رہے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کس شخص کا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سکتا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بشر حاف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بغداد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اں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 w:rsidR="000E44EB">
        <w:rPr>
          <w:rtl/>
        </w:rPr>
        <w:t xml:space="preserve"> ہی </w:t>
      </w:r>
      <w:r>
        <w:rPr>
          <w:rtl/>
        </w:rPr>
        <w:t>کا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بند</w:t>
      </w:r>
      <w:r w:rsidRPr="004D70B9">
        <w:rPr>
          <w:rFonts w:hint="cs"/>
          <w:rtl/>
        </w:rPr>
        <w:t>ہ</w:t>
      </w:r>
      <w:r w:rsidR="00211648" w:rsidRPr="00385AE7">
        <w:rPr>
          <w:rFonts w:hint="cs"/>
          <w:rtl/>
        </w:rPr>
        <w:t xml:space="preserve"> ہوتا</w:t>
      </w:r>
      <w:r w:rsidRPr="00385AE7">
        <w:rPr>
          <w:rFonts w:hint="cs"/>
          <w:rtl/>
        </w:rPr>
        <w:t xml:space="preserve"> تو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راگ رنگ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>جب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نوکران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ڈ</w:t>
      </w:r>
      <w:r w:rsidRPr="00385AE7">
        <w:rPr>
          <w:rFonts w:hint="cs"/>
          <w:rtl/>
        </w:rPr>
        <w:t>ال کر واپس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مالک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گئ</w:t>
      </w:r>
      <w:r>
        <w:rPr>
          <w:rFonts w:hint="cs"/>
          <w:rtl/>
        </w:rPr>
        <w:t>ی</w:t>
      </w:r>
      <w:r>
        <w:rPr>
          <w:rtl/>
        </w:rPr>
        <w:t xml:space="preserve"> تو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نوکران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</w:t>
      </w:r>
      <w:r>
        <w:rPr>
          <w:rFonts w:hint="eastAsia"/>
          <w:rtl/>
        </w:rPr>
        <w:t>ص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بشر بولا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آزاد کا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غلام کا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آزاد کا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شخص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اں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اں واقع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آزاد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 بند</w:t>
      </w:r>
      <w:r w:rsidRPr="004D70B9">
        <w:rPr>
          <w:rFonts w:hint="cs"/>
          <w:rtl/>
        </w:rPr>
        <w:t>ہ</w:t>
      </w:r>
      <w:r w:rsidR="00211648" w:rsidRPr="00385AE7">
        <w:rPr>
          <w:rFonts w:hint="cs"/>
          <w:rtl/>
        </w:rPr>
        <w:t xml:space="preserve"> ہوتا</w:t>
      </w:r>
      <w:r w:rsidRPr="00385AE7">
        <w:rPr>
          <w:rFonts w:hint="cs"/>
          <w:rtl/>
        </w:rPr>
        <w:t xml:space="preserve"> تو رقص وسرود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بلند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بشر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اس شخص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جب اس ک</w:t>
      </w:r>
      <w:r>
        <w:rPr>
          <w:rFonts w:hint="cs"/>
          <w:rtl/>
        </w:rPr>
        <w:t>ی</w:t>
      </w:r>
      <w:r>
        <w:rPr>
          <w:rtl/>
        </w:rPr>
        <w:t xml:space="preserve"> وضع قطع بتائ</w:t>
      </w:r>
      <w:r>
        <w:rPr>
          <w:rFonts w:hint="cs"/>
          <w:rtl/>
        </w:rPr>
        <w:t>ی</w:t>
      </w:r>
      <w:r>
        <w:rPr>
          <w:rtl/>
        </w:rPr>
        <w:t xml:space="preserve"> تو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موس</w:t>
      </w:r>
      <w:r>
        <w:rPr>
          <w:rFonts w:hint="cs"/>
          <w:rtl/>
        </w:rPr>
        <w:t>ی</w:t>
      </w:r>
      <w:r>
        <w:rPr>
          <w:rtl/>
        </w:rPr>
        <w:t xml:space="preserve"> بن جعفر </w:t>
      </w:r>
      <w:r w:rsidR="00BF209D" w:rsidRPr="00BF209D">
        <w:rPr>
          <w:rStyle w:val="libAlaemChar"/>
          <w:rtl/>
        </w:rPr>
        <w:t xml:space="preserve"> عليه‌السلام </w:t>
      </w:r>
      <w:r w:rsidR="000E44EB">
        <w:rPr>
          <w:rtl/>
        </w:rPr>
        <w:t xml:space="preserve"> ہی </w:t>
      </w:r>
      <w:r>
        <w:rPr>
          <w:rtl/>
        </w:rPr>
        <w:t>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شخص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اں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اشار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بزرگ اس طرف جا</w:t>
      </w:r>
      <w:r w:rsidR="00EC330E" w:rsidRPr="00385AE7">
        <w:rPr>
          <w:rFonts w:hint="cs"/>
          <w:rtl/>
        </w:rPr>
        <w:t>رہے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385AE7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وقت کم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اگر جوتا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نتا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آگ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 چک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ذا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پا بر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ھے</w:t>
      </w:r>
      <w:r>
        <w:rPr>
          <w:rtl/>
        </w:rPr>
        <w:t xml:space="preserve"> دو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آقا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جمل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بر</w:t>
      </w:r>
      <w:r>
        <w:rPr>
          <w:rFonts w:hint="eastAsia"/>
          <w:rtl/>
        </w:rPr>
        <w:t>پا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بند</w:t>
      </w:r>
      <w:r w:rsidRPr="004D70B9">
        <w:rPr>
          <w:rFonts w:hint="cs"/>
          <w:rtl/>
        </w:rPr>
        <w:t>ہ</w:t>
      </w:r>
      <w:r w:rsidR="00211648" w:rsidRPr="00385AE7">
        <w:rPr>
          <w:rFonts w:hint="cs"/>
          <w:rtl/>
        </w:rPr>
        <w:t xml:space="preserve"> ہوتا</w:t>
      </w:r>
      <w:r w:rsidRPr="00385AE7">
        <w:rPr>
          <w:rFonts w:hint="cs"/>
          <w:rtl/>
        </w:rPr>
        <w:t xml:space="preserve"> تو اس قسم کا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انپتا کانپتا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مولا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جو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خدا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اور واقع</w:t>
      </w:r>
      <w:r>
        <w:rPr>
          <w:rFonts w:hint="cs"/>
          <w:rtl/>
        </w:rPr>
        <w:t>ی</w:t>
      </w:r>
      <w:r>
        <w:rPr>
          <w:rtl/>
        </w:rPr>
        <w:t xml:space="preserve"> طور پر اس کا بند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بننا </w:t>
      </w:r>
      <w:r w:rsidR="00C3449B" w:rsidRPr="00385AE7">
        <w:rPr>
          <w:rFonts w:hint="cs"/>
          <w:rtl/>
        </w:rPr>
        <w:t>چاہتا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اس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توب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تائب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کر الل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صالح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اس طرح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lastRenderedPageBreak/>
        <w:t>ہ</w:t>
      </w:r>
      <w:r w:rsidRPr="00385AE7">
        <w:rPr>
          <w:rFonts w:hint="cs"/>
          <w:rtl/>
        </w:rPr>
        <w:t>ارون الرش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اندر حساس خطر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دل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ہونا </w:t>
      </w:r>
      <w:r w:rsidRPr="00385AE7">
        <w:rPr>
          <w:rFonts w:hint="cs"/>
          <w:rtl/>
        </w:rPr>
        <w:t>چ</w:t>
      </w:r>
      <w:r w:rsidR="00851B2F" w:rsidRPr="00385AE7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"وجودک ذنب"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بن</w:t>
      </w:r>
      <w:r>
        <w:rPr>
          <w:rtl/>
        </w:rPr>
        <w:t xml:space="preserve"> جعفر آپ کا زند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</w:t>
      </w:r>
      <w:r w:rsidRPr="004D70B9">
        <w:rPr>
          <w:rFonts w:hint="cs"/>
          <w:rtl/>
        </w:rPr>
        <w:t>ہ</w:t>
      </w:r>
      <w:r w:rsidR="00743BB0" w:rsidRPr="00385AE7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بگا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ا؟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کونسا انقلاب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کونسا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تم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رات</w:t>
      </w:r>
      <w:r w:rsidRPr="004D70B9">
        <w:rPr>
          <w:rFonts w:hint="cs"/>
          <w:rtl/>
        </w:rPr>
        <w:t>ے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؟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جواب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سکا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</w:t>
      </w:r>
      <w:r w:rsidR="00C3449B" w:rsidRPr="00385AE7">
        <w:rPr>
          <w:rFonts w:hint="cs"/>
          <w:rtl/>
        </w:rPr>
        <w:t>رہا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کا موجود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خطر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تحفظ اور دفاع ک</w:t>
      </w:r>
      <w:r>
        <w:rPr>
          <w:rFonts w:hint="cs"/>
          <w:rtl/>
        </w:rPr>
        <w:t>ی</w:t>
      </w:r>
      <w:r>
        <w:rPr>
          <w:rtl/>
        </w:rPr>
        <w:t xml:space="preserve"> خاطر کرت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5A655B">
        <w:rPr>
          <w:rtl/>
        </w:rPr>
        <w:t xml:space="preserve"> رہیں</w:t>
      </w:r>
      <w:r>
        <w:rPr>
          <w:rtl/>
        </w:rPr>
        <w:t xml:space="preserve"> اور حکومت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تکن</w:t>
      </w:r>
      <w:r w:rsidRPr="004D70B9">
        <w:rPr>
          <w:rFonts w:hint="cs"/>
          <w:rtl/>
        </w:rPr>
        <w:t>ڑ</w:t>
      </w:r>
      <w:r w:rsidRPr="00385AE7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نس کر اپنا نقصان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کو</w:t>
      </w:r>
      <w:r w:rsidR="003B21A7" w:rsidRPr="00385AE7">
        <w:rPr>
          <w:rFonts w:hint="cs"/>
          <w:rtl/>
        </w:rPr>
        <w:t xml:space="preserve"> ہر </w:t>
      </w:r>
      <w:r w:rsidRPr="00385AE7">
        <w:rPr>
          <w:rFonts w:hint="cs"/>
          <w:rtl/>
        </w:rPr>
        <w:t>وقت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مانن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والوں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خطر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لاحق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اور ان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چند خاص موا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خاتم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مشور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کرتا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60" w:name="_Toc508875413"/>
      <w:r>
        <w:rPr>
          <w:rFonts w:hint="eastAsia"/>
          <w:rtl/>
        </w:rPr>
        <w:t>صفوان</w:t>
      </w:r>
      <w:r>
        <w:rPr>
          <w:rtl/>
        </w:rPr>
        <w:t xml:space="preserve"> جمال اور </w:t>
      </w:r>
      <w:r w:rsidR="00EC330E">
        <w:rPr>
          <w:rFonts w:hint="cs"/>
          <w:rtl/>
        </w:rPr>
        <w:t>ہار</w:t>
      </w:r>
      <w:r w:rsidRPr="005132F6">
        <w:rPr>
          <w:rFonts w:hint="cs"/>
          <w:rtl/>
        </w:rPr>
        <w:t>ون</w:t>
      </w:r>
      <w:bookmarkEnd w:id="60"/>
      <w:r w:rsidRPr="005132F6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صفوان کا واقع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سنا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کرائ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زمان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استعمال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اون</w:t>
      </w:r>
      <w:r w:rsidRPr="004D70B9">
        <w:rPr>
          <w:rFonts w:hint="cs"/>
          <w:rtl/>
        </w:rPr>
        <w:t>ٹ</w:t>
      </w:r>
      <w:r w:rsidR="000E44EB" w:rsidRPr="00385AE7">
        <w:rPr>
          <w:rFonts w:hint="cs"/>
          <w:rtl/>
        </w:rPr>
        <w:t xml:space="preserve"> ہی </w:t>
      </w:r>
      <w:r w:rsidR="005A655B">
        <w:rPr>
          <w:rtl/>
        </w:rPr>
        <w:t xml:space="preserve">ہوا </w:t>
      </w:r>
      <w:r w:rsidRPr="00385AE7">
        <w:rPr>
          <w:rFonts w:hint="cs"/>
          <w:rtl/>
        </w:rPr>
        <w:t>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صفوان کا حکومت وقت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رابط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کبب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حکومت کو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پروگرام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صفوان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چند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ط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صفوان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خاص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حاضر</w:t>
      </w:r>
      <w:r w:rsidR="005A655B">
        <w:rPr>
          <w:rtl/>
        </w:rPr>
        <w:t xml:space="preserve"> ہوا </w:t>
      </w:r>
      <w:r w:rsidRPr="00385AE7">
        <w:rPr>
          <w:rFonts w:hint="cs"/>
          <w:rtl/>
        </w:rPr>
        <w:t>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مولا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کو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کرائ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ظالم، ستم گر شخص کو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صفوان بولا مولا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،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اس کا سفر کوئ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سفر حج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اگر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حج پر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اس کو کرائ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رقم کا بقا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تا</w:t>
      </w:r>
      <w:r w:rsidR="00743BB0" w:rsidRPr="00385AE7">
        <w:rPr>
          <w:rFonts w:hint="cs"/>
          <w:rtl/>
        </w:rPr>
        <w:t xml:space="preserve"> ہے</w:t>
      </w:r>
      <w:r w:rsidRPr="00385AE7">
        <w:rPr>
          <w:rFonts w:hint="cs"/>
          <w:rtl/>
        </w:rPr>
        <w:t>؟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سوال کر،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اس کو کرائ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واپس لو</w:t>
      </w:r>
      <w:r w:rsidRPr="004D70B9">
        <w:rPr>
          <w:rFonts w:hint="cs"/>
          <w:rtl/>
        </w:rPr>
        <w:t>ٹے</w:t>
      </w:r>
      <w:r w:rsidRPr="00385AE7">
        <w:rPr>
          <w:rFonts w:hint="cs"/>
          <w:rtl/>
        </w:rPr>
        <w:t xml:space="preserve"> گا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کرا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لوں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صفوان بولا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>
        <w:rPr>
          <w:rFonts w:hint="eastAsia"/>
          <w:rtl/>
        </w:rPr>
        <w:t>ں</w:t>
      </w:r>
      <w:r>
        <w:rPr>
          <w:rtl/>
        </w:rPr>
        <w:t xml:space="preserve"> مولا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0E44EB">
        <w:rPr>
          <w:rtl/>
        </w:rPr>
        <w:t xml:space="preserve"> ہی </w:t>
      </w:r>
      <w:r w:rsidR="005A655B">
        <w:rPr>
          <w:rtl/>
        </w:rPr>
        <w:t xml:space="preserve">ہے </w:t>
      </w:r>
      <w:r w:rsidRPr="00385AE7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صفوان ب</w:t>
      </w:r>
      <w:r w:rsidR="00ED61E8" w:rsidRPr="00385AE7">
        <w:rPr>
          <w:rFonts w:hint="cs"/>
          <w:rtl/>
        </w:rPr>
        <w:t xml:space="preserve">اہر </w:t>
      </w:r>
      <w:r w:rsidRPr="00385AE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تعلقات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باوجود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آئند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کاروبار بلکل</w:t>
      </w:r>
      <w:r w:rsidR="005A655B">
        <w:rPr>
          <w:rtl/>
        </w:rPr>
        <w:t xml:space="preserve"> نہیں </w:t>
      </w:r>
      <w:r>
        <w:rPr>
          <w:rtl/>
        </w:rPr>
        <w:t>کر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بعد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</w:t>
      </w:r>
      <w:r w:rsidR="00851B2F" w:rsidRPr="00385AE7">
        <w:rPr>
          <w:rFonts w:hint="cs"/>
          <w:rtl/>
        </w:rPr>
        <w:t>اہ</w:t>
      </w:r>
      <w:r w:rsidRPr="00385AE7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منسوخ کرتا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مجبور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تمام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فروخت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اون</w:t>
      </w:r>
      <w:r w:rsidRPr="004D70B9">
        <w:rPr>
          <w:rFonts w:hint="cs"/>
          <w:rtl/>
        </w:rPr>
        <w:t>ٹ</w:t>
      </w:r>
      <w:r w:rsidRPr="00385AE7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385AE7">
        <w:rPr>
          <w:rFonts w:hint="cs"/>
          <w:rtl/>
        </w:rPr>
        <w:t>؟ صفوان بولا ا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بادشا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سلامت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ا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>چکا</w:t>
      </w:r>
      <w:r w:rsidR="00BD7C38" w:rsidRPr="00385AE7">
        <w:rPr>
          <w:rFonts w:hint="cs"/>
          <w:rtl/>
        </w:rPr>
        <w:t xml:space="preserve"> ہوں </w:t>
      </w:r>
      <w:r w:rsidRPr="00385AE7">
        <w:rPr>
          <w:rFonts w:hint="cs"/>
          <w:rtl/>
        </w:rPr>
        <w:t>اب اس طرح کا کام 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نہیں</w:t>
      </w:r>
      <w:r w:rsidR="00FD708B" w:rsidRPr="00385AE7">
        <w:rPr>
          <w:rFonts w:hint="cs"/>
          <w:rtl/>
        </w:rPr>
        <w:t xml:space="preserve"> ہو</w:t>
      </w:r>
      <w:r w:rsidRPr="00385AE7">
        <w:rPr>
          <w:rFonts w:hint="cs"/>
          <w:rtl/>
        </w:rPr>
        <w:t xml:space="preserve">سکتا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EC330E" w:rsidP="00827A66">
      <w:pPr>
        <w:pStyle w:val="libNormal"/>
        <w:rPr>
          <w:rtl/>
        </w:rPr>
      </w:pPr>
      <w:r>
        <w:rPr>
          <w:rFonts w:hint="cs"/>
          <w:rtl/>
        </w:rPr>
        <w:t>ہار</w:t>
      </w:r>
      <w:r w:rsidR="00827A66" w:rsidRPr="00385AE7">
        <w:rPr>
          <w:rFonts w:hint="cs"/>
          <w:rtl/>
        </w:rPr>
        <w:t>ون</w:t>
      </w:r>
      <w:r w:rsidR="00827A66">
        <w:rPr>
          <w:rtl/>
        </w:rPr>
        <w:t xml:space="preserve"> ب</w:t>
      </w:r>
      <w:r w:rsidR="00827A66" w:rsidRPr="004D70B9">
        <w:rPr>
          <w:rFonts w:hint="cs"/>
          <w:rtl/>
        </w:rPr>
        <w:t>ڑ</w:t>
      </w:r>
      <w:r w:rsidR="00827A66" w:rsidRPr="00385AE7">
        <w:rPr>
          <w:rFonts w:hint="cs"/>
          <w:rtl/>
        </w:rPr>
        <w:t>ا چالاک ش</w:t>
      </w:r>
      <w:r w:rsidR="00827A66">
        <w:rPr>
          <w:rtl/>
        </w:rPr>
        <w:t>خص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 اس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سا</w:t>
      </w:r>
      <w:r w:rsidR="005A655B">
        <w:rPr>
          <w:rtl/>
        </w:rPr>
        <w:t xml:space="preserve"> نہیں ہے </w:t>
      </w:r>
      <w:r w:rsidR="00827A66" w:rsidRPr="00385AE7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جو تم ک</w:t>
      </w:r>
      <w:r w:rsidR="00827A66" w:rsidRPr="004D70B9">
        <w:rPr>
          <w:rFonts w:hint="cs"/>
          <w:rtl/>
        </w:rPr>
        <w:t>ھہ</w:t>
      </w:r>
      <w:r w:rsidR="005A655B" w:rsidRPr="00385AE7">
        <w:rPr>
          <w:rFonts w:hint="cs"/>
          <w:rtl/>
        </w:rPr>
        <w:t xml:space="preserve"> رہے</w:t>
      </w:r>
      <w:r w:rsidR="00FD708B" w:rsidRPr="00385AE7">
        <w:rPr>
          <w:rFonts w:hint="cs"/>
          <w:rtl/>
        </w:rPr>
        <w:t xml:space="preserve"> ہو</w:t>
      </w:r>
      <w:r w:rsidR="00827A66" w:rsidRPr="00385AE7">
        <w:rPr>
          <w:rFonts w:hint="cs"/>
          <w:rtl/>
        </w:rPr>
        <w:t xml:space="preserve"> دراصل تج</w:t>
      </w:r>
      <w:r w:rsidR="00827A66" w:rsidRPr="004D70B9">
        <w:rPr>
          <w:rFonts w:hint="cs"/>
          <w:rtl/>
        </w:rPr>
        <w:t>ھے</w:t>
      </w:r>
      <w:r w:rsidR="00827A66" w:rsidRPr="00385AE7">
        <w:rPr>
          <w:rFonts w:hint="cs"/>
          <w:rtl/>
        </w:rPr>
        <w:t xml:space="preserve"> موس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ابن جعفر </w:t>
      </w:r>
      <w:r w:rsidR="00BF209D" w:rsidRPr="00BF209D">
        <w:rPr>
          <w:rStyle w:val="libAlaemChar"/>
          <w:rtl/>
        </w:rPr>
        <w:t xml:space="preserve"> عليه‌السلام 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منع کرد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اور ان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وں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اس کام کو غ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ر</w:t>
      </w:r>
      <w:r w:rsidR="00827A66">
        <w:rPr>
          <w:rtl/>
        </w:rPr>
        <w:t xml:space="preserve"> شرع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قرار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 w:rsidRPr="004D70B9">
        <w:rPr>
          <w:rFonts w:hint="cs"/>
          <w:rtl/>
        </w:rPr>
        <w:t>ے</w:t>
      </w:r>
      <w:r w:rsidR="00211648">
        <w:rPr>
          <w:rtl/>
        </w:rPr>
        <w:t xml:space="preserve"> ہوئے </w:t>
      </w:r>
      <w:r w:rsidR="00827A66" w:rsidRPr="00385AE7">
        <w:rPr>
          <w:rFonts w:hint="cs"/>
          <w:rtl/>
        </w:rPr>
        <w:t>اون</w:t>
      </w:r>
      <w:r w:rsidR="00827A66" w:rsidRPr="004D70B9">
        <w:rPr>
          <w:rFonts w:hint="cs"/>
          <w:rtl/>
        </w:rPr>
        <w:t>ٹ</w:t>
      </w:r>
      <w:r w:rsidR="00827A66" w:rsidRPr="00385AE7">
        <w:rPr>
          <w:rFonts w:hint="cs"/>
          <w:rtl/>
        </w:rPr>
        <w:t xml:space="preserve"> ب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چن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تلق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ن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بخدا اگر تم</w:t>
      </w:r>
      <w:r>
        <w:rPr>
          <w:rFonts w:hint="cs"/>
          <w:rtl/>
        </w:rPr>
        <w:t>ہار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اور </w:t>
      </w:r>
      <w:r w:rsidR="005A655B" w:rsidRPr="004D70B9">
        <w:rPr>
          <w:rFonts w:hint="cs"/>
          <w:rtl/>
        </w:rPr>
        <w:t>ہمارے</w:t>
      </w:r>
      <w:r w:rsidR="00827A66" w:rsidRPr="00385AE7">
        <w:rPr>
          <w:rFonts w:hint="cs"/>
          <w:rtl/>
        </w:rPr>
        <w:t xml:space="preserve"> درم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ان</w:t>
      </w:r>
      <w:r w:rsidR="00827A66">
        <w:rPr>
          <w:rtl/>
        </w:rPr>
        <w:t xml:space="preserve"> پران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دوست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="00827A66" w:rsidRPr="00385AE7">
        <w:rPr>
          <w:rFonts w:hint="cs"/>
          <w:rtl/>
        </w:rPr>
        <w:t>ت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تو تج</w:t>
      </w:r>
      <w:r w:rsidR="00827A66" w:rsidRPr="004D70B9">
        <w:rPr>
          <w:rFonts w:hint="cs"/>
          <w:rtl/>
        </w:rPr>
        <w:t>ھے</w:t>
      </w:r>
      <w:r w:rsidR="00827A66" w:rsidRPr="00385AE7">
        <w:rPr>
          <w:rFonts w:hint="cs"/>
          <w:rtl/>
        </w:rPr>
        <w:t xml:space="preserve"> اب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</w:t>
      </w:r>
      <w:r w:rsidR="00827A66">
        <w:rPr>
          <w:rFonts w:hint="eastAsia"/>
          <w:rtl/>
        </w:rPr>
        <w:t>ور</w:t>
      </w:r>
      <w:r w:rsidR="00827A66">
        <w:rPr>
          <w:rtl/>
        </w:rPr>
        <w:t xml:space="preserve"> اس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وقت قتل کرد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تا</w:t>
      </w:r>
      <w:r w:rsidR="00827A66">
        <w:rPr>
          <w:rtl/>
        </w:rPr>
        <w:t xml:space="preserve"> 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ت</w:t>
      </w:r>
      <w:r w:rsidR="00827A66" w:rsidRPr="004D70B9">
        <w:rPr>
          <w:rFonts w:hint="cs"/>
          <w:rtl/>
        </w:rPr>
        <w:t>ھے</w:t>
      </w:r>
      <w:r w:rsidR="00827A66" w:rsidRPr="00385AE7">
        <w:rPr>
          <w:rFonts w:hint="cs"/>
          <w:rtl/>
        </w:rPr>
        <w:t xml:space="preserve"> و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عوامل جو امام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ش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ادت کا سبب بن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سب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پ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ل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</w:t>
      </w:r>
      <w:r w:rsidR="00827A66" w:rsidRPr="00385AE7">
        <w:rPr>
          <w:rFonts w:hint="cs"/>
          <w:rtl/>
        </w:rPr>
        <w:lastRenderedPageBreak/>
        <w:t>تو دشمن کو آپ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وجود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سخت خطر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لاحق ت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دوسرا آپ تق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حالت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زندگ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گزارت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</w:t>
      </w:r>
      <w:r w:rsidRPr="00385AE7">
        <w:rPr>
          <w:rFonts w:hint="cs"/>
          <w:rtl/>
        </w:rPr>
        <w:t>رہے</w:t>
      </w:r>
      <w:r w:rsidR="00827A66" w:rsidRPr="00385AE7">
        <w:rPr>
          <w:rFonts w:hint="cs"/>
          <w:rtl/>
        </w:rPr>
        <w:t xml:space="preserve">،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عن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آپ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اس انداز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اپنا طور طر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ق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رک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ا ک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آپ کا دشمن کس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لحاظ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آپ کو نقصان 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پ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نچا سکا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اس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باوجود آپ تبل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غ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فرائض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سرانجام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ت</w:t>
      </w:r>
      <w:r w:rsidR="00827A66" w:rsidRPr="004D70B9">
        <w:rPr>
          <w:rFonts w:hint="cs"/>
          <w:rtl/>
        </w:rPr>
        <w:t>ھے۔</w:t>
      </w:r>
      <w:r w:rsidR="00827A66" w:rsidRPr="00385AE7">
        <w:rPr>
          <w:rFonts w:hint="cs"/>
          <w:rtl/>
        </w:rPr>
        <w:t xml:space="preserve"> لوگوں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روحان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و علم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ضرور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ات</w:t>
      </w:r>
      <w:r w:rsidR="00827A66">
        <w:rPr>
          <w:rtl/>
        </w:rPr>
        <w:t xml:space="preserve"> پور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کرت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>، پسماند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طبق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حقوق ک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ب</w:t>
      </w:r>
      <w:r w:rsidR="00827A66" w:rsidRPr="004D70B9">
        <w:rPr>
          <w:rFonts w:hint="cs"/>
          <w:rtl/>
        </w:rPr>
        <w:t>ھ</w:t>
      </w:r>
      <w:r w:rsidR="00827A66" w:rsidRPr="00385AE7">
        <w:rPr>
          <w:rFonts w:hint="cs"/>
          <w:rtl/>
        </w:rPr>
        <w:t>ر پور طر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ق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س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آواز بلند کرت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ت</w:t>
      </w:r>
      <w:r w:rsidR="00827A66" w:rsidRPr="004D70B9">
        <w:rPr>
          <w:rFonts w:hint="cs"/>
          <w:rtl/>
        </w:rPr>
        <w:t>ھے۔</w:t>
      </w:r>
      <w:r w:rsidR="00827A66" w:rsidRPr="00385AE7">
        <w:rPr>
          <w:rFonts w:hint="cs"/>
          <w:rtl/>
        </w:rPr>
        <w:t xml:space="preserve"> 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کن</w:t>
      </w:r>
      <w:r w:rsidR="00827A66">
        <w:rPr>
          <w:rtl/>
        </w:rPr>
        <w:t xml:space="preserve"> آپ ن</w:t>
      </w:r>
      <w:r w:rsidR="00827A66" w:rsidRPr="004D70B9">
        <w:rPr>
          <w:rFonts w:hint="cs"/>
          <w:rtl/>
        </w:rPr>
        <w:t>ے</w:t>
      </w:r>
      <w:r w:rsidR="00827A66" w:rsidRPr="00385AE7">
        <w:rPr>
          <w:rFonts w:hint="cs"/>
          <w:rtl/>
        </w:rPr>
        <w:t xml:space="preserve"> اس تمام مدت دشمن کو انگشت نمائ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کا موقع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ن</w:t>
      </w:r>
      <w:r w:rsidR="00827A66" w:rsidRPr="004D70B9">
        <w:rPr>
          <w:rFonts w:hint="cs"/>
          <w:rtl/>
        </w:rPr>
        <w:t>ہ</w:t>
      </w:r>
      <w:r w:rsidR="00827A66" w:rsidRPr="00385AE7">
        <w:rPr>
          <w:rFonts w:hint="cs"/>
          <w:rtl/>
        </w:rPr>
        <w:t xml:space="preserve">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 w:rsidRPr="004D70B9">
        <w:rPr>
          <w:rFonts w:hint="cs"/>
          <w:rtl/>
        </w:rPr>
        <w:t>۔</w:t>
      </w:r>
      <w:r w:rsidR="00827A66"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جاسوسوں، گماشتوں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ے</w:t>
      </w:r>
      <w:r>
        <w:rPr>
          <w:rtl/>
        </w:rPr>
        <w:t xml:space="preserve"> اس کو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جرم عائد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ان کو سزا د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سک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آپ استقامت کا کو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گراں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مانگ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تو آپ کو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صرف </w:t>
      </w:r>
      <w:r w:rsidR="00C3449B">
        <w:rPr>
          <w:rFonts w:hint="eastAsia"/>
          <w:rtl/>
        </w:rPr>
        <w:t>رہا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وافر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انعام واکرام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زندگ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مرجانا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اور</w:t>
      </w:r>
      <w:r w:rsidR="000E44EB" w:rsidRPr="00385AE7">
        <w:rPr>
          <w:rFonts w:hint="cs"/>
          <w:rtl/>
        </w:rPr>
        <w:t xml:space="preserve"> ہم </w:t>
      </w:r>
      <w:r w:rsidR="005A655B" w:rsidRPr="00385AE7">
        <w:rPr>
          <w:rFonts w:hint="cs"/>
          <w:rtl/>
        </w:rPr>
        <w:t xml:space="preserve">بہت </w:t>
      </w:r>
      <w:r w:rsidRPr="00385AE7">
        <w:rPr>
          <w:rFonts w:hint="cs"/>
          <w:rtl/>
        </w:rPr>
        <w:t>جلد اس فان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کوچ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="005A655B" w:rsidRPr="00385AE7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شخص کو امام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چ</w:t>
      </w:r>
      <w:r w:rsidR="00851B2F">
        <w:rPr>
          <w:rtl/>
        </w:rPr>
        <w:t>اہ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محبت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گنا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کا اعتراف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لب و ل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ج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آپ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کا دل و جان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احترام کرت</w:t>
      </w:r>
      <w:r w:rsidRPr="004D70B9">
        <w:rPr>
          <w:rFonts w:hint="cs"/>
          <w:rtl/>
        </w:rPr>
        <w:t>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="00851B2F" w:rsidRPr="00385AE7">
        <w:rPr>
          <w:rFonts w:hint="cs"/>
          <w:rtl/>
        </w:rPr>
        <w:t xml:space="preserve"> ہم</w:t>
      </w:r>
      <w:r w:rsidRPr="00385AE7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="005A655B" w:rsidRPr="00385AE7">
        <w:rPr>
          <w:rFonts w:hint="cs"/>
          <w:rtl/>
        </w:rPr>
        <w:t xml:space="preserve">ہے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رہیں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آپ کو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چ</w:t>
      </w:r>
      <w:r w:rsidR="00EF6DD1">
        <w:rPr>
          <w:rtl/>
        </w:rPr>
        <w:t xml:space="preserve">اہتے 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آپ کو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محفوظ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نا چ</w:t>
      </w:r>
      <w:r w:rsidR="00EF6DD1" w:rsidRPr="00385AE7">
        <w:rPr>
          <w:rFonts w:hint="cs"/>
          <w:rtl/>
        </w:rPr>
        <w:t xml:space="preserve">اہتے 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="00ED61E8">
        <w:rPr>
          <w:rtl/>
        </w:rPr>
        <w:t xml:space="preserve">اہر </w:t>
      </w:r>
      <w:r w:rsidRPr="00385AE7">
        <w:rPr>
          <w:rFonts w:hint="cs"/>
          <w:rtl/>
        </w:rPr>
        <w:t xml:space="preserve"> باورچ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پسند کا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کو اس پر</w:t>
      </w:r>
      <w:r w:rsidR="005A655B" w:rsidRPr="00385AE7">
        <w:rPr>
          <w:rFonts w:hint="cs"/>
          <w:rtl/>
        </w:rPr>
        <w:t xml:space="preserve"> بہت </w:t>
      </w:r>
      <w:r w:rsidRPr="00385AE7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اعتماد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فضل ساد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اپن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حمائل کرک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امام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پاس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</w:t>
      </w:r>
      <w:r w:rsidRPr="004D70B9">
        <w:rPr>
          <w:rFonts w:hint="cs"/>
          <w:rtl/>
        </w:rPr>
        <w:t>۔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نماز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جب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فضل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فضل اس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نماز کو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نچاؤں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نماز ختم کرت</w:t>
      </w:r>
      <w:r w:rsidRPr="004D70B9">
        <w:rPr>
          <w:rFonts w:hint="cs"/>
          <w:rtl/>
        </w:rPr>
        <w:t>ے</w:t>
      </w:r>
      <w:r w:rsidR="000E44EB" w:rsidRPr="00385AE7">
        <w:rPr>
          <w:rFonts w:hint="cs"/>
          <w:rtl/>
        </w:rPr>
        <w:t xml:space="preserve"> ہی </w:t>
      </w:r>
      <w:r>
        <w:rPr>
          <w:rtl/>
        </w:rPr>
        <w:t>دوبار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اور نماز شروع کرد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طرح اس کو سلام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اور بات کرن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تو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چند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385AE7">
        <w:rPr>
          <w:rFonts w:hint="cs"/>
          <w:rtl/>
        </w:rPr>
        <w:t>ن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اس کو پت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چلا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اس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بات کرنا</w:t>
      </w:r>
      <w:r w:rsidR="005A655B" w:rsidRPr="00385AE7">
        <w:rPr>
          <w:rFonts w:hint="cs"/>
          <w:rtl/>
        </w:rPr>
        <w:t xml:space="preserve"> نہیں </w:t>
      </w:r>
      <w:r>
        <w:rPr>
          <w:rtl/>
        </w:rPr>
        <w:t>چ</w:t>
      </w:r>
      <w:r w:rsidR="00EF6DD1">
        <w:rPr>
          <w:rtl/>
        </w:rPr>
        <w:t xml:space="preserve">اہتے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نماز پ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نماز پ</w:t>
      </w:r>
      <w:r w:rsidRPr="004D70B9">
        <w:rPr>
          <w:rFonts w:hint="cs"/>
          <w:rtl/>
        </w:rPr>
        <w:t>ڑھ</w:t>
      </w:r>
      <w:r w:rsidR="005A655B" w:rsidRPr="00385AE7">
        <w:rPr>
          <w:rFonts w:hint="cs"/>
          <w:rtl/>
        </w:rPr>
        <w:t xml:space="preserve"> رہے</w:t>
      </w:r>
      <w:r w:rsidR="005513FA" w:rsidRPr="00385AE7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انتظار کرتا </w:t>
      </w:r>
      <w:r w:rsidR="00C3449B">
        <w:rPr>
          <w:rtl/>
        </w:rPr>
        <w:t>رہا</w:t>
      </w:r>
      <w:r w:rsidRPr="00385AE7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ر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گزرا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ذ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385AE7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امام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بات شروع کرد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چچازاد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>ارون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آپ کو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385AE7">
        <w:rPr>
          <w:rFonts w:hint="cs"/>
          <w:rtl/>
        </w:rPr>
        <w:t xml:space="preserve"> ہم </w:t>
      </w:r>
      <w:r w:rsidRPr="00385AE7">
        <w:rPr>
          <w:rFonts w:hint="cs"/>
          <w:rtl/>
        </w:rPr>
        <w:t>پر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گن</w:t>
      </w:r>
      <w:r w:rsidR="00851B2F" w:rsidRPr="00385AE7">
        <w:rPr>
          <w:rFonts w:hint="cs"/>
          <w:rtl/>
        </w:rPr>
        <w:t xml:space="preserve">اہی </w:t>
      </w:r>
      <w:r>
        <w:rPr>
          <w:rtl/>
        </w:rPr>
        <w:t xml:space="preserve"> ثابت</w:t>
      </w:r>
      <w:r w:rsidR="00FD708B">
        <w:rPr>
          <w:rtl/>
        </w:rPr>
        <w:t xml:space="preserve"> ہو</w:t>
      </w:r>
      <w:r w:rsidRPr="00385AE7">
        <w:rPr>
          <w:rFonts w:hint="cs"/>
          <w:rtl/>
        </w:rPr>
        <w:t xml:space="preserve"> چک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اسلئ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مصلحت کا تقاضا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جان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="005A655B" w:rsidRPr="00385AE7">
        <w:rPr>
          <w:rFonts w:hint="cs"/>
          <w:rtl/>
        </w:rPr>
        <w:t xml:space="preserve"> رہیں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385AE7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385AE7">
        <w:rPr>
          <w:rFonts w:hint="cs"/>
          <w:rtl/>
        </w:rPr>
        <w:t>ون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حکم ملا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eastAsia"/>
          <w:rtl/>
        </w:rPr>
        <w:t>اورچ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 تاک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حسب</w:t>
      </w:r>
      <w:r w:rsidR="005A655B" w:rsidRPr="00385AE7">
        <w:rPr>
          <w:rFonts w:hint="cs"/>
          <w:rtl/>
        </w:rPr>
        <w:t xml:space="preserve"> خواہش </w:t>
      </w:r>
      <w:r w:rsidRPr="00385AE7">
        <w:rPr>
          <w:rFonts w:hint="cs"/>
          <w:rtl/>
        </w:rPr>
        <w:t>آپ اپنا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انا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385AE7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</w:t>
      </w:r>
      <w:r w:rsidR="005A655B" w:rsidRPr="00385AE7">
        <w:rPr>
          <w:rFonts w:hint="cs"/>
          <w:rtl/>
        </w:rPr>
        <w:t xml:space="preserve"> ہے </w:t>
      </w:r>
      <w:r w:rsidRPr="00385AE7">
        <w:rPr>
          <w:rFonts w:hint="cs"/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اتنا ک</w:t>
      </w:r>
      <w:r w:rsidRPr="004D70B9">
        <w:rPr>
          <w:rFonts w:hint="cs"/>
          <w:rtl/>
        </w:rPr>
        <w:t>ھہ</w:t>
      </w:r>
      <w:r w:rsidRPr="00385AE7">
        <w:rPr>
          <w:rFonts w:hint="cs"/>
          <w:rtl/>
        </w:rPr>
        <w:t xml:space="preserve"> کر دوبار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نماز شروع کرل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827A66" w:rsidRDefault="00827A66" w:rsidP="00743BB0">
      <w:pPr>
        <w:pStyle w:val="libArabic"/>
        <w:rPr>
          <w:rtl/>
        </w:rPr>
      </w:pPr>
      <w:r>
        <w:rPr>
          <w:rtl/>
        </w:rPr>
        <w:t>"لا حاضر ل</w:t>
      </w:r>
      <w:r>
        <w:rPr>
          <w:rFonts w:hint="cs"/>
          <w:rtl/>
        </w:rPr>
        <w:t>ی</w:t>
      </w:r>
      <w:r>
        <w:rPr>
          <w:rtl/>
        </w:rPr>
        <w:t xml:space="preserve"> مال ف</w:t>
      </w:r>
      <w:r>
        <w:rPr>
          <w:rFonts w:hint="cs"/>
          <w:rtl/>
        </w:rPr>
        <w:t>ی</w:t>
      </w:r>
      <w:r>
        <w:rPr>
          <w:rFonts w:hint="eastAsia"/>
          <w:rtl/>
        </w:rPr>
        <w:t>نفصن</w:t>
      </w:r>
      <w:r>
        <w:rPr>
          <w:rFonts w:hint="cs"/>
          <w:rtl/>
        </w:rPr>
        <w:t>ی</w:t>
      </w:r>
      <w:r>
        <w:rPr>
          <w:rtl/>
        </w:rPr>
        <w:t xml:space="preserve"> وما خلقت سؤولا، 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اکبر"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پاس اپنا مال</w:t>
      </w:r>
      <w:r w:rsidR="005A655B">
        <w:rPr>
          <w:rtl/>
        </w:rPr>
        <w:t xml:space="preserve"> نہیں ہے </w:t>
      </w:r>
      <w:r w:rsidRPr="00385AE7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385AE7">
        <w:rPr>
          <w:rFonts w:hint="cs"/>
          <w:rtl/>
        </w:rPr>
        <w:t xml:space="preserve"> خرچ کرسکوں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حلال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385AE7">
        <w:rPr>
          <w:rFonts w:hint="cs"/>
          <w:rtl/>
        </w:rPr>
        <w:t>اتا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D7C38">
        <w:rPr>
          <w:rtl/>
        </w:rPr>
        <w:t xml:space="preserve"> ہوں </w:t>
      </w:r>
      <w:r w:rsidRPr="00385AE7">
        <w:rPr>
          <w:rFonts w:hint="cs"/>
          <w:rtl/>
        </w:rPr>
        <w:t>باق</w:t>
      </w:r>
      <w:r>
        <w:rPr>
          <w:rFonts w:hint="cs"/>
          <w:rtl/>
        </w:rPr>
        <w:t>ی</w:t>
      </w:r>
      <w:r w:rsidR="005513FA">
        <w:rPr>
          <w:rtl/>
        </w:rPr>
        <w:t xml:space="preserve"> رہی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مانگن</w:t>
      </w:r>
      <w:r w:rsidRPr="004D70B9">
        <w:rPr>
          <w:rFonts w:hint="cs"/>
          <w:rtl/>
        </w:rPr>
        <w:t>ے</w:t>
      </w:r>
      <w:r w:rsidRPr="00385AE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مانگنا تو</w:t>
      </w:r>
      <w:r w:rsidR="000E44EB">
        <w:rPr>
          <w:rtl/>
        </w:rPr>
        <w:t xml:space="preserve"> ہم </w:t>
      </w:r>
      <w:r w:rsidRPr="00385AE7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0E44EB">
        <w:rPr>
          <w:rtl/>
        </w:rPr>
        <w:t xml:space="preserve"> ہی </w:t>
      </w:r>
      <w:r w:rsidR="005A655B">
        <w:rPr>
          <w:rtl/>
        </w:rPr>
        <w:t>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مانگنا گوارا کب کرسکت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اکبر اور نماز شروع کر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خلفاء کا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اماموں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مجبور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BF209D" w:rsidRPr="00AE7C21">
        <w:rPr>
          <w:rFonts w:hint="cs"/>
          <w:rtl/>
        </w:rPr>
        <w:t>رہتے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ط</w:t>
      </w:r>
      <w:r w:rsidR="00ED61E8" w:rsidRPr="00AE7C21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تدبر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طاقتور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حکمران ان ک</w:t>
      </w:r>
      <w:r>
        <w:rPr>
          <w:rFonts w:hint="cs"/>
          <w:rtl/>
        </w:rPr>
        <w:t>ی</w:t>
      </w:r>
      <w:r>
        <w:rPr>
          <w:rtl/>
        </w:rPr>
        <w:t xml:space="preserve"> استقامت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tl/>
        </w:rPr>
        <w:t>قابل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ھٹ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Pr="004D70B9">
        <w:rPr>
          <w:rFonts w:hint="cs"/>
          <w:rtl/>
        </w:rPr>
        <w:t>ے</w:t>
      </w:r>
      <w:r>
        <w:rPr>
          <w:rtl/>
        </w:rPr>
        <w:t xml:space="preserve"> پر مجبور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کو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برداشت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کا وجود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ظالموں ک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تلوار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خاص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صفح</w:t>
      </w:r>
      <w:r w:rsidRPr="004D70B9">
        <w:rPr>
          <w:rFonts w:hint="cs"/>
          <w:rtl/>
        </w:rPr>
        <w:t>ہ</w:t>
      </w:r>
      <w:r w:rsidR="002E1092">
        <w:rPr>
          <w:rFonts w:hint="cs"/>
          <w:rtl/>
        </w:rPr>
        <w:t xml:space="preserve"> ہس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حرکت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مرتکب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اور فتح ملاحظ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قتل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آرام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مرکر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61" w:name="_Toc508875414"/>
      <w:r>
        <w:rPr>
          <w:rFonts w:hint="eastAsia"/>
          <w:rtl/>
        </w:rPr>
        <w:t>ش</w:t>
      </w:r>
      <w:r w:rsidRPr="005132F6">
        <w:rPr>
          <w:rFonts w:hint="cs"/>
          <w:rtl/>
        </w:rPr>
        <w:t>ھادت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</w:t>
      </w:r>
      <w:bookmarkEnd w:id="61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زندان سند</w:t>
      </w:r>
      <w:r>
        <w:rPr>
          <w:rFonts w:hint="cs"/>
          <w:rtl/>
        </w:rPr>
        <w:t>ی</w:t>
      </w:r>
      <w:r>
        <w:rPr>
          <w:rtl/>
        </w:rPr>
        <w:t xml:space="preserve"> بن ش</w:t>
      </w:r>
      <w:r w:rsidR="00851B2F">
        <w:rPr>
          <w:rtl/>
        </w:rPr>
        <w:t>اہ</w:t>
      </w:r>
      <w:r w:rsidRPr="00AE7C21">
        <w:rPr>
          <w:rFonts w:hint="cs"/>
          <w:rtl/>
        </w:rPr>
        <w:t>ک کا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مس</w:t>
      </w:r>
      <w:r>
        <w:rPr>
          <w:rtl/>
        </w:rPr>
        <w:t>لمان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رحم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اس کو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فور</w:t>
      </w:r>
      <w:r>
        <w:rPr>
          <w:rFonts w:hint="cs"/>
          <w:rtl/>
        </w:rPr>
        <w:t>ی</w:t>
      </w:r>
      <w:r>
        <w:rPr>
          <w:rtl/>
        </w:rPr>
        <w:t xml:space="preserve"> طور پر بجا لاتا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تنگ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اس کمر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وحشتناک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برا کر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ال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کر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انتقال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خلاف رد عمل ظ</w:t>
      </w:r>
      <w:r w:rsidR="00ED61E8" w:rsidRPr="00AE7C21">
        <w:rPr>
          <w:rFonts w:hint="cs"/>
          <w:rtl/>
        </w:rPr>
        <w:t xml:space="preserve">اہر 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ارون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قتل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کام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خود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سند</w:t>
      </w:r>
      <w:r>
        <w:rPr>
          <w:rFonts w:hint="cs"/>
          <w:rtl/>
        </w:rPr>
        <w:t>ی</w:t>
      </w:r>
      <w:r>
        <w:rPr>
          <w:rtl/>
        </w:rPr>
        <w:t xml:space="preserve">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انعام واکرام اور اعل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لالچ د</w:t>
      </w:r>
      <w:r>
        <w:rPr>
          <w:rFonts w:hint="cs"/>
          <w:rtl/>
        </w:rPr>
        <w:t>ی</w:t>
      </w:r>
      <w:r>
        <w:rPr>
          <w:rtl/>
        </w:rPr>
        <w:t xml:space="preserve"> اور اس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کام تمام کرد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خطرناک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منگوا کر سند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جور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فوراً بعد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چند سرکار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منگوائ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چند علماء اور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حضرت کو اس 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لوگو! گوا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D70B9">
        <w:rPr>
          <w:rFonts w:hint="cs"/>
          <w:rtl/>
        </w:rPr>
        <w:t>ڑے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ان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ہیں </w:t>
      </w:r>
      <w:r>
        <w:rPr>
          <w:rtl/>
        </w:rPr>
        <w:t>آپ خود اپن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مش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تندرست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ک</w:t>
      </w:r>
      <w:r>
        <w:rPr>
          <w:rFonts w:hint="cs"/>
          <w:rtl/>
        </w:rPr>
        <w:t>ی</w:t>
      </w:r>
      <w:r>
        <w:rPr>
          <w:rtl/>
        </w:rPr>
        <w:t xml:space="preserve"> بات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مکمل ن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ہوئی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بول پ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لمحوں کا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مان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>
        <w:rPr>
          <w:rtl/>
        </w:rPr>
        <w:t xml:space="preserve"> 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 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حکمرانوں کا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پورا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سکا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ہوا </w:t>
      </w:r>
      <w:r w:rsidRPr="00AE7C21">
        <w:rPr>
          <w:rFonts w:hint="cs"/>
          <w:rtl/>
        </w:rPr>
        <w:t>بغداد کا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و مومنوں کا ساتواں امام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 کا جناز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پل بغداد پر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>
        <w:rPr>
          <w:rtl/>
        </w:rPr>
        <w:t xml:space="preserve"> تو س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کا کوئٰ عضو متاثر</w:t>
      </w:r>
      <w:r w:rsidR="005A655B">
        <w:rPr>
          <w:rtl/>
        </w:rPr>
        <w:t xml:space="preserve"> نہیں ہوا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سر اور زبان سلامت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موت آپ مر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ارا کس</w:t>
      </w:r>
      <w:r>
        <w:rPr>
          <w:rFonts w:hint="cs"/>
          <w:rtl/>
        </w:rPr>
        <w:t>ی</w:t>
      </w:r>
      <w:r>
        <w:rPr>
          <w:rtl/>
        </w:rPr>
        <w:t xml:space="preserve"> قسم کا </w:t>
      </w:r>
      <w:r w:rsidR="005A655B" w:rsidRPr="004D70B9">
        <w:rPr>
          <w:rFonts w:hint="cs"/>
          <w:rtl/>
        </w:rPr>
        <w:t xml:space="preserve">ہاتھ </w:t>
      </w:r>
      <w:r w:rsidR="005A655B" w:rsidRPr="00AE7C21">
        <w:rPr>
          <w:rFonts w:hint="cs"/>
          <w:rtl/>
        </w:rPr>
        <w:t xml:space="preserve"> نہیں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اس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مظلوم ومسموم امام کا جناز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بغداد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پل پر 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ا </w:t>
      </w:r>
      <w:r w:rsidR="00C3449B" w:rsidRPr="00AE7C21">
        <w:rPr>
          <w:rFonts w:hint="cs"/>
          <w:rtl/>
        </w:rPr>
        <w:t>رہا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صرف لوگوں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بتانا مقصود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قتل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کا </w:t>
      </w:r>
      <w:r w:rsidR="005A655B" w:rsidRPr="004D70B9">
        <w:rPr>
          <w:rFonts w:hint="cs"/>
          <w:rtl/>
        </w:rPr>
        <w:t xml:space="preserve">ہاتھ </w:t>
      </w:r>
      <w:r w:rsidR="005A655B" w:rsidRPr="00AE7C21">
        <w:rPr>
          <w:rFonts w:hint="cs"/>
          <w:rtl/>
        </w:rPr>
        <w:t xml:space="preserve"> نہیں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(جو اس وق</w:t>
      </w:r>
      <w:r>
        <w:rPr>
          <w:rFonts w:hint="eastAsia"/>
          <w:rtl/>
        </w:rPr>
        <w:t>ت</w:t>
      </w:r>
      <w:r>
        <w:rPr>
          <w:rtl/>
        </w:rPr>
        <w:t xml:space="preserve"> سخت کرب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</w:t>
      </w:r>
      <w:r w:rsidRPr="004D70B9">
        <w:rPr>
          <w:rFonts w:hint="cs"/>
          <w:rtl/>
        </w:rPr>
        <w:t>ھے</w:t>
      </w:r>
      <w:r>
        <w:rPr>
          <w:rtl/>
        </w:rPr>
        <w:t>) جانت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چند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بغداد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دروغ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ملاقات ک</w:t>
      </w:r>
      <w:r>
        <w:rPr>
          <w:rFonts w:hint="cs"/>
          <w:rtl/>
        </w:rPr>
        <w:t>ی</w:t>
      </w:r>
      <w:r>
        <w:rPr>
          <w:rtl/>
        </w:rPr>
        <w:t xml:space="preserve"> اجازت چ</w:t>
      </w:r>
      <w:r w:rsidR="00851B2F">
        <w:rPr>
          <w:rtl/>
        </w:rPr>
        <w:t xml:space="preserve">اہی </w:t>
      </w:r>
      <w:r>
        <w:rPr>
          <w:rtl/>
        </w:rPr>
        <w:t xml:space="preserve"> تو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="003B21A7" w:rsidRPr="00AE7C21">
        <w:rPr>
          <w:rFonts w:hint="cs"/>
          <w:rtl/>
        </w:rPr>
        <w:t xml:space="preserve"> ہر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مظلوم آقا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 کر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حکام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چند سپ</w:t>
      </w:r>
      <w:r w:rsidR="00851B2F" w:rsidRPr="00AE7C21">
        <w:rPr>
          <w:rFonts w:hint="cs"/>
          <w:rtl/>
        </w:rPr>
        <w:t xml:space="preserve">اہی 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درخواست منظور کر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فلاں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انتظار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 w:rsidRPr="004D70B9">
        <w:rPr>
          <w:rFonts w:hint="cs"/>
          <w:rtl/>
        </w:rPr>
        <w:t>ے</w:t>
      </w:r>
      <w:r>
        <w:rPr>
          <w:rtl/>
        </w:rPr>
        <w:t xml:space="preserve"> اس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ھڑے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اور د</w:t>
      </w:r>
      <w:r>
        <w:rPr>
          <w:rtl/>
        </w:rPr>
        <w:t>ل</w:t>
      </w:r>
      <w:r w:rsidR="000E44EB">
        <w:rPr>
          <w:rtl/>
        </w:rPr>
        <w:t xml:space="preserve"> ہی </w:t>
      </w:r>
      <w:r>
        <w:rPr>
          <w:rtl/>
        </w:rPr>
        <w:t>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جب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واپس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وطن لو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</w:t>
      </w:r>
      <w:r w:rsidR="00EF6DD1" w:rsidRPr="00AE7C21">
        <w:rPr>
          <w:rFonts w:hint="cs"/>
          <w:rtl/>
        </w:rPr>
        <w:t>وہا</w:t>
      </w:r>
      <w:r w:rsidRPr="00AE7C21">
        <w:rPr>
          <w:rFonts w:hint="cs"/>
          <w:rtl/>
        </w:rPr>
        <w:t xml:space="preserve">ں لوگوں کو امام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آقا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مسائل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5513FA">
        <w:rPr>
          <w:rtl/>
        </w:rPr>
        <w:t xml:space="preserve"> رہی </w:t>
      </w:r>
      <w:r w:rsidR="005A655B">
        <w:rPr>
          <w:rtl/>
        </w:rPr>
        <w:t xml:space="preserve"> رہے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چار مزدوروں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ہوا </w:t>
      </w:r>
      <w:r w:rsidR="005A655B" w:rsidRPr="00AE7C21">
        <w:rPr>
          <w:rFonts w:hint="cs"/>
          <w:rtl/>
        </w:rPr>
        <w:t>ہے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ملازم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"امام شما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است"ک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جس امام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جناز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امام</w:t>
      </w:r>
      <w:r w:rsidR="000E44EB">
        <w:rPr>
          <w:rtl/>
        </w:rPr>
        <w:t xml:space="preserve"> ہی </w:t>
      </w:r>
      <w:r>
        <w:rPr>
          <w:rtl/>
        </w:rPr>
        <w:t>کا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اپنا من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بغداد کا جناز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123478" w:rsidRDefault="00123478" w:rsidP="005132F6">
      <w:pPr>
        <w:pStyle w:val="libNormal"/>
        <w:rPr>
          <w:rtl/>
        </w:rPr>
      </w:pPr>
      <w:r>
        <w:rPr>
          <w:rtl/>
        </w:rPr>
        <w:br w:type="page"/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62" w:name="_Toc508875415"/>
      <w:r>
        <w:rPr>
          <w:rFonts w:hint="eastAsia"/>
          <w:rtl/>
        </w:rPr>
        <w:t>مسئل</w:t>
      </w:r>
      <w:r w:rsidRPr="005132F6">
        <w:rPr>
          <w:rFonts w:hint="cs"/>
          <w:rtl/>
        </w:rPr>
        <w:t>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5132F6">
        <w:rPr>
          <w:rFonts w:hint="cs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امام رضا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(</w:t>
      </w:r>
      <w:r>
        <w:rPr>
          <w:rtl/>
          <w:lang w:bidi="fa-IR"/>
        </w:rPr>
        <w:t>۱)</w:t>
      </w:r>
      <w:bookmarkEnd w:id="62"/>
      <w:r>
        <w:rPr>
          <w:rtl/>
          <w:lang w:bidi="fa-IR"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آج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بحث کا مرکز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امامت و خلافت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کو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427E">
        <w:rPr>
          <w:rtl/>
        </w:rPr>
        <w:t>اہمیت</w:t>
      </w:r>
      <w:r>
        <w:rPr>
          <w:rtl/>
        </w:rPr>
        <w:t xml:space="preserve"> کا حامل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خراسان "مرو"م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آپ کو اپنا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مقرر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دونوں لفظوں کا معن</w:t>
      </w:r>
      <w:r>
        <w:rPr>
          <w:rFonts w:hint="cs"/>
          <w:rtl/>
        </w:rPr>
        <w:t>ی</w:t>
      </w:r>
      <w:r>
        <w:rPr>
          <w:rtl/>
        </w:rPr>
        <w:t xml:space="preserve"> و مف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E44EB">
        <w:rPr>
          <w:rtl/>
        </w:rPr>
        <w:t xml:space="preserve"> ہی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دور ک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</w:t>
      </w:r>
      <w:r w:rsidR="00211648">
        <w:rPr>
          <w:rtl/>
        </w:rPr>
        <w:t xml:space="preserve"> ہوتا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چند سال قبل اس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کلم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موضوع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تو </w:t>
      </w:r>
      <w:r>
        <w:rPr>
          <w:rFonts w:hint="eastAsia"/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tl/>
        </w:rPr>
        <w:t xml:space="preserve"> لغت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اصطلاح آن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اصطلاح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خاص نام</w:t>
      </w:r>
      <w:r w:rsidR="005A655B">
        <w:rPr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لفظ است</w:t>
      </w:r>
      <w:r>
        <w:rPr>
          <w:rFonts w:hint="eastAsia"/>
          <w:rtl/>
        </w:rPr>
        <w:t>عمال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اس لفظ کو اس دور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صلح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وقت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لفظ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خلافت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وقت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حال پ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رہنے 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0E44EB">
        <w:rPr>
          <w:rtl/>
        </w:rPr>
        <w:t xml:space="preserve"> ہی </w:t>
      </w:r>
      <w:r>
        <w:rPr>
          <w:rtl/>
        </w:rPr>
        <w:t>وق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تقاضا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ممکن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لوگ اعتراض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tl/>
        </w:rPr>
        <w:t>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کا اقدام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دوسروں کا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حکام وقت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وت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پرچم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 بلند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ا؟اب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خاتم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اور لوگوں کو حقائق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چل سک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صلح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 چک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ان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قبول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63" w:name="_Toc508875416"/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5132F6">
        <w:rPr>
          <w:rFonts w:hint="cs"/>
          <w:rtl/>
        </w:rPr>
        <w:t>ے ساتھ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63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سلطنت کا وارث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شروع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>وں قتل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211648">
        <w:rPr>
          <w:rtl/>
        </w:rPr>
        <w:t xml:space="preserve"> ہوئے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اقتدار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حصول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جتنا ظلم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چونک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خاندان پر واقع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عائد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ظالم </w:t>
      </w:r>
      <w:r>
        <w:rPr>
          <w:rtl/>
        </w:rPr>
        <w:lastRenderedPageBreak/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جتنا ظلم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حد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مظالم کئ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سادات کو چن چن کر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زندانوں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صعوبت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برداشت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EC330E" w:rsidRPr="00AE7C21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چاروں</w:t>
      </w:r>
      <w:r>
        <w:rPr>
          <w:rtl/>
        </w:rPr>
        <w:t xml:space="preserve"> کو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لئ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بعض سادات پر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 کر ان کو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کونسا ظلم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جو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سادات پر روان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منصور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زادوں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کو مروج الذ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ب، 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کامل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بعض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سات آ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زادوں کا ذک</w:t>
      </w:r>
      <w:r>
        <w:rPr>
          <w:rFonts w:hint="eastAsia"/>
          <w:rtl/>
        </w:rPr>
        <w:t>ر</w:t>
      </w:r>
      <w:r>
        <w:rPr>
          <w:rtl/>
        </w:rPr>
        <w:t xml:space="preserve"> ملتا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بغض وک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حصول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ظلم ک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عباس</w:t>
      </w:r>
      <w:r>
        <w:rPr>
          <w:rFonts w:hint="cs"/>
          <w:rtl/>
        </w:rPr>
        <w:t>ی</w:t>
      </w:r>
      <w:r>
        <w:rPr>
          <w:rtl/>
        </w:rPr>
        <w:t xml:space="preserve"> خاندان کا کوئ</w:t>
      </w:r>
      <w:r>
        <w:rPr>
          <w:rFonts w:hint="cs"/>
          <w:rtl/>
        </w:rPr>
        <w:t>ی</w:t>
      </w:r>
      <w:r>
        <w:rPr>
          <w:rtl/>
        </w:rPr>
        <w:t xml:space="preserve"> فرد عباس</w:t>
      </w:r>
      <w:r>
        <w:rPr>
          <w:rFonts w:hint="cs"/>
          <w:rtl/>
        </w:rPr>
        <w:t>ی</w:t>
      </w:r>
      <w:r>
        <w:rPr>
          <w:rtl/>
        </w:rPr>
        <w:t xml:space="preserve"> خلافت کا مخالف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جاتا تو اس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فوراً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ابو مسلم عمر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>
        <w:rPr>
          <w:rFonts w:hint="eastAsia"/>
          <w:rtl/>
        </w:rPr>
        <w:t>ات</w:t>
      </w:r>
      <w:r w:rsidRPr="004D70B9">
        <w:rPr>
          <w:rFonts w:hint="cs"/>
          <w:rtl/>
        </w:rPr>
        <w:t>ھ</w:t>
      </w:r>
      <w:r>
        <w:rPr>
          <w:rtl/>
        </w:rPr>
        <w:t xml:space="preserve"> وفادار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حق نب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اتا 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احساس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وقت اس کا کام تمام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برمک</w:t>
      </w:r>
      <w:r>
        <w:rPr>
          <w:rFonts w:hint="cs"/>
          <w:rtl/>
        </w:rPr>
        <w:t>ی</w:t>
      </w:r>
      <w:r>
        <w:rPr>
          <w:rtl/>
        </w:rPr>
        <w:t xml:space="preserve"> خاندان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وفا ک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کرد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خاطر غلط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غلط کام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ان دونوں خاندانوں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ضرب المث</w:t>
      </w:r>
      <w:r>
        <w:rPr>
          <w:rFonts w:hint="eastAsia"/>
          <w:rtl/>
        </w:rPr>
        <w:t>ل</w:t>
      </w:r>
      <w:r>
        <w:rPr>
          <w:rtl/>
        </w:rPr>
        <w:t xml:space="preserve"> کا درج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کو مروا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خاندان کو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رہنے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مامون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الج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اختلاف اتنا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نوبت ل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تک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بالآخر مامو</w:t>
      </w:r>
      <w:r>
        <w:rPr>
          <w:rFonts w:hint="eastAsia"/>
          <w:rtl/>
        </w:rPr>
        <w:t>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قتل کر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بدلتا رنگ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آسمان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tl/>
        </w:rPr>
        <w:t xml:space="preserve"> حالات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رخ بدلا،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پر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بلواتا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حضرت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جواتا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خلافت 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تو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آپ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 xml:space="preserve">قبول 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معامل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جاپ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اتنا سادا اور آسان</w:t>
      </w:r>
      <w:r w:rsidR="005A655B" w:rsidRPr="00AE7C21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آسان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</w:t>
      </w:r>
      <w:r w:rsidR="005A655B" w:rsidRPr="00AE7C21">
        <w:rPr>
          <w:rFonts w:hint="cs"/>
          <w:rtl/>
        </w:rPr>
        <w:t xml:space="preserve"> بہت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مشکل حالات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0E44EB">
        <w:rPr>
          <w:rtl/>
        </w:rPr>
        <w:t xml:space="preserve"> ہی </w:t>
      </w:r>
      <w:r>
        <w:rPr>
          <w:rtl/>
        </w:rPr>
        <w:t>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 جانت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چوت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گفتگو کرتا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کروں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کا اعتراف ضرور کرتا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منافقان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خف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طرز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رش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داؤ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مثال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آج تک اس بات کا پت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چل سکا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اپنا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بنا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کرنا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آل محمد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</w:t>
      </w:r>
      <w:r w:rsidRPr="00AE7C21">
        <w:rPr>
          <w:rFonts w:hint="cs"/>
          <w:rtl/>
        </w:rPr>
        <w:lastRenderedPageBreak/>
        <w:t>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فرد کو اپنا نائب مقرر کر </w:t>
      </w:r>
      <w:r w:rsidR="00C3449B">
        <w:rPr>
          <w:rtl/>
        </w:rPr>
        <w:t>رہا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وقت کا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دل</w:t>
      </w:r>
      <w:r w:rsidR="000E44EB">
        <w:rPr>
          <w:rtl/>
        </w:rPr>
        <w:t xml:space="preserve"> ہی </w:t>
      </w:r>
      <w:r>
        <w:rPr>
          <w:rtl/>
        </w:rPr>
        <w:t>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رسالت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سخت دشمن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ا؟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64" w:name="_Toc508875417"/>
      <w:r>
        <w:rPr>
          <w:rFonts w:hint="eastAsia"/>
          <w:rtl/>
        </w:rPr>
        <w:t>امام</w:t>
      </w:r>
      <w:r>
        <w:rPr>
          <w:rtl/>
        </w:rPr>
        <w:t xml:space="preserve"> رضا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5132F6">
        <w:rPr>
          <w:rFonts w:hint="cs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</w:t>
      </w:r>
      <w:bookmarkEnd w:id="64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راز</w:t>
      </w:r>
      <w:r w:rsidR="005A655B" w:rsidRPr="00AE7C21">
        <w:rPr>
          <w:rFonts w:hint="cs"/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ملت جعفر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مسئل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اس موقف ک</w:t>
      </w:r>
      <w:r>
        <w:rPr>
          <w:rFonts w:hint="cs"/>
          <w:rtl/>
        </w:rPr>
        <w:t>ی</w:t>
      </w:r>
      <w:r>
        <w:rPr>
          <w:rtl/>
        </w:rPr>
        <w:t xml:space="preserve"> صداقت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0E44EB">
        <w:rPr>
          <w:rtl/>
        </w:rPr>
        <w:t xml:space="preserve"> ہی </w:t>
      </w:r>
      <w:r>
        <w:rPr>
          <w:rtl/>
        </w:rPr>
        <w:t>کاف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(رح)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ارشاد،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کتاب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خاص طور پر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0E44EB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قبل اس ک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کتب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لسنت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ابو الفرج اصف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دلچسپ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نکا</w:t>
      </w:r>
      <w:r>
        <w:rPr>
          <w:rFonts w:hint="eastAsia"/>
          <w:rtl/>
        </w:rPr>
        <w:t>ت</w:t>
      </w:r>
      <w:r>
        <w:rPr>
          <w:rtl/>
        </w:rPr>
        <w:t xml:space="preserve"> نقل کرت</w:t>
      </w:r>
      <w:r w:rsidRPr="004D70B9">
        <w:rPr>
          <w:rFonts w:hint="cs"/>
          <w:rtl/>
        </w:rPr>
        <w:t>ے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ابو الفرج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د کا </w:t>
      </w:r>
      <w:r>
        <w:rPr>
          <w:rtl/>
        </w:rPr>
        <w:t>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مورخ</w:t>
      </w:r>
      <w:r w:rsidR="005A655B" w:rsidRPr="00AE7C21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خاندان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تعلق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آل بابو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کرتا </w:t>
      </w:r>
      <w:r w:rsidR="00C3449B">
        <w:rPr>
          <w:rtl/>
        </w:rPr>
        <w:t>رہا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اصف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 کا</w:t>
      </w:r>
      <w:r w:rsidR="005A655B" w:rsidRPr="00AE7C21">
        <w:rPr>
          <w:rFonts w:hint="cs"/>
          <w:rtl/>
        </w:rPr>
        <w:t xml:space="preserve"> رہنے </w:t>
      </w:r>
      <w:r w:rsidRPr="00AE7C21">
        <w:rPr>
          <w:rFonts w:hint="cs"/>
          <w:rtl/>
        </w:rPr>
        <w:t>والا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اس کو اصف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جاتا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ابو الفرج سن</w:t>
      </w:r>
      <w:r>
        <w:rPr>
          <w:rFonts w:hint="cs"/>
          <w:rtl/>
        </w:rPr>
        <w:t>ی</w:t>
      </w:r>
      <w:r>
        <w:rPr>
          <w:rtl/>
        </w:rPr>
        <w:t xml:space="preserve"> المذ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کا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 کا تعلق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درد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تقو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 w:rsidR="005513FA">
        <w:rPr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کو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حقائق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کتاب الآغان</w:t>
      </w:r>
      <w:r>
        <w:rPr>
          <w:rFonts w:hint="cs"/>
          <w:rtl/>
        </w:rPr>
        <w:t>ی</w:t>
      </w:r>
      <w:r>
        <w:rPr>
          <w:rtl/>
        </w:rPr>
        <w:t xml:space="preserve"> کا مصنف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ابو الفرج اصف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>
        <w:rPr>
          <w:rFonts w:hint="cs"/>
          <w:rtl/>
        </w:rPr>
        <w:t>ی</w:t>
      </w:r>
      <w:r w:rsidR="000E44EB">
        <w:rPr>
          <w:rtl/>
        </w:rPr>
        <w:t xml:space="preserve"> ہی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الآغ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اغن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ۃ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اس کا معن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تعارف، کوائف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جلدوں پر مشتمل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کتاب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 انسائ</w:t>
      </w:r>
      <w:r>
        <w:rPr>
          <w:rFonts w:hint="cs"/>
          <w:rtl/>
        </w:rPr>
        <w:t>ی</w:t>
      </w:r>
      <w:r>
        <w:rPr>
          <w:rFonts w:hint="eastAsia"/>
          <w:rtl/>
        </w:rPr>
        <w:t>کلوپ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جاتا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ابو الفرج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عصر عالم صاحب بن عباد سفر پر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ابو الفر</w:t>
      </w:r>
      <w:r>
        <w:rPr>
          <w:rtl/>
        </w:rPr>
        <w:t>ج ک</w:t>
      </w:r>
      <w:r>
        <w:rPr>
          <w:rFonts w:hint="cs"/>
          <w:rtl/>
        </w:rPr>
        <w:t>ی</w:t>
      </w:r>
      <w:r>
        <w:rPr>
          <w:rtl/>
        </w:rPr>
        <w:t xml:space="preserve"> چند کتاب</w:t>
      </w:r>
      <w:r>
        <w:rPr>
          <w:rFonts w:hint="cs"/>
          <w:rtl/>
        </w:rPr>
        <w:t>ی</w:t>
      </w:r>
      <w:r>
        <w:rPr>
          <w:rtl/>
        </w:rPr>
        <w:t>ں اس ک</w:t>
      </w:r>
      <w:r w:rsidRPr="004D70B9">
        <w:rPr>
          <w:rFonts w:hint="cs"/>
          <w:rtl/>
        </w:rPr>
        <w:t>ے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را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کر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ابو الفرج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 w:rsidRPr="004D70B9">
        <w:rPr>
          <w:rFonts w:hint="cs"/>
          <w:rtl/>
        </w:rPr>
        <w:t>ے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اب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5513FA" w:rsidRPr="00AE7C21">
        <w:rPr>
          <w:rFonts w:hint="cs"/>
          <w:rtl/>
        </w:rPr>
        <w:t xml:space="preserve"> رہی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الآغان</w:t>
      </w:r>
      <w:r>
        <w:rPr>
          <w:rFonts w:hint="cs"/>
          <w:rtl/>
        </w:rPr>
        <w:t>ی</w:t>
      </w:r>
      <w:r>
        <w:rPr>
          <w:rtl/>
        </w:rPr>
        <w:t xml:space="preserve"> اس قدر جامع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کو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 w:rsidR="005A655B">
        <w:rPr>
          <w:rtl/>
        </w:rPr>
        <w:t xml:space="preserve"> نہیں </w:t>
      </w:r>
      <w:r>
        <w:rPr>
          <w:rtl/>
        </w:rPr>
        <w:t>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موضوع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اعتبار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منفرد کتاب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کاروں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علام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(رح)، الحاج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(رح)،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الآغان</w:t>
      </w:r>
      <w:r>
        <w:rPr>
          <w:rFonts w:hint="cs"/>
          <w:rtl/>
        </w:rPr>
        <w:t>ی</w:t>
      </w:r>
      <w:r>
        <w:rPr>
          <w:rtl/>
        </w:rPr>
        <w:t xml:space="preserve"> کو الفرج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ابو الفرج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(جو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)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اولاد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مقتولوں ک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المناک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مختلف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لوؤں پر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سادات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البت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11648">
        <w:rPr>
          <w:rtl/>
        </w:rPr>
        <w:t xml:space="preserve"> ہوئے</w:t>
      </w:r>
      <w:r w:rsidR="005513FA">
        <w:rPr>
          <w:rtl/>
        </w:rPr>
        <w:t xml:space="preserve"> </w:t>
      </w:r>
      <w:r w:rsidR="005513FA">
        <w:rPr>
          <w:rtl/>
        </w:rPr>
        <w:lastRenderedPageBreak/>
        <w:t>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کتاب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دس صفح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خاص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کتاب کا جب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مطالع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مطالب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قلمکاروں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ک</w:t>
      </w:r>
      <w:r>
        <w:rPr>
          <w:rFonts w:hint="cs"/>
          <w:rtl/>
        </w:rPr>
        <w:t>ی</w:t>
      </w:r>
      <w:r>
        <w:rPr>
          <w:rtl/>
        </w:rPr>
        <w:t xml:space="preserve"> بابت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ارشاد کا مطالع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کو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فرق محسوس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حوالوں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قبل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آت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مامون ک</w:t>
      </w:r>
      <w:r>
        <w:rPr>
          <w:rFonts w:hint="cs"/>
          <w:rtl/>
        </w:rPr>
        <w:t>ی</w:t>
      </w:r>
      <w:r>
        <w:rPr>
          <w:rtl/>
        </w:rPr>
        <w:t xml:space="preserve"> طرف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کونسا عامل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کو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ا؟اگر تو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سوچا ک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سکتا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مرجائ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جان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سپرد کر جائ</w:t>
      </w:r>
      <w:r w:rsidRPr="004D70B9">
        <w:rPr>
          <w:rFonts w:hint="cs"/>
          <w:rtl/>
        </w:rPr>
        <w:t>ے۔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اس کو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نہیں </w:t>
      </w:r>
      <w:r>
        <w:rPr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کو</w:t>
      </w:r>
      <w:r>
        <w:rPr>
          <w:rtl/>
        </w:rPr>
        <w:t xml:space="preserve">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قول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427E">
        <w:rPr>
          <w:rtl/>
        </w:rPr>
        <w:t>اہمیت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امام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بعض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بحد احترام کرتا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واقع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مخلص، موم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تو اپن</w:t>
      </w:r>
      <w:r>
        <w:rPr>
          <w:rFonts w:hint="cs"/>
          <w:rtl/>
        </w:rPr>
        <w:t>ی</w:t>
      </w:r>
      <w:r>
        <w:rPr>
          <w:rtl/>
        </w:rPr>
        <w:t xml:space="preserve"> خلافت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دست بردار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کر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مسند خلافت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؟اگر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سادات کا محبّ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65" w:name="_Toc508875418"/>
      <w:r>
        <w:rPr>
          <w:rFonts w:hint="eastAsia"/>
          <w:rtl/>
        </w:rPr>
        <w:t>مامون</w:t>
      </w:r>
      <w:r>
        <w:rPr>
          <w:rtl/>
        </w:rPr>
        <w:t xml:space="preserve">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bookmarkEnd w:id="65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حکمران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کو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خلفاء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کر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</w:t>
      </w:r>
      <w:r>
        <w:rPr>
          <w:rtl/>
        </w:rPr>
        <w:t>مران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کر عالم، دانشور مانت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کا نابغ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اتفاق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متاثر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کچرز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باقاعدگ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شرکت کرتا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="005A655B" w:rsidRPr="00AE7C21">
        <w:rPr>
          <w:rFonts w:hint="cs"/>
          <w:rtl/>
        </w:rPr>
        <w:t xml:space="preserve"> اہل </w:t>
      </w:r>
      <w:r w:rsidRPr="00AE7C21">
        <w:rPr>
          <w:rFonts w:hint="cs"/>
          <w:rtl/>
        </w:rPr>
        <w:t>سنت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عالم ابن عبدالبر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کو ناشت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بحث و مباحث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آقائ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کتاب خلافت و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پر دلائل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اتن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عالم ن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علماء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خلافت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بحث مباحث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سب کو مغلوب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(رح)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منت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الآمال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حاصل ک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لگا والد 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ارون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نا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ارون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کو اچ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برحق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س</w:t>
      </w:r>
      <w:r>
        <w:rPr>
          <w:rFonts w:hint="eastAsia"/>
          <w:rtl/>
        </w:rPr>
        <w:t>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قسم ک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بابا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کرتا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آپ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محبت کا دم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طرف ان کو روحان</w:t>
      </w:r>
      <w:r>
        <w:rPr>
          <w:rFonts w:hint="cs"/>
          <w:rtl/>
        </w:rPr>
        <w:t>ی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کرتا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"الملک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"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 المثل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اقتدار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کو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چانتا، تو اگر 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 w:rsidR="005A655B">
        <w:rPr>
          <w:rtl/>
        </w:rPr>
        <w:t xml:space="preserve"> </w:t>
      </w:r>
      <w:r w:rsidR="005A655B">
        <w:rPr>
          <w:rtl/>
        </w:rPr>
        <w:lastRenderedPageBreak/>
        <w:t xml:space="preserve">ہے 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3B21A7">
        <w:rPr>
          <w:rtl/>
        </w:rPr>
        <w:t xml:space="preserve"> ہرگز </w:t>
      </w:r>
      <w:r w:rsidRPr="00AE7C21">
        <w:rPr>
          <w:rFonts w:hint="cs"/>
          <w:rtl/>
        </w:rPr>
        <w:t>برداشت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کروں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ذرا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اقدام کر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حکومت، کرس</w:t>
      </w:r>
      <w:r>
        <w:rPr>
          <w:rFonts w:hint="cs"/>
          <w:rtl/>
        </w:rPr>
        <w:t>ی</w:t>
      </w:r>
      <w:r>
        <w:rPr>
          <w:rtl/>
        </w:rPr>
        <w:t xml:space="preserve"> اور اقتدار ک</w:t>
      </w:r>
      <w:r>
        <w:rPr>
          <w:rFonts w:hint="cs"/>
          <w:rtl/>
        </w:rPr>
        <w:t>ی</w:t>
      </w:r>
      <w:r>
        <w:rPr>
          <w:rtl/>
        </w:rPr>
        <w:t xml:space="preserve"> خاطر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قلم کرسکتا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 دشمن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مانند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وفا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دعوت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اپنا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تو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قوتوں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مل گئ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5A655B">
        <w:rPr>
          <w:rtl/>
        </w:rPr>
        <w:t xml:space="preserve"> نہیں </w:t>
      </w:r>
      <w:r>
        <w:rPr>
          <w:rtl/>
        </w:rPr>
        <w:t>ماموں ظالم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علم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استاد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درس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حکومت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موت طبع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اس بات کو</w:t>
      </w:r>
      <w:r w:rsidR="003B21A7">
        <w:rPr>
          <w:rtl/>
        </w:rPr>
        <w:t xml:space="preserve"> ہرگز </w:t>
      </w:r>
      <w:r w:rsidRPr="00AE7C21">
        <w:rPr>
          <w:rFonts w:hint="cs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مصلحت وقت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مطابق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قبول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مامون ک</w:t>
      </w:r>
      <w:r>
        <w:rPr>
          <w:rFonts w:hint="cs"/>
          <w:rtl/>
        </w:rPr>
        <w:t>ی</w:t>
      </w:r>
      <w:r>
        <w:rPr>
          <w:rtl/>
        </w:rPr>
        <w:t xml:space="preserve"> حکومت کو حق مانت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</w:t>
      </w:r>
      <w:r>
        <w:rPr>
          <w:rtl/>
        </w:rPr>
        <w:t>ر جانت</w:t>
      </w:r>
      <w:r w:rsidRPr="004D70B9">
        <w:rPr>
          <w:rFonts w:hint="cs"/>
          <w:rtl/>
        </w:rPr>
        <w:t>ے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مسند حکومت پر</w:t>
      </w:r>
      <w:r w:rsidR="005A655B">
        <w:rPr>
          <w:rtl/>
        </w:rPr>
        <w:t xml:space="preserve"> نہیں </w:t>
      </w:r>
      <w:r>
        <w:rPr>
          <w:rtl/>
        </w:rPr>
        <w:t>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وقت ملا آپ علوم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نواؤں ک</w:t>
      </w:r>
      <w:r>
        <w:rPr>
          <w:rFonts w:hint="cs"/>
          <w:rtl/>
        </w:rPr>
        <w:t>ی</w:t>
      </w:r>
      <w:r>
        <w:rPr>
          <w:rtl/>
        </w:rPr>
        <w:t xml:space="preserve"> خدمت کرت</w:t>
      </w:r>
      <w:r w:rsidRPr="004D70B9">
        <w:rPr>
          <w:rFonts w:hint="cs"/>
          <w:rtl/>
        </w:rPr>
        <w:t>ے۔</w:t>
      </w:r>
      <w:r w:rsidR="005513FA" w:rsidRPr="00AE7C21">
        <w:rPr>
          <w:rFonts w:hint="cs"/>
          <w:rtl/>
        </w:rPr>
        <w:t xml:space="preserve"> رہی </w:t>
      </w:r>
      <w:r>
        <w:rPr>
          <w:rtl/>
        </w:rPr>
        <w:t>بات مامون ک</w:t>
      </w:r>
      <w:r>
        <w:rPr>
          <w:rFonts w:hint="cs"/>
          <w:rtl/>
        </w:rPr>
        <w:t>ی</w:t>
      </w:r>
      <w:r>
        <w:rPr>
          <w:rtl/>
        </w:rPr>
        <w:t xml:space="preserve"> تو حکومت اور اقتدار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مخلص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مفادات ک</w:t>
      </w:r>
      <w:r>
        <w:rPr>
          <w:rFonts w:hint="cs"/>
          <w:rtl/>
        </w:rPr>
        <w:t>ی</w:t>
      </w:r>
      <w:r>
        <w:rPr>
          <w:rtl/>
        </w:rPr>
        <w:t xml:space="preserve"> خاطر ب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 xml:space="preserve"> مخلص دوستوں کو قتل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اعتبار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66" w:name="_Toc50887541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</w:t>
      </w:r>
      <w:r>
        <w:rPr>
          <w:rFonts w:hint="cs"/>
          <w:rtl/>
        </w:rPr>
        <w:t>ی</w:t>
      </w:r>
      <w:r>
        <w:rPr>
          <w:rtl/>
        </w:rPr>
        <w:t xml:space="preserve"> آراء</w:t>
      </w:r>
      <w:bookmarkEnd w:id="66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مفروض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(رح) اور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(رح)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اپنا نائب بنان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مخلص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ابو الفرج، جناب صدوق (رح)،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(رح)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واقع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(مامون اس وقت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لمحوں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سپ</w:t>
      </w:r>
      <w:r w:rsidR="00851B2F" w:rsidRPr="00AE7C21">
        <w:rPr>
          <w:rFonts w:hint="cs"/>
          <w:rtl/>
        </w:rPr>
        <w:t xml:space="preserve">اہی 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باند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کر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خراسان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نواح</w:t>
      </w:r>
      <w:r>
        <w:rPr>
          <w:rFonts w:hint="cs"/>
          <w:rtl/>
        </w:rPr>
        <w:t>ی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</w:t>
      </w:r>
      <w:r w:rsidR="005513FA" w:rsidRPr="00AE7C21">
        <w:rPr>
          <w:rFonts w:hint="cs"/>
          <w:rtl/>
        </w:rPr>
        <w:t xml:space="preserve"> رہی 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سپ</w:t>
      </w:r>
      <w:r w:rsidR="00851B2F" w:rsidRPr="00AE7C21">
        <w:rPr>
          <w:rFonts w:hint="cs"/>
          <w:rtl/>
        </w:rPr>
        <w:t xml:space="preserve">اہی 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مقابل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کرسکتا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خدا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جس شخص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بتائ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کو اس کمر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کمر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لباس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منت 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تندرست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خلافت اس شخص کو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دوں گا جس کا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حقدار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جتنا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ا اور چار رکعت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خلوص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عمل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اندر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طاقت محسوس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محاذ پر شکست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محاذ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فوج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F6DD1">
        <w:rPr>
          <w:rtl/>
        </w:rPr>
        <w:t>وہا</w:t>
      </w:r>
      <w:r w:rsidRPr="00AE7C21">
        <w:rPr>
          <w:rFonts w:hint="cs"/>
          <w:rtl/>
        </w:rPr>
        <w:t>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ط</w:t>
      </w:r>
      <w:r w:rsidR="00ED61E8" w:rsidRPr="00AE7C21">
        <w:rPr>
          <w:rFonts w:hint="cs"/>
          <w:rtl/>
        </w:rPr>
        <w:t xml:space="preserve">اہر </w:t>
      </w:r>
      <w:r w:rsidRPr="00AE7C21">
        <w:rPr>
          <w:rFonts w:hint="cs"/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5A655B">
        <w:rPr>
          <w:rtl/>
        </w:rPr>
        <w:t xml:space="preserve"> ہوا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مسلسل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ہوا </w:t>
      </w:r>
      <w:r w:rsidRPr="00AE7C21">
        <w:rPr>
          <w:rFonts w:hint="cs"/>
          <w:rtl/>
        </w:rPr>
        <w:t>وعد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پورا کرنا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AE7C21">
        <w:rPr>
          <w:rFonts w:hint="cs"/>
          <w:rtl/>
        </w:rPr>
        <w:lastRenderedPageBreak/>
        <w:t>اس امر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نذر مان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اپنا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ک</w:t>
      </w:r>
      <w:r>
        <w:rPr>
          <w:rFonts w:hint="cs"/>
          <w:rtl/>
        </w:rPr>
        <w:t>ی</w:t>
      </w:r>
      <w:r>
        <w:rPr>
          <w:rtl/>
        </w:rPr>
        <w:t xml:space="preserve"> اور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67" w:name="_Toc508875420"/>
      <w:r>
        <w:rPr>
          <w:rFonts w:hint="eastAsia"/>
          <w:rtl/>
        </w:rPr>
        <w:t>دوسرا</w:t>
      </w:r>
      <w:r>
        <w:rPr>
          <w:rtl/>
        </w:rPr>
        <w:t xml:space="preserve"> احتمال</w:t>
      </w:r>
      <w:bookmarkEnd w:id="67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اقدام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سوچ مامون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دور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دوں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اور مامون کا قابل اعتماد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(مامون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نام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نام حسن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ت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خالصتاً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مجوس</w:t>
      </w:r>
      <w:r>
        <w:rPr>
          <w:rFonts w:hint="cs"/>
          <w:rtl/>
        </w:rPr>
        <w:t>ی</w:t>
      </w:r>
      <w:r>
        <w:rPr>
          <w:rtl/>
        </w:rPr>
        <w:t xml:space="preserve"> الاصل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)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برمک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فضل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تجرب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علم نجوم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دسترس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برمک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آکر مسلمان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کا باپ مسلمان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بعض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مجوس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اور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اک</w:t>
      </w:r>
      <w:r w:rsidRPr="004D70B9">
        <w:rPr>
          <w:rFonts w:hint="cs"/>
          <w:rtl/>
        </w:rPr>
        <w:t>ٹھے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فضل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چند دنوں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اندر اندر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وزارت کا قلمدان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نامزد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ہوا </w:t>
      </w:r>
      <w:r w:rsidRPr="00AE7C21">
        <w:rPr>
          <w:rFonts w:hint="cs"/>
          <w:rtl/>
        </w:rPr>
        <w:t>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سب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فضل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فو</w:t>
      </w:r>
      <w:r>
        <w:rPr>
          <w:rFonts w:hint="eastAsia"/>
          <w:rtl/>
        </w:rPr>
        <w:t>ج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عرب فوج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برابر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ان دونوں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پسند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مامون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رہنے </w:t>
      </w:r>
      <w:r w:rsidRPr="00AE7C21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پسند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مروج الذ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ب، التنب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والاشراف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ماں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 اس کو پسند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تر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فضل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منتقل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فضل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اب تک آل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تحاشا مظالم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اب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اولاد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افضل شخص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موجود</w:t>
      </w:r>
      <w:r w:rsidR="005A655B">
        <w:rPr>
          <w:rtl/>
        </w:rPr>
        <w:t xml:space="preserve"> ہیں </w:t>
      </w:r>
      <w:r>
        <w:rPr>
          <w:rtl/>
        </w:rPr>
        <w:t>ان کو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پر ان کو متعارف کروائ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دل</w:t>
      </w:r>
      <w:r>
        <w:rPr>
          <w:rFonts w:hint="cs"/>
          <w:rtl/>
        </w:rPr>
        <w:t>ی</w:t>
      </w:r>
      <w:r>
        <w:rPr>
          <w:rtl/>
        </w:rPr>
        <w:t xml:space="preserve"> طور پر اس پر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کو 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ال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سکتا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نامزد کرنا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پرگراموں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پروگرام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مجوسان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عقائد پر باق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بنو عباس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کس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کو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لونا بنانا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رضا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مخلص ت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فضل کا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خطرناک ثابت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مامون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کم از کم مسلمان تو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D70B9">
        <w:rPr>
          <w:rFonts w:hint="cs"/>
          <w:rtl/>
        </w:rPr>
        <w:t>ے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رست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نکال کر مجوس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جانا </w:t>
      </w:r>
      <w:r w:rsidR="00C3449B" w:rsidRPr="00AE7C21">
        <w:rPr>
          <w:rFonts w:hint="cs"/>
          <w:rtl/>
        </w:rPr>
        <w:t>چاہتا</w:t>
      </w:r>
      <w:r w:rsidR="00FD708B" w:rsidRPr="00AE7C21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سوالات جو مختل</w:t>
      </w:r>
      <w:r>
        <w:rPr>
          <w:rFonts w:hint="eastAsia"/>
          <w:rtl/>
        </w:rPr>
        <w:t>ف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مختلف افراد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ان سوالات کا کوئ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جواب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ممتاز</w:t>
      </w:r>
      <w:r>
        <w:rPr>
          <w:rtl/>
        </w:rPr>
        <w:t xml:space="preserve"> مورخ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اعتراف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بنانا فضل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کا کارنام</w:t>
      </w:r>
      <w:r w:rsidRPr="004D70B9">
        <w:rPr>
          <w:rFonts w:hint="cs"/>
          <w:rtl/>
        </w:rPr>
        <w:t>ہ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ت</w:t>
      </w:r>
      <w:r w:rsidRPr="004D70B9">
        <w:rPr>
          <w:rFonts w:hint="cs"/>
          <w:rtl/>
        </w:rPr>
        <w:t>ھ</w:t>
      </w:r>
      <w:r>
        <w:rPr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جرج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eastAsia"/>
          <w:rtl/>
        </w:rPr>
        <w:t>رت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فضل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سخت مخالف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آپ مامون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کر فضل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کو مسلمانوں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خطر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محسوس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 xml:space="preserve"> آپ مامون کو فضل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خبردار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فضل اور اس کا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در پرد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 xml:space="preserve">پر دو احتمال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پروگرام مامون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>
        <w:rPr>
          <w:rtl/>
        </w:rPr>
        <w:t>اور مامون منت کو پورا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مولا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خلافت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اراد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ترک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پروگرام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اور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علماء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دوسرا احتمال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سارا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کا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بعض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مخلص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بعض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 باطن شخص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عزائم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خطرناک ت</w:t>
      </w:r>
      <w:r w:rsidRPr="004D70B9">
        <w:rPr>
          <w:rFonts w:hint="cs"/>
          <w:rtl/>
        </w:rPr>
        <w:t>ھے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68" w:name="_Toc508875421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احتمال</w:t>
      </w:r>
      <w:bookmarkEnd w:id="68"/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69" w:name="_Toc508875422"/>
      <w:r>
        <w:rPr>
          <w:rFonts w:hint="eastAsia"/>
          <w:rtl/>
        </w:rPr>
        <w:t>الف</w:t>
      </w:r>
      <w:r>
        <w:rPr>
          <w:rtl/>
        </w:rPr>
        <w:t>)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خوش کرنا مقصود</w:t>
      </w:r>
      <w:r w:rsidR="00FD708B">
        <w:rPr>
          <w:rtl/>
        </w:rPr>
        <w:t xml:space="preserve"> ہو</w:t>
      </w:r>
      <w:bookmarkEnd w:id="69"/>
      <w:r w:rsidRPr="005132F6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اور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پروگرام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مامون</w:t>
      </w:r>
      <w:r w:rsidR="000E44EB">
        <w:rPr>
          <w:rtl/>
        </w:rPr>
        <w:t xml:space="preserve"> ہی </w:t>
      </w:r>
      <w:r>
        <w:rPr>
          <w:rtl/>
        </w:rPr>
        <w:t>کا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شروع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مخلص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سازش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کر </w:t>
      </w:r>
      <w:r w:rsidR="00C3449B" w:rsidRPr="00AE7C21">
        <w:rPr>
          <w:rFonts w:hint="cs"/>
          <w:rtl/>
        </w:rPr>
        <w:t>رہا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بعض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آل محمد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ا</w:t>
      </w:r>
      <w:r>
        <w:rPr>
          <w:rFonts w:hint="eastAsia"/>
          <w:rtl/>
        </w:rPr>
        <w:t>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متوج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</w:t>
      </w:r>
      <w:r>
        <w:rPr>
          <w:rtl/>
        </w:rPr>
        <w:t>ر ان ک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درد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قدم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جس روز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حضرت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اپنا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دن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کو رضا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لقب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نو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سال قبل "الرضا م</w:t>
      </w:r>
      <w:r>
        <w:rPr>
          <w:rFonts w:hint="eastAsia"/>
          <w:rtl/>
        </w:rPr>
        <w:t>ن</w:t>
      </w:r>
      <w:r>
        <w:rPr>
          <w:rtl/>
        </w:rPr>
        <w:t xml:space="preserve"> آل محمد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"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تاز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30292A">
      <w:pPr>
        <w:pStyle w:val="libNormal"/>
        <w:rPr>
          <w:rtl/>
        </w:rPr>
      </w:pPr>
      <w:r>
        <w:rPr>
          <w:rFonts w:hint="eastAsia"/>
          <w:rtl/>
        </w:rPr>
        <w:lastRenderedPageBreak/>
        <w:t>اپن</w:t>
      </w:r>
      <w:r w:rsidRPr="004D70B9">
        <w:rPr>
          <w:rFonts w:hint="cs"/>
          <w:rtl/>
        </w:rPr>
        <w:t>ے</w:t>
      </w:r>
      <w:r>
        <w:rPr>
          <w:rtl/>
        </w:rPr>
        <w:t xml:space="preserve"> آپ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کر لوں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امام رضا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سوچ لوں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مامون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30292A">
        <w:rPr>
          <w:rFonts w:hint="cs"/>
          <w:rtl/>
        </w:rPr>
        <w:t xml:space="preserve"> </w:t>
      </w:r>
      <w:r>
        <w:rPr>
          <w:rtl/>
          <w:lang w:bidi="fa-IR"/>
        </w:rPr>
        <w:t>۲۸</w:t>
      </w:r>
      <w:r w:rsidR="0030292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 </w:t>
      </w:r>
      <w:r>
        <w:rPr>
          <w:rtl/>
        </w:rPr>
        <w:t>سال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نوجوان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حضرت ک</w:t>
      </w:r>
      <w:r>
        <w:rPr>
          <w:rFonts w:hint="cs"/>
          <w:rtl/>
        </w:rPr>
        <w:t>ی</w:t>
      </w:r>
      <w:r>
        <w:rPr>
          <w:rtl/>
        </w:rPr>
        <w:t xml:space="preserve"> عمر پچاس سال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گ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(رح)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مطابق حضرت کا</w:t>
      </w:r>
      <w:r>
        <w:rPr>
          <w:rtl/>
        </w:rPr>
        <w:t xml:space="preserve"> سن منارک </w:t>
      </w:r>
      <w:r>
        <w:rPr>
          <w:rtl/>
          <w:lang w:bidi="fa-IR"/>
        </w:rPr>
        <w:t>۴۷</w:t>
      </w:r>
      <w:r>
        <w:rPr>
          <w:rtl/>
        </w:rPr>
        <w:t>سال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ول</w:t>
      </w:r>
      <w:r>
        <w:rPr>
          <w:rtl/>
        </w:rPr>
        <w:t xml:space="preserve"> معتبر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سوچا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ظ</w:t>
      </w:r>
      <w:r w:rsidR="00ED61E8" w:rsidRPr="00AE7C21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tl/>
        </w:rPr>
        <w:t xml:space="preserve"> طور پر امام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لئ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نقصان 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AE7C21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="005A655B" w:rsidRPr="00AE7C21">
        <w:rPr>
          <w:rFonts w:hint="cs"/>
          <w:rtl/>
        </w:rPr>
        <w:t xml:space="preserve"> 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چند سال اور زند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انتقال کر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چانچ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چال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مق</w:t>
      </w:r>
      <w:r>
        <w:rPr>
          <w:rFonts w:hint="eastAsia"/>
          <w:rtl/>
        </w:rPr>
        <w:t>رر</w:t>
      </w:r>
      <w:r>
        <w:rPr>
          <w:rtl/>
        </w:rPr>
        <w:t xml:space="preserve">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درد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70" w:name="_Toc508875423"/>
      <w:r>
        <w:rPr>
          <w:rFonts w:hint="eastAsia"/>
          <w:rtl/>
        </w:rPr>
        <w:t>ب</w:t>
      </w:r>
      <w:r>
        <w:rPr>
          <w:rtl/>
        </w:rPr>
        <w:t>)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خاموش کرنا</w:t>
      </w:r>
      <w:bookmarkEnd w:id="70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اقدام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خاموش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اس وقت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اس </w:t>
      </w:r>
      <w:r>
        <w:rPr>
          <w:rtl/>
        </w:rPr>
        <w:t>حوال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کو ملک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رت حاصل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مرتب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ملک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 گوش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شروع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مامون کو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اقدام کرنا 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جب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آل محمد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محترم فرد کو اپن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عوام</w:t>
      </w:r>
      <w:r>
        <w:rPr>
          <w:rFonts w:hint="cs"/>
          <w:rtl/>
        </w:rPr>
        <w:t>ی</w:t>
      </w:r>
      <w:r>
        <w:rPr>
          <w:rtl/>
        </w:rPr>
        <w:t xml:space="preserve"> رد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دوسرا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سادا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اسلح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فضا خوشگوار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شاطران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چال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حوال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تمام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اور مس</w:t>
      </w:r>
      <w:r>
        <w:rPr>
          <w:rFonts w:hint="eastAsia"/>
          <w:rtl/>
        </w:rPr>
        <w:t>لح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کو خاموش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کان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لگا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علو</w:t>
      </w:r>
      <w:r>
        <w:rPr>
          <w:rFonts w:hint="cs"/>
          <w:rtl/>
        </w:rPr>
        <w:t>ی</w:t>
      </w:r>
      <w:r>
        <w:rPr>
          <w:rtl/>
        </w:rPr>
        <w:t xml:space="preserve"> سادات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کرسکت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قسم کا قدم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لوگوں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اب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بزرگ اور آقا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ل</w:t>
      </w:r>
      <w:r w:rsidRPr="004D70B9">
        <w:rPr>
          <w:rFonts w:hint="cs"/>
          <w:rtl/>
        </w:rPr>
        <w:t>ڑ</w:t>
      </w:r>
      <w:r w:rsidR="005A655B" w:rsidRPr="00AE7C21">
        <w:rPr>
          <w:rFonts w:hint="cs"/>
          <w:rtl/>
        </w:rPr>
        <w:t xml:space="preserve"> رہے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71" w:name="_Toc508875424"/>
      <w:r>
        <w:rPr>
          <w:rFonts w:hint="eastAsia"/>
          <w:rtl/>
        </w:rPr>
        <w:t>ج</w:t>
      </w:r>
      <w:r>
        <w:rPr>
          <w:rtl/>
        </w:rPr>
        <w:t xml:space="preserve">) امام رضا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ن</w:t>
      </w:r>
      <w:r w:rsidRPr="005132F6">
        <w:rPr>
          <w:rFonts w:hint="cs"/>
          <w:rtl/>
        </w:rPr>
        <w:t>ھتا کرنا</w:t>
      </w:r>
      <w:bookmarkEnd w:id="71"/>
      <w:r w:rsidRPr="005132F6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فوائد حاصل کرنا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تا کرنا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لوگ جانت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فرد منف</w:t>
      </w:r>
      <w:r>
        <w:rPr>
          <w:rFonts w:hint="cs"/>
          <w:rtl/>
        </w:rPr>
        <w:t>ی</w:t>
      </w:r>
      <w:r>
        <w:rPr>
          <w:rtl/>
        </w:rPr>
        <w:t xml:space="preserve"> سوچ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اور حکومت وقت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خود کو مضبوط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حال اقوام عالم کا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 کو 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کرت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جب ان س</w:t>
      </w:r>
      <w:r w:rsidRPr="004D70B9">
        <w:rPr>
          <w:rFonts w:hint="cs"/>
          <w:rtl/>
        </w:rPr>
        <w:t>ے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قسم کا اسلح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واپس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ناکار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تو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ظلم کا بازار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جاتا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اور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مخالفوں کو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طرح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5513FA">
        <w:rPr>
          <w:rtl/>
        </w:rPr>
        <w:t xml:space="preserve"> </w:t>
      </w:r>
      <w:r w:rsidR="005513FA">
        <w:rPr>
          <w:rtl/>
        </w:rPr>
        <w:lastRenderedPageBreak/>
        <w:t>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وقت عوام کا رخ آل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مضب خلافت پر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آباد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 xml:space="preserve">طرف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اور عدل وانصاف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ظلم ک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رات چ</w:t>
      </w:r>
      <w:r w:rsidRPr="004D70B9">
        <w:rPr>
          <w:rFonts w:hint="cs"/>
          <w:rtl/>
        </w:rPr>
        <w:t>ھٹ</w:t>
      </w:r>
      <w:r w:rsidRPr="00AE7C21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عدل کا سو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د بنا کر لوگوں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باور کران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مضبوط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کون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تا کرنا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اس ک</w:t>
      </w:r>
      <w:r>
        <w:rPr>
          <w:rFonts w:hint="cs"/>
          <w:rtl/>
        </w:rPr>
        <w:t>ی</w:t>
      </w:r>
      <w:r>
        <w:rPr>
          <w:rtl/>
        </w:rPr>
        <w:t xml:space="preserve"> کوشش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eastAsia"/>
          <w:rtl/>
        </w:rPr>
        <w:t>ا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اثر رسوخ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مسئل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تک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 سک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فضل کو کوئ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ا؟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اگر فضل کا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تو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موقف پر قائم </w:t>
      </w:r>
      <w:r w:rsidR="00C3449B">
        <w:rPr>
          <w:rtl/>
        </w:rPr>
        <w:t>رہا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؟اگر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تو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 سوالات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قاصر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(رح) کا موقف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مامون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اراد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لوگ جب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ومشکل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دوچار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طرف لو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مشکل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نجات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تو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>وعدوں کو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ول جات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ارشاد خداوند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7F7100" w:rsidP="0030292A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743BB0">
        <w:rPr>
          <w:rStyle w:val="libAieChar"/>
          <w:rtl/>
        </w:rPr>
        <w:t>فاذا رکبوا ف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tl/>
        </w:rPr>
        <w:t xml:space="preserve"> الفلک دعوا الل</w:t>
      </w:r>
      <w:r w:rsidRPr="00AE18BD">
        <w:rPr>
          <w:rStyle w:val="libAieChar"/>
          <w:rFonts w:hint="cs"/>
          <w:rtl/>
        </w:rPr>
        <w:t>ه</w:t>
      </w:r>
      <w:r w:rsidRPr="00743BB0">
        <w:rPr>
          <w:rStyle w:val="libAieChar"/>
          <w:rFonts w:hint="cs"/>
          <w:rtl/>
        </w:rPr>
        <w:t xml:space="preserve"> مخلصی</w:t>
      </w:r>
      <w:r w:rsidRPr="00743BB0">
        <w:rPr>
          <w:rStyle w:val="libAieChar"/>
          <w:rFonts w:hint="eastAsia"/>
          <w:rtl/>
        </w:rPr>
        <w:t>ن</w:t>
      </w:r>
      <w:r w:rsidRPr="00743BB0">
        <w:rPr>
          <w:rStyle w:val="libAieChar"/>
          <w:rtl/>
        </w:rPr>
        <w:t xml:space="preserve"> ل</w:t>
      </w:r>
      <w:r w:rsidRPr="00AE18BD">
        <w:rPr>
          <w:rStyle w:val="libAieChar"/>
          <w:rFonts w:hint="cs"/>
          <w:rtl/>
        </w:rPr>
        <w:t>ه</w:t>
      </w:r>
      <w:r w:rsidRPr="00743BB0">
        <w:rPr>
          <w:rStyle w:val="libAieChar"/>
          <w:rFonts w:hint="cs"/>
          <w:rtl/>
        </w:rPr>
        <w:t xml:space="preserve"> الدی</w:t>
      </w:r>
      <w:r w:rsidRPr="00743BB0">
        <w:rPr>
          <w:rStyle w:val="libAieChar"/>
          <w:rFonts w:hint="eastAsia"/>
          <w:rtl/>
        </w:rPr>
        <w:t>ن</w:t>
      </w:r>
      <w:r w:rsidRPr="00743BB0">
        <w:rPr>
          <w:rStyle w:val="libAieChar"/>
          <w:rtl/>
        </w:rPr>
        <w:t xml:space="preserve"> فلما نج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Fonts w:hint="eastAsia"/>
          <w:rtl/>
        </w:rPr>
        <w:t>ن</w:t>
      </w:r>
      <w:r w:rsidRPr="005132F6">
        <w:rPr>
          <w:rStyle w:val="libAieChar"/>
          <w:rFonts w:hint="cs"/>
          <w:rtl/>
        </w:rPr>
        <w:t>ه</w:t>
      </w:r>
      <w:r w:rsidRPr="00743BB0">
        <w:rPr>
          <w:rStyle w:val="libAieChar"/>
          <w:rFonts w:hint="cs"/>
          <w:rtl/>
        </w:rPr>
        <w:t>م</w:t>
      </w:r>
      <w:r w:rsidRPr="00743BB0">
        <w:rPr>
          <w:rStyle w:val="libAieChar"/>
          <w:rtl/>
        </w:rPr>
        <w:t xml:space="preserve"> ال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tl/>
        </w:rPr>
        <w:t xml:space="preserve"> البر اذا </w:t>
      </w:r>
      <w:r w:rsidRPr="00AE18BD">
        <w:rPr>
          <w:rStyle w:val="libAieChar"/>
          <w:rFonts w:hint="cs"/>
          <w:rtl/>
        </w:rPr>
        <w:t>ه</w:t>
      </w:r>
      <w:r w:rsidRPr="005132F6">
        <w:rPr>
          <w:rStyle w:val="libAieChar"/>
          <w:rFonts w:hint="cs"/>
          <w:rtl/>
        </w:rPr>
        <w:t xml:space="preserve">م </w:t>
      </w:r>
      <w:r w:rsidRPr="00743BB0">
        <w:rPr>
          <w:rStyle w:val="libAieChar"/>
          <w:rFonts w:hint="cs"/>
          <w:rtl/>
        </w:rPr>
        <w:t>ی</w:t>
      </w:r>
      <w:r w:rsidRPr="00743BB0">
        <w:rPr>
          <w:rStyle w:val="libAieChar"/>
          <w:rFonts w:hint="eastAsia"/>
          <w:rtl/>
        </w:rPr>
        <w:t>شرکون</w:t>
      </w:r>
      <w:r w:rsidRPr="00743BB0">
        <w:rPr>
          <w:rStyle w:val="libAieChar"/>
          <w:rtl/>
        </w:rPr>
        <w:t xml:space="preserve">" </w:t>
      </w:r>
      <w:r>
        <w:rPr>
          <w:rStyle w:val="libAieChar"/>
          <w:rtl/>
        </w:rPr>
        <w:t xml:space="preserve"> ) </w:t>
      </w:r>
      <w:r w:rsidR="0030292A" w:rsidRPr="00B0371A">
        <w:rPr>
          <w:rStyle w:val="libFootnotenumChar"/>
          <w:rFonts w:hint="cs"/>
          <w:rtl/>
        </w:rPr>
        <w:t>(30)</w:t>
      </w:r>
      <w:r w:rsidR="00827A66"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ر جب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تو 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خلوص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بن کر خدا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دعا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جب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نچا کر)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فوراً شرک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کو جب مشکلات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تو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منت مان 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مشکلات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سب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مسلم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مکات پر نظر دو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منصوبوں کا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لگانا مشکل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B34A65">
      <w:pPr>
        <w:pStyle w:val="Heading2Center"/>
        <w:rPr>
          <w:rtl/>
        </w:rPr>
      </w:pPr>
      <w:bookmarkStart w:id="72" w:name="_Toc508875425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5132F6">
        <w:rPr>
          <w:rFonts w:hint="cs"/>
          <w:rtl/>
        </w:rPr>
        <w:t>ھت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5132F6">
        <w:rPr>
          <w:rFonts w:hint="cs"/>
          <w:rtl/>
        </w:rPr>
        <w:t>؟</w:t>
      </w:r>
      <w:bookmarkEnd w:id="72"/>
      <w:r w:rsidRPr="005132F6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B34A65">
      <w:pPr>
        <w:pStyle w:val="Heading2Center"/>
        <w:rPr>
          <w:rtl/>
        </w:rPr>
      </w:pPr>
      <w:bookmarkStart w:id="73" w:name="_Toc508875426"/>
      <w:r>
        <w:rPr>
          <w:rtl/>
        </w:rPr>
        <w:t>1</w:t>
      </w:r>
      <w:r w:rsidRPr="005132F6">
        <w:rPr>
          <w:rFonts w:hint="cs"/>
          <w:rtl/>
        </w:rPr>
        <w:t>۔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5132F6">
        <w:rPr>
          <w:rFonts w:hint="cs"/>
          <w:rtl/>
        </w:rPr>
        <w:t>ہ</w:t>
      </w:r>
      <w:r>
        <w:rPr>
          <w:rtl/>
        </w:rPr>
        <w:t xml:space="preserve"> س</w:t>
      </w:r>
      <w:r w:rsidRPr="005132F6">
        <w:rPr>
          <w:rFonts w:hint="cs"/>
          <w:rtl/>
        </w:rPr>
        <w:t xml:space="preserve">ے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5132F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آمد</w:t>
      </w:r>
      <w:bookmarkEnd w:id="73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بات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(مرو) خراسان بلوان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آپ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مشور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کو خراسان لان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AE7C21">
        <w:rPr>
          <w:rFonts w:hint="cs"/>
          <w:rtl/>
        </w:rPr>
        <w:lastRenderedPageBreak/>
        <w:t>قبل کوئ</w:t>
      </w:r>
      <w:r>
        <w:rPr>
          <w:rFonts w:hint="cs"/>
          <w:rtl/>
        </w:rPr>
        <w:t>ی</w:t>
      </w:r>
      <w:r>
        <w:rPr>
          <w:rtl/>
        </w:rPr>
        <w:t xml:space="preserve"> خط و کتاب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آپ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جوا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، آپ کو آمد مقصد بالکل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جب آپ "مرو"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پ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بار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طرح امام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آل اب</w:t>
      </w:r>
      <w:r>
        <w:rPr>
          <w:rFonts w:hint="cs"/>
          <w:rtl/>
        </w:rPr>
        <w:t>ی</w:t>
      </w:r>
      <w:r>
        <w:rPr>
          <w:rtl/>
        </w:rPr>
        <w:t xml:space="preserve"> طالب حکومت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AE7C21">
        <w:rPr>
          <w:rFonts w:hint="cs"/>
          <w:rtl/>
        </w:rPr>
        <w:t>لکاروں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راس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راست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راستوں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مختلف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پروگرام ط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گزارا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بغاوت کا خطر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کوف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راست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بصر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خوزستان س</w:t>
      </w:r>
      <w:r w:rsidRPr="004D70B9">
        <w:rPr>
          <w:rFonts w:hint="cs"/>
          <w:rtl/>
        </w:rPr>
        <w:t>ے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اہل </w:t>
      </w:r>
      <w:r w:rsidRPr="00AE7C21">
        <w:rPr>
          <w:rFonts w:hint="cs"/>
          <w:rtl/>
        </w:rPr>
        <w:t>کار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اد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دشمنوں</w:t>
      </w:r>
      <w:r>
        <w:rPr>
          <w:rtl/>
        </w:rPr>
        <w:t>، مخالفوں کو آپ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جو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افسر آپ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 w:rsidR="00C3449B">
        <w:rPr>
          <w:rtl/>
        </w:rPr>
        <w:t>رہا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کا خاص گماشت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وفادار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کا نام جلود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و بغض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جب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جلود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سخت مخالفت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خاموش</w:t>
      </w:r>
      <w:r w:rsidR="005A655B" w:rsidRPr="00AE7C21">
        <w:rPr>
          <w:rFonts w:hint="cs"/>
          <w:rtl/>
        </w:rPr>
        <w:t xml:space="preserve"> رہنے </w:t>
      </w:r>
      <w:r w:rsidRPr="00AE7C21">
        <w:rPr>
          <w:rFonts w:hint="cs"/>
          <w:rtl/>
        </w:rPr>
        <w:t>کو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پور مخالفت کروں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اس</w:t>
      </w:r>
      <w:r>
        <w:rPr>
          <w:rFonts w:hint="cs"/>
          <w:rtl/>
        </w:rPr>
        <w:t>ی</w:t>
      </w:r>
      <w:r>
        <w:rPr>
          <w:rtl/>
        </w:rPr>
        <w:t xml:space="preserve"> مخالفت اور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(جلود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 ب</w:t>
      </w:r>
      <w:r>
        <w:rPr>
          <w:rFonts w:hint="cs"/>
          <w:rtl/>
        </w:rPr>
        <w:t>ی</w:t>
      </w:r>
      <w:r>
        <w:rPr>
          <w:rtl/>
        </w:rPr>
        <w:t xml:space="preserve"> ملعون شخص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جنگ ل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شکست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آل اب</w:t>
      </w:r>
      <w:r>
        <w:rPr>
          <w:rFonts w:hint="cs"/>
          <w:rtl/>
        </w:rPr>
        <w:t>ی</w:t>
      </w:r>
      <w:r>
        <w:rPr>
          <w:rtl/>
        </w:rPr>
        <w:t xml:space="preserve"> طالب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تمام مال،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اور لباس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لو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سادات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درواز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</w:t>
      </w:r>
      <w:r w:rsidRPr="004D70B9">
        <w:rPr>
          <w:rFonts w:hint="cs"/>
          <w:rtl/>
        </w:rPr>
        <w:t>ھے</w:t>
      </w:r>
      <w:r>
        <w:rPr>
          <w:rtl/>
        </w:rPr>
        <w:t xml:space="preserve"> اندر</w:t>
      </w:r>
      <w:r w:rsidR="005A655B">
        <w:rPr>
          <w:rtl/>
        </w:rPr>
        <w:t xml:space="preserve"> نہیں </w:t>
      </w:r>
      <w:r>
        <w:rPr>
          <w:rtl/>
        </w:rPr>
        <w:t>جان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دوں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 اصرار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="000E44EB" w:rsidRPr="00AE7C21">
        <w:rPr>
          <w:rFonts w:hint="cs"/>
          <w:rtl/>
        </w:rPr>
        <w:t xml:space="preserve"> ہی </w:t>
      </w:r>
      <w:r w:rsidR="005A655B">
        <w:rPr>
          <w:rtl/>
        </w:rPr>
        <w:t xml:space="preserve">نہیں </w:t>
      </w:r>
      <w:r>
        <w:rPr>
          <w:rtl/>
        </w:rPr>
        <w:t>سک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>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="000E44EB" w:rsidRPr="00AE7C21">
        <w:rPr>
          <w:rFonts w:hint="cs"/>
          <w:rtl/>
        </w:rPr>
        <w:t xml:space="preserve"> ہی 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ر جا جو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خود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تج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حضرت خود اندر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کپ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>، ز</w:t>
      </w:r>
      <w:r>
        <w:rPr>
          <w:rFonts w:hint="cs"/>
          <w:rtl/>
        </w:rPr>
        <w:t>ی</w:t>
      </w:r>
      <w:r>
        <w:rPr>
          <w:rFonts w:hint="eastAsia"/>
          <w:rtl/>
        </w:rPr>
        <w:t>ورات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سب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 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دوں)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حضرت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اور فضل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موقف پر نظر ثان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سوف</w:t>
      </w:r>
      <w:r>
        <w:rPr>
          <w:rFonts w:hint="cs"/>
          <w:rtl/>
        </w:rPr>
        <w:t>ی</w:t>
      </w:r>
      <w:r>
        <w:rPr>
          <w:rtl/>
        </w:rPr>
        <w:t xml:space="preserve"> صد اس بات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کا سر قلم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دوافراد کو اس وقت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معاف کر دو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جلود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ا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آپ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eastAsia"/>
          <w:rtl/>
        </w:rPr>
        <w:t>رخواست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سفارش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قسمت خراب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قبول ن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تلوار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اس وقت جلود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 w:rsidRPr="004D70B9">
        <w:rPr>
          <w:rFonts w:hint="cs"/>
          <w:rtl/>
        </w:rPr>
        <w:t>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حال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خراسان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تمام س</w:t>
      </w:r>
      <w:r>
        <w:rPr>
          <w:rFonts w:hint="eastAsia"/>
          <w:rtl/>
        </w:rPr>
        <w:t>ادات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اور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سخت پ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اس وقت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اپنا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د مقرر کرنا </w:t>
      </w:r>
      <w:r w:rsidR="00C3449B" w:rsidRPr="00AE7C21">
        <w:rPr>
          <w:rFonts w:hint="cs"/>
          <w:rtl/>
        </w:rPr>
        <w:t>چاہتا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مسلم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74" w:name="_Toc508875427"/>
      <w:r>
        <w:rPr>
          <w:rtl/>
        </w:rPr>
        <w:t>2- امام رضا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 کا انکار</w:t>
      </w:r>
      <w:bookmarkEnd w:id="74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متعلق کوئ</w:t>
      </w:r>
      <w:r>
        <w:rPr>
          <w:rFonts w:hint="cs"/>
          <w:rtl/>
        </w:rPr>
        <w:t>ی</w:t>
      </w:r>
      <w:r>
        <w:rPr>
          <w:rtl/>
        </w:rPr>
        <w:t xml:space="preserve"> مشور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"مرو"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آپ کو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بابت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ابو الفرج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فضل بن س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ل اور حسن بن س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ل </w:t>
      </w:r>
      <w:r>
        <w:rPr>
          <w:rFonts w:hint="eastAsia"/>
          <w:rtl/>
        </w:rPr>
        <w:t>کو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جب ان دونوں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گا اور تم لوگ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ہہ</w:t>
      </w:r>
      <w:r w:rsidR="005A655B" w:rsidRPr="00AE7C21">
        <w:rPr>
          <w:rFonts w:hint="cs"/>
          <w:rtl/>
        </w:rPr>
        <w:t xml:space="preserve"> رہے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؟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مجبور</w:t>
      </w:r>
      <w:r w:rsidR="005A655B" w:rsidRPr="00AE7C21">
        <w:rPr>
          <w:rFonts w:hint="cs"/>
          <w:rtl/>
        </w:rPr>
        <w:t xml:space="preserve"> ہیں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اوپر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حکم</w:t>
      </w:r>
      <w:r w:rsidR="005A655B" w:rsidRPr="00AE7C21">
        <w:rPr>
          <w:rFonts w:hint="cs"/>
          <w:rtl/>
        </w:rPr>
        <w:t xml:space="preserve"> ہوا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کا سر قلم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علماء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بار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جمل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اس</w:t>
      </w:r>
      <w:r>
        <w:rPr>
          <w:rFonts w:hint="cs"/>
          <w:rtl/>
        </w:rPr>
        <w:t>ی</w:t>
      </w:r>
      <w:r>
        <w:rPr>
          <w:rtl/>
        </w:rPr>
        <w:t xml:space="preserve"> وقت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حضرت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قبول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گئ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دوسرا مرتب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خود حضرت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آپ اس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دادا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مجلس شورا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تا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جو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ہہ</w:t>
      </w:r>
      <w:r w:rsidR="005A655B" w:rsidRPr="00AE7C21">
        <w:rPr>
          <w:rFonts w:hint="cs"/>
          <w:rtl/>
        </w:rPr>
        <w:t xml:space="preserve"> رہے 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ا خاندان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وا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دوسر</w:t>
      </w:r>
      <w:r w:rsidRPr="004D70B9">
        <w:rPr>
          <w:rFonts w:hint="cs"/>
          <w:rtl/>
        </w:rPr>
        <w:t>ے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شورا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فرمائ</w:t>
      </w:r>
      <w:r>
        <w:rPr>
          <w:rFonts w:hint="cs"/>
          <w:rtl/>
        </w:rPr>
        <w:t>ی</w:t>
      </w:r>
      <w:r>
        <w:rPr>
          <w:rtl/>
        </w:rPr>
        <w:t xml:space="preserve">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مانت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جانت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خاموش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 حق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لمحوں کا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پس جب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دادا عل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>صلوں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آپ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مشاورت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مجبور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کر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خاموش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البت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سوال کا جواب باق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جو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جب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>
        <w:rPr>
          <w:rFonts w:hint="eastAsia"/>
          <w:rtl/>
        </w:rPr>
        <w:t>تو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موقف پر قائم </w:t>
      </w:r>
      <w:r w:rsidR="00BF209D" w:rsidRPr="00AE7C21">
        <w:rPr>
          <w:rFonts w:hint="cs"/>
          <w:rtl/>
        </w:rPr>
        <w:t>رہتے</w:t>
      </w:r>
      <w:r w:rsidRPr="00AE7C21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آپ کو جان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قربان کرن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انکار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مظلومان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اپنا سر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انکار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تو انکار</w:t>
      </w:r>
      <w:r w:rsidR="000E44EB" w:rsidRPr="00AE7C21">
        <w:rPr>
          <w:rFonts w:hint="cs"/>
          <w:rtl/>
        </w:rPr>
        <w:t xml:space="preserve"> ہی </w:t>
      </w:r>
      <w:r w:rsidR="005A655B">
        <w:rPr>
          <w:rtl/>
        </w:rPr>
        <w:t xml:space="preserve">رہنے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؟اس</w:t>
      </w:r>
      <w:r>
        <w:rPr>
          <w:rtl/>
        </w:rPr>
        <w:t xml:space="preserve"> سوال کا جواب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اس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75" w:name="_Toc508875428"/>
      <w:r>
        <w:rPr>
          <w:rtl/>
        </w:rPr>
        <w:t>3</w:t>
      </w:r>
      <w:r w:rsidRPr="005132F6">
        <w:rPr>
          <w:rFonts w:hint="cs"/>
          <w:rtl/>
        </w:rPr>
        <w:t>۔ امام رضا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bookmarkEnd w:id="75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عائد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منصب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کروں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اور سرکار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مداخلت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کروں گا اور کوئ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لوں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آپ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</w:t>
      </w:r>
      <w:r w:rsidR="005A655B">
        <w:rPr>
          <w:rtl/>
        </w:rPr>
        <w:t xml:space="preserve"> نہیں </w:t>
      </w:r>
      <w:r>
        <w:rPr>
          <w:rtl/>
        </w:rPr>
        <w:t>کرنا چ</w:t>
      </w:r>
      <w:r w:rsidR="00EF6DD1">
        <w:rPr>
          <w:rtl/>
        </w:rPr>
        <w:t xml:space="preserve">اہتے 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 w:rsidR="005A655B">
        <w:rPr>
          <w:rtl/>
        </w:rPr>
        <w:t xml:space="preserve"> رہے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احتجاج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احتساب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شرط مان 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شرکت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اس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ضرو</w:t>
      </w:r>
      <w:r>
        <w:rPr>
          <w:rFonts w:hint="eastAsia"/>
          <w:rtl/>
        </w:rPr>
        <w:t>ر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مع</w:t>
      </w:r>
      <w:r w:rsidR="00851B2F">
        <w:rPr>
          <w:rtl/>
        </w:rPr>
        <w:t>اہ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</w:t>
      </w:r>
      <w:r>
        <w:rPr>
          <w:rtl/>
        </w:rPr>
        <w:t xml:space="preserve">ون بولا لوگ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خلاف طرح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مرتب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دعوت قبول فرمائ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اور فضل کو شرمندگ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انا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 ب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 xml:space="preserve"> انقلاب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برپا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خطر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خوف اور خدش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آپ راست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کو ب</w:t>
      </w:r>
      <w:r w:rsidR="00ED61E8">
        <w:rPr>
          <w:rtl/>
        </w:rPr>
        <w:t xml:space="preserve">اہر 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نہیں </w:t>
      </w:r>
      <w:r>
        <w:rPr>
          <w:rtl/>
        </w:rPr>
        <w:t>جان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آپ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تو لوگوں کا انبو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حکومت و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ھڑ</w:t>
      </w:r>
      <w:r w:rsidRPr="00AE7C21">
        <w:rPr>
          <w:rFonts w:hint="cs"/>
          <w:rtl/>
        </w:rPr>
        <w:t>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</w:t>
      </w:r>
      <w:r>
        <w:rPr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76" w:name="_Toc508875429"/>
      <w:r>
        <w:rPr>
          <w:rtl/>
        </w:rPr>
        <w:t>4</w:t>
      </w:r>
      <w:r w:rsidRPr="005132F6">
        <w:rPr>
          <w:rFonts w:hint="cs"/>
          <w:rtl/>
        </w:rPr>
        <w:t>۔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5132F6">
        <w:rPr>
          <w:rFonts w:hint="cs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5132F6">
        <w:rPr>
          <w:rFonts w:hint="cs"/>
          <w:rtl/>
        </w:rPr>
        <w:t xml:space="preserve">ے اعلان کے بعد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5132F6">
        <w:rPr>
          <w:rFonts w:hint="cs"/>
          <w:rtl/>
        </w:rPr>
        <w:t xml:space="preserve"> کا رو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76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اعلان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غرضان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اہل </w:t>
      </w:r>
      <w:r w:rsidRPr="00AE7C21">
        <w:rPr>
          <w:rFonts w:hint="cs"/>
          <w:rtl/>
        </w:rPr>
        <w:t>سنت اور</w:t>
      </w:r>
      <w:r w:rsidR="005A655B" w:rsidRPr="00AE7C21">
        <w:rPr>
          <w:rFonts w:hint="cs"/>
          <w:rtl/>
        </w:rPr>
        <w:t xml:space="preserve"> اہل </w:t>
      </w:r>
      <w:r w:rsidRPr="00AE7C21">
        <w:rPr>
          <w:rFonts w:hint="cs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علماء اور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نامزد ک</w:t>
      </w:r>
      <w:r>
        <w:rPr>
          <w:rFonts w:hint="cs"/>
          <w:rtl/>
        </w:rPr>
        <w:t>ی</w:t>
      </w:r>
      <w:r>
        <w:rPr>
          <w:rtl/>
        </w:rPr>
        <w:t>ا جاچکا تو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ڑھ</w:t>
      </w:r>
      <w:r>
        <w:rPr>
          <w:rtl/>
        </w:rPr>
        <w:t xml:space="preserve"> سطر کا خطب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خطب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 سا شکر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ادا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پرو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وکول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مطابق آپ مامون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شکر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ادا 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ابو ا</w:t>
      </w:r>
      <w:r>
        <w:rPr>
          <w:rFonts w:hint="eastAsia"/>
          <w:rtl/>
        </w:rPr>
        <w:t>لفرج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فلاں روز ملک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عوام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جمع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اور علان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طور پر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چنانچ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ت اجتماع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ا،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صدارت بچ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عباس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علو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موقع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آت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اور ان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کو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انعامات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گئ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رک</w:t>
      </w:r>
      <w:r w:rsidRPr="004D70B9">
        <w:rPr>
          <w:rFonts w:hint="cs"/>
          <w:rtl/>
        </w:rPr>
        <w:t>ھے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نہیں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>
        <w:rPr>
          <w:rFonts w:hint="eastAsia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جد بزرگوار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وآل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وں پر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خطباء، شعراء اور 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الفاظ اور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رضا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سرائ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بعض شعراء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سر</w:t>
      </w:r>
      <w:r w:rsidR="00851B2F">
        <w:rPr>
          <w:rtl/>
        </w:rPr>
        <w:t>اہ</w:t>
      </w:r>
      <w:r w:rsidRPr="00AE7C21">
        <w:rPr>
          <w:rFonts w:hint="cs"/>
          <w:rtl/>
        </w:rPr>
        <w:t>ا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ا: </w:t>
      </w:r>
    </w:p>
    <w:p w:rsidR="00827A66" w:rsidRDefault="00827A66" w:rsidP="00EF6DD1">
      <w:pPr>
        <w:pStyle w:val="libArabic"/>
        <w:rPr>
          <w:rtl/>
        </w:rPr>
      </w:pPr>
      <w:r>
        <w:rPr>
          <w:rFonts w:hint="eastAsia"/>
          <w:rtl/>
        </w:rPr>
        <w:lastRenderedPageBreak/>
        <w:t>قم</w:t>
      </w:r>
      <w:r>
        <w:rPr>
          <w:rtl/>
        </w:rPr>
        <w:t xml:space="preserve"> فاخطب الناس وتکلم ف</w:t>
      </w:r>
      <w:r>
        <w:rPr>
          <w:rFonts w:hint="cs"/>
          <w:rtl/>
        </w:rPr>
        <w:t>ی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 xml:space="preserve"> کر لوگوں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خطاب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توقع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کلمات ادا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Default="00827A66" w:rsidP="00123478">
      <w:pPr>
        <w:pStyle w:val="libArabic"/>
        <w:rPr>
          <w:rtl/>
        </w:rPr>
      </w:pPr>
      <w:r>
        <w:rPr>
          <w:rtl/>
        </w:rPr>
        <w:t>"فقال بعد حمد 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والثناء علی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" </w:t>
      </w:r>
    </w:p>
    <w:p w:rsidR="00123478" w:rsidRDefault="00123478" w:rsidP="005132F6">
      <w:pPr>
        <w:pStyle w:val="libNormal"/>
        <w:rPr>
          <w:rtl/>
        </w:rPr>
      </w:pPr>
      <w:r>
        <w:rPr>
          <w:rtl/>
        </w:rPr>
        <w:br w:type="page"/>
      </w:r>
    </w:p>
    <w:p w:rsidR="007E1384" w:rsidRDefault="007E1384" w:rsidP="007E1384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77" w:name="_Toc508875430"/>
      <w:r>
        <w:rPr>
          <w:rFonts w:hint="eastAsia"/>
          <w:rtl/>
        </w:rPr>
        <w:t>مسئل</w:t>
      </w:r>
      <w:r w:rsidRPr="005132F6">
        <w:rPr>
          <w:rFonts w:hint="cs"/>
          <w:rtl/>
        </w:rPr>
        <w:t>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5132F6">
        <w:rPr>
          <w:rFonts w:hint="cs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امام رضا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(</w:t>
      </w:r>
      <w:r>
        <w:rPr>
          <w:rtl/>
          <w:lang w:bidi="fa-IR"/>
        </w:rPr>
        <w:t>۲)</w:t>
      </w:r>
      <w:bookmarkEnd w:id="77"/>
      <w:r>
        <w:rPr>
          <w:rtl/>
          <w:lang w:bidi="fa-IR"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</w:t>
      </w:r>
      <w:r w:rsidR="005A655B">
        <w:rPr>
          <w:rtl/>
        </w:rPr>
        <w:t xml:space="preserve"> رہے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اس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 xml:space="preserve">اس </w:t>
      </w:r>
      <w:r w:rsidR="00ED61E8" w:rsidRPr="00AE7C21">
        <w:rPr>
          <w:rFonts w:hint="cs"/>
          <w:rtl/>
        </w:rPr>
        <w:t>اہم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موضوع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بنو عباس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پانا اور حقائق کو دبانا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گئ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جن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تک پت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چل سکا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شروع</w:t>
      </w:r>
      <w:r w:rsidR="005A655B" w:rsidRPr="00AE7C21">
        <w:rPr>
          <w:rFonts w:hint="cs"/>
          <w:rtl/>
        </w:rPr>
        <w:t xml:space="preserve"> نہیں ہوا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بنن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خواہش </w:t>
      </w:r>
      <w:r w:rsidRPr="00AE7C21">
        <w:rPr>
          <w:rFonts w:hint="cs"/>
          <w:rtl/>
        </w:rPr>
        <w:t>ظ</w:t>
      </w:r>
      <w:r w:rsidR="00ED61E8" w:rsidRPr="00AE7C21">
        <w:rPr>
          <w:rFonts w:hint="cs"/>
          <w:rtl/>
        </w:rPr>
        <w:t xml:space="preserve">اہر 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دل</w:t>
      </w:r>
      <w:r>
        <w:rPr>
          <w:rFonts w:hint="cs"/>
          <w:rtl/>
        </w:rPr>
        <w:t>ی</w:t>
      </w:r>
      <w:r>
        <w:rPr>
          <w:rtl/>
        </w:rPr>
        <w:t xml:space="preserve"> طور پر مام</w:t>
      </w:r>
      <w:r>
        <w:rPr>
          <w:rFonts w:hint="eastAsia"/>
          <w:rtl/>
        </w:rPr>
        <w:t>ون</w:t>
      </w:r>
      <w:r>
        <w:rPr>
          <w:rtl/>
        </w:rPr>
        <w:t xml:space="preserve"> کا نائب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بننا چ</w:t>
      </w:r>
      <w:r w:rsidR="00EF6DD1">
        <w:rPr>
          <w:rtl/>
        </w:rPr>
        <w:t xml:space="preserve">اہتے 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امام وقت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دراصل شروع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اس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خراسان اس زمان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ملتا جلتا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</w:t>
      </w:r>
      <w:r w:rsidR="00EF6DD1" w:rsidRPr="00AE7C21">
        <w:rPr>
          <w:rFonts w:hint="cs"/>
          <w:rtl/>
        </w:rPr>
        <w:t>وہا</w:t>
      </w:r>
      <w:r w:rsidRPr="00AE7C21">
        <w:rPr>
          <w:rFonts w:hint="cs"/>
          <w:rtl/>
        </w:rPr>
        <w:t>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چند افراد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روان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امام رض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بلوان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خراسان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آمد کا پروگرام تک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آپ کو ان راستوں،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روں، علاقوں اور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اتوں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گزار کر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جانن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موجود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C3449B">
        <w:rPr>
          <w:rtl/>
        </w:rPr>
        <w:t>رہا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آپ مرو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اور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جو گفتگو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خلافت ک</w:t>
      </w:r>
      <w:r>
        <w:rPr>
          <w:rFonts w:hint="cs"/>
          <w:rtl/>
        </w:rPr>
        <w:t>ی</w:t>
      </w:r>
      <w:r>
        <w:rPr>
          <w:rtl/>
        </w:rPr>
        <w:t xml:space="preserve"> باگ دو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آپ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قبول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منصب ضرور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سخت انکار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اس سلسل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چلت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="00EF6DD1">
        <w:rPr>
          <w:rtl/>
        </w:rPr>
        <w:t>وہا</w:t>
      </w:r>
      <w:r w:rsidRPr="00AE7C21">
        <w:rPr>
          <w:rFonts w:hint="cs"/>
          <w:rtl/>
        </w:rPr>
        <w:t>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انکار کرنا 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ا؟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ذکر</w:t>
      </w:r>
      <w:r w:rsidR="005A655B">
        <w:rPr>
          <w:rtl/>
        </w:rPr>
        <w:t xml:space="preserve"> ہوا </w:t>
      </w:r>
      <w:r w:rsidR="005A655B" w:rsidRPr="00AE7C21">
        <w:rPr>
          <w:rFonts w:hint="cs"/>
          <w:rtl/>
        </w:rPr>
        <w:t xml:space="preserve">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سوچ</w:t>
      </w:r>
      <w:r>
        <w:rPr>
          <w:rtl/>
        </w:rPr>
        <w:t xml:space="preserve"> </w:t>
      </w:r>
      <w:r w:rsidR="00C3449B">
        <w:rPr>
          <w:rtl/>
        </w:rPr>
        <w:t>رہا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مسند خلافت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کر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کروں اور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خلافت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مستحق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اگر حقدار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تو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امانت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اس</w:t>
      </w:r>
      <w:r w:rsidRPr="004D70B9">
        <w:rPr>
          <w:rFonts w:hint="cs"/>
          <w:rtl/>
        </w:rPr>
        <w:t>ے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 اگر اس پر تم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ارا حق</w:t>
      </w:r>
      <w:r w:rsidR="005A655B" w:rsidRPr="00AE7C21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AE7C21">
        <w:rPr>
          <w:rFonts w:hint="cs"/>
          <w:rtl/>
        </w:rPr>
        <w:t>تو پ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پر قابض </w:t>
      </w:r>
      <w:r w:rsidR="00EF6DD1">
        <w:rPr>
          <w:rtl/>
        </w:rPr>
        <w:t>رہو</w:t>
      </w:r>
      <w:r w:rsidRPr="00AE7C21">
        <w:rPr>
          <w:rFonts w:hint="cs"/>
          <w:rtl/>
        </w:rPr>
        <w:t>؟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اگر خلافت تم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ارا حق</w:t>
      </w:r>
      <w:r w:rsidR="005A655B" w:rsidRPr="00AE7C21">
        <w:rPr>
          <w:rFonts w:hint="cs"/>
          <w:rtl/>
        </w:rPr>
        <w:t xml:space="preserve"> نہیں </w:t>
      </w:r>
      <w:r w:rsidR="005A655B">
        <w:rPr>
          <w:rtl/>
        </w:rPr>
        <w:t xml:space="preserve">ہے </w:t>
      </w:r>
      <w:r w:rsidRPr="00AE7C21">
        <w:rPr>
          <w:rFonts w:hint="cs"/>
          <w:rtl/>
        </w:rPr>
        <w:t xml:space="preserve">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اعلان کرو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حقدار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آباء واجداد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مجبوراً عنان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باپ دادا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خلافت غصب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پر ناجائز طور پر قبض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کو اتار کر واپس جا</w:t>
      </w:r>
      <w:r w:rsidR="00C3449B" w:rsidRPr="00AE7C21">
        <w:rPr>
          <w:rFonts w:hint="cs"/>
          <w:rtl/>
        </w:rPr>
        <w:t>رہ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وں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تم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خلافت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EF6DD1">
        <w:rPr>
          <w:rtl/>
        </w:rPr>
        <w:t xml:space="preserve">اہتے 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طرح کرو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آپ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آباء و اجداد اور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انداز حکومت کو ناجائز اور غلط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نا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رنگ فق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گفتگو کو بدلت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و اس بات کو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tl/>
        </w:rPr>
        <w:t xml:space="preserve"> مانون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کو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تو کرنا پ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ا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شخص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فلسف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،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مکمل عبور حاصل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طب و </w:t>
      </w:r>
      <w:r>
        <w:rPr>
          <w:rtl/>
        </w:rPr>
        <w:t>نجوم 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خاص 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ارت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وقت کا قابل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وخلفاء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قابل اور لائق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0E44EB">
        <w:rPr>
          <w:rtl/>
        </w:rPr>
        <w:t xml:space="preserve"> ہی </w:t>
      </w:r>
      <w:r w:rsidR="005A655B">
        <w:rPr>
          <w:rtl/>
        </w:rPr>
        <w:t>نہیں ہوا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س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ا پک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دادا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وقت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شور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ابو طلح انصار</w:t>
      </w:r>
      <w:r>
        <w:rPr>
          <w:rFonts w:hint="cs"/>
          <w:rtl/>
        </w:rPr>
        <w:t>ی</w:t>
      </w:r>
      <w:r>
        <w:rPr>
          <w:rtl/>
        </w:rPr>
        <w:t xml:space="preserve"> اس کا سر قلم کر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صورت حال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ذا آپ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دادا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ے</w:t>
      </w:r>
      <w:r>
        <w:rPr>
          <w:rtl/>
        </w:rPr>
        <w:t xml:space="preserve">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لاحاصل کوشش کر </w:t>
      </w:r>
      <w:r w:rsidR="00C3449B">
        <w:rPr>
          <w:rtl/>
        </w:rPr>
        <w:t>رہا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دادا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خلافت کو اپنا حق جانن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اس وقت احتجاج 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اور آپ شور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0E44EB">
        <w:rPr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اس وقت تک اپنا احتجاج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جب 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کو اپنا حق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مل جاتا،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احتجاج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شور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اجلاس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ذا</w:t>
      </w:r>
      <w:r>
        <w:rPr>
          <w:rtl/>
        </w:rPr>
        <w:t xml:space="preserve"> 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صورت حال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تر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خاموش اور انکار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اپنات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بنن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درست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ر اور خوف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منصب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دوسرا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امامت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طرف منتقل کرنا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</w:t>
      </w:r>
      <w:r>
        <w:rPr>
          <w:rFonts w:hint="eastAsia"/>
          <w:rtl/>
        </w:rPr>
        <w:t>ئق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پا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ثبوت تک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 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کراد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کرانا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مامون ک</w:t>
      </w:r>
      <w:r>
        <w:rPr>
          <w:rFonts w:hint="cs"/>
          <w:rtl/>
        </w:rPr>
        <w:t>ی</w:t>
      </w:r>
      <w:r>
        <w:rPr>
          <w:rtl/>
        </w:rPr>
        <w:t xml:space="preserve"> خلافت کو جائز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مدد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مصلحت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آپ کو خا</w:t>
      </w:r>
      <w:r>
        <w:rPr>
          <w:rFonts w:hint="eastAsia"/>
          <w:rtl/>
        </w:rPr>
        <w:t>موش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بہت </w:t>
      </w:r>
      <w:r w:rsidR="00ED61E8" w:rsidRPr="00AE7C21">
        <w:rPr>
          <w:rFonts w:hint="cs"/>
          <w:rtl/>
        </w:rPr>
        <w:t>اہم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پر شرط عائد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اور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</w:t>
      </w:r>
      <w:r w:rsidR="005A655B">
        <w:rPr>
          <w:rtl/>
        </w:rPr>
        <w:t xml:space="preserve"> نہیں </w:t>
      </w:r>
      <w:r>
        <w:rPr>
          <w:rtl/>
        </w:rPr>
        <w:t>کروں گا،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نائب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مقرر کرنا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کر لو،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نام پر سک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کر لو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استعمال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خطب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>
        <w:rPr>
          <w:rtl/>
        </w:rPr>
        <w:t>تو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</w:t>
      </w:r>
      <w:r>
        <w:rPr>
          <w:rtl/>
        </w:rPr>
        <w:t>لو،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کروں گا اور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مقرر اور معطل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لوں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حکومت کا سرکار</w:t>
      </w:r>
      <w:r>
        <w:rPr>
          <w:rFonts w:hint="cs"/>
          <w:rtl/>
        </w:rPr>
        <w:t>ی</w:t>
      </w:r>
      <w:r>
        <w:rPr>
          <w:rtl/>
        </w:rPr>
        <w:t xml:space="preserve"> پرو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وکول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قبول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آپ اس کو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 w:rsidR="005A655B">
        <w:rPr>
          <w:rtl/>
        </w:rPr>
        <w:t xml:space="preserve">ہیں </w:t>
      </w:r>
      <w:r>
        <w:rPr>
          <w:rtl/>
        </w:rPr>
        <w:t>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اس خلافت کو جائز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ملک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سرکرد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افراد،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مدعو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سب کو سبز لباس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سبز لباس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رنگ کالا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فضل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لوگوں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سبز لباس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 کر کانفرس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جاتا</w:t>
      </w:r>
      <w:r w:rsidR="005A655B" w:rsidRPr="00AE7C21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رنگ مجوس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رنگ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حد تک سچ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؟ چناچ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وقت مقرر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سب شرکاء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 گئ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جلس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کاروائ</w:t>
      </w:r>
      <w:r>
        <w:rPr>
          <w:rFonts w:hint="cs"/>
          <w:rtl/>
        </w:rPr>
        <w:t>ی</w:t>
      </w:r>
      <w:r>
        <w:rPr>
          <w:rtl/>
        </w:rPr>
        <w:t xml:space="preserve"> شروع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ادا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سلسل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عبا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قبل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باپ کا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 آت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EC330E" w:rsidRPr="00AE7C21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شعراء، خطباء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خوبصورت اشعار 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محفل کو پر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کو خطاب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نشست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 xml:space="preserve"> کر س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اور 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ڑھ</w:t>
      </w:r>
      <w:r>
        <w:rPr>
          <w:rtl/>
        </w:rPr>
        <w:t xml:space="preserve"> سطر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کر اپنا خطب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مکمل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(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،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) آپ لوگوں پر حق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سربرا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مقرر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کا مف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وم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ارا حق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پر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ارا اور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ارا آپ پر حق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کا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 xml:space="preserve">پر حق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سب حقوق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امور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آپ کا فرض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لوگوں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جب</w:t>
      </w:r>
      <w:r w:rsidR="000E44EB" w:rsidRPr="00AE7C21">
        <w:rPr>
          <w:rFonts w:hint="cs"/>
          <w:rtl/>
        </w:rPr>
        <w:t xml:space="preserve"> ہی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برحق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</w:t>
      </w:r>
      <w:r>
        <w:rPr>
          <w:rFonts w:hint="eastAsia"/>
          <w:rtl/>
        </w:rPr>
        <w:t>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پر لازم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کو احسن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علام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عبارت درج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: </w:t>
      </w:r>
    </w:p>
    <w:p w:rsidR="00827A66" w:rsidRDefault="00827A66" w:rsidP="0030292A">
      <w:pPr>
        <w:pStyle w:val="libNormal"/>
        <w:rPr>
          <w:rtl/>
        </w:rPr>
      </w:pPr>
      <w:r w:rsidRPr="00EF6DD1">
        <w:rPr>
          <w:rStyle w:val="libArabicChar"/>
          <w:rtl/>
        </w:rPr>
        <w:t>"لنا عل</w:t>
      </w:r>
      <w:r w:rsidRPr="00EF6DD1">
        <w:rPr>
          <w:rStyle w:val="libArabicChar"/>
          <w:rFonts w:hint="cs"/>
          <w:rtl/>
        </w:rPr>
        <w:t>ی</w:t>
      </w:r>
      <w:r w:rsidRPr="00EF6DD1">
        <w:rPr>
          <w:rStyle w:val="libArabicChar"/>
          <w:rFonts w:hint="eastAsia"/>
          <w:rtl/>
        </w:rPr>
        <w:t>کم</w:t>
      </w:r>
      <w:r w:rsidRPr="00EF6DD1">
        <w:rPr>
          <w:rStyle w:val="libArabicChar"/>
          <w:rtl/>
        </w:rPr>
        <w:t xml:space="preserve"> حق برسول الل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 xml:space="preserve"> ولکم علی</w:t>
      </w:r>
      <w:r w:rsidRPr="00EF6DD1">
        <w:rPr>
          <w:rStyle w:val="libArabicChar"/>
          <w:rFonts w:hint="eastAsia"/>
          <w:rtl/>
        </w:rPr>
        <w:t>نا</w:t>
      </w:r>
      <w:r w:rsidRPr="00EF6DD1">
        <w:rPr>
          <w:rStyle w:val="libArabicChar"/>
          <w:rtl/>
        </w:rPr>
        <w:t xml:space="preserve"> حق ب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 xml:space="preserve"> فاذا انتم ادی</w:t>
      </w:r>
      <w:r w:rsidRPr="00EF6DD1">
        <w:rPr>
          <w:rStyle w:val="libArabicChar"/>
          <w:rFonts w:hint="eastAsia"/>
          <w:rtl/>
        </w:rPr>
        <w:t>تم</w:t>
      </w:r>
      <w:r w:rsidRPr="00EF6DD1">
        <w:rPr>
          <w:rStyle w:val="libArabicChar"/>
          <w:rtl/>
        </w:rPr>
        <w:t xml:space="preserve"> ال</w:t>
      </w:r>
      <w:r w:rsidRPr="00EF6DD1">
        <w:rPr>
          <w:rStyle w:val="libArabicChar"/>
          <w:rFonts w:hint="cs"/>
          <w:rtl/>
        </w:rPr>
        <w:t>ی</w:t>
      </w:r>
      <w:r w:rsidRPr="00EF6DD1">
        <w:rPr>
          <w:rStyle w:val="libArabicChar"/>
          <w:rFonts w:hint="eastAsia"/>
          <w:rtl/>
        </w:rPr>
        <w:t>نا</w:t>
      </w:r>
      <w:r w:rsidRPr="00EF6DD1">
        <w:rPr>
          <w:rStyle w:val="libArabicChar"/>
          <w:rtl/>
        </w:rPr>
        <w:t xml:space="preserve"> ذلک وجب عل</w:t>
      </w:r>
      <w:r w:rsidRPr="00EF6DD1">
        <w:rPr>
          <w:rStyle w:val="libArabicChar"/>
          <w:rFonts w:hint="cs"/>
          <w:rtl/>
        </w:rPr>
        <w:t>ی</w:t>
      </w:r>
      <w:r w:rsidRPr="00EF6DD1">
        <w:rPr>
          <w:rStyle w:val="libArabicChar"/>
          <w:rFonts w:hint="eastAsia"/>
          <w:rtl/>
        </w:rPr>
        <w:t>نا</w:t>
      </w:r>
      <w:r w:rsidRPr="00EF6DD1">
        <w:rPr>
          <w:rStyle w:val="libArabicChar"/>
          <w:rtl/>
        </w:rPr>
        <w:t xml:space="preserve"> الحق لکم"</w:t>
      </w:r>
      <w:r>
        <w:rPr>
          <w:rtl/>
        </w:rPr>
        <w:t xml:space="preserve"> </w:t>
      </w:r>
      <w:r w:rsidR="0030292A" w:rsidRPr="00B0371A">
        <w:rPr>
          <w:rStyle w:val="libFootnotenumChar"/>
          <w:rFonts w:hint="cs"/>
          <w:rtl/>
        </w:rPr>
        <w:t>(31)</w:t>
      </w:r>
      <w:r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مف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وم اور معن</w:t>
      </w:r>
      <w:r>
        <w:rPr>
          <w:rFonts w:hint="cs"/>
          <w:rtl/>
        </w:rPr>
        <w:t>ی</w:t>
      </w:r>
      <w:r>
        <w:rPr>
          <w:rtl/>
        </w:rPr>
        <w:t xml:space="preserve"> اوپر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اس طرح کرسکت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لوگوں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ھہ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خلافت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ارا حق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حق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مسائل کو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کر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آپ پر فرض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ارا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اس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کو نجوب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کا نام تک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اس کا شکر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طرح محسوس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</w:t>
      </w:r>
      <w:r w:rsidR="00C3449B" w:rsidRPr="00AE7C21">
        <w:rPr>
          <w:rFonts w:hint="cs"/>
          <w:rtl/>
        </w:rPr>
        <w:t>رہا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طرح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مامون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بول</w:t>
      </w:r>
      <w:r w:rsidR="005A655B" w:rsidRPr="00AE7C21">
        <w:rPr>
          <w:rFonts w:hint="cs"/>
          <w:rtl/>
        </w:rPr>
        <w:t xml:space="preserve"> رہے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 دک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ش</w:t>
      </w:r>
      <w:r w:rsidR="00851B2F">
        <w:rPr>
          <w:rtl/>
        </w:rPr>
        <w:t xml:space="preserve">اہی </w:t>
      </w:r>
      <w:r>
        <w:rPr>
          <w:rtl/>
        </w:rPr>
        <w:t xml:space="preserve"> ا</w:t>
      </w:r>
      <w:r>
        <w:rPr>
          <w:rFonts w:hint="eastAsia"/>
          <w:rtl/>
        </w:rPr>
        <w:t>عزاز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طور پر شرکت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انکار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ہوا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کروں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اصر</w:t>
      </w:r>
      <w:r>
        <w:rPr>
          <w:rtl/>
        </w:rPr>
        <w:t>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جد بزرگوار ک</w:t>
      </w:r>
      <w:r>
        <w:rPr>
          <w:rFonts w:hint="cs"/>
          <w:rtl/>
        </w:rPr>
        <w:t>ی</w:t>
      </w:r>
      <w:r>
        <w:rPr>
          <w:rtl/>
        </w:rPr>
        <w:t xml:space="preserve"> سنت پر عمل کرت</w:t>
      </w:r>
      <w:r w:rsidRPr="004D70B9">
        <w:rPr>
          <w:rFonts w:hint="cs"/>
          <w:rtl/>
        </w:rPr>
        <w:t>ے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="00ED61E8" w:rsidRPr="00AE7C21">
        <w:rPr>
          <w:rFonts w:hint="cs"/>
          <w:rtl/>
        </w:rPr>
        <w:t xml:space="preserve">اہر </w:t>
      </w:r>
      <w:r w:rsidRPr="00AE7C21">
        <w:rPr>
          <w:rFonts w:hint="cs"/>
          <w:rtl/>
        </w:rPr>
        <w:t xml:space="preserve"> نکلتا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جب عمل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="00ED61E8" w:rsidRPr="00AE7C21">
        <w:rPr>
          <w:rFonts w:hint="cs"/>
          <w:rtl/>
        </w:rPr>
        <w:t xml:space="preserve">اہر </w:t>
      </w:r>
      <w:r w:rsidRPr="00AE7C21">
        <w:rPr>
          <w:rFonts w:hint="cs"/>
          <w:rtl/>
        </w:rPr>
        <w:t xml:space="preserve"> قدم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پور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لبل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مچ 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خطر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محسوس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واپس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جواد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چناچ</w:t>
      </w:r>
      <w:r w:rsidRPr="004D70B9">
        <w:rPr>
          <w:rFonts w:hint="cs"/>
          <w:rtl/>
        </w:rPr>
        <w:t>ہ</w:t>
      </w:r>
      <w:r>
        <w:rPr>
          <w:rtl/>
        </w:rPr>
        <w:t xml:space="preserve"> ان شو</w:t>
      </w:r>
      <w:r w:rsidR="00851B2F">
        <w:rPr>
          <w:rtl/>
        </w:rPr>
        <w:t>اہ</w:t>
      </w:r>
      <w:r w:rsidRPr="00AE7C21">
        <w:rPr>
          <w:rFonts w:hint="cs"/>
          <w:rtl/>
        </w:rPr>
        <w:t>د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ثابت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منصب قبول کرنا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طور پر آپ کو اقرار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مصلحت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تحت اس منصب کو قبول تو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اقتدار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>اور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انداز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کنار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تمام کوششوں پر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 و باطل، دن اور 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جمع</w:t>
      </w:r>
      <w:r w:rsidR="005A655B" w:rsidRPr="00AE7C21">
        <w:rPr>
          <w:rFonts w:hint="cs"/>
          <w:rtl/>
        </w:rPr>
        <w:t xml:space="preserve"> نہیں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78" w:name="_Toc508875431"/>
      <w:r>
        <w:rPr>
          <w:rFonts w:hint="eastAsia"/>
          <w:rtl/>
        </w:rPr>
        <w:t>مشکوک</w:t>
      </w:r>
      <w:r>
        <w:rPr>
          <w:rtl/>
        </w:rPr>
        <w:t xml:space="preserve"> مسائل</w:t>
      </w:r>
      <w:bookmarkEnd w:id="78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مس</w:t>
      </w:r>
      <w:r>
        <w:rPr>
          <w:rtl/>
        </w:rPr>
        <w:t>ائل پر بحث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 xml:space="preserve">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مشکوک نظر آت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طرح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باتوں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نہیں </w:t>
      </w:r>
      <w:r>
        <w:rPr>
          <w:rtl/>
        </w:rPr>
        <w:t>آتا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علماء و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امام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مرو بلائ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خاندان کو نظر انداز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</w:t>
      </w:r>
      <w:r>
        <w:rPr>
          <w:rFonts w:hint="eastAsia"/>
          <w:rtl/>
        </w:rPr>
        <w:t>ت</w:t>
      </w:r>
      <w:r>
        <w:rPr>
          <w:rtl/>
        </w:rPr>
        <w:t xml:space="preserve"> آل محمد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سپرد کر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 سوچن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مشور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ہوا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بعض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کو فضل کا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قول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جرج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مشور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فضل کا </w:t>
      </w:r>
      <w:r>
        <w:rPr>
          <w:rtl/>
        </w:rPr>
        <w:t>پروگرام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بقول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دل جان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آل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السلام کو خلافت سپرد کرنا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قول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211648">
        <w:rPr>
          <w:rtl/>
        </w:rPr>
        <w:t xml:space="preserve"> ہوتا</w:t>
      </w:r>
      <w:r w:rsidRPr="00AE7C21">
        <w:rPr>
          <w:rFonts w:hint="cs"/>
          <w:rtl/>
        </w:rPr>
        <w:t xml:space="preserve"> تو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فضل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طرح کا تعاون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تو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آپ کو جان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5513FA">
        <w:rPr>
          <w:rtl/>
        </w:rPr>
        <w:t xml:space="preserve"> رہی </w:t>
      </w:r>
      <w:r>
        <w:rPr>
          <w:rtl/>
        </w:rPr>
        <w:t xml:space="preserve"> 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 w:rsidR="000E44EB">
        <w:rPr>
          <w:rtl/>
        </w:rPr>
        <w:t xml:space="preserve"> ہی </w:t>
      </w:r>
      <w:r>
        <w:rPr>
          <w:rtl/>
        </w:rPr>
        <w:t>کرل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کر حکومت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پرو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وکول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لطف اندوز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کوشش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مسند خلافت ل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</w:t>
      </w:r>
      <w:r>
        <w:rPr>
          <w:rtl/>
        </w:rPr>
        <w:t xml:space="preserve"> البت</w:t>
      </w:r>
      <w:r w:rsidRPr="004D70B9">
        <w:rPr>
          <w:rFonts w:hint="cs"/>
          <w:rtl/>
        </w:rPr>
        <w:t>ہ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پر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اعتراض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تعاون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</w:t>
      </w:r>
      <w:r>
        <w:rPr>
          <w:rFonts w:hint="eastAsia"/>
          <w:rtl/>
        </w:rPr>
        <w:t>مون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خلافت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تو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فضا خوشگوار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خراسان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مملکت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عراق، حجاز، </w:t>
      </w:r>
      <w:r>
        <w:rPr>
          <w:rFonts w:hint="cs"/>
          <w:rtl/>
        </w:rPr>
        <w:t>ی</w:t>
      </w:r>
      <w:r>
        <w:rPr>
          <w:rFonts w:hint="eastAsia"/>
          <w:rtl/>
        </w:rPr>
        <w:t>من،</w:t>
      </w:r>
      <w:r>
        <w:rPr>
          <w:rtl/>
        </w:rPr>
        <w:t xml:space="preserve"> مصر، شام الگ الگ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لوگوں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اور حالات</w:t>
      </w:r>
      <w:r w:rsidR="005A655B">
        <w:rPr>
          <w:rtl/>
        </w:rPr>
        <w:t xml:space="preserve"> اہل 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جدا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ملکوں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زبردست مخالف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بالفرض اگر ا</w:t>
      </w:r>
      <w:r>
        <w:rPr>
          <w:rtl/>
        </w:rPr>
        <w:t>مام رض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خراسان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حاکم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مد مقابل</w:t>
      </w:r>
      <w:r w:rsidR="00211648">
        <w:rPr>
          <w:rtl/>
        </w:rPr>
        <w:t xml:space="preserve"> ہوتا</w:t>
      </w:r>
      <w:r w:rsidRPr="00AE7C21">
        <w:rPr>
          <w:rFonts w:hint="cs"/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بغداد تک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عباس کو اس کا پتا چلتا 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کو معزول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ابر</w:t>
      </w:r>
      <w:r w:rsidR="00851B2F" w:rsidRPr="00AE7C21">
        <w:rPr>
          <w:rFonts w:hint="cs"/>
          <w:rtl/>
        </w:rPr>
        <w:t xml:space="preserve">اہی </w:t>
      </w:r>
      <w:r>
        <w:rPr>
          <w:rFonts w:hint="eastAsia"/>
          <w:rtl/>
        </w:rPr>
        <w:t>م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</w:t>
      </w:r>
      <w:r w:rsidRPr="004D70B9">
        <w:rPr>
          <w:rFonts w:hint="cs"/>
          <w:rtl/>
        </w:rPr>
        <w:t>ھڑ</w:t>
      </w:r>
      <w:r w:rsidRPr="00AE7C21">
        <w:rPr>
          <w:rFonts w:hint="cs"/>
          <w:rtl/>
        </w:rPr>
        <w:t>ا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اس وقت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انقلاب برپا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سکتا 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ضرور اس بات کا احتجاج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محنت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اور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تحاش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اس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خلافت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احتجاج برپا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جاتا اور گردو نواح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۔۔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دور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اس کو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مسند خلافت پر لانا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دوسرا اس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ہونا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AE7C21">
        <w:rPr>
          <w:rFonts w:hint="cs"/>
          <w:rtl/>
        </w:rPr>
        <w:lastRenderedPageBreak/>
        <w:t>خال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نو مسلم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سابق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لانا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نجوب</w:t>
      </w:r>
      <w:r>
        <w:rPr>
          <w:rFonts w:hint="cs"/>
          <w:rtl/>
        </w:rPr>
        <w:t>ی</w:t>
      </w:r>
      <w:r>
        <w:rPr>
          <w:rtl/>
        </w:rPr>
        <w:t xml:space="preserve"> جانتا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لوگ پک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مسلمان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قدر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قبول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پر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خلافت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گونا گوں مشکات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 xml:space="preserve">النا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درست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محتاط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ضرور</w:t>
      </w:r>
      <w:r>
        <w:rPr>
          <w:rFonts w:hint="cs"/>
          <w:rtl/>
        </w:rPr>
        <w:t>ی</w:t>
      </w:r>
      <w:r>
        <w:rPr>
          <w:rtl/>
        </w:rPr>
        <w:t xml:space="preserve"> اور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محتاط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فضل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چلنا اور تعاون کرنا مامون ک</w:t>
      </w:r>
      <w:r>
        <w:rPr>
          <w:rFonts w:hint="cs"/>
          <w:rtl/>
        </w:rPr>
        <w:t>ی</w:t>
      </w:r>
      <w:r>
        <w:rPr>
          <w:rtl/>
        </w:rPr>
        <w:t xml:space="preserve">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مشکل اور خطرناک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جسا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فضل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مامون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بات عرض کرنا </w:t>
      </w:r>
      <w:r w:rsidR="00C3449B">
        <w:rPr>
          <w:rtl/>
        </w:rPr>
        <w:t>چاہتا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تمام خلفاء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مامون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آسمان کا فرق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مامون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ا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دانشور اور علم دوست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حاکم،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اسدان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جو فلاح</w:t>
      </w:r>
      <w:r>
        <w:rPr>
          <w:rFonts w:hint="cs"/>
          <w:rtl/>
        </w:rPr>
        <w:t>ی</w:t>
      </w:r>
      <w:r>
        <w:rPr>
          <w:rtl/>
        </w:rPr>
        <w:t xml:space="preserve"> ورف</w:t>
      </w:r>
      <w:r w:rsidR="00851B2F">
        <w:rPr>
          <w:rtl/>
        </w:rPr>
        <w:t xml:space="preserve">اہی 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عباس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ے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کئ</w:t>
      </w:r>
      <w:r w:rsidRPr="004D70B9">
        <w:rPr>
          <w:rFonts w:hint="cs"/>
          <w:rtl/>
        </w:rPr>
        <w:t>ے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ں؟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کل جو علم</w:t>
      </w:r>
      <w:r>
        <w:rPr>
          <w:rFonts w:hint="cs"/>
          <w:rtl/>
        </w:rPr>
        <w:t>ی</w:t>
      </w:r>
      <w:r>
        <w:rPr>
          <w:rtl/>
        </w:rPr>
        <w:t xml:space="preserve"> واسلام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مسلم قوموں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و مامون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شامل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روشن فکر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سوچ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حکمران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آج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کارنام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دونوں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 w:rsidR="00EF6DD1" w:rsidRPr="00AE7C21">
        <w:rPr>
          <w:rFonts w:hint="cs"/>
          <w:rtl/>
        </w:rPr>
        <w:t>رہو</w:t>
      </w:r>
      <w:r w:rsidRPr="00AE7C21">
        <w:rPr>
          <w:rFonts w:hint="cs"/>
          <w:rtl/>
        </w:rPr>
        <w:t>ن احسان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مثبت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منف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لو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اقتدار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قتل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قائل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جس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مرواد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بات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جسا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کا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تمام مسلمانوں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درست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مطابق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سخت </w:t>
      </w:r>
      <w:r>
        <w:rPr>
          <w:rFonts w:hint="eastAsia"/>
          <w:rtl/>
        </w:rPr>
        <w:t>نفرت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جب فضل اور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جاتا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مامون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اور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شام بن ابر</w:t>
      </w:r>
      <w:r w:rsidR="00851B2F" w:rsidRPr="00AE7C21">
        <w:rPr>
          <w:rFonts w:hint="cs"/>
          <w:rtl/>
        </w:rPr>
        <w:t xml:space="preserve">اہی </w:t>
      </w:r>
      <w:r>
        <w:rPr>
          <w:rFonts w:hint="eastAsia"/>
          <w:rtl/>
        </w:rPr>
        <w:t>م</w:t>
      </w:r>
      <w:r>
        <w:rPr>
          <w:rtl/>
        </w:rPr>
        <w:t xml:space="preserve">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>اور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تو حق آپ کا</w:t>
      </w:r>
      <w:r w:rsidR="005A655B" w:rsidRPr="00AE7C21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غاصب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اگر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مامون کا کام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آپ رسم</w:t>
      </w:r>
      <w:r>
        <w:rPr>
          <w:rFonts w:hint="cs"/>
          <w:rtl/>
        </w:rPr>
        <w:t>ی</w:t>
      </w:r>
      <w:r>
        <w:rPr>
          <w:rtl/>
        </w:rPr>
        <w:t xml:space="preserve"> طور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اس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سخت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مسترد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کرک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فوراً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گئ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اور ان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اگر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ارا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مامون کو قتل کر سکت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مخلص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چند دنوں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جب مامون ک</w:t>
      </w:r>
      <w:r>
        <w:rPr>
          <w:rFonts w:hint="cs"/>
          <w:rtl/>
        </w:rPr>
        <w:t>ی</w:t>
      </w:r>
      <w:r>
        <w:rPr>
          <w:rtl/>
        </w:rPr>
        <w:t xml:space="preserve"> امام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ملاق</w:t>
      </w:r>
      <w:r>
        <w:rPr>
          <w:rFonts w:hint="eastAsia"/>
          <w:rtl/>
        </w:rPr>
        <w:t>ات</w:t>
      </w:r>
      <w:r w:rsidR="005A655B">
        <w:rPr>
          <w:rtl/>
        </w:rPr>
        <w:t xml:space="preserve"> ہوئی </w:t>
      </w:r>
      <w:r>
        <w:rPr>
          <w:rtl/>
        </w:rPr>
        <w:t>تو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فضل اور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شام ک</w:t>
      </w:r>
      <w:r>
        <w:rPr>
          <w:rFonts w:hint="cs"/>
          <w:rtl/>
        </w:rPr>
        <w:t>ی</w:t>
      </w:r>
      <w:r>
        <w:rPr>
          <w:rtl/>
        </w:rPr>
        <w:t xml:space="preserve"> بات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بتلائ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واقعتاً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دشمن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آپ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دونوں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نچا سکت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مطابق حضرت عل</w:t>
      </w:r>
      <w:r>
        <w:rPr>
          <w:rFonts w:hint="cs"/>
          <w:rtl/>
        </w:rPr>
        <w:t>ی</w:t>
      </w:r>
      <w:r>
        <w:rPr>
          <w:rtl/>
        </w:rPr>
        <w:t xml:space="preserve"> ابن موس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مامون ک</w:t>
      </w:r>
      <w:r>
        <w:rPr>
          <w:rFonts w:hint="cs"/>
          <w:rtl/>
        </w:rPr>
        <w:t>ی</w:t>
      </w:r>
      <w:r>
        <w:rPr>
          <w:rtl/>
        </w:rPr>
        <w:t xml:space="preserve"> نسبت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خطر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محسوس کرت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ان حقائق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فضل</w:t>
      </w:r>
      <w:r w:rsidR="000E44EB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</w:t>
      </w:r>
      <w:r w:rsidR="005A655B">
        <w:rPr>
          <w:rtl/>
        </w:rPr>
        <w:t xml:space="preserve"> ہوا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سلام کا نام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فائد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وزارت عظم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پر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شخص ک</w:t>
      </w:r>
      <w:r>
        <w:rPr>
          <w:rFonts w:hint="cs"/>
          <w:rtl/>
        </w:rPr>
        <w:t>ی</w:t>
      </w:r>
      <w:r>
        <w:rPr>
          <w:rtl/>
        </w:rPr>
        <w:t xml:space="preserve"> اس اس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قطع</w:t>
      </w:r>
      <w:r>
        <w:rPr>
          <w:rFonts w:hint="cs"/>
          <w:rtl/>
        </w:rPr>
        <w:t>ی</w:t>
      </w:r>
      <w:r>
        <w:rPr>
          <w:rtl/>
        </w:rPr>
        <w:t xml:space="preserve"> طور پر اچ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کو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شک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کو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اسلام اور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نام استعمال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>چ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چناچ</w:t>
      </w:r>
      <w:r w:rsidRPr="004D70B9">
        <w:rPr>
          <w:rFonts w:hint="cs"/>
          <w:rtl/>
        </w:rPr>
        <w:t>ہ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فضل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کار آمد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خلاف فضل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شروع</w:t>
      </w:r>
      <w:r w:rsidR="000E44EB">
        <w:rPr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فضل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مفاد پرست، سازش</w:t>
      </w:r>
      <w:r>
        <w:rPr>
          <w:rFonts w:hint="cs"/>
          <w:rtl/>
        </w:rPr>
        <w:t>ی</w:t>
      </w:r>
      <w:r>
        <w:rPr>
          <w:rtl/>
        </w:rPr>
        <w:t xml:space="preserve"> انسان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فرض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سوچن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سا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اگر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ے</w:t>
      </w:r>
      <w:r>
        <w:rPr>
          <w:rtl/>
        </w:rPr>
        <w:t xml:space="preserve"> پر برقرار </w:t>
      </w:r>
      <w:r w:rsidR="00C3449B">
        <w:rPr>
          <w:rtl/>
        </w:rPr>
        <w:t>رہا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آخر تک اس</w:t>
      </w:r>
      <w:r>
        <w:rPr>
          <w:rFonts w:hint="cs"/>
          <w:rtl/>
        </w:rPr>
        <w:t>ی</w:t>
      </w:r>
      <w:r>
        <w:rPr>
          <w:rtl/>
        </w:rPr>
        <w:t xml:space="preserve"> پر قاقئم </w:t>
      </w:r>
      <w:r w:rsidR="00C3449B">
        <w:rPr>
          <w:rtl/>
        </w:rPr>
        <w:t>رہا</w:t>
      </w:r>
      <w:r w:rsidRPr="00AE7C21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بالکل</w:t>
      </w:r>
      <w:r w:rsidR="000E44EB">
        <w:rPr>
          <w:rtl/>
        </w:rPr>
        <w:t xml:space="preserve"> ہی </w:t>
      </w:r>
      <w:r>
        <w:rPr>
          <w:rtl/>
        </w:rPr>
        <w:t>قابل قبول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نکت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درست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شر</w:t>
      </w:r>
      <w:r>
        <w:rPr>
          <w:rFonts w:hint="eastAsia"/>
          <w:rtl/>
        </w:rPr>
        <w:t>وع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مخلص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کا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اپن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کتاب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طور پر منت مان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الج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منت مان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خدا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فتح اور غلب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کو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حقدار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سپرد کر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کو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جزبات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آکر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وقت گزرن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اراد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شروع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چال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چال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کچلنا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بدنام کرنا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 w:rsidR="005A655B">
        <w:rPr>
          <w:rtl/>
        </w:rPr>
        <w:t xml:space="preserve"> رہے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مامون پر سخت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کو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سلسل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بند کر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عام طور پر تمام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مخالفوں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ملا کر ان ک</w:t>
      </w:r>
      <w:r>
        <w:rPr>
          <w:rFonts w:hint="cs"/>
          <w:rtl/>
        </w:rPr>
        <w:t>ی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AE7C21">
        <w:rPr>
          <w:rFonts w:hint="cs"/>
          <w:rtl/>
        </w:rPr>
        <w:t>داف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بدلن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دشمن بالآخر دشمن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 w:rsidR="00211648">
        <w:rPr>
          <w:rtl/>
        </w:rPr>
        <w:t>ہوتا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اس مدعا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جانتا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AE7C21">
        <w:rPr>
          <w:rFonts w:hint="cs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ساک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خراب کرنا چ</w:t>
      </w:r>
      <w:r w:rsidR="00EF6DD1" w:rsidRPr="00AE7C21">
        <w:rPr>
          <w:rFonts w:hint="cs"/>
          <w:rtl/>
        </w:rPr>
        <w:t xml:space="preserve">اہتے </w:t>
      </w:r>
      <w:r w:rsidR="00FD708B" w:rsidRPr="00AE7C21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مومون غص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سخت ناراضگ</w:t>
      </w:r>
      <w:r>
        <w:rPr>
          <w:rFonts w:hint="cs"/>
          <w:rtl/>
        </w:rPr>
        <w:t>ی</w:t>
      </w:r>
      <w:r>
        <w:rPr>
          <w:rtl/>
        </w:rPr>
        <w:t xml:space="preserve"> کا اظ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بولا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79" w:name="_Toc508875432"/>
      <w:r>
        <w:rPr>
          <w:rFonts w:hint="eastAsia"/>
          <w:rtl/>
        </w:rPr>
        <w:t>چند</w:t>
      </w:r>
      <w:r>
        <w:rPr>
          <w:rtl/>
        </w:rPr>
        <w:t xml:space="preserve"> اعتراضات</w:t>
      </w:r>
      <w:bookmarkEnd w:id="79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مفروض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فضل (جو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ا)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تعاون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خلافت کو دل</w:t>
      </w:r>
      <w:r>
        <w:rPr>
          <w:rFonts w:hint="cs"/>
          <w:rtl/>
        </w:rPr>
        <w:t>ی</w:t>
      </w:r>
      <w:r>
        <w:rPr>
          <w:rtl/>
        </w:rPr>
        <w:t xml:space="preserve"> طور پر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اصل قض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نظر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 </w:t>
      </w:r>
      <w:r>
        <w:rPr>
          <w:rFonts w:hint="eastAsia"/>
          <w:rtl/>
        </w:rPr>
        <w:t>شخص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سوچت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شخص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دار؟اگر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تو جس وقت آپ کو خلافت مل</w:t>
      </w:r>
      <w:r w:rsidR="005513FA" w:rsidRPr="00AE7C21">
        <w:rPr>
          <w:rFonts w:hint="cs"/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آپ فضل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تعاون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تو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ممکن مدد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تعاون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مفروض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مفروض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اسلام کو نقصان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نچانا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اقدام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اشخاص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شخص کو</w:t>
      </w:r>
      <w:r>
        <w:rPr>
          <w:rtl/>
        </w:rPr>
        <w:t xml:space="preserve"> چنا جو برائ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کم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مامون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کو قبول کرنا (و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شرط عائد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ا اعتراض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دعوت قبول</w:t>
      </w:r>
      <w:r w:rsidR="005A655B">
        <w:rPr>
          <w:rtl/>
        </w:rPr>
        <w:t xml:space="preserve"> نہیں </w:t>
      </w:r>
      <w:r>
        <w:rPr>
          <w:rtl/>
        </w:rPr>
        <w:t>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 کرت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اس مع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جان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آپ کس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پر اس وقت انصاف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امام اپن</w:t>
      </w:r>
      <w:r>
        <w:rPr>
          <w:rFonts w:hint="cs"/>
          <w:rtl/>
        </w:rPr>
        <w:t>ی</w:t>
      </w:r>
      <w:r>
        <w:rPr>
          <w:rtl/>
        </w:rPr>
        <w:t xml:space="preserve"> جان قربان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ا؟ بسا اوقات جان بچانا </w:t>
      </w:r>
      <w:r>
        <w:rPr>
          <w:rtl/>
        </w:rPr>
        <w:t>واجب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جان قربان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کرنا جرم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مصلحت کا تقاضا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لوگوں ک</w:t>
      </w:r>
      <w:r>
        <w:rPr>
          <w:rFonts w:hint="cs"/>
          <w:rtl/>
        </w:rPr>
        <w:t>ی</w:t>
      </w:r>
      <w:r>
        <w:rPr>
          <w:rtl/>
        </w:rPr>
        <w:t xml:space="preserve"> اصلاح اور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زند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BF209D" w:rsidRPr="00AE7C21">
        <w:rPr>
          <w:rFonts w:hint="cs"/>
          <w:rtl/>
        </w:rPr>
        <w:t>رہتے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پور کوشش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ظلم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عمل</w:t>
      </w:r>
      <w:r>
        <w:rPr>
          <w:rFonts w:hint="cs"/>
          <w:rtl/>
        </w:rPr>
        <w:t>ی</w:t>
      </w:r>
      <w:r>
        <w:rPr>
          <w:rtl/>
        </w:rPr>
        <w:t xml:space="preserve"> طور پر آواز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انا،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خلفاء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اسلام اور مسلمانوں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جسارت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جرآت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کرسکت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مسئل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جا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طلب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وقت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5A655B">
        <w:rPr>
          <w:rtl/>
        </w:rPr>
        <w:t xml:space="preserve"> ہوا </w:t>
      </w:r>
      <w:r>
        <w:rPr>
          <w:rtl/>
        </w:rPr>
        <w:t>جب معاشر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کو اس قسم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اشد ضرورت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D70B9">
        <w:rPr>
          <w:rFonts w:hint="cs"/>
          <w:rtl/>
        </w:rPr>
        <w:t>ے</w:t>
      </w:r>
      <w:r>
        <w:rPr>
          <w:rtl/>
        </w:rPr>
        <w:t xml:space="preserve"> اسلام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امر بالمعروف اور 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پورا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اور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سب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جام </w:t>
      </w:r>
      <w:r w:rsidRPr="00AE7C21">
        <w:rPr>
          <w:rFonts w:hint="cs"/>
          <w:rtl/>
        </w:rPr>
        <w:lastRenderedPageBreak/>
        <w:t>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نوش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آپ کو موت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بات اور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آ</w:t>
      </w:r>
      <w:r>
        <w:rPr>
          <w:rFonts w:hint="eastAsia"/>
          <w:rtl/>
        </w:rPr>
        <w:t>ئم</w:t>
      </w:r>
      <w:r w:rsidRPr="004D70B9">
        <w:rPr>
          <w:rFonts w:hint="cs"/>
          <w:rtl/>
        </w:rPr>
        <w:t>ہ</w:t>
      </w:r>
      <w:r>
        <w:rPr>
          <w:rtl/>
        </w:rPr>
        <w:t xml:space="preserve"> کو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اکثر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ہوئی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جان قربان کر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کام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قاتل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؟ مثال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اگر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غروب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قتل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جاؤ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فلاں کام انجام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دو، تو ظ</w:t>
      </w:r>
      <w:r w:rsidR="00ED61E8" w:rsidRPr="00AE7C21">
        <w:rPr>
          <w:rFonts w:hint="cs"/>
          <w:rtl/>
        </w:rPr>
        <w:t xml:space="preserve">اہر 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دوں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دو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قتل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منصب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اگر قتل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آپ کو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طور پر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مامون اور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سرکار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2F0B69">
      <w:pPr>
        <w:pStyle w:val="Heading2Center"/>
        <w:rPr>
          <w:rtl/>
        </w:rPr>
      </w:pPr>
      <w:bookmarkStart w:id="80" w:name="_Toc508875433"/>
      <w:r>
        <w:rPr>
          <w:rFonts w:hint="eastAsia"/>
          <w:rtl/>
        </w:rPr>
        <w:t>آئم</w:t>
      </w:r>
      <w:r w:rsidRPr="005132F6">
        <w:rPr>
          <w:rFonts w:hint="cs"/>
          <w:rtl/>
        </w:rPr>
        <w:t>ہ</w:t>
      </w:r>
      <w:r>
        <w:rPr>
          <w:rtl/>
        </w:rPr>
        <w:t xml:space="preserve"> اط</w:t>
      </w:r>
      <w:r w:rsidR="00EC330E">
        <w:rPr>
          <w:rFonts w:hint="cs"/>
          <w:rtl/>
        </w:rPr>
        <w:t>ہار</w:t>
      </w:r>
      <w:r w:rsidRPr="005132F6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5132F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خلفاء ک</w:t>
      </w:r>
      <w:r w:rsidRPr="005132F6">
        <w:rPr>
          <w:rFonts w:hint="cs"/>
          <w:rtl/>
        </w:rPr>
        <w:t>ے ساتھ تعاون کرنا</w:t>
      </w:r>
      <w:bookmarkEnd w:id="80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السلام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خلفاء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سخت مخالف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اکثر اوقات لوگوں کو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کام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منع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AE7C21">
        <w:rPr>
          <w:rFonts w:hint="cs"/>
          <w:rtl/>
        </w:rPr>
        <w:t>داف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مقاصد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آپ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کو حکومت وقت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تعاون ک</w:t>
      </w:r>
      <w:r>
        <w:rPr>
          <w:rFonts w:hint="eastAsia"/>
          <w:rtl/>
        </w:rPr>
        <w:t>رن</w:t>
      </w:r>
      <w:r w:rsidRPr="004D70B9">
        <w:rPr>
          <w:rFonts w:hint="cs"/>
          <w:rtl/>
        </w:rPr>
        <w:t>ے</w:t>
      </w:r>
      <w:r>
        <w:rPr>
          <w:rtl/>
        </w:rPr>
        <w:t xml:space="preserve"> پر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صفوان جمال امام موس</w:t>
      </w:r>
      <w:r>
        <w:rPr>
          <w:rFonts w:hint="cs"/>
          <w:rtl/>
        </w:rPr>
        <w:t>ی</w:t>
      </w:r>
      <w:r>
        <w:rPr>
          <w:rtl/>
        </w:rPr>
        <w:t xml:space="preserve"> کاظم کا مان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سفر حج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کو اون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کرائ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حضرت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سوا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سب کام </w:t>
      </w:r>
      <w:r w:rsidRPr="004D70B9">
        <w:rPr>
          <w:rFonts w:hint="cs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صفوان عرض کرتا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کونسا؟ آپ ارشاد فرمات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حج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اس کو اون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</w:t>
      </w:r>
      <w:r>
        <w:rPr>
          <w:rtl/>
        </w:rPr>
        <w:t>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تو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 اب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="005A655B" w:rsidRPr="00AE7C21">
        <w:rPr>
          <w:rFonts w:hint="cs"/>
          <w:rtl/>
        </w:rPr>
        <w:t xml:space="preserve">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واپس لو</w:t>
      </w:r>
      <w:r w:rsidRPr="004D70B9">
        <w:rPr>
          <w:rFonts w:hint="cs"/>
          <w:rtl/>
        </w:rPr>
        <w:t>ٹے</w:t>
      </w:r>
      <w:r w:rsidRPr="00AE7C21">
        <w:rPr>
          <w:rFonts w:hint="cs"/>
          <w:rtl/>
        </w:rPr>
        <w:t xml:space="preserve"> اور تو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اپنا کرا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وصول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ظالم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زند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رہنے </w:t>
      </w:r>
      <w:r w:rsidRPr="00AE7C21">
        <w:rPr>
          <w:rFonts w:hint="cs"/>
          <w:rtl/>
        </w:rPr>
        <w:t>ک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AE7C21">
        <w:rPr>
          <w:rFonts w:hint="cs"/>
          <w:rtl/>
        </w:rPr>
        <w:t>کرنا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تو گنا</w:t>
      </w:r>
      <w:r w:rsidRPr="004D70B9">
        <w:rPr>
          <w:rFonts w:hint="cs"/>
          <w:rtl/>
        </w:rPr>
        <w:t>ہ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صفوان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پکا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دتمند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مقاصد کو 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کرا کر امام کا حکم مانا اور آخرت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صفوان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اون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صفوان کو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بلوا کر پوچ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صفوان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چکا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</w:t>
      </w:r>
      <w:r w:rsidR="005A655B">
        <w:rPr>
          <w:rtl/>
        </w:rPr>
        <w:t xml:space="preserve"> نہیں </w:t>
      </w:r>
      <w:r>
        <w:rPr>
          <w:rtl/>
        </w:rPr>
        <w:t>کرسکت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اون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چالاک شخص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لگا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بتاؤ؟ک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تو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صفوان بولا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وقوف مت بنا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پرانا رشت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="00211648" w:rsidRPr="00AE7C21">
        <w:rPr>
          <w:rFonts w:hint="cs"/>
          <w:rtl/>
        </w:rPr>
        <w:t xml:space="preserve"> ہوتا</w:t>
      </w:r>
      <w:r w:rsidRPr="00AE7C21">
        <w:rPr>
          <w:rFonts w:hint="cs"/>
          <w:rtl/>
        </w:rPr>
        <w:t xml:space="preserve"> تو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وقت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سر قلم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5A655B" w:rsidP="00827A66">
      <w:pPr>
        <w:pStyle w:val="libNormal"/>
        <w:rPr>
          <w:rtl/>
        </w:rPr>
      </w:pPr>
      <w:r w:rsidRPr="004D70B9">
        <w:rPr>
          <w:rFonts w:hint="cs"/>
          <w:rtl/>
        </w:rPr>
        <w:lastRenderedPageBreak/>
        <w:t>ہمارے</w:t>
      </w:r>
      <w:r w:rsidR="00827A66">
        <w:rPr>
          <w:rtl/>
        </w:rPr>
        <w:t xml:space="preserve"> آئم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اس حد تک خلفاء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سات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 xml:space="preserve"> تعاون کرن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س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منع کرت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ت</w:t>
      </w:r>
      <w:r w:rsidR="00827A66" w:rsidRPr="004D70B9">
        <w:rPr>
          <w:rFonts w:hint="cs"/>
          <w:rtl/>
        </w:rPr>
        <w:t>ھے</w:t>
      </w:r>
      <w:r w:rsidR="00827A66" w:rsidRPr="00AE7C21">
        <w:rPr>
          <w:rFonts w:hint="cs"/>
          <w:rtl/>
        </w:rPr>
        <w:t xml:space="preserve"> 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کن</w:t>
      </w:r>
      <w:r w:rsidR="00827A66">
        <w:rPr>
          <w:rtl/>
        </w:rPr>
        <w:t xml:space="preserve"> جب کب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اسلام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تعل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مات</w:t>
      </w:r>
      <w:r w:rsidR="00827A66">
        <w:rPr>
          <w:rtl/>
        </w:rPr>
        <w:t xml:space="preserve"> اور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مقاصد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بات</w:t>
      </w:r>
      <w:r w:rsidR="00FD708B">
        <w:rPr>
          <w:rtl/>
        </w:rPr>
        <w:t xml:space="preserve"> ہو</w:t>
      </w:r>
      <w:r w:rsidR="00827A66" w:rsidRPr="00AE7C21">
        <w:rPr>
          <w:rFonts w:hint="cs"/>
          <w:rtl/>
        </w:rPr>
        <w:t>ت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تو آپ اپن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مانن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والوں کو حکم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جاؤ اور ظلم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سات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 xml:space="preserve"> ر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کر مظلوموں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مدد کرو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صفوان کا معامل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خالصتاً </w:t>
      </w:r>
      <w:r w:rsidR="00EC330E">
        <w:rPr>
          <w:rFonts w:hint="cs"/>
          <w:rtl/>
        </w:rPr>
        <w:t>ہار</w:t>
      </w:r>
      <w:r w:rsidR="00827A66" w:rsidRPr="00AE7C21">
        <w:rPr>
          <w:rFonts w:hint="cs"/>
          <w:rtl/>
        </w:rPr>
        <w:t>ون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سات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 xml:space="preserve"> مدد کرنا ت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 xml:space="preserve">ا 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شخص سرکار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ع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د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پر ر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کر غر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بوں،</w:t>
      </w:r>
      <w:r w:rsidR="00827A66">
        <w:rPr>
          <w:rtl/>
        </w:rPr>
        <w:t xml:space="preserve"> مسک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نوں</w:t>
      </w:r>
      <w:r w:rsidR="00827A66">
        <w:rPr>
          <w:rtl/>
        </w:rPr>
        <w:t xml:space="preserve"> اور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موں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مدد کرتا</w:t>
      </w:r>
      <w:r>
        <w:rPr>
          <w:rtl/>
        </w:rPr>
        <w:t xml:space="preserve"> ہے </w:t>
      </w:r>
      <w:r w:rsidR="00827A66" w:rsidRPr="00AE7C21">
        <w:rPr>
          <w:rFonts w:hint="cs"/>
          <w:rtl/>
        </w:rPr>
        <w:t>تو کام شرع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لحاظ س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جائز</w:t>
      </w:r>
      <w:r w:rsidR="00743BB0" w:rsidRPr="00AE7C21">
        <w:rPr>
          <w:rFonts w:hint="cs"/>
          <w:rtl/>
        </w:rPr>
        <w:t xml:space="preserve"> ہے</w:t>
      </w:r>
      <w:r w:rsidR="00827A66" w:rsidRPr="00AE7C21">
        <w:rPr>
          <w:rFonts w:hint="cs"/>
          <w:rtl/>
        </w:rPr>
        <w:t>، بلک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اشخاص اور افراد ک موجودگ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پر معاشر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نعمت تصور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جات</w:t>
      </w:r>
      <w:r w:rsidR="00827A66"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ہمارے</w:t>
      </w:r>
      <w:r w:rsidR="00827A66" w:rsidRPr="00AE7C21">
        <w:rPr>
          <w:rFonts w:hint="cs"/>
          <w:rtl/>
        </w:rPr>
        <w:t xml:space="preserve"> آئم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="00827A66" w:rsidRPr="00AE7C21">
        <w:rPr>
          <w:rFonts w:hint="cs"/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س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رت،</w:t>
      </w:r>
      <w:r w:rsidR="00827A66">
        <w:rPr>
          <w:rtl/>
        </w:rPr>
        <w:t xml:space="preserve"> قرآن مج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د</w:t>
      </w:r>
      <w:r w:rsidR="00851B2F">
        <w:rPr>
          <w:rtl/>
        </w:rPr>
        <w:t xml:space="preserve"> ہم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اس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اجازت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تا</w:t>
      </w:r>
      <w:r>
        <w:rPr>
          <w:rtl/>
        </w:rPr>
        <w:t xml:space="preserve"> ہے 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81" w:name="_Toc508875434"/>
      <w:r>
        <w:rPr>
          <w:rFonts w:hint="eastAsia"/>
          <w:rtl/>
        </w:rPr>
        <w:t>حضرت</w:t>
      </w:r>
      <w:r>
        <w:rPr>
          <w:rtl/>
        </w:rPr>
        <w:t xml:space="preserve"> امام رضا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استدلال</w:t>
      </w:r>
      <w:bookmarkEnd w:id="81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حضرت امام رضا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بلند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مشرک بادشا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برا</w:t>
      </w:r>
      <w:r w:rsidR="005A655B" w:rsidRPr="00AE7C21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فاسق مسلمان بادشا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؟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مشرک بادشا</w:t>
      </w:r>
      <w:r w:rsidRPr="004D70B9">
        <w:rPr>
          <w:rFonts w:hint="cs"/>
          <w:rtl/>
        </w:rPr>
        <w:t>ہ۔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تعاون کرن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 w:rsidRPr="00AE7C21">
        <w:rPr>
          <w:rFonts w:hint="cs"/>
          <w:rtl/>
        </w:rPr>
        <w:t>کرتا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</w:t>
      </w:r>
      <w:r w:rsidR="005A655B" w:rsidRPr="00AE7C21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طور پر تعاون کرانا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تر؟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تقاضا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کافر و مشرک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خود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: </w:t>
      </w:r>
    </w:p>
    <w:p w:rsidR="00827A66" w:rsidRDefault="007F7100" w:rsidP="0030292A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EF6DD1">
        <w:rPr>
          <w:rStyle w:val="libAieChar"/>
          <w:rtl/>
        </w:rPr>
        <w:t>اجعلن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عل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خزائن الارض ان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حف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ظ</w:t>
      </w:r>
      <w:r w:rsidRPr="00EF6DD1">
        <w:rPr>
          <w:rStyle w:val="libAieChar"/>
          <w:rtl/>
        </w:rPr>
        <w:t xml:space="preserve"> عل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م</w:t>
      </w:r>
      <w:r w:rsidRPr="007F7100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827A66">
        <w:rPr>
          <w:rtl/>
        </w:rPr>
        <w:t xml:space="preserve"> </w:t>
      </w:r>
      <w:r w:rsidR="0030292A" w:rsidRPr="00B0371A">
        <w:rPr>
          <w:rStyle w:val="libFootnotenumChar"/>
          <w:rFonts w:hint="cs"/>
          <w:rtl/>
        </w:rPr>
        <w:t>(32)</w:t>
      </w:r>
      <w:r w:rsidR="00827A66"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ا)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خزان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امانتدار خزانچ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حساب کتاب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واقف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حسن</w:t>
      </w:r>
      <w:r>
        <w:rPr>
          <w:rtl/>
        </w:rPr>
        <w:t xml:space="preserve"> استفاد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کرنا چ</w:t>
      </w:r>
      <w:r w:rsidR="00EF6DD1" w:rsidRPr="00AE7C21">
        <w:rPr>
          <w:rFonts w:hint="cs"/>
          <w:rtl/>
        </w:rPr>
        <w:t xml:space="preserve">اہتے 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مصر کافر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مامون فاسق مسلمان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tl/>
        </w:rPr>
        <w:t xml:space="preserve"> حضرت امام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صفوان جمال کو 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ون کو اون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کرائ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منع کر</w:t>
      </w:r>
      <w:r w:rsidR="005A655B" w:rsidRPr="00AE7C21">
        <w:rPr>
          <w:rFonts w:hint="cs"/>
          <w:rtl/>
        </w:rPr>
        <w:t xml:space="preserve"> رہے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مومن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تق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کئ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>) حضرت اس ک</w:t>
      </w:r>
      <w:r>
        <w:rPr>
          <w:rFonts w:hint="cs"/>
          <w:rtl/>
        </w:rPr>
        <w:t>ی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طرح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کام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EF6DD1" w:rsidRPr="00AE7C21">
        <w:rPr>
          <w:rFonts w:hint="cs"/>
          <w:rtl/>
        </w:rPr>
        <w:t>رہو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پر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، وضو کرو تو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سا،</w:t>
      </w:r>
      <w:r>
        <w:rPr>
          <w:rtl/>
        </w:rPr>
        <w:t xml:space="preserve"> نماز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ہ</w:t>
      </w:r>
      <w:r>
        <w:rPr>
          <w:rtl/>
        </w:rPr>
        <w:t xml:space="preserve"> پر انجام دو،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 حد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کا </w:t>
      </w:r>
      <w:r w:rsidR="00ED61E8" w:rsidRPr="00AE7C21">
        <w:rPr>
          <w:rFonts w:hint="cs"/>
          <w:rtl/>
        </w:rPr>
        <w:t>اہم</w:t>
      </w:r>
      <w:r w:rsidRPr="00AE7C21">
        <w:rPr>
          <w:rFonts w:hint="cs"/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موجود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ضرور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حقدار مومنوں ک</w:t>
      </w:r>
      <w:r>
        <w:rPr>
          <w:rFonts w:hint="cs"/>
          <w:rtl/>
        </w:rPr>
        <w:t>ی</w:t>
      </w:r>
      <w:r>
        <w:rPr>
          <w:rtl/>
        </w:rPr>
        <w:t xml:space="preserve"> مشکلات دور</w:t>
      </w:r>
      <w:r w:rsidR="00FD708B">
        <w:rPr>
          <w:rtl/>
        </w:rPr>
        <w:t xml:space="preserve"> ہو</w:t>
      </w:r>
      <w:r w:rsidR="005513FA" w:rsidRPr="00AE7C21">
        <w:rPr>
          <w:rFonts w:hint="cs"/>
          <w:rtl/>
        </w:rPr>
        <w:t xml:space="preserve"> رہی </w:t>
      </w:r>
      <w:r w:rsidR="005513FA">
        <w:rPr>
          <w:rtl/>
        </w:rPr>
        <w:t>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 پر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211648">
        <w:rPr>
          <w:rtl/>
        </w:rPr>
        <w:t xml:space="preserve"> ہوتا</w:t>
      </w:r>
      <w:r w:rsidRPr="00AE7C21">
        <w:rPr>
          <w:rFonts w:hint="cs"/>
          <w:rtl/>
        </w:rPr>
        <w:t xml:space="preserve">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مختلف پار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مقاصد ک </w:t>
      </w:r>
      <w:r>
        <w:rPr>
          <w:rFonts w:hint="cs"/>
          <w:rtl/>
        </w:rPr>
        <w:t>ی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نمائندگان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تحفظ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مبلغ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حق اور انصاف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تمام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اط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 عمل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خدا خوف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 w:rsidR="005513FA">
        <w:rPr>
          <w:rtl/>
        </w:rPr>
        <w:t xml:space="preserve"> رہی 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tl/>
        </w:rPr>
        <w:lastRenderedPageBreak/>
        <w:t>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جزب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تحط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تمام حضرت بنو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،</w:t>
      </w:r>
      <w:r>
        <w:rPr>
          <w:rtl/>
        </w:rPr>
        <w:t xml:space="preserve"> بنو عباس ک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مدد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منع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سخت منع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ظالم حکومت کو </w:t>
      </w:r>
      <w:r>
        <w:rPr>
          <w:rFonts w:hint="eastAsia"/>
          <w:rtl/>
        </w:rPr>
        <w:t>فائد</w:t>
      </w:r>
      <w:r w:rsidRPr="004D70B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 w:rsidR="000E44EB">
        <w:rPr>
          <w:rtl/>
        </w:rPr>
        <w:t xml:space="preserve"> ہی </w:t>
      </w:r>
      <w:r>
        <w:rPr>
          <w:rtl/>
        </w:rPr>
        <w:t>در اصل ظلم ک</w:t>
      </w:r>
      <w:r>
        <w:rPr>
          <w:rFonts w:hint="cs"/>
          <w:rtl/>
        </w:rPr>
        <w:t>ی</w:t>
      </w:r>
      <w:r>
        <w:rPr>
          <w:rtl/>
        </w:rPr>
        <w:t xml:space="preserve"> مدد کرنا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اسلام اور مسلمانوں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آپ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خوب حوصل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افزائ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بز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مخلصان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خدمات کو سر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طور پر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(د</w:t>
      </w:r>
      <w:r>
        <w:rPr>
          <w:rFonts w:hint="eastAsia"/>
          <w:rtl/>
        </w:rPr>
        <w:t>وستان</w:t>
      </w:r>
      <w:r>
        <w:rPr>
          <w:rtl/>
        </w:rPr>
        <w:t xml:space="preserve"> خدا)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را آفاق کتاب مکاسب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جائز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82" w:name="_Toc508875435"/>
      <w:r>
        <w:rPr>
          <w:rFonts w:hint="eastAsia"/>
          <w:rtl/>
        </w:rPr>
        <w:t>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جائز ظالم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82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کتب "ولا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جائز</w:t>
      </w:r>
      <w:r w:rsidR="005A655B">
        <w:rPr>
          <w:rtl/>
        </w:rPr>
        <w:t xml:space="preserve"> بہت </w:t>
      </w:r>
      <w:r w:rsidR="00ED61E8" w:rsidRPr="00AE7C21">
        <w:rPr>
          <w:rFonts w:hint="cs"/>
          <w:rtl/>
        </w:rPr>
        <w:t>اہم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فق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ظالم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قبول کرنا ذات</w:t>
      </w:r>
      <w:r>
        <w:rPr>
          <w:rFonts w:hint="cs"/>
          <w:rtl/>
        </w:rPr>
        <w:t>ی</w:t>
      </w:r>
      <w:r>
        <w:rPr>
          <w:rtl/>
        </w:rPr>
        <w:t xml:space="preserve"> طور پر حرام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</w:t>
      </w:r>
      <w:r>
        <w:rPr>
          <w:rtl/>
        </w:rPr>
        <w:t>فق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حد تک حرام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مستجب اور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مجت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ا</w:t>
      </w:r>
      <w:r>
        <w:rPr>
          <w:rFonts w:hint="eastAsia"/>
          <w:rtl/>
        </w:rPr>
        <w:t>مر</w:t>
      </w:r>
      <w:r>
        <w:rPr>
          <w:rtl/>
        </w:rPr>
        <w:t xml:space="preserve"> بالمعروف اور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قبول پر موقوف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تو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قبول کرنا واجب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تقاضا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اقتدار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ارفع واعل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AE7C21">
        <w:rPr>
          <w:rFonts w:hint="cs"/>
          <w:rtl/>
        </w:rPr>
        <w:t>داف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اور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دشمنوں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کمزور کرسکتا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پار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مضبوط لوگ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مختلف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دوں اور سرکار</w:t>
      </w:r>
      <w:r>
        <w:rPr>
          <w:rFonts w:hint="cs"/>
          <w:rtl/>
        </w:rPr>
        <w:t>ی</w:t>
      </w:r>
      <w:r>
        <w:rPr>
          <w:rtl/>
        </w:rPr>
        <w:t xml:space="preserve">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استفاد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ہم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منصب قبول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حکومت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مقاصد</w:t>
      </w:r>
      <w:r>
        <w:rPr>
          <w:rtl/>
        </w:rPr>
        <w:t xml:space="preserve"> پور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اگر آپ کو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ملتا تو آپ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اقت،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دب کر 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جس طرح اس وقت ک</w:t>
      </w:r>
      <w:r>
        <w:rPr>
          <w:rFonts w:hint="cs"/>
          <w:rtl/>
        </w:rPr>
        <w:t>ی</w:t>
      </w:r>
      <w:r>
        <w:rPr>
          <w:rtl/>
        </w:rPr>
        <w:t xml:space="preserve"> حکومت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حل کرات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مامون ک</w:t>
      </w:r>
      <w:r>
        <w:rPr>
          <w:rFonts w:hint="cs"/>
          <w:rtl/>
        </w:rPr>
        <w:t>ی</w:t>
      </w:r>
      <w:r>
        <w:rPr>
          <w:rtl/>
        </w:rPr>
        <w:t xml:space="preserve"> حکومت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مشور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eastAsia"/>
          <w:rtl/>
        </w:rPr>
        <w:t>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کام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موقع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ملا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علم و عمل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کارنام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انجام دئ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="005A655B">
        <w:rPr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آل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بنو عباس اور بنو 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="00ED61E8">
        <w:rPr>
          <w:rtl/>
        </w:rPr>
        <w:t>اہم</w:t>
      </w:r>
      <w:r>
        <w:rPr>
          <w:rFonts w:hint="cs"/>
          <w:rtl/>
        </w:rPr>
        <w:t>ی</w:t>
      </w:r>
      <w:r>
        <w:rPr>
          <w:rtl/>
        </w:rPr>
        <w:t xml:space="preserve"> چپلقش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خوب فائد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آپ ن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کم عرص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زار طلب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ملت اسلام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پر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احسان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مامون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 حکمران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مختلف مذ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ب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علماء کو </w:t>
      </w:r>
      <w:r>
        <w:rPr>
          <w:rFonts w:hint="eastAsia"/>
          <w:rtl/>
        </w:rPr>
        <w:t>اپن</w:t>
      </w:r>
      <w:r w:rsidRPr="004D70B9">
        <w:rPr>
          <w:rFonts w:hint="cs"/>
          <w:rtl/>
        </w:rPr>
        <w:t>ے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بلوا کر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مباحث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اس عرص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حص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فائز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کما حق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خدمت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سکت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منصب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فوائد حاصل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ال</w:t>
      </w:r>
      <w:r>
        <w:rPr>
          <w:rFonts w:hint="eastAsia"/>
          <w:rtl/>
        </w:rPr>
        <w:t>بت</w:t>
      </w:r>
      <w:r w:rsidRPr="004D70B9">
        <w:rPr>
          <w:rFonts w:hint="cs"/>
          <w:rtl/>
        </w:rPr>
        <w:t>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آپ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ل</w:t>
      </w:r>
      <w:r w:rsidR="00EF6DD1">
        <w:rPr>
          <w:rtl/>
        </w:rPr>
        <w:t>وہا</w:t>
      </w:r>
      <w:r w:rsidRPr="00AE7C21">
        <w:rPr>
          <w:rFonts w:hint="cs"/>
          <w:rtl/>
        </w:rPr>
        <w:t xml:space="preserve"> منوات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سلسل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طالبان علم ک</w:t>
      </w:r>
      <w:r>
        <w:rPr>
          <w:rFonts w:hint="cs"/>
          <w:rtl/>
        </w:rPr>
        <w:t>ی</w:t>
      </w:r>
      <w:r>
        <w:rPr>
          <w:rtl/>
        </w:rPr>
        <w:t xml:space="preserve"> جستجوئ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علم پور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513FA">
        <w:rPr>
          <w:rtl/>
        </w:rPr>
        <w:t xml:space="preserve"> رہی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83" w:name="_Toc508875436"/>
      <w:r>
        <w:rPr>
          <w:rFonts w:hint="eastAsia"/>
          <w:rtl/>
        </w:rPr>
        <w:t>سوال</w:t>
      </w:r>
      <w:r>
        <w:rPr>
          <w:rtl/>
        </w:rPr>
        <w:t xml:space="preserve"> و جواب</w:t>
      </w:r>
      <w:bookmarkEnd w:id="83"/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 جب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اپنا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سب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مخالفت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مخالفت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فسق و فجور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اس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مخالفت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تو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مومون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بننا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جائز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گز غلط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صرف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</w:t>
      </w:r>
      <w:r w:rsidR="005A655B">
        <w:rPr>
          <w:rtl/>
        </w:rPr>
        <w:t xml:space="preserve"> ہوئی ہے </w:t>
      </w:r>
      <w:r w:rsidRPr="00AE7C21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مخالفت تو اس بات ک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بار بدعت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بدعت بک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آواز بلند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کالع</w:t>
      </w:r>
      <w:r>
        <w:rPr>
          <w:rFonts w:hint="eastAsia"/>
          <w:rtl/>
        </w:rPr>
        <w:t>دم</w:t>
      </w:r>
      <w:r>
        <w:rPr>
          <w:rtl/>
        </w:rPr>
        <w:t xml:space="preserve"> قرار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چکا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اور انداز فکر کافروں، مشرکوں اور منافقوں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بدتر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بد کردار شخص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بد کرداروں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شرمات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خود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تصور ک</w:t>
      </w:r>
      <w:r>
        <w:rPr>
          <w:rFonts w:hint="cs"/>
          <w:rtl/>
        </w:rPr>
        <w:t>ی</w:t>
      </w:r>
      <w:r>
        <w:rPr>
          <w:rtl/>
        </w:rPr>
        <w:t xml:space="preserve"> مخالفت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</w:t>
      </w:r>
      <w:r>
        <w:rPr>
          <w:rFonts w:hint="eastAsia"/>
          <w:rtl/>
        </w:rPr>
        <w:t>لافت</w:t>
      </w:r>
      <w:r>
        <w:rPr>
          <w:rtl/>
        </w:rPr>
        <w:t xml:space="preserve"> تو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ارا حق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آپ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</w:t>
      </w:r>
      <w:r>
        <w:rPr>
          <w:rtl/>
        </w:rPr>
        <w:t>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مامون ذرا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 بتا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حق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؟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مال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کا حق</w:t>
      </w:r>
      <w:r w:rsidR="005A655B">
        <w:rPr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 آپ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واقع</w:t>
      </w:r>
      <w:r>
        <w:rPr>
          <w:rFonts w:hint="cs"/>
          <w:rtl/>
        </w:rPr>
        <w:t>ی</w:t>
      </w:r>
      <w:r>
        <w:rPr>
          <w:rtl/>
        </w:rPr>
        <w:t xml:space="preserve">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حضرت کو ول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 بنان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پور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وں کو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امور کا جائز ق</w:t>
      </w:r>
      <w:r>
        <w:rPr>
          <w:rFonts w:hint="eastAsia"/>
          <w:rtl/>
        </w:rPr>
        <w:t>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>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گوا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آپ ظالم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پر راض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کو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گنا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لگتا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جنو سوال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سوچ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کر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آپ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بن س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اور حضرت مامون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سطح پر مدد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 جائز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امر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بات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مامون ک</w:t>
      </w:r>
      <w:r>
        <w:rPr>
          <w:rFonts w:hint="cs"/>
          <w:rtl/>
        </w:rPr>
        <w:t>ی</w:t>
      </w:r>
      <w:r>
        <w:rPr>
          <w:rtl/>
        </w:rPr>
        <w:t xml:space="preserve"> نسبت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ماومن ک</w:t>
      </w:r>
      <w:r>
        <w:rPr>
          <w:rFonts w:hint="cs"/>
          <w:rtl/>
        </w:rPr>
        <w:t>ی</w:t>
      </w:r>
      <w:r>
        <w:rPr>
          <w:rtl/>
        </w:rPr>
        <w:t xml:space="preserve"> نسبت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فرق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شخص کو کس طرح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مقرر کر سکتا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روز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مدد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</w:t>
      </w:r>
      <w:r w:rsidR="00C3449B">
        <w:rPr>
          <w:rtl/>
        </w:rPr>
        <w:t>چاہتا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نلک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اور پان</w:t>
      </w:r>
      <w:r>
        <w:rPr>
          <w:rFonts w:hint="cs"/>
          <w:rtl/>
        </w:rPr>
        <w:t>ی</w:t>
      </w:r>
      <w:r>
        <w:rPr>
          <w:rtl/>
        </w:rPr>
        <w:t xml:space="preserve"> آپ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جاتا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اور آپ کا نقصان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جاتا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نقصان کا ضامن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نلکا،،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ولتا اور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آپ کا نقصان</w:t>
      </w:r>
      <w:r w:rsidR="00211648" w:rsidRPr="00AE7C21">
        <w:rPr>
          <w:rFonts w:hint="cs"/>
          <w:rtl/>
        </w:rPr>
        <w:t xml:space="preserve"> ہوتا</w:t>
      </w:r>
      <w:r w:rsidRPr="00AE7C21">
        <w:rPr>
          <w:rFonts w:hint="cs"/>
          <w:rtl/>
        </w:rPr>
        <w:t>؟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اور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گزرتا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EF6DD1" w:rsidRPr="00AE7C21">
        <w:rPr>
          <w:rFonts w:hint="cs"/>
          <w:rtl/>
        </w:rPr>
        <w:t>وہا</w:t>
      </w:r>
      <w:r w:rsidRPr="00AE7C21">
        <w:rPr>
          <w:rFonts w:hint="cs"/>
          <w:rtl/>
        </w:rPr>
        <w:t>ں پر نلکا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لا</w:t>
      </w:r>
      <w:r w:rsidR="005A655B" w:rsidRPr="00AE7C21">
        <w:rPr>
          <w:rFonts w:hint="cs"/>
          <w:rtl/>
        </w:rPr>
        <w:t xml:space="preserve"> ہوا ہے </w:t>
      </w:r>
      <w:r w:rsidRPr="00AE7C21">
        <w:rPr>
          <w:rFonts w:hint="cs"/>
          <w:rtl/>
        </w:rPr>
        <w:t>اور آپ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تک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نچا</w:t>
      </w:r>
      <w:r w:rsidR="005A655B" w:rsidRPr="00AE7C21">
        <w:rPr>
          <w:rFonts w:hint="cs"/>
          <w:rtl/>
        </w:rPr>
        <w:t xml:space="preserve"> ہوا</w:t>
      </w:r>
      <w:r w:rsidR="00743BB0" w:rsidRPr="00AE7C21">
        <w:rPr>
          <w:rFonts w:hint="cs"/>
          <w:rtl/>
        </w:rPr>
        <w:t xml:space="preserve"> </w:t>
      </w:r>
      <w:r w:rsidR="00743BB0" w:rsidRPr="00AE7C21">
        <w:rPr>
          <w:rFonts w:hint="cs"/>
          <w:rtl/>
        </w:rPr>
        <w:lastRenderedPageBreak/>
        <w:t>ہے</w:t>
      </w:r>
      <w:r w:rsidRPr="004D70B9">
        <w:rPr>
          <w:rFonts w:hint="cs"/>
          <w:rtl/>
        </w:rPr>
        <w:t>۔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 xml:space="preserve">پر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نلکا کو بند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خدمت کروں، اور آپ کو نقصان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بچالوں</w:t>
      </w:r>
      <w:r w:rsidRPr="004D70B9">
        <w:rPr>
          <w:rFonts w:hint="cs"/>
          <w:rtl/>
        </w:rPr>
        <w:t>۔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پر پان</w:t>
      </w:r>
      <w:r>
        <w:rPr>
          <w:rFonts w:hint="cs"/>
          <w:rtl/>
        </w:rPr>
        <w:t>ی</w:t>
      </w:r>
      <w:r>
        <w:rPr>
          <w:rtl/>
        </w:rPr>
        <w:t xml:space="preserve"> کا بند کرنا 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پر واجب</w:t>
      </w:r>
      <w:r w:rsidR="005A655B" w:rsidRPr="00AE7C21">
        <w:rPr>
          <w:rFonts w:hint="cs"/>
          <w:rtl/>
        </w:rPr>
        <w:t xml:space="preserve"> نہیں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دو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فرق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چ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و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EF6DD1" w:rsidRPr="00AE7C21">
        <w:rPr>
          <w:rFonts w:hint="cs"/>
          <w:rtl/>
        </w:rPr>
        <w:t>رہو</w:t>
      </w:r>
      <w:r w:rsidRPr="00AE7C21">
        <w:rPr>
          <w:rFonts w:hint="cs"/>
          <w:rtl/>
        </w:rPr>
        <w:t xml:space="preserve">، اور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شخص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کو بر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کاموں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روکنا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شخص اگر گنا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تو اس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گنا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مرتکب پر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ک</w:t>
      </w:r>
      <w:r>
        <w:rPr>
          <w:rFonts w:hint="cs"/>
          <w:rtl/>
        </w:rPr>
        <w:t>ی</w:t>
      </w:r>
      <w:r>
        <w:rPr>
          <w:rtl/>
        </w:rPr>
        <w:t xml:space="preserve"> حکومت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مامون ک</w:t>
      </w:r>
      <w:r>
        <w:rPr>
          <w:rFonts w:hint="cs"/>
          <w:rtl/>
        </w:rPr>
        <w:t>ی</w:t>
      </w:r>
      <w:r w:rsidR="005A655B">
        <w:rPr>
          <w:rtl/>
        </w:rPr>
        <w:t xml:space="preserve"> خواہش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 w:rsidR="005A655B">
        <w:rPr>
          <w:rtl/>
        </w:rPr>
        <w:t xml:space="preserve"> رہیں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باق</w:t>
      </w:r>
      <w:r>
        <w:rPr>
          <w:rFonts w:hint="cs"/>
          <w:rtl/>
        </w:rPr>
        <w:t>ی</w:t>
      </w:r>
      <w:r w:rsidR="005513FA">
        <w:rPr>
          <w:rtl/>
        </w:rPr>
        <w:t xml:space="preserve"> رہی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مامون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چپ ک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AE7C21">
        <w:rPr>
          <w:rFonts w:hint="cs"/>
          <w:rtl/>
        </w:rPr>
        <w:t>،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عرض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آپ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مصلحت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تحت خاموش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اسلام و مسلمانوں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</w:t>
      </w:r>
      <w:r>
        <w:rPr>
          <w:rFonts w:hint="eastAsia"/>
          <w:rtl/>
        </w:rPr>
        <w:t>وال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ماحول</w:t>
      </w:r>
      <w:r>
        <w:rPr>
          <w:rtl/>
        </w:rPr>
        <w:t xml:space="preserve"> سازگار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</w:t>
      </w:r>
      <w:r w:rsidR="00C3449B" w:rsidRPr="00AE7C21">
        <w:rPr>
          <w:rFonts w:hint="cs"/>
          <w:rtl/>
        </w:rPr>
        <w:t>رہا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مصلحت ک</w:t>
      </w:r>
      <w:r>
        <w:rPr>
          <w:rFonts w:hint="cs"/>
          <w:rtl/>
        </w:rPr>
        <w:t>ی</w:t>
      </w:r>
      <w:r>
        <w:rPr>
          <w:rtl/>
        </w:rPr>
        <w:t xml:space="preserve"> خاطر انتظار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رج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 </w:t>
      </w:r>
      <w:r>
        <w:rPr>
          <w:rFonts w:hint="cs"/>
          <w:rtl/>
        </w:rPr>
        <w:t>ی</w:t>
      </w:r>
      <w:r>
        <w:rPr>
          <w:rtl/>
          <w:lang w:bidi="fa-IR"/>
        </w:rPr>
        <w:t>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اور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دوسرا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فرمات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ظالم ک</w:t>
      </w:r>
      <w:r>
        <w:rPr>
          <w:rFonts w:hint="cs"/>
          <w:rtl/>
        </w:rPr>
        <w:t>ی</w:t>
      </w:r>
      <w:r>
        <w:rPr>
          <w:rtl/>
        </w:rPr>
        <w:t xml:space="preserve"> کحکومت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پر خاموش </w:t>
      </w:r>
      <w:r w:rsidR="00BF209D">
        <w:rPr>
          <w:rtl/>
        </w:rPr>
        <w:t>رہتے</w:t>
      </w:r>
      <w:r w:rsidRPr="00AE7C21">
        <w:rPr>
          <w:rFonts w:hint="cs"/>
          <w:rtl/>
        </w:rPr>
        <w:t xml:space="preserve"> تو معاو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روز بروز طاقتور</w:t>
      </w:r>
      <w:r w:rsidR="00211648">
        <w:rPr>
          <w:rtl/>
        </w:rPr>
        <w:t xml:space="preserve"> ہوتا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EC330E">
        <w:rPr>
          <w:rtl/>
        </w:rPr>
        <w:t xml:space="preserve"> یہاں </w:t>
      </w:r>
      <w:r>
        <w:rPr>
          <w:rtl/>
        </w:rPr>
        <w:t>پر صبر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</w:t>
      </w:r>
      <w:r w:rsidR="00C3449B">
        <w:rPr>
          <w:rtl/>
        </w:rPr>
        <w:t>رہا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مامون روز بروز کمزور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ا،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مضبوط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>چنانچ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دو مسئلوں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بپر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سوال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آ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ت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آپ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</w:t>
      </w:r>
      <w:r>
        <w:rPr>
          <w:rtl/>
        </w:rPr>
        <w:t>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جوں جوں وقت گزرتا جا </w:t>
      </w:r>
      <w:r w:rsidR="00C3449B" w:rsidRPr="00AE7C21">
        <w:rPr>
          <w:rFonts w:hint="cs"/>
          <w:rtl/>
        </w:rPr>
        <w:t>رہا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لوگوں کو معلوم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</w:t>
      </w:r>
      <w:r w:rsidR="00C3449B" w:rsidRPr="00AE7C21">
        <w:rPr>
          <w:rFonts w:hint="cs"/>
          <w:rtl/>
        </w:rPr>
        <w:t>رہا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خلافت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حقدار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حقدار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اس لئ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مجبور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کر حضر</w:t>
      </w:r>
      <w:r>
        <w:rPr>
          <w:rFonts w:hint="eastAsia"/>
          <w:rtl/>
        </w:rPr>
        <w:t>ت</w:t>
      </w:r>
      <w:r>
        <w:rPr>
          <w:rtl/>
        </w:rPr>
        <w:t xml:space="preserve"> کو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السالام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tl/>
          <w:lang w:bidi="fa-IR"/>
        </w:rPr>
        <w:t>۵۲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بالکل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آپ ک</w:t>
      </w:r>
      <w:r>
        <w:rPr>
          <w:rFonts w:hint="cs"/>
          <w:rtl/>
        </w:rPr>
        <w:t>ی</w:t>
      </w:r>
      <w:r>
        <w:rPr>
          <w:rtl/>
        </w:rPr>
        <w:t xml:space="preserve"> صحت کو کس</w:t>
      </w:r>
      <w:r>
        <w:rPr>
          <w:rFonts w:hint="cs"/>
          <w:rtl/>
        </w:rPr>
        <w:t>ی</w:t>
      </w:r>
      <w:r>
        <w:rPr>
          <w:rtl/>
        </w:rPr>
        <w:t xml:space="preserve"> قسم کا خطر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 xml:space="preserve">"ما منا الا مقتول و مسموم"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آئم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 xml:space="preserve">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قتل</w:t>
      </w:r>
      <w:r w:rsidR="005A655B">
        <w:rPr>
          <w:rtl/>
        </w:rPr>
        <w:t xml:space="preserve"> ہوا </w:t>
      </w:r>
      <w:r w:rsidR="005A655B" w:rsidRPr="00AE7C21">
        <w:rPr>
          <w:rFonts w:hint="cs"/>
          <w:rtl/>
        </w:rPr>
        <w:t xml:space="preserve">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درج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اب اگر مروج الز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مصنف مسعود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حقائق کو تو مسخ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ذرا اس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وضاحت فرمائ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سوال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5513FA">
        <w:rPr>
          <w:rtl/>
        </w:rPr>
        <w:t xml:space="preserve"> رہی 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مامون کو اپنا اقتدار خطر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D70B9">
        <w:rPr>
          <w:rFonts w:hint="cs"/>
          <w:rtl/>
        </w:rPr>
        <w:t>ہ</w:t>
      </w:r>
      <w:r>
        <w:rPr>
          <w:rtl/>
        </w:rPr>
        <w:t xml:space="preserve"> حرکت کرد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خطر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لوگوں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خراسان پرچم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AE7C21">
        <w:rPr>
          <w:rFonts w:hint="cs"/>
          <w:rtl/>
        </w:rPr>
        <w:lastRenderedPageBreak/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وقت مامون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۲۸</w:t>
      </w:r>
      <w:r>
        <w:rPr>
          <w:rtl/>
        </w:rPr>
        <w:t xml:space="preserve"> سال اور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۵۵</w:t>
      </w:r>
      <w:r>
        <w:rPr>
          <w:rtl/>
        </w:rPr>
        <w:t xml:space="preserve"> سال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اور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تم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مامون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بدلت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ماحول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فضل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ھٹ</w:t>
      </w:r>
      <w:r w:rsidRPr="00AE7C21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چنانچ</w:t>
      </w:r>
      <w:r w:rsidRPr="004D70B9">
        <w:rPr>
          <w:rFonts w:hint="cs"/>
          <w:rtl/>
        </w:rPr>
        <w:t>ہ</w:t>
      </w:r>
      <w:r>
        <w:rPr>
          <w:rtl/>
        </w:rPr>
        <w:t xml:space="preserve"> فضل جب حمام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چند مسلح افراد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اندر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س کر اس کا کام تمام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جسم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کو خاندان</w:t>
      </w:r>
      <w:r>
        <w:rPr>
          <w:rFonts w:hint="cs"/>
          <w:rtl/>
        </w:rPr>
        <w:t>ی</w:t>
      </w:r>
      <w:r>
        <w:rPr>
          <w:rtl/>
        </w:rPr>
        <w:t xml:space="preserve"> رقابت اور ذات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رائ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فضل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قتل ک</w:t>
      </w:r>
      <w:r>
        <w:rPr>
          <w:rFonts w:hint="cs"/>
          <w:rtl/>
        </w:rPr>
        <w:t>ی</w:t>
      </w:r>
      <w:r>
        <w:rPr>
          <w:rtl/>
        </w:rPr>
        <w:t xml:space="preserve"> ساز</w:t>
      </w:r>
      <w:r>
        <w:rPr>
          <w:rFonts w:hint="eastAsia"/>
          <w:rtl/>
        </w:rPr>
        <w:t>ش</w:t>
      </w:r>
      <w:r>
        <w:rPr>
          <w:rtl/>
        </w:rPr>
        <w:t xml:space="preserve"> مامون</w:t>
      </w:r>
      <w:r w:rsidR="000E44EB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فضل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قتل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ملک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پر حاو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جاسوسوں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ے</w:t>
      </w:r>
      <w:r>
        <w:rPr>
          <w:rtl/>
        </w:rPr>
        <w:t xml:space="preserve"> اس کو بغداد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صورت حال معلوم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513FA">
        <w:rPr>
          <w:rtl/>
        </w:rPr>
        <w:t xml:space="preserve"> رہی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علو</w:t>
      </w:r>
      <w:r>
        <w:rPr>
          <w:rFonts w:hint="cs"/>
          <w:rtl/>
        </w:rPr>
        <w:t>ی</w:t>
      </w:r>
      <w:r>
        <w:rPr>
          <w:rtl/>
        </w:rPr>
        <w:t xml:space="preserve"> سادات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جاسکتا تو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قتل کا منصوب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آپ کو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 xml:space="preserve">اور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اس مؤقف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وں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طبع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r w:rsidR="005A655B">
        <w:rPr>
          <w:rtl/>
        </w:rPr>
        <w:t xml:space="preserve"> نہیں </w:t>
      </w:r>
      <w:r>
        <w:rPr>
          <w:rtl/>
        </w:rPr>
        <w:t>مر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ے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واقع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5A655B">
        <w:rPr>
          <w:rtl/>
        </w:rPr>
        <w:t xml:space="preserve"> اہل </w:t>
      </w:r>
      <w:r>
        <w:rPr>
          <w:rtl/>
        </w:rPr>
        <w:t>سنت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طوس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>اور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فوت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جن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دراصل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خبر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سفاک قاتل مامون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مان</w:t>
      </w:r>
      <w:r w:rsidRPr="004D70B9">
        <w:rPr>
          <w:rFonts w:hint="cs"/>
          <w:rtl/>
        </w:rPr>
        <w:t>ہ</w:t>
      </w:r>
      <w:r>
        <w:rPr>
          <w:rtl/>
        </w:rPr>
        <w:t xml:space="preserve"> جرم پر پرد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الا جاسک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>
        <w:rPr>
          <w:rtl/>
        </w:rPr>
        <w:t xml:space="preserve"> </w:t>
      </w:r>
    </w:p>
    <w:p w:rsidR="00B760C0" w:rsidRDefault="00B760C0" w:rsidP="005132F6">
      <w:pPr>
        <w:pStyle w:val="libNormal"/>
        <w:rPr>
          <w:rtl/>
        </w:rPr>
      </w:pPr>
      <w:r>
        <w:rPr>
          <w:rtl/>
        </w:rPr>
        <w:br w:type="page"/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84" w:name="_Toc508875437"/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 w:rsidRPr="005132F6">
        <w:rPr>
          <w:rFonts w:hint="cs"/>
          <w:rtl/>
        </w:rPr>
        <w:t>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4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باسعادت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 xml:space="preserve">اور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F6DD1"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چناچ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مناسبت س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حضرت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(عجل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تبرک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</w:t>
      </w:r>
      <w:r w:rsidR="00C3449B">
        <w:rPr>
          <w:rtl/>
        </w:rPr>
        <w:t>چاہتا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کا دور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مشکلات کا دور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کا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جوں جوں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11648">
        <w:rPr>
          <w:rtl/>
        </w:rPr>
        <w:t xml:space="preserve"> ہوتا</w:t>
      </w:r>
      <w:r w:rsidRPr="00AE7C21">
        <w:rPr>
          <w:rFonts w:hint="cs"/>
          <w:rtl/>
        </w:rPr>
        <w:t xml:space="preserve"> جا</w:t>
      </w:r>
      <w:r w:rsidR="00C3449B" w:rsidRPr="00AE7C21">
        <w:rPr>
          <w:rFonts w:hint="cs"/>
          <w:rtl/>
        </w:rPr>
        <w:t>رہا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جور ک</w:t>
      </w:r>
      <w:r>
        <w:rPr>
          <w:rFonts w:hint="cs"/>
          <w:rtl/>
        </w:rPr>
        <w:t>ی</w:t>
      </w:r>
      <w:r>
        <w:rPr>
          <w:rtl/>
        </w:rPr>
        <w:t xml:space="preserve"> طرف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5513FA">
        <w:rPr>
          <w:rtl/>
        </w:rPr>
        <w:t xml:space="preserve"> رہی 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سامرا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پز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مرکز خلافت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معتصم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مرکز خلافت بغداد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سامرا منتقل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مدت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مرکز </w:t>
      </w:r>
      <w:r w:rsidR="00C3449B">
        <w:rPr>
          <w:rtl/>
        </w:rPr>
        <w:t>رہا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دو مرتب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بغداد بنا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معتصم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لوگوں پر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تحاش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ظلم کر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گن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وں کو بلا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ستات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ل</w:t>
      </w:r>
      <w:r>
        <w:rPr>
          <w:rtl/>
        </w:rPr>
        <w:t>وگوں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مظالم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تنگ آکر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معتصم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پروان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عوام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مرکز ک</w:t>
      </w:r>
      <w:r>
        <w:rPr>
          <w:rFonts w:hint="cs"/>
          <w:rtl/>
        </w:rPr>
        <w:t>ی</w:t>
      </w:r>
      <w:r>
        <w:rPr>
          <w:rtl/>
        </w:rPr>
        <w:t xml:space="preserve"> منتقل</w:t>
      </w:r>
      <w:r>
        <w:rPr>
          <w:rFonts w:hint="cs"/>
          <w:rtl/>
        </w:rPr>
        <w:t>ی</w:t>
      </w:r>
      <w:r>
        <w:rPr>
          <w:rtl/>
        </w:rPr>
        <w:t xml:space="preserve"> پر رضا مند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فوج اور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فاصل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EC330E" w:rsidRPr="00AE7C21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مرکز سامرا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امام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مجبوراً سامرا آنا 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"العسکر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محل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3449B">
        <w:rPr>
          <w:rtl/>
        </w:rPr>
        <w:t>رہا</w:t>
      </w:r>
      <w:r w:rsidRPr="00AE7C21">
        <w:rPr>
          <w:rFonts w:hint="cs"/>
          <w:rtl/>
        </w:rPr>
        <w:t>ئش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ئ</w:t>
      </w:r>
      <w:r w:rsidRPr="004D70B9">
        <w:rPr>
          <w:rFonts w:hint="cs"/>
          <w:rtl/>
        </w:rPr>
        <w:t>ے۔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سکتا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EF6DD1" w:rsidRPr="00AE7C21">
        <w:rPr>
          <w:rFonts w:hint="cs"/>
          <w:rtl/>
        </w:rPr>
        <w:t>وہا</w:t>
      </w:r>
      <w:r w:rsidRPr="00AE7C21">
        <w:rPr>
          <w:rFonts w:hint="cs"/>
          <w:rtl/>
        </w:rPr>
        <w:t>ں فوج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اور آپ کو نظر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جب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 xml:space="preserve">تو آپ کا سن مبارک </w:t>
      </w:r>
      <w:r>
        <w:rPr>
          <w:rtl/>
          <w:lang w:bidi="fa-IR"/>
        </w:rPr>
        <w:t>۲۸</w:t>
      </w:r>
      <w:r>
        <w:rPr>
          <w:rtl/>
        </w:rPr>
        <w:t>سال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مبارک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وقت </w:t>
      </w:r>
      <w:r>
        <w:rPr>
          <w:rtl/>
          <w:lang w:bidi="fa-IR"/>
        </w:rPr>
        <w:t>۴۲</w:t>
      </w:r>
      <w:r>
        <w:rPr>
          <w:rtl/>
        </w:rPr>
        <w:t>برس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>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دور امامت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سال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ان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سالوں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رہے </w:t>
      </w:r>
      <w:r w:rsidRPr="00AE7C21">
        <w:rPr>
          <w:rFonts w:hint="cs"/>
          <w:rtl/>
        </w:rPr>
        <w:t>اگر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دنوں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کو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لوگوں کا آپ کو ملنا جلن</w:t>
      </w:r>
      <w:r>
        <w:rPr>
          <w:rFonts w:hint="eastAsia"/>
          <w:rtl/>
        </w:rPr>
        <w:t>ا</w:t>
      </w:r>
      <w:r>
        <w:rPr>
          <w:rtl/>
        </w:rPr>
        <w:t xml:space="preserve"> اور آپ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ملاقات </w:t>
      </w:r>
      <w:r>
        <w:rPr>
          <w:rtl/>
        </w:rPr>
        <w:t>کرنا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ممنوع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بلوا کر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صورت حال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ھٹ</w:t>
      </w:r>
      <w:r w:rsidRPr="00AE7C21">
        <w:rPr>
          <w:rFonts w:hint="cs"/>
          <w:rtl/>
        </w:rPr>
        <w:t>ن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گ</w:t>
      </w:r>
      <w:r w:rsidRPr="004D70B9">
        <w:rPr>
          <w:rFonts w:hint="cs"/>
          <w:rtl/>
        </w:rPr>
        <w:t>ھٹ</w:t>
      </w:r>
      <w:r w:rsidRPr="00AE7C21">
        <w:rPr>
          <w:rFonts w:hint="cs"/>
          <w:rtl/>
        </w:rPr>
        <w:t>ن،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دلجوئ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ان کر بناک لمحوں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 طرح وقت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گا؟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 امام</w:t>
      </w:r>
      <w:r w:rsidR="000E44EB">
        <w:rPr>
          <w:rtl/>
        </w:rPr>
        <w:t xml:space="preserve"> ہی </w:t>
      </w:r>
      <w:r>
        <w:rPr>
          <w:rtl/>
        </w:rPr>
        <w:t>جانت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تمام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ط</w:t>
      </w:r>
      <w:r w:rsidR="00ED61E8" w:rsidRPr="00AE7C21">
        <w:rPr>
          <w:rFonts w:hint="cs"/>
          <w:rtl/>
        </w:rPr>
        <w:t xml:space="preserve">اہر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السلام تمام لوگوں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ممتاز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امام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تا 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رعب و جلال اور شان و شوکت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ہی </w:t>
      </w:r>
      <w:r>
        <w:rPr>
          <w:rtl/>
        </w:rPr>
        <w:t>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آپ سکون و وقار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قدم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وشفتگ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بات کرت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متانت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تبسم فرمات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جب آپ گفتگو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علم وعرفان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بارش برس 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کا دشمن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وقت کا جابر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جابر شخص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آنک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بات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جرات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کرسکتا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سلسل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محدث قم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"الانوار الب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tl/>
        </w:rPr>
        <w:t>احمد بن عبدالل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حافان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المعتمد عل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آباؤ اجداد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واقع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بہت</w:t>
      </w:r>
      <w:r w:rsidR="000E44EB">
        <w:rPr>
          <w:rtl/>
        </w:rPr>
        <w:t xml:space="preserve"> ہی </w:t>
      </w:r>
      <w:r>
        <w:rPr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</w:t>
      </w:r>
      <w:r w:rsidRPr="004D70B9">
        <w:rPr>
          <w:rFonts w:hint="cs"/>
          <w:rtl/>
        </w:rPr>
        <w:t>ہ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مشقت ک</w:t>
      </w:r>
      <w:r>
        <w:rPr>
          <w:rFonts w:hint="cs"/>
          <w:rtl/>
        </w:rPr>
        <w:t>ی</w:t>
      </w:r>
      <w:r>
        <w:rPr>
          <w:rtl/>
        </w:rPr>
        <w:t xml:space="preserve"> سزا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گت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وقت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حکمرانوں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عام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 w:rsidR="00EF6DD1">
        <w:rPr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فرمانا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فرعون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بدتر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امام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روا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فرعون کو نجوم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اقتدار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زوال کا باعث بن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فرعون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کوں کو مارت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</w:t>
      </w:r>
      <w:r w:rsidR="005A655B">
        <w:rPr>
          <w:rtl/>
        </w:rPr>
        <w:t xml:space="preserve"> رہنے 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بار آور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جاسوس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مقرر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صورت حال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جناب مولو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شعر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حمل</w:t>
      </w:r>
      <w:r w:rsidRPr="004D70B9">
        <w:rPr>
          <w:rFonts w:hint="cs"/>
          <w:rtl/>
        </w:rPr>
        <w:t>ہ</w:t>
      </w:r>
      <w:r>
        <w:rPr>
          <w:rtl/>
        </w:rPr>
        <w:t xml:space="preserve"> برد</w:t>
      </w:r>
      <w:r>
        <w:rPr>
          <w:rFonts w:hint="cs"/>
          <w:rtl/>
        </w:rPr>
        <w:t>ی</w:t>
      </w:r>
      <w:r>
        <w:rPr>
          <w:rtl/>
        </w:rPr>
        <w:t xml:space="preserve"> سو</w:t>
      </w:r>
      <w:r>
        <w:rPr>
          <w:rFonts w:hint="cs"/>
          <w:rtl/>
        </w:rPr>
        <w:t>ی</w:t>
      </w:r>
      <w:r>
        <w:rPr>
          <w:rtl/>
        </w:rPr>
        <w:t xml:space="preserve"> دربندان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ببند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بر مردان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کتنا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وقوف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جاسوس ک</w:t>
      </w:r>
      <w:r>
        <w:rPr>
          <w:rFonts w:hint="cs"/>
          <w:rtl/>
        </w:rPr>
        <w:t>ی</w:t>
      </w:r>
      <w:r>
        <w:rPr>
          <w:rtl/>
        </w:rPr>
        <w:t xml:space="preserve"> 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حکم ال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کو روک سکتا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جب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>تو چند جاسوس عورتوں کو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کو بتان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"محمد"ن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چکا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حکم و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ربان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راز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ولادت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وقت کس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خبر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سال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والد گرام</w:t>
      </w:r>
      <w:r>
        <w:rPr>
          <w:rFonts w:hint="cs"/>
          <w:rtl/>
        </w:rPr>
        <w:t>ی</w:t>
      </w:r>
      <w:r>
        <w:rPr>
          <w:rtl/>
        </w:rPr>
        <w:t xml:space="preserve"> کا سا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چند خاص مومنوں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علاو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معصوم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زاد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خبر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جاسوس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کو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(عج) نظر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اس</w:t>
      </w:r>
      <w:r>
        <w:rPr>
          <w:rFonts w:hint="cs"/>
          <w:rtl/>
        </w:rPr>
        <w:t>ی</w:t>
      </w:r>
      <w:r>
        <w:rPr>
          <w:rtl/>
        </w:rPr>
        <w:t xml:space="preserve"> وقت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کون چک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مقابل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تو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مقابل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</w:t>
      </w:r>
      <w:r>
        <w:rPr>
          <w:rFonts w:hint="eastAsia"/>
          <w:rtl/>
        </w:rPr>
        <w:t>ارت</w:t>
      </w:r>
      <w:r>
        <w:rPr>
          <w:rtl/>
        </w:rPr>
        <w:t xml:space="preserve"> کرسکتا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دن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کو چاروں طرف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جاسوس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بار آور خاتون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؟ تلاش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عورتوں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کو اس پر شک گزار اس کو گرفتار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تک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ی</w:t>
      </w:r>
      <w:r>
        <w:rPr>
          <w:rtl/>
        </w:rPr>
        <w:t xml:space="preserve"> زندان ک</w:t>
      </w:r>
      <w:r>
        <w:rPr>
          <w:rFonts w:hint="cs"/>
          <w:rtl/>
        </w:rPr>
        <w:t>ی</w:t>
      </w:r>
      <w:r>
        <w:rPr>
          <w:rtl/>
        </w:rPr>
        <w:t xml:space="preserve"> سلاخوں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ھے</w:t>
      </w:r>
      <w:r>
        <w:rPr>
          <w:rtl/>
        </w:rPr>
        <w:t xml:space="preserve"> بند</w:t>
      </w:r>
      <w:r w:rsidR="005513FA">
        <w:rPr>
          <w:rtl/>
        </w:rPr>
        <w:t xml:space="preserve"> رہی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سال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کو پت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چلا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خاتون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قصور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بالآخ</w:t>
      </w:r>
      <w:r>
        <w:rPr>
          <w:rtl/>
        </w:rPr>
        <w:t xml:space="preserve">ر اس عورت کو </w:t>
      </w:r>
      <w:r w:rsidR="00C3449B">
        <w:rPr>
          <w:rtl/>
        </w:rPr>
        <w:t>رہا</w:t>
      </w:r>
      <w:r w:rsidRPr="00AE7C21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ماجد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 نام نام</w:t>
      </w:r>
      <w:r>
        <w:rPr>
          <w:rFonts w:hint="cs"/>
          <w:rtl/>
        </w:rPr>
        <w:t>ی</w:t>
      </w:r>
      <w:r>
        <w:rPr>
          <w:rtl/>
        </w:rPr>
        <w:t>"حد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"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ان کو جد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جاتا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سرکار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ان کو جد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لقب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جن کو "جد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"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جاتا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اصف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مدارس "جد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"ک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رت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معظّم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بہت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عظمت و رفعت، رتب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 منزلت ک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جناب محدث قم</w:t>
      </w:r>
      <w:r>
        <w:rPr>
          <w:rFonts w:hint="cs"/>
          <w:rtl/>
        </w:rPr>
        <w:t>ی</w:t>
      </w:r>
      <w:r>
        <w:rPr>
          <w:rtl/>
        </w:rPr>
        <w:t xml:space="preserve"> رضوان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الانوار الب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مرکز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 w:rsidR="005513FA">
        <w:rPr>
          <w:rtl/>
        </w:rPr>
        <w:t xml:space="preserve"> رہی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کر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مسائل حل کرات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</w:t>
      </w:r>
      <w:r>
        <w:rPr>
          <w:rtl/>
          <w:lang w:bidi="fa-IR"/>
        </w:rPr>
        <w:t>۲۸</w:t>
      </w:r>
      <w:r>
        <w:rPr>
          <w:rtl/>
        </w:rPr>
        <w:t xml:space="preserve"> برس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11648">
        <w:rPr>
          <w:rtl/>
        </w:rPr>
        <w:t xml:space="preserve"> ہوئے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اس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۶۵</w:t>
      </w:r>
      <w:r>
        <w:rPr>
          <w:rtl/>
        </w:rPr>
        <w:t xml:space="preserve"> برس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گ لگت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="000E44EB">
        <w:rPr>
          <w:rtl/>
        </w:rPr>
        <w:t xml:space="preserve"> ہی </w:t>
      </w:r>
      <w:r>
        <w:rPr>
          <w:rtl/>
        </w:rPr>
        <w:t>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خاتون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مومنات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مسائل حل کرت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جواد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صاجزاد</w:t>
      </w:r>
      <w:r>
        <w:rPr>
          <w:rFonts w:hint="cs"/>
          <w:rtl/>
        </w:rPr>
        <w:t>ی</w:t>
      </w:r>
      <w:r>
        <w:rPr>
          <w:rtl/>
        </w:rPr>
        <w:t xml:space="preserve"> جناب 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4D70B9">
        <w:rPr>
          <w:rFonts w:hint="cs"/>
          <w:rtl/>
        </w:rPr>
        <w:t>ہ</w:t>
      </w:r>
      <w:r>
        <w:rPr>
          <w:rtl/>
        </w:rPr>
        <w:t xml:space="preserve"> خاتون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 اقدس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درواز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ھڑے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بابت آپ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F6DD1">
        <w:rPr>
          <w:rFonts w:hint="eastAsia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با</w:t>
      </w:r>
      <w:r w:rsidR="00EF6DD1" w:rsidRPr="00AE7C21">
        <w:rPr>
          <w:rFonts w:hint="cs"/>
          <w:rtl/>
        </w:rPr>
        <w:t>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فرزند اجمند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اب لوگوں ک</w:t>
      </w:r>
      <w:r>
        <w:rPr>
          <w:rFonts w:hint="cs"/>
          <w:rtl/>
        </w:rPr>
        <w:t>ی</w:t>
      </w:r>
      <w:r>
        <w:rPr>
          <w:rtl/>
        </w:rPr>
        <w:t xml:space="preserve"> نظروں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tl/>
        </w:rPr>
        <w:t>اوج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اگر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وقت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ملاقات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شرع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آقا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گئ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جو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عال</w:t>
      </w:r>
      <w:r>
        <w:rPr>
          <w:rFonts w:hint="cs"/>
          <w:rtl/>
        </w:rPr>
        <w:t>ی</w:t>
      </w:r>
      <w:r>
        <w:rPr>
          <w:rtl/>
        </w:rPr>
        <w:t xml:space="preserve"> مقام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باعث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اکثر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کام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کرنا 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نائب تو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5A655B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ہیں </w:t>
      </w:r>
      <w:r>
        <w:rPr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بابت جد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85" w:name="_Toc508875438"/>
      <w:r>
        <w:rPr>
          <w:rFonts w:hint="eastAsia"/>
          <w:rtl/>
        </w:rPr>
        <w:t>عدل</w:t>
      </w:r>
      <w:r>
        <w:rPr>
          <w:rtl/>
        </w:rPr>
        <w:t xml:space="preserve"> و انصاف</w:t>
      </w:r>
      <w:bookmarkEnd w:id="85"/>
    </w:p>
    <w:p w:rsidR="00827A66" w:rsidRPr="00026058" w:rsidRDefault="007F7100" w:rsidP="0030292A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( </w:t>
      </w:r>
      <w:r w:rsidRPr="00EF6DD1">
        <w:rPr>
          <w:rStyle w:val="libAieChar"/>
          <w:rFonts w:hint="eastAsia"/>
          <w:rtl/>
        </w:rPr>
        <w:t>وعد</w:t>
      </w:r>
      <w:r w:rsidRPr="00EF6DD1">
        <w:rPr>
          <w:rStyle w:val="libAieChar"/>
          <w:rtl/>
        </w:rPr>
        <w:t xml:space="preserve"> الل</w:t>
      </w:r>
      <w:r w:rsidRPr="00AE18BD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 xml:space="preserve"> الذی</w:t>
      </w:r>
      <w:r w:rsidRPr="00EF6DD1">
        <w:rPr>
          <w:rStyle w:val="libAieChar"/>
          <w:rFonts w:hint="eastAsia"/>
          <w:rtl/>
        </w:rPr>
        <w:t>ن</w:t>
      </w:r>
      <w:r w:rsidRPr="00EF6DD1">
        <w:rPr>
          <w:rStyle w:val="libAieChar"/>
          <w:rtl/>
        </w:rPr>
        <w:t xml:space="preserve"> آمنو و عملو الصالحات 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ستخلقن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</w:t>
      </w:r>
      <w:r w:rsidRPr="00EF6DD1">
        <w:rPr>
          <w:rStyle w:val="libAieChar"/>
          <w:rtl/>
        </w:rPr>
        <w:t xml:space="preserve"> ف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الارض کما استخلف الذ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ن</w:t>
      </w:r>
      <w:r w:rsidRPr="00EF6DD1">
        <w:rPr>
          <w:rStyle w:val="libAieChar"/>
          <w:rtl/>
        </w:rPr>
        <w:t xml:space="preserve"> من قبل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ولی</w:t>
      </w:r>
      <w:r w:rsidRPr="00EF6DD1">
        <w:rPr>
          <w:rStyle w:val="libAieChar"/>
          <w:rFonts w:hint="eastAsia"/>
          <w:rtl/>
        </w:rPr>
        <w:t>مکنن</w:t>
      </w:r>
      <w:r w:rsidRPr="00EF6DD1">
        <w:rPr>
          <w:rStyle w:val="libAieChar"/>
          <w:rtl/>
        </w:rPr>
        <w:t xml:space="preserve"> ل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دی</w:t>
      </w:r>
      <w:r w:rsidRPr="00EF6DD1">
        <w:rPr>
          <w:rStyle w:val="libAieChar"/>
          <w:rFonts w:hint="eastAsia"/>
          <w:rtl/>
        </w:rPr>
        <w:t>ن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</w:t>
      </w:r>
      <w:r w:rsidRPr="00EF6DD1">
        <w:rPr>
          <w:rStyle w:val="libAieChar"/>
          <w:rtl/>
        </w:rPr>
        <w:t xml:space="preserve"> الذ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ارتض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ل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ولی</w:t>
      </w:r>
      <w:r w:rsidRPr="00EF6DD1">
        <w:rPr>
          <w:rStyle w:val="libAieChar"/>
          <w:rFonts w:hint="eastAsia"/>
          <w:rtl/>
        </w:rPr>
        <w:t>بد</w:t>
      </w:r>
      <w:r w:rsidRPr="00EF6DD1">
        <w:rPr>
          <w:rStyle w:val="libAieChar"/>
          <w:rtl/>
        </w:rPr>
        <w:t xml:space="preserve"> لن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من بعد خوف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امنا ی</w:t>
      </w:r>
      <w:r w:rsidRPr="00EF6DD1">
        <w:rPr>
          <w:rStyle w:val="libAieChar"/>
          <w:rFonts w:hint="eastAsia"/>
          <w:rtl/>
        </w:rPr>
        <w:t>عبدونن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لا 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شرکون</w:t>
      </w:r>
      <w:r w:rsidRPr="00EF6DD1">
        <w:rPr>
          <w:rStyle w:val="libAieChar"/>
          <w:rtl/>
        </w:rPr>
        <w:t xml:space="preserve"> ب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ش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اءً</w:t>
      </w:r>
      <w:r w:rsidRPr="00EF6DD1">
        <w:rPr>
          <w:rStyle w:val="libAieChar"/>
          <w:rtl/>
        </w:rPr>
        <w:t xml:space="preserve"> ومن کفر بعد ذلک فاولئک </w:t>
      </w:r>
      <w:r w:rsidRPr="00AE18BD">
        <w:rPr>
          <w:rStyle w:val="libAieChar"/>
          <w:rFonts w:hint="cs"/>
          <w:rtl/>
        </w:rPr>
        <w:t>ه</w:t>
      </w:r>
      <w:r w:rsidRPr="005132F6">
        <w:rPr>
          <w:rStyle w:val="libAieChar"/>
          <w:rtl/>
        </w:rPr>
        <w:t xml:space="preserve">م </w:t>
      </w:r>
      <w:r w:rsidRPr="00EF6DD1">
        <w:rPr>
          <w:rStyle w:val="libAieChar"/>
          <w:rFonts w:hint="cs"/>
          <w:rtl/>
        </w:rPr>
        <w:t>الفاسقون</w:t>
      </w:r>
      <w:r>
        <w:rPr>
          <w:rStyle w:val="libAieChar"/>
          <w:rFonts w:hint="eastAsia"/>
          <w:rtl/>
        </w:rPr>
        <w:t xml:space="preserve"> ) </w:t>
      </w:r>
      <w:r w:rsidR="00827A66" w:rsidRPr="00AE7C21">
        <w:rPr>
          <w:rFonts w:hint="cs"/>
          <w:rtl/>
        </w:rPr>
        <w:t xml:space="preserve"> </w:t>
      </w:r>
      <w:r w:rsidR="0030292A" w:rsidRPr="00EF6DD1">
        <w:rPr>
          <w:rStyle w:val="libFootnotenumChar"/>
          <w:rFonts w:hint="cs"/>
          <w:rtl/>
        </w:rPr>
        <w:t>(33)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lastRenderedPageBreak/>
        <w:t>"ا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ماندارو</w:t>
      </w:r>
      <w:r>
        <w:rPr>
          <w:rtl/>
        </w:rPr>
        <w:t>!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جن لوگوں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اچ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کام کئ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خدا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وعد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کو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دن) روئ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ضرور اپنا نائب مقرر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جس طرح ان لوگوں کو نائب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گزر چک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جس کو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پسند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(اسلام) اس پر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ضرور پور</w:t>
      </w:r>
      <w:r>
        <w:rPr>
          <w:rFonts w:hint="cs"/>
          <w:rtl/>
        </w:rPr>
        <w:t>ی</w:t>
      </w:r>
      <w:r>
        <w:rPr>
          <w:rtl/>
        </w:rPr>
        <w:t xml:space="preserve"> قدرت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tl/>
        </w:rPr>
        <w:t>گا اور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خائف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(ان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خوف کو) امن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ضرور بدل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(اطم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عبادت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شخص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نا شکر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ہی </w:t>
      </w:r>
      <w:r>
        <w:rPr>
          <w:rtl/>
        </w:rPr>
        <w:t>لوگ بدکار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اکرام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ہی </w:t>
      </w:r>
      <w:r>
        <w:rPr>
          <w:rtl/>
        </w:rPr>
        <w:t>مبعوث</w:t>
      </w:r>
      <w:r w:rsidR="00211648">
        <w:rPr>
          <w:rtl/>
        </w:rPr>
        <w:t xml:space="preserve"> ہوئے </w:t>
      </w:r>
      <w:r w:rsidR="005A655B" w:rsidRPr="00AE7C21">
        <w:rPr>
          <w:rFonts w:hint="cs"/>
          <w:rtl/>
        </w:rPr>
        <w:t xml:space="preserve">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مقاصد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و مخلوق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رابط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قائم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،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معبود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خالق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سوا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eastAsia"/>
          <w:rtl/>
        </w:rPr>
        <w:t>ستش</w:t>
      </w:r>
      <w:r>
        <w:rPr>
          <w:rtl/>
        </w:rPr>
        <w:t xml:space="preserve"> اور عبادت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کل</w:t>
      </w:r>
      <w:r>
        <w:rPr>
          <w:rtl/>
        </w:rPr>
        <w:t>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"لاال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الا 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معبود</w:t>
      </w:r>
      <w:r w:rsidR="005A655B">
        <w:rPr>
          <w:rtl/>
        </w:rPr>
        <w:t xml:space="preserve"> نہیں </w:t>
      </w:r>
      <w:r>
        <w:rPr>
          <w:rtl/>
        </w:rPr>
        <w:t>سوائ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بعثت کا دوسرا مقصد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سازگار ماحول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اور ان کو اچ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رہنے </w:t>
      </w:r>
      <w:r w:rsidRPr="00AE7C21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حص</w:t>
      </w:r>
      <w:r w:rsidRPr="004D70B9">
        <w:rPr>
          <w:rFonts w:hint="cs"/>
          <w:rtl/>
        </w:rPr>
        <w:t>ہ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ان تمام نب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رسولوں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نوع انسان کو عمل</w:t>
      </w:r>
      <w:r>
        <w:rPr>
          <w:rFonts w:hint="cs"/>
          <w:rtl/>
        </w:rPr>
        <w:t>ی</w:t>
      </w:r>
      <w:r>
        <w:rPr>
          <w:rtl/>
        </w:rPr>
        <w:t xml:space="preserve"> طور پر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عدل و انصاف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محبت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جذب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دو 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داف کو وضاحت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بابت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tl/>
        </w:rPr>
        <w:t>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: </w:t>
      </w:r>
    </w:p>
    <w:p w:rsidR="00827A66" w:rsidRDefault="00827A66" w:rsidP="00EF6DD1">
      <w:pPr>
        <w:pStyle w:val="libAi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5132F6" w:rsidRPr="005132F6">
        <w:rPr>
          <w:rFonts w:hint="cs"/>
          <w:rtl/>
        </w:rPr>
        <w:t>ه</w:t>
      </w:r>
      <w:r w:rsidRPr="005132F6">
        <w:rPr>
          <w:rFonts w:hint="cs"/>
          <w:rtl/>
        </w:rPr>
        <w:t>ا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انا ارسلناک شا</w:t>
      </w:r>
      <w:r w:rsidR="005132F6" w:rsidRPr="005132F6">
        <w:rPr>
          <w:rFonts w:hint="cs"/>
          <w:rtl/>
        </w:rPr>
        <w:t>ه</w:t>
      </w:r>
      <w:r w:rsidRPr="005132F6">
        <w:rPr>
          <w:rFonts w:hint="cs"/>
          <w:rtl/>
        </w:rPr>
        <w:t>داً و مبشراً نذ</w:t>
      </w:r>
      <w:r>
        <w:rPr>
          <w:rFonts w:hint="cs"/>
          <w:rtl/>
        </w:rPr>
        <w:t>ی</w:t>
      </w:r>
      <w:r>
        <w:rPr>
          <w:rFonts w:hint="eastAsia"/>
          <w:rtl/>
        </w:rPr>
        <w:t>راً</w:t>
      </w:r>
      <w:r>
        <w:rPr>
          <w:rtl/>
        </w:rPr>
        <w:t xml:space="preserve"> و داع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5132F6" w:rsidRPr="00AE18BD">
        <w:rPr>
          <w:rFonts w:hint="cs"/>
          <w:rtl/>
        </w:rPr>
        <w:t>ه</w:t>
      </w:r>
      <w:r w:rsidRPr="005132F6">
        <w:rPr>
          <w:rFonts w:hint="cs"/>
          <w:rtl/>
        </w:rPr>
        <w:t xml:space="preserve"> باذن</w:t>
      </w:r>
      <w:r w:rsidR="005132F6" w:rsidRPr="00AE18BD">
        <w:rPr>
          <w:rFonts w:hint="cs"/>
          <w:rtl/>
        </w:rPr>
        <w:t>ه</w:t>
      </w:r>
      <w:r w:rsidRPr="005132F6">
        <w:rPr>
          <w:rFonts w:hint="cs"/>
          <w:rtl/>
        </w:rPr>
        <w:t xml:space="preserve"> وسراجاً من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4D70B9">
        <w:rPr>
          <w:rFonts w:hint="cs"/>
          <w:rtl/>
        </w:rPr>
        <w:t>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!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آپ کو (لوگوں کا) گوا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(ن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شت ک</w:t>
      </w:r>
      <w:r>
        <w:rPr>
          <w:rFonts w:hint="cs"/>
          <w:rtl/>
        </w:rPr>
        <w:t>ی</w:t>
      </w:r>
      <w:r>
        <w:rPr>
          <w:rtl/>
        </w:rPr>
        <w:t>)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والا اور (بروں کو) عذاب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ران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والا اور خدا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بلان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والا (ا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کا) روشن چراغ بنا کر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مقصد</w:t>
      </w:r>
      <w:r>
        <w:rPr>
          <w:rtl/>
        </w:rPr>
        <w:t xml:space="preserve"> بعثت کو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: </w:t>
      </w:r>
    </w:p>
    <w:p w:rsidR="00827A66" w:rsidRDefault="007F7100" w:rsidP="0030292A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EF6DD1">
        <w:rPr>
          <w:rStyle w:val="libAieChar"/>
          <w:rtl/>
        </w:rPr>
        <w:t>لقد ارسلنا رسلنا بالب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نات</w:t>
      </w:r>
      <w:r w:rsidRPr="00EF6DD1">
        <w:rPr>
          <w:rStyle w:val="libAieChar"/>
          <w:rtl/>
        </w:rPr>
        <w:t xml:space="preserve"> وانزلنا مع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الکتاب والمی</w:t>
      </w:r>
      <w:r w:rsidRPr="00EF6DD1">
        <w:rPr>
          <w:rStyle w:val="libAieChar"/>
          <w:rFonts w:hint="eastAsia"/>
          <w:rtl/>
        </w:rPr>
        <w:t>زان</w:t>
      </w:r>
      <w:r w:rsidRPr="00EF6DD1">
        <w:rPr>
          <w:rStyle w:val="libAieChar"/>
          <w:rtl/>
        </w:rPr>
        <w:t xml:space="preserve"> ل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قوم</w:t>
      </w:r>
      <w:r w:rsidRPr="00EF6DD1">
        <w:rPr>
          <w:rStyle w:val="libAieChar"/>
          <w:rtl/>
        </w:rPr>
        <w:t xml:space="preserve"> الناس بالقسط</w:t>
      </w:r>
      <w:r w:rsidRPr="007F7100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827A66">
        <w:rPr>
          <w:rtl/>
        </w:rPr>
        <w:t xml:space="preserve"> </w:t>
      </w:r>
      <w:r w:rsidR="0030292A" w:rsidRPr="00B0371A">
        <w:rPr>
          <w:rStyle w:val="libFootnotenumChar"/>
          <w:rFonts w:hint="cs"/>
          <w:rtl/>
        </w:rPr>
        <w:t>(34)</w:t>
      </w:r>
      <w:r w:rsidR="00827A66"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واضح و روشن معجز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کتاب اور (انصاف ک</w:t>
      </w:r>
      <w:r>
        <w:rPr>
          <w:rFonts w:hint="cs"/>
          <w:rtl/>
        </w:rPr>
        <w:t>ی</w:t>
      </w:r>
      <w:r>
        <w:rPr>
          <w:rtl/>
        </w:rPr>
        <w:t>) ترازو نازل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لوگ انصاف پر قائم</w:t>
      </w:r>
      <w:r w:rsidR="005A655B" w:rsidRPr="00AE7C21">
        <w:rPr>
          <w:rFonts w:hint="cs"/>
          <w:rtl/>
        </w:rPr>
        <w:t xml:space="preserve"> رہیں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لفظوں اور پور</w:t>
      </w:r>
      <w:r>
        <w:rPr>
          <w:rFonts w:hint="cs"/>
          <w:rtl/>
        </w:rPr>
        <w:t>ی</w:t>
      </w:r>
      <w:r>
        <w:rPr>
          <w:rtl/>
        </w:rPr>
        <w:t xml:space="preserve"> و ضاحت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بعثت کا مقصد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کو نافذ کرنا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الٰ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کو کتاب، دستور اور منشور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لوگوں کو عادلان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نظام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 و انصاف</w:t>
      </w:r>
      <w:r w:rsidR="000E44EB">
        <w:rPr>
          <w:rtl/>
        </w:rPr>
        <w:t xml:space="preserve"> ہی </w:t>
      </w:r>
      <w:r>
        <w:rPr>
          <w:rtl/>
        </w:rPr>
        <w:t>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اور بقاء کا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عدالت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تو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کر صفح</w:t>
      </w:r>
      <w:r w:rsidRPr="004D70B9">
        <w:rPr>
          <w:rFonts w:hint="cs"/>
          <w:rtl/>
        </w:rPr>
        <w:t>ہ</w:t>
      </w:r>
      <w:r w:rsidR="002E1092">
        <w:rPr>
          <w:rFonts w:hint="cs"/>
          <w:rtl/>
        </w:rPr>
        <w:t xml:space="preserve"> ہس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مقصد کو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انسانوں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عدالت</w:t>
      </w:r>
      <w:r w:rsidR="000E44EB">
        <w:rPr>
          <w:rtl/>
        </w:rPr>
        <w:t xml:space="preserve"> ہی </w:t>
      </w:r>
      <w:r>
        <w:rPr>
          <w:rtl/>
        </w:rPr>
        <w:t xml:space="preserve">عدالت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عدالت کو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427E" w:rsidRPr="0021427E">
        <w:rPr>
          <w:rtl/>
        </w:rPr>
        <w:t>اہمیت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عرض کرنا </w:t>
      </w:r>
      <w:r w:rsidR="00C3449B" w:rsidRPr="00AE7C21">
        <w:rPr>
          <w:rFonts w:hint="cs"/>
          <w:rtl/>
        </w:rPr>
        <w:t>چاہتا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عدالت کل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عدالت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دور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پور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طرح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طلم و ستم، جنگوں، نفرتوں، ل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چپقلشوں کا خاتم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ہوا </w:t>
      </w:r>
      <w:r w:rsidRPr="00AE7C21">
        <w:rPr>
          <w:rFonts w:hint="cs"/>
          <w:rtl/>
        </w:rPr>
        <w:t>اور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کا خاتم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 w:rsidRPr="004D70B9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 w:rsidR="000E44EB">
        <w:rPr>
          <w:rtl/>
        </w:rPr>
        <w:t xml:space="preserve"> ہی </w:t>
      </w:r>
      <w:r>
        <w:rPr>
          <w:rtl/>
        </w:rPr>
        <w:t>امن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؟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مات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مسلمان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مکمل طور پر</w:t>
      </w:r>
      <w:r w:rsidR="00851B2F" w:rsidRPr="00AE7C21">
        <w:rPr>
          <w:rFonts w:hint="cs"/>
          <w:rtl/>
        </w:rPr>
        <w:t xml:space="preserve"> ہم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 عدالت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قائم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است و محال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پست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اور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باس</w:t>
      </w:r>
      <w:r>
        <w:rPr>
          <w:rFonts w:hint="cs"/>
          <w:rtl/>
        </w:rPr>
        <w:t>ی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ظلم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دک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سوا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مکمل طور پر نافذ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رطرح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جرائم اور مظالم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عدالت تو صرف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خود نافذ فرمائ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اور خود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گا،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طبق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وچ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 w:rsidR="005A655B">
        <w:rPr>
          <w:rtl/>
        </w:rPr>
        <w:t xml:space="preserve"> نہیں ہونا </w:t>
      </w:r>
      <w:r w:rsidRPr="00AE7C21">
        <w:rPr>
          <w:rFonts w:hint="cs"/>
          <w:rtl/>
        </w:rPr>
        <w:t>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ظلم و ستم،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و فساد عارض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ختم</w:t>
      </w:r>
      <w:r w:rsidR="005A655B">
        <w:rPr>
          <w:rtl/>
        </w:rPr>
        <w:t xml:space="preserve"> ہونا</w:t>
      </w:r>
      <w:r w:rsidR="000E44EB">
        <w:rPr>
          <w:rtl/>
        </w:rPr>
        <w:t xml:space="preserve"> ہی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عدالت ضرور نافذ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کر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صرف اور صرف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Pr="004C2205" w:rsidRDefault="005A655B" w:rsidP="00827A66">
      <w:pPr>
        <w:pStyle w:val="libNormal"/>
        <w:rPr>
          <w:rtl/>
        </w:rPr>
      </w:pPr>
      <w:r w:rsidRPr="004D70B9">
        <w:rPr>
          <w:rFonts w:hint="cs"/>
          <w:rtl/>
        </w:rPr>
        <w:t>ہمارے</w:t>
      </w:r>
      <w:r w:rsidR="00827A66">
        <w:rPr>
          <w:rtl/>
        </w:rPr>
        <w:t xml:space="preserve"> نزد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انسان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>
        <w:rPr>
          <w:rtl/>
        </w:rPr>
        <w:t xml:space="preserve"> کا مستقبل تار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>
        <w:rPr>
          <w:rtl/>
        </w:rPr>
        <w:t xml:space="preserve"> نہیں </w:t>
      </w:r>
      <w:r w:rsidR="00827A66">
        <w:rPr>
          <w:rtl/>
        </w:rPr>
        <w:t>بلک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روشن</w:t>
      </w:r>
      <w:r w:rsidR="00743BB0" w:rsidRPr="00AE7C21">
        <w:rPr>
          <w:rFonts w:hint="cs"/>
          <w:rtl/>
        </w:rPr>
        <w:t xml:space="preserve"> ہے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عدالت کا ق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ام</w:t>
      </w:r>
      <w:r w:rsidR="00827A66">
        <w:rPr>
          <w:rtl/>
        </w:rPr>
        <w:t xml:space="preserve"> اور ارتقاء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دن ضرور عمل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لا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جائ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گا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قرآن مج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د</w:t>
      </w:r>
      <w:r w:rsidR="00827A66">
        <w:rPr>
          <w:rtl/>
        </w:rPr>
        <w:t xml:space="preserve">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</w:t>
      </w:r>
      <w:r w:rsidRPr="004D70B9">
        <w:rPr>
          <w:rFonts w:hint="cs"/>
          <w:rtl/>
        </w:rPr>
        <w:t>ہمارے</w:t>
      </w:r>
      <w:r w:rsidR="00827A66" w:rsidRPr="00AE7C21">
        <w:rPr>
          <w:rFonts w:hint="cs"/>
          <w:rtl/>
        </w:rPr>
        <w:t xml:space="preserve"> اس موقف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تائ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د</w:t>
      </w:r>
      <w:r w:rsidR="00827A66">
        <w:rPr>
          <w:rtl/>
        </w:rPr>
        <w:t xml:space="preserve"> کرت</w:t>
      </w:r>
      <w:r w:rsidR="00827A66"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="00827A66" w:rsidRPr="00AE7C21">
        <w:rPr>
          <w:rFonts w:hint="cs"/>
          <w:rtl/>
        </w:rPr>
        <w:t>نو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د</w:t>
      </w:r>
      <w:r w:rsidR="00827A66">
        <w:rPr>
          <w:rtl/>
        </w:rPr>
        <w:t xml:space="preserve"> د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</w:t>
      </w:r>
      <w:r w:rsidR="00C3449B" w:rsidRPr="00AE7C21">
        <w:rPr>
          <w:rFonts w:hint="cs"/>
          <w:rtl/>
        </w:rPr>
        <w:t>رہا</w:t>
      </w:r>
      <w:r w:rsidRPr="00AE7C21">
        <w:rPr>
          <w:rFonts w:hint="cs"/>
          <w:rtl/>
        </w:rPr>
        <w:t xml:space="preserve"> ہے </w:t>
      </w:r>
      <w:r w:rsidR="00827A66" w:rsidRPr="00AE7C21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کائنات کا مستقبل روشن</w:t>
      </w:r>
      <w:r w:rsidRPr="00AE7C21">
        <w:rPr>
          <w:rFonts w:hint="cs"/>
          <w:rtl/>
        </w:rPr>
        <w:t xml:space="preserve"> ہے </w:t>
      </w:r>
      <w:r w:rsidR="00827A66" w:rsidRPr="00AE7C21">
        <w:rPr>
          <w:rFonts w:hint="cs"/>
          <w:rtl/>
        </w:rPr>
        <w:t>اس س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متعلق متعدد آ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ات</w:t>
      </w:r>
      <w:r w:rsidR="00827A66">
        <w:rPr>
          <w:rtl/>
        </w:rPr>
        <w:t xml:space="preserve"> موجود</w:t>
      </w:r>
      <w:r w:rsidR="005513FA">
        <w:rPr>
          <w:rtl/>
        </w:rPr>
        <w:t xml:space="preserve"> ہیں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ان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</w:t>
      </w:r>
      <w:r w:rsidR="00827A66">
        <w:rPr>
          <w:rFonts w:hint="eastAsia"/>
          <w:rtl/>
        </w:rPr>
        <w:t>آ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>
        <w:rPr>
          <w:rtl/>
        </w:rPr>
        <w:t xml:space="preserve">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>
        <w:rPr>
          <w:rtl/>
        </w:rPr>
        <w:t xml:space="preserve"> ہے </w:t>
      </w:r>
      <w:r w:rsidR="00827A66" w:rsidRPr="00AE7C21">
        <w:rPr>
          <w:rFonts w:hint="cs"/>
          <w:rtl/>
        </w:rPr>
        <w:t>جس کو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عنوان مجلس قرار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قرآن مج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د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انب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اء</w:t>
      </w:r>
      <w:r w:rsidR="00827A66">
        <w:rPr>
          <w:rtl/>
        </w:rPr>
        <w:t xml:space="preserve"> کرام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بعثت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دو </w:t>
      </w:r>
      <w:r w:rsidR="00ED61E8" w:rsidRPr="00AE7C21">
        <w:rPr>
          <w:rFonts w:hint="cs"/>
          <w:rtl/>
        </w:rPr>
        <w:t>اہم</w:t>
      </w:r>
      <w:r w:rsidR="00827A66" w:rsidRPr="00AE7C21">
        <w:rPr>
          <w:rFonts w:hint="cs"/>
          <w:rtl/>
        </w:rPr>
        <w:t xml:space="preserve"> مقاصد ب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ان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توح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د</w:t>
      </w:r>
      <w:r w:rsidR="00827A66">
        <w:rPr>
          <w:rtl/>
        </w:rPr>
        <w:t xml:space="preserve"> اور دوسرا عدالت کا نفاذ اور اجراء 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سب س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پ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ل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تو ا</w:t>
      </w:r>
      <w:r w:rsidR="00827A66">
        <w:rPr>
          <w:rtl/>
        </w:rPr>
        <w:t>نسان کا اپن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معبود حق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ق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سات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 xml:space="preserve"> رابط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>، دوسرا انسانوں کو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دوسر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سات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 xml:space="preserve"> مل جل کر </w:t>
      </w:r>
      <w:r w:rsidR="00827A66">
        <w:rPr>
          <w:rFonts w:hint="eastAsia"/>
          <w:rtl/>
        </w:rPr>
        <w:t>ر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نا</w:t>
      </w:r>
      <w:r w:rsidR="00827A66">
        <w:rPr>
          <w:rtl/>
        </w:rPr>
        <w:t xml:space="preserve"> چ</w:t>
      </w:r>
      <w:r w:rsidR="00851B2F">
        <w:rPr>
          <w:rtl/>
        </w:rPr>
        <w:t xml:space="preserve">اہی 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>،</w:t>
      </w:r>
      <w:r w:rsidR="00827A66">
        <w:rPr>
          <w:rtl/>
        </w:rPr>
        <w:t xml:space="preserve"> بن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نوع انسانوں کو عدل وانصاف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تقاضوں کو مد نظر رک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ت</w:t>
      </w:r>
      <w:r w:rsidR="00827A66"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="00827A66" w:rsidRPr="00AE7C21">
        <w:rPr>
          <w:rFonts w:hint="cs"/>
          <w:rtl/>
        </w:rPr>
        <w:t>زندگ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گزاران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لوگوں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بات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اد</w:t>
      </w:r>
      <w:r w:rsidR="00827A66">
        <w:rPr>
          <w:rtl/>
        </w:rPr>
        <w:t xml:space="preserve"> کران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چ</w:t>
      </w:r>
      <w:r w:rsidR="00851B2F">
        <w:rPr>
          <w:rtl/>
        </w:rPr>
        <w:t xml:space="preserve">اہی 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ہ</w:t>
      </w:r>
      <w:r w:rsidR="00851B2F" w:rsidRPr="00AE7C21">
        <w:rPr>
          <w:rFonts w:hint="cs"/>
          <w:rtl/>
        </w:rPr>
        <w:t xml:space="preserve"> ہم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روز اس خالق اکبر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حضور پ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ش</w:t>
      </w:r>
      <w:r>
        <w:rPr>
          <w:rtl/>
        </w:rPr>
        <w:t xml:space="preserve"> ہونا</w:t>
      </w:r>
      <w:r w:rsidR="00743BB0">
        <w:rPr>
          <w:rtl/>
        </w:rPr>
        <w:t xml:space="preserve"> ہے</w:t>
      </w:r>
      <w:r w:rsidR="00827A66" w:rsidRPr="00AE7C21">
        <w:rPr>
          <w:rFonts w:hint="cs"/>
          <w:rtl/>
        </w:rPr>
        <w:t>، اس 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ے</w:t>
      </w:r>
      <w:r w:rsidR="00851B2F">
        <w:rPr>
          <w:rtl/>
        </w:rPr>
        <w:t xml:space="preserve"> ہم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اس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رضا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لئ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کام کرنا چ</w:t>
      </w:r>
      <w:r w:rsidR="00851B2F">
        <w:rPr>
          <w:rtl/>
        </w:rPr>
        <w:t xml:space="preserve">اہی </w:t>
      </w:r>
      <w:r w:rsidR="00827A66" w:rsidRPr="004D70B9">
        <w:rPr>
          <w:rFonts w:hint="cs"/>
          <w:rtl/>
        </w:rPr>
        <w:t>ے۔</w:t>
      </w:r>
      <w:r w:rsidR="00827A66" w:rsidRPr="00AE7C21">
        <w:rPr>
          <w:rFonts w:hint="cs"/>
          <w:rtl/>
        </w:rPr>
        <w:t xml:space="preserve">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حتم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امر</w:t>
      </w:r>
      <w:r>
        <w:rPr>
          <w:rtl/>
        </w:rPr>
        <w:t xml:space="preserve"> ہے </w:t>
      </w:r>
      <w:r w:rsidR="00827A66" w:rsidRPr="00AE7C21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اس ج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اں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ن</w:t>
      </w:r>
      <w:r w:rsidR="00827A66">
        <w:rPr>
          <w:rtl/>
        </w:rPr>
        <w:t xml:space="preserve"> انسان ن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عادلان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نظام کو اپن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آنک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وں س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نا</w:t>
      </w:r>
      <w:r>
        <w:rPr>
          <w:rtl/>
        </w:rPr>
        <w:t xml:space="preserve"> ہے 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سا</w:t>
      </w:r>
      <w:r w:rsidR="00827A66">
        <w:rPr>
          <w:rtl/>
        </w:rPr>
        <w:t xml:space="preserve"> نظام جس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عدالت</w:t>
      </w:r>
      <w:r w:rsidR="000E44EB">
        <w:rPr>
          <w:rtl/>
        </w:rPr>
        <w:t xml:space="preserve"> ہی </w:t>
      </w:r>
      <w:r w:rsidR="00827A66">
        <w:rPr>
          <w:rtl/>
        </w:rPr>
        <w:t>عدالت</w:t>
      </w:r>
      <w:r w:rsidR="00FD708B">
        <w:rPr>
          <w:rtl/>
        </w:rPr>
        <w:t xml:space="preserve"> ہو</w:t>
      </w:r>
      <w:r w:rsidR="00827A66" w:rsidRPr="00AE7C21">
        <w:rPr>
          <w:rFonts w:hint="cs"/>
          <w:rtl/>
        </w:rPr>
        <w:t>گ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تمام تر تار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اں</w:t>
      </w:r>
      <w:r w:rsidR="00827A66">
        <w:rPr>
          <w:rtl/>
        </w:rPr>
        <w:t xml:space="preserve"> ختم</w:t>
      </w:r>
      <w:r w:rsidR="00FD708B">
        <w:rPr>
          <w:rtl/>
        </w:rPr>
        <w:t xml:space="preserve"> ہو</w:t>
      </w:r>
      <w:r w:rsidR="00827A66" w:rsidRPr="00AE7C21">
        <w:rPr>
          <w:rFonts w:hint="cs"/>
          <w:rtl/>
        </w:rPr>
        <w:t>جائ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گ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۔</w:t>
      </w:r>
      <w:r w:rsidR="003B21A7" w:rsidRPr="00AE7C21">
        <w:rPr>
          <w:rFonts w:hint="cs"/>
          <w:rtl/>
        </w:rPr>
        <w:t xml:space="preserve"> ہر </w:t>
      </w:r>
      <w:r w:rsidR="00827A66" w:rsidRPr="00AE7C21">
        <w:rPr>
          <w:rFonts w:hint="cs"/>
          <w:rtl/>
        </w:rPr>
        <w:t>طرف روشن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وں</w:t>
      </w:r>
      <w:r w:rsidR="00827A66">
        <w:rPr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حکمران</w:t>
      </w:r>
      <w:r w:rsidR="00827A66"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="00827A66" w:rsidRPr="00AE7C21">
        <w:rPr>
          <w:rFonts w:hint="cs"/>
          <w:rtl/>
        </w:rPr>
        <w:t>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عدالت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معطر</w:t>
      </w:r>
      <w:r>
        <w:rPr>
          <w:rtl/>
        </w:rPr>
        <w:t xml:space="preserve"> ہوا </w:t>
      </w:r>
      <w:r w:rsidR="00827A66" w:rsidRPr="00AE7C21">
        <w:rPr>
          <w:rFonts w:hint="cs"/>
          <w:rtl/>
        </w:rPr>
        <w:t>ت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ماند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اسنان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r w:rsidR="00827A66">
        <w:rPr>
          <w:rtl/>
        </w:rPr>
        <w:t xml:space="preserve"> کو سکون فر</w:t>
      </w:r>
      <w:r w:rsidR="00ED61E8">
        <w:rPr>
          <w:rtl/>
        </w:rPr>
        <w:t>اہم</w:t>
      </w:r>
      <w:r w:rsidR="00827A66" w:rsidRPr="00AE7C21">
        <w:rPr>
          <w:rFonts w:hint="cs"/>
          <w:rtl/>
        </w:rPr>
        <w:t xml:space="preserve"> کر گ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۔</w:t>
      </w:r>
      <w:r w:rsidR="00851B2F" w:rsidRPr="00AE7C21">
        <w:rPr>
          <w:rFonts w:hint="cs"/>
          <w:rtl/>
        </w:rPr>
        <w:t xml:space="preserve"> ہم</w:t>
      </w:r>
      <w:r w:rsidR="00827A66" w:rsidRPr="00AE7C21">
        <w:rPr>
          <w:rFonts w:hint="cs"/>
          <w:rtl/>
        </w:rPr>
        <w:t>ار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بحث کا مقصد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>
        <w:rPr>
          <w:rtl/>
        </w:rPr>
        <w:t xml:space="preserve"> ہے </w:t>
      </w:r>
      <w:r w:rsidR="00827A66" w:rsidRPr="00AE7C21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روز ضرور</w:t>
      </w:r>
      <w:r w:rsidR="000E44EB">
        <w:rPr>
          <w:rtl/>
        </w:rPr>
        <w:t xml:space="preserve"> ہی </w:t>
      </w:r>
      <w:r w:rsidR="00827A66">
        <w:rPr>
          <w:rtl/>
        </w:rPr>
        <w:t>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مستقبل اور</w:t>
      </w:r>
      <w:r w:rsidR="00851B2F">
        <w:rPr>
          <w:rtl/>
        </w:rPr>
        <w:t xml:space="preserve"> ہم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ج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ت عدالت قائم</w:t>
      </w:r>
      <w:r w:rsidR="00FD708B" w:rsidRPr="00AE7C21">
        <w:rPr>
          <w:rFonts w:hint="cs"/>
          <w:rtl/>
        </w:rPr>
        <w:t xml:space="preserve"> ہو</w:t>
      </w:r>
      <w:r w:rsidR="00827A66" w:rsidRPr="00AE7C21">
        <w:rPr>
          <w:rFonts w:hint="cs"/>
          <w:rtl/>
        </w:rPr>
        <w:t>گ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اسلام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تا</w:t>
      </w:r>
      <w:r w:rsidRPr="00AE7C21">
        <w:rPr>
          <w:rFonts w:hint="cs"/>
          <w:rtl/>
        </w:rPr>
        <w:t xml:space="preserve"> ہے </w:t>
      </w:r>
      <w:r w:rsidR="00827A66" w:rsidRPr="00AE7C21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="00827A66" w:rsidRPr="00AE7C21">
        <w:rPr>
          <w:rFonts w:hint="cs"/>
          <w:rtl/>
        </w:rPr>
        <w:t>ت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ن</w:t>
      </w:r>
      <w:r w:rsidR="00827A66">
        <w:rPr>
          <w:rtl/>
        </w:rPr>
        <w:t xml:space="preserve"> موضوعات پر بحث کر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گ</w:t>
      </w:r>
      <w:r w:rsidR="00827A66" w:rsidRPr="004D70B9">
        <w:rPr>
          <w:rFonts w:hint="cs"/>
          <w:rtl/>
        </w:rPr>
        <w:t>ے۔</w:t>
      </w:r>
      <w:r w:rsidR="00827A66" w:rsidRPr="00AE7C21">
        <w:rPr>
          <w:rFonts w:hint="cs"/>
          <w:rtl/>
        </w:rPr>
        <w:t xml:space="preserve"> سب س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پ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ل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تو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نا</w:t>
      </w:r>
      <w:r w:rsidR="00827A66">
        <w:rPr>
          <w:rtl/>
        </w:rPr>
        <w:t xml:space="preserve">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>
        <w:rPr>
          <w:rtl/>
        </w:rPr>
        <w:t xml:space="preserve"> ہے </w:t>
      </w:r>
      <w:r w:rsidR="00827A66" w:rsidRPr="00AE7C21">
        <w:rPr>
          <w:rFonts w:hint="cs"/>
          <w:rtl/>
        </w:rPr>
        <w:t>عدالت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="00827A66" w:rsidRPr="00AE7C21">
        <w:rPr>
          <w:rFonts w:hint="cs"/>
          <w:rtl/>
        </w:rPr>
        <w:t>؟ دوسر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بات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>
        <w:rPr>
          <w:rtl/>
        </w:rPr>
        <w:t xml:space="preserve"> ہے </w:t>
      </w:r>
      <w:r w:rsidR="00827A66" w:rsidRPr="00AE7C21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عدالت انسان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فطرت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شامل</w:t>
      </w:r>
      <w:r w:rsidR="00743BB0">
        <w:rPr>
          <w:rtl/>
        </w:rPr>
        <w:t xml:space="preserve"> ہے</w:t>
      </w:r>
      <w:r w:rsidR="00827A66" w:rsidRPr="00AE7C21">
        <w:rPr>
          <w:rFonts w:hint="cs"/>
          <w:rtl/>
        </w:rPr>
        <w:t xml:space="preserve">؟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فطرت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شامل</w:t>
      </w:r>
      <w:r>
        <w:rPr>
          <w:rtl/>
        </w:rPr>
        <w:t xml:space="preserve"> نہیں</w:t>
      </w:r>
      <w:r w:rsidR="00743BB0">
        <w:rPr>
          <w:rtl/>
        </w:rPr>
        <w:t xml:space="preserve"> ہے</w:t>
      </w:r>
      <w:r w:rsidR="00827A66" w:rsidRPr="00AE7C21">
        <w:rPr>
          <w:rFonts w:hint="cs"/>
          <w:rtl/>
        </w:rPr>
        <w:t xml:space="preserve">؟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</w:t>
      </w:r>
      <w:r w:rsidR="00827A66">
        <w:rPr>
          <w:rtl/>
        </w:rPr>
        <w:lastRenderedPageBreak/>
        <w:t>جس وقت انسان عدالت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ھڑے</w:t>
      </w:r>
      <w:r w:rsidR="00827A66" w:rsidRPr="00AE7C21">
        <w:rPr>
          <w:rFonts w:hint="cs"/>
          <w:rtl/>
        </w:rPr>
        <w:t xml:space="preserve">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ک</w:t>
      </w:r>
      <w:r w:rsidR="00827A66" w:rsidRPr="004D70B9">
        <w:rPr>
          <w:rFonts w:hint="cs"/>
          <w:rtl/>
        </w:rPr>
        <w:t>ھڑ</w:t>
      </w:r>
      <w:r w:rsidR="00827A66" w:rsidRPr="00AE7C21">
        <w:rPr>
          <w:rFonts w:hint="cs"/>
          <w:rtl/>
        </w:rPr>
        <w:t>ا</w:t>
      </w:r>
      <w:r w:rsidR="00FD708B">
        <w:rPr>
          <w:rtl/>
        </w:rPr>
        <w:t xml:space="preserve"> ہو</w:t>
      </w:r>
      <w:r w:rsidR="00827A66" w:rsidRPr="00AE7C21">
        <w:rPr>
          <w:rFonts w:hint="cs"/>
          <w:rtl/>
        </w:rPr>
        <w:t>گا ک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زبردست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طور پر</w:t>
      </w:r>
      <w:r w:rsidR="00FD708B">
        <w:rPr>
          <w:rtl/>
        </w:rPr>
        <w:t xml:space="preserve"> ہو</w:t>
      </w:r>
      <w:r w:rsidR="00827A66" w:rsidRPr="00AE7C21">
        <w:rPr>
          <w:rFonts w:hint="cs"/>
          <w:rtl/>
        </w:rPr>
        <w:t xml:space="preserve">گا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اس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اس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رضا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شامل</w:t>
      </w:r>
      <w:r w:rsidR="00FD708B">
        <w:rPr>
          <w:rtl/>
        </w:rPr>
        <w:t xml:space="preserve"> ہو</w:t>
      </w:r>
      <w:r w:rsidR="00827A66" w:rsidRPr="00AE7C21">
        <w:rPr>
          <w:rFonts w:hint="cs"/>
          <w:rtl/>
        </w:rPr>
        <w:t>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؟</w:t>
      </w:r>
      <w:r w:rsidR="00827A66">
        <w:rPr>
          <w:rtl/>
        </w:rPr>
        <w:t xml:space="preserve"> ت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سر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بات 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عدالت عمل</w:t>
      </w:r>
      <w:r w:rsidR="00827A66"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="00827A66" w:rsidRPr="00AE7C21">
        <w:rPr>
          <w:rFonts w:hint="cs"/>
          <w:rtl/>
        </w:rPr>
        <w:t>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ا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ں،</w:t>
      </w:r>
      <w:r w:rsidR="00827A66">
        <w:rPr>
          <w:rtl/>
        </w:rPr>
        <w:t xml:space="preserve"> اگر</w:t>
      </w:r>
      <w:r w:rsidR="00FD708B">
        <w:rPr>
          <w:rtl/>
        </w:rPr>
        <w:t xml:space="preserve"> ہو</w:t>
      </w:r>
      <w:r w:rsidR="00827A66" w:rsidRPr="00AE7C21">
        <w:rPr>
          <w:rFonts w:hint="cs"/>
          <w:rtl/>
        </w:rPr>
        <w:t>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تو کس طر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ق</w:t>
      </w:r>
      <w:r w:rsidR="00827A66" w:rsidRPr="004D70B9">
        <w:rPr>
          <w:rFonts w:hint="cs"/>
          <w:rtl/>
        </w:rPr>
        <w:t>ے</w:t>
      </w:r>
      <w:r w:rsidR="00827A66">
        <w:rPr>
          <w:rtl/>
        </w:rPr>
        <w:t xml:space="preserve"> س</w:t>
      </w:r>
      <w:r w:rsidR="00827A66" w:rsidRPr="004D70B9">
        <w:rPr>
          <w:rFonts w:hint="cs"/>
          <w:rtl/>
        </w:rPr>
        <w:t>ے</w:t>
      </w:r>
      <w:r w:rsidR="00FD708B" w:rsidRPr="00AE7C21">
        <w:rPr>
          <w:rFonts w:hint="cs"/>
          <w:rtl/>
        </w:rPr>
        <w:t xml:space="preserve"> ہو</w:t>
      </w:r>
      <w:r w:rsidR="00827A66" w:rsidRPr="00AE7C21">
        <w:rPr>
          <w:rFonts w:hint="cs"/>
          <w:rtl/>
        </w:rPr>
        <w:t>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؟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2F0B69">
      <w:pPr>
        <w:pStyle w:val="Heading2Center"/>
        <w:rPr>
          <w:rtl/>
        </w:rPr>
      </w:pPr>
      <w:bookmarkStart w:id="86" w:name="_Toc508875439"/>
      <w:r>
        <w:rPr>
          <w:rFonts w:hint="eastAsia"/>
          <w:rtl/>
        </w:rPr>
        <w:t>عدالت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5132F6">
        <w:rPr>
          <w:rFonts w:hint="cs"/>
          <w:rtl/>
        </w:rPr>
        <w:t>؟</w:t>
      </w:r>
      <w:bookmarkEnd w:id="86"/>
      <w:r w:rsidRPr="005132F6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0E44EB">
        <w:rPr>
          <w:rtl/>
        </w:rPr>
        <w:t xml:space="preserve"> ہی </w:t>
      </w:r>
      <w:r>
        <w:rPr>
          <w:rtl/>
        </w:rPr>
        <w:t>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ڑے۔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شخص ظلم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واقف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عدالت ظلم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نام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شخص اپن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</w:t>
      </w:r>
      <w:r w:rsidR="005A655B">
        <w:rPr>
          <w:rtl/>
        </w:rPr>
        <w:t xml:space="preserve"> خواہش 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مصروف کار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عدالت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شخص کو اپنا حق مل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ظلم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برعکس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ظلم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حقدار کو حق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جاستانا،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ظلم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لوگ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جو عدالت کو سر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مانت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فلاسف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موقف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عدالت نام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 w:rsidR="000E44EB">
        <w:rPr>
          <w:rtl/>
        </w:rPr>
        <w:t xml:space="preserve"> ہی </w:t>
      </w:r>
      <w:r w:rsidR="005A655B">
        <w:rPr>
          <w:rtl/>
        </w:rPr>
        <w:t xml:space="preserve">نہیں ہے </w:t>
      </w:r>
      <w:r w:rsidRPr="00AE7C21">
        <w:rPr>
          <w:rFonts w:hint="cs"/>
          <w:rtl/>
        </w:rPr>
        <w:t>اور عدالت کا تعلق طاقت س</w:t>
      </w:r>
      <w:r w:rsidRPr="004D70B9">
        <w:rPr>
          <w:rFonts w:hint="cs"/>
          <w:rtl/>
        </w:rPr>
        <w:t>ے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قانون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طور پر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ے</w:t>
      </w:r>
      <w:r>
        <w:rPr>
          <w:rtl/>
        </w:rPr>
        <w:t xml:space="preserve"> منوائ</w:t>
      </w:r>
      <w:r w:rsidRPr="004D70B9">
        <w:rPr>
          <w:rFonts w:hint="cs"/>
          <w:rtl/>
        </w:rPr>
        <w:t>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جواب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ورن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گفتگوں کا مقصد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ٹھ</w:t>
      </w:r>
      <w:r w:rsidRPr="00AE7C21">
        <w:rPr>
          <w:rFonts w:hint="cs"/>
          <w:rtl/>
        </w:rPr>
        <w:t>وں</w:t>
      </w:r>
      <w:r>
        <w:rPr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دراصل عدالت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 xml:space="preserve">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خلقت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اخذ شد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خلقت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حقدار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انسان کو اس ک</w:t>
      </w:r>
      <w:r>
        <w:rPr>
          <w:rFonts w:hint="cs"/>
          <w:rtl/>
        </w:rPr>
        <w:t>ی</w:t>
      </w:r>
      <w:r>
        <w:rPr>
          <w:rtl/>
        </w:rPr>
        <w:t xml:space="preserve"> محنتوں، کاوشوں کا صل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ملنا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عدالت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حقدار کو حق ملنا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متذکر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بالا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سوالات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گئ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گفتگو کا معن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 xml:space="preserve">؟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2F0B69">
      <w:pPr>
        <w:pStyle w:val="Heading2Center"/>
        <w:rPr>
          <w:rtl/>
        </w:rPr>
      </w:pPr>
      <w:bookmarkStart w:id="87" w:name="_Toc508875440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عدالت فطر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 w:rsidR="00743BB0">
        <w:rPr>
          <w:rtl/>
        </w:rPr>
        <w:t xml:space="preserve"> ہے</w:t>
      </w:r>
      <w:r w:rsidRPr="005132F6">
        <w:rPr>
          <w:rFonts w:hint="cs"/>
          <w:rtl/>
        </w:rPr>
        <w:t>؟</w:t>
      </w:r>
      <w:bookmarkEnd w:id="87"/>
      <w:r w:rsidRPr="005132F6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بحث کا دوسرا حص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 س امر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متعلق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عدالت ک</w:t>
      </w:r>
      <w:r>
        <w:rPr>
          <w:rFonts w:hint="cs"/>
          <w:rtl/>
        </w:rPr>
        <w:t>ی</w:t>
      </w:r>
      <w:r>
        <w:rPr>
          <w:rtl/>
        </w:rPr>
        <w:t xml:space="preserve"> طرف فطر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>
        <w:rPr>
          <w:rtl/>
        </w:rPr>
        <w:t>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آپ کو بات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ں،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لک</w:t>
      </w:r>
      <w:r w:rsidRPr="004D70B9">
        <w:rPr>
          <w:rFonts w:hint="cs"/>
          <w:rtl/>
        </w:rPr>
        <w:t>ھے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زز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"لا ال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الا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"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ہوا ہے </w:t>
      </w:r>
      <w:r w:rsidRPr="00AE7C21">
        <w:rPr>
          <w:rFonts w:hint="cs"/>
          <w:rtl/>
        </w:rPr>
        <w:t xml:space="preserve">اور 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"محمد رسول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"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"عل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" درج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رنگ کا ستار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نظر آ</w:t>
      </w:r>
      <w:r w:rsidR="00C3449B" w:rsidRPr="00AE7C21">
        <w:rPr>
          <w:rFonts w:hint="cs"/>
          <w:rtl/>
        </w:rPr>
        <w:t>رہا</w:t>
      </w:r>
      <w:r w:rsidR="005A655B" w:rsidRPr="00AE7C21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</w:t>
      </w:r>
      <w:r w:rsidRPr="004D70B9">
        <w:rPr>
          <w:rFonts w:hint="cs"/>
          <w:rtl/>
        </w:rPr>
        <w:t>ۃ</w:t>
      </w:r>
      <w:r>
        <w:rPr>
          <w:rtl/>
        </w:rPr>
        <w:t xml:space="preserve"> الز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را سلام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عصمت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بار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لک</w:t>
      </w:r>
      <w:r w:rsidRPr="004D70B9">
        <w:rPr>
          <w:rFonts w:hint="cs"/>
          <w:rtl/>
        </w:rPr>
        <w:t>ھے</w:t>
      </w:r>
      <w:r w:rsidR="00211648" w:rsidRPr="00AE7C21">
        <w:rPr>
          <w:rFonts w:hint="cs"/>
          <w:rtl/>
        </w:rPr>
        <w:t xml:space="preserve"> ہوئے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قرآن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آسمان</w:t>
      </w:r>
      <w:r>
        <w:rPr>
          <w:rFonts w:hint="cs"/>
          <w:rtl/>
        </w:rPr>
        <w:t>ی</w:t>
      </w:r>
      <w:r>
        <w:rPr>
          <w:rtl/>
        </w:rPr>
        <w:t xml:space="preserve"> شعار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وآل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لک</w:t>
      </w:r>
      <w:r w:rsidRPr="004D70B9">
        <w:rPr>
          <w:rFonts w:hint="cs"/>
          <w:rtl/>
        </w:rPr>
        <w:t>ھے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 آ</w:t>
      </w:r>
      <w:r w:rsidR="00EC330E">
        <w:rPr>
          <w:rtl/>
        </w:rPr>
        <w:t>رہے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تو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مولائ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کائنات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ارشادات درج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اقوال زر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</w:t>
      </w:r>
      <w:r w:rsidRPr="004D70B9">
        <w:rPr>
          <w:rFonts w:hint="cs"/>
          <w:rtl/>
        </w:rPr>
        <w:t>ھے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ارشادات نظر آ</w:t>
      </w:r>
      <w:r w:rsidR="00EC330E" w:rsidRPr="00AE7C21">
        <w:rPr>
          <w:rFonts w:hint="cs"/>
          <w:rtl/>
        </w:rPr>
        <w:t>رہے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خوبصورت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eastAsia"/>
          <w:rtl/>
        </w:rPr>
        <w:t>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خوبصورت انداز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ان </w:t>
      </w:r>
      <w:r w:rsidRPr="00AE7C21">
        <w:rPr>
          <w:rFonts w:hint="cs"/>
          <w:rtl/>
        </w:rPr>
        <w:lastRenderedPageBreak/>
        <w:t>خوبصورت تحر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کر،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کر خوش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کو پسند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آپ کو مجبور تو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عمد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کو پسند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قوت موجود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خوبص</w:t>
      </w:r>
      <w:r>
        <w:rPr>
          <w:rFonts w:hint="eastAsia"/>
          <w:rtl/>
        </w:rPr>
        <w:t>ورت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پسند کرتا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اب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قبول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فطرت پر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قسم کا زور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امور انسان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طرت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تابع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علم دوست</w:t>
      </w:r>
      <w:r>
        <w:rPr>
          <w:rFonts w:hint="cs"/>
          <w:rtl/>
        </w:rPr>
        <w:t>ی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عدالت کو پسند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عادل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عادل شخص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محبت کرنا، انسان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کس قسم کا ذات</w:t>
      </w:r>
      <w:r>
        <w:rPr>
          <w:rFonts w:hint="cs"/>
          <w:rtl/>
        </w:rPr>
        <w:t>ی</w:t>
      </w:r>
      <w:r>
        <w:rPr>
          <w:rtl/>
        </w:rPr>
        <w:t xml:space="preserve"> قائد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کو پسند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بعض عادل حکمرانوں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نسلوں تک قوم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جانا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چانا جاتا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موضوع پر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قدم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 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دانشور حضرات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88" w:name="_Toc508875441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5132F6">
        <w:rPr>
          <w:rFonts w:hint="cs"/>
          <w:rtl/>
        </w:rPr>
        <w:t>ہ</w:t>
      </w:r>
      <w:r>
        <w:rPr>
          <w:rtl/>
        </w:rPr>
        <w:t xml:space="preserve"> اور ماک</w:t>
      </w:r>
      <w:r>
        <w:rPr>
          <w:rFonts w:hint="cs"/>
          <w:rtl/>
        </w:rPr>
        <w:t>ی</w:t>
      </w:r>
      <w:r>
        <w:rPr>
          <w:rFonts w:hint="eastAsia"/>
          <w:rtl/>
        </w:rPr>
        <w:t>اول</w:t>
      </w:r>
      <w:r>
        <w:rPr>
          <w:rtl/>
        </w:rPr>
        <w:t xml:space="preserve"> ک</w:t>
      </w:r>
      <w:r w:rsidRPr="005132F6">
        <w:rPr>
          <w:rFonts w:hint="cs"/>
          <w:rtl/>
        </w:rPr>
        <w:t>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88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دانشوروں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5A655B">
        <w:rPr>
          <w:rtl/>
        </w:rPr>
        <w:t xml:space="preserve"> ہے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قسم ک</w:t>
      </w:r>
      <w:r>
        <w:rPr>
          <w:rFonts w:hint="cs"/>
          <w:rtl/>
        </w:rPr>
        <w:t>ی</w:t>
      </w:r>
      <w:r>
        <w:rPr>
          <w:rtl/>
        </w:rPr>
        <w:t xml:space="preserve"> قوت سر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موجود</w:t>
      </w:r>
      <w:r w:rsidR="005A655B" w:rsidRPr="00AE7C21">
        <w:rPr>
          <w:rFonts w:hint="cs"/>
          <w:rtl/>
        </w:rPr>
        <w:t xml:space="preserve"> نہیں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اکثر فلاسفر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سوچ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کا تصور کمزور طبق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نعر</w:t>
      </w:r>
      <w:r w:rsidRPr="004D70B9">
        <w:rPr>
          <w:rFonts w:hint="cs"/>
          <w:rtl/>
        </w:rPr>
        <w:t>ہ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طاقتور افراد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مقابل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بس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کر عدل و انصاف </w:t>
      </w:r>
      <w:r>
        <w:rPr>
          <w:rFonts w:hint="eastAsia"/>
          <w:rtl/>
        </w:rPr>
        <w:t>کا</w:t>
      </w:r>
      <w:r>
        <w:rPr>
          <w:rtl/>
        </w:rPr>
        <w:t xml:space="preserve"> نعر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بلند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 جات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بقول عدالت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انسان کو عادل</w:t>
      </w:r>
      <w:r w:rsidR="005A655B" w:rsidRPr="00AE7C21">
        <w:rPr>
          <w:rFonts w:hint="cs"/>
          <w:rtl/>
        </w:rPr>
        <w:t xml:space="preserve"> ہونا </w:t>
      </w:r>
      <w:r w:rsidRPr="00AE7C21">
        <w:rPr>
          <w:rFonts w:hint="cs"/>
          <w:rtl/>
        </w:rPr>
        <w:t>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جمع خرچ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سوا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آج کا کمزور شخص کل طاقتور بن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پسماند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طبق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 جارج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ارتکاب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 جاتا</w:t>
      </w:r>
      <w:r w:rsidR="005A655B" w:rsidRPr="00AE7C21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جرمن فلاسفر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لوگوں کو عدالت ک</w:t>
      </w:r>
      <w:r>
        <w:rPr>
          <w:rFonts w:hint="cs"/>
          <w:rtl/>
        </w:rPr>
        <w:t>ی</w:t>
      </w:r>
      <w:r>
        <w:rPr>
          <w:rtl/>
        </w:rPr>
        <w:t xml:space="preserve"> آواز بلند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ں، سوچتا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اگر اس شخص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دولت اور طاقت آجائ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گزر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ان فلاسفر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انسانوں کو عدالت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E44EB">
        <w:rPr>
          <w:rtl/>
        </w:rPr>
        <w:t xml:space="preserve"> ہی </w:t>
      </w:r>
      <w:r w:rsidR="005A655B">
        <w:rPr>
          <w:rtl/>
        </w:rPr>
        <w:t>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خال</w:t>
      </w:r>
      <w:r>
        <w:rPr>
          <w:rFonts w:hint="cs"/>
          <w:rtl/>
        </w:rPr>
        <w:t>ی</w:t>
      </w:r>
      <w:r>
        <w:rPr>
          <w:rtl/>
        </w:rPr>
        <w:t xml:space="preserve"> خول</w:t>
      </w:r>
      <w:r>
        <w:rPr>
          <w:rFonts w:hint="cs"/>
          <w:rtl/>
        </w:rPr>
        <w:t>ی</w:t>
      </w:r>
      <w:r>
        <w:rPr>
          <w:rtl/>
        </w:rPr>
        <w:t xml:space="preserve"> نعر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تو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تمام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دانشور انسان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وجود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قائل</w:t>
      </w:r>
      <w:r w:rsidR="000E44EB" w:rsidRPr="00AE7C21">
        <w:rPr>
          <w:rFonts w:hint="cs"/>
          <w:rtl/>
        </w:rPr>
        <w:t xml:space="preserve"> ہی </w:t>
      </w:r>
      <w:r w:rsidR="005A655B">
        <w:rPr>
          <w:rtl/>
        </w:rPr>
        <w:t>نہیں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حضرات دو</w:t>
      </w:r>
      <w:r w:rsidR="00C3449B">
        <w:rPr>
          <w:rtl/>
        </w:rPr>
        <w:t xml:space="preserve"> گروہوں 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جات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کو عدالت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ھے</w:t>
      </w:r>
      <w:r>
        <w:rPr>
          <w:rtl/>
        </w:rPr>
        <w:t xml:space="preserve"> آروزو ک</w:t>
      </w:r>
      <w:r>
        <w:rPr>
          <w:rFonts w:hint="cs"/>
          <w:rtl/>
        </w:rPr>
        <w:t>ی</w:t>
      </w:r>
      <w:r>
        <w:rPr>
          <w:rtl/>
        </w:rPr>
        <w:t xml:space="preserve"> تمنا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="005A655B" w:rsidRPr="00AE7C21">
        <w:rPr>
          <w:rFonts w:hint="cs"/>
          <w:rtl/>
        </w:rPr>
        <w:t xml:space="preserve">نہیں </w:t>
      </w:r>
      <w:r>
        <w:rPr>
          <w:rtl/>
        </w:rPr>
        <w:t>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اگنا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قوت و طاقت بنانا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عدالت تو برائ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آرزو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کرن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</w:t>
      </w:r>
      <w:r>
        <w:rPr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ھے</w:t>
      </w:r>
      <w:r>
        <w:rPr>
          <w:rtl/>
        </w:rPr>
        <w:t xml:space="preserve"> دو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نا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اس کا مختصر خلاص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دونوں گرو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بجائ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طاقت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عدالت نام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تصور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89" w:name="_Toc508875442"/>
      <w:r>
        <w:rPr>
          <w:rFonts w:hint="eastAsia"/>
          <w:rtl/>
        </w:rPr>
        <w:lastRenderedPageBreak/>
        <w:t>بر</w:t>
      </w:r>
      <w:r w:rsidRPr="005132F6">
        <w:rPr>
          <w:rFonts w:hint="cs"/>
          <w:rtl/>
        </w:rPr>
        <w:t>ٹرنڑرسل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89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گرو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نہیں </w:t>
      </w:r>
      <w:r>
        <w:rPr>
          <w:rtl/>
        </w:rPr>
        <w:t>کرتا ان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ک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ھے</w:t>
      </w:r>
      <w:r>
        <w:rPr>
          <w:rtl/>
        </w:rPr>
        <w:t xml:space="preserve"> دو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نا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مسلم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کا فائد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صرف اور صرف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مضمر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مس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راسل کا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تصور کو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کاموں </w:t>
      </w:r>
      <w:r>
        <w:rPr>
          <w:rtl/>
        </w:rPr>
        <w:t>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کا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پر منفعت پرست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ہوا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سوچن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عدالت برقرار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عدالت پسند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ان تمام تر سوالات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کرنا ضرور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صلاحت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درست سمت ک</w:t>
      </w:r>
      <w:r>
        <w:rPr>
          <w:rFonts w:hint="cs"/>
          <w:rtl/>
        </w:rPr>
        <w:t>ی</w:t>
      </w:r>
      <w:r>
        <w:rPr>
          <w:rtl/>
        </w:rPr>
        <w:t xml:space="preserve"> طرف رواں دواں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فائد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حاصل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کرسکتا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عدالت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تصور کو عمل</w:t>
      </w:r>
      <w:r>
        <w:rPr>
          <w:rFonts w:hint="cs"/>
          <w:rtl/>
        </w:rPr>
        <w:t>ی</w:t>
      </w:r>
      <w:r>
        <w:rPr>
          <w:rtl/>
        </w:rPr>
        <w:t xml:space="preserve"> جام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نانا از بس ضرور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آپ سوچ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کر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 w:rsidRPr="004D70B9">
        <w:rPr>
          <w:rFonts w:hint="cs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لازم</w:t>
      </w:r>
      <w:r>
        <w:rPr>
          <w:rFonts w:hint="cs"/>
          <w:rtl/>
        </w:rPr>
        <w:t>ی</w:t>
      </w:r>
      <w:r>
        <w:rPr>
          <w:rtl/>
        </w:rPr>
        <w:t xml:space="preserve">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>
        <w:rPr>
          <w:rtl/>
        </w:rPr>
        <w:t xml:space="preserve"> پر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ہی </w:t>
      </w:r>
      <w:r>
        <w:rPr>
          <w:rtl/>
        </w:rPr>
        <w:t>سب ک</w:t>
      </w:r>
      <w:r w:rsidRPr="004D70B9">
        <w:rPr>
          <w:rFonts w:hint="cs"/>
          <w:rtl/>
        </w:rPr>
        <w:t>ے</w:t>
      </w:r>
      <w:r>
        <w:rPr>
          <w:rtl/>
        </w:rPr>
        <w:t xml:space="preserve"> فائد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موجود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مس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رسل عدالت کو ذات</w:t>
      </w:r>
      <w:r>
        <w:rPr>
          <w:rFonts w:hint="cs"/>
          <w:rtl/>
        </w:rPr>
        <w:t>ی</w:t>
      </w:r>
      <w:r>
        <w:rPr>
          <w:rtl/>
        </w:rPr>
        <w:t xml:space="preserve"> طور پر</w:t>
      </w:r>
      <w:r w:rsidR="005A655B">
        <w:rPr>
          <w:rtl/>
        </w:rPr>
        <w:t xml:space="preserve"> نہیں </w:t>
      </w:r>
      <w:r>
        <w:rPr>
          <w:rtl/>
        </w:rPr>
        <w:t>مانت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انسان کو فکر و دانش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عدالت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راسل!!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گز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قابل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آدم</w:t>
      </w:r>
      <w:r>
        <w:rPr>
          <w:rFonts w:hint="cs"/>
          <w:rtl/>
        </w:rPr>
        <w:t>ی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اپن</w:t>
      </w:r>
      <w:r w:rsidRPr="004D70B9">
        <w:rPr>
          <w:rFonts w:hint="cs"/>
          <w:rtl/>
        </w:rPr>
        <w:t>ے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سا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رتا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طاقتور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طاقتور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جاتا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نہیں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رتا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کمزور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عادل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ں؟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کس طرح عادل بنا سکتا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؟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مفاد پرست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علم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مفاد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عدالت کو مد نظر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اس وقت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 مقابل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</w:t>
      </w:r>
      <w:r>
        <w:rPr>
          <w:rFonts w:hint="eastAsia"/>
          <w:rtl/>
        </w:rPr>
        <w:t>من</w:t>
      </w:r>
      <w:r w:rsidRPr="004D70B9">
        <w:rPr>
          <w:rFonts w:hint="cs"/>
          <w:rtl/>
        </w:rPr>
        <w:t>ے</w:t>
      </w:r>
      <w:r>
        <w:rPr>
          <w:rtl/>
        </w:rPr>
        <w:t xml:space="preserve"> خود کو طاقتور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خود کو مد مقابل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طاقتور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تو کس طرح عادل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سکتا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ں؟ 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ذا راسل کا فسلف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دوست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تقاضوں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تر طاقتور لوگوں کو جواز فر</w:t>
      </w:r>
      <w:r w:rsidR="00ED61E8" w:rsidRPr="00AE7C21">
        <w:rPr>
          <w:rFonts w:hint="cs"/>
          <w:rtl/>
        </w:rPr>
        <w:t>اہم</w:t>
      </w:r>
      <w:r w:rsidRPr="00AE7C21">
        <w:rPr>
          <w:rFonts w:hint="cs"/>
          <w:rtl/>
        </w:rPr>
        <w:t xml:space="preserve"> کرتا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جتنا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بوں،</w:t>
      </w:r>
      <w:r>
        <w:rPr>
          <w:rtl/>
        </w:rPr>
        <w:t xml:space="preserve"> مظلوموں پ</w:t>
      </w:r>
      <w:r>
        <w:rPr>
          <w:rFonts w:hint="eastAsia"/>
          <w:rtl/>
        </w:rPr>
        <w:t>ر</w:t>
      </w:r>
      <w:r>
        <w:rPr>
          <w:rtl/>
        </w:rPr>
        <w:t xml:space="preserve"> ظلم کرسکت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90" w:name="_Toc508875443"/>
      <w:r>
        <w:rPr>
          <w:rFonts w:hint="eastAsia"/>
          <w:rtl/>
        </w:rPr>
        <w:t>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90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C3449B">
        <w:rPr>
          <w:rtl/>
        </w:rPr>
        <w:t xml:space="preserve"> گروہوں 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جو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عمل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انسان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نہیں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انسان عدالت کو برقرار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سکتا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کام انسان کا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انسان ک</w:t>
      </w:r>
      <w:r>
        <w:rPr>
          <w:rFonts w:hint="cs"/>
          <w:rtl/>
        </w:rPr>
        <w:t>ی</w:t>
      </w:r>
      <w:r>
        <w:rPr>
          <w:rtl/>
        </w:rPr>
        <w:t xml:space="preserve"> اس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دل و جان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آرزو رک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علم و دانش انسان کو عدالت ک</w:t>
      </w:r>
      <w:r>
        <w:rPr>
          <w:rFonts w:hint="cs"/>
          <w:rtl/>
        </w:rPr>
        <w:t>ی</w:t>
      </w:r>
      <w:r>
        <w:rPr>
          <w:rtl/>
        </w:rPr>
        <w:t xml:space="preserve"> جستجو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عدالت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ھے</w:t>
      </w:r>
      <w:r w:rsidR="005A655B">
        <w:rPr>
          <w:rtl/>
        </w:rPr>
        <w:t xml:space="preserve"> نہیں </w:t>
      </w:r>
      <w:r>
        <w:rPr>
          <w:rtl/>
        </w:rPr>
        <w:t>دو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آپ عدالت کو تلاش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سراسر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سر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عدالت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طالب</w:t>
      </w:r>
      <w:r w:rsidR="005A655B" w:rsidRPr="00AE7C21">
        <w:rPr>
          <w:rFonts w:hint="cs"/>
          <w:rtl/>
        </w:rPr>
        <w:t xml:space="preserve"> نہیں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تم سوچت</w:t>
      </w:r>
      <w:r w:rsidRPr="004D70B9">
        <w:rPr>
          <w:rFonts w:hint="cs"/>
          <w:rtl/>
        </w:rPr>
        <w:t>ے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عقل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تم</w:t>
      </w:r>
      <w:r w:rsidR="00EC330E">
        <w:rPr>
          <w:rFonts w:hint="cs"/>
          <w:rtl/>
        </w:rPr>
        <w:t>ہار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ول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حالات انسان کو خود بخود عدالت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معاش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کو آگ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ات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سو شلزم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عدالت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اگر </w:t>
      </w:r>
      <w:r w:rsidR="005513FA" w:rsidRPr="00AE7C21">
        <w:rPr>
          <w:rFonts w:hint="cs"/>
          <w:rtl/>
        </w:rPr>
        <w:t>چاہیں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5513FA" w:rsidRPr="00AE7C21">
        <w:rPr>
          <w:rFonts w:hint="cs"/>
          <w:rtl/>
        </w:rPr>
        <w:t>چاہیں</w:t>
      </w:r>
      <w:r>
        <w:rPr>
          <w:rtl/>
        </w:rPr>
        <w:t xml:space="preserve"> عدالت کو نافذ</w:t>
      </w:r>
      <w:r w:rsidR="005A655B">
        <w:rPr>
          <w:rtl/>
        </w:rPr>
        <w:t xml:space="preserve"> نہیں </w:t>
      </w:r>
      <w:r>
        <w:rPr>
          <w:rtl/>
        </w:rPr>
        <w:t>کرسکت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عقل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</w:t>
      </w:r>
      <w:r>
        <w:rPr>
          <w:rtl/>
        </w:rPr>
        <w:t>عدالت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ل</w:t>
      </w:r>
      <w:r w:rsidRPr="004D70B9">
        <w:rPr>
          <w:rFonts w:hint="cs"/>
          <w:rtl/>
        </w:rPr>
        <w:t>ے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ضرورت کا احساس دلائ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91" w:name="_Toc508875444"/>
      <w:r>
        <w:rPr>
          <w:rFonts w:hint="eastAsia"/>
          <w:rtl/>
        </w:rPr>
        <w:t>اسلام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91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انسان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جو لوگ عدالت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 w:rsidR="005A655B">
        <w:rPr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تک منزل ارتقاء تک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اگر انسان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پر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والا اچ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انسان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پت عدالت کو</w:t>
      </w:r>
      <w:r w:rsidR="000E44EB">
        <w:rPr>
          <w:rtl/>
        </w:rPr>
        <w:t xml:space="preserve"> ہی </w:t>
      </w:r>
      <w:r>
        <w:rPr>
          <w:rtl/>
        </w:rPr>
        <w:t>پسند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گا، جس طرح انسان خوبصو</w:t>
      </w:r>
      <w:r>
        <w:rPr>
          <w:rFonts w:hint="eastAsia"/>
          <w:rtl/>
        </w:rPr>
        <w:t>رت</w:t>
      </w:r>
      <w:r>
        <w:rPr>
          <w:rtl/>
        </w:rPr>
        <w:t xml:space="preserve"> اور عمد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پسند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مسلمان مفادات ک</w:t>
      </w:r>
      <w:r>
        <w:rPr>
          <w:rFonts w:hint="cs"/>
          <w:rtl/>
        </w:rPr>
        <w:t>ی</w:t>
      </w:r>
      <w:r>
        <w:rPr>
          <w:rtl/>
        </w:rPr>
        <w:t xml:space="preserve"> خاطر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پسند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پسند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مسلمانوں کو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پر تن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تا</w:t>
      </w:r>
      <w:r w:rsidRPr="004D70B9">
        <w:rPr>
          <w:rFonts w:hint="cs"/>
          <w:rtl/>
        </w:rPr>
        <w:t>۔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افراد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211648">
        <w:rPr>
          <w:rtl/>
        </w:rPr>
        <w:t xml:space="preserve"> ہوئے </w:t>
      </w:r>
      <w:r w:rsidR="005A655B" w:rsidRPr="00AE7C21">
        <w:rPr>
          <w:rFonts w:hint="cs"/>
          <w:rtl/>
        </w:rPr>
        <w:t xml:space="preserve">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خود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عادل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اور عدالت کو پسند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منفعت کو ذرا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کو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چ</w:t>
      </w:r>
      <w:r w:rsidR="00EF6DD1">
        <w:rPr>
          <w:rtl/>
        </w:rPr>
        <w:t xml:space="preserve">اہتے 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اور عدالت ک</w:t>
      </w:r>
      <w:r>
        <w:rPr>
          <w:rFonts w:hint="cs"/>
          <w:rtl/>
        </w:rPr>
        <w:t>ی</w:t>
      </w:r>
      <w:r>
        <w:rPr>
          <w:rtl/>
        </w:rPr>
        <w:t xml:space="preserve"> خاطر اپن</w:t>
      </w:r>
      <w:r>
        <w:rPr>
          <w:rFonts w:hint="cs"/>
          <w:rtl/>
        </w:rPr>
        <w:t>ی</w:t>
      </w:r>
      <w:r>
        <w:rPr>
          <w:rtl/>
        </w:rPr>
        <w:t xml:space="preserve"> جانوں کا نذران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لوگ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مثال انسان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المقدور بن</w:t>
      </w:r>
      <w:r>
        <w:rPr>
          <w:rFonts w:hint="cs"/>
          <w:rtl/>
        </w:rPr>
        <w:t>ی</w:t>
      </w:r>
      <w:r>
        <w:rPr>
          <w:rtl/>
        </w:rPr>
        <w:t xml:space="preserve"> نوع انسان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ھے</w:t>
      </w:r>
      <w:r>
        <w:rPr>
          <w:rtl/>
        </w:rPr>
        <w:t xml:space="preserve"> راست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چلن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اگر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کردار ادا</w:t>
      </w:r>
      <w:r w:rsidR="005A655B">
        <w:rPr>
          <w:rtl/>
        </w:rPr>
        <w:t xml:space="preserve"> نہیں </w:t>
      </w:r>
      <w:r>
        <w:rPr>
          <w:rtl/>
        </w:rPr>
        <w:t>کرسکت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کم از کم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نقش قدم پر چلت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عادلان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نظام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وار تو کر سکت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ک ود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آپ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فقط انسان کامل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نوع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نمون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عمل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آپ ک</w:t>
      </w:r>
      <w:r>
        <w:rPr>
          <w:rFonts w:hint="cs"/>
          <w:rtl/>
        </w:rPr>
        <w:t>ی</w:t>
      </w:r>
      <w:r>
        <w:rPr>
          <w:rtl/>
        </w:rPr>
        <w:t xml:space="preserve"> محبت کا دم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کردار و گفتار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انم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نقوش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ڑے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طبق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حد</w:t>
      </w:r>
      <w:r>
        <w:rPr>
          <w:rtl/>
        </w:rPr>
        <w:t xml:space="preserve"> پسند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خواہش </w:t>
      </w:r>
      <w:r w:rsidRPr="00AE7C21">
        <w:rPr>
          <w:rFonts w:hint="cs"/>
          <w:rtl/>
        </w:rPr>
        <w:t>عدالت کا نفاذ و اجراء</w:t>
      </w:r>
      <w:r w:rsidR="000E44EB" w:rsidRPr="00AE7C21">
        <w:rPr>
          <w:rFonts w:hint="cs"/>
          <w:rtl/>
        </w:rPr>
        <w:t xml:space="preserve"> ہی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جذب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کار فرما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دور مبارک مشکلات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بالکل</w:t>
      </w:r>
      <w:r w:rsidR="000E44EB">
        <w:rPr>
          <w:rtl/>
        </w:rPr>
        <w:t xml:space="preserve"> ہی </w:t>
      </w:r>
      <w:r>
        <w:rPr>
          <w:rtl/>
        </w:rPr>
        <w:t>غلط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کا دور حکومت عمل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غرض ک</w:t>
      </w:r>
      <w:r w:rsidRPr="004D70B9">
        <w:rPr>
          <w:rFonts w:hint="cs"/>
          <w:rtl/>
        </w:rPr>
        <w:t>ہ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اور خوشحال کا دور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عدالت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عروج کو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</w:t>
      </w:r>
      <w:r>
        <w:rPr>
          <w:rFonts w:hint="eastAsia"/>
          <w:rtl/>
        </w:rPr>
        <w:t>م</w:t>
      </w:r>
      <w:r>
        <w:rPr>
          <w:rtl/>
        </w:rPr>
        <w:t xml:space="preserve"> جو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تک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حضرت حجت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کو عدل مک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جب قائم آل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تو رحمتوں اور برکتوں ک</w:t>
      </w:r>
      <w:r>
        <w:rPr>
          <w:rFonts w:hint="cs"/>
          <w:rtl/>
        </w:rPr>
        <w:t>ی</w:t>
      </w:r>
      <w:r>
        <w:rPr>
          <w:rtl/>
        </w:rPr>
        <w:t xml:space="preserve"> بارش برس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 حد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قوت فکر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اضاف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>
        <w:rPr>
          <w:rtl/>
        </w:rPr>
        <w:t>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>
        <w:rPr>
          <w:rFonts w:hint="eastAsia"/>
          <w:rtl/>
        </w:rPr>
        <w:t>ات</w:t>
      </w:r>
      <w:r w:rsidRPr="004D70B9">
        <w:rPr>
          <w:rFonts w:hint="cs"/>
          <w:rtl/>
        </w:rPr>
        <w:t>ھ</w:t>
      </w:r>
      <w:r>
        <w:rPr>
          <w:rtl/>
        </w:rPr>
        <w:t xml:space="preserve"> قوت عمل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طور پر ب</w:t>
      </w:r>
      <w:r w:rsidRPr="004D70B9">
        <w:rPr>
          <w:rFonts w:hint="cs"/>
          <w:rtl/>
        </w:rPr>
        <w:t>ڑھے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گوسفند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رقابت بالکل ختم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صلح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آرام و سکون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اب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کونس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</w:t>
      </w:r>
      <w:r>
        <w:rPr>
          <w:rtl/>
        </w:rPr>
        <w:t xml:space="preserve"> جنگلوں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رہنے </w:t>
      </w:r>
      <w:r w:rsidRPr="00AE7C21">
        <w:rPr>
          <w:rFonts w:hint="cs"/>
          <w:rtl/>
        </w:rPr>
        <w:t>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خونخوا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دراصل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طرح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خونخوار جانور اپنا وحش</w:t>
      </w:r>
      <w:r>
        <w:rPr>
          <w:rFonts w:hint="cs"/>
          <w:rtl/>
        </w:rPr>
        <w:t>ی</w:t>
      </w:r>
      <w:r>
        <w:rPr>
          <w:rtl/>
        </w:rPr>
        <w:t xml:space="preserve"> پن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ظلم و ستم کا مکمل خاتم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آت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عمر مبارک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اب تک زند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آپ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اور آپ کب تک زند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؟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2F0B69">
      <w:pPr>
        <w:pStyle w:val="Heading2Center"/>
        <w:rPr>
          <w:rtl/>
        </w:rPr>
      </w:pPr>
      <w:bookmarkStart w:id="92" w:name="_Toc508875445"/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 w:rsidRPr="005132F6">
        <w:rPr>
          <w:rFonts w:hint="cs"/>
          <w:rtl/>
        </w:rPr>
        <w:t>ہ (عج)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کا 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5132F6">
        <w:rPr>
          <w:rFonts w:hint="cs"/>
          <w:rtl/>
        </w:rPr>
        <w:t>؟</w:t>
      </w:r>
      <w:bookmarkEnd w:id="92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تعجب کا اظ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 جات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زار دو سو سال کس طرح زند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سکتا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 xml:space="preserve">؟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تو قانون فطرت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ان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اب تک جتن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 w:rsidR="00211648">
        <w:rPr>
          <w:rtl/>
        </w:rPr>
        <w:t xml:space="preserve"> ہوئے </w:t>
      </w:r>
      <w:r w:rsidR="005A655B" w:rsidRPr="00AE7C21">
        <w:rPr>
          <w:rFonts w:hint="cs"/>
          <w:rtl/>
        </w:rPr>
        <w:t xml:space="preserve">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فطرت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</w:t>
      </w:r>
      <w:r w:rsidR="005A655B">
        <w:rPr>
          <w:rtl/>
        </w:rPr>
        <w:t xml:space="preserve"> ہیں </w:t>
      </w:r>
      <w:r>
        <w:rPr>
          <w:rtl/>
        </w:rPr>
        <w:t>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آج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مبن</w:t>
      </w:r>
      <w:r>
        <w:rPr>
          <w:rFonts w:hint="cs"/>
          <w:rtl/>
        </w:rPr>
        <w:t>ی</w:t>
      </w:r>
      <w:r>
        <w:rPr>
          <w:rtl/>
        </w:rPr>
        <w:t xml:space="preserve">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تر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معمولات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کا وجود علومطبع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مطابق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؟ انسان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جو قدم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کونس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طبع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مطابق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ا؟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رو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جاندار س</w:t>
      </w:r>
      <w:r w:rsidRPr="004D70B9">
        <w:rPr>
          <w:rFonts w:hint="cs"/>
          <w:rtl/>
        </w:rPr>
        <w:t>ے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جاندار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211648">
        <w:rPr>
          <w:rtl/>
        </w:rPr>
        <w:t xml:space="preserve"> ہوتا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جاندار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جاندار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سائنس اس کا اب تک جواب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جاندار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روئ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کس ط</w:t>
      </w:r>
      <w:r>
        <w:rPr>
          <w:rFonts w:hint="eastAsia"/>
          <w:rtl/>
        </w:rPr>
        <w:t>رح</w:t>
      </w:r>
      <w:r>
        <w:rPr>
          <w:rtl/>
        </w:rPr>
        <w:t xml:space="preserve"> قدم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ا؟پ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دو انسانوں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آگ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ا؟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عمل شروع</w:t>
      </w:r>
      <w:r w:rsidR="000E44EB">
        <w:rPr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بناتات اور دوسرا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نباتات کا سلسل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خلقت اور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کا اور بعض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ضد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اس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اور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اس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درخت پود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جاندار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کا ماحول کو صحت مند اور پرفضا بنان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کردار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آج تک سائنس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بتا سک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سلسل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کب اور کس طرح شروع</w:t>
      </w:r>
      <w:r w:rsidR="005A655B" w:rsidRPr="00AE7C21">
        <w:rPr>
          <w:rFonts w:hint="cs"/>
          <w:rtl/>
        </w:rPr>
        <w:t xml:space="preserve"> ہوا 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جس طرح سائنس انسان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اس طرح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نباتات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سرگرداں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بعد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</w:t>
      </w:r>
      <w:r>
        <w:rPr>
          <w:rFonts w:hint="eastAsia"/>
          <w:rtl/>
        </w:rPr>
        <w:t>راحل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متعلق تو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حد تک معلومات حاصل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tl/>
        </w:rPr>
        <w:t>آغاز ک</w:t>
      </w:r>
      <w:r>
        <w:rPr>
          <w:rFonts w:hint="cs"/>
          <w:rtl/>
        </w:rPr>
        <w:t>ی</w:t>
      </w:r>
      <w:r>
        <w:rPr>
          <w:rtl/>
        </w:rPr>
        <w:t xml:space="preserve"> بابت سائنسدان آج تک کوئ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نکال سک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انسان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کائنات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راز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تک پور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کر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آسکا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قوت مش</w:t>
      </w:r>
      <w:r w:rsidR="00851B2F">
        <w:rPr>
          <w:rtl/>
        </w:rPr>
        <w:t>اہ</w:t>
      </w:r>
      <w:r w:rsidRPr="00AE7C21">
        <w:rPr>
          <w:rFonts w:hint="cs"/>
          <w:rtl/>
        </w:rPr>
        <w:t>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شعور اور قوت گو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محسوسات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قدرت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 w:rsidR="00851B2F">
        <w:rPr>
          <w:rtl/>
        </w:rPr>
        <w:t>اہ</w:t>
      </w:r>
      <w:r w:rsidRPr="00AE7C21">
        <w:rPr>
          <w:rFonts w:hint="cs"/>
          <w:rtl/>
        </w:rPr>
        <w:t>کار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جو انسان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 کر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امور ک</w:t>
      </w:r>
      <w:r>
        <w:rPr>
          <w:rFonts w:hint="cs"/>
          <w:rtl/>
        </w:rPr>
        <w:t>ی</w:t>
      </w:r>
      <w:r>
        <w:rPr>
          <w:rtl/>
        </w:rPr>
        <w:t xml:space="preserve"> نشاند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5513FA">
        <w:rPr>
          <w:rtl/>
        </w:rPr>
        <w:t xml:space="preserve"> رہی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زار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سال تک زند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رہنے </w:t>
      </w:r>
      <w:r w:rsidRPr="00AE7C21">
        <w:rPr>
          <w:rFonts w:hint="cs"/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؟ 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اور قدرت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قانون فطرت تو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 xml:space="preserve">جو </w:t>
      </w:r>
      <w:r w:rsidRPr="00AE7C21">
        <w:rPr>
          <w:rFonts w:hint="cs"/>
          <w:rtl/>
        </w:rPr>
        <w:lastRenderedPageBreak/>
        <w:t>انسان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بروئ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لا کر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C3449B" w:rsidRPr="00AE7C21">
        <w:rPr>
          <w:rFonts w:hint="cs"/>
          <w:rtl/>
        </w:rPr>
        <w:t>رہا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آج انسان نئ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لا </w:t>
      </w:r>
      <w:r w:rsidR="00C3449B" w:rsidRPr="00AE7C21">
        <w:rPr>
          <w:rFonts w:hint="cs"/>
          <w:rtl/>
        </w:rPr>
        <w:t>رہا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جدتوں، ندرتوں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برنگ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چک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سلسل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پان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فارمول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</w:t>
      </w:r>
      <w:r w:rsidR="00EC330E" w:rsidRPr="00AE7C21">
        <w:rPr>
          <w:rFonts w:hint="cs"/>
          <w:rtl/>
        </w:rPr>
        <w:t>رہے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سکتا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قانون فطرت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سال، پچاس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سو سال 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ا پانچ سو سال زند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EC330E" w:rsidRPr="00AE7C21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سکتا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کا راز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قدرت نمائ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معجزات لوگوں کو دک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لا</w:t>
      </w:r>
      <w:r>
        <w:rPr>
          <w:rtl/>
        </w:rPr>
        <w:t>تا 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اس کانون فطرت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موازن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کر سکت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</w:t>
      </w:r>
      <w:r w:rsidR="000E44EB">
        <w:rPr>
          <w:rtl/>
        </w:rPr>
        <w:t xml:space="preserve"> ہی </w:t>
      </w:r>
      <w:r>
        <w:rPr>
          <w:rtl/>
        </w:rPr>
        <w:t>جان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موضوع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و تمح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نعوذ بالل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</w:t>
      </w:r>
      <w:r>
        <w:rPr>
          <w:rtl/>
        </w:rPr>
        <w:t xml:space="preserve"> اور اس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چشم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اور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شعور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آباد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اور اپن</w:t>
      </w:r>
      <w:r>
        <w:rPr>
          <w:rFonts w:hint="cs"/>
          <w:rtl/>
        </w:rPr>
        <w:t>ی</w:t>
      </w:r>
      <w:r>
        <w:rPr>
          <w:rtl/>
        </w:rPr>
        <w:t xml:space="preserve"> فکر کو محدود ماحول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نکال کر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فضاؤں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علم و حکمت، فکر و نظر، عقل و شعور غرض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شعبوں م</w:t>
      </w:r>
      <w:r>
        <w:rPr>
          <w:rFonts w:hint="cs"/>
          <w:rtl/>
        </w:rPr>
        <w:t>ی</w:t>
      </w:r>
      <w:r>
        <w:rPr>
          <w:rtl/>
        </w:rPr>
        <w:t>ں ترق</w:t>
      </w:r>
      <w:r>
        <w:rPr>
          <w:rFonts w:hint="cs"/>
          <w:rtl/>
        </w:rPr>
        <w:t>ی</w:t>
      </w:r>
      <w:r>
        <w:rPr>
          <w:rtl/>
        </w:rPr>
        <w:t xml:space="preserve"> کر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 سک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چ</w:t>
      </w:r>
      <w:r w:rsidR="00EF6DD1">
        <w:rPr>
          <w:rtl/>
        </w:rPr>
        <w:t xml:space="preserve">اہتے 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صرف اور صرف توج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در کار</w:t>
      </w:r>
      <w:r w:rsidR="005A655B" w:rsidRPr="00AE7C21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93" w:name="_Toc508875446"/>
      <w:r>
        <w:rPr>
          <w:rFonts w:hint="eastAsia"/>
          <w:rtl/>
        </w:rPr>
        <w:t>حضرت</w:t>
      </w:r>
      <w:r>
        <w:rPr>
          <w:rtl/>
        </w:rPr>
        <w:t xml:space="preserve"> امام م</w:t>
      </w:r>
      <w:r w:rsidRPr="005132F6">
        <w:rPr>
          <w:rFonts w:hint="cs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(عج) ک</w:t>
      </w:r>
      <w:r w:rsidRPr="005132F6">
        <w:rPr>
          <w:rFonts w:hint="cs"/>
          <w:rtl/>
        </w:rPr>
        <w:t>ے دور حکومت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93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علماء و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اتفاق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 آل وسلم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Fonts w:hint="eastAsia"/>
          <w:rtl/>
        </w:rPr>
        <w:t>لو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بق</w:t>
      </w:r>
      <w:r>
        <w:rPr>
          <w:rtl/>
        </w:rPr>
        <w:t xml:space="preserve"> من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الا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واحد لطول 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ذلک الی</w:t>
      </w:r>
      <w:r>
        <w:rPr>
          <w:rFonts w:hint="eastAsia"/>
          <w:rtl/>
        </w:rPr>
        <w:t>وم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خرج</w:t>
      </w:r>
      <w:r>
        <w:rPr>
          <w:rtl/>
        </w:rPr>
        <w:t xml:space="preserve"> رجل من ولد</w:t>
      </w:r>
      <w:r>
        <w:rPr>
          <w:rFonts w:hint="cs"/>
          <w:rtl/>
        </w:rPr>
        <w:t>ی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وقت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تو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 کو اتنا طولان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قائم آل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حتم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تو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</w:t>
      </w:r>
      <w:r w:rsidR="00851B2F">
        <w:rPr>
          <w:rtl/>
        </w:rPr>
        <w:t>اہ</w:t>
      </w:r>
      <w:r w:rsidRPr="00AE7C21">
        <w:rPr>
          <w:rFonts w:hint="cs"/>
          <w:rtl/>
        </w:rPr>
        <w:t>لسنت اور</w:t>
      </w:r>
      <w:r w:rsidR="005A655B" w:rsidRPr="00AE7C21">
        <w:rPr>
          <w:rFonts w:hint="cs"/>
          <w:rtl/>
        </w:rPr>
        <w:t xml:space="preserve"> اہل </w:t>
      </w:r>
      <w:r w:rsidRPr="00AE7C21">
        <w:rPr>
          <w:rFonts w:hint="cs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دونوں فرقوں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متفق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5A655B" w:rsidP="00827A66">
      <w:pPr>
        <w:pStyle w:val="libNormal"/>
        <w:rPr>
          <w:rtl/>
        </w:rPr>
      </w:pPr>
      <w:r w:rsidRPr="004D70B9">
        <w:rPr>
          <w:rFonts w:hint="cs"/>
          <w:rtl/>
        </w:rPr>
        <w:t>ہمارے</w:t>
      </w:r>
      <w:r w:rsidR="00827A66">
        <w:rPr>
          <w:rtl/>
        </w:rPr>
        <w:t xml:space="preserve"> بعض احباب جب د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ت</w:t>
      </w:r>
      <w:r w:rsidR="00827A66" w:rsidRPr="004D70B9">
        <w:rPr>
          <w:rFonts w:hint="cs"/>
          <w:rtl/>
        </w:rPr>
        <w:t>ے</w:t>
      </w:r>
      <w:r>
        <w:rPr>
          <w:rtl/>
        </w:rPr>
        <w:t xml:space="preserve"> ہیں </w:t>
      </w:r>
      <w:r w:rsidR="00827A66">
        <w:rPr>
          <w:rtl/>
        </w:rPr>
        <w:t>ک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حجاز س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آئ</w:t>
      </w:r>
      <w:r w:rsidR="00827A66"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4D70B9">
        <w:rPr>
          <w:rFonts w:hint="cs"/>
          <w:rtl/>
        </w:rPr>
        <w:t>ہمارے</w:t>
      </w:r>
      <w:r w:rsidR="00827A66" w:rsidRPr="00AE7C21">
        <w:rPr>
          <w:rFonts w:hint="cs"/>
          <w:rtl/>
        </w:rPr>
        <w:t xml:space="preserve"> م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مانان گرام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جناب ش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خ</w:t>
      </w:r>
      <w:r w:rsidR="00827A66">
        <w:rPr>
          <w:rtl/>
        </w:rPr>
        <w:t xml:space="preserve"> خل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ل</w:t>
      </w:r>
      <w:r w:rsidR="00827A66">
        <w:rPr>
          <w:rtl/>
        </w:rPr>
        <w:t xml:space="preserve"> الرحمن</w:t>
      </w:r>
      <w:r w:rsidR="00851B2F">
        <w:rPr>
          <w:rtl/>
        </w:rPr>
        <w:t xml:space="preserve"> ہم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ش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امام زمان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بار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م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گفتگو کرت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</w:t>
      </w:r>
      <w:r w:rsidR="00BF209D" w:rsidRPr="00AE7C21">
        <w:rPr>
          <w:rFonts w:hint="cs"/>
          <w:rtl/>
        </w:rPr>
        <w:t>رہتے</w:t>
      </w:r>
      <w:r w:rsidRPr="00AE7C21">
        <w:rPr>
          <w:rFonts w:hint="cs"/>
          <w:rtl/>
        </w:rPr>
        <w:t xml:space="preserve"> ہیں </w:t>
      </w:r>
      <w:r w:rsidR="00827A66">
        <w:rPr>
          <w:rtl/>
        </w:rPr>
        <w:t xml:space="preserve">تو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لوگ تعجب کرت</w:t>
      </w:r>
      <w:r w:rsidR="00827A66"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ہیں </w:t>
      </w:r>
      <w:r w:rsidR="00827A66">
        <w:rPr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ش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ع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ب</w:t>
      </w:r>
      <w:r w:rsidR="00827A66" w:rsidRPr="004D70B9">
        <w:rPr>
          <w:rFonts w:hint="cs"/>
          <w:rtl/>
        </w:rPr>
        <w:t>ھ</w:t>
      </w:r>
      <w:r w:rsidR="00827A66">
        <w:rPr>
          <w:rFonts w:hint="cs"/>
          <w:rtl/>
        </w:rPr>
        <w:t>ی</w:t>
      </w:r>
      <w:r>
        <w:rPr>
          <w:rtl/>
        </w:rPr>
        <w:t xml:space="preserve"> نہیں ہیں </w:t>
      </w:r>
      <w:r w:rsidR="00827A66">
        <w:rPr>
          <w:rtl/>
        </w:rPr>
        <w:t>ل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کن</w:t>
      </w:r>
      <w:r w:rsidR="00827A66">
        <w:rPr>
          <w:rtl/>
        </w:rPr>
        <w:t xml:space="preserve"> امام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ظ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ور ک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بات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کر</w:t>
      </w:r>
      <w:r>
        <w:rPr>
          <w:rtl/>
        </w:rPr>
        <w:t xml:space="preserve"> رہے</w:t>
      </w:r>
      <w:r w:rsidR="005513FA">
        <w:rPr>
          <w:rtl/>
        </w:rPr>
        <w:t xml:space="preserve"> ہیں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واقعت</w:t>
      </w:r>
      <w:r w:rsidR="00827A66">
        <w:rPr>
          <w:rFonts w:hint="eastAsia"/>
          <w:rtl/>
        </w:rPr>
        <w:t>اً</w:t>
      </w:r>
      <w:r w:rsidR="00827A66">
        <w:rPr>
          <w:rtl/>
        </w:rPr>
        <w:t xml:space="preserve">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حضرات امام زمان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</w:t>
      </w:r>
      <w:r w:rsidR="00BF209D" w:rsidRPr="00BF209D">
        <w:rPr>
          <w:rStyle w:val="libAlaemChar"/>
          <w:rFonts w:hint="cs"/>
          <w:rtl/>
        </w:rPr>
        <w:t xml:space="preserve"> عليه‌السلام </w:t>
      </w:r>
      <w:r w:rsidR="00827A66" w:rsidRPr="00AE7C21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ظ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ور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منتظر</w:t>
      </w:r>
      <w:r w:rsidR="005513FA" w:rsidRPr="00AE7C21">
        <w:rPr>
          <w:rFonts w:hint="cs"/>
          <w:rtl/>
        </w:rPr>
        <w:t xml:space="preserve"> ہیں</w:t>
      </w:r>
      <w:r w:rsidR="00827A66" w:rsidRPr="004D70B9">
        <w:rPr>
          <w:rFonts w:hint="cs"/>
          <w:rtl/>
        </w:rPr>
        <w:t>۔</w:t>
      </w:r>
      <w:r w:rsidR="00827A66" w:rsidRPr="00AE7C21">
        <w:rPr>
          <w:rFonts w:hint="cs"/>
          <w:rtl/>
        </w:rPr>
        <w:t xml:space="preserve"> دراصل 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بات کس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فرق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ک</w:t>
      </w:r>
      <w:r w:rsidR="00827A66" w:rsidRPr="004D70B9">
        <w:rPr>
          <w:rFonts w:hint="cs"/>
          <w:rtl/>
        </w:rPr>
        <w:t>ے</w:t>
      </w:r>
      <w:r w:rsidR="00827A66" w:rsidRPr="00AE7C21">
        <w:rPr>
          <w:rFonts w:hint="cs"/>
          <w:rtl/>
        </w:rPr>
        <w:t xml:space="preserve"> سات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 xml:space="preserve"> خاص</w:t>
      </w:r>
      <w:r w:rsidRPr="00AE7C21">
        <w:rPr>
          <w:rFonts w:hint="cs"/>
          <w:rtl/>
        </w:rPr>
        <w:t xml:space="preserve"> نہیں </w:t>
      </w:r>
      <w:r>
        <w:rPr>
          <w:rtl/>
        </w:rPr>
        <w:t xml:space="preserve">ہے </w:t>
      </w:r>
      <w:r w:rsidR="00827A66" w:rsidRPr="00AE7C21">
        <w:rPr>
          <w:rFonts w:hint="cs"/>
          <w:rtl/>
        </w:rPr>
        <w:t>بلک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تمام مسلمانوں کا اس پر اتفاق</w:t>
      </w:r>
      <w:r w:rsidRPr="00AE7C21">
        <w:rPr>
          <w:rFonts w:hint="cs"/>
          <w:rtl/>
        </w:rPr>
        <w:t xml:space="preserve"> ہے </w:t>
      </w:r>
      <w:r w:rsidR="00827A66" w:rsidRPr="00AE7C21">
        <w:rPr>
          <w:rFonts w:hint="cs"/>
          <w:rtl/>
        </w:rPr>
        <w:t>ک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امام م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د</w:t>
      </w:r>
      <w:r w:rsidR="00827A66">
        <w:rPr>
          <w:rFonts w:hint="cs"/>
          <w:rtl/>
        </w:rPr>
        <w:t>ی</w:t>
      </w:r>
      <w:r w:rsidR="00827A66">
        <w:rPr>
          <w:rtl/>
        </w:rPr>
        <w:t xml:space="preserve"> عل</w:t>
      </w:r>
      <w:r w:rsidR="00827A66">
        <w:rPr>
          <w:rFonts w:hint="cs"/>
          <w:rtl/>
        </w:rPr>
        <w:t>ی</w:t>
      </w:r>
      <w:r w:rsidR="00827A66" w:rsidRPr="004D70B9">
        <w:rPr>
          <w:rFonts w:hint="cs"/>
          <w:rtl/>
        </w:rPr>
        <w:t>ہ</w:t>
      </w:r>
      <w:r w:rsidR="00827A66">
        <w:rPr>
          <w:rtl/>
        </w:rPr>
        <w:t xml:space="preserve"> السلام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ن</w:t>
      </w:r>
      <w:r w:rsidR="00827A66" w:rsidRPr="004D70B9">
        <w:rPr>
          <w:rFonts w:hint="cs"/>
          <w:rtl/>
        </w:rPr>
        <w:t>ہ</w:t>
      </w:r>
      <w:r w:rsidR="00827A66" w:rsidRPr="00AE7C21">
        <w:rPr>
          <w:rFonts w:hint="cs"/>
          <w:rtl/>
        </w:rPr>
        <w:t xml:space="preserve"> ا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ک</w:t>
      </w:r>
      <w:r w:rsidR="00827A66">
        <w:rPr>
          <w:rtl/>
        </w:rPr>
        <w:t xml:space="preserve"> دن ضرور ظ</w:t>
      </w:r>
      <w:r w:rsidR="00827A66" w:rsidRPr="004D70B9">
        <w:rPr>
          <w:rFonts w:hint="cs"/>
          <w:rtl/>
        </w:rPr>
        <w:t>ھ</w:t>
      </w:r>
      <w:r w:rsidR="00827A66" w:rsidRPr="00AE7C21">
        <w:rPr>
          <w:rFonts w:hint="cs"/>
          <w:rtl/>
        </w:rPr>
        <w:t>ور فرمائ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ں</w:t>
      </w:r>
      <w:r w:rsidR="00827A66">
        <w:rPr>
          <w:rtl/>
        </w:rPr>
        <w:t xml:space="preserve"> گ</w:t>
      </w:r>
      <w:r w:rsidR="00827A66" w:rsidRPr="004D70B9">
        <w:rPr>
          <w:rFonts w:hint="cs"/>
          <w:rtl/>
        </w:rPr>
        <w:t>ے۔</w:t>
      </w:r>
      <w:r w:rsidR="00827A66"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 آل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</w:t>
      </w:r>
      <w:r>
        <w:rPr>
          <w:rtl/>
        </w:rPr>
        <w:t>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حکومت کو انسان</w:t>
      </w:r>
      <w:r>
        <w:rPr>
          <w:rFonts w:hint="cs"/>
          <w:rtl/>
        </w:rPr>
        <w:t>ی</w:t>
      </w:r>
      <w:r>
        <w:rPr>
          <w:rtl/>
        </w:rPr>
        <w:t xml:space="preserve"> ارتقاء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تبصر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فرمات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lastRenderedPageBreak/>
        <w:t>"الم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دی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بعث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اختلاف من الناس والزلازل"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لوگوں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اختلافات اور زلزل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ان زلزلوں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مراد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لوگوں پر خطرات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بادل من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"ف</w:t>
      </w:r>
      <w:r>
        <w:rPr>
          <w:rFonts w:hint="cs"/>
          <w:rtl/>
        </w:rPr>
        <w:t>ی</w:t>
      </w:r>
      <w:r>
        <w:rPr>
          <w:rFonts w:hint="eastAsia"/>
          <w:rtl/>
        </w:rPr>
        <w:t>ملاء</w:t>
      </w:r>
      <w:r>
        <w:rPr>
          <w:rtl/>
        </w:rPr>
        <w:t xml:space="preserve"> الارض قسطا و عدلاً کما ملئت ظلماً وجورا"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D70B9">
        <w:rPr>
          <w:rFonts w:hint="cs"/>
          <w:rtl/>
        </w:rPr>
        <w:t>ہ</w:t>
      </w:r>
      <w:r>
        <w:rPr>
          <w:rtl/>
        </w:rPr>
        <w:t xml:space="preserve"> ظلم و جور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چک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تو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وانصاف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رض</w:t>
      </w:r>
      <w:r>
        <w:rPr>
          <w:rFonts w:hint="cs"/>
          <w:rtl/>
        </w:rPr>
        <w:t>ی</w:t>
      </w:r>
      <w:r>
        <w:rPr>
          <w:rtl/>
        </w:rPr>
        <w:t xml:space="preserve"> عن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ساکن السماء و ساکن الارض"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خد</w:t>
      </w:r>
      <w:r>
        <w:rPr>
          <w:rtl/>
        </w:rPr>
        <w:t>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آسمان راض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مخلوق خدا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لوگ شکر خداوند</w:t>
      </w:r>
      <w:r>
        <w:rPr>
          <w:rFonts w:hint="cs"/>
          <w:rtl/>
        </w:rPr>
        <w:t>ی</w:t>
      </w:r>
      <w:r>
        <w:rPr>
          <w:rtl/>
        </w:rPr>
        <w:t xml:space="preserve"> بجالات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اب ظلم و ستم ختم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قسم</w:t>
      </w:r>
      <w:r>
        <w:rPr>
          <w:rtl/>
        </w:rPr>
        <w:t xml:space="preserve"> المال صحاحا"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و دولت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پوچ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؟آپ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عدل و انصاف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برابر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4D70B9">
      <w:pPr>
        <w:pStyle w:val="libNormal"/>
        <w:rPr>
          <w:rtl/>
        </w:rPr>
      </w:pPr>
      <w:r w:rsidRPr="00EF6DD1">
        <w:rPr>
          <w:rStyle w:val="libArabicChar"/>
          <w:rtl/>
        </w:rPr>
        <w:t xml:space="preserve">"و </w:t>
      </w:r>
      <w:r w:rsidRPr="00EF6DD1">
        <w:rPr>
          <w:rStyle w:val="libArabicChar"/>
          <w:rFonts w:hint="cs"/>
          <w:rtl/>
        </w:rPr>
        <w:t>ی</w:t>
      </w:r>
      <w:r w:rsidRPr="00EF6DD1">
        <w:rPr>
          <w:rStyle w:val="libArabicChar"/>
          <w:rFonts w:hint="eastAsia"/>
          <w:rtl/>
        </w:rPr>
        <w:t>ملا</w:t>
      </w:r>
      <w:r w:rsidRPr="00EF6DD1">
        <w:rPr>
          <w:rStyle w:val="libArabicChar"/>
          <w:rtl/>
        </w:rPr>
        <w:t xml:space="preserve"> الل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 xml:space="preserve"> قلوب ام</w:t>
      </w:r>
      <w:r w:rsidR="004D70B9" w:rsidRPr="004D70B9">
        <w:rPr>
          <w:rStyle w:val="libArabicChar"/>
          <w:rFonts w:hint="cs"/>
          <w:rtl/>
        </w:rPr>
        <w:t>ة</w:t>
      </w:r>
      <w:r w:rsidRPr="00EF6DD1">
        <w:rPr>
          <w:rStyle w:val="libArabicChar"/>
          <w:rtl/>
        </w:rPr>
        <w:t xml:space="preserve"> محمد غن</w:t>
      </w:r>
      <w:r w:rsidRPr="00EF6DD1">
        <w:rPr>
          <w:rStyle w:val="libArabicChar"/>
          <w:rFonts w:hint="cs"/>
          <w:rtl/>
        </w:rPr>
        <w:t>ی</w:t>
      </w:r>
      <w:r w:rsidRPr="00EF6DD1">
        <w:rPr>
          <w:rStyle w:val="libArabicChar"/>
          <w:rtl/>
        </w:rPr>
        <w:t xml:space="preserve"> و </w:t>
      </w:r>
      <w:r w:rsidRPr="00EF6DD1">
        <w:rPr>
          <w:rStyle w:val="libArabicChar"/>
          <w:rFonts w:hint="cs"/>
          <w:rtl/>
        </w:rPr>
        <w:t>ی</w:t>
      </w:r>
      <w:r w:rsidRPr="00EF6DD1">
        <w:rPr>
          <w:rStyle w:val="libArabicChar"/>
          <w:rFonts w:hint="eastAsia"/>
          <w:rtl/>
        </w:rPr>
        <w:t>سع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>م</w:t>
      </w:r>
      <w:r w:rsidRPr="00EF6DD1">
        <w:rPr>
          <w:rStyle w:val="libArabicChar"/>
          <w:rtl/>
        </w:rPr>
        <w:t xml:space="preserve"> عدل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 xml:space="preserve">"    </w:t>
      </w:r>
      <w:r w:rsidRPr="00AE7C21">
        <w:rPr>
          <w:rFonts w:hint="cs"/>
          <w:rtl/>
        </w:rPr>
        <w:t xml:space="preserve"> </w:t>
      </w:r>
      <w:r w:rsidR="0030292A" w:rsidRPr="00B0371A">
        <w:rPr>
          <w:rStyle w:val="libFootnotenumChar"/>
          <w:rFonts w:hint="cs"/>
          <w:rtl/>
        </w:rPr>
        <w:t>(35)</w:t>
      </w:r>
      <w:r w:rsidRPr="00B0371A">
        <w:rPr>
          <w:rStyle w:val="libFootnotenumChar"/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امت اسلام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دلوں کو غن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آسائشوں اور الآئشوں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tl/>
        </w:rPr>
        <w:t xml:space="preserve"> وسائل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غربت و افلاس کا مکمل طور پر خاتم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طرح ک</w:t>
      </w:r>
      <w:r>
        <w:rPr>
          <w:rFonts w:hint="cs"/>
          <w:rtl/>
        </w:rPr>
        <w:t>ی</w:t>
      </w:r>
      <w:r>
        <w:rPr>
          <w:rtl/>
        </w:rPr>
        <w:t xml:space="preserve"> رقابت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ہیں: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"حت</w:t>
      </w:r>
      <w:r>
        <w:rPr>
          <w:rFonts w:hint="cs"/>
          <w:rtl/>
        </w:rPr>
        <w:t>ی</w:t>
      </w:r>
      <w:r>
        <w:rPr>
          <w:rtl/>
        </w:rPr>
        <w:t xml:space="preserve"> تقوم الحرب بکم عل</w:t>
      </w:r>
      <w:r>
        <w:rPr>
          <w:rFonts w:hint="cs"/>
          <w:rtl/>
        </w:rPr>
        <w:t>ی</w:t>
      </w:r>
      <w:r>
        <w:rPr>
          <w:rtl/>
        </w:rPr>
        <w:t xml:space="preserve"> ساق باد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نواجذ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مملوئ</w:t>
      </w:r>
      <w:r w:rsidRPr="004D70B9">
        <w:rPr>
          <w:rFonts w:hint="cs"/>
          <w:rtl/>
        </w:rPr>
        <w:t>ۃ</w:t>
      </w:r>
      <w:r>
        <w:rPr>
          <w:rtl/>
        </w:rPr>
        <w:t xml:space="preserve"> اخلاف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حلوا رضاع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ما علقما عاقبت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(اس داع</w:t>
      </w:r>
      <w:r>
        <w:rPr>
          <w:rFonts w:hint="cs"/>
          <w:rtl/>
        </w:rPr>
        <w:t>ی</w:t>
      </w:r>
      <w:r>
        <w:rPr>
          <w:rtl/>
        </w:rPr>
        <w:t xml:space="preserve"> حق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)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تک نوبت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جنگ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ک</w:t>
      </w:r>
      <w:r w:rsidRPr="004D70B9">
        <w:rPr>
          <w:rFonts w:hint="cs"/>
          <w:rtl/>
        </w:rPr>
        <w:t>ھڑ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دانت نکال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اور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 جن کا دود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خوش گوار معلوم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انجام تلخ و ناگوار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Default="00827A66" w:rsidP="00EF6DD1">
      <w:pPr>
        <w:pStyle w:val="libArabic"/>
        <w:rPr>
          <w:rtl/>
        </w:rPr>
      </w:pPr>
      <w:r>
        <w:rPr>
          <w:rFonts w:hint="eastAsia"/>
          <w:rtl/>
        </w:rPr>
        <w:t>الاوف</w:t>
      </w:r>
      <w:r>
        <w:rPr>
          <w:rFonts w:hint="cs"/>
          <w:rtl/>
        </w:rPr>
        <w:t>ی</w:t>
      </w:r>
      <w:r>
        <w:rPr>
          <w:rtl/>
        </w:rPr>
        <w:t xml:space="preserve"> غدو 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غد بما لا تعرفون" </w:t>
      </w:r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</w:t>
      </w:r>
      <w:r>
        <w:rPr>
          <w:rtl/>
        </w:rPr>
        <w:t xml:space="preserve"> کل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کل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آجائ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تک تم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چانت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خذ الوال</w:t>
      </w:r>
      <w:r>
        <w:rPr>
          <w:rFonts w:hint="cs"/>
          <w:rtl/>
        </w:rPr>
        <w:t>ی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 w:rsidR="00C3449B">
        <w:rPr>
          <w:rFonts w:hint="eastAsia"/>
          <w:rtl/>
        </w:rPr>
        <w:t>رہا</w:t>
      </w:r>
      <w:r>
        <w:rPr>
          <w:rtl/>
        </w:rPr>
        <w:t xml:space="preserve"> عما 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عل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اعمال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و وال</w:t>
      </w:r>
      <w:r>
        <w:rPr>
          <w:rFonts w:hint="cs"/>
          <w:rtl/>
        </w:rPr>
        <w:t>ی</w:t>
      </w:r>
      <w:r>
        <w:rPr>
          <w:rtl/>
        </w:rPr>
        <w:t xml:space="preserve"> جو اس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نہیں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 تمام حکمرانوں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بدکرداروں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مواخذ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گا</w:t>
      </w:r>
      <w:r w:rsidRPr="004D70B9">
        <w:rPr>
          <w:rFonts w:hint="cs"/>
          <w:rtl/>
        </w:rPr>
        <w:t>۔</w:t>
      </w:r>
      <w:r>
        <w:rPr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"و تخرج 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الارض افالی</w:t>
      </w:r>
      <w:r>
        <w:rPr>
          <w:rFonts w:hint="eastAsia"/>
          <w:rtl/>
        </w:rPr>
        <w:t>ذ</w:t>
      </w:r>
      <w:r>
        <w:rPr>
          <w:rtl/>
        </w:rPr>
        <w:t xml:space="preserve"> کبد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ا"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خزان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"و تلق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 سلماً مقال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عدل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چانچ</w:t>
      </w:r>
      <w:r w:rsidRPr="004D70B9">
        <w:rPr>
          <w:rFonts w:hint="cs"/>
          <w:rtl/>
        </w:rPr>
        <w:t>ہ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 و عدالت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 xml:space="preserve">"و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الکتاب والسن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دم تو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چکن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کتاب و سنت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زند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 xml:space="preserve">"اذا قام القائم حکم بالعدل"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قائم آل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عدل و انصاف پر مبن</w:t>
      </w:r>
      <w:r>
        <w:rPr>
          <w:rFonts w:hint="cs"/>
          <w:rtl/>
        </w:rPr>
        <w:t>ی</w:t>
      </w:r>
      <w:r>
        <w:rPr>
          <w:rtl/>
        </w:rPr>
        <w:t xml:space="preserve"> حکومت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امام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لقب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</w:t>
      </w:r>
      <w:r>
        <w:rPr>
          <w:rFonts w:hint="cs"/>
          <w:rtl/>
        </w:rPr>
        <w:t>ی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>، امام حسن کا حسن مجتب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>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داء اور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السجاد، الباقر، الصادق، ا</w:t>
      </w:r>
      <w:r>
        <w:rPr>
          <w:rFonts w:hint="eastAsia"/>
          <w:rtl/>
        </w:rPr>
        <w:t>لکاظم،</w:t>
      </w:r>
      <w:r>
        <w:rPr>
          <w:rtl/>
        </w:rPr>
        <w:t xml:space="preserve"> الرضا، التق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النق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الزک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لقب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طرح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 قائم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والا، انقلاب برپا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عدل و انصاف کو نافذ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والا،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51B2F">
        <w:rPr>
          <w:rtl/>
        </w:rPr>
        <w:t xml:space="preserve"> ہم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اور عدالت آپ ک</w:t>
      </w:r>
      <w:r>
        <w:rPr>
          <w:rFonts w:hint="cs"/>
          <w:rtl/>
        </w:rPr>
        <w:t>ی</w:t>
      </w:r>
      <w:r>
        <w:rPr>
          <w:rtl/>
        </w:rPr>
        <w:t xml:space="preserve"> ذات اقدس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لازم و ملزوم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"وارتفع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5132F6" w:rsidRPr="004D70B9">
        <w:rPr>
          <w:rFonts w:hint="cs"/>
          <w:rtl/>
        </w:rPr>
        <w:t>ه</w:t>
      </w:r>
      <w:r>
        <w:rPr>
          <w:rtl/>
        </w:rPr>
        <w:t xml:space="preserve"> الجور"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وجود کا نام و نشان تک ن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"وامنت ب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السبل"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راست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امن و </w:t>
      </w:r>
      <w:r>
        <w:rPr>
          <w:rtl/>
        </w:rPr>
        <w:t>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سفر محفوظ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عدل و انصاف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جرائم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نم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عدل برقرار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گا، تو جرائم خود بخود ختم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عدالت کا تصور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لازم</w:t>
      </w:r>
      <w:r>
        <w:rPr>
          <w:rFonts w:hint="cs"/>
          <w:rtl/>
        </w:rPr>
        <w:t>ی</w:t>
      </w:r>
      <w:r>
        <w:rPr>
          <w:rtl/>
        </w:rPr>
        <w:t xml:space="preserve"> حص</w:t>
      </w:r>
      <w:r w:rsidRPr="004D70B9">
        <w:rPr>
          <w:rFonts w:hint="cs"/>
          <w:rtl/>
        </w:rPr>
        <w:t>ہ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اسلئ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بدامن</w:t>
      </w:r>
      <w:r>
        <w:rPr>
          <w:rFonts w:hint="cs"/>
          <w:rtl/>
        </w:rPr>
        <w:t>ی</w:t>
      </w:r>
      <w:r>
        <w:rPr>
          <w:rtl/>
        </w:rPr>
        <w:t xml:space="preserve"> کا سوال</w:t>
      </w:r>
      <w:r w:rsidR="000E44EB">
        <w:rPr>
          <w:rtl/>
        </w:rPr>
        <w:t xml:space="preserve"> ہی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5A655B">
        <w:rPr>
          <w:rtl/>
        </w:rPr>
        <w:t xml:space="preserve"> نہیں</w:t>
      </w:r>
      <w:r w:rsidR="00211648">
        <w:rPr>
          <w:rtl/>
        </w:rPr>
        <w:t xml:space="preserve"> ہوتا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"واخرجت الارض برکات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ا"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برکتوں اور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خزانوں کو ب</w:t>
      </w:r>
      <w:r w:rsidR="00ED61E8" w:rsidRPr="00AE7C21">
        <w:rPr>
          <w:rFonts w:hint="cs"/>
          <w:rtl/>
        </w:rPr>
        <w:t xml:space="preserve">اہر </w:t>
      </w:r>
      <w:r w:rsidRPr="00AE7C21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 xml:space="preserve">"ولا 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tl/>
        </w:rPr>
        <w:t xml:space="preserve"> الرجل منکم </w:t>
      </w:r>
      <w:r>
        <w:rPr>
          <w:rFonts w:hint="cs"/>
          <w:rtl/>
        </w:rPr>
        <w:t>ی</w:t>
      </w:r>
      <w:r>
        <w:rPr>
          <w:rFonts w:hint="eastAsia"/>
          <w:rtl/>
        </w:rPr>
        <w:t>ومئذ</w:t>
      </w:r>
      <w:r>
        <w:rPr>
          <w:rtl/>
        </w:rPr>
        <w:t xml:space="preserve"> موضعا لصدقت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ولا بر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</w:t>
      </w:r>
      <w:r>
        <w:rPr>
          <w:rtl/>
        </w:rPr>
        <w:t xml:space="preserve"> 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>)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والا (اور مانگن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والا)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lastRenderedPageBreak/>
        <w:t>"و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و قول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تعالی</w:t>
      </w:r>
      <w:r>
        <w:rPr>
          <w:rtl/>
        </w:rPr>
        <w:t xml:space="preserve"> والعاقب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للمتق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ارشاد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انجام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 w:rsidR="000E44EB">
        <w:rPr>
          <w:rtl/>
        </w:rPr>
        <w:t xml:space="preserve"> ہی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: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مشکل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کو صدق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نادار</w:t>
      </w:r>
      <w:r w:rsidR="005A655B">
        <w:rPr>
          <w:rtl/>
        </w:rPr>
        <w:t xml:space="preserve"> نہیں </w:t>
      </w:r>
      <w:r>
        <w:rPr>
          <w:rtl/>
        </w:rPr>
        <w:t>مل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غربت و افلاس کا نام تک ن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وحدوا</w:t>
      </w:r>
      <w:r>
        <w:rPr>
          <w:rtl/>
        </w:rPr>
        <w:t xml:space="preserve"> 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ولا ی</w:t>
      </w:r>
      <w:r>
        <w:rPr>
          <w:rFonts w:hint="eastAsia"/>
          <w:rtl/>
        </w:rPr>
        <w:t>شرک</w:t>
      </w:r>
      <w:r>
        <w:rPr>
          <w:rtl/>
        </w:rPr>
        <w:t xml:space="preserve"> ب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 شی</w:t>
      </w:r>
      <w:r>
        <w:rPr>
          <w:rFonts w:hint="eastAsia"/>
          <w:rtl/>
        </w:rPr>
        <w:t>اء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سب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پرست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شرک کا مکمل طور پر خاتم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"و تخرج العجوز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الضع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من المشرق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المغرب لا </w:t>
      </w:r>
      <w:r>
        <w:rPr>
          <w:rFonts w:hint="cs"/>
          <w:rtl/>
        </w:rPr>
        <w:t>ی</w:t>
      </w:r>
      <w:r>
        <w:rPr>
          <w:rFonts w:hint="eastAsia"/>
          <w:rtl/>
        </w:rPr>
        <w:t>ؤذ</w:t>
      </w:r>
      <w:r>
        <w:rPr>
          <w:rFonts w:hint="cs"/>
          <w:rtl/>
        </w:rPr>
        <w:t>ی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احد"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</w:t>
      </w:r>
      <w:r w:rsidRPr="004D70B9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خاتون مشرق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مغرب تک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اگر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سفر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گزندتک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نچا سک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عادلان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نظام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موجود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آپ جب حکومت الٰ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لوگوں کو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طرح کا تحفظ حاصل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برکتوں، رحمتوں کا نزول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گا،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دولت ک</w:t>
      </w:r>
      <w:r>
        <w:rPr>
          <w:rFonts w:hint="cs"/>
          <w:rtl/>
        </w:rPr>
        <w:t>ی</w:t>
      </w:r>
      <w:r>
        <w:rPr>
          <w:rtl/>
        </w:rPr>
        <w:t xml:space="preserve"> مساو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پنا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 سائل موجود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ے۔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مکمل طور پر خاتم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وقت انسان گن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نفرت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، غ</w:t>
      </w:r>
      <w:r>
        <w:rPr>
          <w:rFonts w:hint="cs"/>
          <w:rtl/>
        </w:rPr>
        <w:t>ی</w:t>
      </w:r>
      <w:r>
        <w:rPr>
          <w:rFonts w:hint="eastAsia"/>
          <w:rtl/>
        </w:rPr>
        <w:t>بت،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مت، اور ظلم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ناموں کو لوگ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آخر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اسلام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انجام عدالت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0E44EB">
        <w:rPr>
          <w:rtl/>
        </w:rPr>
        <w:t xml:space="preserve"> ہی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پنا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اضاف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حکومت عالم</w:t>
      </w:r>
      <w:r>
        <w:rPr>
          <w:rFonts w:hint="cs"/>
          <w:rtl/>
        </w:rPr>
        <w:t>ی</w:t>
      </w:r>
      <w:r>
        <w:rPr>
          <w:rtl/>
        </w:rPr>
        <w:t xml:space="preserve"> امن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اداع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قوت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جلو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خدا پرست</w:t>
      </w:r>
      <w:r>
        <w:rPr>
          <w:rFonts w:hint="cs"/>
          <w:rtl/>
        </w:rPr>
        <w:t>ی</w:t>
      </w:r>
      <w:r>
        <w:rPr>
          <w:rtl/>
        </w:rPr>
        <w:t xml:space="preserve"> اور خدا شناس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تک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مقام مل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مسلمان خوش قسمت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 w:rsidRPr="004D70B9">
        <w:rPr>
          <w:rFonts w:hint="cs"/>
          <w:rtl/>
        </w:rPr>
        <w:t>ے</w:t>
      </w:r>
      <w:r>
        <w:rPr>
          <w:rtl/>
        </w:rPr>
        <w:t xml:space="preserve"> کفر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جتنا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کن رو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آخرت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قائم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سوا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مس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ر</w:t>
      </w:r>
      <w:r>
        <w:rPr>
          <w:rtl/>
        </w:rPr>
        <w:t xml:space="preserve"> اسل اپن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"نئ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آج دانشوروں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اکثر اپن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کر چک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سوچ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کنا</w:t>
      </w:r>
      <w:r>
        <w:rPr>
          <w:rtl/>
        </w:rPr>
        <w:t xml:space="preserve"> لوج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کر چک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کا خاتم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دانشور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بقول انسا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قبر بنا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اگر 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ن پر انغل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 کر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سم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جا</w:t>
      </w:r>
      <w:r>
        <w:rPr>
          <w:rtl/>
        </w:rPr>
        <w:t>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واقعتاً اگر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طاقت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اور قرآن ک</w:t>
      </w:r>
      <w:r>
        <w:rPr>
          <w:rFonts w:hint="cs"/>
          <w:rtl/>
        </w:rPr>
        <w:t>ی</w:t>
      </w:r>
      <w:r>
        <w:rPr>
          <w:rtl/>
        </w:rPr>
        <w:t xml:space="preserve"> بشارت پر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تو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سکون</w:t>
      </w:r>
      <w:r>
        <w:rPr>
          <w:rFonts w:hint="cs"/>
          <w:rtl/>
        </w:rPr>
        <w:t>ی</w:t>
      </w:r>
      <w:r>
        <w:rPr>
          <w:rtl/>
        </w:rPr>
        <w:t xml:space="preserve"> کا شکار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آج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Pr="004D70B9">
        <w:rPr>
          <w:rFonts w:hint="cs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 پر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اور فنا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اسلح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 w:rsidR="00851B2F">
        <w:rPr>
          <w:rtl/>
        </w:rPr>
        <w:t xml:space="preserve">اہی 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نفرت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آج آپ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کنا</w:t>
      </w:r>
      <w:r>
        <w:rPr>
          <w:rtl/>
        </w:rPr>
        <w:t xml:space="preserve"> لوج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Pr="00AE7C21">
        <w:rPr>
          <w:rFonts w:hint="cs"/>
          <w:rtl/>
        </w:rPr>
        <w:lastRenderedPageBreak/>
        <w:t>سائنسدانوں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 w:rsidR="00851B2F">
        <w:rPr>
          <w:rFonts w:hint="eastAsia"/>
          <w:rtl/>
        </w:rPr>
        <w:t xml:space="preserve">اہی 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 xml:space="preserve">، 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آک</w:t>
      </w:r>
      <w:r w:rsidRPr="004D70B9">
        <w:rPr>
          <w:rFonts w:hint="cs"/>
          <w:rtl/>
        </w:rPr>
        <w:t>ھڑ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فاتح مفتوح، غالب مغلوب کا تصور</w:t>
      </w:r>
      <w:r w:rsidR="000E44EB">
        <w:rPr>
          <w:rtl/>
        </w:rPr>
        <w:t xml:space="preserve"> ہی </w:t>
      </w:r>
      <w:r w:rsidR="005A655B">
        <w:rPr>
          <w:rtl/>
        </w:rPr>
        <w:t>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شروع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اب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سک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جنگ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فتح حاصل کر ل</w:t>
      </w:r>
      <w:r>
        <w:rPr>
          <w:rFonts w:hint="cs"/>
          <w:rtl/>
        </w:rPr>
        <w:t>ی</w:t>
      </w:r>
      <w:r>
        <w:rPr>
          <w:rtl/>
        </w:rPr>
        <w:t>ں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جنگ 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ڑ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مغلوب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اسنان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غالب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اس کا کوئ</w:t>
      </w:r>
      <w:r>
        <w:rPr>
          <w:rFonts w:hint="cs"/>
          <w:rtl/>
        </w:rPr>
        <w:t>ی</w:t>
      </w:r>
      <w:r>
        <w:rPr>
          <w:rtl/>
        </w:rPr>
        <w:t xml:space="preserve"> وجود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مسلما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تمام تر 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سائنس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۱۰۳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: </w:t>
      </w:r>
    </w:p>
    <w:p w:rsidR="00827A66" w:rsidRPr="005132F6" w:rsidRDefault="00827A66" w:rsidP="00EF6DD1">
      <w:pPr>
        <w:pStyle w:val="libAie"/>
        <w:rPr>
          <w:rtl/>
        </w:rPr>
      </w:pPr>
      <w:r>
        <w:rPr>
          <w:rtl/>
        </w:rPr>
        <w:t>"وکنتم عل</w:t>
      </w:r>
      <w:r>
        <w:rPr>
          <w:rFonts w:hint="cs"/>
          <w:rtl/>
        </w:rPr>
        <w:t>ی</w:t>
      </w:r>
      <w:r>
        <w:rPr>
          <w:rtl/>
        </w:rPr>
        <w:t xml:space="preserve"> شفا حفر</w:t>
      </w:r>
      <w:r w:rsidR="00C51D81" w:rsidRPr="00C51D81">
        <w:rPr>
          <w:rFonts w:hint="cs"/>
          <w:rtl/>
        </w:rPr>
        <w:t>ة</w:t>
      </w:r>
      <w:r>
        <w:rPr>
          <w:rtl/>
        </w:rPr>
        <w:t xml:space="preserve"> من النار فأنقذکم من</w:t>
      </w:r>
      <w:r w:rsidR="005132F6" w:rsidRPr="005132F6">
        <w:rPr>
          <w:rFonts w:hint="cs"/>
          <w:rtl/>
        </w:rPr>
        <w:t>ه</w:t>
      </w:r>
      <w:r w:rsidRPr="005132F6">
        <w:rPr>
          <w:rFonts w:hint="cs"/>
          <w:rtl/>
        </w:rPr>
        <w:t xml:space="preserve">ا"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 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  <w:r w:rsidR="005A655B">
        <w:rPr>
          <w:rtl/>
        </w:rPr>
        <w:t xml:space="preserve"> ہوئی </w:t>
      </w:r>
      <w:r>
        <w:rPr>
          <w:rtl/>
        </w:rPr>
        <w:t>آگ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ھٹ</w:t>
      </w:r>
      <w:r>
        <w:rPr>
          <w:rFonts w:hint="cs"/>
          <w:rtl/>
        </w:rPr>
        <w:t>ی</w:t>
      </w:r>
      <w:r>
        <w:rPr>
          <w:rtl/>
        </w:rPr>
        <w:t xml:space="preserve"> (دوزخ)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لب پر</w:t>
      </w:r>
      <w:r>
        <w:rPr>
          <w:rtl/>
        </w:rPr>
        <w:t xml:space="preserve"> (ک</w:t>
      </w:r>
      <w:r w:rsidRPr="004D70B9">
        <w:rPr>
          <w:rFonts w:hint="cs"/>
          <w:rtl/>
        </w:rPr>
        <w:t>ھڑے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) اور گرنا چ</w:t>
      </w:r>
      <w:r w:rsidR="00EF6DD1" w:rsidRPr="00AE7C21">
        <w:rPr>
          <w:rFonts w:hint="cs"/>
          <w:rtl/>
        </w:rPr>
        <w:t xml:space="preserve">اہتے 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خدا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 xml:space="preserve">"افضل الاعمال انتظار الفرج"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تمام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تر عمل،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کشائش اور فتح کا انتظار کرنا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جو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بار الٰ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غلاموں اور مانن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فرما! خداوند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شعور عطا فرما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س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حکومت برحق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ادراک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tl/>
        </w:rPr>
        <w:t>"الل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 انا رغب 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دول</w:t>
      </w:r>
      <w:r w:rsidRPr="004D70B9">
        <w:rPr>
          <w:rFonts w:hint="cs"/>
          <w:rtl/>
        </w:rPr>
        <w:t>ۃ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4D70B9">
        <w:rPr>
          <w:rFonts w:hint="cs"/>
          <w:rtl/>
        </w:rPr>
        <w:t>ۃ</w:t>
      </w:r>
      <w:r>
        <w:rPr>
          <w:rtl/>
        </w:rPr>
        <w:t xml:space="preserve"> تعزب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الاسلام و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وتذل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النفاق و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وتجعلنا 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من الدعا</w:t>
      </w:r>
      <w:r w:rsidRPr="004D70B9"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طاعتک و القاد</w:t>
      </w:r>
      <w:r w:rsidRPr="004D70B9">
        <w:rPr>
          <w:rFonts w:hint="cs"/>
          <w:rtl/>
        </w:rPr>
        <w:t>ۃ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94" w:name="_Toc508875447"/>
      <w:r>
        <w:rPr>
          <w:rFonts w:hint="eastAsia"/>
          <w:rtl/>
        </w:rPr>
        <w:t>حضرت</w:t>
      </w:r>
      <w:r>
        <w:rPr>
          <w:rtl/>
        </w:rPr>
        <w:t xml:space="preserve"> امام م</w:t>
      </w:r>
      <w:r w:rsidRPr="005132F6">
        <w:rPr>
          <w:rFonts w:hint="cs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السلام</w:t>
      </w:r>
      <w:bookmarkEnd w:id="94"/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7F7100" w:rsidP="0030292A">
      <w:pPr>
        <w:pStyle w:val="libNormal"/>
        <w:rPr>
          <w:rtl/>
        </w:rPr>
      </w:pPr>
      <w:r>
        <w:rPr>
          <w:rStyle w:val="libAieChar"/>
          <w:rFonts w:hint="eastAsia"/>
          <w:rtl/>
        </w:rPr>
        <w:t xml:space="preserve"> ( </w:t>
      </w:r>
      <w:r w:rsidRPr="00EF6DD1">
        <w:rPr>
          <w:rStyle w:val="libAieChar"/>
          <w:rFonts w:hint="eastAsia"/>
          <w:rtl/>
        </w:rPr>
        <w:t>وعد</w:t>
      </w:r>
      <w:r w:rsidRPr="00EF6DD1">
        <w:rPr>
          <w:rStyle w:val="libAieChar"/>
          <w:rtl/>
        </w:rPr>
        <w:t xml:space="preserve"> الل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 xml:space="preserve"> الذی</w:t>
      </w:r>
      <w:r w:rsidRPr="00EF6DD1">
        <w:rPr>
          <w:rStyle w:val="libAieChar"/>
          <w:rFonts w:hint="eastAsia"/>
          <w:rtl/>
        </w:rPr>
        <w:t>ن</w:t>
      </w:r>
      <w:r w:rsidRPr="00EF6DD1">
        <w:rPr>
          <w:rStyle w:val="libAieChar"/>
          <w:rtl/>
        </w:rPr>
        <w:t xml:space="preserve"> آمنو منکم وعملوا الصالحات ل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ستخلفن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</w:t>
      </w:r>
      <w:r w:rsidRPr="00EF6DD1">
        <w:rPr>
          <w:rStyle w:val="libAieChar"/>
          <w:rtl/>
        </w:rPr>
        <w:t xml:space="preserve"> ف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الارض کما استخلف الذ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ن</w:t>
      </w:r>
      <w:r w:rsidRPr="00EF6DD1">
        <w:rPr>
          <w:rStyle w:val="libAieChar"/>
          <w:rtl/>
        </w:rPr>
        <w:t xml:space="preserve"> من قبل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ولی</w:t>
      </w:r>
      <w:r w:rsidRPr="00EF6DD1">
        <w:rPr>
          <w:rStyle w:val="libAieChar"/>
          <w:rFonts w:hint="eastAsia"/>
          <w:rtl/>
        </w:rPr>
        <w:t>مکنن</w:t>
      </w:r>
      <w:r w:rsidRPr="00EF6DD1">
        <w:rPr>
          <w:rStyle w:val="libAieChar"/>
          <w:rtl/>
        </w:rPr>
        <w:t xml:space="preserve"> ل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د ی</w:t>
      </w:r>
      <w:r w:rsidRPr="00EF6DD1">
        <w:rPr>
          <w:rStyle w:val="libAieChar"/>
          <w:rFonts w:hint="eastAsia"/>
          <w:rtl/>
        </w:rPr>
        <w:t>ن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</w:t>
      </w:r>
      <w:r w:rsidRPr="00EF6DD1">
        <w:rPr>
          <w:rStyle w:val="libAieChar"/>
          <w:rtl/>
        </w:rPr>
        <w:t xml:space="preserve"> الذ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ارتض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ل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ولی</w:t>
      </w:r>
      <w:r w:rsidRPr="00EF6DD1">
        <w:rPr>
          <w:rStyle w:val="libAieChar"/>
          <w:rFonts w:hint="eastAsia"/>
          <w:rtl/>
        </w:rPr>
        <w:t>بد</w:t>
      </w:r>
      <w:r w:rsidRPr="00EF6DD1">
        <w:rPr>
          <w:rStyle w:val="libAieChar"/>
          <w:rtl/>
        </w:rPr>
        <w:t xml:space="preserve"> لن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من بعد خوف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م امنا ی</w:t>
      </w:r>
      <w:r w:rsidRPr="00EF6DD1">
        <w:rPr>
          <w:rStyle w:val="libAieChar"/>
          <w:rFonts w:hint="eastAsia"/>
          <w:rtl/>
        </w:rPr>
        <w:t>عبد</w:t>
      </w:r>
      <w:r w:rsidRPr="00EF6DD1">
        <w:rPr>
          <w:rStyle w:val="libAieChar"/>
          <w:rtl/>
        </w:rPr>
        <w:t xml:space="preserve"> ونن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لا 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شکون</w:t>
      </w:r>
      <w:r w:rsidRPr="00EF6DD1">
        <w:rPr>
          <w:rStyle w:val="libAieChar"/>
          <w:rtl/>
        </w:rPr>
        <w:t xml:space="preserve"> ب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ش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اً</w:t>
      </w:r>
      <w:r w:rsidRPr="007F7100">
        <w:rPr>
          <w:rStyle w:val="libAlaemChar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827A66">
        <w:rPr>
          <w:rtl/>
        </w:rPr>
        <w:t xml:space="preserve"> </w:t>
      </w:r>
      <w:r w:rsidR="0030292A" w:rsidRPr="00B0371A">
        <w:rPr>
          <w:rStyle w:val="libFootnotenumChar"/>
          <w:rFonts w:hint="cs"/>
          <w:rtl/>
        </w:rPr>
        <w:t>(36)</w:t>
      </w:r>
      <w:r w:rsidR="00827A66" w:rsidRPr="00B0371A">
        <w:rPr>
          <w:rStyle w:val="libFootnotenu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"(ا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ماندارو</w:t>
      </w:r>
      <w:r>
        <w:rPr>
          <w:rtl/>
        </w:rPr>
        <w:t>!)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جن لوگوں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اچ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کام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خدا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وعد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 ان کو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دن) روئ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ضرور (اپنا) نائب مقرر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جس طرح ان لوگوں کو نائب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گزر چک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جس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پسند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(اسلام) اس پر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 ضرور پور</w:t>
      </w:r>
      <w:r>
        <w:rPr>
          <w:rFonts w:hint="cs"/>
          <w:rtl/>
        </w:rPr>
        <w:t>ی</w:t>
      </w:r>
      <w:r>
        <w:rPr>
          <w:rtl/>
        </w:rPr>
        <w:t xml:space="preserve"> قدرت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اور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خائف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</w:t>
      </w:r>
      <w:r w:rsidRPr="00AE7C21">
        <w:rPr>
          <w:rFonts w:hint="cs"/>
          <w:rtl/>
        </w:rPr>
        <w:lastRenderedPageBreak/>
        <w:t>(ان ک</w:t>
      </w:r>
      <w:r w:rsidRPr="004D70B9">
        <w:rPr>
          <w:rFonts w:hint="cs"/>
          <w:rtl/>
        </w:rPr>
        <w:t>ے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اس کو) امن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ضرور بدل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(اطم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با سعادت ک</w:t>
      </w:r>
      <w:r>
        <w:rPr>
          <w:rFonts w:hint="cs"/>
          <w:rtl/>
        </w:rPr>
        <w:t>ی</w:t>
      </w:r>
      <w:r>
        <w:rPr>
          <w:rtl/>
        </w:rPr>
        <w:t xml:space="preserve"> مناسبت س</w:t>
      </w:r>
      <w:r w:rsidRPr="004D70B9">
        <w:rPr>
          <w:rFonts w:hint="cs"/>
          <w:rtl/>
        </w:rPr>
        <w:t>ے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گزشت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آنجناب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اس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آج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پر روشن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جو لوگ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اور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حق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</w:t>
      </w:r>
      <w:r w:rsidR="005A655B">
        <w:rPr>
          <w:rtl/>
        </w:rPr>
        <w:t xml:space="preserve"> نہیں </w:t>
      </w:r>
      <w:r>
        <w:rPr>
          <w:rtl/>
        </w:rPr>
        <w:t>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تصور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شروع</w:t>
      </w:r>
      <w:r w:rsidR="005A655B" w:rsidRPr="00AE7C21">
        <w:rPr>
          <w:rFonts w:hint="cs"/>
          <w:rtl/>
        </w:rPr>
        <w:t xml:space="preserve"> ہوا ہے 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حقائق پر مبن</w:t>
      </w:r>
      <w:r>
        <w:rPr>
          <w:rFonts w:hint="cs"/>
          <w:rtl/>
        </w:rPr>
        <w:t>ی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کرنا </w:t>
      </w:r>
      <w:r w:rsidR="00C3449B">
        <w:rPr>
          <w:rtl/>
        </w:rPr>
        <w:t>چاہتا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ان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مقصود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تصور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شروع</w:t>
      </w:r>
      <w:r w:rsidR="005A655B" w:rsidRPr="00AE7C21">
        <w:rPr>
          <w:rFonts w:hint="cs"/>
          <w:rtl/>
        </w:rPr>
        <w:t xml:space="preserve"> ہوا </w:t>
      </w:r>
      <w:r w:rsidRPr="00AE7C21">
        <w:rPr>
          <w:rFonts w:hint="cs"/>
          <w:rtl/>
        </w:rPr>
        <w:t>اور اس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؟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95" w:name="_Toc508875448"/>
      <w:r>
        <w:rPr>
          <w:rFonts w:hint="eastAsia"/>
          <w:rtl/>
        </w:rPr>
        <w:t>قرآن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Pr="005132F6">
        <w:rPr>
          <w:rFonts w:hint="cs"/>
          <w:rtl/>
        </w:rPr>
        <w:t>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تصور</w:t>
      </w:r>
      <w:bookmarkEnd w:id="95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نوع انسان کو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حضرت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کر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ان کا مطالع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کرسکت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نقل کرت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ارشاد الٰ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211648">
        <w:rPr>
          <w:rtl/>
        </w:rPr>
        <w:t xml:space="preserve"> ہوتا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 xml:space="preserve">: </w:t>
      </w:r>
    </w:p>
    <w:p w:rsidR="00827A66" w:rsidRDefault="00827A66" w:rsidP="00EF6DD1">
      <w:pPr>
        <w:pStyle w:val="libAie"/>
        <w:rPr>
          <w:rtl/>
        </w:rPr>
      </w:pPr>
      <w:r>
        <w:rPr>
          <w:rtl/>
        </w:rPr>
        <w:t>"ولقد کتبنا ف</w:t>
      </w:r>
      <w:r>
        <w:rPr>
          <w:rFonts w:hint="cs"/>
          <w:rtl/>
        </w:rPr>
        <w:t>ی</w:t>
      </w:r>
      <w:r>
        <w:rPr>
          <w:rtl/>
        </w:rPr>
        <w:t xml:space="preserve"> الزبور من بعد الذکر ان الارض 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5132F6" w:rsidRPr="005132F6">
        <w:rPr>
          <w:rFonts w:hint="cs"/>
          <w:rtl/>
        </w:rPr>
        <w:t>ه</w:t>
      </w:r>
      <w:r w:rsidRPr="005132F6">
        <w:rPr>
          <w:rFonts w:hint="cs"/>
          <w:rtl/>
        </w:rPr>
        <w:t>ا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الصالحون " </w:t>
      </w:r>
    </w:p>
    <w:p w:rsidR="00827A66" w:rsidRPr="004C2205" w:rsidRDefault="00827A66" w:rsidP="0030292A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(تور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روئ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وارث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 w:rsidRPr="004D70B9">
        <w:rPr>
          <w:rFonts w:hint="cs"/>
          <w:rtl/>
        </w:rPr>
        <w:t>ے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  <w:r w:rsidR="0030292A" w:rsidRPr="00B0371A">
        <w:rPr>
          <w:rStyle w:val="libFootnotenumChar"/>
          <w:rFonts w:hint="cs"/>
          <w:rtl/>
        </w:rPr>
        <w:t>(37)</w:t>
      </w:r>
      <w:r w:rsidRPr="00B0371A">
        <w:rPr>
          <w:rStyle w:val="libFootnotenumChar"/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</w:t>
      </w:r>
      <w:r w:rsidR="00C3449B" w:rsidRPr="00AE7C21">
        <w:rPr>
          <w:rFonts w:hint="cs"/>
          <w:rtl/>
        </w:rPr>
        <w:t>رہا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کائنات پر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Pr="004D70B9">
        <w:rPr>
          <w:rFonts w:hint="cs"/>
          <w:rtl/>
        </w:rPr>
        <w:t>ہ</w:t>
      </w:r>
      <w:r>
        <w:rPr>
          <w:rtl/>
        </w:rPr>
        <w:t xml:space="preserve"> ظالم جاگ</w:t>
      </w:r>
      <w:r>
        <w:rPr>
          <w:rFonts w:hint="cs"/>
          <w:rtl/>
        </w:rPr>
        <w:t>ی</w:t>
      </w:r>
      <w:r>
        <w:rPr>
          <w:rFonts w:hint="eastAsia"/>
          <w:rtl/>
        </w:rPr>
        <w:t>رداروں</w:t>
      </w:r>
      <w:r>
        <w:rPr>
          <w:rtl/>
        </w:rPr>
        <w:t xml:space="preserve"> و </w:t>
      </w:r>
      <w:r w:rsidRPr="004D70B9">
        <w:rPr>
          <w:rFonts w:hint="cs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قبض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رہے 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تمام مذ</w:t>
      </w:r>
      <w:r w:rsidR="00851B2F">
        <w:rPr>
          <w:rtl/>
        </w:rPr>
        <w:t>اہ</w:t>
      </w:r>
      <w:r w:rsidRPr="00AE7C21">
        <w:rPr>
          <w:rFonts w:hint="cs"/>
          <w:rtl/>
        </w:rPr>
        <w:t>ب ختم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صرف اور صرف اسلام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واحد الٰ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 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30292A">
      <w:pPr>
        <w:pStyle w:val="libNormal"/>
        <w:rPr>
          <w:rtl/>
        </w:rPr>
      </w:pPr>
      <w:r>
        <w:rPr>
          <w:rtl/>
        </w:rPr>
        <w:t>"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 الذ</w:t>
      </w:r>
      <w:r>
        <w:rPr>
          <w:rFonts w:hint="cs"/>
          <w:rtl/>
        </w:rPr>
        <w:t>ی</w:t>
      </w:r>
      <w:r>
        <w:rPr>
          <w:rtl/>
        </w:rPr>
        <w:t xml:space="preserve"> ارسل رسول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بال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الحق </w:t>
      </w:r>
      <w:r>
        <w:rPr>
          <w:rFonts w:hint="cs"/>
          <w:rtl/>
        </w:rPr>
        <w:t>ی</w:t>
      </w:r>
      <w:r>
        <w:rPr>
          <w:rFonts w:hint="eastAsia"/>
          <w:rtl/>
        </w:rPr>
        <w:t>نط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ولو کر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المشرکون" </w:t>
      </w:r>
      <w:r w:rsidR="0030292A" w:rsidRPr="00B0371A">
        <w:rPr>
          <w:rStyle w:val="libFootnotenumChar"/>
          <w:rFonts w:hint="cs"/>
          <w:rtl/>
        </w:rPr>
        <w:t>(38)</w:t>
      </w:r>
      <w:r w:rsidRPr="00B0371A">
        <w:rPr>
          <w:rStyle w:val="libFootnotenumChar"/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tl/>
        </w:rPr>
        <w:t>"و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(خدا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) جس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رسول (محمد</w:t>
      </w:r>
      <w:r w:rsidR="00BF209D" w:rsidRPr="00BF209D">
        <w:rPr>
          <w:rStyle w:val="libAlaemChar"/>
          <w:rFonts w:hint="cs"/>
          <w:rtl/>
        </w:rPr>
        <w:t xml:space="preserve"> صلى‌الله‌عليه‌وآله‌وسلم </w:t>
      </w:r>
      <w:r w:rsidRPr="00AE7C21">
        <w:rPr>
          <w:rFonts w:hint="cs"/>
          <w:rtl/>
        </w:rPr>
        <w:t xml:space="preserve">کو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(مبعوث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)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کو 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غالب کر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اگر 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 مانا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 آل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نہیں 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اگر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5A655B">
        <w:rPr>
          <w:rtl/>
        </w:rPr>
        <w:t xml:space="preserve"> ہیں </w:t>
      </w:r>
      <w:r>
        <w:rPr>
          <w:rtl/>
        </w:rPr>
        <w:t>تو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اعتراض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درست ک</w:t>
      </w:r>
      <w:r w:rsidRPr="004D70B9">
        <w:rPr>
          <w:rFonts w:hint="cs"/>
          <w:rtl/>
        </w:rPr>
        <w:t>ھ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 xml:space="preserve">اگر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واقع</w:t>
      </w:r>
      <w:r>
        <w:rPr>
          <w:rFonts w:hint="cs"/>
          <w:rtl/>
        </w:rPr>
        <w:t>ی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مسئل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 آل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ضرور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حضور پاک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 آل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باق</w:t>
      </w:r>
      <w:r>
        <w:rPr>
          <w:rFonts w:hint="cs"/>
          <w:rtl/>
        </w:rPr>
        <w:t>ی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</w:t>
      </w:r>
      <w:r>
        <w:rPr>
          <w:rFonts w:hint="cs"/>
          <w:rtl/>
        </w:rPr>
        <w:t>ی</w:t>
      </w:r>
      <w:r>
        <w:rPr>
          <w:rtl/>
        </w:rPr>
        <w:t xml:space="preserve"> نقل کرد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lastRenderedPageBreak/>
        <w:t>ے</w:t>
      </w:r>
      <w:r w:rsidRPr="00AE7C21">
        <w:rPr>
          <w:rFonts w:hint="cs"/>
          <w:rtl/>
        </w:rPr>
        <w:t>،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ان سولات کا جواب واضح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اتفاق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5A655B">
        <w:rPr>
          <w:rtl/>
        </w:rPr>
        <w:t xml:space="preserve"> نہیں ہیں </w:t>
      </w:r>
      <w:r>
        <w:rPr>
          <w:rtl/>
        </w:rPr>
        <w:t>بلک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اہل </w:t>
      </w:r>
      <w:r w:rsidRPr="00AE7C21">
        <w:rPr>
          <w:rFonts w:hint="cs"/>
          <w:rtl/>
        </w:rPr>
        <w:t>تسنن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بابت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آپ ان ک</w:t>
      </w:r>
      <w:r>
        <w:rPr>
          <w:rFonts w:hint="cs"/>
          <w:rtl/>
        </w:rPr>
        <w:t>ی</w:t>
      </w:r>
      <w:r>
        <w:rPr>
          <w:rtl/>
        </w:rPr>
        <w:t xml:space="preserve"> کتابوں کا مطالع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 w:rsidR="00FD708B">
        <w:rPr>
          <w:rtl/>
        </w:rPr>
        <w:t>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زمان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قم المقدس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منظر عام پر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صدر مرحوم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کتاب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اس کا نام الم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سب</w:t>
      </w:r>
      <w:r w:rsidR="005A655B" w:rsidRPr="00AE7C21">
        <w:rPr>
          <w:rFonts w:hint="cs"/>
          <w:rtl/>
        </w:rPr>
        <w:t xml:space="preserve"> اہل </w:t>
      </w:r>
      <w:r w:rsidRPr="00AE7C21">
        <w:rPr>
          <w:rFonts w:hint="cs"/>
          <w:rtl/>
        </w:rPr>
        <w:t>سنت ک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کتاب کو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کر بخوب</w:t>
      </w:r>
      <w:r>
        <w:rPr>
          <w:rFonts w:hint="cs"/>
          <w:rtl/>
        </w:rPr>
        <w:t>ی</w:t>
      </w:r>
      <w:r>
        <w:rPr>
          <w:rtl/>
        </w:rPr>
        <w:t xml:space="preserve"> انداز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جاتا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اہل </w:t>
      </w:r>
      <w:r w:rsidRPr="00AE7C21">
        <w:rPr>
          <w:rFonts w:hint="cs"/>
          <w:rtl/>
        </w:rPr>
        <w:t>سنت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ہیں </w:t>
      </w:r>
      <w:r>
        <w:rPr>
          <w:rtl/>
        </w:rPr>
        <w:t>تو کمتر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منتخب الآثر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موصوف حوز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قم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فاضل تر</w:t>
      </w:r>
      <w:r>
        <w:rPr>
          <w:rFonts w:hint="cs"/>
          <w:rtl/>
        </w:rPr>
        <w:t>ی</w:t>
      </w:r>
      <w:r>
        <w:rPr>
          <w:rtl/>
        </w:rPr>
        <w:t>ن نوجوان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</w:t>
      </w:r>
      <w:r>
        <w:rPr>
          <w:rtl/>
        </w:rPr>
        <w:t>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نوجوان فاضل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کتاب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اس کا مطالع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تر</w:t>
      </w:r>
      <w:r w:rsidR="005A655B">
        <w:rPr>
          <w:rtl/>
        </w:rPr>
        <w:t xml:space="preserve"> اہل </w:t>
      </w:r>
      <w:r w:rsidRPr="00AE7C21">
        <w:rPr>
          <w:rFonts w:hint="cs"/>
          <w:rtl/>
        </w:rPr>
        <w:t>سنت حضرات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</w:t>
      </w:r>
      <w:r w:rsidR="005A655B">
        <w:rPr>
          <w:rtl/>
        </w:rPr>
        <w:t xml:space="preserve"> نہیں </w:t>
      </w:r>
      <w:r>
        <w:rPr>
          <w:rtl/>
        </w:rPr>
        <w:t>کرن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بحث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ں؟جب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کا مطالع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 xml:space="preserve">اس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موضوع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 آل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ار</w:t>
      </w:r>
      <w:r>
        <w:rPr>
          <w:rFonts w:hint="eastAsia"/>
          <w:rtl/>
        </w:rPr>
        <w:t>شادات</w:t>
      </w:r>
      <w:r>
        <w:rPr>
          <w:rtl/>
        </w:rPr>
        <w:t xml:space="preserve"> موجود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 آل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خبر سنائ</w:t>
      </w:r>
      <w:r>
        <w:rPr>
          <w:rFonts w:hint="cs"/>
          <w:rtl/>
        </w:rPr>
        <w:t>ی</w:t>
      </w:r>
      <w:r>
        <w:rPr>
          <w:rtl/>
        </w:rPr>
        <w:t xml:space="preserve"> اور لوگوں کو بشارت 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کا دور دور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 الٰ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حکومت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گا،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ھڑ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</w:t>
      </w:r>
      <w:r w:rsidRPr="004D70B9">
        <w:rPr>
          <w:rFonts w:hint="cs"/>
          <w:rtl/>
        </w:rPr>
        <w:t>ھڑ</w:t>
      </w:r>
      <w:r>
        <w:rPr>
          <w:rFonts w:hint="cs"/>
          <w:rtl/>
        </w:rPr>
        <w:t>ی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؟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2F0B69">
      <w:pPr>
        <w:pStyle w:val="Heading2Center"/>
        <w:rPr>
          <w:rtl/>
        </w:rPr>
      </w:pPr>
      <w:bookmarkStart w:id="96" w:name="_Toc508875449"/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ن</w:t>
      </w:r>
      <w:r w:rsidRPr="005132F6">
        <w:rPr>
          <w:rFonts w:hint="cs"/>
          <w:rtl/>
        </w:rPr>
        <w:t>ے</w:t>
      </w:r>
      <w:bookmarkEnd w:id="96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ج البلاغ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جمل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بقول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جمل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تسلسل و تواتر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5A655B">
        <w:rPr>
          <w:rtl/>
        </w:rPr>
        <w:t xml:space="preserve"> ہوا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نخف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پک</w:t>
      </w:r>
      <w:r w:rsidRPr="004D70B9">
        <w:rPr>
          <w:rFonts w:hint="cs"/>
          <w:rtl/>
        </w:rPr>
        <w:t>ڑ</w:t>
      </w:r>
      <w:r>
        <w:rPr>
          <w:rFonts w:hint="eastAsia"/>
          <w:rtl/>
        </w:rPr>
        <w:t>ا</w:t>
      </w:r>
      <w:r>
        <w:rPr>
          <w:rtl/>
        </w:rPr>
        <w:t xml:space="preserve"> اور قبرستان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چل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 xml:space="preserve">"فلما اصحر تنفس الصعداء"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="00ED61E8" w:rsidRPr="00AE7C21">
        <w:rPr>
          <w:rFonts w:hint="cs"/>
          <w:rtl/>
        </w:rPr>
        <w:t xml:space="preserve">اہر </w:t>
      </w:r>
      <w:r w:rsidRPr="00AE7C21">
        <w:rPr>
          <w:rFonts w:hint="cs"/>
          <w:rtl/>
        </w:rPr>
        <w:t xml:space="preserve"> نکل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Fonts w:hint="cs"/>
          <w:rtl/>
        </w:rPr>
        <w:t>ی</w:t>
      </w:r>
      <w:r>
        <w:rPr>
          <w:rtl/>
        </w:rPr>
        <w:t>"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"الناس ثلاث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فعالم ربان</w:t>
      </w:r>
      <w:r>
        <w:rPr>
          <w:rFonts w:hint="cs"/>
          <w:rtl/>
        </w:rPr>
        <w:t>ی</w:t>
      </w:r>
      <w:r>
        <w:rPr>
          <w:rtl/>
        </w:rPr>
        <w:t xml:space="preserve"> و متعلم عل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نجا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و 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مج رعاع"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ربان</w:t>
      </w:r>
      <w:r>
        <w:rPr>
          <w:rFonts w:hint="cs"/>
          <w:rtl/>
        </w:rPr>
        <w:t>ی</w:t>
      </w:r>
      <w:r>
        <w:rPr>
          <w:rtl/>
        </w:rPr>
        <w:t xml:space="preserve"> دوسرا متعلم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نجات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بر قرار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عوام الناس کا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گرو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پکارن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 w:rsidRPr="004D70B9">
        <w:rPr>
          <w:rFonts w:hint="cs"/>
          <w:rtl/>
        </w:rPr>
        <w:t>ھے</w:t>
      </w:r>
      <w:r w:rsidR="00211648">
        <w:rPr>
          <w:rtl/>
        </w:rPr>
        <w:t xml:space="preserve"> ہوتا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ن</w:t>
      </w:r>
      <w:r w:rsidRPr="004D70B9">
        <w:rPr>
          <w:rFonts w:hint="cs"/>
          <w:rtl/>
        </w:rPr>
        <w:t>ے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تن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جو 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اسرار و رموز حاصل </w:t>
      </w:r>
      <w:r>
        <w:rPr>
          <w:rFonts w:hint="eastAsia"/>
          <w:rtl/>
        </w:rPr>
        <w:t>کر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فرمان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اں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رہے 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4D70B9">
      <w:pPr>
        <w:pStyle w:val="libNormal"/>
        <w:rPr>
          <w:rtl/>
        </w:rPr>
      </w:pPr>
      <w:r w:rsidRPr="00EF6DD1">
        <w:rPr>
          <w:rStyle w:val="libArabicChar"/>
          <w:rtl/>
        </w:rPr>
        <w:t>"الل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>م بلی</w:t>
      </w:r>
      <w:r w:rsidRPr="00EF6DD1">
        <w:rPr>
          <w:rStyle w:val="libArabicChar"/>
          <w:rtl/>
        </w:rPr>
        <w:t xml:space="preserve"> لا تخلو الارض من قائم لل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 xml:space="preserve"> بحج</w:t>
      </w:r>
      <w:r w:rsidR="004D70B9" w:rsidRPr="004D70B9">
        <w:rPr>
          <w:rStyle w:val="libArabicChar"/>
          <w:rFonts w:hint="cs"/>
          <w:rtl/>
        </w:rPr>
        <w:t>ة</w:t>
      </w:r>
      <w:r w:rsidRPr="00EF6DD1">
        <w:rPr>
          <w:rStyle w:val="libArabicChar"/>
          <w:rtl/>
        </w:rPr>
        <w:t xml:space="preserve"> اما ظا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>راً مش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>ورا واما خائفا مغمورا لئلا تبطل حجج الل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 xml:space="preserve"> و بی</w:t>
      </w:r>
      <w:r w:rsidRPr="00EF6DD1">
        <w:rPr>
          <w:rStyle w:val="libArabicChar"/>
          <w:rFonts w:hint="eastAsia"/>
          <w:rtl/>
        </w:rPr>
        <w:t>نات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tl/>
        </w:rPr>
        <w:t xml:space="preserve"> </w:t>
      </w:r>
      <w:r w:rsidRPr="00EF6DD1">
        <w:rPr>
          <w:rStyle w:val="libArabicChar"/>
          <w:rFonts w:hint="cs"/>
          <w:rtl/>
        </w:rPr>
        <w:t xml:space="preserve">    ی</w:t>
      </w:r>
      <w:r w:rsidRPr="00EF6DD1">
        <w:rPr>
          <w:rStyle w:val="libArabicChar"/>
          <w:rFonts w:hint="eastAsia"/>
          <w:rtl/>
        </w:rPr>
        <w:t>حفظ</w:t>
      </w:r>
      <w:r w:rsidRPr="00EF6DD1">
        <w:rPr>
          <w:rStyle w:val="libArabicChar"/>
          <w:rtl/>
        </w:rPr>
        <w:t xml:space="preserve"> الل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 xml:space="preserve"> ب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>م حجج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 xml:space="preserve"> وبی</w:t>
      </w:r>
      <w:r w:rsidRPr="00EF6DD1">
        <w:rPr>
          <w:rStyle w:val="libArabicChar"/>
          <w:rFonts w:hint="eastAsia"/>
          <w:rtl/>
        </w:rPr>
        <w:t>نائ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tl/>
        </w:rPr>
        <w:t xml:space="preserve"> حت</w:t>
      </w:r>
      <w:r w:rsidRPr="00EF6DD1">
        <w:rPr>
          <w:rStyle w:val="libArabicChar"/>
          <w:rFonts w:hint="cs"/>
          <w:rtl/>
        </w:rPr>
        <w:t>ی</w:t>
      </w:r>
      <w:r w:rsidRPr="00EF6DD1">
        <w:rPr>
          <w:rStyle w:val="libArabicChar"/>
          <w:rtl/>
        </w:rPr>
        <w:t xml:space="preserve"> </w:t>
      </w:r>
      <w:r w:rsidRPr="00EF6DD1">
        <w:rPr>
          <w:rStyle w:val="libArabicChar"/>
          <w:rFonts w:hint="cs"/>
          <w:rtl/>
        </w:rPr>
        <w:t>ی</w:t>
      </w:r>
      <w:r w:rsidRPr="00EF6DD1">
        <w:rPr>
          <w:rStyle w:val="libArabicChar"/>
          <w:rFonts w:hint="eastAsia"/>
          <w:rtl/>
        </w:rPr>
        <w:t>ودع</w:t>
      </w:r>
      <w:r w:rsidR="00EF6DD1">
        <w:rPr>
          <w:rStyle w:val="libArabicChar"/>
          <w:rFonts w:hint="eastAsia"/>
          <w:rtl/>
        </w:rPr>
        <w:t>و</w:t>
      </w:r>
      <w:r w:rsidR="005132F6" w:rsidRPr="004D70B9">
        <w:rPr>
          <w:rStyle w:val="libArabicChar"/>
          <w:rFonts w:hint="cs"/>
          <w:rtl/>
        </w:rPr>
        <w:t>ه</w:t>
      </w:r>
      <w:r w:rsidR="00EF6DD1">
        <w:rPr>
          <w:rStyle w:val="libArabicChar"/>
          <w:rFonts w:hint="cs"/>
          <w:rtl/>
        </w:rPr>
        <w:t>ا</w:t>
      </w:r>
      <w:r w:rsidRPr="00EF6DD1">
        <w:rPr>
          <w:rStyle w:val="libArabicChar"/>
          <w:rtl/>
        </w:rPr>
        <w:t xml:space="preserve"> نظراء</w:t>
      </w:r>
      <w:r w:rsidR="000E44EB" w:rsidRPr="00EF6DD1">
        <w:rPr>
          <w:rStyle w:val="libArabicChar"/>
          <w:rtl/>
        </w:rPr>
        <w:t xml:space="preserve"> </w:t>
      </w:r>
      <w:r w:rsidR="005132F6" w:rsidRPr="004D70B9">
        <w:rPr>
          <w:rStyle w:val="libArabicChar"/>
          <w:rFonts w:hint="cs"/>
          <w:rtl/>
        </w:rPr>
        <w:t>ه</w:t>
      </w:r>
      <w:r w:rsidR="000E44EB" w:rsidRPr="00EF6DD1">
        <w:rPr>
          <w:rStyle w:val="libArabicChar"/>
          <w:rFonts w:hint="cs"/>
          <w:rtl/>
        </w:rPr>
        <w:t xml:space="preserve">م </w:t>
      </w:r>
      <w:r w:rsidRPr="00EF6DD1">
        <w:rPr>
          <w:rStyle w:val="libArabicChar"/>
          <w:rFonts w:hint="cs"/>
          <w:rtl/>
        </w:rPr>
        <w:t>وی</w:t>
      </w:r>
      <w:r w:rsidRPr="00EF6DD1">
        <w:rPr>
          <w:rStyle w:val="libArabicChar"/>
          <w:rFonts w:hint="eastAsia"/>
          <w:rtl/>
        </w:rPr>
        <w:t>زرعو</w:t>
      </w:r>
      <w:r w:rsidRPr="00EF6DD1">
        <w:rPr>
          <w:rStyle w:val="libArabicChar"/>
          <w:rtl/>
        </w:rPr>
        <w:t xml:space="preserve"> 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>ا فی</w:t>
      </w:r>
      <w:r w:rsidRPr="00EF6DD1">
        <w:rPr>
          <w:rStyle w:val="libArabicChar"/>
          <w:rtl/>
        </w:rPr>
        <w:t xml:space="preserve"> قلوب اشبا</w:t>
      </w:r>
      <w:r w:rsidR="005132F6" w:rsidRPr="004D70B9">
        <w:rPr>
          <w:rStyle w:val="libArabicChar"/>
          <w:rFonts w:hint="cs"/>
          <w:rtl/>
        </w:rPr>
        <w:t>ه</w:t>
      </w:r>
      <w:r w:rsidRPr="00EF6DD1">
        <w:rPr>
          <w:rStyle w:val="libArabicChar"/>
          <w:rFonts w:hint="cs"/>
          <w:rtl/>
        </w:rPr>
        <w:t>م"</w:t>
      </w:r>
      <w:r w:rsidRPr="00AE7C21">
        <w:rPr>
          <w:rFonts w:hint="cs"/>
          <w:rtl/>
        </w:rPr>
        <w:t xml:space="preserve"> </w:t>
      </w:r>
      <w:r w:rsidR="0030292A" w:rsidRPr="00B0371A">
        <w:rPr>
          <w:rStyle w:val="libFootnotenumChar"/>
          <w:rFonts w:hint="cs"/>
          <w:rtl/>
        </w:rPr>
        <w:t>(39)</w:t>
      </w:r>
      <w:r w:rsidRPr="00B0371A">
        <w:rPr>
          <w:rStyle w:val="libFootnotenumChar"/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>
        <w:rPr>
          <w:rtl/>
        </w:rPr>
        <w:t xml:space="preserve"> فرد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خال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ر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خدا ک</w:t>
      </w:r>
      <w:r>
        <w:rPr>
          <w:rFonts w:hint="cs"/>
          <w:rtl/>
        </w:rPr>
        <w:t>ی</w:t>
      </w:r>
      <w:r>
        <w:rPr>
          <w:rtl/>
        </w:rPr>
        <w:t xml:space="preserve"> حجت کو برقرار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="003B21A7" w:rsidRPr="00AE7C21">
        <w:rPr>
          <w:rFonts w:hint="cs"/>
          <w:rtl/>
        </w:rPr>
        <w:t>چاہے</w:t>
      </w:r>
      <w:r w:rsidRPr="00AE7C21">
        <w:rPr>
          <w:rFonts w:hint="cs"/>
          <w:rtl/>
        </w:rPr>
        <w:t>،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ظ</w:t>
      </w:r>
      <w:r w:rsidR="00ED61E8" w:rsidRPr="00AE7C21">
        <w:rPr>
          <w:rFonts w:hint="cs"/>
          <w:rtl/>
        </w:rPr>
        <w:t xml:space="preserve">اہر </w:t>
      </w:r>
      <w:r w:rsidRPr="00AE7C21">
        <w:rPr>
          <w:rFonts w:hint="cs"/>
          <w:rtl/>
        </w:rPr>
        <w:t xml:space="preserve"> و مش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خائف و پن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نشان م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خداوند عالم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حجتوں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کرتا</w:t>
      </w:r>
      <w:r w:rsidR="005A655B">
        <w:rPr>
          <w:rtl/>
        </w:rPr>
        <w:t xml:space="preserve"> ہے</w:t>
      </w:r>
      <w:r w:rsidR="00EC330E">
        <w:rPr>
          <w:rtl/>
        </w:rPr>
        <w:t xml:space="preserve"> یہاں </w:t>
      </w:r>
      <w:r>
        <w:rPr>
          <w:rtl/>
        </w:rPr>
        <w:t>تک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سوں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دلوں ان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97" w:name="_Toc508875450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مختار اور نظر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م</w:t>
      </w:r>
      <w:r w:rsidRPr="005132F6">
        <w:rPr>
          <w:rFonts w:hint="cs"/>
          <w:rtl/>
        </w:rPr>
        <w:t>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7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مختار ثقف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</w:t>
      </w:r>
      <w:r w:rsidR="005A655B">
        <w:rPr>
          <w:rtl/>
        </w:rPr>
        <w:t xml:space="preserve"> ہوا </w:t>
      </w:r>
      <w:r w:rsidR="005A655B" w:rsidRPr="00AE7C21">
        <w:rPr>
          <w:rFonts w:hint="cs"/>
          <w:rtl/>
        </w:rPr>
        <w:t xml:space="preserve">ہے </w:t>
      </w:r>
      <w:r w:rsidRPr="00AE7C21">
        <w:rPr>
          <w:rFonts w:hint="cs"/>
          <w:rtl/>
        </w:rPr>
        <w:t>مختار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قاتلوں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</w:t>
      </w:r>
      <w:r w:rsidR="00EF6DD1">
        <w:rPr>
          <w:rtl/>
        </w:rPr>
        <w:t xml:space="preserve">اہتے 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جناب مختار</w:t>
      </w:r>
      <w:r w:rsidR="005A655B" w:rsidRPr="00AE7C21">
        <w:rPr>
          <w:rFonts w:hint="cs"/>
          <w:rtl/>
        </w:rPr>
        <w:t xml:space="preserve"> بہت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اچ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>، دن</w:t>
      </w:r>
      <w:r>
        <w:rPr>
          <w:rFonts w:hint="cs"/>
          <w:rtl/>
        </w:rPr>
        <w:t>ی</w:t>
      </w:r>
      <w:r>
        <w:rPr>
          <w:rFonts w:hint="eastAsia"/>
          <w:rtl/>
        </w:rPr>
        <w:t>دار،</w:t>
      </w:r>
      <w:r>
        <w:rPr>
          <w:rtl/>
        </w:rPr>
        <w:t xml:space="preserve"> اور مج</w:t>
      </w:r>
      <w:r w:rsidR="00851B2F">
        <w:rPr>
          <w:rtl/>
        </w:rPr>
        <w:t>اہ</w:t>
      </w:r>
      <w:r w:rsidRPr="00AE7C21">
        <w:rPr>
          <w:rFonts w:hint="cs"/>
          <w:rtl/>
        </w:rPr>
        <w:t>د شخص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مختار کو شروع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لوگ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امام وقت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موجود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جناب مختار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جناب امام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رابط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چ</w:t>
      </w:r>
      <w:r w:rsidR="00851B2F">
        <w:rPr>
          <w:rtl/>
        </w:rPr>
        <w:t xml:space="preserve">اہی </w:t>
      </w:r>
      <w:r>
        <w:rPr>
          <w:rtl/>
        </w:rPr>
        <w:t xml:space="preserve"> آپ خاموش </w:t>
      </w:r>
      <w:r w:rsidR="00EC330E">
        <w:rPr>
          <w:rtl/>
        </w:rPr>
        <w:t>رہے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حالات اس امر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مختار </w:t>
      </w:r>
      <w:r>
        <w:rPr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لوگوں ک</w:t>
      </w:r>
      <w:r w:rsidRPr="004D70B9">
        <w:rPr>
          <w:rFonts w:hint="cs"/>
          <w:rtl/>
        </w:rPr>
        <w:t>ے</w:t>
      </w:r>
      <w:r>
        <w:rPr>
          <w:rtl/>
        </w:rPr>
        <w:t xml:space="preserve">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بن حنف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فرزند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نام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کا نام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محمد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وآل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"اسم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اسم</w:t>
      </w:r>
      <w:r>
        <w:rPr>
          <w:rFonts w:hint="cs"/>
          <w:rtl/>
        </w:rPr>
        <w:t>ی</w:t>
      </w:r>
      <w:r>
        <w:rPr>
          <w:rtl/>
        </w:rPr>
        <w:t>"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نام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مختار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دوران کا نائب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جناب مختار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تک خود کو حضرت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نائب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متعارف کروات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EC330E" w:rsidRPr="00AE7C21">
        <w:rPr>
          <w:rFonts w:hint="cs"/>
          <w:rtl/>
        </w:rPr>
        <w:t>رہے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محمد بن حنف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آخر الزمان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اپنا تعارف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ا؟ بعض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قسم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تک ثبوت</w:t>
      </w:r>
      <w:r w:rsidR="005A655B">
        <w:rPr>
          <w:rtl/>
        </w:rPr>
        <w:t xml:space="preserve"> نہیں </w:t>
      </w:r>
      <w:r>
        <w:rPr>
          <w:rtl/>
        </w:rPr>
        <w:t>مل سکا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(جناب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جناب مختار ثفق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ورن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مختار ک</w:t>
      </w:r>
      <w:r>
        <w:rPr>
          <w:rFonts w:hint="cs"/>
          <w:rtl/>
        </w:rPr>
        <w:t>ی</w:t>
      </w:r>
      <w:r>
        <w:rPr>
          <w:rtl/>
        </w:rPr>
        <w:t xml:space="preserve"> مج</w:t>
      </w:r>
      <w:r w:rsidR="00851B2F">
        <w:rPr>
          <w:rtl/>
        </w:rPr>
        <w:t>اہ</w:t>
      </w:r>
      <w:r w:rsidRPr="00AE7C21">
        <w:rPr>
          <w:rFonts w:hint="cs"/>
          <w:rtl/>
        </w:rPr>
        <w:t>دت اور ان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 w:rsidR="000E44EB">
        <w:rPr>
          <w:rtl/>
        </w:rPr>
        <w:t xml:space="preserve"> ہی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کربلا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قاتلوں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جس ا</w:t>
      </w:r>
      <w:r>
        <w:rPr>
          <w:rFonts w:hint="eastAsia"/>
          <w:rtl/>
        </w:rPr>
        <w:t>نداز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طرح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سکا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ان کو مختار آل محمد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جاتا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)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98" w:name="_Toc508875451"/>
      <w:r>
        <w:rPr>
          <w:rFonts w:hint="eastAsia"/>
          <w:rtl/>
        </w:rPr>
        <w:t>ز</w:t>
      </w:r>
      <w:r w:rsidRPr="005132F6">
        <w:rPr>
          <w:rFonts w:hint="cs"/>
          <w:rtl/>
        </w:rPr>
        <w:t>ھر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5132F6">
        <w:rPr>
          <w:rFonts w:hint="cs"/>
          <w:rtl/>
        </w:rPr>
        <w:t>ھتے</w:t>
      </w:r>
      <w:r w:rsidR="005513FA" w:rsidRPr="005132F6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bookmarkEnd w:id="98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الفرج اصف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جو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النسل مورخ</w:t>
      </w:r>
      <w:r w:rsidR="005A655B">
        <w:rPr>
          <w:rtl/>
        </w:rPr>
        <w:t xml:space="preserve"> ہیں </w:t>
      </w:r>
      <w:r>
        <w:rPr>
          <w:rtl/>
        </w:rPr>
        <w:t>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امام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خبر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اہل </w:t>
      </w:r>
      <w:r w:rsidRPr="00AE7C21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افراد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ک وقت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کا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معلوم</w:t>
      </w:r>
      <w:r w:rsidR="00211648" w:rsidRPr="00AE7C21">
        <w:rPr>
          <w:rFonts w:hint="cs"/>
          <w:rtl/>
        </w:rPr>
        <w:t xml:space="preserve"> ہوتا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قدر مسلم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جب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</w:t>
      </w:r>
      <w:r>
        <w:rPr>
          <w:rFonts w:hint="cs"/>
          <w:rtl/>
        </w:rPr>
        <w:t>ی</w:t>
      </w:r>
      <w:r>
        <w:rPr>
          <w:rtl/>
        </w:rPr>
        <w:t xml:space="preserve"> خبر موصول</w:t>
      </w:r>
      <w:r w:rsidR="005A655B">
        <w:rPr>
          <w:rtl/>
        </w:rPr>
        <w:t xml:space="preserve"> ہوئی </w:t>
      </w:r>
      <w:r>
        <w:rPr>
          <w:rtl/>
        </w:rPr>
        <w:t>تو ان کا 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 فوراً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طرف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اور پر خوش نوجوانوں کو صبر کرنا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انقلاب تو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E44EB">
        <w:rPr>
          <w:rtl/>
        </w:rPr>
        <w:t xml:space="preserve"> ہی </w:t>
      </w:r>
      <w:r>
        <w:rPr>
          <w:rtl/>
        </w:rPr>
        <w:t>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E44EB">
        <w:rPr>
          <w:rtl/>
        </w:rPr>
        <w:t xml:space="preserve"> ہی </w:t>
      </w:r>
      <w:r>
        <w:rPr>
          <w:rtl/>
        </w:rPr>
        <w:t>لائ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انقلاب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السلام، اور اس انقلاب کو لان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حضرت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0E44EB">
        <w:rPr>
          <w:rtl/>
        </w:rPr>
        <w:t xml:space="preserve"> ہی </w:t>
      </w:r>
      <w:r w:rsidR="00BD7C38">
        <w:rPr>
          <w:rtl/>
        </w:rPr>
        <w:t xml:space="preserve">ہوں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 w:rsidRPr="004D70B9">
        <w:rPr>
          <w:rFonts w:hint="cs"/>
          <w:rtl/>
        </w:rPr>
        <w:t>ھ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جانتا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غلط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درست، عرض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مقصد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ضرور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مشن و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99" w:name="_Toc508875452"/>
      <w:r>
        <w:rPr>
          <w:rFonts w:hint="eastAsia"/>
          <w:rtl/>
        </w:rPr>
        <w:t>نفس</w:t>
      </w:r>
      <w:r>
        <w:rPr>
          <w:rtl/>
        </w:rPr>
        <w:t xml:space="preserve"> زک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r>
        <w:rPr>
          <w:rtl/>
        </w:rPr>
        <w:t xml:space="preserve"> کا انقلاب لانا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5132F6">
        <w:rPr>
          <w:rFonts w:hint="cs"/>
          <w:rtl/>
        </w:rPr>
        <w:t>ہ</w:t>
      </w:r>
      <w:r>
        <w:rPr>
          <w:rtl/>
        </w:rPr>
        <w:t xml:space="preserve"> م</w:t>
      </w:r>
      <w:r w:rsidRPr="005132F6">
        <w:rPr>
          <w:rFonts w:hint="cs"/>
          <w:rtl/>
        </w:rPr>
        <w:t>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99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عرض کر چک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کا نام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حسن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کو حسن مثن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جاتا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حسن، جناب حسن،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داماد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فاطم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حسن مثن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کا نام عبدالل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زاد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ماں باپ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ان کو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tl/>
        </w:rPr>
        <w:t>پکارا جان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لگا (ک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نوجوان جو خالص الطرف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اور خالص فاطم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)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محض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 صاجزاد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محمد اور دوسر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نام ابر</w:t>
      </w:r>
      <w:r w:rsidR="00851B2F" w:rsidRPr="00AE7C21">
        <w:rPr>
          <w:rFonts w:hint="cs"/>
          <w:rtl/>
        </w:rPr>
        <w:t xml:space="preserve">اہی 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>ان کا دور آخر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دور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ملتا جلتا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tl/>
          <w:lang w:bidi="fa-IR"/>
        </w:rPr>
        <w:t>۱۳۰</w:t>
      </w:r>
      <w:r>
        <w:rPr>
          <w:rtl/>
        </w:rPr>
        <w:t xml:space="preserve"> </w:t>
      </w:r>
      <w:r w:rsidR="00EC330E">
        <w:rPr>
          <w:rFonts w:hint="cs"/>
          <w:rtl/>
        </w:rPr>
        <w:t>ہجر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سکت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محمد بن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محض</w:t>
      </w:r>
      <w:r w:rsidR="005A655B" w:rsidRPr="00AE7C21">
        <w:rPr>
          <w:rFonts w:hint="cs"/>
          <w:rtl/>
        </w:rPr>
        <w:t xml:space="preserve"> بہت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اخلاق و شرافت کو نفس زک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پکارا جاتا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سادات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تک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محمد بن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محض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حضرت امام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مدعو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</w:t>
      </w:r>
      <w:r>
        <w:rPr>
          <w:rtl/>
        </w:rPr>
        <w:t>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انقلاب برپا کرنا چ</w:t>
      </w:r>
      <w:r w:rsidR="00EF6DD1" w:rsidRPr="00AE7C21">
        <w:rPr>
          <w:rFonts w:hint="cs"/>
          <w:rtl/>
        </w:rPr>
        <w:t xml:space="preserve">اہتے 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چ</w:t>
      </w:r>
      <w:r w:rsidR="00EF6DD1" w:rsidRPr="00AE7C21">
        <w:rPr>
          <w:rFonts w:hint="cs"/>
          <w:rtl/>
        </w:rPr>
        <w:t xml:space="preserve">اہتے 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 محض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A655B">
        <w:rPr>
          <w:rtl/>
        </w:rPr>
        <w:t xml:space="preserve"> ہیں </w:t>
      </w:r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کا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اگر محمد امر بالمعروف اور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>
        <w:rPr>
          <w:rtl/>
        </w:rPr>
        <w:t xml:space="preserve"> خاطر انقلاب لانا چ</w:t>
      </w:r>
      <w:r w:rsidR="00EF6DD1">
        <w:rPr>
          <w:rtl/>
        </w:rPr>
        <w:t xml:space="preserve">اہتے 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تو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دوران بن کر انقلاب لانا چ</w:t>
      </w:r>
      <w:r w:rsidR="00EF6DD1">
        <w:rPr>
          <w:rtl/>
        </w:rPr>
        <w:t xml:space="preserve">اہتے 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سخت غلط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5513FA">
        <w:rPr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اس حوال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5A655B">
        <w:rPr>
          <w:rtl/>
        </w:rPr>
        <w:t xml:space="preserve"> نہیں </w:t>
      </w:r>
      <w:r>
        <w:rPr>
          <w:rtl/>
        </w:rPr>
        <w:t>کروں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تو غلط ف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ان کا نام محمد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دوسرا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کند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پر </w:t>
      </w:r>
      <w:r w:rsidRPr="00AE7C21">
        <w:rPr>
          <w:rFonts w:hint="cs"/>
          <w:rtl/>
        </w:rPr>
        <w:lastRenderedPageBreak/>
        <w:t>تل کا نشان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لوگوں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سکتا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دوران</w:t>
      </w:r>
      <w:r w:rsidR="000E44EB">
        <w:rPr>
          <w:rtl/>
        </w:rPr>
        <w:t xml:space="preserve"> ہی </w:t>
      </w:r>
      <w:r w:rsidR="00FD708B">
        <w:rPr>
          <w:rtl/>
        </w:rPr>
        <w:t>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="00ED61E8" w:rsidRPr="00AE7C21">
        <w:rPr>
          <w:rFonts w:hint="cs"/>
          <w:rtl/>
        </w:rPr>
        <w:t xml:space="preserve">اہر </w:t>
      </w:r>
      <w:r w:rsidR="00211648" w:rsidRPr="00AE7C21">
        <w:rPr>
          <w:rFonts w:hint="cs"/>
          <w:rtl/>
        </w:rPr>
        <w:t xml:space="preserve"> ہوتا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اور ضرور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صالح شخص انقلاب لان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کرتا تو اس کو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آخر الزمان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آقائ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نامدار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و آل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وسلم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حضرت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مسلمانوں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رچ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تصور ان ک</w:t>
      </w:r>
      <w:r>
        <w:rPr>
          <w:rFonts w:hint="cs"/>
          <w:rtl/>
        </w:rPr>
        <w:t>ی</w:t>
      </w:r>
      <w:r>
        <w:rPr>
          <w:rtl/>
        </w:rPr>
        <w:t xml:space="preserve"> آمد تک</w:t>
      </w:r>
      <w:r w:rsidR="005A655B">
        <w:rPr>
          <w:rtl/>
        </w:rPr>
        <w:t xml:space="preserve"> رہے 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بات پر سن مسلمان متفق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حجت حضرت قائم </w:t>
      </w:r>
      <w:r>
        <w:rPr>
          <w:rFonts w:hint="eastAsia"/>
          <w:rtl/>
        </w:rPr>
        <w:t>آل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ضرور بالضرور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آباد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2F0B69">
      <w:pPr>
        <w:pStyle w:val="Heading2Center"/>
        <w:rPr>
          <w:rtl/>
        </w:rPr>
      </w:pPr>
      <w:bookmarkStart w:id="100" w:name="_Toc508875453"/>
      <w:r>
        <w:rPr>
          <w:rFonts w:hint="eastAsia"/>
          <w:rtl/>
        </w:rPr>
        <w:t>منصور</w:t>
      </w:r>
      <w:r>
        <w:rPr>
          <w:rtl/>
        </w:rPr>
        <w:t xml:space="preserve"> دوانق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شاطران</w:t>
      </w:r>
      <w:r w:rsidRPr="005132F6">
        <w:rPr>
          <w:rFonts w:hint="cs"/>
          <w:rtl/>
        </w:rPr>
        <w:t>ہ چال</w:t>
      </w:r>
      <w:bookmarkEnd w:id="100"/>
    </w:p>
    <w:p w:rsidR="00827A66" w:rsidRPr="004C2205" w:rsidRDefault="00827A66" w:rsidP="00827A66">
      <w:pPr>
        <w:pStyle w:val="libNormal"/>
        <w:rPr>
          <w:rtl/>
        </w:rPr>
      </w:pP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منصور کا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اور سلطنت عباس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="002E1092">
        <w:rPr>
          <w:rFonts w:hint="cs"/>
          <w:rtl/>
        </w:rPr>
        <w:t xml:space="preserve"> پہلا </w:t>
      </w:r>
      <w:r w:rsidRPr="00AE7C21">
        <w:rPr>
          <w:rFonts w:hint="cs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Pr="004D70B9">
        <w:rPr>
          <w:rFonts w:hint="cs"/>
          <w:rtl/>
        </w:rPr>
        <w:t>ہ</w:t>
      </w:r>
      <w:r>
        <w:rPr>
          <w:rtl/>
        </w:rPr>
        <w:t xml:space="preserve"> سفاح، دوسرا منصور،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منصور کا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منصور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فائد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حاصل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پروگرام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لوگوں کو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>
        <w:rPr>
          <w:rtl/>
        </w:rPr>
        <w:t>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حسب پروگرام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لوگو! جس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کا تم لوگ انتظار کر</w:t>
      </w:r>
      <w:r w:rsidR="005A655B">
        <w:rPr>
          <w:rtl/>
        </w:rPr>
        <w:t xml:space="preserve"> رہے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مقاتل الطالب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مصنف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منصور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اکثر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کرتا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کو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آخر الزمان 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کر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بول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عوام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منصور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دوست مسلم بن ق</w:t>
      </w:r>
      <w:r>
        <w:rPr>
          <w:rFonts w:hint="cs"/>
          <w:rtl/>
        </w:rPr>
        <w:t>ی</w:t>
      </w:r>
      <w:r>
        <w:rPr>
          <w:rFonts w:hint="eastAsia"/>
          <w:rtl/>
        </w:rPr>
        <w:t>تب</w:t>
      </w:r>
      <w:r w:rsidRPr="004D70B9">
        <w:rPr>
          <w:rFonts w:hint="cs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منصور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پوچ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محمد بن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مسلم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دوراں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منصور بول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غلط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البت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 w:rsidR="00EC330E">
        <w:rPr>
          <w:rFonts w:hint="cs"/>
          <w:rtl/>
        </w:rPr>
        <w:t>ہار</w:t>
      </w:r>
      <w:r w:rsidRPr="00AE7C21">
        <w:rPr>
          <w:rFonts w:hint="cs"/>
          <w:rtl/>
        </w:rPr>
        <w:t xml:space="preserve"> منصور لوگوں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کرتا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محمد بن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محض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مختصر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تصور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نوجوان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نام سنت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اس کو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وقت تصور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101" w:name="_Toc508875454"/>
      <w:r>
        <w:rPr>
          <w:rFonts w:hint="eastAsia"/>
          <w:rtl/>
        </w:rPr>
        <w:t>محمد</w:t>
      </w:r>
      <w:r>
        <w:rPr>
          <w:rtl/>
        </w:rPr>
        <w:t xml:space="preserve"> بن عجلان اور منصور عباس</w:t>
      </w:r>
      <w:r>
        <w:rPr>
          <w:rFonts w:hint="cs"/>
          <w:rtl/>
        </w:rPr>
        <w:t>ی</w:t>
      </w:r>
      <w:bookmarkEnd w:id="101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واقع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ھہ</w:t>
      </w:r>
      <w:r>
        <w:rPr>
          <w:rtl/>
        </w:rPr>
        <w:t xml:space="preserve"> محمد بن عجلان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محمد بن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جا کر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بنو عباس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سادات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حام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حاکم وقت </w:t>
      </w:r>
      <w:r w:rsidRPr="004D70B9">
        <w:rPr>
          <w:rFonts w:hint="cs"/>
          <w:rtl/>
        </w:rPr>
        <w:t>ٹھھ</w:t>
      </w:r>
      <w:r w:rsidRPr="00AE7C21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بر سر اقتدار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حسن سادات کو قتل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منصور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محمد بن عجلان کو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صاجزاد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 کا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 xml:space="preserve"> کا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</w:t>
      </w:r>
      <w:r w:rsidR="00743BB0">
        <w:rPr>
          <w:rtl/>
        </w:rPr>
        <w:lastRenderedPageBreak/>
        <w:t>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تمام فق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جمع</w:t>
      </w:r>
      <w:r w:rsidR="00FD708B" w:rsidRPr="00AE7C21">
        <w:rPr>
          <w:rFonts w:hint="cs"/>
          <w:rtl/>
        </w:rPr>
        <w:t xml:space="preserve"> ہو</w:t>
      </w:r>
      <w:r>
        <w:rPr>
          <w:rtl/>
        </w:rPr>
        <w:t xml:space="preserve"> کر منصور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ابن عجلان ک</w:t>
      </w:r>
      <w:r>
        <w:rPr>
          <w:rFonts w:hint="cs"/>
          <w:rtl/>
        </w:rPr>
        <w:t>ی</w:t>
      </w:r>
      <w:r>
        <w:rPr>
          <w:rtl/>
        </w:rPr>
        <w:t xml:space="preserve"> معاف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قصور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محمد</w:t>
      </w:r>
      <w:r>
        <w:rPr>
          <w:rtl/>
        </w:rPr>
        <w:t xml:space="preserve"> بن عبد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دوران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مخالفت کرنا مقصود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کر معلوم</w:t>
      </w:r>
      <w:r w:rsidR="00211648">
        <w:rPr>
          <w:rtl/>
        </w:rPr>
        <w:t xml:space="preserve"> ہوتا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قدر </w:t>
      </w:r>
      <w:r w:rsidR="0021427E">
        <w:rPr>
          <w:rtl/>
        </w:rPr>
        <w:t>اہمیت</w:t>
      </w:r>
      <w:r>
        <w:rPr>
          <w:rtl/>
        </w:rPr>
        <w:t xml:space="preserve"> کا حامل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ا؟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 جب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مختلف ادوار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 xml:space="preserve">تو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جات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ارا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کا مسئل</w:t>
      </w:r>
      <w:r w:rsidRPr="004D70B9">
        <w:rPr>
          <w:rFonts w:hint="cs"/>
          <w:rtl/>
        </w:rPr>
        <w:t>ہ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 </w:t>
      </w:r>
      <w:r w:rsidR="00C3449B">
        <w:rPr>
          <w:rtl/>
        </w:rPr>
        <w:t>رہا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851B2F" w:rsidRPr="00AE7C21">
        <w:rPr>
          <w:rFonts w:hint="cs"/>
          <w:rtl/>
        </w:rPr>
        <w:t xml:space="preserve"> ہم</w:t>
      </w:r>
      <w:r>
        <w:rPr>
          <w:rFonts w:hint="eastAsia"/>
          <w:rtl/>
        </w:rPr>
        <w:t>ارا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امام جب ش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211648">
        <w:rPr>
          <w:rtl/>
        </w:rPr>
        <w:t xml:space="preserve"> ہوتا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غائب</w:t>
      </w:r>
      <w:r w:rsidR="005A655B" w:rsidRPr="00AE7C21">
        <w:rPr>
          <w:rFonts w:hint="cs"/>
          <w:rtl/>
        </w:rPr>
        <w:t xml:space="preserve"> ہوا ہے </w:t>
      </w:r>
      <w:r w:rsidRPr="00AE7C21">
        <w:rPr>
          <w:rFonts w:hint="cs"/>
          <w:rtl/>
        </w:rPr>
        <w:t>مرا</w:t>
      </w:r>
      <w:r w:rsidR="005A655B" w:rsidRPr="00AE7C21">
        <w:rPr>
          <w:rFonts w:hint="cs"/>
          <w:rtl/>
        </w:rPr>
        <w:t xml:space="preserve"> نہیں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امام کو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دوران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طور پر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محمد باقر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السلام،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السلام،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ے</w:t>
      </w:r>
      <w:r>
        <w:rPr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صاجزاد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بہت </w:t>
      </w:r>
      <w:r w:rsidRPr="00AE7C21">
        <w:rPr>
          <w:rFonts w:hint="cs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جب حضرت غسل و کفن کا 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تمام کر چک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آپ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سر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آکر بلند</w:t>
      </w:r>
      <w:r>
        <w:rPr>
          <w:rtl/>
        </w:rPr>
        <w:t xml:space="preserve"> آواز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ٹے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کپ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ا </w:t>
      </w:r>
      <w:r w:rsidRPr="004D70B9">
        <w:rPr>
          <w:rFonts w:hint="cs"/>
          <w:rtl/>
        </w:rPr>
        <w:t>ھٹ</w:t>
      </w:r>
      <w:r w:rsidRPr="00AE7C21">
        <w:rPr>
          <w:rFonts w:hint="cs"/>
          <w:rtl/>
        </w:rPr>
        <w:t>ا کر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اصحاب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انتقال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اور غائب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جناز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کو خوب ملاحظ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خوب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چان کر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انتقال ک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 w:rsidR="00851B2F">
        <w:rPr>
          <w:rtl/>
        </w:rPr>
        <w:t xml:space="preserve">اہی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شو</w:t>
      </w:r>
      <w:r w:rsidR="00851B2F">
        <w:rPr>
          <w:rtl/>
        </w:rPr>
        <w:t>اہ</w:t>
      </w:r>
      <w:r w:rsidRPr="00AE7C21">
        <w:rPr>
          <w:rFonts w:hint="cs"/>
          <w:rtl/>
        </w:rPr>
        <w:t>د اس بات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427E">
        <w:rPr>
          <w:rtl/>
        </w:rPr>
        <w:t>اہمیت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ابن خلدون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دور تک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FD708B">
        <w:rPr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اختلاف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صرف فرع</w:t>
      </w:r>
      <w:r>
        <w:rPr>
          <w:rFonts w:hint="cs"/>
          <w:rtl/>
        </w:rPr>
        <w:t>ی</w:t>
      </w:r>
      <w:r>
        <w:rPr>
          <w:rtl/>
        </w:rPr>
        <w:t xml:space="preserve"> اور جزئ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شخص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شخص؟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ا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tl/>
        </w:rPr>
        <w:t>ا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حسن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 اور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اولاد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BF209D" w:rsidRPr="00BF209D">
        <w:rPr>
          <w:rStyle w:val="libAlaemChar"/>
          <w:rtl/>
        </w:rPr>
        <w:t xml:space="preserve"> صلى‌الله‌عليه‌وآله‌وسلم </w:t>
      </w:r>
      <w:r>
        <w:rPr>
          <w:rtl/>
        </w:rPr>
        <w:t>اور اولاد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را سلام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اور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طرح عدل و انصاف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ظلم و ستم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</w:t>
      </w:r>
      <w:r>
        <w:rPr>
          <w:rFonts w:hint="cs"/>
          <w:rtl/>
        </w:rPr>
        <w:t>ی</w:t>
      </w:r>
      <w:r w:rsidR="005A655B">
        <w:rPr>
          <w:rtl/>
        </w:rPr>
        <w:t xml:space="preserve"> ہوئی </w:t>
      </w:r>
      <w:r>
        <w:rPr>
          <w:rtl/>
        </w:rPr>
        <w:t>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قسم کا اعتراض</w:t>
      </w:r>
      <w:r w:rsidR="005A655B">
        <w:rPr>
          <w:rtl/>
        </w:rPr>
        <w:t xml:space="preserve"> نہیں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2F0B69">
      <w:pPr>
        <w:pStyle w:val="Heading2Center"/>
        <w:rPr>
          <w:rtl/>
        </w:rPr>
      </w:pPr>
      <w:bookmarkStart w:id="102" w:name="_Toc508875455"/>
      <w:r>
        <w:rPr>
          <w:rFonts w:hint="eastAsia"/>
          <w:rtl/>
        </w:rPr>
        <w:t>دعبل</w:t>
      </w:r>
      <w:r>
        <w:rPr>
          <w:rtl/>
        </w:rPr>
        <w:t xml:space="preserve"> ک</w:t>
      </w:r>
      <w:r w:rsidRPr="005132F6">
        <w:rPr>
          <w:rFonts w:hint="cs"/>
          <w:rtl/>
        </w:rPr>
        <w:t>ے اشعار</w:t>
      </w:r>
      <w:bookmarkEnd w:id="102"/>
      <w:r w:rsidRPr="005132F6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شاعر دعبل خزاع</w:t>
      </w:r>
      <w:r>
        <w:rPr>
          <w:rFonts w:hint="cs"/>
          <w:rtl/>
        </w:rPr>
        <w:t>ی</w:t>
      </w:r>
      <w:r>
        <w:rPr>
          <w:rtl/>
        </w:rPr>
        <w:t xml:space="preserve">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کر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اشعار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: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EF6DD1">
      <w:pPr>
        <w:pStyle w:val="libArabic"/>
        <w:rPr>
          <w:rtl/>
        </w:rPr>
      </w:pPr>
      <w:r>
        <w:rPr>
          <w:rFonts w:hint="eastAsia"/>
          <w:rtl/>
        </w:rPr>
        <w:t>افاطم</w:t>
      </w:r>
      <w:r>
        <w:rPr>
          <w:rtl/>
        </w:rPr>
        <w:t xml:space="preserve"> لو خلت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مجدلا </w:t>
      </w:r>
    </w:p>
    <w:p w:rsidR="00827A66" w:rsidRDefault="00827A66" w:rsidP="00EF6DD1">
      <w:pPr>
        <w:pStyle w:val="libArabic"/>
        <w:rPr>
          <w:rtl/>
        </w:rPr>
      </w:pPr>
      <w:r>
        <w:rPr>
          <w:rFonts w:hint="eastAsia"/>
          <w:rtl/>
        </w:rPr>
        <w:t>وقد</w:t>
      </w:r>
      <w:r>
        <w:rPr>
          <w:rtl/>
        </w:rPr>
        <w:t xml:space="preserve"> مات عطشانا بشط فرات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حضرت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را سلام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خطاب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اولاد پر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مظالم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دعبل کا مرث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تمام عرب</w:t>
      </w:r>
      <w:r>
        <w:rPr>
          <w:rFonts w:hint="cs"/>
          <w:rtl/>
        </w:rPr>
        <w:t>ی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حضرت امام رضا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دعبل کا مرث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کرت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دعبل اپن</w:t>
      </w:r>
      <w:r w:rsidRPr="004D70B9">
        <w:rPr>
          <w:rFonts w:hint="cs"/>
          <w:rtl/>
        </w:rPr>
        <w:t>ے</w:t>
      </w:r>
      <w:r>
        <w:rPr>
          <w:rtl/>
        </w:rPr>
        <w:t xml:space="preserve">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ز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مصائب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فخ ک</w:t>
      </w:r>
      <w:r>
        <w:rPr>
          <w:rFonts w:hint="cs"/>
          <w:rtl/>
        </w:rPr>
        <w:t>ی</w:t>
      </w:r>
      <w:r>
        <w:rPr>
          <w:rtl/>
        </w:rPr>
        <w:t xml:space="preserve"> مقام پر سوئ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زادوں کا ذکر کرتا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اور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کوف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مزاروں کا درد نام 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ج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کرتا</w:t>
      </w:r>
      <w:r w:rsidR="005A655B" w:rsidRPr="00AE7C21">
        <w:rPr>
          <w:rFonts w:hint="cs"/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بن عبدالل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سجاد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صاجزاد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دا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ذکر اور کب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امام موس</w:t>
      </w:r>
      <w:r>
        <w:rPr>
          <w:rFonts w:hint="cs"/>
          <w:rtl/>
        </w:rPr>
        <w:t>ی</w:t>
      </w:r>
      <w:r>
        <w:rPr>
          <w:rtl/>
        </w:rPr>
        <w:t xml:space="preserve"> کاظم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ادت کا تذکر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نفس زک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کا ذکر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"وقبر ببغداد لنفس زک</w:t>
      </w:r>
      <w:r>
        <w:rPr>
          <w:rFonts w:hint="cs"/>
          <w:rtl/>
        </w:rPr>
        <w:t>ی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سن کر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فرمات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</w:t>
      </w:r>
      <w:r w:rsidR="00EC330E" w:rsidRPr="00AE7C21">
        <w:rPr>
          <w:rFonts w:hint="cs"/>
          <w:rtl/>
        </w:rPr>
        <w:t xml:space="preserve"> یہاں </w:t>
      </w:r>
      <w:r>
        <w:rPr>
          <w:rtl/>
        </w:rPr>
        <w:t>پر اس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اضاف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کرو: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 xml:space="preserve">"وقبر بطوس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من مص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قبر کو</w:t>
      </w:r>
      <w:r w:rsidR="005A655B">
        <w:rPr>
          <w:rtl/>
        </w:rPr>
        <w:t xml:space="preserve"> نہیں </w:t>
      </w:r>
      <w:r>
        <w:rPr>
          <w:rtl/>
        </w:rPr>
        <w:t>جانتا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دعبل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تک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واقعات کا ذکر کرت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اس امر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مظالم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کا دور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اوراق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موضوع ک</w:t>
      </w:r>
      <w:r>
        <w:rPr>
          <w:rFonts w:hint="cs"/>
          <w:rtl/>
        </w:rPr>
        <w:t>ی</w:t>
      </w:r>
      <w:r>
        <w:rPr>
          <w:rtl/>
        </w:rPr>
        <w:t xml:space="preserve"> بابت</w:t>
      </w:r>
      <w:r w:rsidR="00851B2F"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شمار شو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د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صدر اسلام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چلا آر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موضوع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جو ظلم کا خاتم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عدل و انصاف ک</w:t>
      </w:r>
      <w:r>
        <w:rPr>
          <w:rFonts w:hint="cs"/>
          <w:rtl/>
        </w:rPr>
        <w:t>ی</w:t>
      </w:r>
      <w:r>
        <w:rPr>
          <w:rtl/>
        </w:rPr>
        <w:t xml:space="preserve"> حکومت قائم کر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امام م</w:t>
      </w:r>
      <w:r w:rsidRPr="004D70B9">
        <w:rPr>
          <w:rFonts w:hint="cs"/>
          <w:rtl/>
        </w:rPr>
        <w:t>ھ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جن کا انتظار کائنات کا ذر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ذر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 </w:t>
      </w:r>
      <w:r w:rsidR="00C3449B" w:rsidRPr="00AE7C21">
        <w:rPr>
          <w:rFonts w:hint="cs"/>
          <w:rtl/>
        </w:rPr>
        <w:t>رہا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کائنات کا ذر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ذر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وم ا</w:t>
      </w:r>
      <w:r w:rsidRPr="004D70B9">
        <w:rPr>
          <w:rFonts w:hint="cs"/>
          <w:rtl/>
        </w:rPr>
        <w:t>ٹھے</w:t>
      </w:r>
      <w:r w:rsidRPr="00AE7C21">
        <w:rPr>
          <w:rFonts w:hint="cs"/>
          <w:rtl/>
        </w:rPr>
        <w:t xml:space="preserve"> گا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مرحبا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51B2F" w:rsidP="002F0B69">
      <w:pPr>
        <w:pStyle w:val="Heading2Center"/>
        <w:rPr>
          <w:rtl/>
        </w:rPr>
      </w:pPr>
      <w:bookmarkStart w:id="103" w:name="_Toc508875456"/>
      <w:r>
        <w:rPr>
          <w:rFonts w:hint="eastAsia"/>
          <w:rtl/>
        </w:rPr>
        <w:t>اہ</w:t>
      </w:r>
      <w:r w:rsidR="00827A66" w:rsidRPr="005132F6">
        <w:rPr>
          <w:rFonts w:hint="cs"/>
          <w:rtl/>
        </w:rPr>
        <w:t>ل</w:t>
      </w:r>
      <w:r w:rsidR="00827A66">
        <w:rPr>
          <w:rtl/>
        </w:rPr>
        <w:t xml:space="preserve"> تسنن و نظر</w:t>
      </w:r>
      <w:r w:rsidR="00827A66">
        <w:rPr>
          <w:rFonts w:hint="cs"/>
          <w:rtl/>
        </w:rPr>
        <w:t>ی</w:t>
      </w:r>
      <w:r w:rsidR="00827A66" w:rsidRPr="005132F6">
        <w:rPr>
          <w:rFonts w:hint="cs"/>
          <w:rtl/>
        </w:rPr>
        <w:t>ہ</w:t>
      </w:r>
      <w:r w:rsidR="00827A66">
        <w:rPr>
          <w:rtl/>
        </w:rPr>
        <w:t xml:space="preserve"> م</w:t>
      </w:r>
      <w:r w:rsidR="00827A66" w:rsidRPr="005132F6">
        <w:rPr>
          <w:rFonts w:hint="cs"/>
          <w:rtl/>
        </w:rPr>
        <w:t>ھدو</w:t>
      </w:r>
      <w:r w:rsidR="00827A66">
        <w:rPr>
          <w:rFonts w:hint="cs"/>
          <w:rtl/>
        </w:rPr>
        <w:t>ی</w:t>
      </w:r>
      <w:r w:rsidR="00827A66">
        <w:rPr>
          <w:rFonts w:hint="eastAsia"/>
          <w:rtl/>
        </w:rPr>
        <w:t>ت</w:t>
      </w:r>
      <w:bookmarkEnd w:id="103"/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تک محدود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بلک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اہل </w:t>
      </w:r>
      <w:r w:rsidRPr="00AE7C21">
        <w:rPr>
          <w:rFonts w:hint="cs"/>
          <w:rtl/>
        </w:rPr>
        <w:t>سنت حضرات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اگر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جتن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اتن</w:t>
      </w:r>
      <w:r w:rsidRPr="004D70B9">
        <w:rPr>
          <w:rFonts w:hint="cs"/>
          <w:rtl/>
        </w:rPr>
        <w:t>ے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Pr="004D70B9">
        <w:rPr>
          <w:rFonts w:hint="cs"/>
          <w:rtl/>
        </w:rPr>
        <w:t>ھے۔</w:t>
      </w:r>
      <w:r w:rsidRPr="00AE7C21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سو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اردگرد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جم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اعلان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ملک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تعلق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تا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ندو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گزر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عنوان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منظر عام پر آئ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جب تک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پر نور</w:t>
      </w:r>
      <w:r w:rsidR="00FD708B" w:rsidRPr="00AE7C21">
        <w:rPr>
          <w:rFonts w:hint="cs"/>
          <w:rtl/>
        </w:rPr>
        <w:t xml:space="preserve"> ہو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جاتا ب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شمار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ٹے</w:t>
      </w:r>
      <w:r w:rsidRPr="00AE7C21">
        <w:rPr>
          <w:rFonts w:hint="cs"/>
          <w:rtl/>
        </w:rPr>
        <w:t xml:space="preserve">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دجال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آت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رہیں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5132F6" w:rsidRDefault="00827A66" w:rsidP="002F0B69">
      <w:pPr>
        <w:pStyle w:val="Heading2Center"/>
        <w:rPr>
          <w:rtl/>
        </w:rPr>
      </w:pPr>
      <w:bookmarkStart w:id="104" w:name="_Toc508875457"/>
      <w:r>
        <w:rPr>
          <w:rFonts w:hint="eastAsia"/>
          <w:rtl/>
        </w:rPr>
        <w:t>حافظ</w:t>
      </w:r>
      <w:r>
        <w:rPr>
          <w:rtl/>
        </w:rPr>
        <w:t xml:space="preserve"> ک</w:t>
      </w:r>
      <w:r w:rsidRPr="005132F6">
        <w:rPr>
          <w:rFonts w:hint="cs"/>
          <w:rtl/>
        </w:rPr>
        <w:t>ے اشعار</w:t>
      </w:r>
      <w:bookmarkEnd w:id="104"/>
      <w:r w:rsidRPr="005132F6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مج</w:t>
      </w:r>
      <w:r w:rsidRPr="004D70B9">
        <w:rPr>
          <w:rFonts w:hint="cs"/>
          <w:rtl/>
        </w:rPr>
        <w:t>ھے</w:t>
      </w:r>
      <w:r>
        <w:rPr>
          <w:rtl/>
        </w:rPr>
        <w:t xml:space="preserve"> معلوم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حضرت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غالب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</w:t>
      </w:r>
      <w:r>
        <w:rPr>
          <w:rtl/>
        </w:rPr>
        <w:t>ت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حافظ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اشعار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خوشبو ضرور آت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پر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ہیں: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tl/>
        </w:rPr>
        <w:t>"کجا است صوف</w:t>
      </w:r>
      <w:r>
        <w:rPr>
          <w:rFonts w:hint="cs"/>
          <w:rtl/>
        </w:rPr>
        <w:t>ی</w:t>
      </w:r>
      <w:r>
        <w:rPr>
          <w:rtl/>
        </w:rPr>
        <w:t xml:space="preserve"> دجال چشم ملحد شکل"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بگو</w:t>
      </w:r>
      <w:r>
        <w:rPr>
          <w:rtl/>
        </w:rPr>
        <w:t xml:space="preserve"> بسوز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صوف</w:t>
      </w:r>
      <w:r>
        <w:rPr>
          <w:rFonts w:hint="cs"/>
          <w:rtl/>
        </w:rPr>
        <w:t>ی</w:t>
      </w:r>
      <w:r>
        <w:rPr>
          <w:rtl/>
        </w:rPr>
        <w:t xml:space="preserve"> دجال جو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ملحد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کانا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بد شکل شخص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دو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جل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 چک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مژد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دل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زانفاس خوش بو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</w:t>
      </w:r>
      <w:r w:rsidRPr="004D70B9">
        <w:rPr>
          <w:rFonts w:hint="cs"/>
          <w:rtl/>
        </w:rPr>
        <w:t>ے</w:t>
      </w:r>
      <w:r>
        <w:rPr>
          <w:rtl/>
        </w:rPr>
        <w:t xml:space="preserve"> دل! تج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مبارک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حا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</w:t>
      </w:r>
      <w:r w:rsidRPr="004D70B9">
        <w:rPr>
          <w:rFonts w:hint="cs"/>
          <w:rtl/>
        </w:rPr>
        <w:t>ہ</w:t>
      </w:r>
      <w:r>
        <w:rPr>
          <w:rtl/>
        </w:rPr>
        <w:t xml:space="preserve">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معطر سانسوں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خوشبو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ک</w:t>
      </w:r>
      <w:r w:rsidR="005513FA" w:rsidRPr="00AE7C21">
        <w:rPr>
          <w:rFonts w:hint="cs"/>
          <w:rtl/>
        </w:rPr>
        <w:t xml:space="preserve"> رہی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غم و درد مکن نال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دوش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زد</w:t>
      </w:r>
      <w:r w:rsidRPr="004D70B9">
        <w:rPr>
          <w:rFonts w:hint="cs"/>
          <w:rtl/>
        </w:rPr>
        <w:t>ہ</w:t>
      </w:r>
      <w:r>
        <w:rPr>
          <w:rtl/>
        </w:rPr>
        <w:t xml:space="preserve"> ام فال</w:t>
      </w:r>
      <w:r>
        <w:rPr>
          <w:rFonts w:hint="cs"/>
          <w:rtl/>
        </w:rPr>
        <w:t>ی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غم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ڈھ</w:t>
      </w:r>
      <w:r w:rsidRPr="00AE7C21">
        <w:rPr>
          <w:rFonts w:hint="cs"/>
          <w:rtl/>
        </w:rPr>
        <w:t>ال ن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رو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فال نکال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(مج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)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رس آ</w:t>
      </w:r>
      <w:r w:rsidR="00C3449B">
        <w:rPr>
          <w:rtl/>
        </w:rPr>
        <w:t>رہا</w:t>
      </w:r>
      <w:r w:rsidR="005A655B" w:rsidRPr="00AE7C21">
        <w:rPr>
          <w:rFonts w:hint="cs"/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ندانست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منزلگ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مقصود کجا است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نقدر</w:t>
      </w:r>
      <w:r>
        <w:rPr>
          <w:rtl/>
        </w:rPr>
        <w:t xml:space="preserve"> است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بانگ جرس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کو خبر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منزل مراد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اں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 w:rsidR="000E44EB">
        <w:rPr>
          <w:rtl/>
        </w:rPr>
        <w:t xml:space="preserve"> ہی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خبر</w:t>
      </w:r>
      <w:r>
        <w:rPr>
          <w:rtl/>
        </w:rPr>
        <w:t xml:space="preserve"> بلبل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من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نال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شنوم کز قفس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بلبل ک</w:t>
      </w:r>
      <w:r>
        <w:rPr>
          <w:rFonts w:hint="cs"/>
          <w:rtl/>
        </w:rPr>
        <w:t>ی</w:t>
      </w:r>
      <w:r>
        <w:rPr>
          <w:rtl/>
        </w:rPr>
        <w:t xml:space="preserve"> خبر اس باغ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معلوم کر </w:t>
      </w:r>
      <w:r w:rsidR="00C3449B" w:rsidRPr="00AE7C21">
        <w:rPr>
          <w:rFonts w:hint="cs"/>
          <w:rtl/>
        </w:rPr>
        <w:t>رہا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رون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سن </w:t>
      </w:r>
      <w:r w:rsidR="00C3449B">
        <w:rPr>
          <w:rtl/>
        </w:rPr>
        <w:t>رہا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سء جو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نا </w:t>
      </w:r>
      <w:r w:rsidR="00C3449B" w:rsidRPr="00AE7C21">
        <w:rPr>
          <w:rFonts w:hint="cs"/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چکا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ٹے</w:t>
      </w:r>
      <w:r w:rsidRPr="00AE7C21">
        <w:rPr>
          <w:rFonts w:hint="cs"/>
          <w:rtl/>
        </w:rPr>
        <w:t xml:space="preserve"> اشخاص کس طرح اور کب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؟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بحث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مطلب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</w:t>
      </w:r>
      <w:r w:rsidR="00C3449B">
        <w:rPr>
          <w:rtl/>
        </w:rPr>
        <w:t>چاہتا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تک ظ</w:t>
      </w:r>
      <w:r>
        <w:rPr>
          <w:rFonts w:hint="eastAsia"/>
          <w:rtl/>
        </w:rPr>
        <w:t>لم</w:t>
      </w:r>
      <w:r>
        <w:rPr>
          <w:rtl/>
        </w:rPr>
        <w:t xml:space="preserve"> و جور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</w:t>
      </w:r>
      <w:r w:rsidR="005A655B" w:rsidRPr="00AE7C21">
        <w:rPr>
          <w:rFonts w:hint="cs"/>
          <w:rtl/>
        </w:rPr>
        <w:t xml:space="preserve"> نہیں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5A655B">
        <w:rPr>
          <w:rtl/>
        </w:rPr>
        <w:t xml:space="preserve"> نہیں </w:t>
      </w:r>
      <w:r>
        <w:rPr>
          <w:rtl/>
        </w:rPr>
        <w:t>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جب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سامن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اصلاح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جمل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جات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ظلم کو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نا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ان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لوگ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سبب بن</w:t>
      </w:r>
      <w:r w:rsidR="005A655B">
        <w:rPr>
          <w:rtl/>
        </w:rPr>
        <w:t xml:space="preserve"> رہے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کو ساد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تاک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کر واضح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صاحبو!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نہیں ہے </w:t>
      </w:r>
      <w:r>
        <w:rPr>
          <w:rtl/>
        </w:rPr>
        <w:t>جو تم ک</w:t>
      </w:r>
      <w:r w:rsidRPr="004D70B9">
        <w:rPr>
          <w:rFonts w:hint="cs"/>
          <w:rtl/>
        </w:rPr>
        <w:t>ھہ</w:t>
      </w:r>
      <w:r w:rsidR="005A655B" w:rsidRPr="00AE7C21">
        <w:rPr>
          <w:rFonts w:hint="cs"/>
          <w:rtl/>
        </w:rPr>
        <w:t xml:space="preserve"> رہے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>
        <w:rPr>
          <w:rtl/>
        </w:rPr>
        <w:t xml:space="preserve"> تو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گمر</w:t>
      </w:r>
      <w:r w:rsidR="00851B2F">
        <w:rPr>
          <w:rtl/>
        </w:rPr>
        <w:t xml:space="preserve">اہی 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105" w:name="_Toc508875458"/>
      <w:r>
        <w:rPr>
          <w:rFonts w:hint="eastAsia"/>
          <w:rtl/>
        </w:rPr>
        <w:t>انقلاب</w:t>
      </w:r>
      <w:r>
        <w:rPr>
          <w:rtl/>
        </w:rPr>
        <w:t xml:space="preserve"> م</w:t>
      </w:r>
      <w:r w:rsidRPr="005132F6">
        <w:rPr>
          <w:rFonts w:hint="cs"/>
          <w:rtl/>
        </w:rPr>
        <w:t>ھد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F209D" w:rsidRPr="00BF209D">
        <w:rPr>
          <w:rStyle w:val="libAlaemChar"/>
          <w:rtl/>
        </w:rPr>
        <w:t xml:space="preserve"> عليه‌السلام</w:t>
      </w:r>
      <w:bookmarkEnd w:id="105"/>
      <w:r w:rsidR="00BF209D" w:rsidRPr="00BF209D">
        <w:rPr>
          <w:rStyle w:val="libAlaemChar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حالات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ماک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بن 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کو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</w:t>
      </w:r>
      <w:r>
        <w:rPr>
          <w:rtl/>
        </w:rPr>
        <w:t xml:space="preserve"> خدانخواست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جسم پر جب نمودار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تو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جوں جوں دوا ک</w:t>
      </w:r>
      <w:r>
        <w:rPr>
          <w:rFonts w:hint="cs"/>
          <w:rtl/>
        </w:rPr>
        <w:t>ی</w:t>
      </w:r>
      <w:r>
        <w:rPr>
          <w:rtl/>
        </w:rPr>
        <w:t xml:space="preserve"> مرض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تحت اس پر کوئ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tl/>
        </w:rPr>
        <w:t xml:space="preserve"> اثر</w:t>
      </w:r>
      <w:r w:rsidR="005A655B">
        <w:rPr>
          <w:rtl/>
        </w:rPr>
        <w:t xml:space="preserve"> نہیں </w:t>
      </w:r>
      <w:r>
        <w:rPr>
          <w:rtl/>
        </w:rPr>
        <w:t>کرت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اچانک پور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جسم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بعض ترق</w:t>
      </w:r>
      <w:r>
        <w:rPr>
          <w:rFonts w:hint="cs"/>
          <w:rtl/>
        </w:rPr>
        <w:t>ی</w:t>
      </w:r>
      <w:r>
        <w:rPr>
          <w:rtl/>
        </w:rPr>
        <w:t xml:space="preserve"> پسند لوگ جو انقلاب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حام</w:t>
      </w:r>
      <w:r>
        <w:rPr>
          <w:rFonts w:hint="cs"/>
          <w:rtl/>
        </w:rPr>
        <w:t>ی</w:t>
      </w:r>
      <w:r w:rsidR="005A655B">
        <w:rPr>
          <w:rtl/>
        </w:rPr>
        <w:t xml:space="preserve"> ہیں </w:t>
      </w:r>
      <w:r>
        <w:rPr>
          <w:rtl/>
        </w:rPr>
        <w:t>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حالات و واقعات کو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ماکوں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تشب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قسم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ماکوں کو روکت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 ہے </w:t>
      </w:r>
      <w:r w:rsidRPr="00AE7C21">
        <w:rPr>
          <w:rFonts w:hint="cs"/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کاموں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مخالف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ان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ظلم و ستم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تا چ</w:t>
      </w:r>
      <w:r w:rsidR="00851B2F" w:rsidRPr="00AE7C21">
        <w:rPr>
          <w:rFonts w:hint="cs"/>
          <w:rtl/>
        </w:rPr>
        <w:t xml:space="preserve">اہی 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>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جب بر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اضاف</w:t>
      </w:r>
      <w:r w:rsidRPr="004D70B9">
        <w:rPr>
          <w:rFonts w:hint="cs"/>
          <w:rtl/>
        </w:rPr>
        <w:t>ہ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گا </w:t>
      </w:r>
      <w:r w:rsidRPr="00AE7C21">
        <w:rPr>
          <w:rFonts w:hint="cs"/>
          <w:rtl/>
        </w:rPr>
        <w:lastRenderedPageBreak/>
        <w:t>تو تب انقلاب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tl/>
        </w:rPr>
        <w:t>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اس ک</w:t>
      </w:r>
      <w:r>
        <w:rPr>
          <w:rFonts w:hint="cs"/>
          <w:rtl/>
        </w:rPr>
        <w:t>ی</w:t>
      </w:r>
      <w:r>
        <w:rPr>
          <w:rtl/>
        </w:rPr>
        <w:t xml:space="preserve"> سخت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امر بالمعروف و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 ک</w:t>
      </w:r>
      <w:r>
        <w:rPr>
          <w:rFonts w:hint="cs"/>
          <w:rtl/>
        </w:rPr>
        <w:t>ی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معاشر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 w:rsidRPr="004D70B9">
        <w:rPr>
          <w:rFonts w:hint="cs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Pr="004D70B9">
        <w:rPr>
          <w:rFonts w:hint="cs"/>
          <w:rtl/>
        </w:rPr>
        <w:t>ے</w:t>
      </w:r>
      <w:r>
        <w:rPr>
          <w:rtl/>
        </w:rPr>
        <w:t xml:space="preserve"> پر حوصل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افزائ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ترق</w:t>
      </w:r>
      <w:r>
        <w:rPr>
          <w:rFonts w:hint="cs"/>
          <w:rtl/>
        </w:rPr>
        <w:t>ی</w:t>
      </w:r>
      <w:r>
        <w:rPr>
          <w:rtl/>
        </w:rPr>
        <w:t xml:space="preserve"> کا نعر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بلند کرن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بات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 xml:space="preserve">ارا سوال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امر بالمعروف اور ن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عن المنکر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 w:rsidRPr="004D70B9">
        <w:rPr>
          <w:rFonts w:hint="cs"/>
          <w:rtl/>
        </w:rPr>
        <w:t>ہ</w:t>
      </w:r>
      <w:r>
        <w:rPr>
          <w:rtl/>
        </w:rPr>
        <w:t xml:space="preserve">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نماز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روز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زکوٰ</w:t>
      </w:r>
      <w:r w:rsidRPr="004D70B9">
        <w:rPr>
          <w:rFonts w:hint="cs"/>
          <w:rtl/>
        </w:rPr>
        <w:t>ۃ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حج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قسم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 جلد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 xml:space="preserve">؟ دراصل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سب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کجرو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باعث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جا</w:t>
      </w:r>
      <w:r w:rsidR="00C3449B" w:rsidRPr="00AE7C21">
        <w:rPr>
          <w:rFonts w:hint="cs"/>
          <w:rtl/>
        </w:rPr>
        <w:t>رہا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نعر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درست</w:t>
      </w:r>
      <w:r w:rsidR="005A655B" w:rsidRPr="00AE7C21">
        <w:rPr>
          <w:rFonts w:hint="cs"/>
          <w:rtl/>
        </w:rPr>
        <w:t xml:space="preserve"> نہیں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اصولوں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خلاف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="005513FA" w:rsidRPr="00AE7C21">
        <w:rPr>
          <w:rFonts w:hint="cs"/>
          <w:rtl/>
        </w:rPr>
        <w:t xml:space="preserve"> رہی </w:t>
      </w:r>
      <w:r>
        <w:rPr>
          <w:rtl/>
        </w:rPr>
        <w:t xml:space="preserve">بات انتظار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اور ضرور امر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انتظار کرنا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سب مسلمانوں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الٰ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 نام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</w:t>
      </w:r>
      <w:r w:rsidR="00EC330E">
        <w:rPr>
          <w:rFonts w:hint="cs"/>
          <w:rtl/>
        </w:rPr>
        <w:t>ہار</w:t>
      </w:r>
      <w:r w:rsidRPr="004D70B9">
        <w:rPr>
          <w:rFonts w:hint="cs"/>
          <w:rtl/>
        </w:rPr>
        <w:t>ے</w:t>
      </w:r>
      <w:r w:rsidR="00211648" w:rsidRPr="00AE7C21">
        <w:rPr>
          <w:rFonts w:hint="cs"/>
          <w:rtl/>
        </w:rPr>
        <w:t xml:space="preserve"> ہوئے </w:t>
      </w:r>
      <w:r w:rsidRPr="00AE7C21">
        <w:rPr>
          <w:rFonts w:hint="cs"/>
          <w:rtl/>
        </w:rPr>
        <w:t>انسانوں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</w:t>
      </w:r>
      <w:r w:rsidRPr="004D70B9">
        <w:rPr>
          <w:rFonts w:hint="cs"/>
          <w:rtl/>
        </w:rPr>
        <w:t>ے</w:t>
      </w:r>
      <w:r>
        <w:rPr>
          <w:rtl/>
        </w:rPr>
        <w:t xml:space="preserve"> عدل و انصاف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وبحال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خوشخبر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لوگوں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انقلاب آفر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ماک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تصور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 w:rsidRPr="004D70B9">
        <w:rPr>
          <w:rFonts w:hint="cs"/>
          <w:rtl/>
        </w:rPr>
        <w:t>ہ</w:t>
      </w:r>
      <w:r>
        <w:rPr>
          <w:rtl/>
        </w:rPr>
        <w:t xml:space="preserve"> فطرت کا</w:t>
      </w:r>
      <w:r w:rsidR="003B21A7">
        <w:rPr>
          <w:rtl/>
        </w:rPr>
        <w:t xml:space="preserve"> ہر </w:t>
      </w:r>
      <w:r w:rsidRPr="00AE7C21">
        <w:rPr>
          <w:rFonts w:hint="cs"/>
          <w:rtl/>
        </w:rPr>
        <w:t>کام ارتقاء ک</w:t>
      </w:r>
      <w:r>
        <w:rPr>
          <w:rFonts w:hint="cs"/>
          <w:rtl/>
        </w:rPr>
        <w:t>ی</w:t>
      </w:r>
      <w:r>
        <w:rPr>
          <w:rtl/>
        </w:rPr>
        <w:t xml:space="preserve"> طرف جاتا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AE7C21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>
        <w:rPr>
          <w:rtl/>
        </w:rPr>
        <w:t xml:space="preserve"> </w:t>
      </w:r>
      <w:r w:rsidR="00851B2F">
        <w:rPr>
          <w:rtl/>
        </w:rPr>
        <w:t>اہ</w:t>
      </w:r>
      <w:r w:rsidRPr="00AE7C21">
        <w:rPr>
          <w:rFonts w:hint="cs"/>
          <w:rtl/>
        </w:rPr>
        <w:t>ست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ر </w:t>
      </w:r>
      <w:r>
        <w:rPr>
          <w:rtl/>
        </w:rPr>
        <w:t>پک کر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 w:rsidR="00211648">
        <w:rPr>
          <w:rtl/>
        </w:rPr>
        <w:t xml:space="preserve"> ہوتا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جب تک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ارتقاء ک</w:t>
      </w:r>
      <w:r>
        <w:rPr>
          <w:rFonts w:hint="cs"/>
          <w:rtl/>
        </w:rPr>
        <w:t>ی</w:t>
      </w:r>
      <w:r>
        <w:rPr>
          <w:rtl/>
        </w:rPr>
        <w:t xml:space="preserve"> منازل ط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 وقت تک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قابل</w:t>
      </w:r>
      <w:r w:rsidR="005A655B" w:rsidRPr="00AE7C21">
        <w:rPr>
          <w:rFonts w:hint="cs"/>
          <w:rtl/>
        </w:rPr>
        <w:t xml:space="preserve"> نہیں</w:t>
      </w:r>
      <w:r w:rsidR="00211648" w:rsidRPr="00AE7C21">
        <w:rPr>
          <w:rFonts w:hint="cs"/>
          <w:rtl/>
        </w:rPr>
        <w:t xml:space="preserve"> ہوتا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مبارک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ارتقاء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خاص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اب تک</w:t>
      </w:r>
      <w:r w:rsidR="005A655B">
        <w:rPr>
          <w:rtl/>
        </w:rPr>
        <w:t xml:space="preserve"> نہیں ہوا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معاشر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کم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،</w:t>
      </w:r>
      <w:r>
        <w:rPr>
          <w:rtl/>
        </w:rPr>
        <w:t xml:space="preserve"> 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ارتقاء ک</w:t>
      </w:r>
      <w:r>
        <w:rPr>
          <w:rFonts w:hint="cs"/>
          <w:rtl/>
        </w:rPr>
        <w:t>ی</w:t>
      </w:r>
      <w:r>
        <w:rPr>
          <w:rtl/>
        </w:rPr>
        <w:t xml:space="preserve"> اس منزل تک</w:t>
      </w:r>
      <w:r w:rsidR="005A655B">
        <w:rPr>
          <w:rtl/>
        </w:rPr>
        <w:t xml:space="preserve"> نہیں </w:t>
      </w:r>
      <w:r>
        <w:rPr>
          <w:rtl/>
        </w:rPr>
        <w:t>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ذا آپ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Pr="004D70B9">
        <w:rPr>
          <w:rFonts w:hint="cs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جب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 مخلص مومن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</w:t>
      </w:r>
      <w:r>
        <w:rPr>
          <w:rFonts w:hint="eastAsia"/>
          <w:rtl/>
        </w:rPr>
        <w:t>لام</w:t>
      </w:r>
      <w:r>
        <w:rPr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حدتک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زوال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اچ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صالح افراد کا ملنا مشکل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ڑھے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فرق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پر جو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اس کا جل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5A655B">
        <w:rPr>
          <w:rtl/>
        </w:rPr>
        <w:t xml:space="preserve"> نہیں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بہت </w:t>
      </w:r>
      <w:r w:rsidRPr="00AE7C21">
        <w:rPr>
          <w:rFonts w:hint="cs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مسائل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5513FA">
        <w:rPr>
          <w:rtl/>
        </w:rPr>
        <w:t xml:space="preserve"> رہی </w:t>
      </w:r>
      <w:r>
        <w:rPr>
          <w:rtl/>
        </w:rPr>
        <w:t xml:space="preserve"> جا</w:t>
      </w:r>
      <w:r w:rsidR="005513FA">
        <w:rPr>
          <w:rtl/>
        </w:rPr>
        <w:t xml:space="preserve"> رہی 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ان مسائل کا حل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طاقتور ملکوں اور باخت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حکمرانوں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>
        <w:rPr>
          <w:rtl/>
        </w:rPr>
        <w:t xml:space="preserve"> وسائل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مسائل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جا</w:t>
      </w:r>
      <w:r w:rsidR="00EC330E" w:rsidRPr="00AE7C21">
        <w:rPr>
          <w:rFonts w:hint="cs"/>
          <w:rtl/>
        </w:rPr>
        <w:t>رہے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</w:t>
      </w:r>
      <w:r w:rsidR="00211648">
        <w:rPr>
          <w:rtl/>
        </w:rPr>
        <w:t xml:space="preserve"> ہوتا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مسائل کا کوئ</w:t>
      </w:r>
      <w:r>
        <w:rPr>
          <w:rFonts w:hint="cs"/>
          <w:rtl/>
        </w:rPr>
        <w:t>ی</w:t>
      </w:r>
      <w:r>
        <w:rPr>
          <w:rtl/>
        </w:rPr>
        <w:t xml:space="preserve"> حل</w:t>
      </w:r>
      <w:r w:rsidR="005A655B">
        <w:rPr>
          <w:rtl/>
        </w:rPr>
        <w:t xml:space="preserve"> نہیں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اگر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گا تو صرف قائم آل محمد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لگتا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 w:rsidRPr="004D70B9">
        <w:rPr>
          <w:rFonts w:hint="cs"/>
          <w:rtl/>
        </w:rPr>
        <w:t>ہ</w:t>
      </w:r>
      <w:r>
        <w:rPr>
          <w:rtl/>
        </w:rPr>
        <w:t xml:space="preserve"> مدت وقت کا کوئ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انقلاب اور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کا علم اس ذات اقدس کو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جس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 کو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اور جس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عمر اور حفاظت کا </w:t>
      </w:r>
      <w:r w:rsidR="00851B2F">
        <w:rPr>
          <w:rtl/>
        </w:rPr>
        <w:t>اہ</w:t>
      </w:r>
      <w:r w:rsidRPr="00AE7C21">
        <w:rPr>
          <w:rFonts w:hint="cs"/>
          <w:rtl/>
        </w:rPr>
        <w:t>تمام کر رک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اور جس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امام </w:t>
      </w:r>
      <w:r w:rsidR="00BF209D" w:rsidRPr="00BF209D">
        <w:rPr>
          <w:rStyle w:val="libAlaemChar"/>
          <w:rtl/>
        </w:rPr>
        <w:t xml:space="preserve"> عليه‌السلام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پر کرنا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Pr="004D70B9">
        <w:rPr>
          <w:rFonts w:hint="cs"/>
          <w:rtl/>
        </w:rPr>
        <w:t>ہ</w:t>
      </w:r>
      <w:r>
        <w:rPr>
          <w:rtl/>
        </w:rPr>
        <w:t xml:space="preserve"> دور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دانشور،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تر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خاتم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اور حل اس وقت ممکن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0E44EB">
        <w:rPr>
          <w:rtl/>
        </w:rPr>
        <w:t xml:space="preserve"> ہی </w:t>
      </w:r>
      <w:r>
        <w:rPr>
          <w:rtl/>
        </w:rPr>
        <w:t>حکمران ک</w:t>
      </w:r>
      <w:r>
        <w:rPr>
          <w:rFonts w:hint="cs"/>
          <w:rtl/>
        </w:rPr>
        <w:t>ی</w:t>
      </w:r>
      <w:r>
        <w:rPr>
          <w:rtl/>
        </w:rPr>
        <w:t xml:space="preserve"> حکومت قائم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وں گا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فروغ کو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سبب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 w:rsidRPr="004D70B9">
        <w:rPr>
          <w:rFonts w:hint="cs"/>
          <w:rtl/>
        </w:rPr>
        <w:t>ہ</w:t>
      </w:r>
      <w:r>
        <w:rPr>
          <w:rtl/>
        </w:rPr>
        <w:t xml:space="preserve">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 w:rsidR="000E44EB">
        <w:rPr>
          <w:rtl/>
        </w:rPr>
        <w:t xml:space="preserve"> ہی </w:t>
      </w:r>
      <w:r>
        <w:rPr>
          <w:rtl/>
        </w:rPr>
        <w:t>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lastRenderedPageBreak/>
        <w:t>انتظار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کا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بات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چونک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منتظر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اس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>
        <w:rPr>
          <w:rtl/>
        </w:rPr>
        <w:t xml:space="preserve"> فلاں فرض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پر ساقط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پر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فرض</w:t>
      </w:r>
      <w:r w:rsidR="005A655B" w:rsidRPr="00AE7C21">
        <w:rPr>
          <w:rFonts w:hint="cs"/>
          <w:rtl/>
        </w:rPr>
        <w:t xml:space="preserve"> رہے </w:t>
      </w:r>
      <w:r w:rsidRPr="00AE7C21">
        <w:rPr>
          <w:rFonts w:hint="cs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واجب</w:t>
      </w:r>
      <w:r w:rsidR="00FD708B" w:rsidRPr="00AE7C21">
        <w:rPr>
          <w:rFonts w:hint="cs"/>
          <w:rtl/>
        </w:rPr>
        <w:t xml:space="preserve"> ہو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موضوع ک</w:t>
      </w:r>
      <w:r>
        <w:rPr>
          <w:rFonts w:hint="cs"/>
          <w:rtl/>
        </w:rPr>
        <w:t>ی</w:t>
      </w:r>
      <w:r>
        <w:rPr>
          <w:rtl/>
        </w:rPr>
        <w:t xml:space="preserve"> بابت کچ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اور مطالب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ذکر کرنا </w:t>
      </w:r>
      <w:r w:rsidR="00C3449B">
        <w:rPr>
          <w:rtl/>
        </w:rPr>
        <w:t>چاہتا</w:t>
      </w:r>
      <w:r w:rsidRPr="00AE7C21">
        <w:rPr>
          <w:rFonts w:hint="cs"/>
          <w:rtl/>
        </w:rPr>
        <w:t xml:space="preserve">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وقت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باعث اپن</w:t>
      </w:r>
      <w:r>
        <w:rPr>
          <w:rFonts w:hint="cs"/>
          <w:rtl/>
        </w:rPr>
        <w:t>ی</w:t>
      </w:r>
      <w:r>
        <w:rPr>
          <w:rtl/>
        </w:rPr>
        <w:t xml:space="preserve"> اس گفتگو کو مختصر کرتا</w:t>
      </w:r>
      <w:r w:rsidR="00BD7C38">
        <w:rPr>
          <w:rtl/>
        </w:rPr>
        <w:t xml:space="preserve"> ہوں </w:t>
      </w:r>
      <w:r w:rsidRPr="00AE7C21">
        <w:rPr>
          <w:rFonts w:hint="cs"/>
          <w:rtl/>
        </w:rPr>
        <w:t>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کرنا </w:t>
      </w:r>
      <w:r w:rsidR="00C3449B">
        <w:rPr>
          <w:rtl/>
        </w:rPr>
        <w:t>چاہتا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اور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827A66">
      <w:pPr>
        <w:pStyle w:val="libNormal"/>
        <w:rPr>
          <w:rtl/>
        </w:rPr>
      </w:pPr>
    </w:p>
    <w:p w:rsidR="00827A66" w:rsidRDefault="00827A66" w:rsidP="002F0B69">
      <w:pPr>
        <w:pStyle w:val="Heading2Center"/>
        <w:rPr>
          <w:rtl/>
        </w:rPr>
      </w:pPr>
      <w:bookmarkStart w:id="106" w:name="_Toc508875459"/>
      <w:r>
        <w:rPr>
          <w:rFonts w:hint="eastAsia"/>
          <w:rtl/>
        </w:rPr>
        <w:t>م</w:t>
      </w:r>
      <w:r w:rsidRPr="005132F6">
        <w:rPr>
          <w:rFonts w:hint="cs"/>
          <w:rtl/>
        </w:rPr>
        <w:t>ھدو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 w:rsidRPr="005132F6">
        <w:rPr>
          <w:rFonts w:hint="cs"/>
          <w:rtl/>
        </w:rPr>
        <w:t>ہ</w:t>
      </w:r>
      <w:bookmarkEnd w:id="106"/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لوگوں پر فرض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انتظار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کو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Pr="004D70B9">
        <w:rPr>
          <w:rFonts w:hint="cs"/>
          <w:rtl/>
        </w:rPr>
        <w:t>ے</w:t>
      </w:r>
      <w:r w:rsidR="000E44EB">
        <w:rPr>
          <w:rtl/>
        </w:rPr>
        <w:t xml:space="preserve"> ہی </w:t>
      </w:r>
      <w:r w:rsidR="0021427E">
        <w:rPr>
          <w:rtl/>
        </w:rPr>
        <w:t>اہمیت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 w:rsidR="00851B2F">
        <w:rPr>
          <w:rtl/>
        </w:rPr>
        <w:t xml:space="preserve">اہی </w:t>
      </w:r>
      <w:r w:rsidRPr="004D70B9">
        <w:rPr>
          <w:rFonts w:hint="cs"/>
          <w:rtl/>
        </w:rPr>
        <w:t>ے</w:t>
      </w:r>
      <w:r>
        <w:rPr>
          <w:rtl/>
        </w:rPr>
        <w:t xml:space="preserve"> اور اس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بار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اسلام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1427E">
        <w:rPr>
          <w:rtl/>
        </w:rPr>
        <w:t>اہمیت</w:t>
      </w:r>
      <w:r w:rsidR="005A655B">
        <w:rPr>
          <w:rtl/>
        </w:rPr>
        <w:t xml:space="preserve"> نہیں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کا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حقدار 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</w:t>
      </w:r>
      <w:r w:rsidRPr="004D70B9">
        <w:rPr>
          <w:rFonts w:hint="cs"/>
          <w:rtl/>
        </w:rPr>
        <w:t>۔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اتن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ڑے</w:t>
      </w:r>
      <w:r w:rsidRPr="00AE7C21">
        <w:rPr>
          <w:rFonts w:hint="cs"/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</w:t>
      </w:r>
      <w:r>
        <w:rPr>
          <w:rtl/>
        </w:rPr>
        <w:t xml:space="preserve"> چند جمل</w:t>
      </w:r>
      <w:r>
        <w:rPr>
          <w:rFonts w:hint="eastAsia"/>
          <w:rtl/>
        </w:rPr>
        <w:t>وں</w:t>
      </w:r>
      <w:r>
        <w:rPr>
          <w:rtl/>
        </w:rPr>
        <w:t xml:space="preserve"> اور چند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اور ظالموں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امام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حکم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منتظر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اور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شرف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عطا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حالانک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اس طرح ظ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 امام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کرار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اس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</w:t>
      </w:r>
      <w:r w:rsidR="00ED61E8">
        <w:rPr>
          <w:rtl/>
        </w:rPr>
        <w:t>اہم</w:t>
      </w:r>
      <w:r w:rsidRPr="00AE7C21">
        <w:rPr>
          <w:rFonts w:hint="cs"/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سمج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بلک</w:t>
      </w:r>
      <w:r w:rsidRPr="004D70B9">
        <w:rPr>
          <w:rFonts w:hint="cs"/>
          <w:rtl/>
        </w:rPr>
        <w:t>ہ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دارمدار اس</w:t>
      </w:r>
      <w:r>
        <w:rPr>
          <w:rFonts w:hint="cs"/>
          <w:rtl/>
        </w:rPr>
        <w:t>ی</w:t>
      </w:r>
      <w:r>
        <w:rPr>
          <w:rtl/>
        </w:rPr>
        <w:t xml:space="preserve"> انتظار پر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سوچوں کا محور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انتظار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اور زند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انتظار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اور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کائنات کا وارث ضرور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 xml:space="preserve">: </w:t>
      </w:r>
    </w:p>
    <w:p w:rsidR="00827A66" w:rsidRPr="004D70B9" w:rsidRDefault="007F7100" w:rsidP="0030292A">
      <w:pPr>
        <w:pStyle w:val="libNormal"/>
        <w:rPr>
          <w:rtl/>
        </w:rPr>
      </w:pPr>
      <w:r>
        <w:rPr>
          <w:rStyle w:val="libAieChar"/>
          <w:rtl/>
        </w:rPr>
        <w:t xml:space="preserve"> </w:t>
      </w:r>
      <w:r w:rsidRPr="007F7100">
        <w:rPr>
          <w:rStyle w:val="libAlaemChar"/>
          <w:rtl/>
        </w:rPr>
        <w:t>(</w:t>
      </w:r>
      <w:r w:rsidRPr="00EF6DD1">
        <w:rPr>
          <w:rStyle w:val="libAieChar"/>
          <w:rtl/>
        </w:rPr>
        <w:t>ولقد کتب</w:t>
      </w:r>
      <w:r w:rsidRPr="00EF6DD1">
        <w:rPr>
          <w:rStyle w:val="libAieChar"/>
          <w:rFonts w:hint="cs"/>
          <w:rtl/>
        </w:rPr>
        <w:t>نا</w:t>
      </w:r>
      <w:r w:rsidRPr="00EF6DD1">
        <w:rPr>
          <w:rStyle w:val="libAieChar"/>
          <w:rtl/>
        </w:rPr>
        <w:t xml:space="preserve"> ف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الزبور من بعد الذکر ان الارض 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Fonts w:hint="eastAsia"/>
          <w:rtl/>
        </w:rPr>
        <w:t>رث</w:t>
      </w:r>
      <w:r w:rsidRPr="005132F6">
        <w:rPr>
          <w:rStyle w:val="libAieChar"/>
          <w:rFonts w:hint="cs"/>
          <w:rtl/>
        </w:rPr>
        <w:t>ه</w:t>
      </w:r>
      <w:r w:rsidRPr="00EF6DD1">
        <w:rPr>
          <w:rStyle w:val="libAieChar"/>
          <w:rFonts w:hint="cs"/>
          <w:rtl/>
        </w:rPr>
        <w:t>ا</w:t>
      </w:r>
      <w:r w:rsidRPr="00EF6DD1">
        <w:rPr>
          <w:rStyle w:val="libAieChar"/>
          <w:rtl/>
        </w:rPr>
        <w:t xml:space="preserve"> عباد</w:t>
      </w:r>
      <w:r w:rsidRPr="00EF6DD1">
        <w:rPr>
          <w:rStyle w:val="libAieChar"/>
          <w:rFonts w:hint="cs"/>
          <w:rtl/>
        </w:rPr>
        <w:t>ی</w:t>
      </w:r>
      <w:r w:rsidRPr="00EF6DD1">
        <w:rPr>
          <w:rStyle w:val="libAieChar"/>
          <w:rtl/>
        </w:rPr>
        <w:t xml:space="preserve"> الصالحون</w:t>
      </w:r>
      <w:r w:rsidRPr="007F7100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827A66">
        <w:rPr>
          <w:rtl/>
        </w:rPr>
        <w:t xml:space="preserve"> </w:t>
      </w:r>
      <w:r w:rsidR="0030292A" w:rsidRPr="004D70B9">
        <w:rPr>
          <w:rStyle w:val="libFootnotenumChar"/>
          <w:rFonts w:hint="cs"/>
          <w:rtl/>
        </w:rPr>
        <w:t>(40)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tl/>
        </w:rPr>
        <w:t>"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م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</w:t>
      </w:r>
      <w:r w:rsidRPr="004D70B9">
        <w:rPr>
          <w:rFonts w:hint="cs"/>
          <w:rtl/>
        </w:rPr>
        <w:t>ھ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د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روئ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وارث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</w:t>
      </w:r>
      <w:r w:rsidRPr="004D70B9">
        <w:rPr>
          <w:rFonts w:hint="cs"/>
          <w:rtl/>
        </w:rPr>
        <w:t>ے</w:t>
      </w:r>
      <w:r w:rsidR="00BD7C38" w:rsidRPr="00AE7C21">
        <w:rPr>
          <w:rFonts w:hint="cs"/>
          <w:rtl/>
        </w:rPr>
        <w:t xml:space="preserve"> ہوں </w:t>
      </w:r>
      <w:r w:rsidRPr="00AE7C21">
        <w:rPr>
          <w:rFonts w:hint="cs"/>
          <w:rtl/>
        </w:rPr>
        <w:t>گ</w:t>
      </w:r>
      <w:r w:rsidRPr="004D70B9">
        <w:rPr>
          <w:rFonts w:hint="cs"/>
          <w:rtl/>
        </w:rPr>
        <w:t>ے۔</w:t>
      </w:r>
      <w:r w:rsidRPr="00AE7C21">
        <w:rPr>
          <w:rFonts w:hint="cs"/>
          <w:rtl/>
        </w:rPr>
        <w:t xml:space="preserve">" </w:t>
      </w:r>
    </w:p>
    <w:p w:rsidR="00827A66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بات</w:t>
      </w:r>
      <w:r w:rsidR="00FD708B">
        <w:rPr>
          <w:rtl/>
        </w:rPr>
        <w:t xml:space="preserve"> ہو</w:t>
      </w:r>
      <w:r w:rsidR="005513FA" w:rsidRPr="00AE7C21">
        <w:rPr>
          <w:rFonts w:hint="cs"/>
          <w:rtl/>
        </w:rPr>
        <w:t xml:space="preserve"> رہی </w:t>
      </w:r>
      <w:r w:rsidR="005A655B">
        <w:rPr>
          <w:rtl/>
        </w:rPr>
        <w:t xml:space="preserve">ہے </w:t>
      </w:r>
      <w:r w:rsidRPr="00AE7C21">
        <w:rPr>
          <w:rFonts w:hint="cs"/>
          <w:rtl/>
        </w:rPr>
        <w:t>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اور ن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مستقل خوش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Pr="004D70B9">
        <w:rPr>
          <w:rFonts w:hint="cs"/>
          <w:rtl/>
        </w:rPr>
        <w:t>ہ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مستقل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انسان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خود ساخت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موت خود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 xml:space="preserve">ہاتھ </w:t>
      </w:r>
      <w:r w:rsidRPr="00AE7C21">
        <w:rPr>
          <w:rFonts w:hint="cs"/>
          <w:rtl/>
        </w:rPr>
        <w:t>وں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A655B">
        <w:rPr>
          <w:rtl/>
        </w:rPr>
        <w:t xml:space="preserve"> ہوا </w:t>
      </w:r>
      <w:r>
        <w:rPr>
          <w:rtl/>
        </w:rPr>
        <w:t>اپنا 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اسلح</w:t>
      </w:r>
      <w:r w:rsidRPr="004D70B9">
        <w:rPr>
          <w:rFonts w:hint="cs"/>
          <w:rtl/>
        </w:rPr>
        <w:t>ہ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تب</w:t>
      </w:r>
      <w:r w:rsidR="00851B2F">
        <w:rPr>
          <w:rtl/>
        </w:rPr>
        <w:t xml:space="preserve">اہی </w:t>
      </w:r>
      <w:r>
        <w:rPr>
          <w:rtl/>
        </w:rPr>
        <w:t xml:space="preserve"> کا سب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ا سامان بنا</w:t>
      </w:r>
      <w:r w:rsidR="005A655B" w:rsidRPr="00AE7C21">
        <w:rPr>
          <w:rFonts w:hint="cs"/>
          <w:rtl/>
        </w:rPr>
        <w:t xml:space="preserve"> ہوا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موت آپ</w:t>
      </w:r>
      <w:r w:rsidR="000E44EB">
        <w:rPr>
          <w:rtl/>
        </w:rPr>
        <w:t xml:space="preserve"> ہی </w:t>
      </w:r>
      <w:r>
        <w:rPr>
          <w:rtl/>
        </w:rPr>
        <w:t>مرجائ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 w:rsidR="00851B2F">
        <w:rPr>
          <w:rtl/>
        </w:rPr>
        <w:t xml:space="preserve"> ہم</w:t>
      </w:r>
      <w:r w:rsidRPr="00AE7C21">
        <w:rPr>
          <w:rFonts w:hint="cs"/>
          <w:rtl/>
        </w:rPr>
        <w:t>ارا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Pr="004D70B9">
        <w:rPr>
          <w:rFonts w:hint="cs"/>
          <w:rtl/>
        </w:rPr>
        <w:t>ہ</w:t>
      </w:r>
      <w:r>
        <w:rPr>
          <w:rtl/>
        </w:rPr>
        <w:t xml:space="preserve"> مذ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ب، اسلام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گب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ران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مستقبل انت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روشن اور تابناک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انس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دوسرا عقل و عدالت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آپ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ت</w:t>
      </w:r>
      <w:r w:rsidRPr="004D70B9">
        <w:rPr>
          <w:rFonts w:hint="cs"/>
          <w:rtl/>
        </w:rPr>
        <w:t>ے</w:t>
      </w:r>
      <w:r w:rsidR="005A655B">
        <w:rPr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="002E1092">
        <w:rPr>
          <w:rFonts w:hint="cs"/>
          <w:rtl/>
        </w:rPr>
        <w:t xml:space="preserve"> پہلا </w:t>
      </w:r>
      <w:r w:rsidRPr="00AE7C21">
        <w:rPr>
          <w:rFonts w:hint="cs"/>
          <w:rtl/>
        </w:rPr>
        <w:t>دور بچپن، ل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>کپن کا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کودتا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دوسرا دور جذبات کا دور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دور ب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اپ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انسان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لحاظ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کامل و مکمل</w:t>
      </w:r>
      <w:r w:rsidR="00211648" w:rsidRPr="00AE7C21">
        <w:rPr>
          <w:rFonts w:hint="cs"/>
          <w:rtl/>
        </w:rPr>
        <w:t xml:space="preserve"> ہوتا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تجربات انسان</w:t>
      </w:r>
      <w:r>
        <w:rPr>
          <w:rFonts w:hint="cs"/>
          <w:rtl/>
        </w:rPr>
        <w:t>ی</w:t>
      </w:r>
      <w:r>
        <w:rPr>
          <w:rtl/>
        </w:rPr>
        <w:t xml:space="preserve"> سوچ کو مضبوط اور </w:t>
      </w:r>
      <w:r>
        <w:rPr>
          <w:rFonts w:hint="eastAsia"/>
          <w:rtl/>
        </w:rPr>
        <w:t>پخت</w:t>
      </w:r>
      <w:r w:rsidRPr="004D70B9">
        <w:rPr>
          <w:rFonts w:hint="cs"/>
          <w:rtl/>
        </w:rPr>
        <w:t>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ے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ادوار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مراحل کو ط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کرتا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افسانو</w:t>
      </w:r>
      <w:r>
        <w:rPr>
          <w:rFonts w:hint="cs"/>
          <w:rtl/>
        </w:rPr>
        <w:t>ی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قرآن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اس کو زمان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851B2F" w:rsidRPr="00AE7C21">
        <w:rPr>
          <w:rFonts w:hint="cs"/>
          <w:rtl/>
        </w:rPr>
        <w:t>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دوسرا علم کا دور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 اور جوان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دور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اثرات </w:t>
      </w:r>
      <w:r w:rsidRPr="004D70B9">
        <w:rPr>
          <w:rFonts w:hint="cs"/>
          <w:rtl/>
        </w:rPr>
        <w:t>ڈ</w:t>
      </w:r>
      <w:r w:rsidRPr="00AE7C21">
        <w:rPr>
          <w:rFonts w:hint="cs"/>
          <w:rtl/>
        </w:rPr>
        <w:t>ال</w:t>
      </w:r>
      <w:r w:rsidRPr="004D70B9">
        <w:rPr>
          <w:rFonts w:hint="cs"/>
          <w:rtl/>
        </w:rPr>
        <w:t>ے</w:t>
      </w:r>
      <w:r w:rsidR="005513FA" w:rsidRPr="00AE7C21">
        <w:rPr>
          <w:rFonts w:hint="cs"/>
          <w:rtl/>
        </w:rPr>
        <w:t xml:space="preserve"> ہیں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اگر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غور و خوض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</w:t>
      </w:r>
      <w:r w:rsidR="005A655B" w:rsidRPr="004D70B9">
        <w:rPr>
          <w:rFonts w:hint="cs"/>
          <w:rtl/>
        </w:rPr>
        <w:t>ہمارے</w:t>
      </w:r>
      <w:r w:rsidRPr="00AE7C21">
        <w:rPr>
          <w:rFonts w:hint="cs"/>
          <w:rtl/>
        </w:rPr>
        <w:t xml:space="preserve"> دور خو</w:t>
      </w:r>
      <w:r w:rsidR="00851B2F" w:rsidRPr="00AE7C21">
        <w:rPr>
          <w:rFonts w:hint="cs"/>
          <w:rtl/>
        </w:rPr>
        <w:t>اہ</w:t>
      </w:r>
      <w:r w:rsidRPr="00AE7C21">
        <w:rPr>
          <w:rFonts w:hint="cs"/>
          <w:rtl/>
        </w:rPr>
        <w:t>شات و جذبات کا دور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="00851B2F" w:rsidRPr="00AE7C21">
        <w:rPr>
          <w:rFonts w:hint="cs"/>
          <w:rtl/>
        </w:rPr>
        <w:t xml:space="preserve"> ہم</w:t>
      </w:r>
      <w:r w:rsidRPr="00AE7C21">
        <w:rPr>
          <w:rFonts w:hint="cs"/>
          <w:rtl/>
        </w:rPr>
        <w:t>ارا دور بمبوں کا دور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ا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ٹ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اسلح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 دور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ان ادوار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وقعت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دور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معرفت موجود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عدالت،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صلح محبت کا نام و نشان</w:t>
      </w:r>
      <w:r w:rsidR="00743BB0" w:rsidRPr="00AE7C21">
        <w:rPr>
          <w:rFonts w:hint="cs"/>
          <w:rtl/>
        </w:rPr>
        <w:t xml:space="preserve"> ہے</w:t>
      </w:r>
      <w:r w:rsidRPr="00AE7C21">
        <w:rPr>
          <w:rFonts w:hint="cs"/>
          <w:rtl/>
        </w:rPr>
        <w:t>، 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 w:rsidR="00FD708B">
        <w:rPr>
          <w:rtl/>
        </w:rPr>
        <w:t xml:space="preserve"> ہو</w:t>
      </w:r>
      <w:r w:rsidRPr="00AE7C21">
        <w:rPr>
          <w:rFonts w:hint="cs"/>
          <w:rtl/>
        </w:rPr>
        <w:t>سکتا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الل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انسان کو اشرف المخلوقات بنا کر اد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ورا چ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و</w:t>
      </w:r>
      <w:r w:rsidRPr="004D70B9">
        <w:rPr>
          <w:rFonts w:hint="cs"/>
          <w:rtl/>
        </w:rPr>
        <w:t>ڑ</w:t>
      </w:r>
      <w:r w:rsidRPr="00AE7C21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؟</w:t>
      </w:r>
      <w:r w:rsidR="003B21A7" w:rsidRPr="00AE7C21">
        <w:rPr>
          <w:rFonts w:hint="cs"/>
          <w:rtl/>
        </w:rPr>
        <w:t xml:space="preserve"> ہر </w:t>
      </w:r>
      <w:r w:rsidRPr="00AE7C21">
        <w:rPr>
          <w:rFonts w:hint="cs"/>
          <w:rtl/>
        </w:rPr>
        <w:t>گز</w:t>
      </w:r>
      <w:r w:rsidR="005A655B" w:rsidRPr="00AE7C21">
        <w:rPr>
          <w:rFonts w:hint="cs"/>
          <w:rtl/>
        </w:rPr>
        <w:t xml:space="preserve"> نہیں </w:t>
      </w:r>
      <w:r>
        <w:rPr>
          <w:rtl/>
        </w:rPr>
        <w:t>بلک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 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ضرور</w:t>
      </w:r>
      <w:r w:rsidR="000E44EB">
        <w:rPr>
          <w:rtl/>
        </w:rPr>
        <w:t xml:space="preserve"> ہی </w:t>
      </w:r>
      <w:r>
        <w:rPr>
          <w:rtl/>
        </w:rPr>
        <w:t>منزل و مقصود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نچنا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چناچ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مسئل</w:t>
      </w:r>
      <w:r w:rsidRPr="004D70B9">
        <w:rPr>
          <w:rFonts w:hint="cs"/>
          <w:rtl/>
        </w:rPr>
        <w:t>ہ</w:t>
      </w:r>
      <w:r w:rsidR="00743BB0" w:rsidRPr="00AE7C21">
        <w:rPr>
          <w:rFonts w:hint="cs"/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آپ انداز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 w:rsidRPr="004D70B9">
        <w:rPr>
          <w:rFonts w:hint="cs"/>
          <w:rtl/>
        </w:rPr>
        <w:t>ے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اسلام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پاس کس قدر خوبص</w:t>
      </w:r>
      <w:r>
        <w:rPr>
          <w:rFonts w:hint="eastAsia"/>
          <w:rtl/>
        </w:rPr>
        <w:t>ورت</w:t>
      </w:r>
      <w:r>
        <w:rPr>
          <w:rtl/>
        </w:rPr>
        <w:t xml:space="preserve"> اور جامع اصول موجود</w:t>
      </w:r>
      <w:r w:rsidR="005513FA">
        <w:rPr>
          <w:rtl/>
        </w:rPr>
        <w:t xml:space="preserve"> ہیں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851B2F">
        <w:rPr>
          <w:rtl/>
        </w:rPr>
        <w:t xml:space="preserve"> ہم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وسعتوں، گ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 w:rsidR="005A655B">
        <w:rPr>
          <w:rtl/>
        </w:rPr>
        <w:t xml:space="preserve"> نہیں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</w:t>
      </w:r>
      <w:r w:rsidR="000E44EB">
        <w:rPr>
          <w:rtl/>
        </w:rPr>
        <w:t xml:space="preserve"> ہی </w:t>
      </w:r>
      <w:r>
        <w:rPr>
          <w:rtl/>
        </w:rPr>
        <w:t>کمال</w:t>
      </w:r>
      <w:r w:rsidR="00743BB0">
        <w:rPr>
          <w:rtl/>
        </w:rPr>
        <w:t xml:space="preserve"> ہے</w:t>
      </w:r>
      <w:r w:rsidRPr="00AE7C21">
        <w:rPr>
          <w:rFonts w:hint="cs"/>
          <w:rtl/>
        </w:rPr>
        <w:t>، ارتقاء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ارتقا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بقاء</w:t>
      </w:r>
      <w:r w:rsidR="000E44EB" w:rsidRPr="00AE7C21">
        <w:rPr>
          <w:rFonts w:hint="cs"/>
          <w:rtl/>
        </w:rPr>
        <w:t xml:space="preserve"> ہی </w:t>
      </w:r>
      <w:r>
        <w:rPr>
          <w:rtl/>
        </w:rPr>
        <w:t>بقاء، زندگ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خوشحال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0E44EB">
        <w:rPr>
          <w:rtl/>
        </w:rPr>
        <w:t xml:space="preserve"> ہی </w:t>
      </w:r>
      <w:r>
        <w:rPr>
          <w:rtl/>
        </w:rPr>
        <w:t>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 w:rsidR="00743BB0">
        <w:rPr>
          <w:rtl/>
        </w:rPr>
        <w:t xml:space="preserve"> ہے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ما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رمضان کا بابرکت اور مقدس م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D70B9">
        <w:rPr>
          <w:rFonts w:hint="cs"/>
          <w:rtl/>
        </w:rPr>
        <w:t>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5A655B">
        <w:rPr>
          <w:rtl/>
        </w:rPr>
        <w:t xml:space="preserve"> ہے </w:t>
      </w:r>
      <w:r w:rsidRPr="00AE7C21">
        <w:rPr>
          <w:rFonts w:hint="cs"/>
          <w:rtl/>
        </w:rPr>
        <w:t>دعائ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افتتاح ک</w:t>
      </w:r>
      <w:r>
        <w:rPr>
          <w:rFonts w:hint="cs"/>
          <w:rtl/>
        </w:rPr>
        <w:t>ی</w:t>
      </w:r>
      <w:r>
        <w:rPr>
          <w:rtl/>
        </w:rPr>
        <w:t xml:space="preserve"> تلاوت ضرورت کرنا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دعا حضرت امام م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والاصفات ک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سات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خاص</w:t>
      </w:r>
      <w:r w:rsidR="005A655B" w:rsidRPr="00AE7C21">
        <w:rPr>
          <w:rFonts w:hint="cs"/>
          <w:rtl/>
        </w:rPr>
        <w:t xml:space="preserve"> ہے </w:t>
      </w:r>
      <w:r w:rsidRPr="00AE7C21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 دعا کو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وں گا اور آپ ب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ضرور پ</w:t>
      </w:r>
      <w:r w:rsidRPr="004D70B9">
        <w:rPr>
          <w:rFonts w:hint="cs"/>
          <w:rtl/>
        </w:rPr>
        <w:t>ڑھ</w:t>
      </w:r>
      <w:r w:rsidRPr="00AE7C21">
        <w:rPr>
          <w:rFonts w:hint="cs"/>
          <w:rtl/>
        </w:rPr>
        <w:t>نا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"الل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م انا نرغب 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دول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تعز ب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 الاسلام و ا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پروردگار</w:t>
      </w:r>
      <w:r>
        <w:rPr>
          <w:rtl/>
        </w:rPr>
        <w:t xml:space="preserve"> !</w:t>
      </w:r>
      <w:r w:rsidR="000E44EB">
        <w:rPr>
          <w:rtl/>
        </w:rPr>
        <w:t xml:space="preserve"> ہم </w:t>
      </w:r>
      <w:r w:rsidRPr="00AE7C21">
        <w:rPr>
          <w:rFonts w:hint="cs"/>
          <w:rtl/>
        </w:rPr>
        <w:t>تج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 xml:space="preserve"> س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عزت و رتب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حاصل</w:t>
      </w:r>
      <w:r w:rsidR="00FD708B" w:rsidRPr="00AE7C21">
        <w:rPr>
          <w:rFonts w:hint="cs"/>
          <w:rtl/>
        </w:rPr>
        <w:t xml:space="preserve"> ہو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Default="00827A66" w:rsidP="00EF6DD1">
      <w:pPr>
        <w:pStyle w:val="libArabic"/>
        <w:rPr>
          <w:rtl/>
        </w:rPr>
      </w:pPr>
      <w:r>
        <w:rPr>
          <w:rFonts w:hint="eastAsia"/>
          <w:rtl/>
        </w:rPr>
        <w:t>وتذل</w:t>
      </w:r>
      <w:r>
        <w:rPr>
          <w:rtl/>
        </w:rPr>
        <w:t xml:space="preserve"> ب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 النفاق و ا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ل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منافقوں کو ذلت و رسوائ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" </w:t>
      </w:r>
    </w:p>
    <w:p w:rsidR="00827A66" w:rsidRDefault="00827A66" w:rsidP="00EF6DD1">
      <w:pPr>
        <w:pStyle w:val="libArabic"/>
        <w:rPr>
          <w:rtl/>
        </w:rPr>
      </w:pPr>
      <w:r>
        <w:rPr>
          <w:rtl/>
        </w:rPr>
        <w:t>"و تجعلنا ف</w:t>
      </w:r>
      <w:r>
        <w:rPr>
          <w:rFonts w:hint="cs"/>
          <w:rtl/>
        </w:rPr>
        <w:t>ی</w:t>
      </w:r>
      <w:r w:rsidR="005132F6" w:rsidRPr="004D70B9">
        <w:rPr>
          <w:rFonts w:hint="cs"/>
          <w:rtl/>
        </w:rPr>
        <w:t>ه</w:t>
      </w:r>
      <w:r>
        <w:rPr>
          <w:rFonts w:hint="cs"/>
          <w:rtl/>
        </w:rPr>
        <w:t>ا</w:t>
      </w:r>
      <w:r>
        <w:rPr>
          <w:rtl/>
        </w:rPr>
        <w:t xml:space="preserve"> من الدعا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طاعتک و القاد</w:t>
      </w:r>
      <w:r w:rsidR="004D70B9" w:rsidRPr="004D70B9">
        <w:rPr>
          <w:rFonts w:hint="cs"/>
          <w:rtl/>
        </w:rPr>
        <w:t>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لک</w:t>
      </w:r>
      <w:r>
        <w:rPr>
          <w:rtl/>
        </w:rPr>
        <w:t xml:space="preserve">"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دوسروں کو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و عبادت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ے</w:t>
      </w:r>
      <w:r>
        <w:rPr>
          <w:rtl/>
        </w:rPr>
        <w:t xml:space="preserve"> راست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827A66" w:rsidRPr="004C2205" w:rsidRDefault="00827A66" w:rsidP="00827A66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ال</w:t>
      </w:r>
      <w:r w:rsidRPr="004D70B9">
        <w:rPr>
          <w:rFonts w:hint="cs"/>
          <w:rtl/>
        </w:rPr>
        <w:t>ھ</w:t>
      </w:r>
      <w:r w:rsidRPr="00AE7C21">
        <w:rPr>
          <w:rFonts w:hint="cs"/>
          <w:rtl/>
        </w:rPr>
        <w:t>ا!</w:t>
      </w:r>
      <w:r w:rsidR="00851B2F" w:rsidRPr="00AE7C21">
        <w:rPr>
          <w:rFonts w:hint="cs"/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الل</w:t>
      </w:r>
      <w:r w:rsidRPr="004D70B9">
        <w:rPr>
          <w:rFonts w:hint="cs"/>
          <w:rtl/>
        </w:rPr>
        <w:t>ہ</w:t>
      </w:r>
      <w:r w:rsidR="000E44EB" w:rsidRPr="00AE7C21">
        <w:rPr>
          <w:rFonts w:hint="cs"/>
          <w:rtl/>
        </w:rPr>
        <w:t xml:space="preserve"> ہم </w:t>
      </w:r>
      <w:r w:rsidRPr="00AE7C21">
        <w:rPr>
          <w:rFonts w:hint="cs"/>
          <w:rtl/>
        </w:rPr>
        <w:t>تج</w:t>
      </w:r>
      <w:r w:rsidRPr="004D70B9">
        <w:rPr>
          <w:rFonts w:hint="cs"/>
          <w:rtl/>
        </w:rPr>
        <w:t>ھے</w:t>
      </w:r>
      <w:r w:rsidRPr="00AE7C21">
        <w:rPr>
          <w:rFonts w:hint="cs"/>
          <w:rtl/>
        </w:rPr>
        <w:t xml:space="preserve"> اپن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 w:rsidR="002E1092">
        <w:rPr>
          <w:rtl/>
        </w:rPr>
        <w:t xml:space="preserve"> ہس</w:t>
      </w:r>
      <w:r w:rsidRPr="00AE7C21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واسط د</w:t>
      </w:r>
      <w:r w:rsidRPr="004D70B9">
        <w:rPr>
          <w:rFonts w:hint="cs"/>
          <w:rtl/>
        </w:rPr>
        <w:t>ے</w:t>
      </w:r>
      <w:r w:rsidRPr="00AE7C21">
        <w:rPr>
          <w:rFonts w:hint="cs"/>
          <w:rtl/>
        </w:rPr>
        <w:t xml:space="preserve"> کر دعا کرت</w:t>
      </w:r>
      <w:r w:rsidRPr="004D70B9">
        <w:rPr>
          <w:rFonts w:hint="cs"/>
          <w:rtl/>
        </w:rPr>
        <w:t>ے</w:t>
      </w:r>
      <w:r w:rsidR="005A655B" w:rsidRPr="00AE7C21">
        <w:rPr>
          <w:rFonts w:hint="cs"/>
          <w:rtl/>
        </w:rPr>
        <w:t xml:space="preserve"> ہیں </w:t>
      </w:r>
      <w:r>
        <w:rPr>
          <w:rtl/>
        </w:rPr>
        <w:t>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و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Pr="004D70B9">
        <w:rPr>
          <w:rFonts w:hint="cs"/>
          <w:rtl/>
        </w:rPr>
        <w:t>ہ</w:t>
      </w:r>
      <w:r w:rsidRPr="00AE7C21">
        <w:rPr>
          <w:rFonts w:hint="cs"/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4D70B9">
        <w:rPr>
          <w:rFonts w:hint="cs"/>
          <w:rtl/>
        </w:rPr>
        <w:t>ہ</w:t>
      </w:r>
      <w:r w:rsidR="005A655B">
        <w:rPr>
          <w:rtl/>
        </w:rPr>
        <w:t xml:space="preserve"> ہے </w:t>
      </w:r>
      <w:r w:rsidRPr="004D70B9">
        <w:rPr>
          <w:rFonts w:hint="cs"/>
          <w:rtl/>
        </w:rPr>
        <w:t>۔</w:t>
      </w:r>
      <w:r w:rsidRPr="00AE7C21">
        <w:rPr>
          <w:rFonts w:hint="cs"/>
          <w:rtl/>
        </w:rPr>
        <w:t xml:space="preserve"> </w:t>
      </w:r>
    </w:p>
    <w:p w:rsidR="007E1384" w:rsidRDefault="007E1384" w:rsidP="007E1384">
      <w:pPr>
        <w:pStyle w:val="libLine"/>
        <w:rPr>
          <w:rtl/>
        </w:rPr>
      </w:pPr>
      <w:r>
        <w:rPr>
          <w:rtl/>
        </w:rPr>
        <w:t>___________________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1.ن</w:t>
      </w:r>
      <w:r w:rsidRPr="004D70B9">
        <w:rPr>
          <w:rFonts w:hint="cs"/>
          <w:rtl/>
        </w:rPr>
        <w:t xml:space="preserve">ھج البلاغہ، خطبہ </w:t>
      </w:r>
      <w:r>
        <w:rPr>
          <w:rtl/>
        </w:rPr>
        <w:t xml:space="preserve">۹۲.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2.بن</w:t>
      </w:r>
      <w:r>
        <w:rPr>
          <w:rFonts w:hint="cs"/>
          <w:rtl/>
        </w:rPr>
        <w:t>ی</w:t>
      </w:r>
      <w:r>
        <w:rPr>
          <w:rtl/>
        </w:rPr>
        <w:t xml:space="preserve"> اسرا</w:t>
      </w:r>
      <w:r>
        <w:rPr>
          <w:rFonts w:hint="cs"/>
          <w:rtl/>
        </w:rPr>
        <w:t>ی</w:t>
      </w:r>
      <w:r>
        <w:rPr>
          <w:rFonts w:hint="eastAsia"/>
          <w:rtl/>
        </w:rPr>
        <w:t>ئل،</w:t>
      </w:r>
      <w:r>
        <w:rPr>
          <w:rtl/>
        </w:rPr>
        <w:t xml:space="preserve"> ۳۳.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3.ن</w:t>
      </w:r>
      <w:r w:rsidRPr="004D70B9">
        <w:rPr>
          <w:rFonts w:hint="cs"/>
          <w:rtl/>
        </w:rPr>
        <w:t xml:space="preserve">ھج البلاغہ، </w:t>
      </w:r>
      <w:r>
        <w:rPr>
          <w:rtl/>
        </w:rPr>
        <w:t xml:space="preserve">۱۲۴.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lastRenderedPageBreak/>
        <w:t>4.ن</w:t>
      </w:r>
      <w:r w:rsidRPr="004D70B9">
        <w:rPr>
          <w:rFonts w:hint="cs"/>
          <w:rtl/>
        </w:rPr>
        <w:t>ھج ال</w:t>
      </w:r>
      <w:r>
        <w:rPr>
          <w:rtl/>
        </w:rPr>
        <w:t>بلاغ</w:t>
      </w:r>
      <w:r w:rsidRPr="004D70B9">
        <w:rPr>
          <w:rFonts w:hint="cs"/>
          <w:rtl/>
        </w:rPr>
        <w:t xml:space="preserve">ہ، خطبہ </w:t>
      </w:r>
      <w:r>
        <w:rPr>
          <w:rtl/>
        </w:rPr>
        <w:t xml:space="preserve">۱۹۱.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5.است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عاب،</w:t>
      </w:r>
      <w:r>
        <w:rPr>
          <w:rtl/>
        </w:rPr>
        <w:t xml:space="preserve"> ج۱، ص۲۵۹.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6.ن</w:t>
      </w:r>
      <w:r w:rsidRPr="004D70B9">
        <w:rPr>
          <w:rFonts w:hint="cs"/>
          <w:rtl/>
        </w:rPr>
        <w:t xml:space="preserve">ھج البلاغہ، </w:t>
      </w:r>
      <w:r>
        <w:rPr>
          <w:rtl/>
        </w:rPr>
        <w:t xml:space="preserve">۲۳۸.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7.سور</w:t>
      </w:r>
      <w:r w:rsidRPr="004D70B9">
        <w:rPr>
          <w:rFonts w:hint="cs"/>
          <w:rtl/>
        </w:rPr>
        <w:t xml:space="preserve">ہ انعام، </w:t>
      </w:r>
      <w:r>
        <w:rPr>
          <w:rtl/>
        </w:rPr>
        <w:t xml:space="preserve">۵۷.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8.سور</w:t>
      </w:r>
      <w:r w:rsidRPr="004D70B9">
        <w:rPr>
          <w:rFonts w:hint="cs"/>
          <w:rtl/>
        </w:rPr>
        <w:t xml:space="preserve">ہ زمر، </w:t>
      </w:r>
      <w:r>
        <w:rPr>
          <w:rtl/>
        </w:rPr>
        <w:t xml:space="preserve">۶۵.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9.سور</w:t>
      </w:r>
      <w:r w:rsidRPr="004D70B9">
        <w:rPr>
          <w:rFonts w:hint="cs"/>
          <w:rtl/>
        </w:rPr>
        <w:t xml:space="preserve">ہ اعراف، </w:t>
      </w:r>
      <w:r>
        <w:rPr>
          <w:rtl/>
        </w:rPr>
        <w:t xml:space="preserve">۲۰۴.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10.سور</w:t>
      </w:r>
      <w:r w:rsidRPr="004D70B9">
        <w:rPr>
          <w:rFonts w:hint="cs"/>
          <w:rtl/>
        </w:rPr>
        <w:t xml:space="preserve">ہ روم، </w:t>
      </w:r>
      <w:r>
        <w:rPr>
          <w:rtl/>
        </w:rPr>
        <w:t xml:space="preserve">۴۰.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11.ن</w:t>
      </w:r>
      <w:r w:rsidRPr="004D70B9">
        <w:rPr>
          <w:rFonts w:hint="cs"/>
          <w:rtl/>
        </w:rPr>
        <w:t>ھج البلاغہ، خطبہ</w:t>
      </w:r>
      <w:r>
        <w:rPr>
          <w:rtl/>
        </w:rPr>
        <w:t>۹۲. 12.سور</w:t>
      </w:r>
      <w:r w:rsidRPr="004D70B9">
        <w:rPr>
          <w:rFonts w:hint="cs"/>
          <w:rtl/>
        </w:rPr>
        <w:t xml:space="preserve">ہ حج، </w:t>
      </w:r>
      <w:r>
        <w:rPr>
          <w:rtl/>
        </w:rPr>
        <w:t xml:space="preserve">۳۹.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13.الاحتجاج 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ج۱، ص۱۰۷.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14.تار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ج۳، ص۲۹۴۴.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15.ن</w:t>
      </w:r>
      <w:r w:rsidRPr="004D70B9">
        <w:rPr>
          <w:rFonts w:hint="cs"/>
          <w:rtl/>
        </w:rPr>
        <w:t>ھج البلاغہ،</w:t>
      </w:r>
      <w:r>
        <w:rPr>
          <w:rtl/>
        </w:rPr>
        <w:t xml:space="preserve">۷۲.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16.مسالک الاف</w:t>
      </w:r>
      <w:r w:rsidRPr="004D70B9">
        <w:rPr>
          <w:rFonts w:hint="cs"/>
          <w:rtl/>
        </w:rPr>
        <w:t>ھام، ج</w:t>
      </w:r>
      <w:r>
        <w:rPr>
          <w:rtl/>
        </w:rPr>
        <w:t xml:space="preserve">۳، ص۱۱۴.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17.سور</w:t>
      </w:r>
      <w:r w:rsidRPr="004D70B9">
        <w:rPr>
          <w:rFonts w:hint="cs"/>
          <w:rtl/>
        </w:rPr>
        <w:t xml:space="preserve">ہ حجرات، </w:t>
      </w:r>
      <w:r>
        <w:rPr>
          <w:rtl/>
        </w:rPr>
        <w:t xml:space="preserve">۹.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18.بقر</w:t>
      </w:r>
      <w:r w:rsidRPr="004D70B9">
        <w:rPr>
          <w:rFonts w:hint="cs"/>
          <w:rtl/>
        </w:rPr>
        <w:t xml:space="preserve">ہ، </w:t>
      </w:r>
      <w:r>
        <w:rPr>
          <w:rtl/>
        </w:rPr>
        <w:t xml:space="preserve">۱۹۰.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 xml:space="preserve">19.انفال، ۴۱.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 xml:space="preserve">20.نساء، ۱۲۸.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21.ن</w:t>
      </w:r>
      <w:r w:rsidRPr="004D70B9">
        <w:rPr>
          <w:rFonts w:hint="cs"/>
          <w:rtl/>
        </w:rPr>
        <w:t xml:space="preserve">ھج البلاغہ، خطبہ </w:t>
      </w:r>
      <w:r>
        <w:rPr>
          <w:rtl/>
        </w:rPr>
        <w:t xml:space="preserve">۲۴۰.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22.تار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ج۷، ص۳۰۰.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23.ن</w:t>
      </w:r>
      <w:r w:rsidRPr="004D70B9">
        <w:rPr>
          <w:rFonts w:hint="cs"/>
          <w:rtl/>
        </w:rPr>
        <w:t>ھج البلاغہ، خطبہ</w:t>
      </w:r>
      <w:r>
        <w:rPr>
          <w:rtl/>
        </w:rPr>
        <w:t xml:space="preserve">۱۸۲.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24.سور</w:t>
      </w:r>
      <w:r w:rsidRPr="004D70B9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۸۴.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 xml:space="preserve">25.حج، ۳۹.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lastRenderedPageBreak/>
        <w:t>26.بقر</w:t>
      </w:r>
      <w:r w:rsidRPr="004D70B9">
        <w:rPr>
          <w:rFonts w:hint="cs"/>
          <w:rtl/>
        </w:rPr>
        <w:t xml:space="preserve">ہ، </w:t>
      </w:r>
      <w:r>
        <w:rPr>
          <w:rtl/>
        </w:rPr>
        <w:t xml:space="preserve">۲۶۹.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27.ن</w:t>
      </w:r>
      <w:r w:rsidRPr="004D70B9">
        <w:rPr>
          <w:rFonts w:hint="cs"/>
          <w:rtl/>
        </w:rPr>
        <w:t xml:space="preserve">ھج البلاغہ، </w:t>
      </w:r>
      <w:r>
        <w:rPr>
          <w:rtl/>
        </w:rPr>
        <w:t xml:space="preserve">۱۳۹.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28.ز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</w:t>
      </w:r>
      <w:r w:rsidRPr="004D70B9">
        <w:rPr>
          <w:rFonts w:hint="cs"/>
          <w:rtl/>
        </w:rPr>
        <w:t>ہ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Pr="004D70B9">
        <w:rPr>
          <w:rFonts w:hint="cs"/>
          <w:rtl/>
        </w:rPr>
        <w:t>ہ</w:t>
      </w:r>
      <w:r>
        <w:rPr>
          <w:rtl/>
        </w:rPr>
        <w:t xml:space="preserve">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29.منت</w:t>
      </w:r>
      <w:r w:rsidRPr="004D70B9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الآمال، ج۲۲۲، ۲.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 xml:space="preserve">30.عنکبوت ۶۵.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 xml:space="preserve">31.بحار الانوار، ج ۴۹، ص 146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32.سور</w:t>
      </w:r>
      <w:r w:rsidRPr="004D70B9">
        <w:rPr>
          <w:rFonts w:hint="cs"/>
          <w:rtl/>
        </w:rPr>
        <w:t xml:space="preserve">ہ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۵۵.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 xml:space="preserve">33.نور، ۵۵.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34.سور</w:t>
      </w:r>
      <w:r w:rsidRPr="004D70B9">
        <w:rPr>
          <w:rFonts w:hint="cs"/>
          <w:rtl/>
        </w:rPr>
        <w:t>ہ 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۲۵. </w:t>
      </w:r>
    </w:p>
    <w:p w:rsidR="007E1384" w:rsidRDefault="007E1384" w:rsidP="007E1384">
      <w:pPr>
        <w:pStyle w:val="libFootnote"/>
        <w:rPr>
          <w:rtl/>
        </w:rPr>
      </w:pPr>
      <w:r>
        <w:rPr>
          <w:rtl/>
        </w:rPr>
        <w:t>35.اعلام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ص۴۰۱. </w:t>
      </w:r>
    </w:p>
    <w:p w:rsidR="00827A66" w:rsidRDefault="00827A66" w:rsidP="007E1384">
      <w:pPr>
        <w:pStyle w:val="libFootnote"/>
        <w:rPr>
          <w:rtl/>
        </w:rPr>
      </w:pPr>
      <w:r>
        <w:rPr>
          <w:rtl/>
        </w:rPr>
        <w:t>36.سور</w:t>
      </w:r>
      <w:r w:rsidRPr="004D70B9">
        <w:rPr>
          <w:rFonts w:hint="cs"/>
          <w:rtl/>
        </w:rPr>
        <w:t xml:space="preserve">ہ نور، </w:t>
      </w:r>
      <w:r>
        <w:rPr>
          <w:rtl/>
        </w:rPr>
        <w:t xml:space="preserve">۵۵. </w:t>
      </w:r>
    </w:p>
    <w:p w:rsidR="00827A66" w:rsidRDefault="00827A66" w:rsidP="007E1384">
      <w:pPr>
        <w:pStyle w:val="libFootnote"/>
        <w:rPr>
          <w:rtl/>
        </w:rPr>
      </w:pPr>
      <w:r>
        <w:rPr>
          <w:rtl/>
        </w:rPr>
        <w:t>37.سور</w:t>
      </w:r>
      <w:r w:rsidRPr="004D70B9">
        <w:rPr>
          <w:rFonts w:hint="cs"/>
          <w:rtl/>
        </w:rPr>
        <w:t>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۱۰۵. </w:t>
      </w:r>
    </w:p>
    <w:p w:rsidR="00827A66" w:rsidRDefault="00827A66" w:rsidP="007E1384">
      <w:pPr>
        <w:pStyle w:val="libFootnote"/>
        <w:rPr>
          <w:rtl/>
        </w:rPr>
      </w:pPr>
      <w:r>
        <w:rPr>
          <w:rtl/>
        </w:rPr>
        <w:t>38.توب</w:t>
      </w:r>
      <w:r w:rsidRPr="004D70B9">
        <w:rPr>
          <w:rFonts w:hint="cs"/>
          <w:rtl/>
        </w:rPr>
        <w:t xml:space="preserve">ہ، </w:t>
      </w:r>
      <w:r>
        <w:rPr>
          <w:rtl/>
        </w:rPr>
        <w:t xml:space="preserve">۳۳. </w:t>
      </w:r>
    </w:p>
    <w:p w:rsidR="00827A66" w:rsidRDefault="00827A66" w:rsidP="007E1384">
      <w:pPr>
        <w:pStyle w:val="libFootnote"/>
        <w:rPr>
          <w:rtl/>
        </w:rPr>
      </w:pPr>
      <w:r>
        <w:rPr>
          <w:rtl/>
        </w:rPr>
        <w:t>39.ن</w:t>
      </w:r>
      <w:r w:rsidRPr="004D70B9">
        <w:rPr>
          <w:rFonts w:hint="cs"/>
          <w:rtl/>
        </w:rPr>
        <w:t>ھج البلاغہ</w:t>
      </w:r>
      <w:r>
        <w:rPr>
          <w:rtl/>
        </w:rPr>
        <w:t xml:space="preserve">، حکمت ۱۴۷. </w:t>
      </w:r>
    </w:p>
    <w:p w:rsidR="00827A66" w:rsidRDefault="00827A66" w:rsidP="007E1384">
      <w:pPr>
        <w:pStyle w:val="libFootnote"/>
        <w:rPr>
          <w:rtl/>
        </w:rPr>
      </w:pPr>
      <w:r>
        <w:rPr>
          <w:rtl/>
        </w:rPr>
        <w:t>40.سور</w:t>
      </w:r>
      <w:r w:rsidRPr="004D70B9">
        <w:rPr>
          <w:rFonts w:hint="cs"/>
          <w:rtl/>
        </w:rPr>
        <w:t>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۱۰۵. </w:t>
      </w:r>
    </w:p>
    <w:p w:rsidR="00D053F1" w:rsidRDefault="00D053F1" w:rsidP="005132F6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70753454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</w:rPr>
      </w:sdtEndPr>
      <w:sdtContent>
        <w:p w:rsidR="00B50F9B" w:rsidRDefault="00B50F9B" w:rsidP="00B50F9B">
          <w:pPr>
            <w:pStyle w:val="Heading2Center"/>
          </w:pPr>
          <w:r w:rsidRPr="00B50F9B">
            <w:rPr>
              <w:rFonts w:hint="cs"/>
              <w:rtl/>
            </w:rPr>
            <w:t>فہرست</w:t>
          </w:r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r w:rsidRPr="0071418C">
            <w:fldChar w:fldCharType="begin"/>
          </w:r>
          <w:r w:rsidR="00B50F9B">
            <w:instrText xml:space="preserve"> TOC \o "1-3" \h \z \u </w:instrText>
          </w:r>
          <w:r w:rsidRPr="0071418C">
            <w:fldChar w:fldCharType="separate"/>
          </w:r>
          <w:hyperlink w:anchor="_Toc508875353" w:history="1">
            <w:r w:rsidR="00B50F9B" w:rsidRPr="00BD71B5">
              <w:rPr>
                <w:rStyle w:val="Hyperlink"/>
                <w:rtl/>
              </w:rPr>
              <w:t>حرف ناشر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Toc508875353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54" w:history="1">
            <w:r w:rsidR="00B50F9B" w:rsidRPr="00BD71B5">
              <w:rPr>
                <w:rStyle w:val="Hyperlink"/>
                <w:rtl/>
              </w:rPr>
              <w:t>حضرت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مشکلات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Toc508875354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55" w:history="1">
            <w:r w:rsidR="00B50F9B" w:rsidRPr="00BD71B5">
              <w:rPr>
                <w:rStyle w:val="Hyperlink"/>
                <w:rtl/>
              </w:rPr>
              <w:t>عثمان کا قتل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Toc508875355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56" w:history="1">
            <w:r w:rsidR="00B50F9B" w:rsidRPr="00BD71B5">
              <w:rPr>
                <w:rStyle w:val="Hyperlink"/>
                <w:rtl/>
              </w:rPr>
              <w:t>عدالت کے بغ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ر ہرگز نھ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Toc508875356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57" w:history="1">
            <w:r w:rsidR="00B50F9B" w:rsidRPr="00BD71B5">
              <w:rPr>
                <w:rStyle w:val="Hyperlink"/>
                <w:rtl/>
              </w:rPr>
              <w:t>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است ہو تو 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Toc508875357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58" w:history="1">
            <w:r w:rsidR="00B50F9B" w:rsidRPr="00BD71B5">
              <w:rPr>
                <w:rStyle w:val="Hyperlink"/>
                <w:rtl/>
              </w:rPr>
              <w:t>خوارج حضرت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لئے 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بن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مشکل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Toc508875358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59" w:history="1">
            <w:r w:rsidR="00B50F9B" w:rsidRPr="00BD71B5">
              <w:rPr>
                <w:rStyle w:val="Hyperlink"/>
                <w:rtl/>
              </w:rPr>
              <w:t>خوارج کے ساتھ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کا رو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Toc508875359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0" w:history="1">
            <w:r w:rsidR="00B50F9B" w:rsidRPr="00BD71B5">
              <w:rPr>
                <w:rStyle w:val="Hyperlink"/>
                <w:rtl/>
              </w:rPr>
              <w:t>خوارج کا عق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دہ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1" w:history="1">
            <w:r w:rsidR="00B50F9B" w:rsidRPr="00BD71B5">
              <w:rPr>
                <w:rStyle w:val="Hyperlink"/>
                <w:rtl/>
              </w:rPr>
              <w:t>خارج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وں کے ساتھ مولا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کا مجاہدانہ مقابلہ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2" w:history="1">
            <w:r w:rsidR="00B50F9B" w:rsidRPr="00BD71B5">
              <w:rPr>
                <w:rStyle w:val="Hyperlink"/>
                <w:rtl/>
              </w:rPr>
              <w:t>خارج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وں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ھٹ دھرم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3" w:history="1">
            <w:r w:rsidR="00B50F9B" w:rsidRPr="00BD71B5">
              <w:rPr>
                <w:rStyle w:val="Hyperlink"/>
                <w:rtl/>
              </w:rPr>
              <w:t>شھادت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4" w:history="1">
            <w:r w:rsidR="00B50F9B" w:rsidRPr="00BD71B5">
              <w:rPr>
                <w:rStyle w:val="Hyperlink"/>
                <w:rtl/>
              </w:rPr>
              <w:t>صلح امام حسن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  1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5" w:history="1">
            <w:r w:rsidR="00B50F9B" w:rsidRPr="00BD71B5">
              <w:rPr>
                <w:rStyle w:val="Hyperlink"/>
                <w:rtl/>
              </w:rPr>
              <w:t>پ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غمبر اکرم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صلى‌الله‌عليه‌وآله‌وسلم </w:t>
            </w:r>
            <w:r w:rsidR="00B50F9B" w:rsidRPr="00BD71B5">
              <w:rPr>
                <w:rStyle w:val="Hyperlink"/>
                <w:rtl/>
              </w:rPr>
              <w:t>اور صلح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6" w:history="1">
            <w:r w:rsidR="00B50F9B" w:rsidRPr="00BD71B5">
              <w:rPr>
                <w:rStyle w:val="Hyperlink"/>
                <w:rtl/>
              </w:rPr>
              <w:t>حضرت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صلح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7" w:history="1">
            <w:r w:rsidR="00B50F9B" w:rsidRPr="00BD71B5">
              <w:rPr>
                <w:rStyle w:val="Hyperlink"/>
                <w:rtl/>
              </w:rPr>
              <w:t>فقہ جعفر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 جھاد کا تصور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8" w:history="1">
            <w:r w:rsidR="00B50F9B" w:rsidRPr="00BD71B5">
              <w:rPr>
                <w:rStyle w:val="Hyperlink"/>
                <w:rtl/>
              </w:rPr>
              <w:t>سر کشوں سے جنگ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69" w:history="1">
            <w:r w:rsidR="00B50F9B" w:rsidRPr="00BD71B5">
              <w:rPr>
                <w:rStyle w:val="Hyperlink"/>
                <w:rtl/>
              </w:rPr>
              <w:t>صلح اور فقہ جعفر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Toc508875369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0" w:history="1">
            <w:r w:rsidR="00B50F9B" w:rsidRPr="00BD71B5">
              <w:rPr>
                <w:rStyle w:val="Hyperlink"/>
                <w:rtl/>
              </w:rPr>
              <w:t>صلح حد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ب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1" w:history="1">
            <w:r w:rsidR="00B50F9B" w:rsidRPr="00BD71B5">
              <w:rPr>
                <w:rStyle w:val="Hyperlink"/>
                <w:rtl/>
              </w:rPr>
              <w:t>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سوال اور 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جواب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B50F9B" w:rsidP="003E65E3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2" w:history="1">
            <w:r w:rsidR="00B50F9B" w:rsidRPr="00BD71B5">
              <w:rPr>
                <w:rStyle w:val="Hyperlink"/>
                <w:rtl/>
              </w:rPr>
              <w:t>صلح امام حسن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 (2)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3" w:history="1">
            <w:r w:rsidR="00B50F9B" w:rsidRPr="00BD71B5">
              <w:rPr>
                <w:rStyle w:val="Hyperlink"/>
                <w:rtl/>
              </w:rPr>
              <w:t xml:space="preserve">امام حسن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امام حس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ن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کے ادوار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 فرق کتنا تھا؟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47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4" w:history="1">
            <w:r w:rsidR="00B50F9B" w:rsidRPr="00BD71B5">
              <w:rPr>
                <w:rStyle w:val="Hyperlink"/>
                <w:rtl/>
              </w:rPr>
              <w:t xml:space="preserve">صلح حسن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ق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ام حس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ن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کے محرکات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5" w:history="1">
            <w:r w:rsidR="00B50F9B" w:rsidRPr="00BD71B5">
              <w:rPr>
                <w:rStyle w:val="Hyperlink"/>
                <w:rtl/>
              </w:rPr>
              <w:t>قرار داد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 تھا؟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6" w:history="1">
            <w:r w:rsidR="00B50F9B" w:rsidRPr="00BD71B5">
              <w:rPr>
                <w:rStyle w:val="Hyperlink"/>
                <w:rtl/>
              </w:rPr>
              <w:t>سوال اور جواب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7" w:history="1">
            <w:r w:rsidR="00B50F9B" w:rsidRPr="00BD71B5">
              <w:rPr>
                <w:rStyle w:val="Hyperlink"/>
                <w:rtl/>
              </w:rPr>
              <w:t>حضرت امام ز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ن العابد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ن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8" w:history="1">
            <w:r w:rsidR="00B50F9B" w:rsidRPr="00BD71B5">
              <w:rPr>
                <w:rStyle w:val="Hyperlink"/>
                <w:rtl/>
              </w:rPr>
              <w:t xml:space="preserve">عبادت امام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79" w:history="1">
            <w:r w:rsidR="00B50F9B" w:rsidRPr="00BD71B5">
              <w:rPr>
                <w:rStyle w:val="Hyperlink"/>
                <w:rtl/>
              </w:rPr>
              <w:t>پ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کرِ محبت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Toc508875379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0" w:history="1">
            <w:r w:rsidR="00B50F9B" w:rsidRPr="00BD71B5">
              <w:rPr>
                <w:rStyle w:val="Hyperlink"/>
                <w:rtl/>
              </w:rPr>
              <w:t>کاروان حج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خدمت کرنا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1" w:history="1">
            <w:r w:rsidR="00B50F9B" w:rsidRPr="00BD71B5">
              <w:rPr>
                <w:rStyle w:val="Hyperlink"/>
                <w:rtl/>
              </w:rPr>
              <w:t xml:space="preserve">امام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کا دعا مانگنا اور گر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کرنا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2" w:history="1">
            <w:r w:rsidR="00B50F9B" w:rsidRPr="00BD71B5">
              <w:rPr>
                <w:rStyle w:val="Hyperlink"/>
                <w:rtl/>
              </w:rPr>
              <w:t xml:space="preserve">امام جعفر صادق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مسئلہ خلافت  1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3" w:history="1">
            <w:r w:rsidR="00B50F9B" w:rsidRPr="00BD71B5">
              <w:rPr>
                <w:rStyle w:val="Hyperlink"/>
                <w:rtl/>
              </w:rPr>
              <w:t>بن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ام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کے خلاف عوام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رد عمل اور بن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عباس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4" w:history="1">
            <w:r w:rsidR="00B50F9B" w:rsidRPr="00BD71B5">
              <w:rPr>
                <w:rStyle w:val="Hyperlink"/>
                <w:rtl/>
              </w:rPr>
              <w:t xml:space="preserve">ابو سلمہ کا خط امام جعفر صادق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عبد اللہ محض کے نام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5" w:history="1">
            <w:r w:rsidR="00B50F9B" w:rsidRPr="00BD71B5">
              <w:rPr>
                <w:rStyle w:val="Hyperlink"/>
                <w:rtl/>
              </w:rPr>
              <w:t xml:space="preserve">امام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عبداللہ محض کا رد عمل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6" w:history="1">
            <w:r w:rsidR="00B50F9B" w:rsidRPr="00BD71B5">
              <w:rPr>
                <w:rStyle w:val="Hyperlink"/>
                <w:rtl/>
              </w:rPr>
              <w:t>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تحق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ق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7" w:history="1">
            <w:r w:rsidR="00B50F9B" w:rsidRPr="00BD71B5">
              <w:rPr>
                <w:rStyle w:val="Hyperlink"/>
                <w:rtl/>
              </w:rPr>
              <w:t>ھاشم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رھنماؤں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خف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ٹنگ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8" w:history="1">
            <w:r w:rsidR="00B50F9B" w:rsidRPr="00BD71B5">
              <w:rPr>
                <w:rStyle w:val="Hyperlink"/>
                <w:rtl/>
              </w:rPr>
              <w:t>محمد نفس زک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ب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عت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89" w:history="1">
            <w:r w:rsidR="00B50F9B" w:rsidRPr="00BD71B5">
              <w:rPr>
                <w:rStyle w:val="Hyperlink"/>
                <w:rtl/>
              </w:rPr>
              <w:t xml:space="preserve">امام جعفر صادق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کے دور امامت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چند خصوص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Toc508875389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0" w:history="1">
            <w:r w:rsidR="00B50F9B" w:rsidRPr="00BD71B5">
              <w:rPr>
                <w:rStyle w:val="Hyperlink"/>
                <w:rtl/>
              </w:rPr>
              <w:t xml:space="preserve">امام جعفر صادق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مسئلہ خلافت 2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1" w:history="1">
            <w:r w:rsidR="00B50F9B" w:rsidRPr="00BD71B5">
              <w:rPr>
                <w:rStyle w:val="Hyperlink"/>
                <w:rtl/>
              </w:rPr>
              <w:t>امام حس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ن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امام صادق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کے ادوار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 باہم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فرق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B50F9B" w:rsidP="003E65E3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2" w:history="1">
            <w:r w:rsidR="00B50F9B" w:rsidRPr="00BD71B5">
              <w:rPr>
                <w:rStyle w:val="Hyperlink"/>
                <w:rtl/>
              </w:rPr>
              <w:t>نظر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ات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جنگ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3" w:history="1">
            <w:r w:rsidR="00B50F9B" w:rsidRPr="00BD71B5">
              <w:rPr>
                <w:rStyle w:val="Hyperlink"/>
                <w:rtl/>
              </w:rPr>
              <w:t xml:space="preserve">امام جعفر صادق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مختلف مکاتب فکر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4" w:history="1">
            <w:r w:rsidR="00B50F9B" w:rsidRPr="00BD71B5">
              <w:rPr>
                <w:rStyle w:val="Hyperlink"/>
                <w:rtl/>
              </w:rPr>
              <w:t xml:space="preserve">امام جعفر صادق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کے بار ے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 جناب مالک کے تاثرات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5" w:history="1">
            <w:r w:rsidR="00B50F9B" w:rsidRPr="00BD71B5">
              <w:rPr>
                <w:rStyle w:val="Hyperlink"/>
                <w:rtl/>
              </w:rPr>
              <w:t>جاحظ کا اعتراف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6" w:history="1">
            <w:r w:rsidR="00B50F9B" w:rsidRPr="00BD71B5">
              <w:rPr>
                <w:rStyle w:val="Hyperlink"/>
                <w:rtl/>
              </w:rPr>
              <w:t>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ر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ھند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کا نظر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7" w:history="1">
            <w:r w:rsidR="00B50F9B" w:rsidRPr="00BD71B5">
              <w:rPr>
                <w:rStyle w:val="Hyperlink"/>
                <w:rtl/>
              </w:rPr>
              <w:t>احمد زک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صالح کے خ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الات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8" w:history="1">
            <w:r w:rsidR="00B50F9B" w:rsidRPr="00BD71B5">
              <w:rPr>
                <w:rStyle w:val="Hyperlink"/>
                <w:rtl/>
              </w:rPr>
              <w:t>جابر بن ح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ان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399" w:history="1">
            <w:r w:rsidR="00B50F9B" w:rsidRPr="00BD71B5">
              <w:rPr>
                <w:rStyle w:val="Hyperlink"/>
                <w:rtl/>
              </w:rPr>
              <w:t>ھشام بن الحکم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Toc508875399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0" w:history="1">
            <w:r w:rsidR="00B50F9B" w:rsidRPr="00BD71B5">
              <w:rPr>
                <w:rStyle w:val="Hyperlink"/>
                <w:rtl/>
              </w:rPr>
              <w:t>علم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پ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شرفت کے اصل محرکات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1" w:history="1">
            <w:r w:rsidR="00B50F9B" w:rsidRPr="00BD71B5">
              <w:rPr>
                <w:rStyle w:val="Hyperlink"/>
                <w:rtl/>
              </w:rPr>
              <w:t>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سوال اور 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جواب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2" w:history="1">
            <w:r w:rsidR="00B50F9B" w:rsidRPr="00BD71B5">
              <w:rPr>
                <w:rStyle w:val="Hyperlink"/>
                <w:rtl/>
              </w:rPr>
              <w:t>امام موس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کاظم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شھادت اور اس کے محرکات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3" w:history="1">
            <w:r w:rsidR="00B50F9B" w:rsidRPr="00BD71B5">
              <w:rPr>
                <w:rStyle w:val="Hyperlink"/>
                <w:rtl/>
              </w:rPr>
              <w:t>جھاد اور عصر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تقاضے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4" w:history="1">
            <w:r w:rsidR="00B50F9B" w:rsidRPr="00BD71B5">
              <w:rPr>
                <w:rStyle w:val="Hyperlink"/>
                <w:rtl/>
              </w:rPr>
              <w:t>امام زندان بصرہ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100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5" w:history="1">
            <w:r w:rsidR="00B50F9B" w:rsidRPr="00BD71B5">
              <w:rPr>
                <w:rStyle w:val="Hyperlink"/>
                <w:rtl/>
              </w:rPr>
              <w:t>امام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 مختلف زندانوں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6" w:history="1">
            <w:r w:rsidR="00B50F9B" w:rsidRPr="00BD71B5">
              <w:rPr>
                <w:rStyle w:val="Hyperlink"/>
                <w:rtl/>
              </w:rPr>
              <w:t>ہارون کا امام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 سے تقاضا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7" w:history="1">
            <w:r w:rsidR="00B50F9B" w:rsidRPr="00BD71B5">
              <w:rPr>
                <w:rStyle w:val="Hyperlink"/>
                <w:rtl/>
              </w:rPr>
              <w:t>امام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گرفتار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وجہ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102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8" w:history="1">
            <w:r w:rsidR="00B50F9B" w:rsidRPr="00BD71B5">
              <w:rPr>
                <w:rStyle w:val="Hyperlink"/>
                <w:rtl/>
              </w:rPr>
              <w:t>مامون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بات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09" w:history="1">
            <w:r w:rsidR="00B50F9B" w:rsidRPr="00BD71B5">
              <w:rPr>
                <w:rStyle w:val="Hyperlink"/>
                <w:rtl/>
              </w:rPr>
              <w:t>روحان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اعتبار سے امام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کا اثر و رسوخ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Toc508875409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0" w:history="1">
            <w:r w:rsidR="00B50F9B" w:rsidRPr="00BD71B5">
              <w:rPr>
                <w:rStyle w:val="Hyperlink"/>
                <w:rtl/>
              </w:rPr>
              <w:t>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ج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عادت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1" w:history="1">
            <w:r w:rsidR="00B50F9B" w:rsidRPr="00BD71B5">
              <w:rPr>
                <w:rStyle w:val="Hyperlink"/>
                <w:rtl/>
              </w:rPr>
              <w:t>ہارون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حکومت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مشنر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B50F9B" w:rsidP="003E65E3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2" w:history="1">
            <w:r w:rsidR="00B50F9B" w:rsidRPr="00BD71B5">
              <w:rPr>
                <w:rStyle w:val="Hyperlink"/>
                <w:rtl/>
              </w:rPr>
              <w:t>امام موس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کاظم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اور بشر حاف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3" w:history="1">
            <w:r w:rsidR="00B50F9B" w:rsidRPr="00BD71B5">
              <w:rPr>
                <w:rStyle w:val="Hyperlink"/>
                <w:rtl/>
              </w:rPr>
              <w:t>صفوان جمال اور ہارون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4" w:history="1">
            <w:r w:rsidR="00B50F9B" w:rsidRPr="00BD71B5">
              <w:rPr>
                <w:rStyle w:val="Hyperlink"/>
                <w:rtl/>
              </w:rPr>
              <w:t>شھادت امام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5" w:history="1">
            <w:r w:rsidR="00B50F9B" w:rsidRPr="00BD71B5">
              <w:rPr>
                <w:rStyle w:val="Hyperlink"/>
                <w:rtl/>
              </w:rPr>
              <w:t>مسئلہ ول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عھد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امام رضا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(</w:t>
            </w:r>
            <w:r w:rsidR="00B50F9B" w:rsidRPr="00BD71B5">
              <w:rPr>
                <w:rStyle w:val="Hyperlink"/>
                <w:rtl/>
                <w:lang w:bidi="fa-IR"/>
              </w:rPr>
              <w:t>۱)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6" w:history="1">
            <w:r w:rsidR="00B50F9B" w:rsidRPr="00BD71B5">
              <w:rPr>
                <w:rStyle w:val="Hyperlink"/>
                <w:rtl/>
              </w:rPr>
              <w:t>علو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وں کے ساتھ عباس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وں کا رو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7" w:history="1">
            <w:r w:rsidR="00B50F9B" w:rsidRPr="00BD71B5">
              <w:rPr>
                <w:rStyle w:val="Hyperlink"/>
                <w:rtl/>
              </w:rPr>
              <w:t xml:space="preserve">امام رضا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ول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عھد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اور تار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خ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حقائق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8" w:history="1">
            <w:r w:rsidR="00B50F9B" w:rsidRPr="00BD71B5">
              <w:rPr>
                <w:rStyle w:val="Hyperlink"/>
                <w:rtl/>
              </w:rPr>
              <w:t>مامون اور تش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ع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19" w:history="1">
            <w:r w:rsidR="00B50F9B" w:rsidRPr="00BD71B5">
              <w:rPr>
                <w:rStyle w:val="Hyperlink"/>
                <w:rtl/>
              </w:rPr>
              <w:t>ش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خ مف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د و ش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خ صدوق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آراء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Toc508875419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0" w:history="1">
            <w:r w:rsidR="00B50F9B" w:rsidRPr="00BD71B5">
              <w:rPr>
                <w:rStyle w:val="Hyperlink"/>
                <w:rtl/>
              </w:rPr>
              <w:t>دوسرا احتمال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1" w:history="1">
            <w:r w:rsidR="00B50F9B" w:rsidRPr="00BD71B5">
              <w:rPr>
                <w:rStyle w:val="Hyperlink"/>
                <w:rtl/>
              </w:rPr>
              <w:t>ت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سرا احتمال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2" w:history="1">
            <w:r w:rsidR="00B50F9B" w:rsidRPr="00BD71B5">
              <w:rPr>
                <w:rStyle w:val="Hyperlink"/>
                <w:rtl/>
              </w:rPr>
              <w:t>الف) شا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د 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ران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وں کو خوش کرنا مقصود ہو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3" w:history="1">
            <w:r w:rsidR="00B50F9B" w:rsidRPr="00BD71B5">
              <w:rPr>
                <w:rStyle w:val="Hyperlink"/>
                <w:rtl/>
              </w:rPr>
              <w:t>ب) علو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وں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انقلاب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تحر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کو خاموش کرنا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4" w:history="1">
            <w:r w:rsidR="00B50F9B" w:rsidRPr="00BD71B5">
              <w:rPr>
                <w:rStyle w:val="Hyperlink"/>
                <w:rtl/>
              </w:rPr>
              <w:t xml:space="preserve">ج) امام رضا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کو نھتا کرنا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5" w:history="1">
            <w:r w:rsidR="00B50F9B" w:rsidRPr="00BD71B5">
              <w:rPr>
                <w:rStyle w:val="Hyperlink"/>
                <w:rtl/>
              </w:rPr>
              <w:t>تار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خ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 کھت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ہے؟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6" w:history="1">
            <w:r w:rsidR="00B50F9B" w:rsidRPr="00BD71B5">
              <w:rPr>
                <w:rStyle w:val="Hyperlink"/>
                <w:rtl/>
              </w:rPr>
              <w:t>1۔ مد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نہ سے امام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خراسان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 آمد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7" w:history="1">
            <w:r w:rsidR="00B50F9B" w:rsidRPr="00BD71B5">
              <w:rPr>
                <w:rStyle w:val="Hyperlink"/>
                <w:rtl/>
              </w:rPr>
              <w:t>2- امام رضا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 کا انکار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8" w:history="1">
            <w:r w:rsidR="00B50F9B" w:rsidRPr="00BD71B5">
              <w:rPr>
                <w:rStyle w:val="Hyperlink"/>
                <w:rtl/>
              </w:rPr>
              <w:t>3۔ امام رضا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شرط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29" w:history="1">
            <w:r w:rsidR="00B50F9B" w:rsidRPr="00BD71B5">
              <w:rPr>
                <w:rStyle w:val="Hyperlink"/>
                <w:rtl/>
              </w:rPr>
              <w:t>4۔ ول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عھد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کے اعلان کے بعد امام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کا رو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Toc508875429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0" w:history="1">
            <w:r w:rsidR="00B50F9B" w:rsidRPr="00BD71B5">
              <w:rPr>
                <w:rStyle w:val="Hyperlink"/>
                <w:rtl/>
              </w:rPr>
              <w:t>مسئلہ ول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عھد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امام رضا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(</w:t>
            </w:r>
            <w:r w:rsidR="00B50F9B" w:rsidRPr="00BD71B5">
              <w:rPr>
                <w:rStyle w:val="Hyperlink"/>
                <w:rtl/>
                <w:lang w:bidi="fa-IR"/>
              </w:rPr>
              <w:t>۲)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126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1" w:history="1">
            <w:r w:rsidR="00B50F9B" w:rsidRPr="00BD71B5">
              <w:rPr>
                <w:rStyle w:val="Hyperlink"/>
                <w:rtl/>
              </w:rPr>
              <w:t>مشکوک مسائل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B50F9B" w:rsidP="003E65E3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2" w:history="1">
            <w:r w:rsidR="00B50F9B" w:rsidRPr="00BD71B5">
              <w:rPr>
                <w:rStyle w:val="Hyperlink"/>
                <w:rtl/>
              </w:rPr>
              <w:t>چند اعتراضات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3" w:history="1">
            <w:r w:rsidR="00B50F9B" w:rsidRPr="00BD71B5">
              <w:rPr>
                <w:rStyle w:val="Hyperlink"/>
                <w:rtl/>
              </w:rPr>
              <w:t xml:space="preserve">آئمہ اطہار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نظر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 خلفاء کے ساتھ تعاون کرنا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4" w:history="1">
            <w:r w:rsidR="00B50F9B" w:rsidRPr="00BD71B5">
              <w:rPr>
                <w:rStyle w:val="Hyperlink"/>
                <w:rtl/>
              </w:rPr>
              <w:t xml:space="preserve">حضرت امام رضا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کا 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استدلال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5" w:history="1">
            <w:r w:rsidR="00B50F9B" w:rsidRPr="00BD71B5">
              <w:rPr>
                <w:rStyle w:val="Hyperlink"/>
                <w:rtl/>
              </w:rPr>
              <w:t>ولا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ت جائز ظالم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حکومت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6" w:history="1">
            <w:r w:rsidR="00B50F9B" w:rsidRPr="00BD71B5">
              <w:rPr>
                <w:rStyle w:val="Hyperlink"/>
                <w:rtl/>
              </w:rPr>
              <w:t>سوال و جواب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7" w:history="1">
            <w:r w:rsidR="00B50F9B" w:rsidRPr="00BD71B5">
              <w:rPr>
                <w:rStyle w:val="Hyperlink"/>
                <w:rtl/>
              </w:rPr>
              <w:t>امام حسن عسکر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کے بارے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 چند بات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8" w:history="1">
            <w:r w:rsidR="00B50F9B" w:rsidRPr="00BD71B5">
              <w:rPr>
                <w:rStyle w:val="Hyperlink"/>
                <w:rtl/>
              </w:rPr>
              <w:t>عدل و انصاف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39" w:history="1">
            <w:r w:rsidR="00B50F9B" w:rsidRPr="00BD71B5">
              <w:rPr>
                <w:rStyle w:val="Hyperlink"/>
                <w:rtl/>
              </w:rPr>
              <w:t>عدالت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 ہے؟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Toc508875439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0" w:history="1">
            <w:r w:rsidR="00B50F9B" w:rsidRPr="00BD71B5">
              <w:rPr>
                <w:rStyle w:val="Hyperlink"/>
                <w:rtl/>
              </w:rPr>
              <w:t>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 عدالت فطر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امر ہے؟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1" w:history="1">
            <w:r w:rsidR="00B50F9B" w:rsidRPr="00BD71B5">
              <w:rPr>
                <w:rStyle w:val="Hyperlink"/>
                <w:rtl/>
              </w:rPr>
              <w:t>ن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چہ اور ماک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اول کے نظر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145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2" w:history="1">
            <w:r w:rsidR="00B50F9B" w:rsidRPr="00BD71B5">
              <w:rPr>
                <w:rStyle w:val="Hyperlink"/>
                <w:rtl/>
              </w:rPr>
              <w:t>برٹرنڑرسل کا نظر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3" w:history="1">
            <w:r w:rsidR="00B50F9B" w:rsidRPr="00BD71B5">
              <w:rPr>
                <w:rStyle w:val="Hyperlink"/>
                <w:rtl/>
              </w:rPr>
              <w:t>مارکس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زم کا نظر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4" w:history="1">
            <w:r w:rsidR="00B50F9B" w:rsidRPr="00BD71B5">
              <w:rPr>
                <w:rStyle w:val="Hyperlink"/>
                <w:rtl/>
              </w:rPr>
              <w:t>اسلام کا نظر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5" w:history="1">
            <w:r w:rsidR="00B50F9B" w:rsidRPr="00BD71B5">
              <w:rPr>
                <w:rStyle w:val="Hyperlink"/>
                <w:rtl/>
              </w:rPr>
              <w:t>امام زمانہ (عج)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لمب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عمر کا راز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 ہے؟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6" w:history="1">
            <w:r w:rsidR="00B50F9B" w:rsidRPr="00BD71B5">
              <w:rPr>
                <w:rStyle w:val="Hyperlink"/>
                <w:rtl/>
              </w:rPr>
              <w:t>حضرت امام مھد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(عج) کے دور حکومت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خصوص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7" w:history="1">
            <w:r w:rsidR="00B50F9B" w:rsidRPr="00BD71B5">
              <w:rPr>
                <w:rStyle w:val="Hyperlink"/>
                <w:rtl/>
              </w:rPr>
              <w:t>حضرت امام مھد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السلام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8" w:history="1">
            <w:r w:rsidR="00B50F9B" w:rsidRPr="00BD71B5">
              <w:rPr>
                <w:rStyle w:val="Hyperlink"/>
                <w:rtl/>
              </w:rPr>
              <w:t>قرآن و حد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ث م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ں مھدو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ت کا تصور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49" w:history="1">
            <w:r w:rsidR="00B50F9B" w:rsidRPr="00BD71B5">
              <w:rPr>
                <w:rStyle w:val="Hyperlink"/>
                <w:rtl/>
              </w:rPr>
              <w:t>فرما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 مولا عل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 </w:t>
            </w:r>
            <w:r w:rsidR="00B50F9B" w:rsidRPr="00BD71B5">
              <w:rPr>
                <w:rStyle w:val="Hyperlink"/>
                <w:rtl/>
              </w:rPr>
              <w:t xml:space="preserve"> نے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Toc508875449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0" w:history="1">
            <w:r w:rsidR="00B50F9B" w:rsidRPr="00BD71B5">
              <w:rPr>
                <w:rStyle w:val="Hyperlink"/>
                <w:rtl/>
              </w:rPr>
              <w:t>ق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ام مختار اور نظر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مھدو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Toc508875450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1" w:history="1">
            <w:r w:rsidR="00B50F9B" w:rsidRPr="00BD71B5">
              <w:rPr>
                <w:rStyle w:val="Hyperlink"/>
                <w:rtl/>
              </w:rPr>
              <w:t>زھر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ا کھتے ہ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Fonts w:hint="eastAsia"/>
                <w:rtl/>
              </w:rPr>
              <w:t>ں</w:t>
            </w:r>
            <w:r w:rsidR="00B50F9B" w:rsidRPr="00BD71B5">
              <w:rPr>
                <w:rStyle w:val="Hyperlink"/>
                <w:rtl/>
              </w:rPr>
              <w:t>؟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Toc508875451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B50F9B" w:rsidP="003E65E3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2" w:history="1">
            <w:r w:rsidR="00B50F9B" w:rsidRPr="00BD71B5">
              <w:rPr>
                <w:rStyle w:val="Hyperlink"/>
                <w:rtl/>
              </w:rPr>
              <w:t>نفس زک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کا انقلاب لانا اور عق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دہ مھدو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Toc508875452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157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3" w:history="1">
            <w:r w:rsidR="00B50F9B" w:rsidRPr="00BD71B5">
              <w:rPr>
                <w:rStyle w:val="Hyperlink"/>
                <w:rtl/>
              </w:rPr>
              <w:t>منصور دوانق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ک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شاطرانہ چال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Toc508875453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4" w:history="1">
            <w:r w:rsidR="00B50F9B" w:rsidRPr="00BD71B5">
              <w:rPr>
                <w:rStyle w:val="Hyperlink"/>
                <w:rtl/>
              </w:rPr>
              <w:t>محمد بن عجلان اور منصور عباس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Toc508875454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158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5" w:history="1">
            <w:r w:rsidR="00B50F9B" w:rsidRPr="00BD71B5">
              <w:rPr>
                <w:rStyle w:val="Hyperlink"/>
                <w:rtl/>
              </w:rPr>
              <w:t>دعبل کے اشعار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Toc508875455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6" w:history="1">
            <w:r w:rsidR="00B50F9B" w:rsidRPr="00BD71B5">
              <w:rPr>
                <w:rStyle w:val="Hyperlink"/>
                <w:rtl/>
              </w:rPr>
              <w:t>اہل تسنن و نظر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 مھدو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ت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Toc508875456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7" w:history="1">
            <w:r w:rsidR="00B50F9B" w:rsidRPr="00BD71B5">
              <w:rPr>
                <w:rStyle w:val="Hyperlink"/>
                <w:rtl/>
              </w:rPr>
              <w:t>حافظ کے اشعار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Toc508875457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8" w:history="1">
            <w:r w:rsidR="00B50F9B" w:rsidRPr="00BD71B5">
              <w:rPr>
                <w:rStyle w:val="Hyperlink"/>
                <w:rtl/>
              </w:rPr>
              <w:t>انقلاب مھد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 xml:space="preserve"> </w:t>
            </w:r>
            <w:r w:rsidR="00B50F9B" w:rsidRPr="00BD71B5">
              <w:rPr>
                <w:rStyle w:val="Hyperlink"/>
                <w:rFonts w:cs="Rafed Alaem"/>
                <w:rtl/>
              </w:rPr>
              <w:t xml:space="preserve"> عليه‌السلام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Toc508875458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rtl/>
            </w:rPr>
          </w:pPr>
          <w:hyperlink w:anchor="_Toc508875459" w:history="1">
            <w:r w:rsidR="00B50F9B" w:rsidRPr="00BD71B5">
              <w:rPr>
                <w:rStyle w:val="Hyperlink"/>
                <w:rtl/>
              </w:rPr>
              <w:t>مھدو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ت ا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ک عالمگ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ر نظر</w:t>
            </w:r>
            <w:r w:rsidR="00B50F9B" w:rsidRPr="00BD71B5">
              <w:rPr>
                <w:rStyle w:val="Hyperlink"/>
                <w:rFonts w:hint="cs"/>
                <w:rtl/>
              </w:rPr>
              <w:t>ی</w:t>
            </w:r>
            <w:r w:rsidR="00B50F9B" w:rsidRPr="00BD71B5">
              <w:rPr>
                <w:rStyle w:val="Hyperlink"/>
                <w:rtl/>
              </w:rPr>
              <w:t>ہ</w:t>
            </w:r>
            <w:r w:rsidR="00B50F9B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B50F9B">
              <w:rPr>
                <w:webHidden/>
                <w:rtl/>
              </w:rPr>
              <w:instrText xml:space="preserve"> </w:instrText>
            </w:r>
            <w:r w:rsidR="00B50F9B">
              <w:rPr>
                <w:webHidden/>
              </w:rPr>
              <w:instrText>PAGEREF</w:instrText>
            </w:r>
            <w:r w:rsidR="00B50F9B">
              <w:rPr>
                <w:webHidden/>
                <w:rtl/>
              </w:rPr>
              <w:instrText xml:space="preserve"> _</w:instrText>
            </w:r>
            <w:r w:rsidR="00B50F9B">
              <w:rPr>
                <w:webHidden/>
              </w:rPr>
              <w:instrText>Toc508875459 \h</w:instrText>
            </w:r>
            <w:r w:rsidR="00B50F9B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B50F9B">
              <w:rPr>
                <w:webHidden/>
                <w:rtl/>
              </w:rPr>
              <w:t>164</w:t>
            </w:r>
            <w:r>
              <w:rPr>
                <w:webHidden/>
                <w:rtl/>
              </w:rPr>
              <w:fldChar w:fldCharType="end"/>
            </w:r>
          </w:hyperlink>
        </w:p>
        <w:p w:rsidR="00B50F9B" w:rsidRDefault="0071418C">
          <w:r>
            <w:fldChar w:fldCharType="end"/>
          </w:r>
        </w:p>
      </w:sdtContent>
    </w:sdt>
    <w:p w:rsidR="002B1AC1" w:rsidRDefault="002B1AC1" w:rsidP="00D053F1">
      <w:pPr>
        <w:pStyle w:val="libNormal"/>
        <w:rPr>
          <w:rtl/>
        </w:rPr>
      </w:pPr>
    </w:p>
    <w:sectPr w:rsidR="002B1AC1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73E" w:rsidRDefault="00F6273E">
      <w:r>
        <w:separator/>
      </w:r>
    </w:p>
  </w:endnote>
  <w:endnote w:type="continuationSeparator" w:id="0">
    <w:p w:rsidR="00F6273E" w:rsidRDefault="00F62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0E" w:rsidRDefault="00EC330E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0E" w:rsidRPr="00826B03" w:rsidRDefault="00EC330E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73E" w:rsidRDefault="00F6273E">
      <w:r>
        <w:separator/>
      </w:r>
    </w:p>
  </w:footnote>
  <w:footnote w:type="continuationSeparator" w:id="0">
    <w:p w:rsidR="00F6273E" w:rsidRDefault="00F627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058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D06"/>
    <w:rsid w:val="0003504C"/>
    <w:rsid w:val="00035198"/>
    <w:rsid w:val="00035352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5BE1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44EB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CBE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478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3CA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D797C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648"/>
    <w:rsid w:val="00211CF6"/>
    <w:rsid w:val="00211DD0"/>
    <w:rsid w:val="002122BD"/>
    <w:rsid w:val="002130DE"/>
    <w:rsid w:val="00213834"/>
    <w:rsid w:val="002139CB"/>
    <w:rsid w:val="00213CA4"/>
    <w:rsid w:val="0021427E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80E"/>
    <w:rsid w:val="002D7D58"/>
    <w:rsid w:val="002E015C"/>
    <w:rsid w:val="002E03AD"/>
    <w:rsid w:val="002E0D44"/>
    <w:rsid w:val="002E1092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0B69"/>
    <w:rsid w:val="002F2104"/>
    <w:rsid w:val="002F28F8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92A"/>
    <w:rsid w:val="00302BAB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CCC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5AE7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6297"/>
    <w:rsid w:val="003A629B"/>
    <w:rsid w:val="003A661E"/>
    <w:rsid w:val="003A75C7"/>
    <w:rsid w:val="003B03C1"/>
    <w:rsid w:val="003B0434"/>
    <w:rsid w:val="003B0913"/>
    <w:rsid w:val="003B1846"/>
    <w:rsid w:val="003B20C5"/>
    <w:rsid w:val="003B21A7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5E3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5DE"/>
    <w:rsid w:val="004948CF"/>
    <w:rsid w:val="004953C3"/>
    <w:rsid w:val="00497042"/>
    <w:rsid w:val="00497201"/>
    <w:rsid w:val="00497C6D"/>
    <w:rsid w:val="004A015E"/>
    <w:rsid w:val="004A0866"/>
    <w:rsid w:val="004A0870"/>
    <w:rsid w:val="004A16E0"/>
    <w:rsid w:val="004A1D85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1019"/>
    <w:rsid w:val="004C1F73"/>
    <w:rsid w:val="004C2205"/>
    <w:rsid w:val="004C2B1C"/>
    <w:rsid w:val="004C2C21"/>
    <w:rsid w:val="004C3853"/>
    <w:rsid w:val="004C3B88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0B9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FE"/>
    <w:rsid w:val="00503092"/>
    <w:rsid w:val="005034EC"/>
    <w:rsid w:val="005037A1"/>
    <w:rsid w:val="005045FE"/>
    <w:rsid w:val="0050478C"/>
    <w:rsid w:val="00504A74"/>
    <w:rsid w:val="00505D4A"/>
    <w:rsid w:val="00506389"/>
    <w:rsid w:val="00506F86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2F6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16C"/>
    <w:rsid w:val="005404D9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3FA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ED"/>
    <w:rsid w:val="005645AE"/>
    <w:rsid w:val="00565201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55B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E0E"/>
    <w:rsid w:val="005D1128"/>
    <w:rsid w:val="005D1D65"/>
    <w:rsid w:val="005D27D3"/>
    <w:rsid w:val="005D2C72"/>
    <w:rsid w:val="005D2E63"/>
    <w:rsid w:val="005D3753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ED1"/>
    <w:rsid w:val="00641F19"/>
    <w:rsid w:val="00642FFB"/>
    <w:rsid w:val="00643F5E"/>
    <w:rsid w:val="00644FE3"/>
    <w:rsid w:val="00645915"/>
    <w:rsid w:val="00646D08"/>
    <w:rsid w:val="00647B25"/>
    <w:rsid w:val="00650CE7"/>
    <w:rsid w:val="006510C4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4E8E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418C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5EC1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40E80"/>
    <w:rsid w:val="00741286"/>
    <w:rsid w:val="007413BF"/>
    <w:rsid w:val="007419B8"/>
    <w:rsid w:val="007419D4"/>
    <w:rsid w:val="00743852"/>
    <w:rsid w:val="00743BB0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043C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2BB"/>
    <w:rsid w:val="007D2CC7"/>
    <w:rsid w:val="007D47BA"/>
    <w:rsid w:val="007D5FD1"/>
    <w:rsid w:val="007D767F"/>
    <w:rsid w:val="007D7881"/>
    <w:rsid w:val="007E08C9"/>
    <w:rsid w:val="007E125D"/>
    <w:rsid w:val="007E1384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100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1C30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27A66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A4D"/>
    <w:rsid w:val="00837202"/>
    <w:rsid w:val="00837259"/>
    <w:rsid w:val="00837E10"/>
    <w:rsid w:val="00840D46"/>
    <w:rsid w:val="00841335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B2F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4DE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74F"/>
    <w:rsid w:val="0095380C"/>
    <w:rsid w:val="00953F75"/>
    <w:rsid w:val="0095454C"/>
    <w:rsid w:val="00954DA0"/>
    <w:rsid w:val="0095536A"/>
    <w:rsid w:val="009557F9"/>
    <w:rsid w:val="0095590C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D47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550"/>
    <w:rsid w:val="00A73F3E"/>
    <w:rsid w:val="00A7410F"/>
    <w:rsid w:val="00A745EB"/>
    <w:rsid w:val="00A749A9"/>
    <w:rsid w:val="00A751DD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538"/>
    <w:rsid w:val="00A9073A"/>
    <w:rsid w:val="00A90F4E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BDF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D1"/>
    <w:rsid w:val="00AD7BE1"/>
    <w:rsid w:val="00AE03BA"/>
    <w:rsid w:val="00AE0638"/>
    <w:rsid w:val="00AE0778"/>
    <w:rsid w:val="00AE18BD"/>
    <w:rsid w:val="00AE1B72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C21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D7B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34AF"/>
    <w:rsid w:val="00B0371A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A65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4DD7"/>
    <w:rsid w:val="00B456AE"/>
    <w:rsid w:val="00B46231"/>
    <w:rsid w:val="00B47827"/>
    <w:rsid w:val="00B47BB6"/>
    <w:rsid w:val="00B506FA"/>
    <w:rsid w:val="00B50F9B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0C0"/>
    <w:rsid w:val="00B76284"/>
    <w:rsid w:val="00B76530"/>
    <w:rsid w:val="00B7673B"/>
    <w:rsid w:val="00B76AE6"/>
    <w:rsid w:val="00B76B6F"/>
    <w:rsid w:val="00B76B70"/>
    <w:rsid w:val="00B76B81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D7C38"/>
    <w:rsid w:val="00BE0D08"/>
    <w:rsid w:val="00BE156E"/>
    <w:rsid w:val="00BE4486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09D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4B4"/>
    <w:rsid w:val="00C00904"/>
    <w:rsid w:val="00C01416"/>
    <w:rsid w:val="00C0154C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3B6E"/>
    <w:rsid w:val="00C24844"/>
    <w:rsid w:val="00C25CFF"/>
    <w:rsid w:val="00C25E74"/>
    <w:rsid w:val="00C26D89"/>
    <w:rsid w:val="00C27626"/>
    <w:rsid w:val="00C30BB8"/>
    <w:rsid w:val="00C30C1F"/>
    <w:rsid w:val="00C31833"/>
    <w:rsid w:val="00C33018"/>
    <w:rsid w:val="00C33A9B"/>
    <w:rsid w:val="00C33B4D"/>
    <w:rsid w:val="00C33D1D"/>
    <w:rsid w:val="00C3449B"/>
    <w:rsid w:val="00C34B7E"/>
    <w:rsid w:val="00C35574"/>
    <w:rsid w:val="00C35A49"/>
    <w:rsid w:val="00C36690"/>
    <w:rsid w:val="00C36953"/>
    <w:rsid w:val="00C36AF1"/>
    <w:rsid w:val="00C36B96"/>
    <w:rsid w:val="00C37458"/>
    <w:rsid w:val="00C3767F"/>
    <w:rsid w:val="00C379C0"/>
    <w:rsid w:val="00C37AF7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049"/>
    <w:rsid w:val="00C507D6"/>
    <w:rsid w:val="00C50E56"/>
    <w:rsid w:val="00C51196"/>
    <w:rsid w:val="00C514EA"/>
    <w:rsid w:val="00C51B84"/>
    <w:rsid w:val="00C51D81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8CD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5CC2"/>
    <w:rsid w:val="00CD6166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53F1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6E9C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382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69E4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629"/>
    <w:rsid w:val="00E808D7"/>
    <w:rsid w:val="00E80932"/>
    <w:rsid w:val="00E813F2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4D9"/>
    <w:rsid w:val="00EB3B66"/>
    <w:rsid w:val="00EB3DF2"/>
    <w:rsid w:val="00EB405F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30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61E8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6DD1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73E"/>
    <w:rsid w:val="00F62C96"/>
    <w:rsid w:val="00F62CC6"/>
    <w:rsid w:val="00F638A5"/>
    <w:rsid w:val="00F63907"/>
    <w:rsid w:val="00F63CB0"/>
    <w:rsid w:val="00F63E71"/>
    <w:rsid w:val="00F64824"/>
    <w:rsid w:val="00F64B26"/>
    <w:rsid w:val="00F66220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A76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6EFC"/>
    <w:rsid w:val="00FD708B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CF4227"/>
    <w:pPr>
      <w:bidi/>
      <w:ind w:firstLine="288"/>
      <w:jc w:val="lowKashida"/>
    </w:pPr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CF4227"/>
    <w:rPr>
      <w:rFonts w:ascii="Noto Nastaliq Urdu" w:eastAsia="Noto Nastaliq Urdu" w:hAnsi="Noto Nastaliq Urdu" w:cs="Noto Nastaliq Urdu"/>
      <w:noProof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b/>
      <w:bCs/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b/>
      <w:bCs/>
      <w:sz w:val="28"/>
      <w:szCs w:val="28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8E4E19"/>
    <w:rPr>
      <w:rFonts w:ascii="Traditional Arabic" w:hAnsi="Traditional Arabic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8E4E19"/>
    <w:rPr>
      <w:rFonts w:ascii="Traditional Arabic" w:hAnsi="Traditional Arabic"/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BEB57-456A-4445-A406-EB754B70B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18823</TotalTime>
  <Pages>173</Pages>
  <Words>57190</Words>
  <Characters>325984</Characters>
  <Application>Microsoft Office Word</Application>
  <DocSecurity>0</DocSecurity>
  <Lines>2716</Lines>
  <Paragraphs>764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382410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6</cp:revision>
  <cp:lastPrinted>2018-02-25T09:01:00Z</cp:lastPrinted>
  <dcterms:created xsi:type="dcterms:W3CDTF">2015-06-13T07:48:00Z</dcterms:created>
  <dcterms:modified xsi:type="dcterms:W3CDTF">2018-03-15T07:48:00Z</dcterms:modified>
</cp:coreProperties>
</file>