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4C35EB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100601" cy="8642293"/>
            <wp:effectExtent l="19050" t="0" r="0" b="0"/>
            <wp:docPr id="1" name="Picture 1" descr="L:\New_kar\1439\jamadi_alsani_1439\imamat_or_ayimma_ki_ism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sani_1439\imamat_or_ayimma_ki_ism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98" cy="8659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2B1AC1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956330" w:rsidRDefault="00980BAB" w:rsidP="00107A46">
      <w:pPr>
        <w:pStyle w:val="libCenterBold2"/>
      </w:pPr>
      <w:hyperlink r:id="rId9" w:history="1">
        <w:r w:rsidR="000B693F" w:rsidRPr="00CD3FC2">
          <w:rPr>
            <w:rStyle w:val="Hyperlink"/>
            <w:b w:val="0"/>
            <w:bCs/>
            <w:color w:val="000000" w:themeColor="text1"/>
            <w:u w:val="none"/>
            <w:rtl/>
          </w:rPr>
          <w:t>امامت اورائمہ معصومین کی عصمت</w:t>
        </w:r>
      </w:hyperlink>
    </w:p>
    <w:p w:rsidR="000B693F" w:rsidRPr="00CD3FC2" w:rsidRDefault="000B693F" w:rsidP="00107A46">
      <w:pPr>
        <w:pStyle w:val="libCenterBold2"/>
        <w:rPr>
          <w:rtl/>
        </w:rPr>
      </w:pPr>
      <w:r w:rsidRPr="00CD3FC2">
        <w:rPr>
          <w:rtl/>
        </w:rPr>
        <w:t>مصنف:</w:t>
      </w:r>
      <w:r w:rsidRPr="00CD3FC2">
        <w:rPr>
          <w:rtl/>
        </w:rPr>
        <w:tab/>
        <w:t xml:space="preserve">رضاکاردان </w:t>
      </w:r>
    </w:p>
    <w:p w:rsidR="000B693F" w:rsidRPr="00CD3FC2" w:rsidRDefault="000B693F" w:rsidP="00107A46">
      <w:pPr>
        <w:pStyle w:val="libCenterBold2"/>
        <w:rPr>
          <w:rtl/>
        </w:rPr>
      </w:pPr>
      <w:r w:rsidRPr="00CD3FC2">
        <w:rPr>
          <w:rtl/>
        </w:rPr>
        <w:t>مترجم:</w:t>
      </w:r>
      <w:r w:rsidRPr="00CD3FC2">
        <w:rPr>
          <w:rtl/>
        </w:rPr>
        <w:tab/>
        <w:t>سيد قلبي حسين رضوي</w:t>
      </w:r>
    </w:p>
    <w:p w:rsidR="000B693F" w:rsidRPr="00CD3FC2" w:rsidRDefault="000B693F" w:rsidP="004B12AB">
      <w:pPr>
        <w:pStyle w:val="libNormal"/>
        <w:rPr>
          <w:rtl/>
        </w:rPr>
      </w:pPr>
      <w:r w:rsidRPr="00CD3FC2">
        <w:rPr>
          <w:rtl/>
        </w:rPr>
        <w:br w:type="page"/>
      </w:r>
    </w:p>
    <w:p w:rsidR="000B693F" w:rsidRPr="00CD3FC2" w:rsidRDefault="000B693F" w:rsidP="00107A46">
      <w:pPr>
        <w:pStyle w:val="Heading2Center"/>
        <w:rPr>
          <w:rtl/>
        </w:rPr>
      </w:pPr>
      <w:bookmarkStart w:id="0" w:name="_Toc508103249"/>
      <w:r w:rsidRPr="00CD3FC2">
        <w:rPr>
          <w:rtl/>
        </w:rPr>
        <w:lastRenderedPageBreak/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لفظ</w:t>
      </w:r>
      <w:bookmarkEnd w:id="0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 مشخص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" w:name="_Toc508103250"/>
      <w:r w:rsidRPr="00CD3FC2">
        <w:rPr>
          <w:rFonts w:hint="eastAsia"/>
          <w:rtl/>
        </w:rPr>
        <w:t>پہلانظر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>:</w:t>
      </w:r>
      <w:bookmarkEnd w:id="1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جمہور،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اہل سنّت کا ہے،جومعتقد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شخص کواپنے بعد،اپنے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طورپر معرف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ذمہ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بعد ان 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کومنتخب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2" w:name="_Toc508103251"/>
      <w:r w:rsidRPr="00CD3FC2">
        <w:rPr>
          <w:rFonts w:hint="eastAsia"/>
          <w:rtl/>
        </w:rPr>
        <w:t>دوسرانظر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:</w:t>
      </w:r>
      <w:bookmarkEnd w:id="2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وہ امامت کوخداک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منصوب اور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 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امامت نبوت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سلسلہ ہے اور امام کو نصب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غمبرکے</w:t>
      </w:r>
      <w:r w:rsidRPr="00CD3FC2">
        <w:rPr>
          <w:rtl/>
        </w:rPr>
        <w:t xml:space="preserve"> مانند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کر نا خدائے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ذمہ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پاس اپنے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کو ثابت کرنے کے لئے ،عقل،کتا ب و سنّت کے حوالے سے بہت سے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دلائل موجود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،جوکلام،تفس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اور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کئے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مقدمہ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عقل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کواس مسئلہ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عقل کے حکم کے مطابق واضح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 اقتباسات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کئے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وہ انسان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فطر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اورغور وخوض کا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۔ہم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اسلام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لافان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ہے ،جو ہرزمانہ کے تمام لوگوں کے لئے نازل ہوا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اسلام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نے،اس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تبل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</w:t>
      </w:r>
      <w:r w:rsidRPr="00CD3FC2">
        <w:rPr>
          <w:rtl/>
        </w:rPr>
        <w:t xml:space="preserve"> اور ترق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ہر ممکن کو شش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اپنے تمام وسائل سے کام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لمحہ فروگزاشت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آخر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لمحہ تک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رمعمول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ناقابل توص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ثاروجانثار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مظاہ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کرتے رہے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۔چنانچہ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مضمون کئ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ہوا ہے کہ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لوگوں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کے لئے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قربان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کے لئے نکلتے تھے:</w:t>
      </w:r>
    </w:p>
    <w:p w:rsidR="00634EA0" w:rsidRDefault="00634EA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634EA0" w:rsidRPr="00CD3FC2" w:rsidRDefault="00634EA0" w:rsidP="00107A46">
      <w:pPr>
        <w:pStyle w:val="libNormal"/>
        <w:rPr>
          <w:rtl/>
        </w:rPr>
      </w:pP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81D00">
        <w:rPr>
          <w:rStyle w:val="libAieChar"/>
          <w:rtl/>
        </w:rPr>
        <w:t>لعلّک باخع نفسک ان لا</w:t>
      </w:r>
      <w:r w:rsidR="00E17DF7" w:rsidRPr="00B81D00">
        <w:rPr>
          <w:rStyle w:val="libAieChar"/>
          <w:rFonts w:hint="cs"/>
          <w:rtl/>
        </w:rPr>
        <w:t>ی</w:t>
      </w:r>
      <w:r w:rsidR="00E17DF7" w:rsidRPr="00B81D00">
        <w:rPr>
          <w:rStyle w:val="libAieChar"/>
          <w:rFonts w:hint="eastAsia"/>
          <w:rtl/>
        </w:rPr>
        <w:t>کونوا</w:t>
      </w:r>
      <w:r w:rsidR="00E17DF7" w:rsidRPr="00B81D00">
        <w:rPr>
          <w:rStyle w:val="libAieChar"/>
          <w:rtl/>
        </w:rPr>
        <w:t xml:space="preserve"> مؤمن</w:t>
      </w:r>
      <w:r w:rsidR="00E17DF7" w:rsidRPr="00B81D00">
        <w:rPr>
          <w:rStyle w:val="libAieChar"/>
          <w:rFonts w:hint="cs"/>
          <w:rtl/>
        </w:rPr>
        <w:t>ی</w:t>
      </w:r>
      <w:r w:rsidR="00E17DF7" w:rsidRPr="00B81D00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B81D00" w:rsidRPr="00B76D20">
        <w:rPr>
          <w:rFonts w:hint="cs"/>
          <w:rtl/>
        </w:rPr>
        <w:t>(</w:t>
      </w:r>
      <w:r w:rsidR="000B693F" w:rsidRPr="00B76D20">
        <w:rPr>
          <w:rtl/>
        </w:rPr>
        <w:t>شعراء/۳)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اآپ</w:t>
      </w:r>
      <w:r w:rsidRPr="00CD3FC2">
        <w:rPr>
          <w:rtl/>
        </w:rPr>
        <w:t xml:space="preserve"> اپنے نفس کو ہلاکت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ڈال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اس لئے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لوگ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لارہے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۔“ 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81D00">
        <w:rPr>
          <w:rStyle w:val="libAieChar"/>
          <w:rtl/>
        </w:rPr>
        <w:t>فلعلّک باخع نفسک عل</w:t>
      </w:r>
      <w:r w:rsidR="00E17DF7" w:rsidRPr="00B81D00">
        <w:rPr>
          <w:rStyle w:val="libAieChar"/>
          <w:rFonts w:hint="cs"/>
          <w:rtl/>
        </w:rPr>
        <w:t>ی</w:t>
      </w:r>
      <w:r w:rsidR="00E17DF7" w:rsidRPr="00B81D00">
        <w:rPr>
          <w:rStyle w:val="libAieChar"/>
          <w:rtl/>
        </w:rPr>
        <w:t xml:space="preserve"> آثار</w:t>
      </w:r>
      <w:r w:rsidR="00E17DF7" w:rsidRPr="00BA57AE">
        <w:rPr>
          <w:rStyle w:val="libAieChar"/>
          <w:rFonts w:hint="cs"/>
          <w:rtl/>
        </w:rPr>
        <w:t>ه</w:t>
      </w:r>
      <w:r w:rsidR="00E17DF7" w:rsidRPr="00B81D00">
        <w:rPr>
          <w:rStyle w:val="libAieChar"/>
          <w:rFonts w:hint="cs"/>
          <w:rtl/>
        </w:rPr>
        <w:t>م ان لم ی</w:t>
      </w:r>
      <w:r w:rsidR="00E17DF7" w:rsidRPr="00B81D00">
        <w:rPr>
          <w:rStyle w:val="libAieChar"/>
          <w:rFonts w:hint="eastAsia"/>
          <w:rtl/>
        </w:rPr>
        <w:t>ؤمنوا</w:t>
      </w:r>
      <w:r w:rsidR="00E17DF7" w:rsidRPr="00B81D00">
        <w:rPr>
          <w:rStyle w:val="libAieChar"/>
          <w:rtl/>
        </w:rPr>
        <w:t xml:space="preserve"> ب</w:t>
      </w:r>
      <w:r w:rsidR="00E17DF7" w:rsidRPr="00BA57AE">
        <w:rPr>
          <w:rStyle w:val="libAieChar"/>
          <w:rFonts w:hint="cs"/>
          <w:rtl/>
        </w:rPr>
        <w:t>ه</w:t>
      </w:r>
      <w:r w:rsidR="00E17DF7" w:rsidRPr="00B81D00">
        <w:rPr>
          <w:rStyle w:val="libAieChar"/>
          <w:rFonts w:hint="cs"/>
          <w:rtl/>
        </w:rPr>
        <w:t>ذا الحدی</w:t>
      </w:r>
      <w:r w:rsidR="00E17DF7" w:rsidRPr="00B81D00">
        <w:rPr>
          <w:rStyle w:val="libAieChar"/>
          <w:rFonts w:hint="eastAsia"/>
          <w:rtl/>
        </w:rPr>
        <w:t>ث</w:t>
      </w:r>
      <w:r w:rsidR="00E17DF7" w:rsidRPr="00B81D00">
        <w:rPr>
          <w:rStyle w:val="libAieChar"/>
          <w:rtl/>
        </w:rPr>
        <w:t xml:space="preserve"> اسفاً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B81D00" w:rsidRPr="00B76D20">
        <w:rPr>
          <w:rFonts w:hint="cs"/>
          <w:rtl/>
        </w:rPr>
        <w:t>(</w:t>
      </w:r>
      <w:r w:rsidR="000B693F" w:rsidRPr="00B76D20">
        <w:rPr>
          <w:rtl/>
        </w:rPr>
        <w:t>کہف/۶)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”توک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اآپ</w:t>
      </w:r>
      <w:r w:rsidRPr="00CD3FC2">
        <w:rPr>
          <w:rtl/>
        </w:rPr>
        <w:t xml:space="preserve"> شدت افسوس سے ان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چھے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 خطرے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ڈال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اگر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لوگ اس بات پر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نہ لائے۔“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 xml:space="preserve">۔اس راہ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اورباعظمت انسانوں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تعدادنے قربان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دے کرشہادت کاجام نوش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وسلم،انسانوں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سعادت کے لئے مختلف ابعاد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جوکچھ مؤثر جانتے تھے ان کے لئے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فرماتے تھے،ش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اورسنّ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فقہ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فروعات او ر جزئ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اوراسلام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فقہ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 کچھ وارد ہوا ہے وہ اس کا ب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ثبوت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رحلت</w:t>
      </w:r>
      <w:r w:rsidRPr="00CD3FC2">
        <w:rPr>
          <w:rtl/>
        </w:rPr>
        <w:t xml:space="preserve"> فرمائ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ابھ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اسلام حجاز کے تمام حدودتک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لاتھا،چہ</w:t>
      </w:r>
      <w:r w:rsidRPr="00CD3FC2">
        <w:rPr>
          <w:rtl/>
        </w:rPr>
        <w:t xml:space="preserve"> جائے کہ اس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غام</w:t>
      </w:r>
      <w:r w:rsidRPr="00CD3FC2">
        <w:rPr>
          <w:rtl/>
        </w:rPr>
        <w:t xml:space="preserve"> و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ابھر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رسائ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</w:t>
      </w:r>
    </w:p>
    <w:p w:rsidR="00B81D0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۶</w:t>
      </w:r>
      <w:r w:rsidRPr="00CD3FC2">
        <w:rPr>
          <w:rtl/>
        </w:rPr>
        <w:t>۔ا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طاقت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موجودتھ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اسلام کے وجوداوراس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تبل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</w:t>
      </w:r>
      <w:r w:rsidRPr="00CD3FC2">
        <w:rPr>
          <w:rtl/>
        </w:rPr>
        <w:t xml:space="preserve"> و بقاء کے لئے خطرہ کا احساس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جاتاتھا،بالخصوص اس لئے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اسلام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اسلام قبول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اورانہوں نے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کو نہ صرف قبول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اتھا،بلکہ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نے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کے مقا بلہ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نامناسب رد عمل کا اظہاربھ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کہ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ران</w:t>
      </w:r>
      <w:r w:rsidRPr="00CD3FC2">
        <w:rPr>
          <w:rtl/>
        </w:rPr>
        <w:t xml:space="preserve"> کے بادشاہ 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اسلام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کا خط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پھاڑ ڈالا۔</w:t>
      </w:r>
    </w:p>
    <w:p w:rsidR="00B81D00" w:rsidRDefault="00B81D0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۷</w:t>
      </w:r>
      <w:r w:rsidRPr="00CD3FC2">
        <w:rPr>
          <w:rtl/>
        </w:rPr>
        <w:t>۔اس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طاقتوں کا سرکچلنے اور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کر نے کے لئے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بعدمسلمانوں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طاقتور فوج اور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کن رہبر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تھ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۸</w:t>
      </w:r>
      <w:r w:rsidRPr="00CD3FC2">
        <w:rPr>
          <w:rtl/>
        </w:rPr>
        <w:t>۔اقتدارپرست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جاہ طلب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انسان کے باطن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امور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سامسئلہ</w:t>
      </w:r>
      <w:r w:rsidRPr="00CD3FC2">
        <w:rPr>
          <w:rtl/>
        </w:rPr>
        <w:t xml:space="preserve"> ہے ،کہ جس سے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آلہ وسلم کے اصحاب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مستثن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تھے۔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گرد جمع ہوئے مسلمان ،جوآپ سے بے پناہ عشق ومحبت کرتے تھے،ل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کے باوجود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افراد موجودتھے جن کے وجود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گہرائ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اسلام نفوذ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کرچکا تھااورا ب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جاہل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رسم و رواج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ز،قوم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خاندان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تعصبات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حکو مت ان کے وجود پر سا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فگن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اورہر آن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خطرہ لاحق تھاکہ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رحلت کے بع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خلافت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لالچ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بر سر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کار</w:t>
      </w:r>
      <w:r w:rsidRPr="00CD3FC2">
        <w:rPr>
          <w:rtl/>
        </w:rPr>
        <w:t xml:space="preserve"> ہو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۔چنانچہ بعض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آپ اپنے اصحاب سے فرماتے تھے کہ:”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اپنے بعدتمہارے مشرک ہونے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ڈرتاہوں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سے ڈرتاہوں کہ تم لوگ امور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اکے</w:t>
      </w:r>
      <w:r w:rsidRPr="00CD3FC2">
        <w:rPr>
          <w:rtl/>
        </w:rPr>
        <w:t xml:space="preserve">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</w:t>
      </w:r>
      <w:r w:rsidRPr="00CD3FC2">
        <w:rPr>
          <w:rFonts w:hint="eastAsia"/>
          <w:rtl/>
        </w:rPr>
        <w:t>سرے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رقابت کروگے۔</w:t>
      </w:r>
      <w:r w:rsidR="00841522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>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۹</w:t>
      </w:r>
      <w:r w:rsidRPr="00CD3FC2">
        <w:rPr>
          <w:rtl/>
        </w:rPr>
        <w:t>۔ا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منافق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موجودتھے جو 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اسلام ومسلم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خلاف سازشوں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مشغول</w:t>
      </w:r>
    </w:p>
    <w:p w:rsidR="00841522" w:rsidRPr="00841522" w:rsidRDefault="0084152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بخار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۴،باب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الحوض،ص۱۴۲،دارلمعرفتہ،ب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841522" w:rsidRDefault="0084152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841522" w:rsidRPr="00CD3FC2" w:rsidRDefault="0084152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رہتے</w:t>
      </w:r>
      <w:r w:rsidRPr="00CD3FC2">
        <w:rPr>
          <w:rtl/>
        </w:rPr>
        <w:t xml:space="preserve"> تھے اور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لمحہ فروگزاشت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تھے،لہذا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خطرہ موجود تھاکہ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رحلت کے بعد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لوگ اسلام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نفوذ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اورشائد ان منافق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گروہ ابتداء اسلام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لالچ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بناء پردعوت اسلام قبول کئے ہوئ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تھا۔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مشاہدہ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قبائل کے بعض سردار،پ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پر شرط رکھتے تھے کو آئندہ اسلام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حکومت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کے کردار کو ملحوظ نظر رکھا جائے: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نقل ہواہے: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اسلام (ص)،بن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عامر کے پاس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لے گئے اور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خدائے عزّو جل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دعوت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اپنا تعارف کرا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۔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نے آنحضرت (ص)سے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کہا: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75265">
        <w:rPr>
          <w:rStyle w:val="libArabicChar"/>
          <w:rFonts w:hint="eastAsia"/>
          <w:rtl/>
        </w:rPr>
        <w:t>ا</w:t>
      </w:r>
      <w:r w:rsidRPr="00A75265">
        <w:rPr>
          <w:rStyle w:val="libArabicChar"/>
          <w:rFonts w:hint="cs"/>
          <w:rtl/>
        </w:rPr>
        <w:t>ٴ</w:t>
      </w:r>
      <w:r w:rsidRPr="00A75265">
        <w:rPr>
          <w:rStyle w:val="libArabicChar"/>
          <w:rFonts w:hint="eastAsia"/>
          <w:rtl/>
        </w:rPr>
        <w:t>را</w:t>
      </w:r>
      <w:r w:rsidRPr="00A75265">
        <w:rPr>
          <w:rStyle w:val="libArabicChar"/>
          <w:rFonts w:hint="cs"/>
          <w:rtl/>
        </w:rPr>
        <w:t>ٴی</w:t>
      </w:r>
      <w:r w:rsidRPr="00A75265">
        <w:rPr>
          <w:rStyle w:val="libArabicChar"/>
          <w:rFonts w:hint="eastAsia"/>
          <w:rtl/>
        </w:rPr>
        <w:t>ت</w:t>
      </w:r>
      <w:r w:rsidRPr="00A75265">
        <w:rPr>
          <w:rStyle w:val="libArabicChar"/>
          <w:rtl/>
        </w:rPr>
        <w:t xml:space="preserve"> ان نحن با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عناک</w:t>
      </w:r>
      <w:r w:rsidRPr="00A75265">
        <w:rPr>
          <w:rStyle w:val="libArabicChar"/>
          <w:rtl/>
        </w:rPr>
        <w:t xml:space="preserve"> عل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tl/>
        </w:rPr>
        <w:t xml:space="preserve"> امرک ثم اظ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>رک اللّٰ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 xml:space="preserve"> علی</w:t>
      </w:r>
      <w:r w:rsidRPr="00A75265">
        <w:rPr>
          <w:rStyle w:val="libArabicChar"/>
          <w:rtl/>
        </w:rPr>
        <w:t xml:space="preserve"> من خالفک ا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کون</w:t>
      </w:r>
      <w:r w:rsidRPr="00A75265">
        <w:rPr>
          <w:rStyle w:val="libArabicChar"/>
          <w:rtl/>
        </w:rPr>
        <w:t xml:space="preserve"> لنا الامر من بعدک؟ قال: الامر ال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 xml:space="preserve"> ی</w:t>
      </w:r>
      <w:r w:rsidRPr="00A75265">
        <w:rPr>
          <w:rStyle w:val="libArabicChar"/>
          <w:rFonts w:hint="eastAsia"/>
          <w:rtl/>
        </w:rPr>
        <w:t>ضع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tl/>
        </w:rPr>
        <w:t xml:space="preserve"> ک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ف</w:t>
      </w:r>
      <w:r w:rsidRPr="00A75265">
        <w:rPr>
          <w:rStyle w:val="libArabicChar"/>
          <w:rtl/>
        </w:rPr>
        <w:t xml:space="preserve"> 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شاء</w:t>
      </w:r>
      <w:r w:rsidRPr="00B76D20">
        <w:rPr>
          <w:rFonts w:hint="eastAsia"/>
          <w:rtl/>
        </w:rPr>
        <w:t>“</w:t>
      </w:r>
      <w:r w:rsidR="00B81D00" w:rsidRPr="00F82107">
        <w:rPr>
          <w:rStyle w:val="libFootnotenumChar"/>
          <w:rFonts w:hint="cs"/>
          <w:rtl/>
        </w:rPr>
        <w:t>(1)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”اگرہم</w:t>
      </w:r>
      <w:r w:rsidRPr="00CD3FC2">
        <w:rPr>
          <w:rtl/>
        </w:rPr>
        <w:t xml:space="preserve"> 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عت</w:t>
      </w:r>
      <w:r w:rsidRPr="00CD3FC2">
        <w:rPr>
          <w:rtl/>
        </w:rPr>
        <w:t xml:space="preserve">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پر 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آپاپنے مخالف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پرغلبہ حاصل کر نے کے بعداپن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 فت کے اختتام پر خلا 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بھاگ ڈور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سپرد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گے؟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 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:اس کااخت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ارخداکے</w:t>
      </w:r>
      <w:r w:rsidRPr="00CD3FC2">
        <w:rPr>
          <w:rtl/>
        </w:rPr>
        <w:t xml:space="preserve"> ہاتھ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ہے،وہ جسے چاہے اسے ا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عہدہ پر مقرر کرے گا۔“</w:t>
      </w:r>
    </w:p>
    <w:p w:rsidR="00841522" w:rsidRPr="00841522" w:rsidRDefault="0084152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ہشام،ج۲،ص۴۲۵،داراح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روت،الروض</w:t>
      </w:r>
      <w:r w:rsidRPr="00CD3FC2">
        <w:rPr>
          <w:rtl/>
        </w:rPr>
        <w:t xml:space="preserve"> الانف ،۴،ص۱۳۸،الس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رةالنبو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احمدز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دحلان،ج ۱،ص۲۸۳،داراح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</w:t>
      </w:r>
    </w:p>
    <w:p w:rsidR="00F56B78" w:rsidRDefault="00F56B7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lastRenderedPageBreak/>
        <w:t>۱۰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ثابت شدہ اور مسلّم فطر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امر ہے کہ جوبھ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چند افراد کے امور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زمام ہاتھ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لئے ہو،انھ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سرپرست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چھوڑتاہے،حت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اگراس کے تحت نظر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ڑبکر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 ،تووہ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بے سرپرست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چھوڑتاہے۔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جب</w:t>
      </w:r>
      <w:r w:rsidRPr="00CD3FC2">
        <w:rPr>
          <w:rtl/>
        </w:rPr>
        <w:t xml:space="preserve"> 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دوم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آخر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لمحات بسر کر رہے تھے تو عبداللہ بن عمرنے ان سے کہا: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75265">
        <w:rPr>
          <w:rStyle w:val="libArabicChar"/>
          <w:rFonts w:hint="eastAsia"/>
          <w:rtl/>
        </w:rPr>
        <w:t>انّ</w:t>
      </w:r>
      <w:r w:rsidRPr="00A75265">
        <w:rPr>
          <w:rStyle w:val="libArabicChar"/>
          <w:rtl/>
        </w:rPr>
        <w:t xml:space="preserve"> الناس 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تحدّثون</w:t>
      </w:r>
      <w:r w:rsidRPr="00A75265">
        <w:rPr>
          <w:rStyle w:val="libArabicChar"/>
          <w:rtl/>
        </w:rPr>
        <w:t xml:space="preserve"> انّک غ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ر</w:t>
      </w:r>
      <w:r w:rsidRPr="00A75265">
        <w:rPr>
          <w:rStyle w:val="libArabicChar"/>
          <w:rtl/>
        </w:rPr>
        <w:t xml:space="preserve"> مستخلف و لو کان لک راع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ابل</w:t>
      </w:r>
      <w:r w:rsidRPr="00A75265">
        <w:rPr>
          <w:rStyle w:val="libArabicChar"/>
          <w:rtl/>
        </w:rPr>
        <w:t xml:space="preserve"> اوراع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tl/>
        </w:rPr>
        <w:t xml:space="preserve"> غنم ثمّ جاء و ترک رع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ت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tl/>
        </w:rPr>
        <w:t xml:space="preserve"> را</w:t>
      </w:r>
      <w:r w:rsidRPr="00A75265">
        <w:rPr>
          <w:rStyle w:val="libArabicChar"/>
          <w:rFonts w:hint="cs"/>
          <w:rtl/>
        </w:rPr>
        <w:t>ٴی</w:t>
      </w:r>
      <w:r w:rsidRPr="00A75265">
        <w:rPr>
          <w:rStyle w:val="libArabicChar"/>
          <w:rFonts w:hint="eastAsia"/>
          <w:rtl/>
        </w:rPr>
        <w:t>ت</w:t>
      </w:r>
      <w:r w:rsidRPr="00A75265">
        <w:rPr>
          <w:rStyle w:val="libArabicChar"/>
          <w:rtl/>
        </w:rPr>
        <w:t xml:space="preserve"> ان قد فرّط و رع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ةالناس</w:t>
      </w:r>
      <w:r w:rsidRPr="00A75265">
        <w:rPr>
          <w:rStyle w:val="libArabicChar"/>
          <w:rtl/>
        </w:rPr>
        <w:t xml:space="preserve"> اشدّ من رع</w:t>
      </w:r>
      <w:r w:rsidRPr="00A75265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tl/>
        </w:rPr>
        <w:t xml:space="preserve"> الابل والغنم ماذا تقول اللّٰ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 xml:space="preserve"> عزّوجل اذلقی</w:t>
      </w:r>
      <w:r w:rsidRPr="00A75265">
        <w:rPr>
          <w:rStyle w:val="libArabicChar"/>
          <w:rFonts w:hint="eastAsia"/>
          <w:rtl/>
        </w:rPr>
        <w:t>ت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tl/>
        </w:rPr>
        <w:t xml:space="preserve"> ولم تستخلف عل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tl/>
        </w:rPr>
        <w:t xml:space="preserve"> عباد</w:t>
      </w:r>
      <w:r w:rsidR="00BA57AE" w:rsidRPr="003A13AB">
        <w:rPr>
          <w:rStyle w:val="libArabicChar"/>
          <w:rFonts w:hint="cs"/>
          <w:rtl/>
        </w:rPr>
        <w:t>ه</w:t>
      </w:r>
      <w:r w:rsidRPr="00B76D20">
        <w:rPr>
          <w:rtl/>
        </w:rPr>
        <w:t xml:space="preserve"> </w:t>
      </w:r>
      <w:r w:rsidR="00F56B78" w:rsidRPr="00F82107">
        <w:rPr>
          <w:rStyle w:val="libFootnotenumChar"/>
          <w:rFonts w:hint="cs"/>
          <w:rtl/>
        </w:rPr>
        <w:t>(1)</w:t>
      </w:r>
      <w:r w:rsidRPr="00B76D20">
        <w:rPr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”لوگ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آپ اپناجانش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کررہے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جبکہ آپ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اونٹوں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ڑ،بکر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لئے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ساربان اورچرواہاہوتااوروہ مو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شوں</w:t>
      </w:r>
      <w:r w:rsidRPr="00CD3FC2">
        <w:rPr>
          <w:rtl/>
        </w:rPr>
        <w:t xml:space="preserve"> کوچھوڑکرچلاجاتا توآپ اسے قصوروارٹھراتے۔اور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مسلّم ہے کہ لوگوں کاخ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</w:t>
      </w:r>
      <w:r w:rsidRPr="00CD3FC2">
        <w:rPr>
          <w:rtl/>
        </w:rPr>
        <w:t xml:space="preserve"> رکھنااونٹ اوربھ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ڑک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حفاظت و رکھوال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اہم ہے۔جب خداکے بندوں کے لئے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مقررکئے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آپ اس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اسے</w:t>
      </w:r>
      <w:r w:rsidRPr="00CD3FC2">
        <w:rPr>
          <w:rtl/>
        </w:rPr>
        <w:t xml:space="preserve"> چلے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تو آپ اپنے خدائے متعال کوک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اجواب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گے؟“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المو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عائشہ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قض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سے استنادکرتے ہوئے ابن عمرسے کہت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ابن</w:t>
      </w:r>
      <w:r w:rsidRPr="00A75265">
        <w:rPr>
          <w:rStyle w:val="libArabicChar"/>
          <w:rFonts w:hint="cs"/>
          <w:rtl/>
        </w:rPr>
        <w:t>یّ</w:t>
      </w:r>
      <w:r w:rsidRPr="00A75265">
        <w:rPr>
          <w:rStyle w:val="libArabicChar"/>
          <w:rtl/>
        </w:rPr>
        <w:t xml:space="preserve"> بلغ سلام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tl/>
        </w:rPr>
        <w:t xml:space="preserve"> وقل ل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 xml:space="preserve"> لاتدع ام</w:t>
      </w:r>
      <w:r w:rsidRPr="00A75265">
        <w:rPr>
          <w:rStyle w:val="libArabicChar"/>
          <w:rtl/>
        </w:rPr>
        <w:t>ة محمد بلا راع استخلف عل</w:t>
      </w:r>
      <w:r w:rsidRPr="00A75265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>م</w:t>
      </w:r>
      <w:r w:rsidRPr="00A75265">
        <w:rPr>
          <w:rStyle w:val="libArabicChar"/>
          <w:rtl/>
        </w:rPr>
        <w:t xml:space="preserve"> ولاتدع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 xml:space="preserve">م بعدک 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>ملاً فانی</w:t>
      </w:r>
      <w:r w:rsidRPr="00A75265">
        <w:rPr>
          <w:rStyle w:val="libArabicChar"/>
          <w:rtl/>
        </w:rPr>
        <w:t xml:space="preserve"> اخش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tl/>
        </w:rPr>
        <w:t xml:space="preserve"> عل</w:t>
      </w:r>
      <w:r w:rsidRPr="00A75265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>م</w:t>
      </w:r>
      <w:r w:rsidRPr="00A75265">
        <w:rPr>
          <w:rStyle w:val="libArabicChar"/>
          <w:rtl/>
        </w:rPr>
        <w:t xml:space="preserve"> الفتنة</w:t>
      </w:r>
      <w:r w:rsidRPr="00B76D20">
        <w:rPr>
          <w:rtl/>
        </w:rPr>
        <w:t>“</w:t>
      </w:r>
      <w:r w:rsidR="00F56B78" w:rsidRPr="00F82107">
        <w:rPr>
          <w:rStyle w:val="libFootnotenumChar"/>
          <w:rFonts w:hint="cs"/>
          <w:rtl/>
        </w:rPr>
        <w:t>(2)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”عمرکوم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راسلام</w:t>
      </w:r>
      <w:r w:rsidRPr="00CD3FC2">
        <w:rPr>
          <w:rtl/>
        </w:rPr>
        <w:t xml:space="preserve"> کہنااوراس سے کہد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ناکہ</w:t>
      </w:r>
      <w:r w:rsidRPr="00CD3FC2">
        <w:rPr>
          <w:rtl/>
        </w:rPr>
        <w:t xml:space="preserve"> امت) محمدصل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</w:t>
      </w:r>
    </w:p>
    <w:p w:rsidR="00F71983" w:rsidRPr="00F71983" w:rsidRDefault="00F71983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۱۔الر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النضرة، ج ۲،ص۳۵۳،دارالندوةالجد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روت،سنن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،ج۸،ص۱۴۹، دارالمعرفة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حل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ةالاول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اء،ج</w:t>
      </w:r>
      <w:r w:rsidRPr="00CD3FC2">
        <w:rPr>
          <w:rtl/>
        </w:rPr>
        <w:t>۱ص۴۴،دارالفکر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۲۔الامامةوالس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سة،ج۱،ص۲۳</w:t>
      </w:r>
    </w:p>
    <w:p w:rsidR="00F71983" w:rsidRDefault="00F71983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71983" w:rsidRPr="00CD3FC2" w:rsidRDefault="00F71983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کواپنے</w:t>
      </w:r>
      <w:r w:rsidRPr="00CD3FC2">
        <w:rPr>
          <w:rtl/>
        </w:rPr>
        <w:t xml:space="preserve"> بعد بے مہار اور سرپرست نہ چھوڑ ے اس لئے کہ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فتنہ برپا ہونے سے ڈرت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عبداللہ بن عمرنے اپنے باپ سے کہا:</w:t>
      </w:r>
    </w:p>
    <w:p w:rsidR="000B693F" w:rsidRPr="00B76D20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”اے</w:t>
      </w:r>
      <w:r w:rsidRPr="00CD3FC2">
        <w:rPr>
          <w:rtl/>
        </w:rPr>
        <w:t xml:space="preserve"> کاش!آپ اپنا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اگر آپ اپنی</w:t>
      </w:r>
      <w:r w:rsidRPr="00CD3FC2">
        <w:rPr>
          <w:rtl/>
        </w:rPr>
        <w:t xml:space="preserve"> طرف سے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ق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اور سرپرست کے عنوان سے لوگوں کے پاس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بات کوپسندنہ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کواپناجانش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ں؟انہوں</w:t>
      </w:r>
      <w:r w:rsidRPr="00CD3FC2">
        <w:rPr>
          <w:rtl/>
        </w:rPr>
        <w:t xml:space="preserve"> نے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کہا:ک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ں؟ابن</w:t>
      </w:r>
      <w:r w:rsidRPr="00CD3FC2">
        <w:rPr>
          <w:rtl/>
        </w:rPr>
        <w:t xml:space="preserve"> عمرنے کہا: جب آپ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ڑوں</w:t>
      </w:r>
      <w:r w:rsidRPr="00CD3FC2">
        <w:rPr>
          <w:rtl/>
        </w:rPr>
        <w:t xml:space="preserve">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نگ</w:t>
      </w:r>
      <w:r w:rsidRPr="00CD3FC2">
        <w:rPr>
          <w:rFonts w:hint="eastAsia"/>
          <w:rtl/>
        </w:rPr>
        <w:t>راں</w:t>
      </w:r>
      <w:r w:rsidRPr="00CD3FC2">
        <w:rPr>
          <w:rtl/>
        </w:rPr>
        <w:t xml:space="preserve"> اور سر پرست مقررکر 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آپ اس بات کو پسندنہ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پرکس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کومقررکرد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Fonts w:hint="cs"/>
          <w:rtl/>
        </w:rPr>
        <w:t>“</w:t>
      </w:r>
      <w:r w:rsidR="00F71983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معاو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سے استنباط کرتے ہوئے کہتاہے: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75265">
        <w:rPr>
          <w:rStyle w:val="libArabicChar"/>
          <w:rFonts w:hint="eastAsia"/>
          <w:rtl/>
        </w:rPr>
        <w:t>ان</w:t>
      </w:r>
      <w:r w:rsidRPr="00A75265">
        <w:rPr>
          <w:rStyle w:val="libArabicChar"/>
          <w:rFonts w:hint="cs"/>
          <w:rtl/>
        </w:rPr>
        <w:t>یّ</w:t>
      </w:r>
      <w:r w:rsidRPr="00A75265">
        <w:rPr>
          <w:rStyle w:val="libArabicChar"/>
          <w:rtl/>
        </w:rPr>
        <w:t xml:space="preserve"> ار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>ب ان داع امة محمدی</w:t>
      </w:r>
      <w:r w:rsidRPr="00A75265">
        <w:rPr>
          <w:rStyle w:val="libArabicChar"/>
          <w:rtl/>
        </w:rPr>
        <w:t xml:space="preserve"> بعد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tl/>
        </w:rPr>
        <w:t xml:space="preserve"> کا لضا</w:t>
      </w:r>
      <w:r w:rsidRPr="00A75265">
        <w:rPr>
          <w:rStyle w:val="libArabicChar"/>
          <w:rFonts w:hint="cs"/>
          <w:rtl/>
        </w:rPr>
        <w:t>ٴ</w:t>
      </w:r>
      <w:r w:rsidRPr="00A75265">
        <w:rPr>
          <w:rStyle w:val="libArabicChar"/>
          <w:rFonts w:hint="eastAsia"/>
          <w:rtl/>
        </w:rPr>
        <w:t>ن</w:t>
      </w:r>
      <w:r w:rsidRPr="00A75265">
        <w:rPr>
          <w:rStyle w:val="libArabicChar"/>
          <w:rtl/>
        </w:rPr>
        <w:t xml:space="preserve"> لاراع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tl/>
        </w:rPr>
        <w:t xml:space="preserve"> ل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tl/>
        </w:rPr>
        <w:t>ا</w:t>
      </w:r>
      <w:r w:rsidRPr="00B76D20">
        <w:rPr>
          <w:rtl/>
        </w:rPr>
        <w:t>“</w:t>
      </w:r>
      <w:r w:rsidR="00F71983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="00A96ED8">
        <w:rPr>
          <w:rFonts w:hint="eastAsia"/>
          <w:rtl/>
        </w:rPr>
        <w:t xml:space="preserve">میں </w:t>
      </w:r>
      <w:r w:rsidRPr="00CD3FC2">
        <w:rPr>
          <w:rFonts w:hint="eastAsia"/>
          <w:rtl/>
        </w:rPr>
        <w:t>ڈرتاہوں</w:t>
      </w:r>
      <w:r w:rsidRPr="00CD3FC2">
        <w:rPr>
          <w:rtl/>
        </w:rPr>
        <w:t xml:space="preserve"> کہ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ام )محمد (ص))کواپنے بعدچرواہے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ڑبکر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چھوڑدوں۔“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۱۱</w:t>
      </w:r>
      <w:r w:rsidRPr="00CD3FC2">
        <w:rPr>
          <w:rtl/>
        </w:rPr>
        <w:t>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(ص)،جب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سفر پر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لے جاتے تھے تو 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پر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 فرماتے تھے اورکبھ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کو اپنے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چھوڑتے تھے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اورتار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ہوا ہے اورجن اشخاص کوآنحضرت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اپنا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،ان کے نام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 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اسلام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غزوات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کئے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مقررکئے گئے آپ 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فہرست</w:t>
      </w:r>
    </w:p>
    <w:p w:rsidR="00F71983" w:rsidRPr="00F71983" w:rsidRDefault="00F71983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۱۔طبقات ابن سعد ،ج۳،ص۳۴۳،دار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 xml:space="preserve"> للطباعة والنشر۔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،ج۳،جزء۵،ص۱۵۴،مؤسسہ عزالد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للطباعة والنشر،الامامة والس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اسة،ج</w:t>
      </w:r>
      <w:r w:rsidRPr="00CD3FC2">
        <w:rPr>
          <w:rtl/>
        </w:rPr>
        <w:t>۱ص۱۸۴ ،منشورات الشر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الرض</w:t>
      </w:r>
      <w:r w:rsidRPr="00CD3FC2">
        <w:rPr>
          <w:rFonts w:hint="cs"/>
          <w:rtl/>
        </w:rPr>
        <w:t>ی</w:t>
      </w:r>
    </w:p>
    <w:p w:rsidR="00F71983" w:rsidRDefault="00F71983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lastRenderedPageBreak/>
        <w:t>حسب</w:t>
      </w:r>
      <w:r w:rsidRPr="00CD3FC2">
        <w:rPr>
          <w:rtl/>
        </w:rPr>
        <w:t xml:space="preserve">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ذکرک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 xml:space="preserve">۔غزوئہ بواط </w:t>
      </w:r>
      <w:r w:rsidR="00A96ED8">
        <w:rPr>
          <w:rtl/>
        </w:rPr>
        <w:t xml:space="preserve">میں </w:t>
      </w:r>
      <w:r w:rsidRPr="00CD3FC2">
        <w:rPr>
          <w:rtl/>
        </w:rPr>
        <w:t>:سائب بن عثمان بن مظعون</w:t>
      </w:r>
      <w:r w:rsidR="00F71983" w:rsidRPr="00F82107">
        <w:rPr>
          <w:rStyle w:val="libFootnotenumChar"/>
          <w:rFonts w:hint="cs"/>
          <w:rtl/>
        </w:rPr>
        <w:t>(1)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۔غزوئہ عش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:اباسلمةبن عبدالاسد</w:t>
      </w:r>
      <w:r w:rsidR="00F71983" w:rsidRPr="00F82107">
        <w:rPr>
          <w:rStyle w:val="libFootnotenumChar"/>
          <w:rFonts w:hint="cs"/>
          <w:rtl/>
        </w:rPr>
        <w:t>(2)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 xml:space="preserve">۔غزوئہ سفوان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بدراول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حادثہ</w:t>
      </w:r>
      <w:r w:rsidR="00F71983" w:rsidRPr="00F82107">
        <w:rPr>
          <w:rStyle w:val="libFootnotenumChar"/>
          <w:rFonts w:hint="cs"/>
          <w:rtl/>
        </w:rPr>
        <w:t>(3)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۔غزوئہ بدرکبر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:ابالبابہ</w:t>
      </w:r>
      <w:r w:rsidR="00F71983" w:rsidRPr="00F82107">
        <w:rPr>
          <w:rStyle w:val="libFootnotenumChar"/>
          <w:rFonts w:hint="cs"/>
          <w:rtl/>
        </w:rPr>
        <w:t>(4)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۔غزوئہ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:سباع بن عرفطة</w:t>
      </w:r>
      <w:r w:rsidR="00F71983" w:rsidRPr="00F82107">
        <w:rPr>
          <w:rStyle w:val="libFootnotenumChar"/>
          <w:rFonts w:hint="cs"/>
          <w:rtl/>
        </w:rPr>
        <w:t>(5)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۶</w:t>
      </w:r>
      <w:r w:rsidRPr="00CD3FC2">
        <w:rPr>
          <w:rtl/>
        </w:rPr>
        <w:t>۔غزوئہ سو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:عبدالمنذر)ابولبابہ)</w:t>
      </w:r>
      <w:r w:rsidR="00F71983" w:rsidRPr="00F82107">
        <w:rPr>
          <w:rStyle w:val="libFootnotenumChar"/>
          <w:rFonts w:hint="cs"/>
          <w:rtl/>
        </w:rPr>
        <w:t>(6)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۷</w:t>
      </w:r>
      <w:r w:rsidRPr="00CD3FC2">
        <w:rPr>
          <w:rtl/>
        </w:rPr>
        <w:t>۔غزوئہ 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امر </w:t>
      </w:r>
      <w:r w:rsidR="00A96ED8">
        <w:rPr>
          <w:rtl/>
        </w:rPr>
        <w:t xml:space="preserve">میں </w:t>
      </w:r>
      <w:r w:rsidRPr="00CD3FC2">
        <w:rPr>
          <w:rtl/>
        </w:rPr>
        <w:t>:عثمان بن غفان</w:t>
      </w:r>
      <w:r w:rsidR="00F71983" w:rsidRPr="00F82107">
        <w:rPr>
          <w:rStyle w:val="libFootnotenumChar"/>
          <w:rFonts w:hint="cs"/>
          <w:rtl/>
        </w:rPr>
        <w:t>(7)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۸</w:t>
      </w:r>
      <w:r w:rsidRPr="00CD3FC2">
        <w:rPr>
          <w:rtl/>
        </w:rPr>
        <w:t xml:space="preserve">۔غزوئہ فرع </w:t>
      </w:r>
      <w:r w:rsidR="00A96ED8">
        <w:rPr>
          <w:rtl/>
        </w:rPr>
        <w:t xml:space="preserve">میں </w:t>
      </w:r>
      <w:r w:rsidRPr="00CD3FC2">
        <w:rPr>
          <w:rtl/>
        </w:rPr>
        <w:t>:ابن ام مکتوم</w:t>
      </w:r>
      <w:r w:rsidR="00F71983" w:rsidRPr="00F82107">
        <w:rPr>
          <w:rStyle w:val="libFootnotenumChar"/>
          <w:rFonts w:hint="cs"/>
          <w:rtl/>
        </w:rPr>
        <w:t>(8)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۹</w:t>
      </w:r>
      <w:r w:rsidRPr="00CD3FC2">
        <w:rPr>
          <w:rtl/>
        </w:rPr>
        <w:t>۔غزوئہ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نقاع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:بش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ربن</w:t>
      </w:r>
      <w:r w:rsidRPr="00CD3FC2">
        <w:rPr>
          <w:rtl/>
        </w:rPr>
        <w:t xml:space="preserve"> عبدالمنذر</w:t>
      </w:r>
      <w:r w:rsidR="00F71983" w:rsidRPr="00F82107">
        <w:rPr>
          <w:rStyle w:val="libFootnotenumChar"/>
          <w:rFonts w:hint="cs"/>
          <w:rtl/>
        </w:rPr>
        <w:t>(9)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۱۰</w:t>
      </w:r>
      <w:r w:rsidRPr="00CD3FC2">
        <w:rPr>
          <w:rtl/>
        </w:rPr>
        <w:t>۔غزوئہ احد</w:t>
      </w:r>
      <w:r w:rsidR="00A96ED8">
        <w:rPr>
          <w:rtl/>
        </w:rPr>
        <w:t xml:space="preserve">میں </w:t>
      </w:r>
      <w:r w:rsidRPr="00CD3FC2">
        <w:rPr>
          <w:rtl/>
        </w:rPr>
        <w:t>:ابن ام مکتوم</w:t>
      </w:r>
      <w:r w:rsidR="00F71983" w:rsidRPr="00E17DF7">
        <w:rPr>
          <w:rStyle w:val="libFootnotenumChar"/>
          <w:rFonts w:hint="cs"/>
          <w:rtl/>
        </w:rPr>
        <w:t>(10)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۱۱</w:t>
      </w:r>
      <w:r w:rsidRPr="00CD3FC2">
        <w:rPr>
          <w:rtl/>
        </w:rPr>
        <w:t>۔غزوئہ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النض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:ابن ام مکتوم</w:t>
      </w:r>
      <w:r w:rsidR="00F71983" w:rsidRPr="00E17DF7">
        <w:rPr>
          <w:rStyle w:val="libFootnotenumChar"/>
          <w:rFonts w:hint="cs"/>
          <w:rtl/>
        </w:rPr>
        <w:t>(11)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۱۲</w:t>
      </w:r>
      <w:r w:rsidRPr="00CD3FC2">
        <w:rPr>
          <w:rtl/>
        </w:rPr>
        <w:t xml:space="preserve">۔غزوئہ ذات الرقاع </w:t>
      </w:r>
      <w:r w:rsidR="00A96ED8">
        <w:rPr>
          <w:rtl/>
        </w:rPr>
        <w:t xml:space="preserve">میں </w:t>
      </w:r>
      <w:r w:rsidRPr="00CD3FC2">
        <w:rPr>
          <w:rtl/>
        </w:rPr>
        <w:t>:ابوذرغفار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اعثمان</w:t>
      </w:r>
      <w:r w:rsidRPr="00CD3FC2">
        <w:rPr>
          <w:rtl/>
        </w:rPr>
        <w:t xml:space="preserve"> بن عفان</w:t>
      </w:r>
      <w:r w:rsidR="00F71983" w:rsidRPr="00E17DF7">
        <w:rPr>
          <w:rStyle w:val="libFootnotenumChar"/>
          <w:rFonts w:hint="cs"/>
          <w:rtl/>
        </w:rPr>
        <w:t>(12)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۱۳</w:t>
      </w:r>
      <w:r w:rsidRPr="00CD3FC2">
        <w:rPr>
          <w:rtl/>
        </w:rPr>
        <w:t>۔غزوئہ بدر،دوم:عبداللہ بن عبداللہ 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سلول انصار</w:t>
      </w:r>
      <w:r w:rsidRPr="00CD3FC2">
        <w:rPr>
          <w:rFonts w:hint="cs"/>
          <w:rtl/>
        </w:rPr>
        <w:t>ی</w:t>
      </w:r>
      <w:r w:rsidR="00F71983" w:rsidRPr="00E17DF7">
        <w:rPr>
          <w:rStyle w:val="libFootnotenumChar"/>
          <w:rFonts w:hint="cs"/>
          <w:rtl/>
        </w:rPr>
        <w:t>(13)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۱۴</w:t>
      </w:r>
      <w:r w:rsidRPr="00CD3FC2">
        <w:rPr>
          <w:rtl/>
        </w:rPr>
        <w:t xml:space="preserve">۔غزوئہ دومةالجندل </w:t>
      </w:r>
      <w:r w:rsidR="00A96ED8">
        <w:rPr>
          <w:rtl/>
        </w:rPr>
        <w:t xml:space="preserve">میں </w:t>
      </w:r>
      <w:r w:rsidRPr="00CD3FC2">
        <w:rPr>
          <w:rtl/>
        </w:rPr>
        <w:t>:سباع بن عرفطة</w:t>
      </w:r>
      <w:r w:rsidR="00F71983" w:rsidRPr="00E17DF7">
        <w:rPr>
          <w:rStyle w:val="libFootnotenumChar"/>
          <w:rFonts w:hint="cs"/>
          <w:rtl/>
        </w:rPr>
        <w:t>(14)</w:t>
      </w:r>
    </w:p>
    <w:p w:rsidR="000B693F" w:rsidRPr="00F71983" w:rsidRDefault="00F71983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ہشام،ج۲،ص۲۴۸۔ ۲۔س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ج،۲،ص۲۵۱</w:t>
      </w:r>
      <w:r w:rsidR="00DD3792">
        <w:rPr>
          <w:rFonts w:hint="cs"/>
          <w:rtl/>
        </w:rPr>
        <w:t xml:space="preserve">          </w:t>
      </w:r>
      <w:r w:rsidRPr="00CD3FC2">
        <w:rPr>
          <w:rtl/>
        </w:rPr>
        <w:t xml:space="preserve"> ۳۔س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،ج۲،ص۱ </w:t>
      </w:r>
      <w:r w:rsidR="00DD3792">
        <w:rPr>
          <w:rFonts w:hint="cs"/>
          <w:rtl/>
        </w:rPr>
        <w:t xml:space="preserve">          </w:t>
      </w:r>
      <w:r w:rsidRPr="00CD3FC2">
        <w:rPr>
          <w:rtl/>
        </w:rPr>
        <w:t>۴۔س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ج،۲ص۲۶۳و۲۶۴</w:t>
      </w:r>
      <w:r w:rsidR="00DD3792">
        <w:rPr>
          <w:rFonts w:hint="cs"/>
          <w:rtl/>
        </w:rPr>
        <w:t xml:space="preserve">        </w:t>
      </w:r>
      <w:r w:rsidRPr="00CD3FC2">
        <w:rPr>
          <w:rtl/>
        </w:rPr>
        <w:t xml:space="preserve">۵۔ج۳ص۴۹ </w:t>
      </w:r>
      <w:r w:rsidR="00DD3792">
        <w:rPr>
          <w:rFonts w:hint="cs"/>
          <w:rtl/>
        </w:rPr>
        <w:t xml:space="preserve">           </w:t>
      </w:r>
      <w:r w:rsidRPr="00CD3FC2">
        <w:rPr>
          <w:rtl/>
        </w:rPr>
        <w:t>۶۔ج۳،ص۵۰</w:t>
      </w:r>
      <w:r w:rsidR="00DD3792">
        <w:rPr>
          <w:rFonts w:hint="cs"/>
          <w:rtl/>
        </w:rPr>
        <w:t xml:space="preserve">             </w:t>
      </w:r>
      <w:r w:rsidRPr="00CD3FC2">
        <w:rPr>
          <w:rtl/>
        </w:rPr>
        <w:t xml:space="preserve">۷۔ج۳،ص۴۹ </w:t>
      </w:r>
      <w:r w:rsidR="00DD3792">
        <w:rPr>
          <w:rFonts w:hint="cs"/>
          <w:rtl/>
        </w:rPr>
        <w:t xml:space="preserve">         </w:t>
      </w:r>
      <w:r w:rsidRPr="00CD3FC2">
        <w:rPr>
          <w:rtl/>
        </w:rPr>
        <w:t>۸۔ج۳،ص۵۰</w:t>
      </w:r>
      <w:r w:rsidR="00DD3792">
        <w:rPr>
          <w:rFonts w:hint="cs"/>
          <w:rtl/>
        </w:rPr>
        <w:t xml:space="preserve">            </w:t>
      </w:r>
      <w:r w:rsidRPr="00CD3FC2">
        <w:rPr>
          <w:rtl/>
        </w:rPr>
        <w:t xml:space="preserve">۹۔ج۳،ص۵۲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۱۰۔ج۳،ص۶۸</w:t>
      </w:r>
      <w:r w:rsidR="00DD3792">
        <w:rPr>
          <w:rFonts w:hint="cs"/>
          <w:rtl/>
        </w:rPr>
        <w:t xml:space="preserve">           </w:t>
      </w:r>
      <w:r w:rsidRPr="00CD3FC2">
        <w:rPr>
          <w:rtl/>
        </w:rPr>
        <w:t xml:space="preserve">۱۱۔ج۳،ص۲۰۰ </w:t>
      </w:r>
      <w:r w:rsidR="00DD3792">
        <w:rPr>
          <w:rFonts w:hint="cs"/>
          <w:rtl/>
        </w:rPr>
        <w:t xml:space="preserve">          </w:t>
      </w:r>
      <w:r w:rsidRPr="00CD3FC2">
        <w:rPr>
          <w:rtl/>
        </w:rPr>
        <w:t>۱۲۔ج۳،ص۲۱۴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۱۳۔س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ج۳،ص۲۲۰ </w:t>
      </w:r>
      <w:r w:rsidR="00DD3792">
        <w:rPr>
          <w:rFonts w:hint="cs"/>
          <w:rtl/>
        </w:rPr>
        <w:t xml:space="preserve">       </w:t>
      </w:r>
      <w:r w:rsidRPr="00CD3FC2">
        <w:rPr>
          <w:rtl/>
        </w:rPr>
        <w:t>۱۴۔س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ج۳،ص۲۲۴</w:t>
      </w:r>
    </w:p>
    <w:p w:rsidR="00F71983" w:rsidRDefault="00F71983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lastRenderedPageBreak/>
        <w:t>۱۵</w:t>
      </w:r>
      <w:r w:rsidRPr="00CD3FC2">
        <w:rPr>
          <w:rtl/>
        </w:rPr>
        <w:t xml:space="preserve">۔غزوئہ خندق </w:t>
      </w:r>
      <w:r w:rsidR="00A96ED8">
        <w:rPr>
          <w:rtl/>
        </w:rPr>
        <w:t xml:space="preserve">میں </w:t>
      </w:r>
      <w:r w:rsidRPr="00CD3FC2">
        <w:rPr>
          <w:rtl/>
        </w:rPr>
        <w:t>:ابن ام مکتوم</w:t>
      </w:r>
      <w:r w:rsidR="00F71983" w:rsidRPr="00F82107">
        <w:rPr>
          <w:rStyle w:val="libFootnotenumChar"/>
          <w:rFonts w:hint="cs"/>
          <w:rtl/>
        </w:rPr>
        <w:t>(1)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۱۶</w:t>
      </w:r>
      <w:r w:rsidRPr="00CD3FC2">
        <w:rPr>
          <w:rtl/>
        </w:rPr>
        <w:t>۔غزوئہ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ظہ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:ابن ام مکتوم</w:t>
      </w:r>
      <w:r w:rsidR="00F71983" w:rsidRPr="00F82107">
        <w:rPr>
          <w:rStyle w:val="libFootnotenumChar"/>
          <w:rFonts w:hint="cs"/>
          <w:rtl/>
        </w:rPr>
        <w:t>(2)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۱۷</w:t>
      </w:r>
      <w:r w:rsidRPr="00CD3FC2">
        <w:rPr>
          <w:rtl/>
        </w:rPr>
        <w:t>۔غزوئہ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:ابن ام مکتوم</w:t>
      </w:r>
      <w:r w:rsidR="00F71983" w:rsidRPr="00F82107">
        <w:rPr>
          <w:rStyle w:val="libFootnotenumChar"/>
          <w:rFonts w:hint="cs"/>
          <w:rtl/>
        </w:rPr>
        <w:t>(3)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۱۸</w:t>
      </w:r>
      <w:r w:rsidRPr="00CD3FC2">
        <w:rPr>
          <w:rtl/>
        </w:rPr>
        <w:t>۔غزوئہ 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قرةم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:ابن ام مکتوم</w:t>
      </w:r>
      <w:r w:rsidR="00F71983" w:rsidRPr="00F82107">
        <w:rPr>
          <w:rStyle w:val="libFootnotenumChar"/>
          <w:rFonts w:hint="cs"/>
          <w:rtl/>
        </w:rPr>
        <w:t>(4)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۱۹</w:t>
      </w:r>
      <w:r w:rsidRPr="00CD3FC2">
        <w:rPr>
          <w:rtl/>
        </w:rPr>
        <w:t>۔غزوئہ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المصطلق </w:t>
      </w:r>
      <w:r w:rsidR="00A96ED8">
        <w:rPr>
          <w:rtl/>
        </w:rPr>
        <w:t xml:space="preserve">میں </w:t>
      </w:r>
      <w:r w:rsidRPr="00CD3FC2">
        <w:rPr>
          <w:rtl/>
        </w:rPr>
        <w:t>:ابوذرغفار</w:t>
      </w:r>
      <w:r w:rsidRPr="00CD3FC2">
        <w:rPr>
          <w:rFonts w:hint="cs"/>
          <w:rtl/>
        </w:rPr>
        <w:t>ی</w:t>
      </w:r>
      <w:r w:rsidR="00F71983" w:rsidRPr="00F82107">
        <w:rPr>
          <w:rStyle w:val="libFootnotenumChar"/>
          <w:rFonts w:hint="cs"/>
          <w:rtl/>
        </w:rPr>
        <w:t>(5)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۲۰</w:t>
      </w:r>
      <w:r w:rsidRPr="00CD3FC2">
        <w:rPr>
          <w:rtl/>
        </w:rPr>
        <w:t>۔حد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:نم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لةبن</w:t>
      </w:r>
      <w:r w:rsidRPr="00CD3FC2">
        <w:rPr>
          <w:rtl/>
        </w:rPr>
        <w:t xml:space="preserve"> عبداللہ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="00F71983" w:rsidRPr="00F82107">
        <w:rPr>
          <w:rStyle w:val="libFootnotenumChar"/>
          <w:rFonts w:hint="cs"/>
          <w:rtl/>
        </w:rPr>
        <w:t>(6)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۲۱</w:t>
      </w:r>
      <w:r w:rsidRPr="00CD3FC2">
        <w:rPr>
          <w:rtl/>
        </w:rPr>
        <w:t>۔غزوئہ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:نم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لةابن</w:t>
      </w:r>
      <w:r w:rsidRPr="00CD3FC2">
        <w:rPr>
          <w:rtl/>
        </w:rPr>
        <w:t xml:space="preserve"> عبداللہ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="00F71983" w:rsidRPr="00F82107">
        <w:rPr>
          <w:rStyle w:val="libFootnotenumChar"/>
          <w:rFonts w:hint="cs"/>
          <w:rtl/>
        </w:rPr>
        <w:t>(7)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۲۲</w:t>
      </w:r>
      <w:r w:rsidRPr="00CD3FC2">
        <w:rPr>
          <w:rtl/>
        </w:rPr>
        <w:t xml:space="preserve">۔فتح مکہ </w:t>
      </w:r>
      <w:r w:rsidR="00A96ED8">
        <w:rPr>
          <w:rtl/>
        </w:rPr>
        <w:t xml:space="preserve">میں </w:t>
      </w:r>
      <w:r w:rsidRPr="00CD3FC2">
        <w:rPr>
          <w:rtl/>
        </w:rPr>
        <w:t>:کلثوم بن حص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F71983" w:rsidRPr="00F82107">
        <w:rPr>
          <w:rStyle w:val="libFootnotenumChar"/>
          <w:rFonts w:hint="cs"/>
          <w:rtl/>
        </w:rPr>
        <w:t>(8)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۲۳</w:t>
      </w:r>
      <w:r w:rsidRPr="00CD3FC2">
        <w:rPr>
          <w:rtl/>
        </w:rPr>
        <w:t>۔غزوئہ حن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 عتاب بن اس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="00F71983" w:rsidRPr="00F82107">
        <w:rPr>
          <w:rStyle w:val="libFootnotenumChar"/>
          <w:rFonts w:hint="cs"/>
          <w:rtl/>
        </w:rPr>
        <w:t>(9)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۲۴</w:t>
      </w:r>
      <w:r w:rsidRPr="00CD3FC2">
        <w:rPr>
          <w:rtl/>
        </w:rPr>
        <w:t xml:space="preserve">۔غزوئہ تبوک </w:t>
      </w:r>
      <w:r w:rsidR="00A96ED8">
        <w:rPr>
          <w:rtl/>
        </w:rPr>
        <w:t xml:space="preserve">میں </w:t>
      </w:r>
      <w:r w:rsidRPr="00CD3FC2">
        <w:rPr>
          <w:rtl/>
        </w:rPr>
        <w:t>:محمدبن مسلمةانصار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اسباع</w:t>
      </w:r>
      <w:r w:rsidRPr="00CD3FC2">
        <w:rPr>
          <w:rtl/>
        </w:rPr>
        <w:t xml:space="preserve"> بن عرفطة</w:t>
      </w:r>
      <w:r w:rsidR="00F71983" w:rsidRPr="00E17DF7">
        <w:rPr>
          <w:rStyle w:val="libFootnotenumChar"/>
          <w:rFonts w:hint="cs"/>
          <w:rtl/>
        </w:rPr>
        <w:t>(10)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اورمشہورروا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غزوئہ تبوک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</w:t>
      </w:r>
      <w:r w:rsidR="009B178F">
        <w:rPr>
          <w:rtl/>
        </w:rPr>
        <w:t>یح</w:t>
      </w:r>
      <w:r w:rsidRPr="00CD3FC2">
        <w:rPr>
          <w:rtl/>
        </w:rPr>
        <w:t>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 اپنا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۔اس مطلب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اوراحاد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کتاب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گواہ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۲۵</w:t>
      </w:r>
      <w:r w:rsidRPr="00CD3FC2">
        <w:rPr>
          <w:rtl/>
        </w:rPr>
        <w:t xml:space="preserve">۔حجتہ الوداع </w:t>
      </w:r>
      <w:r w:rsidR="00A96ED8">
        <w:rPr>
          <w:rtl/>
        </w:rPr>
        <w:t xml:space="preserve">میں </w:t>
      </w:r>
      <w:r w:rsidRPr="00CD3FC2">
        <w:rPr>
          <w:rtl/>
        </w:rPr>
        <w:t>:ابودجانہ انصار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اسباع</w:t>
      </w:r>
      <w:r w:rsidRPr="00CD3FC2">
        <w:rPr>
          <w:rtl/>
        </w:rPr>
        <w:t xml:space="preserve"> بن عرفطہ</w:t>
      </w:r>
      <w:r w:rsidR="00F71983" w:rsidRPr="00E17DF7">
        <w:rPr>
          <w:rStyle w:val="libFootnotenumChar"/>
          <w:rFonts w:hint="cs"/>
          <w:rtl/>
        </w:rPr>
        <w:t>(11)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وہ جنگ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بہ نفس نف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خود شرکت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فرمائ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جنگوں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)ص )کس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کوبہ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کمانڈر مقررفرماتے</w:t>
      </w:r>
    </w:p>
    <w:p w:rsidR="00051F92" w:rsidRPr="00051F92" w:rsidRDefault="00051F9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،ج ۳،ص۲۳۱ </w:t>
      </w:r>
      <w:r w:rsidR="005D2D41">
        <w:rPr>
          <w:rFonts w:hint="cs"/>
          <w:rtl/>
        </w:rPr>
        <w:t xml:space="preserve">     </w:t>
      </w:r>
      <w:r w:rsidRPr="00CD3FC2">
        <w:rPr>
          <w:rtl/>
        </w:rPr>
        <w:t>۲۔س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ہشام،ص۲۴۵</w:t>
      </w:r>
      <w:r w:rsidR="005D2D41">
        <w:rPr>
          <w:rFonts w:hint="cs"/>
          <w:rtl/>
        </w:rPr>
        <w:t xml:space="preserve">       </w:t>
      </w:r>
      <w:r w:rsidRPr="00CD3FC2">
        <w:rPr>
          <w:rtl/>
        </w:rPr>
        <w:t>۳۔س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ہشام،ص۲۹۲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۴۔س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ص۳۲۱</w:t>
      </w:r>
      <w:r w:rsidR="005D2D41">
        <w:rPr>
          <w:rFonts w:hint="cs"/>
          <w:rtl/>
        </w:rPr>
        <w:t xml:space="preserve">               </w:t>
      </w:r>
      <w:r w:rsidRPr="00CD3FC2">
        <w:rPr>
          <w:rtl/>
        </w:rPr>
        <w:t>۵۔س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ہشام،ص۳۰۲ </w:t>
      </w:r>
      <w:r w:rsidR="005D2D41">
        <w:rPr>
          <w:rFonts w:hint="cs"/>
          <w:rtl/>
        </w:rPr>
        <w:t xml:space="preserve">            </w:t>
      </w:r>
      <w:r w:rsidRPr="00CD3FC2">
        <w:rPr>
          <w:rtl/>
        </w:rPr>
        <w:t>۶۔س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ہشام،ص۳۲۱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۷۔س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ہشام،ص۳۴۲ </w:t>
      </w:r>
      <w:r w:rsidR="005D2D41">
        <w:rPr>
          <w:rFonts w:hint="cs"/>
          <w:rtl/>
        </w:rPr>
        <w:t xml:space="preserve">     </w:t>
      </w:r>
      <w:r w:rsidRPr="00CD3FC2">
        <w:rPr>
          <w:rtl/>
        </w:rPr>
        <w:t>۸۔س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 ،ج۴،ص۴۲</w:t>
      </w:r>
      <w:r w:rsidR="005D2D41">
        <w:rPr>
          <w:rFonts w:hint="cs"/>
          <w:rtl/>
        </w:rPr>
        <w:t xml:space="preserve">         </w:t>
      </w:r>
      <w:r w:rsidRPr="00CD3FC2">
        <w:rPr>
          <w:rtl/>
        </w:rPr>
        <w:t>۹۔س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ہشام،ج۴،ص۹۳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۱۰۔س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ابن ہشام، ج ۴، ص ۸۳</w:t>
      </w:r>
      <w:r w:rsidR="005D2D41">
        <w:rPr>
          <w:rFonts w:hint="cs"/>
          <w:rtl/>
        </w:rPr>
        <w:t xml:space="preserve">      </w:t>
      </w:r>
      <w:r w:rsidRPr="00CD3FC2">
        <w:rPr>
          <w:rtl/>
        </w:rPr>
        <w:t>۱۱۔س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ہشام،ج۴،ص۲۴۸،داراح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51F92" w:rsidRDefault="00051F9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51F92" w:rsidRPr="00CD3FC2" w:rsidRDefault="00051F92" w:rsidP="00107A46">
      <w:pPr>
        <w:pStyle w:val="libNormal"/>
        <w:rPr>
          <w:rtl/>
        </w:rPr>
      </w:pP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تھے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بعض جنگوں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چندافرادکوکمانڈر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مقررفرماتے تھے،تاکہ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 خوشگوارواقعہ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آنے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بلافاصلہ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سے دوسراشخص آگے بڑھ کرکمانڈر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سنبھا لے۔جنگ موتہ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نے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حارثہ کوکمانڈرمقررفرما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اتھا</w:t>
      </w:r>
      <w:r w:rsidRPr="00CD3FC2">
        <w:rPr>
          <w:rtl/>
        </w:rPr>
        <w:t>۔کس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مشکل سے دو چار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وجہ</w:t>
      </w:r>
      <w:r w:rsidRPr="00CD3FC2">
        <w:rPr>
          <w:rtl/>
        </w:rPr>
        <w:t xml:space="preserve"> سے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پرجعفربن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اوران کے بعدعبداللہ بن رواحہ کو کمانڈر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مقرر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تھا۔</w:t>
      </w:r>
      <w:r w:rsidR="00051F92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بئرمعونہ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آنحضرت (ص)نے چال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افرادکوبھ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جااورعبدالمنذربن</w:t>
      </w:r>
      <w:r w:rsidRPr="00CD3FC2">
        <w:rPr>
          <w:rtl/>
        </w:rPr>
        <w:t xml:space="preserve"> عمرکوان کاام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="00051F92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۔اورداستان رج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فقہ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کے لئے چھ افرادکوبھ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جااورمرثدبناب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مرثدعنو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کوان کاسردارقرارد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="00051F92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اب،جبکہ</w:t>
      </w:r>
      <w:r w:rsidRPr="00CD3FC2">
        <w:rPr>
          <w:rtl/>
        </w:rPr>
        <w:t xml:space="preserve"> مذکورہ مطالب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غور و حوض کرنے سے معلوم ہو جاتاہے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کا اصل مقصدامت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کرناتھا،چنانچہ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دنے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51F92">
        <w:rPr>
          <w:rStyle w:val="libAieChar"/>
          <w:rtl/>
        </w:rPr>
        <w:t>و</w:t>
      </w:r>
      <w:r w:rsidR="00E17DF7" w:rsidRPr="00051F92">
        <w:rPr>
          <w:rStyle w:val="libAieChar"/>
          <w:rFonts w:hint="cs"/>
          <w:rtl/>
        </w:rPr>
        <w:t>ی</w:t>
      </w:r>
      <w:r w:rsidR="00E17DF7" w:rsidRPr="00051F92">
        <w:rPr>
          <w:rStyle w:val="libAieChar"/>
          <w:rFonts w:hint="eastAsia"/>
          <w:rtl/>
        </w:rPr>
        <w:t>زک</w:t>
      </w:r>
      <w:r w:rsidR="00E17DF7" w:rsidRPr="00051F92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051F92">
        <w:rPr>
          <w:rStyle w:val="libAieChar"/>
          <w:rFonts w:hint="cs"/>
          <w:rtl/>
        </w:rPr>
        <w:t>م</w:t>
      </w:r>
      <w:r w:rsidR="00E17DF7" w:rsidRPr="00051F92">
        <w:rPr>
          <w:rStyle w:val="libAieChar"/>
          <w:rtl/>
        </w:rPr>
        <w:t xml:space="preserve"> و</w:t>
      </w:r>
      <w:r w:rsidR="00E17DF7" w:rsidRPr="00051F92">
        <w:rPr>
          <w:rStyle w:val="libAieChar"/>
          <w:rFonts w:hint="cs"/>
          <w:rtl/>
        </w:rPr>
        <w:t>ی</w:t>
      </w:r>
      <w:r w:rsidR="00E17DF7" w:rsidRPr="00051F92">
        <w:rPr>
          <w:rStyle w:val="libAieChar"/>
          <w:rFonts w:hint="eastAsia"/>
          <w:rtl/>
        </w:rPr>
        <w:t>علم</w:t>
      </w:r>
      <w:r w:rsidR="00E17DF7" w:rsidRPr="00BA57AE">
        <w:rPr>
          <w:rStyle w:val="libAieChar"/>
          <w:rFonts w:hint="cs"/>
          <w:rtl/>
        </w:rPr>
        <w:t>ه</w:t>
      </w:r>
      <w:r w:rsidR="00E17DF7" w:rsidRPr="00051F92">
        <w:rPr>
          <w:rStyle w:val="libAieChar"/>
          <w:rFonts w:hint="cs"/>
          <w:rtl/>
        </w:rPr>
        <w:t>م</w:t>
      </w:r>
      <w:r w:rsidR="00E17DF7" w:rsidRPr="00051F92">
        <w:rPr>
          <w:rStyle w:val="libAieChar"/>
          <w:rtl/>
        </w:rPr>
        <w:t xml:space="preserve"> الکتاب والحکمت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51F92" w:rsidRPr="00B76D20">
        <w:rPr>
          <w:rFonts w:hint="cs"/>
          <w:rtl/>
        </w:rPr>
        <w:t xml:space="preserve"> </w:t>
      </w:r>
      <w:r w:rsidR="00051F92" w:rsidRPr="00F82107">
        <w:rPr>
          <w:rStyle w:val="libFootnotenumChar"/>
          <w:rFonts w:hint="cs"/>
          <w:rtl/>
        </w:rPr>
        <w:t>(4)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”وہ</w:t>
      </w:r>
      <w:r w:rsidRPr="00CD3FC2">
        <w:rPr>
          <w:rtl/>
        </w:rPr>
        <w:t xml:space="preserve"> ان کے نفوذکوپاک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بناتاہے اور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کتاب وحکمت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تاہے</w:t>
      </w:r>
      <w:r w:rsidRPr="00CD3FC2">
        <w:rPr>
          <w:rtl/>
        </w:rPr>
        <w:t>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آنحضرت</w:t>
      </w:r>
      <w:r w:rsidRPr="00CD3FC2">
        <w:rPr>
          <w:rtl/>
        </w:rPr>
        <w:t xml:space="preserve"> (ص)،اپن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مسافرتوں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چاہے وہ جس قدربھ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مختصرہوت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،اپناجانش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مقررکرنے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کوتاہ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فرماتے تھے اورکس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گروہ کوکہ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ںروانہ</w:t>
      </w:r>
      <w:r w:rsidRPr="00CD3FC2">
        <w:rPr>
          <w:rtl/>
        </w:rPr>
        <w:t xml:space="preserve"> کرتے وقت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بے سرپرست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چھوڑتے تھے آپاپنے مستقبل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آگاہ تھے،اس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گوئ</w:t>
      </w:r>
      <w:r w:rsidRPr="00CD3FC2">
        <w:rPr>
          <w:rFonts w:hint="cs"/>
          <w:rtl/>
        </w:rPr>
        <w:t>ی</w:t>
      </w:r>
      <w:r w:rsidRPr="00CD3FC2">
        <w:rPr>
          <w:rtl/>
        </w:rPr>
        <w:t>اں موجودہ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ں،جن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واہل سنّت کے بڑے محدث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۔اس لئے آپ اپنے بعداپن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عت</w:t>
      </w:r>
      <w:r w:rsidRPr="00CD3FC2">
        <w:rPr>
          <w:rtl/>
        </w:rPr>
        <w:t xml:space="preserve"> پرحملہ آورہونے والے فتنوں سے آگاہ تھے،چنانچہ آپنے اس سلسلہ </w:t>
      </w:r>
      <w:r w:rsidR="00A96ED8">
        <w:rPr>
          <w:rtl/>
        </w:rPr>
        <w:t xml:space="preserve">میں </w:t>
      </w:r>
    </w:p>
    <w:p w:rsidR="00051F92" w:rsidRPr="00051F92" w:rsidRDefault="00051F9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ہشام،ص،۵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ہشام،ج۳، ص۱۹۴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رئہ</w:t>
      </w:r>
      <w:r w:rsidRPr="00CD3FC2">
        <w:rPr>
          <w:rtl/>
        </w:rPr>
        <w:t xml:space="preserve"> ابن ہشام،ج۳،ص۱۸۳</w:t>
      </w:r>
    </w:p>
    <w:p w:rsidR="00051F92" w:rsidRDefault="000B693F" w:rsidP="00E17DF7">
      <w:pPr>
        <w:pStyle w:val="libFootnote"/>
        <w:rPr>
          <w:rtl/>
        </w:rPr>
      </w:pPr>
      <w:r w:rsidRPr="00CD3FC2">
        <w:rPr>
          <w:rtl/>
        </w:rPr>
        <w:t>۴۔آل عمران/۱۶۴</w:t>
      </w:r>
    </w:p>
    <w:p w:rsidR="00051F92" w:rsidRDefault="00051F9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خودخبرد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ہے۔ان سب حقائق کے روشن ہونے کے بعدک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اآپاپن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اورخلافت )جوآپکے بعداہم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مسئلہ اورآپ کے لئے فکرمندتر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موضوع تھا)کے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کامنصوبہ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ںرکھتے</w:t>
      </w:r>
      <w:r w:rsidRPr="00CD3FC2">
        <w:rPr>
          <w:rtl/>
        </w:rPr>
        <w:t xml:space="preserve"> تھے اوراپنے بعدکس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کواپنے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منصوب و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اور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سے اس 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غافل وبے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</w:t>
      </w:r>
      <w:r w:rsidRPr="00CD3FC2">
        <w:rPr>
          <w:rtl/>
        </w:rPr>
        <w:t xml:space="preserve"> رہتے ؟!!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ممکن ہے ؟!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خداوندمتعال</w:t>
      </w:r>
      <w:r w:rsidRPr="00CD3FC2">
        <w:rPr>
          <w:rtl/>
        </w:rPr>
        <w:t xml:space="preserve"> نے اپنے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کورسالت کے لئے مبعوث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توص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51F92">
        <w:rPr>
          <w:rStyle w:val="libAieChar"/>
          <w:rtl/>
        </w:rPr>
        <w:t>ولقد جاء کم رسول من انفسکم عز</w:t>
      </w:r>
      <w:r w:rsidR="00E17DF7" w:rsidRPr="00051F92">
        <w:rPr>
          <w:rStyle w:val="libAieChar"/>
          <w:rFonts w:hint="cs"/>
          <w:rtl/>
        </w:rPr>
        <w:t>ی</w:t>
      </w:r>
      <w:r w:rsidR="00E17DF7" w:rsidRPr="00051F92">
        <w:rPr>
          <w:rStyle w:val="libAieChar"/>
          <w:rFonts w:hint="eastAsia"/>
          <w:rtl/>
        </w:rPr>
        <w:t>ز</w:t>
      </w:r>
      <w:r w:rsidR="00E17DF7" w:rsidRPr="00051F92">
        <w:rPr>
          <w:rStyle w:val="libAieChar"/>
          <w:rtl/>
        </w:rPr>
        <w:t xml:space="preserve"> عل</w:t>
      </w:r>
      <w:r w:rsidR="00E17DF7" w:rsidRPr="00051F92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051F92">
        <w:rPr>
          <w:rStyle w:val="libAieChar"/>
          <w:rtl/>
        </w:rPr>
        <w:t xml:space="preserve"> ماعنتّم حر</w:t>
      </w:r>
      <w:r w:rsidR="00E17DF7" w:rsidRPr="00051F92">
        <w:rPr>
          <w:rStyle w:val="libAieChar"/>
          <w:rFonts w:hint="cs"/>
          <w:rtl/>
        </w:rPr>
        <w:t>ی</w:t>
      </w:r>
      <w:r w:rsidR="00E17DF7" w:rsidRPr="00051F92">
        <w:rPr>
          <w:rStyle w:val="libAieChar"/>
          <w:rFonts w:hint="eastAsia"/>
          <w:rtl/>
        </w:rPr>
        <w:t>ص</w:t>
      </w:r>
      <w:r w:rsidR="00E17DF7" w:rsidRPr="00051F92">
        <w:rPr>
          <w:rStyle w:val="libAieChar"/>
          <w:rtl/>
        </w:rPr>
        <w:t xml:space="preserve"> عل</w:t>
      </w:r>
      <w:r w:rsidR="00E17DF7" w:rsidRPr="00051F92">
        <w:rPr>
          <w:rStyle w:val="libAieChar"/>
          <w:rFonts w:hint="cs"/>
          <w:rtl/>
        </w:rPr>
        <w:t>ی</w:t>
      </w:r>
      <w:r w:rsidR="00E17DF7" w:rsidRPr="00051F92">
        <w:rPr>
          <w:rStyle w:val="libAieChar"/>
          <w:rFonts w:hint="eastAsia"/>
          <w:rtl/>
        </w:rPr>
        <w:t>کم</w:t>
      </w:r>
      <w:r w:rsidR="00E17DF7" w:rsidRPr="00051F92">
        <w:rPr>
          <w:rStyle w:val="libAieChar"/>
          <w:rtl/>
        </w:rPr>
        <w:t xml:space="preserve"> بالمؤمن</w:t>
      </w:r>
      <w:r w:rsidR="00E17DF7" w:rsidRPr="00051F92">
        <w:rPr>
          <w:rStyle w:val="libAieChar"/>
          <w:rFonts w:hint="cs"/>
          <w:rtl/>
        </w:rPr>
        <w:t>ی</w:t>
      </w:r>
      <w:r w:rsidR="00E17DF7" w:rsidRPr="00051F92">
        <w:rPr>
          <w:rStyle w:val="libAieChar"/>
          <w:rFonts w:hint="eastAsia"/>
          <w:rtl/>
        </w:rPr>
        <w:t>ن</w:t>
      </w:r>
      <w:r w:rsidR="00E17DF7" w:rsidRPr="00051F92">
        <w:rPr>
          <w:rStyle w:val="libAieChar"/>
          <w:rtl/>
        </w:rPr>
        <w:t xml:space="preserve"> رؤف رح</w:t>
      </w:r>
      <w:r w:rsidR="00E17DF7" w:rsidRPr="00051F92">
        <w:rPr>
          <w:rStyle w:val="libAieChar"/>
          <w:rFonts w:hint="cs"/>
          <w:rtl/>
        </w:rPr>
        <w:t>ی</w:t>
      </w:r>
      <w:r w:rsidR="00E17DF7" w:rsidRPr="00051F92">
        <w:rPr>
          <w:rStyle w:val="libAieChar"/>
          <w:rFonts w:hint="eastAsia"/>
          <w:rtl/>
        </w:rPr>
        <w:t>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B693F" w:rsidRPr="00B76D20">
        <w:rPr>
          <w:rtl/>
        </w:rPr>
        <w:t xml:space="preserve"> (توبہ/۱۲۸)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ناتمہارے</w:t>
      </w:r>
      <w:r w:rsidRPr="00CD3FC2">
        <w:rPr>
          <w:rtl/>
        </w:rPr>
        <w:t xml:space="preserve"> پاس وہ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جوتمھ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ہے اوراس پرتمہار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ہرمص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بت</w:t>
      </w:r>
      <w:r w:rsidRPr="00CD3FC2">
        <w:rPr>
          <w:rtl/>
        </w:rPr>
        <w:t xml:space="preserve"> شاق ہے وہ تمہار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حرص رکھتاہے اورمؤمن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حال پرشف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اورمہربان ہے“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سامسئلہ</w:t>
      </w:r>
      <w:r w:rsidRPr="00CD3FC2">
        <w:rPr>
          <w:rtl/>
        </w:rPr>
        <w:t xml:space="preserve"> ہے جسے عقل 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اورب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دارضم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رہرگزقبول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کرتاہے اورقرآن وسنت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اس کے برخلاف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بناء پرش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اپنے بعد ہونے والے امام اورخل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کا اعلان اور انتخاب خدا وند عالم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جانب سے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مسئلہ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کتاب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چندا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پربحث وتحق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جوامامت اورائمہ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خصوص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5D2D41" w:rsidRDefault="005D2D41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حسب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ابتلا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مباھلہ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۶</w:t>
      </w:r>
      <w:r w:rsidRPr="00CD3FC2">
        <w:rPr>
          <w:rtl/>
        </w:rPr>
        <w:t>۔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تطھ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۷</w:t>
      </w:r>
      <w:r w:rsidRPr="00CD3FC2">
        <w:rPr>
          <w:rtl/>
        </w:rPr>
        <w:t>۔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علم الکتاب)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شہادت)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پہلے،خودآ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 وتحق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اس کے بعدان سے مربوط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استفادہ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چونکہ</w:t>
      </w:r>
      <w:r w:rsidRPr="00CD3FC2">
        <w:rPr>
          <w:rtl/>
        </w:rPr>
        <w:t xml:space="preserve"> اہم ان مباحث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سنت 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مخاطب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لئے ان کے علماء اور 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کرکے علم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طورسے ان پر بحث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شبہات اوراعتراضات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کرنے کے بعدان کاجواب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CD3FC2" w:rsidRDefault="00CD3FC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Heading2Center"/>
        <w:rPr>
          <w:rtl/>
        </w:rPr>
      </w:pPr>
      <w:bookmarkStart w:id="3" w:name="_Toc508103252"/>
      <w:r w:rsidRPr="00CD3FC2">
        <w:rPr>
          <w:rFonts w:hint="eastAsia"/>
          <w:rtl/>
        </w:rPr>
        <w:lastRenderedPageBreak/>
        <w:t>پہلاباب</w:t>
      </w:r>
      <w:r w:rsidRPr="00CD3FC2">
        <w:rPr>
          <w:rtl/>
        </w:rPr>
        <w:t xml:space="preserve"> :</w:t>
      </w:r>
      <w:bookmarkEnd w:id="3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4" w:name="_Toc508103253"/>
      <w:r w:rsidRPr="00CD3FC2">
        <w:rPr>
          <w:rFonts w:hint="eastAsia"/>
          <w:rtl/>
        </w:rPr>
        <w:t>امامت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ابتلاء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>میں</w:t>
      </w:r>
      <w:bookmarkEnd w:id="4"/>
      <w:r w:rsidR="00A96ED8">
        <w:rPr>
          <w:rtl/>
        </w:rPr>
        <w:t xml:space="preserve"> </w:t>
      </w:r>
      <w:r w:rsidRPr="00CD3FC2">
        <w:rPr>
          <w:rtl/>
        </w:rPr>
        <w:t xml:space="preserve"> </w:t>
      </w:r>
    </w:p>
    <w:p w:rsidR="000B693F" w:rsidRPr="00B76D20" w:rsidRDefault="004159E2" w:rsidP="00107A46">
      <w:pPr>
        <w:pStyle w:val="libNormal"/>
        <w:rPr>
          <w:rtl/>
        </w:rPr>
      </w:pPr>
      <w:r w:rsidRPr="004159E2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(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4159E2">
        <w:rPr>
          <w:rStyle w:val="libAieChar"/>
          <w:rFonts w:hint="eastAsia"/>
          <w:rtl/>
        </w:rPr>
        <w:t>وإذاابتل</w:t>
      </w:r>
      <w:r w:rsidR="00E17DF7" w:rsidRPr="004159E2">
        <w:rPr>
          <w:rStyle w:val="libAieChar"/>
          <w:rFonts w:hint="cs"/>
          <w:rtl/>
        </w:rPr>
        <w:t>یٰ</w:t>
      </w:r>
      <w:r w:rsidR="00E17DF7" w:rsidRPr="004159E2">
        <w:rPr>
          <w:rStyle w:val="libAieChar"/>
          <w:rtl/>
        </w:rPr>
        <w:t xml:space="preserve"> ابر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Fonts w:hint="eastAsia"/>
          <w:rtl/>
        </w:rPr>
        <w:t>م</w:t>
      </w:r>
      <w:r w:rsidR="00E17DF7" w:rsidRPr="004159E2">
        <w:rPr>
          <w:rStyle w:val="libAieChar"/>
          <w:rtl/>
        </w:rPr>
        <w:t xml:space="preserve"> ربّ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 xml:space="preserve"> بکلمات فاٴ</w:t>
      </w:r>
      <w:r w:rsidR="00E17DF7" w:rsidRPr="004159E2">
        <w:rPr>
          <w:rStyle w:val="libAieChar"/>
          <w:rFonts w:hint="eastAsia"/>
          <w:rtl/>
        </w:rPr>
        <w:t>تمّ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>نّ</w:t>
      </w:r>
      <w:r w:rsidR="00E17DF7" w:rsidRPr="004159E2">
        <w:rPr>
          <w:rStyle w:val="libAieChar"/>
          <w:rtl/>
        </w:rPr>
        <w:t xml:space="preserve"> قال إنّ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tl/>
        </w:rPr>
        <w:t xml:space="preserve"> جاعلک للنّاس إماماً قال ومن ذرّ</w:t>
      </w:r>
      <w:r w:rsidR="00E17DF7" w:rsidRPr="004159E2">
        <w:rPr>
          <w:rStyle w:val="libAieChar"/>
          <w:rFonts w:hint="cs"/>
          <w:rtl/>
        </w:rPr>
        <w:t>یّ</w:t>
      </w:r>
      <w:r w:rsidR="00E17DF7" w:rsidRPr="004159E2">
        <w:rPr>
          <w:rStyle w:val="libAieChar"/>
          <w:rFonts w:hint="eastAsia"/>
          <w:rtl/>
        </w:rPr>
        <w:t>ت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tl/>
        </w:rPr>
        <w:t xml:space="preserve"> قال لا 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Fonts w:hint="eastAsia"/>
          <w:rtl/>
        </w:rPr>
        <w:t>نال</w:t>
      </w:r>
      <w:r w:rsidR="00E17DF7" w:rsidRPr="004159E2">
        <w:rPr>
          <w:rStyle w:val="libAieChar"/>
          <w:rtl/>
        </w:rPr>
        <w:t xml:space="preserve"> ع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>دی</w:t>
      </w:r>
      <w:r w:rsidR="00E17DF7" w:rsidRPr="004159E2">
        <w:rPr>
          <w:rStyle w:val="libAieChar"/>
          <w:rtl/>
        </w:rPr>
        <w:t xml:space="preserve"> الظالم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Fonts w:hint="eastAsia"/>
          <w:rtl/>
        </w:rPr>
        <w:t>ن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)</w:t>
      </w:r>
      <w:r w:rsidR="00E17DF7">
        <w:rPr>
          <w:rStyle w:val="libAieChar"/>
          <w:rFonts w:hint="eastAsia"/>
          <w:rtl/>
        </w:rPr>
        <w:t xml:space="preserve"> </w:t>
      </w:r>
      <w:r w:rsidR="000B693F" w:rsidRPr="00B76D20">
        <w:rPr>
          <w:rtl/>
        </w:rPr>
        <w:t xml:space="preserve"> </w:t>
      </w:r>
      <w:r w:rsidRPr="004159E2">
        <w:rPr>
          <w:rStyle w:val="libAlaemChar"/>
          <w:rFonts w:hint="cs"/>
          <w:rtl/>
        </w:rPr>
        <w:t>)</w:t>
      </w:r>
      <w:r w:rsidRPr="00B76D20">
        <w:rPr>
          <w:rFonts w:hint="cs"/>
          <w:rtl/>
        </w:rPr>
        <w:t xml:space="preserve"> </w:t>
      </w:r>
      <w:r w:rsidR="000B693F" w:rsidRPr="00B76D20">
        <w:rPr>
          <w:rtl/>
        </w:rPr>
        <w:t>(بقرہ/۱۲۴)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”اوراس</w:t>
      </w:r>
      <w:r w:rsidRPr="00CD3FC2">
        <w:rPr>
          <w:rtl/>
        </w:rPr>
        <w:t xml:space="preserve"> وقت 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ادکروجب</w:t>
      </w:r>
      <w:r w:rsidRPr="00CD3FC2">
        <w:rPr>
          <w:rtl/>
        </w:rPr>
        <w:t xml:space="preserve"> خدا نے چندکلمات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کاامتحان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ااورانھوںنے</w:t>
      </w:r>
      <w:r w:rsidRPr="00CD3FC2">
        <w:rPr>
          <w:rtl/>
        </w:rPr>
        <w:t xml:space="preserve"> پوراکرد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اتواس</w:t>
      </w:r>
      <w:r w:rsidRPr="00CD3FC2">
        <w:rPr>
          <w:rtl/>
        </w:rPr>
        <w:t>)خدا)نے کہا:ہم تم کولوگوں کا قائداورامام بنارہے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۔)ابراھ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کہا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عہدہ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ملے گا؟ارشادہواکہ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عہدئہ امامت ظالم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تک ن</w:t>
      </w: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پہونچے گا۔“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سے دو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ہو تاہے: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۔منصب امامت،نبوت ورسالت سے بلندترہے۔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۔منصب امامت،ظالموں اورستم گاروں کونہ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ملے گا۔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باتوں پرمشتمل ہے: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CenterBold2"/>
        <w:rPr>
          <w:rtl/>
        </w:rPr>
      </w:pPr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بات:منصب امامت کابلندمرتبہ ہو نا۔</w:t>
      </w:r>
    </w:p>
    <w:p w:rsidR="000B693F" w:rsidRPr="00CD3FC2" w:rsidRDefault="000B693F" w:rsidP="00107A46">
      <w:pPr>
        <w:pStyle w:val="libCenterBold2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بات:منصب امامت ظالموں اورستم گاروں کونہ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ملے گا۔</w:t>
      </w:r>
    </w:p>
    <w:p w:rsidR="000B693F" w:rsidRPr="00CD3FC2" w:rsidRDefault="000B693F" w:rsidP="00107A46">
      <w:pPr>
        <w:pStyle w:val="libCenterBold2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بات:منصب امامت کازبان امامت سے تعارف۔</w:t>
      </w:r>
    </w:p>
    <w:p w:rsidR="004159E2" w:rsidRDefault="004159E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5" w:name="_Toc508103254"/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</w:t>
      </w:r>
      <w:bookmarkEnd w:id="5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6" w:name="_Toc508103255"/>
      <w:r w:rsidRPr="00CD3FC2">
        <w:rPr>
          <w:rFonts w:hint="eastAsia"/>
          <w:rtl/>
        </w:rPr>
        <w:t>منصب</w:t>
      </w:r>
      <w:r w:rsidRPr="00CD3FC2">
        <w:rPr>
          <w:rtl/>
        </w:rPr>
        <w:t xml:space="preserve"> امامت کابلند مرتبہ ہو نا</w:t>
      </w:r>
      <w:bookmarkEnd w:id="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خدائے متعال نے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سے بڑھاپے کے دوران نبوت رسالت کو سالہا سال گزرنے کے بعدان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عمرکے آخر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مرحلہ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امتحان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</w:t>
      </w:r>
      <w:r w:rsidRPr="00CD3FC2">
        <w:rPr>
          <w:rtl/>
        </w:rPr>
        <w:t xml:space="preserve"> انھوں نے اس امتحان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کوقبول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اورکام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ساتھ مکمل کردکھا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امامت کاعہدہ وہ ارتقائ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درجہ تھا جواس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 متحان اورصبروثبات کے بعدانھ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ںعطاک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سے اس مطلب کو بہتر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سے واضح کرنے کے لئے،درج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چند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نکات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وضاحت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امتحان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رابطہ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اامتحان،کس</w:t>
      </w:r>
      <w:r w:rsidRPr="00CD3FC2">
        <w:rPr>
          <w:rtl/>
        </w:rPr>
        <w:t xml:space="preserve"> قسم کا امتحان تھا؟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کہا جاسکتاہے کہ،حضرت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 عطا کئے گئے عہدہ امامت سے مرادان کا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منصب نبوت ورسالت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کوعطا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امامت،کس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زپردلالت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</w:t>
      </w:r>
    </w:p>
    <w:p w:rsidR="004159E2" w:rsidRDefault="004159E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" w:name="_Toc508103256"/>
      <w:r w:rsidRPr="00CD3FC2">
        <w:rPr>
          <w:rFonts w:hint="eastAsia"/>
          <w:rtl/>
        </w:rPr>
        <w:t>امتحان</w:t>
      </w:r>
      <w:r w:rsidRPr="00CD3FC2">
        <w:rPr>
          <w:rtl/>
        </w:rPr>
        <w:t xml:space="preserve"> اورمنصب امامت کارابطہ</w:t>
      </w:r>
      <w:bookmarkEnd w:id="7"/>
    </w:p>
    <w:p w:rsidR="000B693F" w:rsidRPr="00CD3FC2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159E2">
        <w:rPr>
          <w:rStyle w:val="libAieChar"/>
          <w:rtl/>
        </w:rPr>
        <w:t>واذابتل</w:t>
      </w:r>
      <w:r w:rsidR="00E17DF7" w:rsidRPr="004159E2">
        <w:rPr>
          <w:rStyle w:val="libAieChar"/>
          <w:rFonts w:hint="cs"/>
          <w:rtl/>
        </w:rPr>
        <w:t>یٰ</w:t>
      </w:r>
      <w:r w:rsidR="00E17DF7" w:rsidRPr="004159E2">
        <w:rPr>
          <w:rStyle w:val="libAieChar"/>
          <w:rtl/>
        </w:rPr>
        <w:t xml:space="preserve"> ابرا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Fonts w:hint="eastAsia"/>
          <w:rtl/>
        </w:rPr>
        <w:t>م</w:t>
      </w:r>
      <w:r w:rsidR="00E17DF7" w:rsidRPr="004159E2">
        <w:rPr>
          <w:rStyle w:val="libAieChar"/>
          <w:rtl/>
        </w:rPr>
        <w:t xml:space="preserve"> ربّ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 xml:space="preserve"> بکلمات فاٴ</w:t>
      </w:r>
      <w:r w:rsidR="00E17DF7" w:rsidRPr="004159E2">
        <w:rPr>
          <w:rStyle w:val="libAieChar"/>
          <w:rFonts w:hint="eastAsia"/>
          <w:rtl/>
        </w:rPr>
        <w:t>تمّ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>نّ</w:t>
      </w:r>
      <w:r w:rsidR="00E17DF7" w:rsidRPr="004159E2">
        <w:rPr>
          <w:rStyle w:val="libAieChar"/>
          <w:rtl/>
        </w:rPr>
        <w:t xml:space="preserve"> قال انّ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tl/>
        </w:rPr>
        <w:t xml:space="preserve"> جا علک للناس إماماً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 w:rsidRPr="008F5E30">
        <w:rPr>
          <w:rFonts w:hint="cs"/>
          <w:rtl/>
        </w:rPr>
        <w:t xml:space="preserve"> </w:t>
      </w:r>
      <w:r w:rsidR="00A96ED8">
        <w:rPr>
          <w:rFonts w:hint="cs"/>
          <w:rtl/>
        </w:rPr>
        <w:t xml:space="preserve">میں </w:t>
      </w:r>
      <w:r w:rsidR="004159E2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لفظ”إذ“ظرف</w:t>
      </w:r>
      <w:r w:rsidRPr="00CD3FC2">
        <w:rPr>
          <w:rtl/>
        </w:rPr>
        <w:t xml:space="preserve"> زمان ہے اوراس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متعلق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ہے۔”إذ“کامتعلق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پہلااحتمال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کہ”إذ“کامتعلق”اذکر“)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ادکرو</w:t>
      </w:r>
      <w:r w:rsidRPr="00CD3FC2">
        <w:rPr>
          <w:rtl/>
        </w:rPr>
        <w:t>)ہے،جومخذوف اورپوش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:اے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اداس</w:t>
      </w:r>
      <w:r w:rsidRPr="00CD3FC2">
        <w:rPr>
          <w:rtl/>
        </w:rPr>
        <w:t xml:space="preserve"> وقت کو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جئے</w:t>
      </w:r>
      <w:r w:rsidRPr="00CD3FC2">
        <w:rPr>
          <w:rtl/>
        </w:rPr>
        <w:t xml:space="preserve"> جب پروردگارنے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 چندکلمات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سے امتحان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احتمال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ادپرچنداعتراضات</w:t>
      </w:r>
      <w:r w:rsidRPr="00CD3FC2">
        <w:rPr>
          <w:rtl/>
        </w:rPr>
        <w:t xml:space="preserve"> واردہ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۔مستلزم حذف وتقد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)متعلق کو مخذوف اور مقدر ماننا)خلاف اصل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۔”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159E2">
        <w:rPr>
          <w:rStyle w:val="libAieChar"/>
          <w:rtl/>
        </w:rPr>
        <w:t>إن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tl/>
        </w:rPr>
        <w:t xml:space="preserve"> جاعلک للناس إماماً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“کا اس کے پہلے والے جملہ سے منقطع ہو نا حرف عطف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رہونا</w:t>
      </w:r>
      <w:r w:rsidRPr="00CD3FC2">
        <w:rPr>
          <w:rtl/>
        </w:rPr>
        <w:t xml:space="preserve"> لازم آتاہے۔</w:t>
      </w:r>
    </w:p>
    <w:p w:rsidR="004159E2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وضاحت</w:t>
      </w:r>
      <w:r w:rsidRPr="00CD3FC2">
        <w:rPr>
          <w:rtl/>
        </w:rPr>
        <w:t>:جملہء”قال انّ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جاعلک</w:t>
      </w:r>
      <w:r w:rsidRPr="00CD3FC2">
        <w:rPr>
          <w:rFonts w:hint="cs"/>
          <w:rtl/>
        </w:rPr>
        <w:t>“کابظاہرسی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وہ اپنے پہلے والے جملہ سے علٰح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اورمنقطع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ومضمون کے لحاظ سے قبل والے جملہ سے وابستہ ہے،اورچونکہ اس کے لئے حرف عطف ذکرنہ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ہواہے،اس لئے بظاہر اس جملہ کے آنے سے پہلاجملہ مکمل ہوتا ہے،اوران دون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فقروں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ارتباط کلمہ”إذ“کے”قال“سے متعلق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بناپرہے۔اس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کامعن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ہوتا ہے:”جب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سے ان کے پروردگار نے امتحان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ا،توان</w:t>
      </w:r>
      <w:r w:rsidRPr="00CD3FC2">
        <w:rPr>
          <w:rtl/>
        </w:rPr>
        <w:t xml:space="preserve"> سے کہا: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 کولوگوں کے لئے امام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تاہوں</w:t>
      </w:r>
      <w:r w:rsidRPr="00CD3FC2">
        <w:rPr>
          <w:rtl/>
        </w:rPr>
        <w:t>۔“اس بناپر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امتحان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</w:t>
      </w:r>
      <w:r w:rsidRPr="00CD3FC2">
        <w:rPr>
          <w:rFonts w:hint="eastAsia"/>
          <w:rtl/>
        </w:rPr>
        <w:t>لسلام</w:t>
      </w:r>
      <w:r w:rsidRPr="00CD3FC2">
        <w:rPr>
          <w:rtl/>
        </w:rPr>
        <w:t xml:space="preserve"> کو منصب امامت عطا کرنے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لہ</w:t>
      </w:r>
      <w:r w:rsidRPr="00CD3FC2">
        <w:rPr>
          <w:rtl/>
        </w:rPr>
        <w:t xml:space="preserve"> اور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تھا۔</w:t>
      </w:r>
    </w:p>
    <w:p w:rsidR="004159E2" w:rsidRDefault="004159E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کے اس مطلب پر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گواہ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غمبروں</w:t>
      </w:r>
      <w:r w:rsidRPr="00CD3FC2">
        <w:rPr>
          <w:rtl/>
        </w:rPr>
        <w:t xml:space="preserve">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گروہ کے لئے صبروامامت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رابطہ بخوب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ہوا ہے: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159E2">
        <w:rPr>
          <w:rStyle w:val="libAieChar"/>
          <w:rtl/>
        </w:rPr>
        <w:t>وجعلنا من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>م ائمت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 xml:space="preserve"> ی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>دون</w:t>
      </w:r>
      <w:r w:rsidR="00E17DF7" w:rsidRPr="004159E2">
        <w:rPr>
          <w:rStyle w:val="libAieChar"/>
          <w:rtl/>
        </w:rPr>
        <w:t xml:space="preserve"> بامرنا لماّصبروا وکانوا بآ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Fonts w:hint="eastAsia"/>
          <w:rtl/>
        </w:rPr>
        <w:t>اتنا</w:t>
      </w:r>
      <w:r w:rsidR="00E17DF7" w:rsidRPr="004159E2">
        <w:rPr>
          <w:rStyle w:val="libAieChar"/>
          <w:rFonts w:hint="cs"/>
          <w:rtl/>
        </w:rPr>
        <w:t>ی</w:t>
      </w:r>
      <w:r w:rsidR="00E17DF7" w:rsidRPr="004159E2">
        <w:rPr>
          <w:rStyle w:val="libAieChar"/>
          <w:rFonts w:hint="eastAsia"/>
          <w:rtl/>
        </w:rPr>
        <w:t>وقنون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B693F" w:rsidRPr="00B76D20">
        <w:rPr>
          <w:rtl/>
        </w:rPr>
        <w:t xml:space="preserve"> (سجدہ/۲۴)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”اورہم</w:t>
      </w:r>
      <w:r w:rsidRPr="00CD3FC2">
        <w:rPr>
          <w:rtl/>
        </w:rPr>
        <w:t xml:space="preserve"> نے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کچھ لوگوں کوامام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شواقرارد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جوہمارے امرسے لوگوں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لئے کہ انہوں نے صبرک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اورہمار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رکھتے تھے۔“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غمبروں</w:t>
      </w:r>
      <w:r w:rsidRPr="00CD3FC2">
        <w:rPr>
          <w:rtl/>
        </w:rPr>
        <w:t xml:space="preserve"> کوامامت ملنے کاسبب صبرو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رابطہ حضرت ابرھ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امتحان اورامامت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رابطہ کوز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ربحث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واضح</w:t>
      </w:r>
      <w:r w:rsidRPr="00CD3FC2">
        <w:rPr>
          <w:rtl/>
        </w:rPr>
        <w:t xml:space="preserve"> اورروشن کرتاہے۔</w:t>
      </w:r>
    </w:p>
    <w:p w:rsidR="004159E2" w:rsidRDefault="004159E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8" w:name="_Toc508103257"/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کاامتحان</w:t>
      </w:r>
      <w:bookmarkEnd w:id="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امتحانات اور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آزمائش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کن مسائل اور امور سے متلق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جس کا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امامت کا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قرار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اتھا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اس بات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امتحان چند کلمات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مکمل کر دکھا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۔بظاہر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کلمات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قسم کے فرائض اوراحکام تھے کہ جن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 امتحان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قرآن</w:t>
      </w:r>
      <w:r w:rsidRPr="00CD3FC2">
        <w:rPr>
          <w:rtl/>
        </w:rPr>
        <w:t xml:space="preserve">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="00A96ED8">
        <w:rPr>
          <w:rFonts w:hint="eastAsia"/>
          <w:rtl/>
        </w:rPr>
        <w:t xml:space="preserve">میں </w:t>
      </w:r>
      <w:r w:rsidRPr="00CD3FC2">
        <w:rPr>
          <w:rFonts w:hint="eastAsia"/>
          <w:rtl/>
        </w:rPr>
        <w:t>،حضرت</w:t>
      </w:r>
      <w:r w:rsidRPr="00CD3FC2">
        <w:rPr>
          <w:rtl/>
        </w:rPr>
        <w:t xml:space="preserve">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جوچ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ز”واضح</w:t>
      </w:r>
      <w:r w:rsidRPr="00CD3FC2">
        <w:rPr>
          <w:rtl/>
        </w:rPr>
        <w:t xml:space="preserve"> وروشن امتحان“کے عنوان سے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ہے،وہ ان کا اپنے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کو ذبح کرنے کااقدام ہے: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159E2">
        <w:rPr>
          <w:rStyle w:val="libAieChar"/>
          <w:rtl/>
        </w:rPr>
        <w:t xml:space="preserve">إن 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>ذا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4159E2">
        <w:rPr>
          <w:rStyle w:val="libAieChar"/>
          <w:rFonts w:hint="cs"/>
          <w:rtl/>
        </w:rPr>
        <w:t>والبلائ المبی</w:t>
      </w:r>
      <w:r w:rsidR="00E17DF7" w:rsidRPr="004159E2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4159E2">
        <w:rPr>
          <w:rFonts w:hint="cs"/>
          <w:rtl/>
          <w:lang w:bidi="fa-IR"/>
        </w:rPr>
        <w:t xml:space="preserve"> </w:t>
      </w:r>
      <w:r w:rsidR="004159E2" w:rsidRPr="00F82107">
        <w:rPr>
          <w:rStyle w:val="libFootnotenumChar"/>
          <w:rFonts w:hint="cs"/>
          <w:rtl/>
        </w:rPr>
        <w:t>(1)</w:t>
      </w:r>
      <w:r w:rsidR="004159E2">
        <w:rPr>
          <w:rFonts w:hint="cs"/>
          <w:rtl/>
          <w:lang w:bidi="fa-IR"/>
        </w:rPr>
        <w:t xml:space="preserve"> </w:t>
      </w:r>
      <w:r w:rsidRPr="00CD3FC2">
        <w:rPr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بڑا واضح و روشن متحان ہے)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>)ب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کوذبح کرنے کااقدام)حق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کھلا</w:t>
      </w:r>
      <w:r w:rsidRPr="00CD3FC2">
        <w:rPr>
          <w:rFonts w:hint="eastAsia"/>
          <w:rtl/>
        </w:rPr>
        <w:t>امتحان</w:t>
      </w:r>
      <w:r w:rsidRPr="00CD3FC2">
        <w:rPr>
          <w:rtl/>
        </w:rPr>
        <w:t xml:space="preserve">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امتحان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اپنے پروردگار کے حضور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ثاروقربان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اورمکمل تسل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ہونے کامظہرتھا۔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مطلب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 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امتحان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بڑھاپے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انجام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 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وقت جب ان کا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ٹاجوان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مرحلہ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ہوچکاتھا۔حضرت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جوان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مرحلہ طے کرنے تک صاحب اولادنہ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تھے۔جب بڑھاپے کے مرحلہ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پہنچے اور اولادسے ناام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دہوئے،</w:t>
      </w:r>
      <w:r w:rsidRPr="00CD3FC2">
        <w:rPr>
          <w:rtl/>
        </w:rPr>
        <w:t xml:space="preserve"> توخدائے متعال</w:t>
      </w:r>
    </w:p>
    <w:p w:rsidR="004159E2" w:rsidRPr="004159E2" w:rsidRDefault="004159E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 صا فات/۱۰۶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159E2" w:rsidRPr="00CD3FC2" w:rsidRDefault="004159E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واسحاق نام کے دو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عطاکئے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تھاکہ جب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نبوت اور رسالت کو سالہاسال گزرچکے تھے۔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امامت سے مرادان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نبوت ورسالت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خدائے</w:t>
      </w:r>
      <w:r w:rsidRPr="00CD3FC2">
        <w:rPr>
          <w:rtl/>
        </w:rPr>
        <w:t xml:space="preserve"> متعال نے جوامامت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کوعطاک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اوہ،وہ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نبوت ورسالت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بعض 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امامت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دوسراعہدہ 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سے پہلے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کئے گئے مطلب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واضح ہوگئ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امامت،درج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دودلائل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پاس پہلے سے موجودنبوت ورسالت کے علاوہ تھ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اس بات پردلالت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امامت،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کوبہت سے امتحانات کے بعد عطاک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ہے،کہ ان امتحانات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واضح وروشن نمونہ ان کااپنے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کو ذبح کرنے کااقدام تھاجبکہ نبوت ورسالت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پہلے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جاچک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”جاعلک“اسم</w:t>
      </w:r>
      <w:r w:rsidRPr="00CD3FC2">
        <w:rPr>
          <w:rtl/>
        </w:rPr>
        <w:t xml:space="preserve"> فاعل ہے اور ادب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لحاظ سے اسم فاعل صرف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اپنے مابعد پر عمل کر سکتا ہے اور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اسم کومفعول کے عنوان سے نصب دے سکتا ہے،جب ماض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 ہو،</w:t>
      </w:r>
      <w:r w:rsidRPr="00CD3FC2">
        <w:rPr>
          <w:rtl/>
          <w:lang w:bidi="fa-IR"/>
        </w:rPr>
        <w:t>۱</w:t>
      </w:r>
      <w:r w:rsidRPr="00CD3FC2">
        <w:rPr>
          <w:rtl/>
        </w:rPr>
        <w:t xml:space="preserve">بلکہ اسے حال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امستقبل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ہوناچاہئے۔اس بنا پرآ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(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4159E2">
        <w:rPr>
          <w:rStyle w:val="libAieChar"/>
          <w:rFonts w:hint="eastAsia"/>
          <w:rtl/>
        </w:rPr>
        <w:t>إن</w:t>
      </w:r>
      <w:r w:rsidR="00E17DF7" w:rsidRPr="004159E2">
        <w:rPr>
          <w:rStyle w:val="libAieChar"/>
          <w:rFonts w:hint="cs"/>
          <w:rtl/>
        </w:rPr>
        <w:t>یّ</w:t>
      </w:r>
      <w:r w:rsidR="00E17DF7" w:rsidRPr="004159E2">
        <w:rPr>
          <w:rStyle w:val="libAieChar"/>
          <w:rtl/>
        </w:rPr>
        <w:t xml:space="preserve"> جاعلک للنّاس إماماً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)</w:t>
      </w:r>
      <w:r w:rsidR="00E17DF7">
        <w:rPr>
          <w:rStyle w:val="libAieChar"/>
          <w:rFonts w:hint="eastAsia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="002C4344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فاعل”جاعل“</w:t>
      </w:r>
      <w:r w:rsidRPr="00CD3FC2">
        <w:rPr>
          <w:rtl/>
        </w:rPr>
        <w:t xml:space="preserve"> کے دومفعول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ر”کاف“اوردوسرا”اماماً“</w:t>
      </w:r>
      <w:r w:rsidRPr="00CD3FC2">
        <w:rPr>
          <w:rtl/>
        </w:rPr>
        <w:t>)اس لئے ماض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کوملحوظ نظر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سکتا۔</w:t>
      </w:r>
    </w:p>
    <w:p w:rsidR="004159E2" w:rsidRPr="004159E2" w:rsidRDefault="004159E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۱-البھجتہ المرض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تہ،مکتبتہ</w:t>
      </w:r>
      <w:r w:rsidRPr="00CD3FC2">
        <w:rPr>
          <w:rtl/>
        </w:rPr>
        <w:t xml:space="preserve"> المف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د،ج</w:t>
      </w:r>
      <w:r w:rsidRPr="00CD3FC2">
        <w:rPr>
          <w:rtl/>
        </w:rPr>
        <w:t>۲،ص۵-۶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9" w:name="_Toc508103258"/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امامت کس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زپردلالت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</w:t>
      </w:r>
      <w:bookmarkEnd w:id="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ہوتا ہے کہ امامت کا مفہوم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شوائ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ادت</w:t>
      </w:r>
      <w:r w:rsidRPr="00CD3FC2">
        <w:rPr>
          <w:rtl/>
        </w:rPr>
        <w:t xml:space="preserve"> ہے اوراس کامعن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نبوت ورسالت سے متفاوت ہے۔امام،وہ ہے جودوسروں کا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شواہواورانسانوں</w:t>
      </w:r>
      <w:r w:rsidRPr="00CD3FC2">
        <w:rPr>
          <w:rtl/>
        </w:rPr>
        <w:t xml:space="preserve"> کے آگے آگے چلے، جسے خدائے متعال نے متعلق طور پر لوگوں کے لئے امام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اورتمام انسان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پہلوؤں سے ل</w:t>
      </w:r>
      <w:r w:rsidRPr="00CD3FC2">
        <w:rPr>
          <w:rFonts w:hint="eastAsia"/>
          <w:rtl/>
        </w:rPr>
        <w:t>وگوں</w:t>
      </w:r>
      <w:r w:rsidRPr="00CD3FC2">
        <w:rPr>
          <w:rtl/>
        </w:rPr>
        <w:t xml:space="preserve"> کے لئے اسوہ اور نمونہ بنا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لوگوں کو چا ہئے کہ تمام ابعاد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سے 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حاصل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اقتداء 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مقام)امامت)رسالت ملنے کے سالہا سال بعد تمام بڑے امتحانات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حاصل کرنے کے بعدعطاک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ہے۔اس سے صاف ظاہر ہوتاہے کہ امامت کا مرتبہ اور درجہ نبوت ورسالت کے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بلکہ ان سے بالا تر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بحث کا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ہوگاکہ:جب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ثابت ہواکہ امامت کا درجہ و مرتبہ نبوت سے بالاتر ہے اورنبوت کے لئے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دلائل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ادپرعصمت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شرط لازم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ہے،پس جوچ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نبوت سے برتر وبلندترہو،بدرجہ اولٰ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لئے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کاشرط ہوناضرور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ہوگا۔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0" w:name="_Toc508103259"/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بات:</w:t>
      </w:r>
      <w:bookmarkEnd w:id="10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1" w:name="_Toc508103260"/>
      <w:r w:rsidRPr="00CD3FC2">
        <w:rPr>
          <w:rFonts w:hint="eastAsia"/>
          <w:rtl/>
        </w:rPr>
        <w:t>منصب</w:t>
      </w:r>
      <w:r w:rsidRPr="00CD3FC2">
        <w:rPr>
          <w:rtl/>
        </w:rPr>
        <w:t xml:space="preserve"> امامت ظالموں کونہ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ملے گا</w:t>
      </w:r>
      <w:bookmarkEnd w:id="1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عصمت امامت پر دلا 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جملہ</w:t>
      </w:r>
      <w:r w:rsidR="00BD32E1">
        <w:rPr>
          <w:rtl/>
        </w:rPr>
        <w:t xml:space="preserve"> </w:t>
      </w:r>
      <w:r w:rsidRPr="00CD3FC2">
        <w:rPr>
          <w:rtl/>
        </w:rPr>
        <w:t>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نال</w:t>
      </w:r>
      <w:r w:rsidRPr="00CD3FC2">
        <w:rPr>
          <w:rtl/>
        </w:rPr>
        <w:t xml:space="preserve"> عھد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الظالم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BD32E1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:”م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راوعدہ</w:t>
      </w:r>
      <w:r w:rsidRPr="00CD3FC2">
        <w:rPr>
          <w:rtl/>
        </w:rPr>
        <w:t>)امامت)ظالموں تک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پہونچے گا“سے استفادہ ہوتاہے کہ ظالم مقام امامت تک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پہو نچ سکتا۔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جب</w:t>
      </w:r>
      <w:r w:rsidRPr="00CD3FC2">
        <w:rPr>
          <w:rtl/>
        </w:rPr>
        <w:t xml:space="preserve"> خدائے متعال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Pr="00CD3FC2">
        <w:rPr>
          <w:rtl/>
        </w:rPr>
        <w:t>إن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جاعلک للناس إماماً</w:t>
      </w:r>
      <w:r w:rsidR="00BD32E1">
        <w:rPr>
          <w:rtl/>
        </w:rPr>
        <w:t xml:space="preserve"> </w:t>
      </w:r>
      <w:r w:rsidRPr="00CD3FC2">
        <w:rPr>
          <w:rtl/>
        </w:rPr>
        <w:t xml:space="preserve"> ”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تجھے لوگوں کے لئے امام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تاہوں“</w:t>
      </w:r>
      <w:r w:rsidRPr="00CD3FC2">
        <w:rPr>
          <w:rtl/>
        </w:rPr>
        <w:t xml:space="preserve">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عرض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Pr="00CD3FC2">
        <w:rPr>
          <w:rtl/>
        </w:rPr>
        <w:t>ومن ذرّ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r w:rsidR="00BD32E1">
        <w:rPr>
          <w:rtl/>
        </w:rPr>
        <w:t xml:space="preserve"> </w:t>
      </w:r>
      <w:r w:rsidRPr="00CD3FC2">
        <w:rPr>
          <w:rtl/>
        </w:rPr>
        <w:t>”ک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 اولاد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مقام تک پہنچے گا؟“پروردگارعالم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Pr="00CD3FC2">
        <w:rPr>
          <w:rtl/>
        </w:rPr>
        <w:t>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نال</w:t>
      </w:r>
      <w:r w:rsidRPr="00CD3FC2">
        <w:rPr>
          <w:rtl/>
        </w:rPr>
        <w:t xml:space="preserve"> عھد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الظالم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BD32E1">
        <w:rPr>
          <w:rtl/>
        </w:rPr>
        <w:t xml:space="preserve"> </w:t>
      </w:r>
      <w:r w:rsidRPr="00CD3FC2">
        <w:rPr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</w:t>
      </w:r>
      <w:r w:rsidRPr="00CD3FC2">
        <w:rPr>
          <w:rtl/>
        </w:rPr>
        <w:t xml:space="preserve"> و</w:t>
      </w:r>
      <w:r w:rsidRPr="00CD3FC2">
        <w:rPr>
          <w:rFonts w:hint="eastAsia"/>
          <w:rtl/>
        </w:rPr>
        <w:t>عدہ</w:t>
      </w:r>
      <w:r w:rsidRPr="00CD3FC2">
        <w:rPr>
          <w:rtl/>
        </w:rPr>
        <w:t xml:space="preserve"> ظالموں تک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پہنچے گا۔</w:t>
      </w:r>
    </w:p>
    <w:p w:rsidR="004159E2" w:rsidRDefault="004159E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جملہ سے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نکات حاصل ہوتے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۔امامت وعدئہ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وعدہ ظالموں تک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پہونچ سکتا،چونکہ ہر گناہ ظلم شمارہوتاہے،</w:t>
      </w:r>
      <w:r w:rsidRPr="00CD3FC2">
        <w:rPr>
          <w:rtl/>
          <w:lang w:bidi="fa-IR"/>
        </w:rPr>
        <w:t>۱</w:t>
      </w:r>
      <w:r w:rsidRPr="00CD3FC2">
        <w:rPr>
          <w:rtl/>
        </w:rPr>
        <w:t xml:space="preserve"> لہذاجومعصوم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ہے،وہ گناہوں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گرفتارہوگا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بناء پر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دلالت کہ ہرامام کواپنے عہدہ امامت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گناہوں</w:t>
      </w:r>
      <w:r w:rsidRPr="00CD3FC2">
        <w:rPr>
          <w:rtl/>
        </w:rPr>
        <w:t xml:space="preserve"> سے پاک ہونا چاہئے،واضح اور ناقابل انکار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جملہ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استفادہ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اجاسکتاہے</w:t>
      </w:r>
      <w:r w:rsidRPr="00CD3FC2">
        <w:rPr>
          <w:rtl/>
        </w:rPr>
        <w:t xml:space="preserve"> کہ:جن لوگوں نے امامت کے عہدہ پر فائز ہونے سے پہلے اگرکوئ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ظلم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اہووہ</w:t>
      </w:r>
      <w:r w:rsidRPr="00CD3FC2">
        <w:rPr>
          <w:rtl/>
        </w:rPr>
        <w:t xml:space="preserve"> امامت کے عہدہ پر فائزہوسکتے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۔چونکہ ہرگناکب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اصغ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فرالہٰ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کامستحق ہے،اس لئے گناہ گار گناہ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اپنے اوپرظلم کرتاہے۔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الفاظ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:مشتق کا عنوان)جسے ظالم)زمانہ حال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ظہور</w:t>
      </w:r>
      <w:r w:rsidRPr="00CD3FC2">
        <w:rPr>
          <w:rtl/>
        </w:rPr>
        <w:t xml:space="preserve"> رکھتاہے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شخص پرلاگونہ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ہوتاہے جوپہلے اس صفت سے متصف تھال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زمانہ حال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وہ صفت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ہے۔اس بناء پر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مطابق،جوخلافت کے عہدہ پرفائزہونے کے دوران ظالم ہو،وہ امامت کے عہدہ پرفائز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سکتال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جو پہلے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ظالم تھا،ل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عہدہ پر فائزہونے کے وقت ظالم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ہے،وہ امامت کے عہدہ پرفائزہوسکتاہے۔</w:t>
      </w:r>
    </w:p>
    <w:p w:rsidR="002C4344" w:rsidRDefault="002C4344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2" w:name="_Toc508103261"/>
      <w:r w:rsidRPr="00CD3FC2">
        <w:rPr>
          <w:rFonts w:hint="eastAsia"/>
          <w:rtl/>
        </w:rPr>
        <w:t>اعتراض</w:t>
      </w:r>
      <w:r w:rsidRPr="00CD3FC2">
        <w:rPr>
          <w:rtl/>
        </w:rPr>
        <w:t xml:space="preserve"> کے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دوبات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bookmarkEnd w:id="1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جواس اعتراض کے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محقق مرحوم حاج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محمدحس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اصفہان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جسے مرحوم علامہ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محمدحس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طباطبائ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ذکرک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  <w:r w:rsidRPr="00CD3FC2">
        <w:rPr>
          <w:rtl/>
          <w:lang w:bidi="fa-IR"/>
        </w:rPr>
        <w:t>۱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چارگروہوں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تقس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۔وہ گروہ جو امامت پر فائز ہونے سے پہلے ظالم تھے اوراس مقام پر فائزہونے کے بعدبھ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ظالم رہے۔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۔وہ گروہ جوامامت کا عہدہ سنبھالنے سے پہلے عادل تھے اورامامت کے عہدہ پر فائزہونے کے بعد ظالم بن گئے۔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۔وہ گروہ،جوامامت کے عہدہ پرفائزہونے سے پہلے ظالم تھے اورامامت کا عہدہ سنبھالنے کے بعدعادل ہوگئے۔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 xml:space="preserve">۔وہ گروہ جوامامت کے عہدہ پرفائزہونے سے پہلے اوراس کے بعددونوںزمانوں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عادل</w:t>
      </w:r>
      <w:r w:rsidRPr="00CD3FC2">
        <w:rPr>
          <w:rtl/>
        </w:rPr>
        <w:t xml:space="preserve"> تھے۔حضرت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عظمت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نظرپہلے دوگرہوں کے لئے کہ،جوا پنے عہدہ امامت کے دوران ظالم ہوں،ہرگزامامت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درخواست</w:t>
      </w:r>
    </w:p>
    <w:p w:rsidR="004159E2" w:rsidRPr="004159E2" w:rsidRDefault="004159E2" w:rsidP="00E17DF7">
      <w:pPr>
        <w:pStyle w:val="libLine"/>
        <w:rPr>
          <w:rtl/>
        </w:rPr>
      </w:pPr>
      <w:r w:rsidRPr="00E17DF7">
        <w:rPr>
          <w:rFonts w:hint="cs"/>
          <w:rtl/>
        </w:rPr>
        <w:t>____________________</w:t>
      </w:r>
      <w:r>
        <w:rPr>
          <w:rFonts w:hint="cs"/>
          <w:rtl/>
        </w:rPr>
        <w:t>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،ج۱،ص۲۷۷،دارالکتب 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۔ 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159E2" w:rsidRPr="00CD3FC2" w:rsidRDefault="004159E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 اس بناپر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ومن ذرّ</w:t>
      </w:r>
      <w:r w:rsidR="00E17DF7" w:rsidRPr="002C4344">
        <w:rPr>
          <w:rStyle w:val="libAieChar"/>
          <w:rFonts w:hint="cs"/>
          <w:rtl/>
        </w:rPr>
        <w:t>یّ</w:t>
      </w:r>
      <w:r w:rsidR="00E17DF7" w:rsidRPr="002C4344">
        <w:rPr>
          <w:rStyle w:val="libAieChar"/>
          <w:rFonts w:hint="eastAsia"/>
          <w:rtl/>
        </w:rPr>
        <w:t>ت</w:t>
      </w:r>
      <w:r w:rsidR="00E17DF7" w:rsidRPr="002C4344">
        <w:rPr>
          <w:rStyle w:val="libAieChar"/>
          <w:rFonts w:hint="cs"/>
          <w:rtl/>
        </w:rPr>
        <w:t>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اولادسے؟“کاجملہ صرف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سرے</w:t>
      </w:r>
      <w:r w:rsidRPr="00CD3FC2">
        <w:rPr>
          <w:rtl/>
        </w:rPr>
        <w:t xml:space="preserve"> اورچوتھے گروہ پرصادق آتا ہے،اورخدائے متعال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جواب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فرماتاہے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لا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نال</w:t>
      </w:r>
      <w:r w:rsidR="00E17DF7" w:rsidRPr="002C4344">
        <w:rPr>
          <w:rStyle w:val="libAieChar"/>
          <w:rtl/>
        </w:rPr>
        <w:t xml:space="preserve"> ع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دی</w:t>
      </w:r>
      <w:r w:rsidR="00E17DF7" w:rsidRPr="002C4344">
        <w:rPr>
          <w:rStyle w:val="libAieChar"/>
          <w:rtl/>
        </w:rPr>
        <w:t xml:space="preserve"> الظالم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راوعدہ</w:t>
      </w:r>
      <w:r w:rsidRPr="00CD3FC2">
        <w:rPr>
          <w:rtl/>
        </w:rPr>
        <w:t xml:space="preserve"> ظالموں تک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پہو نچ سکتا۔“اس جملہ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سراگروہ</w:t>
      </w:r>
      <w:r w:rsidRPr="00CD3FC2">
        <w:rPr>
          <w:rtl/>
        </w:rPr>
        <w:t xml:space="preserve"> جوپہلے ظالم تھال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امامت کا عہدہ سنب</w:t>
      </w:r>
      <w:r w:rsidRPr="00CD3FC2">
        <w:rPr>
          <w:rFonts w:hint="eastAsia"/>
          <w:rtl/>
        </w:rPr>
        <w:t>ھالنے</w:t>
      </w:r>
      <w:r w:rsidRPr="00CD3FC2">
        <w:rPr>
          <w:rtl/>
        </w:rPr>
        <w:t xml:space="preserve"> کے دوران عادل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ا،وہ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خارج ہوجاتا ہے اوراپن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اولاد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کئے گئے سوال کے جواب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صرف</w:t>
      </w:r>
      <w:r w:rsidRPr="00CD3FC2">
        <w:rPr>
          <w:rtl/>
        </w:rPr>
        <w:t xml:space="preserve"> چوتھے گروہ کو امامت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مرحوم طبرس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رمجمع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،وہ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:ہم اس بات کوقبول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جوف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الحال ظالم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اس پر ظالم کاعنوان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اطلاق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قابل ذکر ہے کہ جس نے پہلے ظلم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ہے،ظلم کرنے کے دوران اس پر ظالم کاعنو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صادق تھا،مذکورہ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افراد کوبھ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مشتمل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ساشخص</w:t>
      </w:r>
      <w:r w:rsidRPr="00CD3FC2">
        <w:rPr>
          <w:rtl/>
        </w:rPr>
        <w:t xml:space="preserve"> اب امامت کے لئے شائستہ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اورامامت پرفائزنہ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ہوسکتاہے اور”لا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نال“کا</w:t>
      </w:r>
      <w:r w:rsidRPr="00CD3FC2">
        <w:rPr>
          <w:rtl/>
        </w:rPr>
        <w:t xml:space="preserve"> جملہ چونکہ مضارع منف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ہے،اس لحاظ سے اس پردلالت کرتاہے۔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بناپر،جس نے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لمحہ کے لئے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گناہ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اہے،وہ</w:t>
      </w:r>
      <w:r w:rsidRPr="00CD3FC2">
        <w:rPr>
          <w:rtl/>
        </w:rPr>
        <w:t xml:space="preserve"> امامت کے عہدے پرفائزنہ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ہوسکتاہے،چونکہ اس وقت ظالم اور ستم گارہے 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کہت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لا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نال</w:t>
      </w:r>
      <w:r w:rsidR="00E17DF7" w:rsidRPr="002C4344">
        <w:rPr>
          <w:rStyle w:val="libAieChar"/>
          <w:rtl/>
        </w:rPr>
        <w:t xml:space="preserve"> ع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دی</w:t>
      </w:r>
      <w:r w:rsidR="00E17DF7" w:rsidRPr="002C4344">
        <w:rPr>
          <w:rStyle w:val="libAieChar"/>
          <w:rtl/>
        </w:rPr>
        <w:t xml:space="preserve"> الظالم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</w:t>
      </w:r>
      <w:r w:rsidRPr="00CD3FC2">
        <w:rPr>
          <w:rtl/>
        </w:rPr>
        <w:t xml:space="preserve"> عہدہ ظالموں کو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پہنچے گا۔“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طرح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واضح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دوجہتوں سے اماموں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پرحت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عہدہ امامت پر فائز ہونے سے پہلے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ہے۔اورامامت کے منصب پرفائز ہونے والاشخص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عمرملکہء عصمت سے وابستہ ہوتاہے۔اوراس طرح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واضح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امامت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منصب ہے جو خدائ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عطا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اجاتاہے،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خدائے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نعمت ہے کہ جس کو وہ جوشائستہ و سزا وار جانتا ہے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عطا کر تا ہے۔ </w:t>
      </w:r>
    </w:p>
    <w:p w:rsidR="004159E2" w:rsidRDefault="004159E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3" w:name="_Toc508103262"/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</w:t>
      </w:r>
      <w:bookmarkEnd w:id="13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4" w:name="_Toc508103263"/>
      <w:r w:rsidRPr="00CD3FC2">
        <w:rPr>
          <w:rFonts w:hint="eastAsia"/>
          <w:rtl/>
        </w:rPr>
        <w:t>منصب</w:t>
      </w:r>
      <w:r w:rsidRPr="00CD3FC2">
        <w:rPr>
          <w:rtl/>
        </w:rPr>
        <w:t xml:space="preserve"> امامت کازبان امامت سے تعارف</w:t>
      </w:r>
      <w:bookmarkEnd w:id="1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کرنے کے بعدمناسب ہے کہ امامت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ہمارے آٹھو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امام حضرت امام موس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الرضا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جائے</w:t>
      </w:r>
      <w:r w:rsidRPr="00CD3FC2">
        <w:rPr>
          <w:rtl/>
        </w:rPr>
        <w:t xml:space="preserve">: </w:t>
      </w:r>
    </w:p>
    <w:p w:rsidR="000B693F" w:rsidRDefault="000B693F" w:rsidP="00F50110">
      <w:pPr>
        <w:pStyle w:val="libArabic"/>
        <w:rPr>
          <w:rtl/>
        </w:rPr>
      </w:pPr>
      <w:r w:rsidRPr="00CD3FC2">
        <w:rPr>
          <w:rFonts w:hint="eastAsia"/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</w:t>
      </w:r>
      <w:r w:rsidRPr="00CD3FC2">
        <w:rPr>
          <w:rtl/>
        </w:rPr>
        <w:t xml:space="preserve"> محمدالقاسم بن العلاء-رحم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-رفع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عن عبدالعزی</w:t>
      </w:r>
      <w:r w:rsidRPr="00CD3FC2">
        <w:rPr>
          <w:rFonts w:hint="eastAsia"/>
          <w:rtl/>
        </w:rPr>
        <w:t>زبن</w:t>
      </w:r>
      <w:r w:rsidRPr="00CD3FC2">
        <w:rPr>
          <w:rtl/>
        </w:rPr>
        <w:t xml:space="preserve"> مسلم قال:کنّامع الرضا-عل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السلام-بمرو،فاجتمعناف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الجامع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الجمعة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بدء مقدمنا،فا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دارواامرالامامت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وذکرواکثرةاختلاف الناس ف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="00BA57AE">
        <w:rPr>
          <w:rFonts w:hint="cs"/>
          <w:rtl/>
        </w:rPr>
        <w:t xml:space="preserve"> </w:t>
      </w:r>
      <w:r w:rsidRPr="00CD3FC2">
        <w:rPr>
          <w:rFonts w:hint="cs"/>
          <w:rtl/>
        </w:rPr>
        <w:t>فدخلت علی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>-عل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السلام-فا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علمت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خوض الناس ف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،فتبسم</w:t>
      </w:r>
      <w:r w:rsidRPr="00CD3FC2">
        <w:rPr>
          <w:rtl/>
        </w:rPr>
        <w:t>-عل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السلام-ثم قال: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اعبدالعز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زج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القوم وخذعواعن آرائ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مإن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عزّوجلّ لم ی</w:t>
      </w:r>
      <w:r w:rsidRPr="00CD3FC2">
        <w:rPr>
          <w:rFonts w:hint="eastAsia"/>
          <w:rtl/>
        </w:rPr>
        <w:t>قبض</w:t>
      </w:r>
      <w:r w:rsidRPr="00CD3FC2">
        <w:rPr>
          <w:rtl/>
        </w:rPr>
        <w:t xml:space="preserve"> نب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</w:t>
      </w:r>
      <w:r w:rsidR="00E17DF7" w:rsidRPr="00F50110">
        <w:rPr>
          <w:rtl/>
        </w:rPr>
        <w:t>(</w:t>
      </w:r>
      <w:r w:rsidRPr="00CD3FC2">
        <w:rPr>
          <w:rtl/>
        </w:rPr>
        <w:t>ص</w:t>
      </w:r>
      <w:r w:rsidR="00E17DF7" w:rsidRPr="00F50110">
        <w:rPr>
          <w:rtl/>
        </w:rPr>
        <w:t>)</w:t>
      </w:r>
      <w:r w:rsidRPr="00CD3FC2">
        <w:rPr>
          <w:rtl/>
        </w:rPr>
        <w:t>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کمل</w:t>
      </w:r>
      <w:r w:rsidRPr="00CD3FC2">
        <w:rPr>
          <w:rtl/>
        </w:rPr>
        <w:t xml:space="preserve">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الدی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وانزل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القرآن ف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تب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کلّ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ء،ٍ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الحلال والحرام والحدود والاحکام وجم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حتاج</w:t>
      </w:r>
      <w:r w:rsidRPr="00CD3FC2">
        <w:rPr>
          <w:rtl/>
        </w:rPr>
        <w:t xml:space="preserve"> ال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النّاس کملاً فقال عزّوجلّ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مافرّطناف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الکتاب من ش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ءٍ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نزل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حج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الوداع،و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آخرعمر</w:t>
      </w:r>
      <w:r w:rsidR="00BA57AE" w:rsidRPr="003A13AB">
        <w:rPr>
          <w:rFonts w:hint="cs"/>
          <w:rtl/>
        </w:rPr>
        <w:t>ه</w:t>
      </w:r>
      <w:r w:rsidR="00F50110" w:rsidRPr="00F50110">
        <w:rPr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F50110">
        <w:rPr>
          <w:rFonts w:hint="cs"/>
          <w:rtl/>
        </w:rPr>
        <w:t>)</w:t>
      </w:r>
      <w:r w:rsidRPr="00CD3FC2">
        <w:rPr>
          <w:rFonts w:hint="cs"/>
          <w:rtl/>
        </w:rPr>
        <w:t>: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 xml:space="preserve">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ل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وم</w:t>
      </w:r>
      <w:r w:rsidR="00E17DF7" w:rsidRPr="002C4344">
        <w:rPr>
          <w:rStyle w:val="libAieChar"/>
          <w:rtl/>
        </w:rPr>
        <w:t xml:space="preserve">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کملت</w:t>
      </w:r>
      <w:r w:rsidR="00E17DF7" w:rsidRPr="002C4344">
        <w:rPr>
          <w:rStyle w:val="libAieChar"/>
          <w:rtl/>
        </w:rPr>
        <w:t xml:space="preserve"> لکم د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tl/>
        </w:rPr>
        <w:t xml:space="preserve"> وا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تممت</w:t>
      </w:r>
      <w:r w:rsidR="00E17DF7" w:rsidRPr="002C4344">
        <w:rPr>
          <w:rStyle w:val="libAieChar"/>
          <w:rtl/>
        </w:rPr>
        <w:t xml:space="preserve"> عل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کم</w:t>
      </w:r>
      <w:r w:rsidR="00E17DF7" w:rsidRPr="002C4344">
        <w:rPr>
          <w:rStyle w:val="libAieChar"/>
          <w:rtl/>
        </w:rPr>
        <w:t xml:space="preserve"> نعمت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ورض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ت</w:t>
      </w:r>
      <w:r w:rsidR="00E17DF7" w:rsidRPr="002C4344">
        <w:rPr>
          <w:rStyle w:val="libAieChar"/>
          <w:rtl/>
        </w:rPr>
        <w:t xml:space="preserve"> لکم الاسلام د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وامرالامامةمن تمام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ولم ی</w:t>
      </w:r>
      <w:r w:rsidRPr="00CD3FC2">
        <w:rPr>
          <w:rFonts w:hint="eastAsia"/>
          <w:rtl/>
        </w:rPr>
        <w:t>مض</w:t>
      </w:r>
      <w:r w:rsidR="00E17DF7" w:rsidRPr="00F50110">
        <w:rPr>
          <w:rtl/>
        </w:rPr>
        <w:t>(</w:t>
      </w:r>
      <w:r w:rsidRPr="00CD3FC2">
        <w:rPr>
          <w:rtl/>
        </w:rPr>
        <w:t>ص</w:t>
      </w:r>
      <w:r w:rsidR="00E17DF7" w:rsidRPr="00F50110">
        <w:rPr>
          <w:rtl/>
        </w:rPr>
        <w:t>)</w:t>
      </w:r>
      <w:r w:rsidRPr="00CD3FC2">
        <w:rPr>
          <w:rtl/>
        </w:rPr>
        <w:t>حت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لامت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معالم دی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وضع</w:t>
      </w:r>
      <w:r w:rsidRPr="00CD3FC2">
        <w:rPr>
          <w:rtl/>
        </w:rPr>
        <w:t xml:space="preserve">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سبی</w:t>
      </w:r>
      <w:r w:rsidRPr="00CD3FC2">
        <w:rPr>
          <w:rFonts w:hint="eastAsia"/>
          <w:rtl/>
        </w:rPr>
        <w:t>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م،</w:t>
      </w:r>
      <w:r w:rsidRPr="00CD3FC2">
        <w:rPr>
          <w:rtl/>
        </w:rPr>
        <w:t xml:space="preserve"> وترک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علی</w:t>
      </w:r>
      <w:r w:rsidRPr="00CD3FC2">
        <w:rPr>
          <w:rtl/>
        </w:rPr>
        <w:t xml:space="preserve"> قصد سب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لالحق،و</w:t>
      </w:r>
      <w:r w:rsidRPr="00CD3FC2">
        <w:rPr>
          <w:rtl/>
        </w:rPr>
        <w:t xml:space="preserve"> اقام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علیّ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علما ًو</w:t>
      </w:r>
    </w:p>
    <w:p w:rsidR="004159E2" w:rsidRPr="004159E2" w:rsidRDefault="004159E2" w:rsidP="00E17DF7">
      <w:pPr>
        <w:pStyle w:val="libLine"/>
        <w:rPr>
          <w:rtl/>
        </w:rPr>
      </w:pPr>
      <w:r w:rsidRPr="00E17DF7">
        <w:rPr>
          <w:rFonts w:hint="cs"/>
          <w:rtl/>
        </w:rPr>
        <w:t>____________________</w:t>
      </w:r>
      <w:r>
        <w:rPr>
          <w:rFonts w:hint="cs"/>
          <w:rtl/>
        </w:rPr>
        <w:t>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۔انعام/۳۸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۲۔مائدہ/۳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159E2" w:rsidRPr="00CD3FC2" w:rsidRDefault="004159E2" w:rsidP="00107A46">
      <w:pPr>
        <w:pStyle w:val="libNormal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إماماً</w:t>
      </w:r>
      <w:r w:rsidRPr="00CD3FC2">
        <w:rPr>
          <w:rtl/>
        </w:rPr>
        <w:t xml:space="preserve"> و ماترک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شی</w:t>
      </w:r>
      <w:r w:rsidRPr="00CD3FC2">
        <w:rPr>
          <w:rFonts w:hint="eastAsia"/>
          <w:rtl/>
        </w:rPr>
        <w:t>ئاً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حتاج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الامت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إلاّبیّ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فمن زعم ان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عزّوجلّ لم ی</w:t>
      </w:r>
      <w:r w:rsidRPr="00CD3FC2">
        <w:rPr>
          <w:rFonts w:hint="eastAsia"/>
          <w:rtl/>
        </w:rPr>
        <w:t>کمل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فقد ردّ کتاب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من ردّ ک</w:t>
      </w:r>
      <w:r w:rsidRPr="00CD3FC2">
        <w:rPr>
          <w:rtl/>
        </w:rPr>
        <w:t>تاب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کافر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 ی</w:t>
      </w:r>
      <w:r w:rsidRPr="00CD3FC2">
        <w:rPr>
          <w:rFonts w:hint="eastAsia"/>
          <w:rtl/>
        </w:rPr>
        <w:t>عرفون</w:t>
      </w:r>
      <w:r w:rsidRPr="00CD3FC2">
        <w:rPr>
          <w:rtl/>
        </w:rPr>
        <w:t xml:space="preserve"> قدر الإمامة و محلّ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من الامّة فی</w:t>
      </w:r>
      <w:r w:rsidRPr="00CD3FC2">
        <w:rPr>
          <w:rFonts w:hint="eastAsia"/>
          <w:rtl/>
        </w:rPr>
        <w:t>جوز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م؟</w:t>
      </w:r>
      <w:r w:rsidRPr="00CD3FC2">
        <w:rPr>
          <w:rtl/>
        </w:rPr>
        <w:t xml:space="preserve"> إنّ الامامة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جلّ</w:t>
      </w:r>
      <w:r w:rsidRPr="00CD3FC2">
        <w:rPr>
          <w:rtl/>
        </w:rPr>
        <w:t xml:space="preserve"> قدراً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عظم</w:t>
      </w:r>
      <w:r w:rsidRPr="00CD3FC2">
        <w:rPr>
          <w:rtl/>
        </w:rPr>
        <w:t xml:space="preserve"> شا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و اعل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مکاناً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منع</w:t>
      </w:r>
      <w:r w:rsidRPr="00CD3FC2">
        <w:rPr>
          <w:rtl/>
        </w:rPr>
        <w:t xml:space="preserve"> جانباً و ابعد غوراً من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بلغ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النّاس بعقول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نالو</w:t>
      </w:r>
      <w:r w:rsidRPr="00CD3FC2">
        <w:rPr>
          <w:rtl/>
        </w:rPr>
        <w:t xml:space="preserve"> بآرائ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موا</w:t>
      </w:r>
      <w:r w:rsidRPr="00CD3FC2">
        <w:rPr>
          <w:rtl/>
        </w:rPr>
        <w:t xml:space="preserve"> إماماً باخت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إنّ</w:t>
      </w:r>
      <w:r w:rsidRPr="00CD3FC2">
        <w:rPr>
          <w:rtl/>
        </w:rPr>
        <w:t xml:space="preserve"> الإمامة خص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عزّوجلّ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إبرا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-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بعد النبوة و الخلّة مرتبة ثالثة و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لة</w:t>
      </w:r>
      <w:r w:rsidRPr="00CD3FC2">
        <w:rPr>
          <w:rtl/>
        </w:rPr>
        <w:t xml:space="preserve"> شرّف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شاد</w:t>
      </w:r>
      <w:r w:rsidRPr="00CD3FC2">
        <w:rPr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ذکر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فقال: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إنّ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جاعلک للنّاس اماماً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فقال الخل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>-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سروراًب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ا: 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ومن ذرّ</w:t>
      </w:r>
      <w:r w:rsidR="00E17DF7" w:rsidRPr="002C4344">
        <w:rPr>
          <w:rStyle w:val="libAieChar"/>
          <w:rFonts w:hint="cs"/>
          <w:rtl/>
        </w:rPr>
        <w:t>یّ</w:t>
      </w:r>
      <w:r w:rsidR="00E17DF7" w:rsidRPr="002C4344">
        <w:rPr>
          <w:rStyle w:val="libAieChar"/>
          <w:rFonts w:hint="eastAsia"/>
          <w:rtl/>
        </w:rPr>
        <w:t>ت</w:t>
      </w:r>
      <w:r w:rsidR="00E17DF7" w:rsidRPr="002C4344">
        <w:rPr>
          <w:rStyle w:val="libAieChar"/>
          <w:rFonts w:hint="cs"/>
          <w:rtl/>
        </w:rPr>
        <w:t>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قال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ولا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نال</w:t>
      </w:r>
      <w:r w:rsidR="00E17DF7" w:rsidRPr="002C4344">
        <w:rPr>
          <w:rStyle w:val="libAieChar"/>
          <w:rtl/>
        </w:rPr>
        <w:t xml:space="preserve"> ع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دی</w:t>
      </w:r>
      <w:r w:rsidR="00E17DF7" w:rsidRPr="002C4344">
        <w:rPr>
          <w:rStyle w:val="libAieChar"/>
          <w:rtl/>
        </w:rPr>
        <w:t xml:space="preserve"> الظالم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فابطلت 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الآی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إمامة کلّ ظالم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الق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امة</w:t>
      </w:r>
      <w:r w:rsidRPr="00CD3FC2">
        <w:rPr>
          <w:rtl/>
        </w:rPr>
        <w:t xml:space="preserve"> و صارت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الصفو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ثمّ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کرم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Pr="00CD3FC2">
        <w:rPr>
          <w:rtl/>
        </w:rPr>
        <w:t xml:space="preserve"> با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جعل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فی</w:t>
      </w:r>
      <w:r w:rsidRPr="00CD3FC2">
        <w:rPr>
          <w:rtl/>
        </w:rPr>
        <w:t xml:space="preserve"> ذرّ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 الصفوة و الط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ارة فقال: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و و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بنا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إسحاق و ی</w:t>
      </w:r>
      <w:r w:rsidR="00E17DF7" w:rsidRPr="002C4344">
        <w:rPr>
          <w:rStyle w:val="libAieChar"/>
          <w:rFonts w:hint="eastAsia"/>
          <w:rtl/>
        </w:rPr>
        <w:t>عقوب</w:t>
      </w:r>
      <w:r w:rsidR="00E17DF7" w:rsidRPr="002C4344">
        <w:rPr>
          <w:rStyle w:val="libAieChar"/>
          <w:rtl/>
        </w:rPr>
        <w:t xml:space="preserve"> نافلة وکلّا جعلنا صالح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Fonts w:hint="cs"/>
          <w:rtl/>
        </w:rPr>
        <w:t xml:space="preserve"> وجعلنا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 اٴ</w:t>
      </w:r>
      <w:r w:rsidR="00E17DF7" w:rsidRPr="002C4344">
        <w:rPr>
          <w:rStyle w:val="libAieChar"/>
          <w:rFonts w:hint="eastAsia"/>
          <w:rtl/>
        </w:rPr>
        <w:t>ئمّ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دون</w:t>
      </w:r>
      <w:r w:rsidR="00E17DF7" w:rsidRPr="002C4344">
        <w:rPr>
          <w:rStyle w:val="libAieChar"/>
          <w:rtl/>
        </w:rPr>
        <w:t xml:space="preserve"> با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مرنا</w:t>
      </w:r>
      <w:r w:rsidR="00E17DF7" w:rsidRPr="002C4344">
        <w:rPr>
          <w:rStyle w:val="libAieChar"/>
          <w:rtl/>
        </w:rPr>
        <w:t xml:space="preserve"> وا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وح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نا</w:t>
      </w:r>
      <w:r w:rsidR="00E17DF7" w:rsidRPr="002C4344">
        <w:rPr>
          <w:rStyle w:val="libAieChar"/>
          <w:rtl/>
        </w:rPr>
        <w:t xml:space="preserve"> إل</w:t>
      </w:r>
      <w:r w:rsidR="00E17DF7" w:rsidRPr="002C4344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</w:t>
      </w:r>
      <w:r w:rsidR="00E17DF7" w:rsidRPr="002C4344">
        <w:rPr>
          <w:rStyle w:val="libAieChar"/>
          <w:rtl/>
        </w:rPr>
        <w:t xml:space="preserve"> فعل الخ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رات</w:t>
      </w:r>
      <w:r w:rsidR="00E17DF7" w:rsidRPr="002C4344">
        <w:rPr>
          <w:rStyle w:val="libAieChar"/>
          <w:rtl/>
        </w:rPr>
        <w:t xml:space="preserve"> و</w:t>
      </w:r>
      <w:r w:rsidR="00E17DF7" w:rsidRPr="002C4344">
        <w:rPr>
          <w:rStyle w:val="libAieChar"/>
          <w:rFonts w:hint="eastAsia"/>
          <w:rtl/>
        </w:rPr>
        <w:t>إقام</w:t>
      </w:r>
      <w:r w:rsidR="00E17DF7" w:rsidRPr="002C4344">
        <w:rPr>
          <w:rStyle w:val="libAieChar"/>
          <w:rtl/>
        </w:rPr>
        <w:t xml:space="preserve"> الصلوةوإ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تائ</w:t>
      </w:r>
      <w:r w:rsidR="00E17DF7" w:rsidRPr="002C4344">
        <w:rPr>
          <w:rStyle w:val="libAieChar"/>
          <w:rtl/>
        </w:rPr>
        <w:t xml:space="preserve"> الزکوة وکانوا لنا عابد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فلم</w:t>
      </w:r>
      <w:r w:rsidRPr="00CD3FC2">
        <w:rPr>
          <w:rtl/>
        </w:rPr>
        <w:t xml:space="preserve"> تزل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ذرّ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رث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بعض عن بعض قرناً فقرناً 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ورّث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Pr="00CD3FC2">
        <w:rPr>
          <w:rtl/>
        </w:rPr>
        <w:t xml:space="preserve"> النب</w:t>
      </w:r>
      <w:r w:rsidRPr="00CD3FC2">
        <w:rPr>
          <w:rFonts w:hint="cs"/>
          <w:rtl/>
        </w:rPr>
        <w:t>یّی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فقال جلّ وتعال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إنّ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ول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الناس بإبرا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م</w:t>
      </w:r>
      <w:r w:rsidR="00E17DF7" w:rsidRPr="002C4344">
        <w:rPr>
          <w:rStyle w:val="libAieChar"/>
          <w:rtl/>
        </w:rPr>
        <w:t xml:space="preserve"> للّذ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tl/>
        </w:rPr>
        <w:t xml:space="preserve"> اتّبعو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و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ذا النبیّی</w:t>
      </w:r>
      <w:r w:rsidR="00E17DF7" w:rsidRPr="002C4344">
        <w:rPr>
          <w:rStyle w:val="libAieChar"/>
          <w:rtl/>
        </w:rPr>
        <w:t xml:space="preserve"> والّذ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tl/>
        </w:rPr>
        <w:t xml:space="preserve"> آمنوا واللّٰ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</w:p>
    <w:p w:rsidR="000B693F" w:rsidRPr="004159E2" w:rsidRDefault="004159E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۱۔بقرہ/۱۲۴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>/۷۳۔۷۲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159E2" w:rsidRPr="00CD3FC2" w:rsidRDefault="004159E2" w:rsidP="00107A46">
      <w:pPr>
        <w:pStyle w:val="libNormal"/>
        <w:rPr>
          <w:rtl/>
        </w:rPr>
      </w:pPr>
    </w:p>
    <w:p w:rsidR="000B693F" w:rsidRPr="00CD3FC2" w:rsidRDefault="00E17DF7" w:rsidP="00107A46">
      <w:pPr>
        <w:pStyle w:val="libArabic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2C4344">
        <w:rPr>
          <w:rStyle w:val="libAieChar"/>
          <w:rFonts w:hint="eastAsia"/>
          <w:rtl/>
        </w:rPr>
        <w:t>ول</w:t>
      </w:r>
      <w:r w:rsidRPr="002C4344">
        <w:rPr>
          <w:rStyle w:val="libAieChar"/>
          <w:rFonts w:hint="cs"/>
          <w:rtl/>
        </w:rPr>
        <w:t>یّ</w:t>
      </w:r>
      <w:r w:rsidRPr="002C4344">
        <w:rPr>
          <w:rStyle w:val="libAieChar"/>
          <w:rtl/>
        </w:rPr>
        <w:t xml:space="preserve"> المؤمن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فکانت</w:t>
      </w:r>
      <w:r w:rsidRPr="00CD3FC2">
        <w:rPr>
          <w:rtl/>
        </w:rPr>
        <w:t xml:space="preserve">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خاصّةفقلّد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ا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علی</w:t>
      </w:r>
      <w:r w:rsidRPr="00CD3FC2">
        <w:rPr>
          <w:rFonts w:hint="eastAsia"/>
          <w:rtl/>
        </w:rPr>
        <w:t>اً</w:t>
      </w:r>
      <w:r w:rsidRPr="00CD3FC2">
        <w:rPr>
          <w:rtl/>
        </w:rPr>
        <w:t>-عل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السلام-با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مراللّٰ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تعال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رسم مافرض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فصارت فی</w:t>
      </w:r>
      <w:r w:rsidRPr="00CD3FC2">
        <w:rPr>
          <w:rtl/>
        </w:rPr>
        <w:t xml:space="preserve"> ذرّ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صف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آتا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العلم والإی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بقول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وقال الّذ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tl/>
        </w:rPr>
        <w:t xml:space="preserve">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و</w:t>
      </w:r>
      <w:r w:rsidR="00E17DF7" w:rsidRPr="002C4344">
        <w:rPr>
          <w:rStyle w:val="libAieChar"/>
          <w:rtl/>
        </w:rPr>
        <w:t xml:space="preserve"> تو االعلم والإ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مان</w:t>
      </w:r>
      <w:r w:rsidR="00E17DF7" w:rsidRPr="002C4344">
        <w:rPr>
          <w:rStyle w:val="libAieChar"/>
          <w:rtl/>
        </w:rPr>
        <w:t xml:space="preserve"> لقد لبثتم ف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کتاب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إلی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وم</w:t>
      </w:r>
      <w:r w:rsidR="00E17DF7" w:rsidRPr="002C4344">
        <w:rPr>
          <w:rStyle w:val="libAieChar"/>
          <w:rtl/>
        </w:rPr>
        <w:t xml:space="preserve"> البعث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(2)</w:t>
      </w:r>
      <w:r w:rsidR="002C4344">
        <w:rPr>
          <w:rFonts w:hint="cs"/>
          <w:rtl/>
          <w:lang w:bidi="fa-IR"/>
        </w:rPr>
        <w:t xml:space="preserve"> </w:t>
      </w:r>
      <w:r w:rsidRPr="00CD3FC2">
        <w:rPr>
          <w:rtl/>
        </w:rPr>
        <w:t>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ولد عل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-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خاصّة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الق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امة،إذ</w:t>
      </w:r>
      <w:r w:rsidRPr="00CD3FC2">
        <w:rPr>
          <w:rtl/>
        </w:rPr>
        <w:t xml:space="preserve"> لا نب</w:t>
      </w:r>
      <w:r w:rsidRPr="00CD3FC2">
        <w:rPr>
          <w:rFonts w:hint="cs"/>
          <w:rtl/>
        </w:rPr>
        <w:t>یّی</w:t>
      </w:r>
      <w:r w:rsidRPr="00CD3FC2">
        <w:rPr>
          <w:rtl/>
        </w:rPr>
        <w:t xml:space="preserve"> بعد محمد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فمن ا</w:t>
      </w:r>
      <w:r w:rsidRPr="00BA57AE">
        <w:rPr>
          <w:rFonts w:hint="cs"/>
          <w:rtl/>
        </w:rPr>
        <w:t>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ختار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ؤلائ الجّ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ال</w:t>
      </w:r>
    </w:p>
    <w:p w:rsidR="00A73126" w:rsidRDefault="000B693F" w:rsidP="00BA57AE">
      <w:pPr>
        <w:pStyle w:val="libArabic"/>
      </w:pPr>
      <w:r w:rsidRPr="00CD3FC2">
        <w:rPr>
          <w:rFonts w:hint="eastAsia"/>
          <w:rtl/>
        </w:rPr>
        <w:t>إنّ</w:t>
      </w:r>
      <w:r w:rsidRPr="00CD3FC2">
        <w:rPr>
          <w:rtl/>
        </w:rPr>
        <w:t xml:space="preserve"> الإمامة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منزلة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وإرث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Fonts w:hint="cs"/>
          <w:rtl/>
        </w:rPr>
        <w:t>إنّ الإمامة خلافة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وخلافة الرسول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ومقام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-عل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راث</w:t>
      </w:r>
      <w:r w:rsidRPr="00CD3FC2">
        <w:rPr>
          <w:rtl/>
        </w:rPr>
        <w:t xml:space="preserve"> الحسن والحس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-عل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السلام - انّ الإمامة زمام الدّ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ونظام المسل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وصلاح الدن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وعزّالمؤمن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إنّالإمامةاُس الإسلا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النام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فرع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السّامی بالإمام تمام الصلاة و الزکاة والصی</w:t>
      </w: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والحج والج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اد وتوفی</w:t>
      </w:r>
      <w:r w:rsidRPr="00CD3FC2">
        <w:rPr>
          <w:rFonts w:hint="eastAsia"/>
          <w:rtl/>
        </w:rPr>
        <w:t>رالف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ء</w:t>
      </w:r>
      <w:r w:rsidRPr="00CD3FC2">
        <w:rPr>
          <w:rtl/>
        </w:rPr>
        <w:t xml:space="preserve"> والصدقات وإمضاء الحدود والا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حکام</w:t>
      </w:r>
      <w:r w:rsidRPr="00CD3FC2">
        <w:rPr>
          <w:rtl/>
        </w:rPr>
        <w:t xml:space="preserve"> ومنع الثغور والا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طراف</w:t>
      </w:r>
      <w:r w:rsidRPr="00CD3FC2">
        <w:rPr>
          <w:rFonts w:hint="cs"/>
          <w:rtl/>
        </w:rPr>
        <w:t>الإمام ی</w:t>
      </w:r>
      <w:r w:rsidRPr="00CD3FC2">
        <w:rPr>
          <w:rFonts w:hint="eastAsia"/>
          <w:rtl/>
        </w:rPr>
        <w:t>حلّ</w:t>
      </w:r>
      <w:r w:rsidRPr="00CD3FC2">
        <w:rPr>
          <w:rtl/>
        </w:rPr>
        <w:t xml:space="preserve"> حلا 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وی</w:t>
      </w:r>
      <w:r w:rsidRPr="00CD3FC2">
        <w:rPr>
          <w:rFonts w:hint="eastAsia"/>
          <w:rtl/>
        </w:rPr>
        <w:t>حرّم</w:t>
      </w:r>
      <w:r w:rsidRPr="00CD3FC2">
        <w:rPr>
          <w:rtl/>
        </w:rPr>
        <w:t xml:space="preserve"> حرام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حدود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ی</w:t>
      </w:r>
      <w:r w:rsidRPr="00CD3FC2">
        <w:rPr>
          <w:rFonts w:hint="eastAsia"/>
          <w:rtl/>
        </w:rPr>
        <w:t>ذّب</w:t>
      </w:r>
      <w:r w:rsidRPr="00CD3FC2">
        <w:rPr>
          <w:rtl/>
        </w:rPr>
        <w:t xml:space="preserve"> عن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وی</w:t>
      </w:r>
      <w:r w:rsidRPr="00CD3FC2">
        <w:rPr>
          <w:rFonts w:hint="eastAsia"/>
          <w:rtl/>
        </w:rPr>
        <w:t>دعو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ربّ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بالحک</w:t>
      </w:r>
      <w:r w:rsidRPr="00CD3FC2">
        <w:rPr>
          <w:rFonts w:hint="eastAsia"/>
          <w:rtl/>
        </w:rPr>
        <w:t>مة</w:t>
      </w:r>
      <w:r w:rsidRPr="00CD3FC2">
        <w:rPr>
          <w:rtl/>
        </w:rPr>
        <w:t xml:space="preserve"> الموعظة الحسنة و الحجّة البالغة</w:t>
      </w:r>
      <w:r w:rsidRPr="00CD3FC2">
        <w:rPr>
          <w:rFonts w:hint="cs"/>
          <w:rtl/>
        </w:rPr>
        <w:t xml:space="preserve"> الإمام کالشمس الطالعة المجللّة بنور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للعالم 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فق</w:t>
      </w:r>
      <w:r w:rsidRPr="00CD3FC2">
        <w:rPr>
          <w:rtl/>
        </w:rPr>
        <w:t xml:space="preserve"> بح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لاتنال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الا</w:t>
      </w:r>
      <w:r w:rsidRPr="00BA57AE">
        <w:rPr>
          <w:rFonts w:hint="cs"/>
          <w:rtl/>
        </w:rPr>
        <w:t>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بصار</w:t>
      </w:r>
      <w:r w:rsidR="00A73126" w:rsidRPr="00A73126">
        <w:rPr>
          <w:rFonts w:hint="eastAsia"/>
          <w:rtl/>
        </w:rPr>
        <w:t xml:space="preserve"> </w:t>
      </w:r>
    </w:p>
    <w:p w:rsidR="00A73126" w:rsidRPr="00CD3FC2" w:rsidRDefault="00A73126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الإمام</w:t>
      </w:r>
      <w:r w:rsidRPr="00CD3FC2">
        <w:rPr>
          <w:rtl/>
        </w:rPr>
        <w:t xml:space="preserve"> البدرالمن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والسراج الزا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ر والنور الساطع والنجم 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ادی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ب</w:t>
      </w:r>
      <w:r w:rsidRPr="00CD3FC2">
        <w:rPr>
          <w:rtl/>
        </w:rPr>
        <w:t xml:space="preserve"> الدج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واجواز البلدان والقفار ولجج البحار</w:t>
      </w:r>
      <w:r w:rsidRPr="00CD3FC2">
        <w:rPr>
          <w:rFonts w:hint="cs"/>
          <w:rtl/>
        </w:rPr>
        <w:t>الإمام الماء العذب علی</w:t>
      </w:r>
      <w:r w:rsidRPr="00CD3FC2">
        <w:rPr>
          <w:rtl/>
        </w:rPr>
        <w:t xml:space="preserve"> الظماء والدالّ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دی</w:t>
      </w:r>
      <w:r w:rsidRPr="00CD3FC2">
        <w:rPr>
          <w:rtl/>
        </w:rPr>
        <w:t xml:space="preserve"> والمنج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 الرّد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الإمام النار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فاع</w:t>
      </w:r>
      <w:r w:rsidRPr="00CD3FC2">
        <w:rPr>
          <w:rtl/>
        </w:rPr>
        <w:t xml:space="preserve"> الحارّ لمن اصطل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والد لی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الکمن فارق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</w:t>
      </w:r>
      <w:r w:rsidR="00BA57AE" w:rsidRPr="003A13AB">
        <w:rPr>
          <w:rFonts w:hint="cs"/>
          <w:rtl/>
        </w:rPr>
        <w:t>ه</w:t>
      </w:r>
      <w:r w:rsidRPr="00CD3FC2">
        <w:rPr>
          <w:rFonts w:hint="eastAsia"/>
          <w:rtl/>
        </w:rPr>
        <w:t>الک</w:t>
      </w:r>
    </w:p>
    <w:p w:rsidR="004159E2" w:rsidRPr="004159E2" w:rsidRDefault="004159E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۱- آل عمران/۶۸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۲-روم/۵۶ 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lastRenderedPageBreak/>
        <w:t>الإمام</w:t>
      </w:r>
      <w:r w:rsidRPr="00CD3FC2">
        <w:rPr>
          <w:rtl/>
        </w:rPr>
        <w:t xml:space="preserve"> السحاب الماطروالغ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اطل والشمس المضی</w:t>
      </w:r>
      <w:r w:rsidRPr="00CD3FC2">
        <w:rPr>
          <w:rFonts w:hint="eastAsia"/>
          <w:rtl/>
        </w:rPr>
        <w:t>ئةوالسماء</w:t>
      </w:r>
      <w:r w:rsidRPr="00CD3FC2">
        <w:rPr>
          <w:rtl/>
        </w:rPr>
        <w:t xml:space="preserve"> الظل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لة</w:t>
      </w:r>
      <w:r w:rsidRPr="00CD3FC2">
        <w:rPr>
          <w:rtl/>
        </w:rPr>
        <w:t xml:space="preserve"> والا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رض</w:t>
      </w:r>
      <w:r w:rsidRPr="00CD3FC2">
        <w:rPr>
          <w:rtl/>
        </w:rPr>
        <w:t xml:space="preserve"> البس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طة</w:t>
      </w:r>
      <w:r w:rsidRPr="00CD3FC2">
        <w:rPr>
          <w:rtl/>
        </w:rPr>
        <w:t xml:space="preserve"> والع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الغز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رةوالغد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روالروضة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الإمام</w:t>
      </w:r>
      <w:r w:rsidRPr="00CD3FC2">
        <w:rPr>
          <w:rtl/>
        </w:rPr>
        <w:t xml:space="preserve">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الرف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والوالد الشف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واالا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الشق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والا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البرّة بالولد الصغ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ومفزع العباد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الدا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النآد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الإمام</w:t>
      </w:r>
      <w:r w:rsidRPr="00CD3FC2">
        <w:rPr>
          <w:rtl/>
        </w:rPr>
        <w:t xml:space="preserve">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فی</w:t>
      </w:r>
      <w:r w:rsidRPr="00CD3FC2">
        <w:rPr>
          <w:rtl/>
        </w:rPr>
        <w:t xml:space="preserve"> خلق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وحجّت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Pr="00CD3FC2">
        <w:rPr>
          <w:rtl/>
        </w:rPr>
        <w:t xml:space="preserve"> عباد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وخلی</w:t>
      </w:r>
      <w:r w:rsidRPr="00CD3FC2">
        <w:rPr>
          <w:rFonts w:hint="eastAsia"/>
          <w:rtl/>
        </w:rPr>
        <w:t>فت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بلاد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والداعی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والذابّ عن حرام اللّٰ</w:t>
      </w:r>
      <w:r w:rsidR="00BA57AE" w:rsidRPr="003A13AB">
        <w:rPr>
          <w:rFonts w:hint="cs"/>
          <w:rtl/>
        </w:rPr>
        <w:t>ه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الإمام</w:t>
      </w:r>
      <w:r w:rsidRPr="00CD3FC2">
        <w:rPr>
          <w:rtl/>
        </w:rPr>
        <w:t xml:space="preserve"> المط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ّرمن الذنوب والمبرّا</w:t>
      </w:r>
      <w:r w:rsidRPr="00BA57AE">
        <w:rPr>
          <w:rFonts w:hint="cs"/>
          <w:rtl/>
        </w:rPr>
        <w:t>ٴ</w:t>
      </w:r>
      <w:r w:rsidRPr="00CD3FC2">
        <w:rPr>
          <w:rtl/>
        </w:rPr>
        <w:t xml:space="preserve"> عن الع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وب</w:t>
      </w:r>
      <w:r w:rsidRPr="00CD3FC2">
        <w:rPr>
          <w:rtl/>
        </w:rPr>
        <w:t xml:space="preserve"> المخصوص بالعلم الموسوم بالحلم نظام الدّ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 عزّالمسلم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ظ</w:t>
      </w:r>
      <w:r w:rsidRPr="00CD3FC2">
        <w:rPr>
          <w:rtl/>
        </w:rPr>
        <w:t xml:space="preserve"> المنافق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 بوار الکافر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الإمام</w:t>
      </w:r>
      <w:r w:rsidRPr="00CD3FC2">
        <w:rPr>
          <w:rtl/>
        </w:rPr>
        <w:t xml:space="preserve"> واحد 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لا ی</w:t>
      </w:r>
      <w:r w:rsidRPr="00CD3FC2">
        <w:rPr>
          <w:rFonts w:hint="eastAsia"/>
          <w:rtl/>
        </w:rPr>
        <w:t>دان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حد</w:t>
      </w:r>
      <w:r w:rsidRPr="00CD3FC2">
        <w:rPr>
          <w:rtl/>
        </w:rPr>
        <w:t xml:space="preserve"> ولا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عادل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عالم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وجد</w:t>
      </w:r>
      <w:r w:rsidRPr="00CD3FC2">
        <w:rPr>
          <w:rtl/>
        </w:rPr>
        <w:t xml:space="preserve">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بدل ولا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مثل و لا نظی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مخصوص بالفضل کلّ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من غی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طلب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لا اکتساب بل اختصاص من المُفضل الو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ّاب فمن ذا الذی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بلغ</w:t>
      </w:r>
      <w:r w:rsidRPr="00CD3FC2">
        <w:rPr>
          <w:rtl/>
        </w:rPr>
        <w:t xml:space="preserve"> معرفة الإمام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مکن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؟</w:t>
      </w:r>
      <w:r w:rsidRPr="00CD3FC2">
        <w:rPr>
          <w:rtl/>
        </w:rPr>
        <w:t xml:space="preserve">!!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ات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ات</w:t>
      </w:r>
      <w:r w:rsidRPr="00CD3FC2">
        <w:rPr>
          <w:rtl/>
        </w:rPr>
        <w:t>! ضلّت العقول وتا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ت الحلوم و</w:t>
      </w:r>
      <w:r w:rsidRPr="00CD3FC2">
        <w:rPr>
          <w:rFonts w:hint="eastAsia"/>
          <w:rtl/>
        </w:rPr>
        <w:t>حارت</w:t>
      </w:r>
      <w:r w:rsidRPr="00CD3FC2">
        <w:rPr>
          <w:rtl/>
        </w:rPr>
        <w:t xml:space="preserve">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لباب</w:t>
      </w:r>
      <w:r w:rsidRPr="00CD3FC2">
        <w:rPr>
          <w:rtl/>
        </w:rPr>
        <w:t xml:space="preserve"> و خسئت الع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</w:t>
      </w:r>
      <w:r w:rsidRPr="00CD3FC2">
        <w:rPr>
          <w:rtl/>
        </w:rPr>
        <w:t xml:space="preserve"> و تصاغرت العظماء و تح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الحکماء و تقاصرت الحلماء و حصرت الخطباء و ج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لت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لبّاء</w:t>
      </w:r>
      <w:r w:rsidRPr="00CD3FC2">
        <w:rPr>
          <w:rtl/>
        </w:rPr>
        <w:t xml:space="preserve"> و کلّت الشعراء وعجزت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دبائ</w:t>
      </w:r>
      <w:r w:rsidRPr="00CD3FC2">
        <w:rPr>
          <w:rtl/>
        </w:rPr>
        <w:t xml:space="preserve"> وع</w:t>
      </w:r>
      <w:r w:rsidRPr="00CD3FC2">
        <w:rPr>
          <w:rFonts w:hint="cs"/>
          <w:rtl/>
        </w:rPr>
        <w:t>یی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البلغاء عن وصف شا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من شا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وفض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لة</w:t>
      </w:r>
      <w:r w:rsidRPr="00CD3FC2">
        <w:rPr>
          <w:rtl/>
        </w:rPr>
        <w:t xml:space="preserve"> من فضائل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قرّت</w:t>
      </w:r>
      <w:r w:rsidRPr="00CD3FC2">
        <w:rPr>
          <w:rtl/>
        </w:rPr>
        <w:t xml:space="preserve"> بالعجز و التقص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وصف</w:t>
      </w:r>
      <w:r w:rsidRPr="00CD3FC2">
        <w:rPr>
          <w:rtl/>
        </w:rPr>
        <w:t xml:space="preserve"> بکلّ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نعت</w:t>
      </w:r>
      <w:r w:rsidRPr="00CD3FC2">
        <w:rPr>
          <w:rtl/>
        </w:rPr>
        <w:t xml:space="preserve"> بکن</w:t>
      </w:r>
      <w:r w:rsidR="00BA57AE" w:rsidRPr="003A13AB">
        <w:rPr>
          <w:rFonts w:hint="cs"/>
          <w:rtl/>
        </w:rPr>
        <w:t>هه</w:t>
      </w:r>
      <w:r w:rsidRPr="00CD3FC2">
        <w:rPr>
          <w:rFonts w:hint="cs"/>
          <w:rtl/>
        </w:rPr>
        <w:t xml:space="preserve">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</w:t>
      </w:r>
      <w:r w:rsidRPr="00CD3FC2">
        <w:rPr>
          <w:rtl/>
        </w:rPr>
        <w:t xml:space="preserve"> من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وجدمن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قوم</w:t>
      </w:r>
      <w:r w:rsidRPr="00CD3FC2">
        <w:rPr>
          <w:rtl/>
        </w:rPr>
        <w:t xml:space="preserve"> مقام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ی</w:t>
      </w:r>
      <w:r w:rsidRPr="00CD3FC2">
        <w:rPr>
          <w:rFonts w:hint="eastAsia"/>
          <w:rtl/>
        </w:rPr>
        <w:t>غن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غنا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؟!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لا،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وا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بحی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النجم من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المتناول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 وصف الواصف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! فا</w:t>
      </w:r>
      <w:r w:rsidRPr="00BA57AE">
        <w:rPr>
          <w:rFonts w:hint="cs"/>
          <w:rtl/>
        </w:rPr>
        <w:t>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من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ذا؟ و ا</w:t>
      </w:r>
      <w:r w:rsidRPr="00BA57AE">
        <w:rPr>
          <w:rFonts w:hint="cs"/>
          <w:rtl/>
        </w:rPr>
        <w:t>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العقول عن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ذا؟ و ا</w:t>
      </w:r>
      <w:r w:rsidRPr="00BA57AE">
        <w:rPr>
          <w:rFonts w:hint="cs"/>
          <w:rtl/>
        </w:rPr>
        <w:t>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وجد</w:t>
      </w:r>
      <w:r w:rsidRPr="00CD3FC2">
        <w:rPr>
          <w:rtl/>
        </w:rPr>
        <w:t xml:space="preserve"> مثل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ذا؟!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تظنّون</w:t>
      </w:r>
      <w:r w:rsidRPr="00CD3FC2">
        <w:rPr>
          <w:rtl/>
        </w:rPr>
        <w:t xml:space="preserve"> ان ّذلک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وجد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رآل</w:t>
      </w:r>
      <w:r w:rsidRPr="00CD3FC2">
        <w:rPr>
          <w:rtl/>
        </w:rPr>
        <w:t xml:space="preserve"> الرسول محمد </w:t>
      </w:r>
      <w:r w:rsidR="00E17DF7" w:rsidRPr="00E17DF7">
        <w:rPr>
          <w:rStyle w:val="libAlaemChar"/>
          <w:rtl/>
        </w:rPr>
        <w:t>(</w:t>
      </w:r>
      <w:r w:rsidRPr="00CD3FC2">
        <w:rPr>
          <w:rtl/>
        </w:rPr>
        <w:t>ص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کذبت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- واللّٰ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-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نفس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و منّت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باطبل</w:t>
      </w:r>
      <w:r w:rsidRPr="00CD3FC2">
        <w:rPr>
          <w:rtl/>
        </w:rPr>
        <w:t xml:space="preserve"> فارتقوا مرتقاً صعباً دحضاً تزلّ </w:t>
      </w:r>
      <w:r w:rsidRPr="00CD3FC2">
        <w:rPr>
          <w:rFonts w:hint="eastAsia"/>
          <w:rtl/>
        </w:rPr>
        <w:t>عن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</w:t>
      </w:r>
      <w:r w:rsidRPr="00CD3FC2">
        <w:rPr>
          <w:rtl/>
        </w:rPr>
        <w:t xml:space="preserve">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قدام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راموا إقامة الإمام بعقول حائرة ناقصة و آرا مضلّة فلم ی</w:t>
      </w:r>
      <w:r w:rsidRPr="00CD3FC2">
        <w:rPr>
          <w:rFonts w:hint="eastAsia"/>
          <w:rtl/>
        </w:rPr>
        <w:t>زدادوا</w:t>
      </w:r>
      <w:r w:rsidRPr="00CD3FC2">
        <w:rPr>
          <w:rtl/>
        </w:rPr>
        <w:t xml:space="preserve">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إلاّ بُعداً 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قاتل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اٴ</w:t>
      </w:r>
      <w:r w:rsidR="00E17DF7" w:rsidRPr="002C4344">
        <w:rPr>
          <w:rStyle w:val="libAieChar"/>
          <w:rFonts w:hint="eastAsia"/>
          <w:rtl/>
        </w:rPr>
        <w:t>نّ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ؤفکون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؟ ولقد راموا صعبا و قالوا إفکاً و ضلّواضلا لاً 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داً</w:t>
      </w:r>
      <w:r w:rsidRPr="00CD3FC2">
        <w:rPr>
          <w:rtl/>
        </w:rPr>
        <w:t xml:space="preserve"> و وقعوا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رة</w:t>
      </w:r>
      <w:r w:rsidRPr="00CD3FC2">
        <w:rPr>
          <w:rFonts w:hint="cs"/>
          <w:rtl/>
        </w:rPr>
        <w:t xml:space="preserve"> إذ ترکوا الإمام عن بصی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ز</w:t>
      </w:r>
      <w:r w:rsidR="00E17DF7" w:rsidRPr="002C4344">
        <w:rPr>
          <w:rStyle w:val="libAieChar"/>
          <w:rFonts w:hint="cs"/>
          <w:rtl/>
        </w:rPr>
        <w:t>یّ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 الشی</w:t>
      </w:r>
      <w:r w:rsidR="00E17DF7" w:rsidRPr="002C4344">
        <w:rPr>
          <w:rStyle w:val="libAieChar"/>
          <w:rFonts w:hint="eastAsia"/>
          <w:rtl/>
        </w:rPr>
        <w:t>طان</w:t>
      </w:r>
      <w:r w:rsidR="00E17DF7" w:rsidRPr="002C4344">
        <w:rPr>
          <w:rStyle w:val="libAieChar"/>
          <w:rtl/>
        </w:rPr>
        <w:t xml:space="preserve">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عمال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</w:t>
      </w:r>
      <w:r w:rsidR="00E17DF7" w:rsidRPr="002C4344">
        <w:rPr>
          <w:rStyle w:val="libAieChar"/>
          <w:rtl/>
        </w:rPr>
        <w:t xml:space="preserve"> عن السب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ل</w:t>
      </w:r>
      <w:r w:rsidR="00E17DF7" w:rsidRPr="002C4344">
        <w:rPr>
          <w:rStyle w:val="libAieChar"/>
          <w:rtl/>
        </w:rPr>
        <w:t xml:space="preserve"> و کانوا مستبصر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(1)</w:t>
      </w:r>
    </w:p>
    <w:p w:rsidR="000B693F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رغبوا</w:t>
      </w:r>
      <w:r w:rsidRPr="00CD3FC2">
        <w:rPr>
          <w:rtl/>
        </w:rPr>
        <w:t xml:space="preserve"> عن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اختی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وا</w:t>
      </w:r>
      <w:r w:rsidRPr="00BA57AE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و القرآن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ناد</w:t>
      </w:r>
      <w:r w:rsidRPr="00CD3FC2">
        <w:rPr>
          <w:rFonts w:hint="cs"/>
          <w:rtl/>
        </w:rPr>
        <w:t>ی</w:t>
      </w:r>
      <w:r w:rsidR="002C4344">
        <w:rPr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مو</w:t>
      </w:r>
      <w:r w:rsidR="00E17DF7" w:rsidRPr="002C4344">
        <w:rPr>
          <w:rStyle w:val="libAieChar"/>
          <w:rtl/>
        </w:rPr>
        <w:t xml:space="preserve"> ربّک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خلق</w:t>
      </w:r>
      <w:r w:rsidR="00E17DF7" w:rsidRPr="002C4344">
        <w:rPr>
          <w:rStyle w:val="libAieChar"/>
          <w:rtl/>
        </w:rPr>
        <w:t xml:space="preserve"> ما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شاء</w:t>
      </w:r>
      <w:r w:rsidR="00E17DF7" w:rsidRPr="002C4344">
        <w:rPr>
          <w:rStyle w:val="libAieChar"/>
          <w:rtl/>
        </w:rPr>
        <w:t xml:space="preserve"> و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ختار</w:t>
      </w:r>
      <w:r w:rsidR="00E17DF7" w:rsidRPr="002C4344">
        <w:rPr>
          <w:rStyle w:val="libAieChar"/>
          <w:rtl/>
        </w:rPr>
        <w:t xml:space="preserve"> ما کان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 الخی</w:t>
      </w:r>
      <w:r w:rsidR="00E17DF7" w:rsidRPr="002C4344">
        <w:rPr>
          <w:rStyle w:val="libAieChar"/>
          <w:rFonts w:hint="eastAsia"/>
          <w:rtl/>
        </w:rPr>
        <w:t>رة</w:t>
      </w:r>
      <w:r w:rsidR="00E17DF7" w:rsidRPr="002C4344">
        <w:rPr>
          <w:rStyle w:val="libAieChar"/>
          <w:rtl/>
        </w:rPr>
        <w:t xml:space="preserve"> سبحان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و تعالی</w:t>
      </w:r>
      <w:r w:rsidR="00E17DF7" w:rsidRPr="002C4344">
        <w:rPr>
          <w:rStyle w:val="libAieChar"/>
          <w:rtl/>
        </w:rPr>
        <w:t xml:space="preserve"> عماّ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شرکون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وقال عزّوجلّ: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و ما کان لمؤمن و لا مؤمنة إذا قض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</w:t>
      </w:r>
      <w:r w:rsidR="00E17DF7" w:rsidRPr="002C4344">
        <w:rPr>
          <w:rStyle w:val="libAieChar"/>
          <w:rtl/>
        </w:rPr>
        <w:t>و 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اٴ</w:t>
      </w:r>
      <w:r w:rsidR="00E17DF7" w:rsidRPr="002C4344">
        <w:rPr>
          <w:rStyle w:val="libAieChar"/>
          <w:rFonts w:hint="eastAsia"/>
          <w:rtl/>
        </w:rPr>
        <w:t>مراً</w:t>
      </w:r>
      <w:r w:rsidR="00E17DF7" w:rsidRPr="002C4344">
        <w:rPr>
          <w:rStyle w:val="libAieChar"/>
          <w:rtl/>
        </w:rPr>
        <w:t xml:space="preserve">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کون</w:t>
      </w:r>
      <w:r w:rsidR="00E17DF7" w:rsidRPr="002C4344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 ا</w:t>
      </w:r>
      <w:r w:rsidR="00E17DF7" w:rsidRPr="002C4344">
        <w:rPr>
          <w:rStyle w:val="libAieChar"/>
          <w:rFonts w:hint="eastAsia"/>
          <w:rtl/>
        </w:rPr>
        <w:t>لخ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رة</w:t>
      </w:r>
      <w:r w:rsidR="00E17DF7" w:rsidRPr="002C4344">
        <w:rPr>
          <w:rStyle w:val="libAieChar"/>
          <w:rtl/>
        </w:rPr>
        <w:t xml:space="preserve"> من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مر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>
        <w:rPr>
          <w:rFonts w:hint="cs"/>
          <w:rtl/>
          <w:lang w:bidi="fa-IR"/>
        </w:rPr>
        <w:t xml:space="preserve"> </w:t>
      </w:r>
      <w:r w:rsidR="002C4344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 xml:space="preserve"> الآ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و قال: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مالکم ک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ف</w:t>
      </w:r>
      <w:r w:rsidR="00E17DF7" w:rsidRPr="002C4344">
        <w:rPr>
          <w:rStyle w:val="libAieChar"/>
          <w:rtl/>
        </w:rPr>
        <w:t xml:space="preserve"> تحکمون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 xml:space="preserve"> </w:t>
      </w:r>
    </w:p>
    <w:p w:rsidR="004159E2" w:rsidRPr="004159E2" w:rsidRDefault="004159E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۱۔نمل/۲۴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۲۔قصص/۶۸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۳۔احزاب/۳۶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159E2" w:rsidRPr="00CD3FC2" w:rsidRDefault="004159E2" w:rsidP="00107A46">
      <w:pPr>
        <w:pStyle w:val="libNormal"/>
        <w:rPr>
          <w:rtl/>
        </w:rPr>
      </w:pPr>
    </w:p>
    <w:p w:rsidR="000B693F" w:rsidRPr="00CD3FC2" w:rsidRDefault="00E17DF7" w:rsidP="00BA57AE">
      <w:pPr>
        <w:pStyle w:val="libArabic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2C4344">
        <w:rPr>
          <w:rStyle w:val="libAieChar"/>
          <w:rFonts w:hint="eastAsia"/>
          <w:rtl/>
        </w:rPr>
        <w:t>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م</w:t>
      </w:r>
      <w:r w:rsidRPr="002C4344">
        <w:rPr>
          <w:rStyle w:val="libAieChar"/>
          <w:rtl/>
        </w:rPr>
        <w:t xml:space="preserve"> لکم کتاب ف</w:t>
      </w:r>
      <w:r w:rsidRPr="002C4344">
        <w:rPr>
          <w:rStyle w:val="libAieChar"/>
          <w:rFonts w:hint="cs"/>
          <w:rtl/>
        </w:rPr>
        <w:t>ی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tl/>
        </w:rPr>
        <w:t xml:space="preserve"> تدرسون إن ّلکم ف</w:t>
      </w:r>
      <w:r w:rsidRPr="002C4344">
        <w:rPr>
          <w:rStyle w:val="libAieChar"/>
          <w:rFonts w:hint="cs"/>
          <w:rtl/>
        </w:rPr>
        <w:t>ی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tl/>
        </w:rPr>
        <w:t xml:space="preserve"> لمّا تخ</w:t>
      </w:r>
      <w:r w:rsidRPr="002C4344">
        <w:rPr>
          <w:rStyle w:val="libAieChar"/>
          <w:rFonts w:hint="cs"/>
          <w:rtl/>
        </w:rPr>
        <w:t>یّ</w:t>
      </w:r>
      <w:r w:rsidRPr="002C4344">
        <w:rPr>
          <w:rStyle w:val="libAieChar"/>
          <w:rFonts w:hint="eastAsia"/>
          <w:rtl/>
        </w:rPr>
        <w:t>رونا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م</w:t>
      </w:r>
      <w:r w:rsidRPr="002C4344">
        <w:rPr>
          <w:rStyle w:val="libAieChar"/>
          <w:rtl/>
        </w:rPr>
        <w:t xml:space="preserve"> لکم ا</w:t>
      </w:r>
      <w:r w:rsidRPr="002C4344">
        <w:rPr>
          <w:rStyle w:val="libAieChar"/>
          <w:rFonts w:hint="cs"/>
          <w:rtl/>
        </w:rPr>
        <w:t>ٴی</w:t>
      </w:r>
      <w:r w:rsidRPr="002C4344">
        <w:rPr>
          <w:rStyle w:val="libAieChar"/>
          <w:rFonts w:hint="eastAsia"/>
          <w:rtl/>
        </w:rPr>
        <w:t>مان</w:t>
      </w:r>
      <w:r w:rsidRPr="002C4344">
        <w:rPr>
          <w:rStyle w:val="libAieChar"/>
          <w:rtl/>
        </w:rPr>
        <w:t xml:space="preserve"> عل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نا</w:t>
      </w:r>
      <w:r w:rsidRPr="002C4344">
        <w:rPr>
          <w:rStyle w:val="libAieChar"/>
          <w:rtl/>
        </w:rPr>
        <w:t xml:space="preserve"> بالغة إل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tl/>
        </w:rPr>
        <w:t xml:space="preserve"> 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وم</w:t>
      </w:r>
      <w:r w:rsidRPr="002C4344">
        <w:rPr>
          <w:rStyle w:val="libAieChar"/>
          <w:rtl/>
        </w:rPr>
        <w:t xml:space="preserve"> الق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امة</w:t>
      </w:r>
      <w:r w:rsidRPr="002C4344">
        <w:rPr>
          <w:rStyle w:val="libAieChar"/>
          <w:rtl/>
        </w:rPr>
        <w:t xml:space="preserve"> إنّ لکم لما تحکمون سل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 اٴیّ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</w:t>
      </w:r>
      <w:r w:rsidRPr="002C4344">
        <w:rPr>
          <w:rStyle w:val="libAieChar"/>
          <w:rtl/>
        </w:rPr>
        <w:t xml:space="preserve"> بذلک زع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م</w:t>
      </w:r>
      <w:r w:rsidRPr="002C4344">
        <w:rPr>
          <w:rStyle w:val="libAieChar"/>
          <w:rtl/>
        </w:rPr>
        <w:t xml:space="preserve"> 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م</w:t>
      </w:r>
      <w:r w:rsidRPr="002C4344">
        <w:rPr>
          <w:rStyle w:val="libAieChar"/>
          <w:rtl/>
        </w:rPr>
        <w:t xml:space="preserve"> ل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 شرکا</w:t>
      </w:r>
      <w:r w:rsidRPr="002C4344">
        <w:rPr>
          <w:rStyle w:val="libAieChar"/>
          <w:rtl/>
        </w:rPr>
        <w:t>ء فل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توا</w:t>
      </w:r>
      <w:r w:rsidRPr="002C4344">
        <w:rPr>
          <w:rStyle w:val="libAieChar"/>
          <w:rtl/>
        </w:rPr>
        <w:t xml:space="preserve"> ب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 xml:space="preserve"> شرکائ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 إن کانوا صادقی</w:t>
      </w:r>
      <w:r w:rsidRPr="002C4344">
        <w:rPr>
          <w:rStyle w:val="libAieChar"/>
          <w:rFonts w:hint="eastAsia"/>
          <w:rtl/>
        </w:rPr>
        <w:t>ن</w:t>
      </w: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(1)</w:t>
      </w:r>
      <w:r w:rsidR="000B693F" w:rsidRPr="00CD3FC2">
        <w:rPr>
          <w:rtl/>
        </w:rPr>
        <w:t xml:space="preserve"> وقال عزّوجل:</w:t>
      </w:r>
      <w:r w:rsidR="00BD32E1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E17DF7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2C4344">
        <w:rPr>
          <w:rStyle w:val="libAieChar"/>
          <w:rtl/>
        </w:rPr>
        <w:t>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فلا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تدبّرون</w:t>
      </w:r>
      <w:r w:rsidRPr="002C4344">
        <w:rPr>
          <w:rStyle w:val="libAieChar"/>
          <w:rtl/>
        </w:rPr>
        <w:t xml:space="preserve"> القرآن 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م</w:t>
      </w:r>
      <w:r w:rsidRPr="002C4344">
        <w:rPr>
          <w:rStyle w:val="libAieChar"/>
          <w:rtl/>
        </w:rPr>
        <w:t xml:space="preserve"> عل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tl/>
        </w:rPr>
        <w:t xml:space="preserve"> قلوب 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قفال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ا</w:t>
      </w:r>
      <w:r w:rsidRPr="002C4344">
        <w:rPr>
          <w:rStyle w:val="libAieChar"/>
          <w:rtl/>
          <w:lang w:bidi="fa-IR"/>
        </w:rPr>
        <w:t>۵</w:t>
      </w:r>
      <w:r w:rsidRPr="002C4344">
        <w:rPr>
          <w:rStyle w:val="libAieChar"/>
          <w:rtl/>
        </w:rPr>
        <w:t xml:space="preserve"> 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م</w:t>
      </w:r>
      <w:r w:rsidRPr="002C4344">
        <w:rPr>
          <w:rStyle w:val="libAieChar"/>
          <w:rtl/>
        </w:rPr>
        <w:t xml:space="preserve"> طبع الل</w:t>
      </w:r>
      <w:r w:rsidRPr="002C4344">
        <w:rPr>
          <w:rStyle w:val="libAieChar"/>
          <w:rFonts w:hint="eastAsia"/>
          <w:rtl/>
        </w:rPr>
        <w:t>ّٰ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tl/>
        </w:rPr>
        <w:t xml:space="preserve"> عل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tl/>
        </w:rPr>
        <w:t xml:space="preserve"> قلوب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 ف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 لا ی</w:t>
      </w:r>
      <w:r w:rsidRPr="002C4344">
        <w:rPr>
          <w:rStyle w:val="libAieChar"/>
          <w:rFonts w:hint="eastAsia"/>
          <w:rtl/>
        </w:rPr>
        <w:t>فق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ون</w:t>
      </w:r>
      <w:r>
        <w:rPr>
          <w:rStyle w:val="libAieChar"/>
          <w:rtl/>
        </w:rPr>
        <w:t xml:space="preserve"> </w:t>
      </w:r>
      <w:r w:rsidRPr="00E17DF7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(2)</w:t>
      </w:r>
      <w:r w:rsidR="000B693F" w:rsidRPr="00CD3FC2">
        <w:rPr>
          <w:rtl/>
        </w:rPr>
        <w:t xml:space="preserve"> ا</w:t>
      </w:r>
      <w:r w:rsidR="000B693F" w:rsidRPr="00BA57AE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م</w:t>
      </w:r>
      <w:r w:rsidR="000B693F"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0B693F" w:rsidRPr="00CD3FC2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E17DF7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2C4344">
        <w:rPr>
          <w:rStyle w:val="libAieChar"/>
          <w:rtl/>
        </w:rPr>
        <w:t xml:space="preserve">قالوا سمعنا و 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 لا ی</w:t>
      </w:r>
      <w:r w:rsidRPr="002C4344">
        <w:rPr>
          <w:rStyle w:val="libAieChar"/>
          <w:rFonts w:hint="eastAsia"/>
          <w:rtl/>
        </w:rPr>
        <w:t>سمعون</w:t>
      </w:r>
      <w:r w:rsidRPr="002C4344">
        <w:rPr>
          <w:rStyle w:val="libAieChar"/>
          <w:rtl/>
        </w:rPr>
        <w:t xml:space="preserve"> إنّ شرّ الدوابّ عند اللّٰ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 xml:space="preserve"> الصمّ البکم الذی</w:t>
      </w:r>
      <w:r w:rsidRPr="002C4344">
        <w:rPr>
          <w:rStyle w:val="libAieChar"/>
          <w:rFonts w:hint="eastAsia"/>
          <w:rtl/>
        </w:rPr>
        <w:t>ن</w:t>
      </w:r>
      <w:r w:rsidRPr="002C4344">
        <w:rPr>
          <w:rStyle w:val="libAieChar"/>
          <w:rtl/>
        </w:rPr>
        <w:t xml:space="preserve"> لا 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عقلون</w:t>
      </w:r>
      <w:r w:rsidRPr="002C4344">
        <w:rPr>
          <w:rStyle w:val="libAieChar"/>
          <w:rtl/>
        </w:rPr>
        <w:t xml:space="preserve"> و لو علم اللّٰ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 xml:space="preserve"> فی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</w:t>
      </w:r>
      <w:r w:rsidRPr="002C4344">
        <w:rPr>
          <w:rStyle w:val="libAieChar"/>
          <w:rtl/>
        </w:rPr>
        <w:t xml:space="preserve"> خ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راً</w:t>
      </w:r>
      <w:r w:rsidRPr="002C4344">
        <w:rPr>
          <w:rStyle w:val="libAieChar"/>
          <w:rtl/>
        </w:rPr>
        <w:t xml:space="preserve"> لا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سمع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</w:t>
      </w:r>
      <w:r w:rsidRPr="002C4344">
        <w:rPr>
          <w:rStyle w:val="libAieChar"/>
          <w:rtl/>
        </w:rPr>
        <w:t xml:space="preserve"> و لو ا</w:t>
      </w:r>
      <w:r w:rsidRPr="002C4344">
        <w:rPr>
          <w:rStyle w:val="libAieChar"/>
          <w:rFonts w:hint="cs"/>
          <w:rtl/>
        </w:rPr>
        <w:t>ٴ</w:t>
      </w:r>
      <w:r w:rsidRPr="002C4344">
        <w:rPr>
          <w:rStyle w:val="libAieChar"/>
          <w:rFonts w:hint="eastAsia"/>
          <w:rtl/>
        </w:rPr>
        <w:t>سمع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</w:t>
      </w:r>
      <w:r w:rsidRPr="002C4344">
        <w:rPr>
          <w:rStyle w:val="libAieChar"/>
          <w:rtl/>
        </w:rPr>
        <w:t xml:space="preserve"> لتولّوا و </w:t>
      </w:r>
      <w:r w:rsidRPr="00BA57AE">
        <w:rPr>
          <w:rStyle w:val="libAieChar"/>
          <w:rFonts w:hint="cs"/>
          <w:rtl/>
        </w:rPr>
        <w:t>ه</w:t>
      </w:r>
      <w:r w:rsidRPr="002C4344">
        <w:rPr>
          <w:rStyle w:val="libAieChar"/>
          <w:rFonts w:hint="cs"/>
          <w:rtl/>
        </w:rPr>
        <w:t>م معرضون</w:t>
      </w:r>
      <w:r>
        <w:rPr>
          <w:rStyle w:val="libAieChar"/>
          <w:rtl/>
        </w:rPr>
        <w:t xml:space="preserve"> </w:t>
      </w:r>
      <w:r w:rsidRPr="00E17DF7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BD32E1">
        <w:rPr>
          <w:rFonts w:hint="cs"/>
          <w:rtl/>
        </w:rPr>
        <w:t xml:space="preserve"> </w:t>
      </w:r>
      <w:r w:rsidR="000B693F" w:rsidRPr="00CD3FC2">
        <w:rPr>
          <w:rFonts w:hint="cs"/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(3)</w:t>
      </w:r>
      <w:r w:rsidR="000B693F" w:rsidRPr="00CD3FC2">
        <w:rPr>
          <w:rtl/>
        </w:rPr>
        <w:t xml:space="preserve"> ا</w:t>
      </w:r>
      <w:r w:rsidR="000B693F" w:rsidRPr="00BA57AE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م</w:t>
      </w:r>
      <w:r w:rsidR="000B693F"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0B693F" w:rsidRPr="00CD3FC2">
        <w:rPr>
          <w:rtl/>
        </w:rPr>
        <w:t xml:space="preserve"> </w:t>
      </w:r>
      <w:r>
        <w:rPr>
          <w:rStyle w:val="libAieChar"/>
          <w:rtl/>
        </w:rPr>
        <w:t xml:space="preserve"> </w:t>
      </w:r>
      <w:r w:rsidRPr="00E17DF7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2C4344">
        <w:rPr>
          <w:rStyle w:val="libAieChar"/>
          <w:rtl/>
        </w:rPr>
        <w:t>قالوا سمعنا و عص</w:t>
      </w:r>
      <w:r w:rsidRPr="002C4344">
        <w:rPr>
          <w:rStyle w:val="libAieChar"/>
          <w:rFonts w:hint="cs"/>
          <w:rtl/>
        </w:rPr>
        <w:t>ی</w:t>
      </w:r>
      <w:r w:rsidRPr="002C4344">
        <w:rPr>
          <w:rStyle w:val="libAieChar"/>
          <w:rFonts w:hint="eastAsia"/>
          <w:rtl/>
        </w:rPr>
        <w:t>نا</w:t>
      </w:r>
      <w:r>
        <w:rPr>
          <w:rStyle w:val="libAieChar"/>
          <w:rtl/>
        </w:rPr>
        <w:t xml:space="preserve"> </w:t>
      </w:r>
      <w:r w:rsidRPr="00E17DF7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(4)</w:t>
      </w:r>
      <w:r w:rsidR="000B693F" w:rsidRPr="00CD3FC2">
        <w:rPr>
          <w:rtl/>
        </w:rPr>
        <w:t xml:space="preserve"> بل 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و فضل اللّٰ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 xml:space="preserve"> ی</w:t>
      </w:r>
      <w:r w:rsidR="000B693F" w:rsidRPr="00CD3FC2">
        <w:rPr>
          <w:rFonts w:hint="eastAsia"/>
          <w:rtl/>
        </w:rPr>
        <w:t>ؤت</w:t>
      </w:r>
      <w:r w:rsidR="000B693F"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من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شاء</w:t>
      </w:r>
      <w:r w:rsidR="000B693F" w:rsidRPr="00CD3FC2">
        <w:rPr>
          <w:rtl/>
        </w:rPr>
        <w:t xml:space="preserve"> و الل</w:t>
      </w:r>
      <w:r w:rsidR="000B693F" w:rsidRPr="00CD3FC2">
        <w:rPr>
          <w:rFonts w:hint="eastAsia"/>
          <w:rtl/>
        </w:rPr>
        <w:t>ّٰ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ذوالفضل العظ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م</w:t>
      </w:r>
      <w:r w:rsidR="002C4344">
        <w:rPr>
          <w:rFonts w:hint="cs"/>
          <w:rtl/>
        </w:rPr>
        <w:t xml:space="preserve"> </w:t>
      </w:r>
      <w:r w:rsidR="000B693F" w:rsidRPr="00CD3FC2">
        <w:rPr>
          <w:rFonts w:hint="eastAsia"/>
          <w:rtl/>
        </w:rPr>
        <w:t>فک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ف</w:t>
      </w:r>
      <w:r w:rsidR="000B693F" w:rsidRPr="00CD3FC2">
        <w:rPr>
          <w:rtl/>
        </w:rPr>
        <w:t xml:space="preserve"> ل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م باختی</w:t>
      </w:r>
      <w:r w:rsidR="000B693F" w:rsidRPr="00CD3FC2">
        <w:rPr>
          <w:rFonts w:hint="eastAsia"/>
          <w:rtl/>
        </w:rPr>
        <w:t>ار</w:t>
      </w:r>
      <w:r w:rsidR="000B693F" w:rsidRPr="00CD3FC2">
        <w:rPr>
          <w:rtl/>
        </w:rPr>
        <w:t xml:space="preserve"> الإمام؟! و الإمام عالم لا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ج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ل</w:t>
      </w:r>
      <w:r w:rsidR="000B693F" w:rsidRPr="00CD3FC2">
        <w:rPr>
          <w:rtl/>
        </w:rPr>
        <w:t xml:space="preserve"> وراع لا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نکل</w:t>
      </w:r>
      <w:r w:rsidR="000B693F" w:rsidRPr="00CD3FC2">
        <w:rPr>
          <w:rtl/>
        </w:rPr>
        <w:t xml:space="preserve"> معدن القدس والط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ارة و النسک و الز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ادة و العلم والعبادة مخصوص بدعوة</w:t>
      </w:r>
      <w:r w:rsidR="000B693F" w:rsidRPr="00CD3FC2">
        <w:rPr>
          <w:rtl/>
        </w:rPr>
        <w:t xml:space="preserve"> الرسول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="000B693F" w:rsidRPr="00CD3FC2">
        <w:rPr>
          <w:rtl/>
        </w:rPr>
        <w:t>ونسل المط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رةالبتول لامغمز فی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ف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نسب و لا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دان</w:t>
      </w:r>
      <w:r w:rsidR="000B693F"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ذو حسب ف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الب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من قر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ش،</w:t>
      </w:r>
      <w:r w:rsidR="000B693F" w:rsidRPr="00CD3FC2">
        <w:rPr>
          <w:rtl/>
        </w:rPr>
        <w:t xml:space="preserve"> و الزروة من 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 xml:space="preserve">اشم و العترة من الرسول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="000B693F" w:rsidRPr="00CD3FC2">
        <w:rPr>
          <w:rFonts w:hint="cs"/>
          <w:rtl/>
        </w:rPr>
        <w:t xml:space="preserve">و </w:t>
      </w:r>
      <w:r w:rsidR="000B693F" w:rsidRPr="00CD3FC2">
        <w:rPr>
          <w:rFonts w:hint="eastAsia"/>
          <w:rtl/>
        </w:rPr>
        <w:t>الرضا</w:t>
      </w:r>
      <w:r w:rsidR="000B693F" w:rsidRPr="00CD3FC2">
        <w:rPr>
          <w:rtl/>
        </w:rPr>
        <w:t xml:space="preserve"> من اللّٰ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 xml:space="preserve"> عزّوجلّ شرف الا</w:t>
      </w:r>
      <w:r w:rsidR="000B693F" w:rsidRPr="00BA57AE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شرف</w:t>
      </w:r>
      <w:r w:rsidR="000B693F" w:rsidRPr="00CD3FC2">
        <w:rPr>
          <w:rtl/>
        </w:rPr>
        <w:t xml:space="preserve"> و الفرع من عبد مناف نام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العلم کامل الحلم مضطلع بالإمامة عالم بالس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اسة</w:t>
      </w:r>
      <w:r w:rsidR="000B693F" w:rsidRPr="00CD3FC2">
        <w:rPr>
          <w:rtl/>
        </w:rPr>
        <w:t xml:space="preserve"> مفروض الطاعة قائم با</w:t>
      </w:r>
      <w:r w:rsidR="000B693F" w:rsidRPr="00BA57AE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مر</w:t>
      </w:r>
      <w:r w:rsidR="000B693F"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 xml:space="preserve"> عزّوجلّ ناصح لعباداللّٰ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 xml:space="preserve"> حافظ لدی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</w:p>
    <w:p w:rsidR="000B693F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إنّا</w:t>
      </w:r>
      <w:r w:rsidRPr="00CD3FC2">
        <w:rPr>
          <w:rtl/>
        </w:rPr>
        <w:t xml:space="preserve"> 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والا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ئمة</w:t>
      </w:r>
      <w:r w:rsidRPr="00CD3FC2">
        <w:rPr>
          <w:rtl/>
        </w:rPr>
        <w:t xml:space="preserve"> - صلوات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-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وفّ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ی</w:t>
      </w:r>
      <w:r w:rsidRPr="00CD3FC2">
        <w:rPr>
          <w:rFonts w:hint="eastAsia"/>
          <w:rtl/>
        </w:rPr>
        <w:t>ؤت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من مخزون علم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حکم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ما لای</w:t>
      </w:r>
      <w:r w:rsidRPr="00CD3FC2">
        <w:rPr>
          <w:rFonts w:hint="eastAsia"/>
          <w:rtl/>
        </w:rPr>
        <w:t>ؤت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علم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فوق علم</w:t>
      </w:r>
    </w:p>
    <w:p w:rsidR="004159E2" w:rsidRPr="004159E2" w:rsidRDefault="004159E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۱۔قلم/۴۱۔۳۶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۲۔محمد/۲۴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۳۔توبہ/۸۷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۴۔انفال/۲۳۔۲۱ ۵۔بقرہ/۹۳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159E2" w:rsidRPr="00CD3FC2" w:rsidRDefault="004159E2" w:rsidP="00107A46">
      <w:pPr>
        <w:pStyle w:val="libNormal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</w:t>
      </w:r>
      <w:r w:rsidRPr="00BA57AE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الزمان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: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 xml:space="preserve">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فمن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دی</w:t>
      </w:r>
      <w:r w:rsidR="00E17DF7" w:rsidRPr="002C4344">
        <w:rPr>
          <w:rStyle w:val="libAieChar"/>
          <w:rtl/>
        </w:rPr>
        <w:t xml:space="preserve"> إل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الحقّ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حقّ</w:t>
      </w:r>
      <w:r w:rsidR="00E17DF7" w:rsidRPr="002C4344">
        <w:rPr>
          <w:rStyle w:val="libAieChar"/>
          <w:rtl/>
        </w:rPr>
        <w:t xml:space="preserve">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یُ</w:t>
      </w:r>
      <w:r w:rsidR="00E17DF7" w:rsidRPr="002C4344">
        <w:rPr>
          <w:rStyle w:val="libAieChar"/>
          <w:rFonts w:hint="eastAsia"/>
          <w:rtl/>
        </w:rPr>
        <w:t>تّبع</w:t>
      </w:r>
      <w:r w:rsidR="00E17DF7" w:rsidRPr="002C4344">
        <w:rPr>
          <w:rStyle w:val="libAieChar"/>
          <w:rtl/>
        </w:rPr>
        <w:t xml:space="preserve">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مّن</w:t>
      </w:r>
      <w:r w:rsidR="00E17DF7" w:rsidRPr="002C4344">
        <w:rPr>
          <w:rStyle w:val="libAieChar"/>
          <w:rtl/>
        </w:rPr>
        <w:t xml:space="preserve"> لا</w:t>
      </w:r>
      <w:r w:rsidR="00E17DF7" w:rsidRPr="002C4344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ّدی</w:t>
      </w:r>
      <w:r w:rsidR="00E17DF7" w:rsidRPr="002C4344">
        <w:rPr>
          <w:rStyle w:val="libAieChar"/>
          <w:rtl/>
        </w:rPr>
        <w:t xml:space="preserve"> إلاّ 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یُ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دی</w:t>
      </w:r>
      <w:r w:rsidR="00E17DF7" w:rsidRPr="002C4344">
        <w:rPr>
          <w:rStyle w:val="libAieChar"/>
          <w:rtl/>
        </w:rPr>
        <w:t xml:space="preserve"> فمالکم ک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ف</w:t>
      </w:r>
      <w:r w:rsidR="00E17DF7" w:rsidRPr="002C4344">
        <w:rPr>
          <w:rStyle w:val="libAieChar"/>
          <w:rtl/>
        </w:rPr>
        <w:t xml:space="preserve"> تحکمون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و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تبارک و تعالی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 xml:space="preserve">ومن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ؤت</w:t>
      </w:r>
      <w:r w:rsidR="00E17DF7" w:rsidRPr="002C4344">
        <w:rPr>
          <w:rStyle w:val="libAieChar"/>
          <w:rtl/>
        </w:rPr>
        <w:t xml:space="preserve"> الحکمة فقد ا</w:t>
      </w:r>
      <w:r w:rsidR="00E17DF7" w:rsidRPr="002C4344">
        <w:rPr>
          <w:rStyle w:val="libAieChar"/>
          <w:rFonts w:hint="cs"/>
          <w:rtl/>
        </w:rPr>
        <w:t>ٴُ</w:t>
      </w:r>
      <w:r w:rsidR="00E17DF7" w:rsidRPr="002C4344">
        <w:rPr>
          <w:rStyle w:val="libAieChar"/>
          <w:rFonts w:hint="eastAsia"/>
          <w:rtl/>
        </w:rPr>
        <w:t>وت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خ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راً</w:t>
      </w:r>
      <w:r w:rsidR="00E17DF7" w:rsidRPr="002C4344">
        <w:rPr>
          <w:rStyle w:val="libAieChar"/>
          <w:rtl/>
        </w:rPr>
        <w:t xml:space="preserve"> کث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و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فی</w:t>
      </w:r>
      <w:r w:rsidRPr="00CD3FC2">
        <w:rPr>
          <w:rtl/>
        </w:rPr>
        <w:t xml:space="preserve"> طالوت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إنّ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اصطفا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علی</w:t>
      </w:r>
      <w:r w:rsidR="00E17DF7" w:rsidRPr="002C4344">
        <w:rPr>
          <w:rStyle w:val="libAieChar"/>
          <w:rFonts w:hint="eastAsia"/>
          <w:rtl/>
        </w:rPr>
        <w:t>کم</w:t>
      </w:r>
      <w:r w:rsidR="00E17DF7" w:rsidRPr="002C4344">
        <w:rPr>
          <w:rStyle w:val="libAieChar"/>
          <w:rtl/>
        </w:rPr>
        <w:t xml:space="preserve"> و زاد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بسطة فی</w:t>
      </w:r>
      <w:r w:rsidR="00E17DF7" w:rsidRPr="002C4344">
        <w:rPr>
          <w:rStyle w:val="libAieChar"/>
          <w:rtl/>
        </w:rPr>
        <w:t xml:space="preserve"> العلم و الجسم و الل</w:t>
      </w:r>
      <w:r w:rsidR="00E17DF7" w:rsidRPr="002C4344">
        <w:rPr>
          <w:rStyle w:val="libAieChar"/>
          <w:rFonts w:hint="eastAsia"/>
          <w:rtl/>
        </w:rPr>
        <w:t>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ؤت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ملک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من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شاء</w:t>
      </w:r>
      <w:r w:rsidR="00E17DF7" w:rsidRPr="002C4344">
        <w:rPr>
          <w:rStyle w:val="libAieChar"/>
          <w:rtl/>
        </w:rPr>
        <w:t xml:space="preserve"> و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واسع علی</w:t>
      </w:r>
      <w:r w:rsidR="00E17DF7" w:rsidRPr="002C4344">
        <w:rPr>
          <w:rStyle w:val="libAieChar"/>
          <w:rFonts w:hint="eastAsia"/>
          <w:rtl/>
        </w:rPr>
        <w:t>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 xml:space="preserve"> و قال لنب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نزل</w:t>
      </w:r>
      <w:r w:rsidR="00E17DF7" w:rsidRPr="002C4344">
        <w:rPr>
          <w:rStyle w:val="libAieChar"/>
          <w:rtl/>
        </w:rPr>
        <w:t xml:space="preserve"> عل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ک</w:t>
      </w:r>
      <w:r w:rsidR="00E17DF7" w:rsidRPr="002C4344">
        <w:rPr>
          <w:rStyle w:val="libAieChar"/>
          <w:rtl/>
        </w:rPr>
        <w:t xml:space="preserve"> الکتاب و الحکمة و علّمک مالم تکن تعلم و کان فضل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علی</w:t>
      </w:r>
      <w:r w:rsidR="00E17DF7" w:rsidRPr="002C4344">
        <w:rPr>
          <w:rStyle w:val="libAieChar"/>
          <w:rFonts w:hint="eastAsia"/>
          <w:rtl/>
        </w:rPr>
        <w:t>ک</w:t>
      </w:r>
      <w:r w:rsidR="00E17DF7" w:rsidRPr="002C4344">
        <w:rPr>
          <w:rStyle w:val="libAieChar"/>
          <w:rtl/>
        </w:rPr>
        <w:t xml:space="preserve"> عظ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ماً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2C4344" w:rsidRPr="00F82107">
        <w:rPr>
          <w:rStyle w:val="libFootnotenumChar"/>
          <w:rFonts w:hint="cs"/>
          <w:rtl/>
        </w:rPr>
        <w:t>(4)</w:t>
      </w:r>
      <w:r w:rsidRPr="00CD3FC2">
        <w:rPr>
          <w:rtl/>
        </w:rPr>
        <w:t xml:space="preserve"> و قال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ئمّة</w:t>
      </w:r>
      <w:r w:rsidRPr="00CD3FC2">
        <w:rPr>
          <w:rtl/>
        </w:rPr>
        <w:t xml:space="preserve"> من ا</w:t>
      </w:r>
      <w:r w:rsidRPr="00BA57AE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نب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 عترت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ذریّ</w:t>
      </w:r>
      <w:r w:rsidRPr="00CD3FC2">
        <w:rPr>
          <w:rFonts w:hint="eastAsia"/>
          <w:rtl/>
        </w:rPr>
        <w:t>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صلوات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-: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C4344">
        <w:rPr>
          <w:rStyle w:val="libAieChar"/>
          <w:rtl/>
        </w:rPr>
        <w:t>ا</w:t>
      </w:r>
      <w:r w:rsidR="00E17DF7" w:rsidRPr="002C4344">
        <w:rPr>
          <w:rStyle w:val="libAieChar"/>
          <w:rFonts w:hint="cs"/>
          <w:rtl/>
        </w:rPr>
        <w:t>ٴ</w:t>
      </w:r>
      <w:r w:rsidR="00E17DF7" w:rsidRPr="002C4344">
        <w:rPr>
          <w:rStyle w:val="libAieChar"/>
          <w:rFonts w:hint="eastAsia"/>
          <w:rtl/>
        </w:rPr>
        <w:t>م</w:t>
      </w:r>
      <w:r w:rsidR="00E17DF7" w:rsidRPr="002C4344">
        <w:rPr>
          <w:rStyle w:val="libAieChar"/>
          <w:rtl/>
        </w:rPr>
        <w:t xml:space="preserve"> 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حسدون</w:t>
      </w:r>
      <w:r w:rsidR="00E17DF7" w:rsidRPr="002C4344">
        <w:rPr>
          <w:rStyle w:val="libAieChar"/>
          <w:rtl/>
        </w:rPr>
        <w:t xml:space="preserve"> الناس عل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tl/>
        </w:rPr>
        <w:t xml:space="preserve"> ما آتا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م</w:t>
      </w:r>
      <w:r w:rsidR="00E17DF7" w:rsidRPr="002C4344">
        <w:rPr>
          <w:rStyle w:val="libAieChar"/>
          <w:rFonts w:hint="eastAsia"/>
          <w:rtl/>
        </w:rPr>
        <w:t>ن</w:t>
      </w:r>
      <w:r w:rsidR="00E17DF7" w:rsidRPr="002C4344">
        <w:rPr>
          <w:rStyle w:val="libAieChar"/>
          <w:rtl/>
        </w:rPr>
        <w:t xml:space="preserve"> فضل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فقد آتی</w:t>
      </w:r>
      <w:r w:rsidR="00E17DF7" w:rsidRPr="002C4344">
        <w:rPr>
          <w:rStyle w:val="libAieChar"/>
          <w:rFonts w:hint="eastAsia"/>
          <w:rtl/>
        </w:rPr>
        <w:t>نا</w:t>
      </w:r>
      <w:r w:rsidR="00E17DF7" w:rsidRPr="002C4344">
        <w:rPr>
          <w:rStyle w:val="libAieChar"/>
          <w:rtl/>
        </w:rPr>
        <w:t xml:space="preserve"> آل ابرا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ی</w:t>
      </w:r>
      <w:r w:rsidR="00E17DF7" w:rsidRPr="002C4344">
        <w:rPr>
          <w:rStyle w:val="libAieChar"/>
          <w:rFonts w:hint="eastAsia"/>
          <w:rtl/>
        </w:rPr>
        <w:t>م</w:t>
      </w:r>
      <w:r w:rsidR="00E17DF7" w:rsidRPr="002C4344">
        <w:rPr>
          <w:rStyle w:val="libAieChar"/>
          <w:rtl/>
        </w:rPr>
        <w:t xml:space="preserve"> الکتاب و الحکمة و ات</w:t>
      </w:r>
      <w:r w:rsidR="00E17DF7" w:rsidRPr="00BA57AE">
        <w:rPr>
          <w:rStyle w:val="libAieChar"/>
          <w:rFonts w:hint="cs"/>
          <w:rtl/>
        </w:rPr>
        <w:t>ي</w:t>
      </w:r>
      <w:r w:rsidR="00E17DF7" w:rsidRPr="002C4344">
        <w:rPr>
          <w:rStyle w:val="libAieChar"/>
          <w:rFonts w:hint="cs"/>
          <w:rtl/>
        </w:rPr>
        <w:t>نا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 ملکاً عظی</w:t>
      </w:r>
      <w:r w:rsidR="00E17DF7" w:rsidRPr="002C4344">
        <w:rPr>
          <w:rStyle w:val="libAieChar"/>
          <w:rFonts w:hint="eastAsia"/>
          <w:rtl/>
        </w:rPr>
        <w:t>ماً</w:t>
      </w:r>
      <w:r w:rsidR="00E17DF7" w:rsidRPr="002C4344">
        <w:rPr>
          <w:rStyle w:val="libAieChar"/>
          <w:rtl/>
        </w:rPr>
        <w:t xml:space="preserve"> فمن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 من آمن ب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ومن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م من صدّ عن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 xml:space="preserve"> و کفی</w:t>
      </w:r>
      <w:r w:rsidR="00E17DF7" w:rsidRPr="002C4344">
        <w:rPr>
          <w:rStyle w:val="libAieChar"/>
          <w:rtl/>
        </w:rPr>
        <w:t xml:space="preserve"> بج</w:t>
      </w:r>
      <w:r w:rsidR="00E17DF7" w:rsidRPr="00BA57AE">
        <w:rPr>
          <w:rStyle w:val="libAieChar"/>
          <w:rFonts w:hint="cs"/>
          <w:rtl/>
        </w:rPr>
        <w:t>ه</w:t>
      </w:r>
      <w:r w:rsidR="00E17DF7" w:rsidRPr="002C4344">
        <w:rPr>
          <w:rStyle w:val="libAieChar"/>
          <w:rFonts w:hint="cs"/>
          <w:rtl/>
        </w:rPr>
        <w:t>نم سعی</w:t>
      </w:r>
      <w:r w:rsidR="00E17DF7" w:rsidRPr="002C4344">
        <w:rPr>
          <w:rStyle w:val="libAieChar"/>
          <w:rFonts w:hint="eastAsia"/>
          <w:rtl/>
        </w:rPr>
        <w:t>راً</w:t>
      </w:r>
      <w:r w:rsidR="00E17DF7">
        <w:rPr>
          <w:rStyle w:val="libAieChar"/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2C4344">
        <w:rPr>
          <w:rFonts w:hint="cs"/>
          <w:rtl/>
          <w:lang w:bidi="fa-IR"/>
        </w:rPr>
        <w:t xml:space="preserve">  </w:t>
      </w:r>
      <w:r w:rsidR="002C4344" w:rsidRPr="00F82107">
        <w:rPr>
          <w:rStyle w:val="libFootnotenumChar"/>
          <w:rFonts w:hint="cs"/>
          <w:rtl/>
        </w:rPr>
        <w:t>(5)</w:t>
      </w:r>
      <w:r w:rsidRPr="00CD3FC2">
        <w:rPr>
          <w:rtl/>
        </w:rPr>
        <w:t xml:space="preserve"> و إنّ العبد إذا اختار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عزّ و جلّ لا</w:t>
      </w:r>
      <w:r w:rsidRPr="00BA57AE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مور</w:t>
      </w:r>
      <w:r w:rsidRPr="00CD3FC2">
        <w:rPr>
          <w:rtl/>
        </w:rPr>
        <w:t xml:space="preserve"> عباد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شرح صدر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لذلک و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ودع</w:t>
      </w:r>
      <w:r w:rsidRPr="00CD3FC2">
        <w:rPr>
          <w:rtl/>
        </w:rPr>
        <w:t xml:space="preserve"> قلب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ی</w:t>
      </w:r>
      <w:r w:rsidRPr="00CD3FC2">
        <w:rPr>
          <w:rFonts w:hint="eastAsia"/>
          <w:rtl/>
        </w:rPr>
        <w:t>ناب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الحکمة و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العلم إل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اماً فلم 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بج</w:t>
      </w:r>
      <w:r w:rsidRPr="00CD3FC2">
        <w:rPr>
          <w:rFonts w:hint="eastAsia"/>
          <w:rtl/>
        </w:rPr>
        <w:t>واب</w:t>
      </w:r>
      <w:r w:rsidRPr="00CD3FC2">
        <w:rPr>
          <w:rtl/>
        </w:rPr>
        <w:t xml:space="preserve"> و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عن صواب 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معصوم مؤیّ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فوفّق مسدّد قد ا</w:t>
      </w:r>
      <w:r w:rsidRPr="00BA57AE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من</w:t>
      </w:r>
      <w:r w:rsidRPr="00CD3FC2">
        <w:rPr>
          <w:rtl/>
        </w:rPr>
        <w:t xml:space="preserve"> من الخطا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و الزلل والعثار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خصّ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بذلک لی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حجّت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Pr="00CD3FC2">
        <w:rPr>
          <w:rtl/>
        </w:rPr>
        <w:t xml:space="preserve"> عباد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شا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د علی</w:t>
      </w:r>
      <w:r w:rsidRPr="00CD3FC2">
        <w:rPr>
          <w:rtl/>
        </w:rPr>
        <w:t xml:space="preserve"> خلق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ذلک فضل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ی</w:t>
      </w:r>
      <w:r w:rsidRPr="00CD3FC2">
        <w:rPr>
          <w:rFonts w:hint="eastAsia"/>
          <w:rtl/>
        </w:rPr>
        <w:t>ؤت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من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شائ</w:t>
      </w:r>
      <w:r w:rsidRPr="00CD3FC2">
        <w:rPr>
          <w:rtl/>
        </w:rPr>
        <w:t xml:space="preserve"> و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ذوالفضل العظی</w:t>
      </w:r>
      <w:r w:rsidRPr="00CD3FC2">
        <w:rPr>
          <w:rFonts w:hint="eastAsia"/>
          <w:rtl/>
        </w:rPr>
        <w:t>م</w:t>
      </w:r>
    </w:p>
    <w:p w:rsidR="000B693F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قدرون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مثل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فی</w:t>
      </w:r>
      <w:r w:rsidRPr="00CD3FC2">
        <w:rPr>
          <w:rFonts w:hint="eastAsia"/>
          <w:rtl/>
        </w:rPr>
        <w:t>ختارون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؟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مختار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الصفة فی</w:t>
      </w:r>
      <w:r w:rsidRPr="00CD3FC2">
        <w:rPr>
          <w:rFonts w:hint="eastAsia"/>
          <w:rtl/>
        </w:rPr>
        <w:t>قدّمون</w:t>
      </w:r>
      <w:r w:rsidR="00BA57AE" w:rsidRPr="003A13AB">
        <w:rPr>
          <w:rFonts w:hint="cs"/>
          <w:rtl/>
        </w:rPr>
        <w:t>ه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تعدّوا - 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- الحقّ و نبذوا کتاب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</w:p>
    <w:p w:rsidR="004159E2" w:rsidRPr="004159E2" w:rsidRDefault="004159E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ونس</w:t>
      </w:r>
      <w:r w:rsidRPr="00CD3FC2">
        <w:rPr>
          <w:rtl/>
        </w:rPr>
        <w:t xml:space="preserve">/۳۵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۲۔بقرہ/۲۶۹۳۔بقرہ۲۴۷۴۔سورئہ نسائ سے اقتباس/۱۱۳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۵۔نساء/ ۵۵۔۵۶ 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159E2" w:rsidRPr="00CD3FC2" w:rsidRDefault="004159E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وراء</w:t>
      </w:r>
      <w:r w:rsidRPr="00CD3FC2">
        <w:rPr>
          <w:rtl/>
        </w:rPr>
        <w:t xml:space="preserve"> ظ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کا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علمون</w:t>
      </w:r>
      <w:r w:rsidRPr="00CD3FC2">
        <w:rPr>
          <w:rtl/>
        </w:rPr>
        <w:t xml:space="preserve"> و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دی</w:t>
      </w:r>
      <w:r w:rsidRPr="00CD3FC2">
        <w:rPr>
          <w:rtl/>
        </w:rPr>
        <w:t xml:space="preserve"> والشفائفنبذو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اتّبعوا ا</w:t>
      </w:r>
      <w:r w:rsidRPr="00BA57AE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واء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فذمّ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مقّت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و ا</w:t>
      </w:r>
      <w:r w:rsidRPr="00BA57AE">
        <w:rPr>
          <w:rFonts w:hint="cs"/>
          <w:rtl/>
        </w:rPr>
        <w:t>ٴ</w:t>
      </w:r>
      <w:r w:rsidRPr="00CD3FC2">
        <w:rPr>
          <w:rFonts w:hint="eastAsia"/>
          <w:rtl/>
        </w:rPr>
        <w:t>تعس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فقال جلّ و تعال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و من 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ضّل</w:t>
      </w:r>
      <w:r w:rsidR="00E17DF7" w:rsidRPr="0074292C">
        <w:rPr>
          <w:rStyle w:val="libAieChar"/>
          <w:rtl/>
        </w:rPr>
        <w:t xml:space="preserve"> ممّن اتّبع 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وا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بغی</w:t>
      </w:r>
      <w:r w:rsidR="00E17DF7" w:rsidRPr="0074292C">
        <w:rPr>
          <w:rStyle w:val="libAieChar"/>
          <w:rFonts w:hint="eastAsia"/>
          <w:rtl/>
        </w:rPr>
        <w:t>ر</w:t>
      </w:r>
      <w:r w:rsidR="00E17DF7" w:rsidRPr="0074292C">
        <w:rPr>
          <w:rStyle w:val="libAieChar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دی</w:t>
      </w:r>
      <w:r w:rsidR="00E17DF7" w:rsidRPr="0074292C">
        <w:rPr>
          <w:rStyle w:val="libAieChar"/>
          <w:rtl/>
        </w:rPr>
        <w:t xml:space="preserve"> من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إنّ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لای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دی</w:t>
      </w:r>
      <w:r w:rsidR="00E17DF7" w:rsidRPr="0074292C">
        <w:rPr>
          <w:rStyle w:val="libAieChar"/>
          <w:rtl/>
        </w:rPr>
        <w:t xml:space="preserve"> القوم الظالم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74292C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وقال: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فتعسا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ل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م</w:t>
      </w:r>
      <w:r w:rsidR="00E17DF7" w:rsidRPr="0074292C">
        <w:rPr>
          <w:rStyle w:val="libAieChar"/>
          <w:rtl/>
        </w:rPr>
        <w:t xml:space="preserve"> وا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ضلّ</w:t>
      </w:r>
      <w:r w:rsidR="00E17DF7" w:rsidRPr="0074292C">
        <w:rPr>
          <w:rStyle w:val="libAieChar"/>
          <w:rtl/>
        </w:rPr>
        <w:t xml:space="preserve"> 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عمال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74292C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و </w:t>
      </w:r>
      <w:r w:rsidRPr="00CD3FC2">
        <w:rPr>
          <w:rFonts w:hint="eastAsia"/>
          <w:rtl/>
        </w:rPr>
        <w:t>قال</w:t>
      </w:r>
      <w:r w:rsidRPr="00CD3FC2">
        <w:rPr>
          <w:rtl/>
        </w:rPr>
        <w:t xml:space="preserve">: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کبُر مقتاً عند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وعند الّذی</w:t>
      </w:r>
      <w:r w:rsidR="00E17DF7" w:rsidRPr="0074292C">
        <w:rPr>
          <w:rStyle w:val="libAieChar"/>
          <w:rFonts w:hint="eastAsia"/>
          <w:rtl/>
        </w:rPr>
        <w:t>ن</w:t>
      </w:r>
      <w:r w:rsidR="00E17DF7" w:rsidRPr="0074292C">
        <w:rPr>
          <w:rStyle w:val="libAieChar"/>
          <w:rtl/>
        </w:rPr>
        <w:t xml:space="preserve"> آمنوا کذلک 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طبع</w:t>
      </w:r>
      <w:r w:rsidR="00E17DF7" w:rsidRPr="0074292C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علی</w:t>
      </w:r>
      <w:r w:rsidR="00E17DF7" w:rsidRPr="0074292C">
        <w:rPr>
          <w:rStyle w:val="libAieChar"/>
          <w:rtl/>
        </w:rPr>
        <w:t xml:space="preserve"> کلّ قلب متکبّر جبّار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74292C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 xml:space="preserve"> وصل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Pr="00CD3FC2">
        <w:rPr>
          <w:rtl/>
        </w:rPr>
        <w:t xml:space="preserve"> النب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محمد وآل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وسلّم</w:t>
      </w:r>
      <w:r w:rsidRPr="00CD3FC2">
        <w:rPr>
          <w:rtl/>
        </w:rPr>
        <w:t xml:space="preserve"> تسل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ماً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راً“</w:t>
      </w:r>
      <w:r w:rsidR="0074292C" w:rsidRPr="00F82107">
        <w:rPr>
          <w:rStyle w:val="libFootnotenumChar"/>
          <w:rFonts w:hint="cs"/>
          <w:rtl/>
        </w:rPr>
        <w:t>(4)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cs"/>
          <w:rtl/>
        </w:rPr>
        <w:t>عبدالعزی</w:t>
      </w:r>
      <w:r w:rsidRPr="00CD3FC2">
        <w:rPr>
          <w:rFonts w:hint="eastAsia"/>
          <w:rtl/>
        </w:rPr>
        <w:t>زبن</w:t>
      </w:r>
      <w:r w:rsidRPr="00CD3FC2">
        <w:rPr>
          <w:rtl/>
        </w:rPr>
        <w:t xml:space="preserve"> مسلم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کہ:ہم مسجدمرو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امام رضاعل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خدمت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تھے۔وہاں پہنچنے کے ابتدائ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دنوں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جمعہ کے دن جامع مسجد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جمع</w:t>
      </w:r>
      <w:r w:rsidRPr="00CD3FC2">
        <w:rPr>
          <w:rtl/>
        </w:rPr>
        <w:t xml:space="preserve"> ہوئے تھے۔حضارنے مسئلہء امامت کے بارے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گفتگوک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اوراس موضوع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بہت سے اختلافات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0B693F" w:rsidRPr="00CD3FC2" w:rsidRDefault="00A96ED8" w:rsidP="00107A4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B693F" w:rsidRPr="00CD3FC2">
        <w:rPr>
          <w:rFonts w:hint="eastAsia"/>
          <w:rtl/>
        </w:rPr>
        <w:t>نے</w:t>
      </w:r>
      <w:r w:rsidR="000B693F" w:rsidRPr="00CD3FC2">
        <w:rPr>
          <w:rtl/>
        </w:rPr>
        <w:t xml:space="preserve"> اپنے مولا)امام رضا عل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السلام)ک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خدمت </w:t>
      </w:r>
      <w:r>
        <w:rPr>
          <w:rtl/>
        </w:rPr>
        <w:t xml:space="preserve">میں </w:t>
      </w:r>
      <w:r w:rsidR="000B693F" w:rsidRPr="00CD3FC2">
        <w:rPr>
          <w:rFonts w:hint="eastAsia"/>
          <w:rtl/>
        </w:rPr>
        <w:t>لوگوں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اس گفتگو کے بارے </w:t>
      </w:r>
      <w:r>
        <w:rPr>
          <w:rtl/>
        </w:rPr>
        <w:t xml:space="preserve">میں </w:t>
      </w:r>
      <w:r w:rsidR="000B693F" w:rsidRPr="00CD3FC2">
        <w:rPr>
          <w:rFonts w:hint="eastAsia"/>
          <w:rtl/>
        </w:rPr>
        <w:t>وضاحت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>۔حضرت عل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السلام نے 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ک</w:t>
      </w:r>
      <w:r w:rsidR="000B693F" w:rsidRPr="00CD3FC2">
        <w:rPr>
          <w:rtl/>
        </w:rPr>
        <w:t xml:space="preserve"> مسکراہٹ کے بعد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وںفرما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>:اے عبدالعز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ز</w:t>
      </w:r>
      <w:r w:rsidR="000B693F" w:rsidRPr="00CD3FC2">
        <w:rPr>
          <w:rtl/>
        </w:rPr>
        <w:t>!ان لوگوںنے نادان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کا راستہ اخت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ارک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اہے</w:t>
      </w:r>
      <w:r w:rsidR="000B693F" w:rsidRPr="00CD3FC2">
        <w:rPr>
          <w:rtl/>
        </w:rPr>
        <w:t xml:space="preserve"> اور اپنے نظر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ات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جانب دھوکہ </w:t>
      </w:r>
      <w:r>
        <w:rPr>
          <w:rtl/>
        </w:rPr>
        <w:t xml:space="preserve">میں </w:t>
      </w:r>
      <w:r w:rsidR="000B693F" w:rsidRPr="00CD3FC2">
        <w:rPr>
          <w:rtl/>
        </w:rPr>
        <w:t xml:space="preserve"> 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خدائے</w:t>
      </w:r>
      <w:r w:rsidRPr="00CD3FC2">
        <w:rPr>
          <w:rtl/>
        </w:rPr>
        <w:t xml:space="preserve"> عزّوجل نے اپنے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(صل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وسلم)کواس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اسے</w:t>
      </w:r>
      <w:r w:rsidRPr="00CD3FC2">
        <w:rPr>
          <w:rtl/>
        </w:rPr>
        <w:t xml:space="preserve"> اس وقت تک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اٹھا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اجب</w:t>
      </w:r>
      <w:r w:rsidRPr="00CD3FC2">
        <w:rPr>
          <w:rtl/>
        </w:rPr>
        <w:t xml:space="preserve"> تک ان کے لئے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کومکمل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ااورقرآن</w:t>
      </w:r>
      <w:r w:rsidRPr="00CD3FC2">
        <w:rPr>
          <w:rtl/>
        </w:rPr>
        <w:t xml:space="preserve">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دکہ،جوہرچ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زکوواضح</w:t>
      </w:r>
      <w:r w:rsidRPr="00CD3FC2">
        <w:rPr>
          <w:rtl/>
        </w:rPr>
        <w:t xml:space="preserve"> کرنے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ہے اورجس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حلال وحرام،حدوداحکام اورانسان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تمام ضرورت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مکمل</w:t>
      </w:r>
    </w:p>
    <w:p w:rsidR="004159E2" w:rsidRPr="004159E2" w:rsidRDefault="004159E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۱۔قصص/۵۰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۲۔محمد /۸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۳۔غافر/۳۵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۴۔اصول کاف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،مترجم،ج</w:t>
      </w:r>
      <w:r w:rsidRPr="00CD3FC2">
        <w:rPr>
          <w:rtl/>
        </w:rPr>
        <w:t>۱،ص۲۸۳،اصول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رمترجم،ج</w:t>
      </w:r>
      <w:r w:rsidRPr="00CD3FC2">
        <w:rPr>
          <w:rtl/>
        </w:rPr>
        <w:t>۱،ص۱۹۸،ع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</w:t>
      </w:r>
      <w:r w:rsidRPr="00CD3FC2">
        <w:rPr>
          <w:rtl/>
        </w:rPr>
        <w:t xml:space="preserve"> اخبار الرضا۴،ج۱،ص۲۱۶۔ </w:t>
      </w:r>
    </w:p>
    <w:p w:rsidR="004159E2" w:rsidRDefault="004159E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159E2" w:rsidRPr="00CD3FC2" w:rsidRDefault="004159E2" w:rsidP="00107A46">
      <w:pPr>
        <w:pStyle w:val="libNormal"/>
        <w:rPr>
          <w:rtl/>
        </w:rPr>
      </w:pP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طورپرب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ںنازل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 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مافرّطنا ف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tl/>
        </w:rPr>
        <w:t xml:space="preserve"> الکتاب من ش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ء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”ہم نے کتاب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چھوڑ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ہے“)پ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وسلم)کے حجہ الوداع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جوآپک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عمرکے آخر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انجام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ل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وم</w:t>
      </w:r>
      <w:r w:rsidR="00E17DF7" w:rsidRPr="0074292C">
        <w:rPr>
          <w:rStyle w:val="libAieChar"/>
          <w:rtl/>
        </w:rPr>
        <w:t xml:space="preserve"> اکملت لکم د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نکم</w:t>
      </w:r>
      <w:r w:rsidR="00E17DF7" w:rsidRPr="0074292C">
        <w:rPr>
          <w:rStyle w:val="libAieChar"/>
          <w:rtl/>
        </w:rPr>
        <w:t xml:space="preserve"> واتممت عل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کم</w:t>
      </w:r>
      <w:r w:rsidR="00E17DF7" w:rsidRPr="0074292C">
        <w:rPr>
          <w:rStyle w:val="libAieChar"/>
          <w:rtl/>
        </w:rPr>
        <w:t xml:space="preserve"> نعمت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tl/>
        </w:rPr>
        <w:t xml:space="preserve"> ورض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ت</w:t>
      </w:r>
      <w:r w:rsidR="00E17DF7" w:rsidRPr="0074292C">
        <w:rPr>
          <w:rStyle w:val="libAieChar"/>
          <w:rtl/>
        </w:rPr>
        <w:t xml:space="preserve"> لکم </w:t>
      </w:r>
      <w:r w:rsidR="00E17DF7" w:rsidRPr="0074292C">
        <w:rPr>
          <w:rStyle w:val="libAieChar"/>
          <w:rFonts w:hint="eastAsia"/>
          <w:rtl/>
        </w:rPr>
        <w:t>الاسلام</w:t>
      </w:r>
      <w:r w:rsidR="00E17DF7" w:rsidRPr="0074292C">
        <w:rPr>
          <w:rStyle w:val="libAieChar"/>
          <w:rtl/>
        </w:rPr>
        <w:t xml:space="preserve"> د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ناً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نازل فرمائ</w:t>
      </w:r>
      <w:r w:rsidRPr="00CD3FC2">
        <w:rPr>
          <w:rFonts w:hint="cs"/>
          <w:rtl/>
        </w:rPr>
        <w:t>ی</w:t>
      </w:r>
      <w:r w:rsidRPr="00CD3FC2">
        <w:rPr>
          <w:rtl/>
        </w:rPr>
        <w:t>۔اس طرح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کوکامل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ااورامامت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 تکملہ ہے۔)خدا نے)پ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کوتب تک اس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اسے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اٹھال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اجب</w:t>
      </w:r>
      <w:r w:rsidRPr="00CD3FC2">
        <w:rPr>
          <w:rtl/>
        </w:rPr>
        <w:t xml:space="preserve"> آپنے امت کے لئے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امور واضح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ئے</w:t>
      </w:r>
      <w:r w:rsidRPr="00CD3FC2">
        <w:rPr>
          <w:rtl/>
        </w:rPr>
        <w:t xml:space="preserve"> حق کاوہ راستہ دکھلاد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اجس</w:t>
      </w:r>
      <w:r w:rsidRPr="00CD3FC2">
        <w:rPr>
          <w:rtl/>
        </w:rPr>
        <w:t xml:space="preserve"> پران کوچلناتھااورحضرت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کواپنے بعد امت کے لئے </w:t>
      </w:r>
      <w:r w:rsidRPr="00CD3FC2">
        <w:rPr>
          <w:rFonts w:hint="eastAsia"/>
          <w:rtl/>
        </w:rPr>
        <w:t>رہبرکے</w:t>
      </w:r>
      <w:r w:rsidRPr="00CD3FC2">
        <w:rPr>
          <w:rtl/>
        </w:rPr>
        <w:t xml:space="preserve"> طورپر پہنچوا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کئے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چھوڑا۔پس،ان اوصاف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نظرجو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تصورکرے کہ خدائے متعال نے اپنے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کومکمل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اہے،اس</w:t>
      </w:r>
      <w:r w:rsidRPr="00CD3FC2">
        <w:rPr>
          <w:rtl/>
        </w:rPr>
        <w:t xml:space="preserve"> نے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سے انکارک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اہے،اورا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ساآدم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کافرہے۔ک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لوگ امت کے در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امامت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عظمت وبلند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کوجاننے کاشعوررکھتے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تاکہ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رائے قائم کرسک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امامت اس سے کہ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="00F50110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گراں بہا،عظ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الشاں،بلندمرتبہ اورعم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ترہے کہ لوگ اسے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عقلوں سے درک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رائے اوراپنے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ارسے</w:t>
      </w:r>
      <w:r w:rsidRPr="00CD3FC2">
        <w:rPr>
          <w:rtl/>
        </w:rPr>
        <w:t xml:space="preserve"> امام منتخب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74292C" w:rsidRDefault="0074292C" w:rsidP="004B12AB">
      <w:pPr>
        <w:pStyle w:val="libNormal"/>
        <w:rPr>
          <w:rtl/>
        </w:rPr>
      </w:pPr>
      <w:r>
        <w:rPr>
          <w:rtl/>
        </w:rPr>
        <w:br w:type="page"/>
      </w:r>
    </w:p>
    <w:p w:rsidR="0074292C" w:rsidRPr="00CD3FC2" w:rsidRDefault="0074292C" w:rsidP="00107A46">
      <w:pPr>
        <w:pStyle w:val="libNormal"/>
        <w:rPr>
          <w:rtl/>
        </w:rPr>
      </w:pP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امامت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ساخاص</w:t>
      </w:r>
      <w:r w:rsidRPr="00CD3FC2">
        <w:rPr>
          <w:rtl/>
        </w:rPr>
        <w:t xml:space="preserve"> عہدہ ہے جوخدائے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خُلّ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زنبوت</w:t>
      </w:r>
      <w:r w:rsidRPr="00CD3FC2">
        <w:rPr>
          <w:rtl/>
        </w:rPr>
        <w:t xml:space="preserve"> ورسالت کے منصب کے بعدحضرت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 عطاک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ا،اوراس</w:t>
      </w:r>
      <w:r w:rsidRPr="00CD3FC2">
        <w:rPr>
          <w:rtl/>
        </w:rPr>
        <w:t xml:space="preserve"> سے مذکورہ دو نوںعہدوں سے بلنداورافضل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ہوئے خدا وند عالم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إن</w:t>
      </w:r>
      <w:r w:rsidR="00E17DF7" w:rsidRPr="0074292C">
        <w:rPr>
          <w:rStyle w:val="libAieChar"/>
          <w:rFonts w:hint="cs"/>
          <w:rtl/>
        </w:rPr>
        <w:t>یّ</w:t>
      </w:r>
      <w:r w:rsidR="00E17DF7" w:rsidRPr="0074292C">
        <w:rPr>
          <w:rStyle w:val="libAieChar"/>
          <w:rtl/>
        </w:rPr>
        <w:t xml:space="preserve"> جاعلک للناّس إماماً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:”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تجھے لوگوں کے لئ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امام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تاہوں“</w:t>
      </w:r>
      <w:r w:rsidRPr="00CD3FC2">
        <w:rPr>
          <w:rtl/>
        </w:rPr>
        <w:t>۔حضرت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خوش ہوکرکہا: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ومن ذرّ</w:t>
      </w:r>
      <w:r w:rsidR="00E17DF7" w:rsidRPr="0074292C">
        <w:rPr>
          <w:rStyle w:val="libAieChar"/>
          <w:rFonts w:hint="cs"/>
          <w:rtl/>
        </w:rPr>
        <w:t>یّ</w:t>
      </w:r>
      <w:r w:rsidR="00E17DF7" w:rsidRPr="0074292C">
        <w:rPr>
          <w:rStyle w:val="libAieChar"/>
          <w:rFonts w:hint="eastAsia"/>
          <w:rtl/>
        </w:rPr>
        <w:t>ت</w:t>
      </w:r>
      <w:r w:rsidR="00E17DF7" w:rsidRPr="0074292C">
        <w:rPr>
          <w:rStyle w:val="libAieChar"/>
          <w:rFonts w:hint="cs"/>
          <w:rtl/>
        </w:rPr>
        <w:t>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عہدہ ملے گا؟“خدائے متعال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لا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نال</w:t>
      </w:r>
      <w:r w:rsidR="00E17DF7" w:rsidRPr="0074292C">
        <w:rPr>
          <w:rStyle w:val="libAieChar"/>
          <w:rtl/>
        </w:rPr>
        <w:t xml:space="preserve"> ع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دالظالمی</w:t>
      </w:r>
      <w:r w:rsidR="00E17DF7" w:rsidRPr="0074292C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</w:t>
      </w:r>
      <w:r w:rsidRPr="00CD3FC2">
        <w:rPr>
          <w:rtl/>
        </w:rPr>
        <w:t xml:space="preserve"> وعدہ )امامت)ظالموں تک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پہنچے گا۔“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نے ہرظالم کے لئے عہدہ امامت کوق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</w:t>
      </w:r>
      <w:r w:rsidRPr="00CD3FC2">
        <w:rPr>
          <w:rtl/>
        </w:rPr>
        <w:t xml:space="preserve"> تک کے لئے م</w:t>
      </w:r>
      <w:r w:rsidRPr="00CD3FC2">
        <w:rPr>
          <w:rFonts w:hint="eastAsia"/>
          <w:rtl/>
        </w:rPr>
        <w:t>ستردکرد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اوراس)امامت)کوممتازاورمنتخب افراد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متع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--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(ص)نے اسے وراثت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حاصل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 xml:space="preserve"> آپنے بھی</w:t>
      </w:r>
      <w:r w:rsidRPr="00CD3FC2">
        <w:rPr>
          <w:rtl/>
        </w:rPr>
        <w:t xml:space="preserve"> اسے خداکے حکم سے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اور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معصوم نسلوں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جو اہل علم 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تھے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مقام ان کے معصوم فرزندوں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</w:t>
      </w:r>
      <w:r w:rsidRPr="00CD3FC2">
        <w:rPr>
          <w:rtl/>
        </w:rPr>
        <w:t xml:space="preserve"> تک رہے گا۔پس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نا دان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امام کوانتخاب کرسکتے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۔؟!!امامت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عظمت و منزلت اور اول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ائے</w:t>
      </w:r>
      <w:r w:rsidRPr="00CD3FC2">
        <w:rPr>
          <w:rtl/>
        </w:rPr>
        <w:t xml:space="preserve">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وراثت ہے۔امامت،خدائے متعال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عظمت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زحسن</w:t>
      </w:r>
      <w:r w:rsidRPr="00CD3FC2">
        <w:rPr>
          <w:rtl/>
        </w:rPr>
        <w:t xml:space="preserve">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وارثت ہے۔امامت،د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</w:t>
      </w:r>
      <w:r w:rsidRPr="00CD3FC2">
        <w:rPr>
          <w:rFonts w:hint="eastAsia"/>
          <w:rtl/>
        </w:rPr>
        <w:t>مامدار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،مسلمانوں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حکمت عمل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عزت ہے۔صرف امامت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نماز،روزہ،حج،زکواةاورجہادکومکمل طورپرانجام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اجاسکتاہے</w:t>
      </w:r>
      <w:r w:rsidRPr="00CD3FC2">
        <w:rPr>
          <w:rtl/>
        </w:rPr>
        <w:t xml:space="preserve"> اورامام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حدوداوراحکام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نفاذ ممکن ہے اورسرحدوں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حفاظت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امام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جوخدا کے حلال کوحلال اوراس کے حرام کوحرام بتاتاہے،خداکے حدود کوجار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کرتاہے،د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خداکادفاع کرتاہے اورلوگوں کوخداکے راستہ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حکمت عمل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،اچھ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حت</w:t>
      </w:r>
      <w:r w:rsidRPr="00CD3FC2">
        <w:rPr>
          <w:rtl/>
        </w:rPr>
        <w:t xml:space="preserve"> اورمحکم ومتقن دلا ئل سے 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تاہے</w:t>
      </w:r>
      <w:r w:rsidRPr="00CD3FC2">
        <w:rPr>
          <w:rtl/>
        </w:rPr>
        <w:t>۔</w:t>
      </w:r>
    </w:p>
    <w:p w:rsidR="0074292C" w:rsidRDefault="0074292C" w:rsidP="004B12AB">
      <w:pPr>
        <w:pStyle w:val="libNormal"/>
        <w:rPr>
          <w:rtl/>
        </w:rPr>
      </w:pPr>
      <w:r>
        <w:rPr>
          <w:rtl/>
        </w:rPr>
        <w:br w:type="page"/>
      </w:r>
    </w:p>
    <w:p w:rsidR="0074292C" w:rsidRPr="00CD3FC2" w:rsidRDefault="0074292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آفتاب کے مانند ہے جوطلوع ہوکرپور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کوروشن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غرق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تاہے</w:t>
      </w:r>
      <w:r w:rsidRPr="00CD3FC2">
        <w:rPr>
          <w:rtl/>
        </w:rPr>
        <w:t xml:space="preserve"> چو نکہ وہ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بلند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پرمستقرہوتاہے لہذااس تک لو گوں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آلودہ ہاتھ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پہنچ 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امام،</w:t>
      </w:r>
      <w:r w:rsidRPr="00CD3FC2">
        <w:rPr>
          <w:rtl/>
        </w:rPr>
        <w:t xml:space="preserve"> ماہ تابان ،شمع فروزان، چمکتانوراوردرخشاں ستارہ ہے جو شد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شہہ راہوں اورگزرگاہوں،شہروں اورگل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کوچوں ، صحراؤں اور سمندروں کے گردابوں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)جہالت و آزمائش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دربدر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زمانہ </w:t>
      </w:r>
      <w:r w:rsidR="00A96ED8">
        <w:rPr>
          <w:rtl/>
        </w:rPr>
        <w:t xml:space="preserve">میں </w:t>
      </w:r>
      <w:r w:rsidRPr="00CD3FC2">
        <w:rPr>
          <w:rtl/>
        </w:rPr>
        <w:t>) لوگوں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کرنے والا ہوتاہے۔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اسوں</w:t>
      </w:r>
      <w:r w:rsidRPr="00CD3FC2">
        <w:rPr>
          <w:rtl/>
        </w:rPr>
        <w:t xml:space="preserve"> کے لئے ٹھنڈاپان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اورگمراہوں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لئے راہنماو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ابر باران ،موسلا دھاربارش،چمکتا ہواسورج،سا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دارچھت،وس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وعر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</w:t>
      </w:r>
      <w:r w:rsidRPr="00CD3FC2">
        <w:rPr>
          <w:rtl/>
        </w:rPr>
        <w:t xml:space="preserve"> 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ن،ابلتاہواچشمہ،ن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زجھ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اورگلستان کے مانند ہوتاہے۔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امام،خداکے</w:t>
      </w:r>
      <w:r w:rsidRPr="00CD3FC2">
        <w:rPr>
          <w:rtl/>
        </w:rPr>
        <w:t xml:space="preserve"> بندوں کے لئے انتہائ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،ہمدم</w:t>
      </w:r>
      <w:r w:rsidRPr="00CD3FC2">
        <w:rPr>
          <w:rtl/>
        </w:rPr>
        <w:t xml:space="preserve"> و مونس، مہربان باپ،برابرکابھائ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،غمخوارماں</w:t>
      </w:r>
      <w:r w:rsidRPr="00CD3FC2">
        <w:rPr>
          <w:rtl/>
        </w:rPr>
        <w:t xml:space="preserve"> اور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پناہ گاہ ہوتاہے۔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امام،خداکے</w:t>
      </w:r>
      <w:r w:rsidRPr="00CD3FC2">
        <w:rPr>
          <w:rtl/>
        </w:rPr>
        <w:t xml:space="preserve"> بندوں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خداکاامانتدار،اس</w:t>
      </w:r>
      <w:r w:rsidRPr="00CD3FC2">
        <w:rPr>
          <w:rtl/>
        </w:rPr>
        <w:t xml:space="preserve"> کے بندوں پرحجت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اوراس کے ملک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کاجانش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ہوتاہے۔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امام،خداک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والااورحر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>)حدود،مقدرات اوراحکام)کادفاع کرنے والاہوتاہے۔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امام،گناہوں</w:t>
      </w:r>
      <w:r w:rsidRPr="00CD3FC2">
        <w:rPr>
          <w:rtl/>
        </w:rPr>
        <w:t xml:space="preserve"> سے پاک ،ع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وب</w:t>
      </w:r>
      <w:r w:rsidRPr="00CD3FC2">
        <w:rPr>
          <w:rtl/>
        </w:rPr>
        <w:t xml:space="preserve"> اوربرائ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منّزہ ہوتا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</w:t>
      </w:r>
      <w:r w:rsidRPr="00CD3FC2">
        <w:rPr>
          <w:rtl/>
        </w:rPr>
        <w:t xml:space="preserve"> علم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گانہ،حلم</w:t>
      </w:r>
      <w:r w:rsidRPr="00CD3FC2">
        <w:rPr>
          <w:rtl/>
        </w:rPr>
        <w:t xml:space="preserve"> وبردباد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کتا،نظام،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زمسلمانوں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عزت،منافقون کے واسطے غضب اورکافروں کے لئے ہلاکت ہے۔</w:t>
      </w:r>
    </w:p>
    <w:p w:rsidR="0074292C" w:rsidRDefault="0074292C" w:rsidP="004B12AB">
      <w:pPr>
        <w:pStyle w:val="libNormal"/>
        <w:rPr>
          <w:rtl/>
        </w:rPr>
      </w:pPr>
      <w:r>
        <w:rPr>
          <w:rtl/>
        </w:rPr>
        <w:br w:type="page"/>
      </w:r>
    </w:p>
    <w:p w:rsidR="0074292C" w:rsidRPr="00CD3FC2" w:rsidRDefault="0074292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امام،</w:t>
      </w:r>
      <w:r w:rsidRPr="00CD3FC2">
        <w:rPr>
          <w:rtl/>
        </w:rPr>
        <w:t>)فضائل اورانسان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اقدارکے حوالے سے)بے مثال ہوتاہے۔کوئ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عظمت و بزرگ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اعتبار سے اس)امام)کے برابرنہ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ہوسکتاہے اورکوئ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عالم اس کے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 ہے اورکس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اس کاجانش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 متبادل قرارنہ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اجاسکتاہے</w:t>
      </w:r>
      <w:r w:rsidRPr="00CD3FC2">
        <w:rPr>
          <w:rtl/>
        </w:rPr>
        <w:t>۔اورامام وہ ہے کہ،جس کوتلاش وکوشش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رتمام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عطاہوت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پس،کون</w:t>
      </w:r>
      <w:r w:rsidRPr="00CD3FC2">
        <w:rPr>
          <w:rtl/>
        </w:rPr>
        <w:t xml:space="preserve"> ہے جو امام کوپہچان سکتاہے۔ اور اس کو چننے اور منتخب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قدرت رکھتا ہے افسوس!افسوس!)اس سلسلہ </w:t>
      </w:r>
      <w:r w:rsidR="00A96ED8">
        <w:rPr>
          <w:rtl/>
        </w:rPr>
        <w:t xml:space="preserve">میں </w:t>
      </w:r>
      <w:r w:rsidRPr="00CD3FC2">
        <w:rPr>
          <w:rtl/>
        </w:rPr>
        <w:t>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عقل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ںناتواں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ں،بڑے</w:t>
      </w:r>
      <w:r w:rsidRPr="00CD3FC2">
        <w:rPr>
          <w:rtl/>
        </w:rPr>
        <w:t xml:space="preserve"> چھوٹے ہوگئے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ں،حکماء</w:t>
      </w:r>
      <w:r w:rsidRPr="00CD3FC2">
        <w:rPr>
          <w:rtl/>
        </w:rPr>
        <w:t xml:space="preserve"> اورفلاسفہ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راں</w:t>
      </w:r>
      <w:r w:rsidRPr="00CD3FC2">
        <w:rPr>
          <w:rtl/>
        </w:rPr>
        <w:t xml:space="preserve"> و سرگرداں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ں،اورخطباء،عقلاء،شعراء،ادباء</w:t>
      </w:r>
      <w:r w:rsidRPr="00CD3FC2">
        <w:rPr>
          <w:rtl/>
        </w:rPr>
        <w:t xml:space="preserve"> اورمبلغ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ن،خستہ</w:t>
      </w:r>
      <w:r w:rsidRPr="00CD3FC2">
        <w:rPr>
          <w:rtl/>
        </w:rPr>
        <w:t xml:space="preserve"> وعاجزہ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ں،کہ</w:t>
      </w:r>
      <w:r w:rsidRPr="00CD3FC2">
        <w:rPr>
          <w:rtl/>
        </w:rPr>
        <w:t xml:space="preserve"> اس)امامت)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مقام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توص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کے حدود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اسکتاہے جبکہ امام </w:t>
      </w:r>
      <w:r w:rsidRPr="00CD3FC2">
        <w:rPr>
          <w:rFonts w:hint="eastAsia"/>
          <w:rtl/>
        </w:rPr>
        <w:t>ستارہ</w:t>
      </w:r>
      <w:r w:rsidRPr="00CD3FC2">
        <w:rPr>
          <w:rtl/>
        </w:rPr>
        <w:t xml:space="preserve"> کے مانند ہے اورانسان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کے دائرہ امکان سے دورہے۔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لوگ تصور کرتے ہو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خصوص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اسلام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خاندان کے علاوہ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موجودہوسکت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tl/>
        </w:rPr>
        <w:t>!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قسم!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نفسان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خواہشات 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جھوٹ بولنے پر مجبورک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اورباطل تصورات 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منحرف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انہوںنے</w:t>
      </w:r>
      <w:r w:rsidRPr="00CD3FC2">
        <w:rPr>
          <w:rtl/>
        </w:rPr>
        <w:t xml:space="preserve"> بلند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پر قدم رکھااورآخرکاران کے قدم ڈگمگائے اوروہ پست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جاگرے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۔انہوںنے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گمراہ کن اورپر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شان</w:t>
      </w:r>
      <w:r w:rsidRPr="00CD3FC2">
        <w:rPr>
          <w:rtl/>
        </w:rPr>
        <w:t xml:space="preserve"> عقلوں سے امام منتخب کرناچاہال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دور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،گمراہ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اورانحراف کے علاوہ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کچھ حاصل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ہوا۔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انہوںنے</w:t>
      </w:r>
      <w:r w:rsidRPr="00CD3FC2">
        <w:rPr>
          <w:rtl/>
        </w:rPr>
        <w:t xml:space="preserve"> خدائے متعال،رسول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زآپ</w:t>
      </w:r>
      <w:r w:rsidRPr="00CD3FC2">
        <w:rPr>
          <w:rtl/>
        </w:rPr>
        <w:t xml:space="preserve">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کے انتخاب کے علاوہ خودانتخاب کرنا چاہا،جبکہ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د،ان</w:t>
      </w:r>
      <w:r w:rsidRPr="00CD3FC2">
        <w:rPr>
          <w:rtl/>
        </w:rPr>
        <w:t xml:space="preserve"> کے لئے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فرماتا ہے: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 xml:space="preserve">وربّک 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خلق</w:t>
      </w:r>
      <w:r w:rsidR="00E17DF7" w:rsidRPr="0074292C">
        <w:rPr>
          <w:rStyle w:val="libAieChar"/>
          <w:rtl/>
        </w:rPr>
        <w:t xml:space="preserve"> ما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شاء</w:t>
      </w:r>
      <w:r w:rsidR="00E17DF7" w:rsidRPr="0074292C">
        <w:rPr>
          <w:rStyle w:val="libAieChar"/>
          <w:rtl/>
        </w:rPr>
        <w:t xml:space="preserve"> و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ختارماکان</w:t>
      </w:r>
      <w:r w:rsidR="00E17DF7" w:rsidRPr="0074292C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م الخی</w:t>
      </w:r>
      <w:r w:rsidR="00E17DF7" w:rsidRPr="0074292C">
        <w:rPr>
          <w:rStyle w:val="libAieChar"/>
          <w:rFonts w:hint="eastAsia"/>
          <w:rtl/>
        </w:rPr>
        <w:t>رة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</w:t>
      </w:r>
      <w:r w:rsidRPr="00CD3FC2">
        <w:rPr>
          <w:rtl/>
        </w:rPr>
        <w:t xml:space="preserve"> پروردگارجسے چاہتاہے خلق کرتاہے اورمنتخب کرتاہے،ان کے لئے انتخاب ک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حق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ہے،وہ اس بات سے منزّہ وپاک ہے کہ جس کالوگ اسے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  <w:r w:rsidRPr="00CD3FC2">
        <w:rPr>
          <w:rtl/>
        </w:rPr>
        <w:t>)خدائے متعال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دفرماتاہے</w:t>
      </w:r>
      <w:r w:rsidRPr="00CD3FC2">
        <w:rPr>
          <w:rtl/>
        </w:rPr>
        <w:t>:)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وما کالمؤمن ولا مؤمنة إذ قض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و</w:t>
      </w:r>
      <w:r w:rsidR="00E17DF7" w:rsidRPr="0074292C">
        <w:rPr>
          <w:rStyle w:val="libAieChar"/>
          <w:rtl/>
        </w:rPr>
        <w:t xml:space="preserve"> 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اٴ</w:t>
      </w:r>
      <w:r w:rsidR="00E17DF7" w:rsidRPr="0074292C">
        <w:rPr>
          <w:rStyle w:val="libAieChar"/>
          <w:rFonts w:hint="eastAsia"/>
          <w:rtl/>
        </w:rPr>
        <w:t>مراً</w:t>
      </w:r>
      <w:r w:rsidR="00E17DF7" w:rsidRPr="0074292C">
        <w:rPr>
          <w:rStyle w:val="libAieChar"/>
          <w:rtl/>
        </w:rPr>
        <w:t xml:space="preserve"> 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ن</w:t>
      </w:r>
      <w:r w:rsidR="00E17DF7" w:rsidRPr="0074292C">
        <w:rPr>
          <w:rStyle w:val="libAieChar"/>
          <w:rtl/>
        </w:rPr>
        <w:t xml:space="preserve"> 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کون</w:t>
      </w:r>
      <w:r w:rsidR="00E17DF7" w:rsidRPr="0074292C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م الخی</w:t>
      </w:r>
      <w:r w:rsidR="00E17DF7" w:rsidRPr="0074292C">
        <w:rPr>
          <w:rStyle w:val="libAieChar"/>
          <w:rFonts w:hint="eastAsia"/>
          <w:rtl/>
        </w:rPr>
        <w:t>ر</w:t>
      </w:r>
      <w:r w:rsidR="00E17DF7" w:rsidRPr="0074292C">
        <w:rPr>
          <w:rStyle w:val="libAieChar"/>
          <w:rtl/>
        </w:rPr>
        <w:t xml:space="preserve"> من 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مر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”اورکس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مؤمن مرد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عورت کواخت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جب خداورسولخداکس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امر کے ب</w:t>
      </w:r>
      <w:r w:rsidRPr="00CD3FC2">
        <w:rPr>
          <w:rFonts w:hint="eastAsia"/>
          <w:rtl/>
        </w:rPr>
        <w:t>ارے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 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امورکے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ہو جائے“</w:t>
      </w:r>
    </w:p>
    <w:p w:rsidR="0074292C" w:rsidRDefault="0074292C" w:rsidP="004B12AB">
      <w:pPr>
        <w:pStyle w:val="libNormal"/>
        <w:rPr>
          <w:rtl/>
        </w:rPr>
      </w:pPr>
      <w:r>
        <w:rPr>
          <w:rtl/>
        </w:rPr>
        <w:br w:type="page"/>
      </w:r>
    </w:p>
    <w:p w:rsidR="0074292C" w:rsidRPr="00CD3FC2" w:rsidRDefault="0074292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پس</w:t>
      </w:r>
      <w:r w:rsidRPr="00CD3FC2">
        <w:rPr>
          <w:rtl/>
        </w:rPr>
        <w:t xml:space="preserve"> وہ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امام کو انتخاب کرسکتے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ںجبکہ</w:t>
      </w:r>
      <w:r w:rsidRPr="00CD3FC2">
        <w:rPr>
          <w:rtl/>
        </w:rPr>
        <w:t xml:space="preserve"> امام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سادانشور</w:t>
      </w:r>
      <w:r w:rsidRPr="00CD3FC2">
        <w:rPr>
          <w:rtl/>
        </w:rPr>
        <w:t xml:space="preserve"> ہے جس کے حدود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نادان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گنجائش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ہے۔وہ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ساسرپرست</w:t>
      </w:r>
      <w:r w:rsidRPr="00CD3FC2">
        <w:rPr>
          <w:rtl/>
        </w:rPr>
        <w:t xml:space="preserve"> ہے،جس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خوف اورپلٹنے کاسوال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ہوتا۔وہ تقدس،پاک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،زہدواطاعت،علم</w:t>
      </w:r>
      <w:r w:rsidRPr="00CD3FC2">
        <w:rPr>
          <w:rtl/>
        </w:rPr>
        <w:t xml:space="preserve"> و عبادت کامرکزہے،پ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اسلام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حضرت فاط</w:t>
      </w:r>
      <w:r w:rsidRPr="00CD3FC2">
        <w:rPr>
          <w:rFonts w:hint="eastAsia"/>
          <w:rtl/>
        </w:rPr>
        <w:t>مہئ</w:t>
      </w:r>
      <w:r w:rsidRPr="00CD3FC2">
        <w:rPr>
          <w:rtl/>
        </w:rPr>
        <w:t xml:space="preserve"> بتول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اولادسے مخصوص ہے۔ وہ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مقدس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جوئ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گنجائش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خاندان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شرف اس کے برابرنہ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ہے۔وہ خاندان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وہاشم اور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عترت سے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خدا کے پسند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۔وہ اشراف الاشراف عبد مناف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اولادسے ہ</w:t>
      </w:r>
      <w:r w:rsidRPr="00CD3FC2">
        <w:rPr>
          <w:rFonts w:hint="cs"/>
          <w:rtl/>
        </w:rPr>
        <w:t>ی</w:t>
      </w:r>
      <w:r w:rsidRPr="00CD3FC2">
        <w:rPr>
          <w:rtl/>
        </w:rPr>
        <w:t>ں۔وہ علم وآگہ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وارث اور مکمل بردبار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مالک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۔رہبر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قدرتمنداورس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است</w:t>
      </w:r>
      <w:r w:rsidRPr="00CD3FC2">
        <w:rPr>
          <w:rtl/>
        </w:rPr>
        <w:t xml:space="preserve"> سے آگاہ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۔خداکے حکم کے مطابق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کرنا واجب ہے۔وہ امرخداپرسخت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قائم،ن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زخدائے</w:t>
      </w:r>
      <w:r w:rsidRPr="00CD3FC2">
        <w:rPr>
          <w:rtl/>
        </w:rPr>
        <w:t xml:space="preserve"> متعال کے بندوں کے حق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رخواہ</w:t>
      </w:r>
      <w:r w:rsidRPr="00CD3FC2">
        <w:rPr>
          <w:rtl/>
        </w:rPr>
        <w:t xml:space="preserve"> اورد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محافظ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خدائے</w:t>
      </w:r>
      <w:r w:rsidRPr="00CD3FC2">
        <w:rPr>
          <w:rtl/>
        </w:rPr>
        <w:t xml:space="preserve"> متعال نے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اورائمہ کوتوف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عطا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اوراپنے علم وحکمت کے خزانہ سے جوچ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زدوسروں</w:t>
      </w:r>
      <w:r w:rsidRPr="00CD3FC2">
        <w:rPr>
          <w:rtl/>
        </w:rPr>
        <w:t xml:space="preserve"> کونہ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وہ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ںعطاک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ہے۔اس لحاظ سے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عقل اپنے زمانہ کے لوگوں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عقلوں سے افضل ہے کہ خدائے متعال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Pr="00CD3FC2">
        <w:rPr>
          <w:rtl/>
        </w:rPr>
        <w:t xml:space="preserve">افمن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ھد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الحقّ</w:t>
      </w:r>
      <w:r w:rsidR="008F5E30" w:rsidRPr="008F5E30">
        <w:t xml:space="preserve"> </w:t>
      </w:r>
      <w:r w:rsidRPr="00CD3FC2">
        <w:rPr>
          <w:rFonts w:hint="cs"/>
          <w:rtl/>
        </w:rPr>
        <w:t>کی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جو حق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eastAsia"/>
          <w:rtl/>
        </w:rPr>
        <w:t>رتاہے</w:t>
      </w:r>
      <w:r w:rsidRPr="00CD3FC2">
        <w:rPr>
          <w:rtl/>
        </w:rPr>
        <w:t xml:space="preserve"> و ہ اطاعت کے لئے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شائستہ و سزاوار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اوہ</w:t>
      </w:r>
      <w:r w:rsidRPr="00CD3FC2">
        <w:rPr>
          <w:rtl/>
        </w:rPr>
        <w:t xml:space="preserve"> جوخود راہنمائ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رراستہ</w:t>
      </w:r>
      <w:r w:rsidRPr="00CD3FC2">
        <w:rPr>
          <w:rtl/>
        </w:rPr>
        <w:t xml:space="preserve"> پر گامزن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ہے؟تم لوگوں کوک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ہواہے؟ک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حکم کرتے ہو؟خدائے متعال فرماتاہے</w:t>
      </w:r>
      <w:r w:rsidR="00BD32E1">
        <w:rPr>
          <w:rtl/>
        </w:rPr>
        <w:t xml:space="preserve"> </w:t>
      </w:r>
      <w:r w:rsidRPr="00CD3FC2">
        <w:rPr>
          <w:rtl/>
        </w:rPr>
        <w:t xml:space="preserve">ومن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ؤت</w:t>
      </w:r>
      <w:r w:rsidRPr="00CD3FC2">
        <w:rPr>
          <w:rtl/>
        </w:rPr>
        <w:t xml:space="preserve"> الحکمة۔۔۔</w:t>
      </w:r>
      <w:r w:rsidR="00BD32E1">
        <w:rPr>
          <w:rtl/>
        </w:rPr>
        <w:t xml:space="preserve"> </w:t>
      </w:r>
      <w:r w:rsidRPr="00CD3FC2">
        <w:rPr>
          <w:rtl/>
        </w:rPr>
        <w:t>” جسے حکمت دے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اس نے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پال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۔“طالوت کے بارے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خدائے</w:t>
      </w:r>
      <w:r w:rsidRPr="00CD3FC2">
        <w:rPr>
          <w:rtl/>
        </w:rPr>
        <w:t xml:space="preserve"> عزّو</w:t>
      </w:r>
      <w:r w:rsidRPr="00CD3FC2">
        <w:rPr>
          <w:rFonts w:hint="eastAsia"/>
          <w:rtl/>
        </w:rPr>
        <w:t>جل</w:t>
      </w:r>
      <w:r w:rsidRPr="00CD3FC2">
        <w:rPr>
          <w:rtl/>
        </w:rPr>
        <w:t xml:space="preserve"> کافرمان ہے:</w:t>
      </w:r>
      <w:r w:rsidR="00BD32E1">
        <w:rPr>
          <w:rtl/>
        </w:rPr>
        <w:t xml:space="preserve"> </w:t>
      </w:r>
      <w:r w:rsidRPr="00CD3FC2">
        <w:rPr>
          <w:rtl/>
        </w:rPr>
        <w:t>إنّ للّٰہ اصطفائ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اللہ نے تمھارے لئے منتخب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اورعلم وجسم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وسعت</w:t>
      </w:r>
      <w:r w:rsidRPr="00CD3FC2">
        <w:rPr>
          <w:rtl/>
        </w:rPr>
        <w:t xml:space="preserve"> عطافرمائ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اوراللہ جسے چاہتا ہے اپناملک عطاکرتا ہے کہ وہ صاحب وسعت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اورصاحب علم بھ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74292C" w:rsidRDefault="0074292C" w:rsidP="004B12AB">
      <w:pPr>
        <w:pStyle w:val="libNormal"/>
        <w:rPr>
          <w:rtl/>
        </w:rPr>
      </w:pPr>
      <w:r>
        <w:rPr>
          <w:rtl/>
        </w:rPr>
        <w:br w:type="page"/>
      </w:r>
    </w:p>
    <w:p w:rsidR="0074292C" w:rsidRPr="00CD3FC2" w:rsidRDefault="0074292C" w:rsidP="00107A46">
      <w:pPr>
        <w:pStyle w:val="libNormal"/>
        <w:rPr>
          <w:rtl/>
        </w:rPr>
      </w:pPr>
    </w:p>
    <w:p w:rsidR="000B693F" w:rsidRPr="00CD3FC2" w:rsidRDefault="0074292C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خدائے متعال نے)اپنے پ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غمبر</w:t>
      </w:r>
      <w:r w:rsidR="000B693F"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="000B693F" w:rsidRPr="00CD3FC2">
        <w:rPr>
          <w:rtl/>
        </w:rPr>
        <w:t>سے فرما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وا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نزل</w:t>
      </w:r>
      <w:r w:rsidR="00E17DF7" w:rsidRPr="0074292C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علی</w:t>
      </w:r>
      <w:r w:rsidR="00E17DF7" w:rsidRPr="0074292C">
        <w:rPr>
          <w:rStyle w:val="libAieChar"/>
          <w:rFonts w:hint="eastAsia"/>
          <w:rtl/>
        </w:rPr>
        <w:t>ک</w:t>
      </w:r>
      <w:r w:rsidR="00E17DF7" w:rsidRPr="0074292C">
        <w:rPr>
          <w:rStyle w:val="libAieChar"/>
          <w:rtl/>
        </w:rPr>
        <w:t xml:space="preserve"> الکتاب والحکمة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0B693F" w:rsidRPr="00CD3FC2">
        <w:rPr>
          <w:rtl/>
        </w:rPr>
        <w:t>۔۔۔</w:t>
      </w:r>
      <w:r w:rsidR="00BD32E1">
        <w:rPr>
          <w:rtl/>
        </w:rPr>
        <w:t xml:space="preserve"> </w:t>
      </w:r>
      <w:r w:rsidR="000B693F" w:rsidRPr="00CD3FC2">
        <w:rPr>
          <w:rtl/>
        </w:rPr>
        <w:t>”اوراللہ نے آپ پر کتاب اورحکمت نازل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ہے اورآپ کوان تمام باتوں کاعلم دے د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ہے کہ جن کاآپ کوعلم نہ تھا،اورآپ پرخداکابہت بڑافضل ہے“۔اوراہل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اطہاراورعترت پ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غمبر</w:t>
      </w:r>
      <w:r w:rsidR="000B693F"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="000B693F" w:rsidRPr="00CD3FC2">
        <w:rPr>
          <w:rtl/>
        </w:rPr>
        <w:t>کے ائمہ ک</w:t>
      </w:r>
      <w:r w:rsidR="000B693F" w:rsidRPr="00CD3FC2">
        <w:rPr>
          <w:rFonts w:hint="eastAsia"/>
          <w:rtl/>
        </w:rPr>
        <w:t>ے</w:t>
      </w:r>
      <w:r w:rsidR="000B693F" w:rsidRPr="00CD3FC2">
        <w:rPr>
          <w:rtl/>
        </w:rPr>
        <w:t xml:space="preserve"> بار ے </w:t>
      </w:r>
      <w:r w:rsidR="00A96ED8">
        <w:rPr>
          <w:rtl/>
        </w:rPr>
        <w:t xml:space="preserve">میں </w:t>
      </w:r>
      <w:r w:rsidR="000B693F" w:rsidRPr="00CD3FC2">
        <w:rPr>
          <w:rFonts w:hint="eastAsia"/>
          <w:rtl/>
        </w:rPr>
        <w:t>فرما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م</w:t>
      </w:r>
      <w:r w:rsidR="00E17DF7" w:rsidRPr="0074292C">
        <w:rPr>
          <w:rStyle w:val="libAieChar"/>
          <w:rtl/>
        </w:rPr>
        <w:t xml:space="preserve"> 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حسدون</w:t>
      </w:r>
      <w:r w:rsidR="00E17DF7" w:rsidRPr="0074292C">
        <w:rPr>
          <w:rStyle w:val="libAieChar"/>
          <w:rtl/>
        </w:rPr>
        <w:t xml:space="preserve"> النّاس عل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tl/>
        </w:rPr>
        <w:t xml:space="preserve"> ماآتا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م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من فضل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0B693F" w:rsidRPr="00CD3FC2">
        <w:rPr>
          <w:rtl/>
        </w:rPr>
        <w:t>۔۔۔</w:t>
      </w:r>
      <w:r w:rsidR="00BD32E1">
        <w:rPr>
          <w:rtl/>
        </w:rPr>
        <w:t xml:space="preserve"> </w:t>
      </w:r>
      <w:r w:rsidR="000B693F" w:rsidRPr="00CD3FC2">
        <w:rPr>
          <w:rtl/>
        </w:rPr>
        <w:t>”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اوہ</w:t>
      </w:r>
      <w:r w:rsidR="000B693F" w:rsidRPr="00CD3FC2">
        <w:rPr>
          <w:rtl/>
        </w:rPr>
        <w:t xml:space="preserve"> ان لوگوں سے حسدکرتے 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ںجنھ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خدانے اپنے فضل وکرم سے بہت کچھ عطا ک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اہے</w:t>
      </w:r>
      <w:r w:rsidR="000B693F" w:rsidRPr="00CD3FC2">
        <w:rPr>
          <w:rtl/>
        </w:rPr>
        <w:t xml:space="preserve"> توپھر ہم نے آل ابراھ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م</w:t>
      </w:r>
      <w:r w:rsidR="000B693F" w:rsidRPr="00CD3FC2">
        <w:rPr>
          <w:rtl/>
        </w:rPr>
        <w:t>(عل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السلام)کوکتاب وحکمت اورملک عظ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م</w:t>
      </w:r>
      <w:r w:rsidR="000B693F" w:rsidRPr="00CD3FC2">
        <w:rPr>
          <w:rtl/>
        </w:rPr>
        <w:t xml:space="preserve"> عطا ک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اہے</w:t>
      </w:r>
      <w:r w:rsidR="000B693F" w:rsidRPr="00CD3FC2">
        <w:rPr>
          <w:rtl/>
        </w:rPr>
        <w:t xml:space="preserve">۔پھران </w:t>
      </w:r>
      <w:r w:rsidR="00A96ED8">
        <w:rPr>
          <w:rtl/>
        </w:rPr>
        <w:t xml:space="preserve">میں </w:t>
      </w:r>
      <w:r w:rsidR="000B693F" w:rsidRPr="00CD3FC2">
        <w:rPr>
          <w:rtl/>
        </w:rPr>
        <w:t xml:space="preserve"> سے بعض ان پر 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مان</w:t>
      </w:r>
      <w:r w:rsidR="000B693F" w:rsidRPr="00CD3FC2">
        <w:rPr>
          <w:rtl/>
        </w:rPr>
        <w:t xml:space="preserve"> لے آئے اوربعض </w:t>
      </w:r>
      <w:r w:rsidR="000B693F" w:rsidRPr="00CD3FC2">
        <w:rPr>
          <w:rFonts w:hint="eastAsia"/>
          <w:rtl/>
        </w:rPr>
        <w:t>نے</w:t>
      </w:r>
      <w:r w:rsidR="000B693F" w:rsidRPr="00CD3FC2">
        <w:rPr>
          <w:rtl/>
        </w:rPr>
        <w:t xml:space="preserve"> انکارکرد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ااوران</w:t>
      </w:r>
      <w:r w:rsidR="000B693F" w:rsidRPr="00CD3FC2">
        <w:rPr>
          <w:rtl/>
        </w:rPr>
        <w:t xml:space="preserve"> کے لئے جہنم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دھکت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ہوئ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آگ ہے۔“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جب</w:t>
      </w:r>
      <w:r w:rsidRPr="00CD3FC2">
        <w:rPr>
          <w:rtl/>
        </w:rPr>
        <w:t xml:space="preserve"> خداوند متعال اپنے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بندہ کواپنے بندوں کے امورک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اصلاح کے لئے منتخب کرتاہے،تواس کے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وسعت</w:t>
      </w:r>
      <w:r w:rsidRPr="00CD3FC2">
        <w:rPr>
          <w:rtl/>
        </w:rPr>
        <w:t xml:space="preserve"> عطا کرتاہے،اس کے دل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حکمت کے چشمے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تاہے</w:t>
      </w:r>
      <w:r w:rsidRPr="00CD3FC2">
        <w:rPr>
          <w:rtl/>
        </w:rPr>
        <w:t xml:space="preserve"> اوراسے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علم سے نواز تاہے کہ اس کے بعدکس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سوال کا 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عاجز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ہوتااورراہ حق سے من</w:t>
      </w:r>
      <w:r w:rsidRPr="00CD3FC2">
        <w:rPr>
          <w:rFonts w:hint="eastAsia"/>
          <w:rtl/>
        </w:rPr>
        <w:t>حرف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 ہے۔پس اس )امام)معصوم کو خدائے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توف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اور 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دحاصل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ہے۔ہرقسم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خطا،لغز ش اورفروگذاشت سے محفوظ ہوتاہے۔خدائے متعال نے اسے ان صفات کا امت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ازبخشاہے</w:t>
      </w:r>
      <w:r w:rsidRPr="00CD3FC2">
        <w:rPr>
          <w:rtl/>
        </w:rPr>
        <w:t xml:space="preserve"> تاکہ وہ اس کے بندوں پر حجت اور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مخلوقات پرگواہ رہے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بخشش وکرم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ہے وہ جسے چاہتاعطا کرتا ہے اورخداوند متعال بڑا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ہے۔</w:t>
      </w:r>
    </w:p>
    <w:p w:rsidR="0074292C" w:rsidRDefault="0074292C" w:rsidP="004B12AB">
      <w:pPr>
        <w:pStyle w:val="libNormal"/>
        <w:rPr>
          <w:rtl/>
        </w:rPr>
      </w:pPr>
      <w:r>
        <w:rPr>
          <w:rtl/>
        </w:rPr>
        <w:br w:type="page"/>
      </w:r>
    </w:p>
    <w:p w:rsidR="0074292C" w:rsidRPr="00CD3FC2" w:rsidRDefault="0074292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الوگوں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طاقت ہے کہ اس قسم کے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شخص کا انتخاب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اان</w:t>
      </w:r>
      <w:r w:rsidRPr="00CD3FC2">
        <w:rPr>
          <w:rtl/>
        </w:rPr>
        <w:t xml:space="preserve"> کا منتخب کردہ نمائندہ اس قسم کا ہو؟ب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اللہ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قسم! ان لوگوں نے حق سے تجاوزک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نادان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کتاب خدا سے منہ موڑل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اہے،جبکہ</w:t>
      </w:r>
      <w:r w:rsidRPr="00CD3FC2">
        <w:rPr>
          <w:rtl/>
        </w:rPr>
        <w:t xml:space="preserve"> 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اورشفاکتاب خدا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ہے۔انہوں نے کتاب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کوچھوڑکرا</w:t>
      </w:r>
      <w:r w:rsidRPr="00CD3FC2">
        <w:rPr>
          <w:rFonts w:hint="eastAsia"/>
          <w:rtl/>
        </w:rPr>
        <w:t>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خواہشات نفسان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 خدائے متعال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مذمت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دشمن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ہوئے قعر مذلت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ڈال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ومن 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ضلّ</w:t>
      </w:r>
      <w:r w:rsidR="00E17DF7" w:rsidRPr="0074292C">
        <w:rPr>
          <w:rStyle w:val="libAieChar"/>
          <w:rtl/>
        </w:rPr>
        <w:t xml:space="preserve"> ممن 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وا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بغی</w:t>
      </w:r>
      <w:r w:rsidR="00E17DF7" w:rsidRPr="0074292C">
        <w:rPr>
          <w:rStyle w:val="libAieChar"/>
          <w:rFonts w:hint="eastAsia"/>
          <w:rtl/>
        </w:rPr>
        <w:t>ر</w:t>
      </w:r>
      <w:r w:rsidR="00E17DF7" w:rsidRPr="0074292C">
        <w:rPr>
          <w:rStyle w:val="libAieChar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دی</w:t>
      </w:r>
      <w:r w:rsidR="00E17DF7" w:rsidRPr="0074292C">
        <w:rPr>
          <w:rStyle w:val="libAieChar"/>
          <w:rtl/>
        </w:rPr>
        <w:t xml:space="preserve"> من اللّٰ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”اوراس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گمراہ کون ہے جوہدا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علاوہ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خواہشات کااتباع کرلے جبکہ اللہ </w:t>
      </w:r>
      <w:r w:rsidRPr="00CD3FC2">
        <w:rPr>
          <w:rFonts w:hint="eastAsia"/>
          <w:rtl/>
        </w:rPr>
        <w:t>ظالم</w:t>
      </w:r>
      <w:r w:rsidRPr="00CD3FC2">
        <w:rPr>
          <w:rtl/>
        </w:rPr>
        <w:t xml:space="preserve"> قوم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کرنے والا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ہے۔“اورفرما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فتعساً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م واٴ</w:t>
      </w:r>
      <w:r w:rsidR="00E17DF7" w:rsidRPr="0074292C">
        <w:rPr>
          <w:rStyle w:val="libAieChar"/>
          <w:rFonts w:hint="eastAsia"/>
          <w:rtl/>
        </w:rPr>
        <w:t>ضلّ</w:t>
      </w:r>
      <w:r w:rsidR="00E17DF7" w:rsidRPr="0074292C">
        <w:rPr>
          <w:rStyle w:val="libAieChar"/>
          <w:rtl/>
        </w:rPr>
        <w:t xml:space="preserve"> اعمال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”وہ نا بود اور ھلاک ہو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کے اعمال برباد ہو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۔“اورفرما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کبر مقتاً عنداللّٰ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”وہ</w:t>
      </w:r>
      <w:r w:rsidRPr="00CD3FC2">
        <w:rPr>
          <w:rtl/>
        </w:rPr>
        <w:t xml:space="preserve"> اللہ اورصاحبان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سخت نفرت کے حقدار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اوراللہ اس طرح ہرمغروراورسرکش انسان کے دل پرمہر لگاتا ہے۔“خدا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بے شماررحمت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درودوسلام حضرت محمد اوران کے خاندان پر۔</w:t>
      </w:r>
    </w:p>
    <w:p w:rsidR="004159E2" w:rsidRDefault="004159E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5" w:name="_Toc508103264"/>
      <w:r w:rsidRPr="00CD3FC2">
        <w:rPr>
          <w:rFonts w:hint="eastAsia"/>
          <w:rtl/>
        </w:rPr>
        <w:t>دوسراباب</w:t>
      </w:r>
      <w:r w:rsidRPr="00CD3FC2">
        <w:rPr>
          <w:rtl/>
        </w:rPr>
        <w:t xml:space="preserve"> :</w:t>
      </w:r>
      <w:bookmarkEnd w:id="15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6" w:name="_Toc508103265"/>
      <w:r w:rsidRPr="00CD3FC2">
        <w:rPr>
          <w:rFonts w:hint="eastAsia"/>
          <w:rtl/>
        </w:rPr>
        <w:t>امامت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>میں</w:t>
      </w:r>
      <w:bookmarkEnd w:id="16"/>
      <w:r w:rsidR="00A96ED8">
        <w:rPr>
          <w:rtl/>
        </w:rPr>
        <w:t xml:space="preserve"> </w:t>
      </w:r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7" w:name="_Toc508103266"/>
      <w:r w:rsidRPr="00CD3FC2">
        <w:rPr>
          <w:rFonts w:hint="eastAsia"/>
          <w:rtl/>
        </w:rPr>
        <w:t>نجران</w:t>
      </w:r>
      <w:r w:rsidRPr="00CD3FC2">
        <w:rPr>
          <w:rtl/>
        </w:rPr>
        <w:t xml:space="preserve"> کے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اوران کاباطل دعو</w:t>
      </w:r>
      <w:r w:rsidRPr="00CD3FC2">
        <w:rPr>
          <w:rFonts w:hint="cs"/>
          <w:rtl/>
        </w:rPr>
        <w:t>یٰ</w:t>
      </w:r>
      <w:bookmarkEnd w:id="17"/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فمن حاجّک ف</w:t>
      </w:r>
      <w:r w:rsidR="00E17DF7" w:rsidRPr="0074292C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tl/>
        </w:rPr>
        <w:t xml:space="preserve"> من بعد ما جاء ک من العلم فقل تعالوا ندعُ ُ 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بنائنا</w:t>
      </w:r>
      <w:r w:rsidR="00E17DF7" w:rsidRPr="0074292C">
        <w:rPr>
          <w:rStyle w:val="libAieChar"/>
          <w:rtl/>
        </w:rPr>
        <w:t xml:space="preserve"> و 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بناء</w:t>
      </w:r>
      <w:r w:rsidR="00E17DF7" w:rsidRPr="0074292C">
        <w:rPr>
          <w:rStyle w:val="libAieChar"/>
          <w:rtl/>
        </w:rPr>
        <w:t xml:space="preserve"> کم و نسائنا و نسائکم و 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نفسنا</w:t>
      </w:r>
      <w:r w:rsidR="00E17DF7" w:rsidRPr="0074292C">
        <w:rPr>
          <w:rStyle w:val="libAieChar"/>
          <w:rtl/>
        </w:rPr>
        <w:t xml:space="preserve"> و ا</w:t>
      </w:r>
      <w:r w:rsidR="00E17DF7" w:rsidRPr="0074292C">
        <w:rPr>
          <w:rStyle w:val="libAieChar"/>
          <w:rFonts w:hint="cs"/>
          <w:rtl/>
        </w:rPr>
        <w:t>ٴ</w:t>
      </w:r>
      <w:r w:rsidR="00E17DF7" w:rsidRPr="0074292C">
        <w:rPr>
          <w:rStyle w:val="libAieChar"/>
          <w:rFonts w:hint="eastAsia"/>
          <w:rtl/>
        </w:rPr>
        <w:t>نفسکم</w:t>
      </w:r>
      <w:r w:rsidR="00E17DF7" w:rsidRPr="0074292C">
        <w:rPr>
          <w:rStyle w:val="libAieChar"/>
          <w:rtl/>
        </w:rPr>
        <w:t xml:space="preserve"> ثمّ نبت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>ل فنجعل لعنة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علی</w:t>
      </w:r>
      <w:r w:rsidR="00E17DF7" w:rsidRPr="0074292C">
        <w:rPr>
          <w:rStyle w:val="libAieChar"/>
          <w:rtl/>
        </w:rPr>
        <w:t xml:space="preserve"> الکاذب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7D2078" w:rsidRPr="00B76D20">
        <w:rPr>
          <w:rFonts w:hint="cs"/>
          <w:rtl/>
        </w:rPr>
        <w:t>(</w:t>
      </w:r>
      <w:r w:rsidR="000B693F" w:rsidRPr="00B76D20">
        <w:rPr>
          <w:rtl/>
        </w:rPr>
        <w:t>آل عمران/۶۱)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="0074292C">
        <w:rPr>
          <w:rFonts w:hint="cs"/>
          <w:rtl/>
        </w:rPr>
        <w:t>(</w:t>
      </w:r>
      <w:r w:rsidRPr="00CD3FC2">
        <w:rPr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!)علم کے آجانے کے بعدجو لوگ تم سے)حضرت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>)کٹ حجت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ں،ان</w:t>
      </w:r>
      <w:r w:rsidRPr="00CD3FC2">
        <w:rPr>
          <w:rtl/>
        </w:rPr>
        <w:t xml:space="preserve"> سے کہ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جئے</w:t>
      </w:r>
      <w:r w:rsidRPr="00CD3FC2">
        <w:rPr>
          <w:rtl/>
        </w:rPr>
        <w:t xml:space="preserve"> کہ چلوہم لوگ اپنے اپنے فرزند،اپن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عورتوں اوراپنے اپنے نفسوں کودعوت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اورپھرخداک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بارگاہ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دعا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اورجھوٹوں پرخداک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لعنت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گفتگونجران کے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کہ وہ حضرت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کوخداجانتے تھے اوران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رباپ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داہونے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ان کے خدا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تصورکرتے تھے۔اس سے 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4292C">
        <w:rPr>
          <w:rStyle w:val="libAieChar"/>
          <w:rtl/>
        </w:rPr>
        <w:t>إنّ مثل ع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Fonts w:hint="eastAsia"/>
          <w:rtl/>
        </w:rPr>
        <w:t>س</w:t>
      </w:r>
      <w:r w:rsidR="00E17DF7" w:rsidRPr="0074292C">
        <w:rPr>
          <w:rStyle w:val="libAieChar"/>
          <w:rFonts w:hint="cs"/>
          <w:rtl/>
        </w:rPr>
        <w:t>ی</w:t>
      </w:r>
      <w:r w:rsidR="00E17DF7" w:rsidRPr="0074292C">
        <w:rPr>
          <w:rStyle w:val="libAieChar"/>
          <w:rtl/>
        </w:rPr>
        <w:t xml:space="preserve"> عند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کمثل آدم خلق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من تراب ثمّ قال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74292C">
        <w:rPr>
          <w:rStyle w:val="libAieChar"/>
          <w:rFonts w:hint="cs"/>
          <w:rtl/>
        </w:rPr>
        <w:t xml:space="preserve"> کن فی</w:t>
      </w:r>
      <w:r w:rsidR="00E17DF7" w:rsidRPr="0074292C">
        <w:rPr>
          <w:rStyle w:val="libAieChar"/>
          <w:rFonts w:hint="eastAsia"/>
          <w:rtl/>
        </w:rPr>
        <w:t>کون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74292C" w:rsidRPr="00B76D20">
        <w:rPr>
          <w:rFonts w:hint="cs"/>
          <w:rtl/>
        </w:rPr>
        <w:t xml:space="preserve">  (</w:t>
      </w:r>
      <w:r w:rsidR="000B693F" w:rsidRPr="00B76D20">
        <w:rPr>
          <w:rtl/>
        </w:rPr>
        <w:t>آل عمران/۵۹)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 اللہ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آدم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ااورپھرکہا</w:t>
      </w:r>
      <w:r w:rsidRPr="00CD3FC2">
        <w:rPr>
          <w:rtl/>
        </w:rPr>
        <w:t xml:space="preserve"> کہ ہوجاؤ تو وہ خلق ہوگئے۔“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ان کے دعوے کوباطل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اگرتم لوگ حضرت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مر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رباپ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داہونے</w:t>
      </w:r>
      <w:r w:rsidRPr="00CD3FC2">
        <w:rPr>
          <w:rtl/>
        </w:rPr>
        <w:t xml:space="preserve"> کے سبب ان کے خدا ہونے کے قائل ہوتوحضرت آدم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لسلام ماں اورباپ دونوں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داہوئے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لئے وہ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حقدار وسزاوارہ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تم لوگ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eastAsia"/>
          <w:rtl/>
        </w:rPr>
        <w:t>دائ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معتقدہوجاؤ۔</w:t>
      </w:r>
    </w:p>
    <w:p w:rsidR="00D9469B" w:rsidRDefault="00D9469B" w:rsidP="004B12AB">
      <w:pPr>
        <w:pStyle w:val="libNormal"/>
        <w:rPr>
          <w:rtl/>
        </w:rPr>
      </w:pPr>
      <w:r>
        <w:rPr>
          <w:rtl/>
        </w:rPr>
        <w:br w:type="page"/>
      </w:r>
    </w:p>
    <w:p w:rsidR="00D9469B" w:rsidRPr="00CD3FC2" w:rsidRDefault="00D9469B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برہان کے باوجود انہوں نے حق کوقبول کر نے سے انکارک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ااوراپنے</w:t>
      </w:r>
      <w:r w:rsidRPr="00CD3FC2">
        <w:rPr>
          <w:rtl/>
        </w:rPr>
        <w:t xml:space="preserve"> اعتقادپرڈٹے رہے۔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بعدوال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خدائے متعال 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مخاطب کر کے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مباہلہ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اگرچہ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مباہلہ)کے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بحث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جوبات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پرقابل توجہ ہے،وہ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ھم</w:t>
      </w:r>
      <w:r w:rsidRPr="00CD3FC2">
        <w:rPr>
          <w:rtl/>
        </w:rPr>
        <w:t xml:space="preserve"> السلام،خاص کرحضرت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چندنکات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ں،جوآنحضرت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ساتھ مباہلہ کے لئے آئے تھے۔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اوراس سے مربوط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بحث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مندرجہ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پانچ محورپر استوارہے: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م</w:t>
      </w:r>
      <w:r w:rsidR="008F5E30">
        <w:rPr>
          <w:rtl/>
        </w:rPr>
        <w:t>ا</w:t>
      </w:r>
      <w:r w:rsidRPr="00CD3FC2">
        <w:rPr>
          <w:rFonts w:hint="eastAsia"/>
          <w:rtl/>
        </w:rPr>
        <w:t>مورتھے</w:t>
      </w:r>
      <w:r w:rsidRPr="00CD3FC2">
        <w:rPr>
          <w:rtl/>
        </w:rPr>
        <w:t xml:space="preserve"> کہ مباہلہ کے لئے کن لوگوں کواپنے ساتھ لائ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۔ان کے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حاضرہونے کامقصدک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اتھا؟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مطابق عمل کرتے ہوئے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کن افراد کواپنے ساتھ لائے؟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کامقام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کونفس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(ص)کہا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زاس</w:t>
      </w:r>
      <w:r w:rsidRPr="00CD3FC2">
        <w:rPr>
          <w:rtl/>
        </w:rPr>
        <w:t xml:space="preserve"> سے مربوط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۔ان سوالات کا جواب کہ مذکورہ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ضمن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کئے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D9469B" w:rsidRDefault="00D9469B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8" w:name="_Toc508103267"/>
      <w:r w:rsidRPr="00CD3FC2">
        <w:rPr>
          <w:rFonts w:hint="eastAsia"/>
          <w:rtl/>
        </w:rPr>
        <w:t>پہلامحور</w:t>
      </w:r>
      <w:bookmarkEnd w:id="18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9" w:name="_Toc508103268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ہمراہ</w:t>
      </w:r>
      <w:bookmarkEnd w:id="1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بحث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کو مباہلہ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اپنے ساتھ لے جانے کے لئے کن افرادکودعوت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چاہئے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غوروخوض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چندمسائل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دکھائ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الف</w:t>
      </w:r>
      <w:r w:rsidRPr="00CD3FC2">
        <w:rPr>
          <w:rtl/>
        </w:rPr>
        <w:t>:”ابنائنا“اور”نسائنا“سے مرادکون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</w:t>
      </w:r>
      <w:r w:rsidRPr="00CD3FC2">
        <w:rPr>
          <w:rtl/>
        </w:rPr>
        <w:t>:”انفسنا“کامقصودکون ہے؟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0B693F" w:rsidRPr="00B76D20">
        <w:rPr>
          <w:rtl/>
        </w:rPr>
        <w:t>۔۔۔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9469B">
        <w:rPr>
          <w:rStyle w:val="libAieChar"/>
          <w:rtl/>
        </w:rPr>
        <w:t>تعالوا ندع ا</w:t>
      </w:r>
      <w:r w:rsidR="00E17DF7" w:rsidRPr="00D9469B">
        <w:rPr>
          <w:rStyle w:val="libAieChar"/>
          <w:rFonts w:hint="cs"/>
          <w:rtl/>
        </w:rPr>
        <w:t>ٴ</w:t>
      </w:r>
      <w:r w:rsidR="00E17DF7" w:rsidRPr="00D9469B">
        <w:rPr>
          <w:rStyle w:val="libAieChar"/>
          <w:rFonts w:hint="eastAsia"/>
          <w:rtl/>
        </w:rPr>
        <w:t>بنائناو</w:t>
      </w:r>
      <w:r w:rsidR="00E17DF7" w:rsidRPr="00D9469B">
        <w:rPr>
          <w:rStyle w:val="libAieChar"/>
          <w:rtl/>
        </w:rPr>
        <w:t xml:space="preserve"> ا</w:t>
      </w:r>
      <w:r w:rsidR="00E17DF7" w:rsidRPr="00D9469B">
        <w:rPr>
          <w:rStyle w:val="libAieChar"/>
          <w:rFonts w:hint="cs"/>
          <w:rtl/>
        </w:rPr>
        <w:t>ٴ</w:t>
      </w:r>
      <w:r w:rsidR="00E17DF7" w:rsidRPr="00D9469B">
        <w:rPr>
          <w:rStyle w:val="libAieChar"/>
          <w:rFonts w:hint="eastAsia"/>
          <w:rtl/>
        </w:rPr>
        <w:t>بنا</w:t>
      </w:r>
      <w:r w:rsidR="00E17DF7" w:rsidRPr="00D9469B">
        <w:rPr>
          <w:rStyle w:val="libAieChar"/>
          <w:rtl/>
        </w:rPr>
        <w:t xml:space="preserve"> ئکم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0B693F" w:rsidRPr="00B76D20">
        <w:rPr>
          <w:rtl/>
        </w:rPr>
        <w:t>۔۔۔</w:t>
      </w:r>
      <w:r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ابناء</w:t>
      </w:r>
      <w:r w:rsidRPr="00CD3FC2">
        <w:rPr>
          <w:rtl/>
        </w:rPr>
        <w:t xml:space="preserve"> ابن کاجمع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ٹے،اورچونکہ”ابناء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رمتکلم</w:t>
      </w:r>
      <w:r w:rsidRPr="00CD3FC2">
        <w:rPr>
          <w:rtl/>
        </w:rPr>
        <w:t xml:space="preserve"> مع الغ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”نا“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نسبت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</w:t>
      </w:r>
      <w:r w:rsidR="00D9469B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اوراس سے مرادخودآنحضرت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لئے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کوکم ازکم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افراد،جوان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شمارہوں،کومباہلہ کے لئے اپنے ہمراہ لاناچاہئے۔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0B693F" w:rsidRPr="00B76D20">
        <w:rPr>
          <w:rtl/>
        </w:rPr>
        <w:t>۔۔۔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9469B">
        <w:rPr>
          <w:rStyle w:val="libAieChar"/>
          <w:rtl/>
        </w:rPr>
        <w:t>ونسائنا ونسائکم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0B693F" w:rsidRPr="00B76D20">
        <w:rPr>
          <w:rtl/>
        </w:rPr>
        <w:t>۔۔۔</w:t>
      </w:r>
      <w:r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”نساء“اسم</w:t>
      </w:r>
      <w:r w:rsidRPr="00CD3FC2">
        <w:rPr>
          <w:rtl/>
        </w:rPr>
        <w:t xml:space="preserve"> جمع ہے عورتوں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رمتکلم</w:t>
      </w:r>
      <w:r w:rsidRPr="00CD3FC2">
        <w:rPr>
          <w:rtl/>
        </w:rPr>
        <w:t xml:space="preserve"> مع الغ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”نا“ک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اضافت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ہے۔اس کاتقاضا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اپنے گھرانے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تمام عورتوں(چنانچہ جمع مضاف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عموم پرہوت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ہے)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اکم</w:t>
      </w:r>
      <w:r w:rsidRPr="00CD3FC2">
        <w:rPr>
          <w:rtl/>
        </w:rPr>
        <w:t xml:space="preserve"> ازکم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عورتوں کو)جوکم سے</w:t>
      </w:r>
    </w:p>
    <w:p w:rsidR="000B693F" w:rsidRPr="00D9469B" w:rsidRDefault="00D9469B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کئے گئے متکلم مع الغ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لحاظ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کساں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۔”ندع“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اورطرف مباہلہ وآنحضرت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نصار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مقصودہے،اور”ابناء“،”نساء“و”انفس“اس سے خارج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۔اور”ابنائنا،”نسائنا“اور”انفسنا</w:t>
      </w:r>
      <w:r w:rsidRPr="00CD3FC2">
        <w:rPr>
          <w:rFonts w:hint="eastAsia"/>
          <w:rtl/>
        </w:rPr>
        <w:t>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مقصودہ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اورطرف مباہلہ اورابناء،نسائ اور انفس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سے خارج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۔”نبتھل“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اور طرف مباہلہ اور ابناء،نساء اورانفس سب داخل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D9469B" w:rsidRDefault="00D9469B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D9469B" w:rsidRPr="00CD3FC2" w:rsidRDefault="00D9469B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جمع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مقدار اور خاص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ہے)مباہلہ کے لئے اپنے ساتھ لاناچاہئے۔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بحث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قابل ذکرہے،وہ”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بنائناونسائناو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کااقتضاہے اوربعدوالے جوابات محور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جومباہلہ کے ھدف اورمقصدپربحث ہوگ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بحث کاتکملہ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بناء“اور”نساء“کے</w:t>
      </w:r>
      <w:r w:rsidRPr="00CD3FC2">
        <w:rPr>
          <w:rtl/>
        </w:rPr>
        <w:t xml:space="preserve"> مصاد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کے عنوان سے کتنے اورکون لوگ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حاضرہوئے،ا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حدہ</w:t>
      </w:r>
      <w:r w:rsidRPr="00CD3FC2">
        <w:rPr>
          <w:rtl/>
        </w:rPr>
        <w:t xml:space="preserve"> گفتگوہے جس پرت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سرے</w:t>
      </w:r>
      <w:r w:rsidRPr="00CD3FC2">
        <w:rPr>
          <w:rtl/>
        </w:rPr>
        <w:t xml:space="preserve"> محور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 ہوگ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B76D20" w:rsidRDefault="00E17DF7" w:rsidP="00BA57AE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E17DF7">
        <w:rPr>
          <w:rStyle w:val="libAlaemChar"/>
          <w:rtl/>
        </w:rPr>
        <w:t>(</w:t>
      </w:r>
      <w:r>
        <w:rPr>
          <w:rStyle w:val="libAieChar"/>
          <w:rtl/>
        </w:rPr>
        <w:t xml:space="preserve">  </w:t>
      </w:r>
      <w:r w:rsidRPr="00D9469B">
        <w:rPr>
          <w:rStyle w:val="libAieChar"/>
          <w:rtl/>
        </w:rPr>
        <w:t>وانفسنا وانفسکم</w:t>
      </w:r>
      <w:r>
        <w:rPr>
          <w:rStyle w:val="libAieChar"/>
          <w:rtl/>
        </w:rPr>
        <w:t xml:space="preserve"> </w:t>
      </w:r>
      <w:r w:rsidRPr="00E17DF7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0B693F" w:rsidRPr="00B76D20">
        <w:rPr>
          <w:rtl/>
        </w:rPr>
        <w:t>۔۔۔</w:t>
      </w:r>
      <w:r w:rsidR="00BD32E1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انفس،نفس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جمع ہے اورچونکہ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ہلفظ</w:t>
      </w:r>
      <w:r w:rsidRPr="00CD3FC2">
        <w:rPr>
          <w:rtl/>
        </w:rPr>
        <w:t xml:space="preserve">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رمتکلم</w:t>
      </w:r>
      <w:r w:rsidRPr="00CD3FC2">
        <w:rPr>
          <w:rtl/>
        </w:rPr>
        <w:t xml:space="preserve"> مع الغ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ر”نا“</w:t>
      </w:r>
      <w:r w:rsidRPr="00CD3FC2">
        <w:rPr>
          <w:rtl/>
        </w:rPr>
        <w:t xml:space="preserve">(جس سے مقصودخودآنحضرت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ہے)ک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مضاف ہے،اس لئے اس پر دلالت کرتاہے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کو)جمع کے اقتضاکے مطابق)کم ازکم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افراد کومباہلہ کے لئے اپنے ساتھ لاناچاہئے جوآپ کے نفس کے زمرے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آتے ہوں۔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>) ص)پرقابل انطباق ہے؟</w:t>
      </w:r>
    </w:p>
    <w:p w:rsidR="000B693F" w:rsidRDefault="000B693F" w:rsidP="00107A46">
      <w:pPr>
        <w:pStyle w:val="libNormal"/>
        <w:rPr>
          <w:rFonts w:hint="cs"/>
          <w:rtl/>
        </w:rPr>
      </w:pPr>
      <w:r w:rsidRPr="00CD3FC2">
        <w:rPr>
          <w:rFonts w:hint="eastAsia"/>
          <w:rtl/>
        </w:rPr>
        <w:t>اگر</w:t>
      </w:r>
      <w:r w:rsidRPr="00CD3FC2">
        <w:rPr>
          <w:rtl/>
        </w:rPr>
        <w:t xml:space="preserve"> چہ”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 نفس کا اطلاق اپنے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صرف</w:t>
      </w:r>
      <w:r w:rsidRPr="00CD3FC2">
        <w:rPr>
          <w:rtl/>
        </w:rPr>
        <w:t xml:space="preserve"> رسول اللہ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نفس مبارک پرہے،ل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قرائن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لفظ نفس کوخودآنحضرت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پراطلاق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اجاسکتا</w:t>
      </w:r>
      <w:r w:rsidRPr="00CD3FC2">
        <w:rPr>
          <w:rtl/>
        </w:rPr>
        <w:t xml:space="preserve"> ہے اور وہ قرائن حسب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F50110" w:rsidRDefault="00F50110" w:rsidP="00F50110">
      <w:pPr>
        <w:pStyle w:val="libNormal"/>
        <w:rPr>
          <w:rtl/>
        </w:rPr>
      </w:pPr>
      <w:r>
        <w:rPr>
          <w:rtl/>
        </w:rPr>
        <w:br w:type="page"/>
      </w:r>
    </w:p>
    <w:p w:rsidR="00F50110" w:rsidRPr="00CD3FC2" w:rsidRDefault="00F5011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نفسنا“جمع</w:t>
      </w:r>
      <w:r w:rsidRPr="00CD3FC2">
        <w:rPr>
          <w:rtl/>
        </w:rPr>
        <w:t xml:space="preserve"> ہے اورہرفرد کے لئے نفس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۔جملہء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9469B">
        <w:rPr>
          <w:rStyle w:val="libAieChar"/>
          <w:rtl/>
        </w:rPr>
        <w:t>فقل تعالواندع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کواس کے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کاذمہ دارقرارد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</w:t>
      </w:r>
      <w:r w:rsidRPr="00CD3FC2">
        <w:rPr>
          <w:rtl/>
        </w:rPr>
        <w:t xml:space="preserve"> ہے اورحق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خودانسان سے متعلق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انسان خودکودعوت دے،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معقول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بنائ پر،بعض لوگوں نے تصورک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کہ”فطوّعت لہ نفسہ“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ا”دعوت</w:t>
      </w:r>
      <w:r w:rsidRPr="00CD3FC2">
        <w:rPr>
          <w:rtl/>
        </w:rPr>
        <w:t xml:space="preserve"> نفس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استعمال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”دعوت“</w:t>
      </w:r>
      <w:r w:rsidRPr="00CD3FC2">
        <w:rPr>
          <w:rtl/>
        </w:rPr>
        <w:t>)دعوت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)ج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افعال نفس سے تعلق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داکرتے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نکتہ کے بارے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غفلت</w:t>
      </w:r>
      <w:r w:rsidRPr="00CD3FC2">
        <w:rPr>
          <w:rtl/>
        </w:rPr>
        <w:t xml:space="preserve"> کانت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ہ”نفس“خودانسان</w:t>
      </w:r>
      <w:r w:rsidRPr="00CD3FC2">
        <w:rPr>
          <w:rtl/>
        </w:rPr>
        <w:t xml:space="preserve">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ہواہے،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ا”دعوت</w:t>
      </w:r>
      <w:r w:rsidRPr="00CD3FC2">
        <w:rPr>
          <w:rtl/>
        </w:rPr>
        <w:t xml:space="preserve"> سے مراد “(دعوت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>)حق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ہے۔بلکہ”فطوّعت لہ نفسہ قتل </w:t>
      </w:r>
      <w:r w:rsidR="008F5E30">
        <w:rPr>
          <w:rtl/>
        </w:rPr>
        <w:t>ا</w:t>
      </w:r>
      <w:r w:rsidRPr="00CD3FC2">
        <w:rPr>
          <w:rFonts w:hint="eastAsia"/>
          <w:rtl/>
        </w:rPr>
        <w:t>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نفس کامقصودانسان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نفسان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خواہشات ہے اوراس جملہ کا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ہے ”اس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نفسان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خواہشات نے اس کے لئے اپنے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کوقتل کرناآسان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ا“اور”دعوت</w:t>
      </w:r>
      <w:r w:rsidRPr="00CD3FC2">
        <w:rPr>
          <w:rtl/>
        </w:rPr>
        <w:t xml:space="preserve"> نفس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مقصوداپنے آپ کوکام انج</w:t>
      </w: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کے لئے مجبوراورآمادہ کرناہے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اپنے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جونفس سے متعلق ہو۔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۔”ندع“اس جہت سے کہ 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پرمشتمل ہے اس لئے نفس پردلالت کرتاہے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ہے،کہ دوسروں کودعوت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والا خودمباہلہ کا محورہو،اوروہ خودکوبھ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دے دے۔</w:t>
      </w:r>
    </w:p>
    <w:p w:rsidR="00D9469B" w:rsidRDefault="00D9469B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20" w:name="_Toc508103269"/>
      <w:r w:rsidRPr="00CD3FC2">
        <w:rPr>
          <w:rFonts w:hint="eastAsia"/>
          <w:rtl/>
        </w:rPr>
        <w:t>دوسرامحور</w:t>
      </w:r>
      <w:r w:rsidRPr="00CD3FC2">
        <w:rPr>
          <w:rtl/>
        </w:rPr>
        <w:t>:</w:t>
      </w:r>
      <w:bookmarkEnd w:id="20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21" w:name="_Toc508103270"/>
      <w:r w:rsidRPr="00CD3FC2">
        <w:rPr>
          <w:rFonts w:hint="eastAsia"/>
          <w:rtl/>
        </w:rPr>
        <w:t>مباہلہ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رسول (ص)کے حاضر ہونے کامقصد</w:t>
      </w:r>
      <w:bookmarkEnd w:id="2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کوک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حکم ہوا کہ مباہلہ کر نے کے واسطے اپنے خاندان کوبھ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ساتھ لائ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ں،جبکہ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تھاکہ مباہلہ دوفر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دعو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ہے اوراس داستان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طرف 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اور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نجران کے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کے نمائندے تھے؟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بعض</w:t>
      </w:r>
      <w:r w:rsidRPr="00CD3FC2">
        <w:rPr>
          <w:rtl/>
        </w:rPr>
        <w:t xml:space="preserve"> لوگوں کا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</w:t>
      </w:r>
      <w:r w:rsidRPr="00CD3FC2">
        <w:rPr>
          <w:rtl/>
        </w:rPr>
        <w:t xml:space="preserve"> ہے 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رشتہ داروں کے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حاضر ہونے کامقصدصرف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سچ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ہونے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لوگوں کواطم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نان</w:t>
      </w:r>
      <w:r w:rsidRPr="00CD3FC2">
        <w:rPr>
          <w:rtl/>
        </w:rPr>
        <w:t xml:space="preserve"> 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دکھلانا تھا،ک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انسان کے لئے اپنے عز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اشخاص کو اپنے ساتھ لانا</w:t>
      </w:r>
      <w:r w:rsidRPr="00CD3FC2">
        <w:rPr>
          <w:rFonts w:hint="eastAsia"/>
          <w:rtl/>
        </w:rPr>
        <w:t>صرف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معقول ہے کہ انسان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اوردعو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کے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ہونے پرمکمل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رکھتاہو۔اوراس طرح کااطم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نان</w:t>
      </w:r>
      <w:r w:rsidRPr="00CD3FC2">
        <w:rPr>
          <w:rtl/>
        </w:rPr>
        <w:t xml:space="preserve"> نہ رکھنے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اپنے ہاتھوں سے اپنے عز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زوں</w:t>
      </w:r>
      <w:r w:rsidRPr="00CD3FC2">
        <w:rPr>
          <w:rtl/>
        </w:rPr>
        <w:t xml:space="preserve"> کوخطرے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ڈالناہے اورکوئ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عقلمند انسان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سااقدام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کرسکتا۔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تمام رشتہ داروں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صرف چنداشخاص کے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حاضرہونے کے حوالے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توج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خاندان کام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حاضرہونااور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شرکت کرناان کے لئے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اورقدرمنزلت کاباعث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</w:t>
      </w:r>
      <w:r w:rsidRPr="00CD3FC2">
        <w:rPr>
          <w:rFonts w:hint="eastAsia"/>
          <w:rtl/>
        </w:rPr>
        <w:t>اہے،جبکہ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اوراس کے ضمن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غوروخوض کرنے سے معلوم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ہوتاہے کہ اس ماجرا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ہمراہ جانے والوں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ہے۔</w:t>
      </w:r>
    </w:p>
    <w:p w:rsidR="00D9469B" w:rsidRDefault="00D9469B" w:rsidP="004B12AB">
      <w:pPr>
        <w:pStyle w:val="libNormal"/>
        <w:rPr>
          <w:rtl/>
        </w:rPr>
      </w:pPr>
      <w:r>
        <w:rPr>
          <w:rtl/>
        </w:rPr>
        <w:br w:type="page"/>
      </w:r>
    </w:p>
    <w:p w:rsidR="00D9469B" w:rsidRPr="00CD3FC2" w:rsidRDefault="00D9469B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اہل</w:t>
      </w:r>
      <w:r w:rsidRPr="00CD3FC2">
        <w:rPr>
          <w:rtl/>
        </w:rPr>
        <w:t xml:space="preserve"> سنت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بڑے عالم علامہ زمخشر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D9469B">
        <w:rPr>
          <w:rStyle w:val="libArabicChar"/>
          <w:rFonts w:hint="eastAsia"/>
          <w:rtl/>
        </w:rPr>
        <w:t>وف</w:t>
      </w:r>
      <w:r w:rsidRPr="00D9469B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tl/>
        </w:rPr>
        <w:t xml:space="preserve"> دل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Fonts w:hint="eastAsia"/>
          <w:rtl/>
        </w:rPr>
        <w:t>ل</w:t>
      </w:r>
      <w:r w:rsidRPr="00D9469B">
        <w:rPr>
          <w:rStyle w:val="libArabicChar"/>
          <w:rtl/>
        </w:rPr>
        <w:t xml:space="preserve"> لاش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Fonts w:hint="eastAsia"/>
          <w:rtl/>
        </w:rPr>
        <w:t>ئ</w:t>
      </w:r>
      <w:r w:rsidRPr="00D9469B">
        <w:rPr>
          <w:rStyle w:val="libArabicChar"/>
          <w:rtl/>
        </w:rPr>
        <w:t xml:space="preserve"> اقو</w:t>
      </w:r>
      <w:r w:rsidRPr="00D9469B">
        <w:rPr>
          <w:rStyle w:val="libArabicChar"/>
          <w:rFonts w:hint="cs"/>
          <w:rtl/>
        </w:rPr>
        <w:t>یٰ</w:t>
      </w:r>
      <w:r w:rsidRPr="00D9469B">
        <w:rPr>
          <w:rStyle w:val="libArabicChar"/>
          <w:rtl/>
        </w:rPr>
        <w:t xml:space="preserve"> من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 xml:space="preserve"> علی</w:t>
      </w:r>
      <w:r w:rsidRPr="00D9469B">
        <w:rPr>
          <w:rStyle w:val="libArabicChar"/>
          <w:rtl/>
        </w:rPr>
        <w:t xml:space="preserve"> فضل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 xml:space="preserve"> اصحاب </w:t>
      </w:r>
      <w:r w:rsidRPr="00D9469B">
        <w:rPr>
          <w:rStyle w:val="libArabicChar"/>
          <w:rtl/>
        </w:rPr>
        <w:t>الکساء</w:t>
      </w:r>
      <w:r w:rsidRPr="00B76D20">
        <w:rPr>
          <w:rtl/>
        </w:rPr>
        <w:t>“</w:t>
      </w:r>
      <w:r w:rsidR="00D9469B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اصحاب کساء)عل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پرقو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موجود ہے“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کاروح المعان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کہناہے: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D9469B">
        <w:rPr>
          <w:rStyle w:val="libArabicChar"/>
          <w:rFonts w:hint="eastAsia"/>
          <w:rtl/>
        </w:rPr>
        <w:t>و</w:t>
      </w:r>
      <w:r w:rsidRPr="00D9469B">
        <w:rPr>
          <w:rStyle w:val="libArabicChar"/>
          <w:rtl/>
        </w:rPr>
        <w:t xml:space="preserve"> دلالت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>ا علی</w:t>
      </w:r>
      <w:r w:rsidRPr="00D9469B">
        <w:rPr>
          <w:rStyle w:val="libArabicChar"/>
          <w:rtl/>
        </w:rPr>
        <w:t xml:space="preserve"> فضل آل اللّٰ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 xml:space="preserve"> و رسول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D9469B">
        <w:rPr>
          <w:rStyle w:val="libArabicChar"/>
          <w:rFonts w:hint="cs"/>
          <w:rtl/>
        </w:rPr>
        <w:t>ممّا لای</w:t>
      </w:r>
      <w:r w:rsidRPr="00D9469B">
        <w:rPr>
          <w:rStyle w:val="libArabicChar"/>
          <w:rFonts w:hint="eastAsia"/>
          <w:rtl/>
        </w:rPr>
        <w:t>متر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tl/>
        </w:rPr>
        <w:t xml:space="preserve"> ف</w:t>
      </w:r>
      <w:r w:rsidRPr="00D9469B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>امؤمن</w:t>
      </w:r>
      <w:r w:rsidRPr="00D9469B">
        <w:rPr>
          <w:rStyle w:val="libArabicChar"/>
          <w:rtl/>
        </w:rPr>
        <w:t xml:space="preserve"> والنصب جازم الا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Fonts w:hint="eastAsia"/>
          <w:rtl/>
        </w:rPr>
        <w:t>مان</w:t>
      </w:r>
      <w:r w:rsidRPr="00B76D20">
        <w:rPr>
          <w:rFonts w:hint="eastAsia"/>
          <w:rtl/>
        </w:rPr>
        <w:t>“</w:t>
      </w:r>
      <w:r w:rsidR="00D9469B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(ص)کہ جو آل اللہ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ہے اوررسول اللہ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امور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ہے کہ جن پرکوئ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مؤمن شک و شبہ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 سکتا ہے اور خاندان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(ص)سے دشمن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عداوت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کونابودکرد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ہے“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اگرچہ</w:t>
      </w:r>
      <w:r w:rsidRPr="00CD3FC2">
        <w:rPr>
          <w:rtl/>
        </w:rPr>
        <w:t xml:space="preserve"> 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کہ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کے بعد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سطروں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کو خاندان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موڑ 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کوشش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  <w:r w:rsidR="00D9469B" w:rsidRPr="00F82107">
        <w:rPr>
          <w:rStyle w:val="libFootnotenumChar"/>
          <w:rFonts w:hint="cs"/>
          <w:rtl/>
        </w:rPr>
        <w:t>(3)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</w:t>
      </w:r>
      <w:r w:rsidRPr="00CD3FC2">
        <w:rPr>
          <w:rtl/>
        </w:rPr>
        <w:t xml:space="preserve"> ہم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خداوند متعال نے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السلام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ساتھ مباہلہ کر نے کے لئے حاضر ہوں؟اس سوال کے جواب کے لئے ہم پھرسے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="00BD32E1">
        <w:rPr>
          <w:rtl/>
        </w:rPr>
        <w:t xml:space="preserve"> </w:t>
      </w:r>
      <w:r w:rsidRPr="00CD3FC2">
        <w:rPr>
          <w:rtl/>
        </w:rPr>
        <w:t>۔۔۔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9469B">
        <w:rPr>
          <w:rStyle w:val="libAieChar"/>
          <w:rtl/>
        </w:rPr>
        <w:t>فقل تعالوا ندع ا</w:t>
      </w:r>
      <w:r w:rsidR="00E17DF7" w:rsidRPr="00D9469B">
        <w:rPr>
          <w:rStyle w:val="libAieChar"/>
          <w:rFonts w:hint="cs"/>
          <w:rtl/>
        </w:rPr>
        <w:t>ٴ</w:t>
      </w:r>
      <w:r w:rsidR="00E17DF7" w:rsidRPr="00D9469B">
        <w:rPr>
          <w:rStyle w:val="libAieChar"/>
          <w:rFonts w:hint="eastAsia"/>
          <w:rtl/>
        </w:rPr>
        <w:t>بناء</w:t>
      </w:r>
      <w:r w:rsidR="00E17DF7" w:rsidRPr="00D9469B">
        <w:rPr>
          <w:rStyle w:val="libAieChar"/>
          <w:rtl/>
        </w:rPr>
        <w:t xml:space="preserve"> ناو ا</w:t>
      </w:r>
      <w:r w:rsidR="00E17DF7" w:rsidRPr="00D9469B">
        <w:rPr>
          <w:rStyle w:val="libAieChar"/>
          <w:rFonts w:hint="cs"/>
          <w:rtl/>
        </w:rPr>
        <w:t>ٴ</w:t>
      </w:r>
      <w:r w:rsidR="00E17DF7" w:rsidRPr="00D9469B">
        <w:rPr>
          <w:rStyle w:val="libAieChar"/>
          <w:rFonts w:hint="eastAsia"/>
          <w:rtl/>
        </w:rPr>
        <w:t>بناء</w:t>
      </w:r>
      <w:r w:rsidR="00E17DF7" w:rsidRPr="00D9469B">
        <w:rPr>
          <w:rStyle w:val="libAieChar"/>
          <w:rtl/>
        </w:rPr>
        <w:t xml:space="preserve"> کم و نساء نا و نسائکم وا</w:t>
      </w:r>
      <w:r w:rsidR="00E17DF7" w:rsidRPr="00D9469B">
        <w:rPr>
          <w:rStyle w:val="libAieChar"/>
          <w:rFonts w:hint="cs"/>
          <w:rtl/>
        </w:rPr>
        <w:t>ٴ</w:t>
      </w:r>
      <w:r w:rsidR="00E17DF7" w:rsidRPr="00D9469B">
        <w:rPr>
          <w:rStyle w:val="libAieChar"/>
          <w:rFonts w:hint="eastAsia"/>
          <w:rtl/>
        </w:rPr>
        <w:t>نفسنا</w:t>
      </w:r>
      <w:r w:rsidR="00E17DF7" w:rsidRPr="00D9469B">
        <w:rPr>
          <w:rStyle w:val="libAieChar"/>
          <w:rtl/>
        </w:rPr>
        <w:t xml:space="preserve"> وا</w:t>
      </w:r>
      <w:r w:rsidR="00E17DF7" w:rsidRPr="00D9469B">
        <w:rPr>
          <w:rStyle w:val="libAieChar"/>
          <w:rFonts w:hint="cs"/>
          <w:rtl/>
        </w:rPr>
        <w:t>ٴ</w:t>
      </w:r>
      <w:r w:rsidR="00E17DF7" w:rsidRPr="00D9469B">
        <w:rPr>
          <w:rStyle w:val="libAieChar"/>
          <w:rFonts w:hint="eastAsia"/>
          <w:rtl/>
        </w:rPr>
        <w:t>نفسکم</w:t>
      </w:r>
      <w:r w:rsidR="00E17DF7" w:rsidRPr="00D9469B">
        <w:rPr>
          <w:rStyle w:val="libAieChar"/>
          <w:rtl/>
        </w:rPr>
        <w:t xml:space="preserve"> ثمّ نبت</w:t>
      </w:r>
      <w:r w:rsidR="00E17DF7" w:rsidRPr="00BA57AE">
        <w:rPr>
          <w:rStyle w:val="libAieChar"/>
          <w:rFonts w:hint="cs"/>
          <w:rtl/>
        </w:rPr>
        <w:t>ه</w:t>
      </w:r>
      <w:r w:rsidR="00E17DF7" w:rsidRPr="00D9469B">
        <w:rPr>
          <w:rStyle w:val="libAieChar"/>
          <w:rFonts w:hint="cs"/>
          <w:rtl/>
        </w:rPr>
        <w:t>ل فنجعل لعنة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D9469B">
        <w:rPr>
          <w:rStyle w:val="libAieChar"/>
          <w:rFonts w:hint="cs"/>
          <w:rtl/>
        </w:rPr>
        <w:t xml:space="preserve"> علی</w:t>
      </w:r>
      <w:r w:rsidR="00E17DF7" w:rsidRPr="00D9469B">
        <w:rPr>
          <w:rStyle w:val="libAieChar"/>
          <w:rtl/>
        </w:rPr>
        <w:t xml:space="preserve"> الکاذب</w:t>
      </w:r>
      <w:r w:rsidR="00E17DF7" w:rsidRPr="00D9469B">
        <w:rPr>
          <w:rStyle w:val="libAieChar"/>
          <w:rFonts w:hint="cs"/>
          <w:rtl/>
        </w:rPr>
        <w:t>ی</w:t>
      </w:r>
      <w:r w:rsidR="00E17DF7" w:rsidRPr="00D9469B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سے’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بناء“،”نسا</w:t>
      </w:r>
      <w:r w:rsidRPr="00CD3FC2">
        <w:rPr>
          <w:rtl/>
        </w:rPr>
        <w:t xml:space="preserve"> ء“ اور”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نفس“کودعوت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نااورپھردعاکرنااورجھوٹوں</w:t>
      </w:r>
      <w:r w:rsidRPr="00CD3FC2">
        <w:rPr>
          <w:rtl/>
        </w:rPr>
        <w:t xml:space="preserve"> پرخداک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لعنت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ہواہے۔</w:t>
      </w:r>
    </w:p>
    <w:p w:rsidR="00D9469B" w:rsidRPr="00D9469B" w:rsidRDefault="00D9469B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رالکشاف،ج</w:t>
      </w:r>
      <w:r w:rsidRPr="00CD3FC2">
        <w:rPr>
          <w:rtl/>
        </w:rPr>
        <w:t>۱،ص۳۷۰،دارالکتاب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۲۔روح المعان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۳،ص۱۸۹،دارئ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۳۔اس کے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پراعتراضات کے حصہ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تنق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</w:t>
      </w:r>
    </w:p>
    <w:p w:rsidR="00D9469B" w:rsidRDefault="00D9469B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D9469B" w:rsidRPr="00CD3FC2" w:rsidRDefault="00D9469B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22" w:name="_Toc508103271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رسول)ص)ک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وعظمت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بلند</w:t>
      </w:r>
      <w:r w:rsidRPr="00CD3FC2">
        <w:rPr>
          <w:rFonts w:hint="cs"/>
          <w:rtl/>
        </w:rPr>
        <w:t>ی</w:t>
      </w:r>
      <w:bookmarkEnd w:id="2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کلمہ”ابتھال“کودعا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تضرع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اورلعنت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جنے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دونوں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منا فات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اور”ابتھال“کے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دونوں معاف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ابتھال جو”نبتھل“ک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لفظ سے استفادہ ہو تاہے اوردوسرے ”ان لوگوں پرخدا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لعنت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ناجواس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جھوٹے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9469B">
        <w:rPr>
          <w:rStyle w:val="libAieChar"/>
          <w:rtl/>
        </w:rPr>
        <w:t>فنجعل لعنةالل</w:t>
      </w:r>
      <w:r w:rsidR="00E17DF7" w:rsidRPr="00BA57AE">
        <w:rPr>
          <w:rStyle w:val="libAieChar"/>
          <w:rFonts w:hint="cs"/>
          <w:rtl/>
        </w:rPr>
        <w:t>ه</w:t>
      </w:r>
      <w:r w:rsidR="00E17DF7" w:rsidRPr="00D9469B">
        <w:rPr>
          <w:rStyle w:val="libAieChar"/>
          <w:rFonts w:hint="cs"/>
          <w:rtl/>
        </w:rPr>
        <w:t xml:space="preserve"> علی</w:t>
      </w:r>
      <w:r w:rsidR="00E17DF7" w:rsidRPr="00D9469B">
        <w:rPr>
          <w:rStyle w:val="libAieChar"/>
          <w:rtl/>
        </w:rPr>
        <w:t xml:space="preserve"> الکاذب</w:t>
      </w:r>
      <w:r w:rsidR="00E17DF7" w:rsidRPr="00D9469B">
        <w:rPr>
          <w:rStyle w:val="libAieChar"/>
          <w:rFonts w:hint="cs"/>
          <w:rtl/>
        </w:rPr>
        <w:t>ی</w:t>
      </w:r>
      <w:r w:rsidR="00E17DF7" w:rsidRPr="00D9469B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کاجملہ اس پردلالت کرتاہے اوران دونوں کلموں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کے لئے خارج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خاص</w:t>
      </w:r>
      <w:r w:rsidRPr="00CD3FC2">
        <w:rPr>
          <w:rtl/>
        </w:rPr>
        <w:t xml:space="preserve"> مفہوم اورمصداق ہے دوسرا فقرہ جوجھوٹوں پرخداک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لعنت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ناہے</w:t>
      </w:r>
      <w:r w:rsidRPr="00CD3FC2">
        <w:rPr>
          <w:rtl/>
        </w:rPr>
        <w:t xml:space="preserve"> پہلے فقرے ابتہال پر”فاء“کے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کہ جو 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اور سبب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عطف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لہذا،اس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اورآپ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کا تضرع)رجوع 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اللہ)ہے اورجھوٹوں پرخداک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لعنت اورعقوبت کامرتب ہونا اس کامعلول ہے،اور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بلند مقام ہے کہ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کافروں کوہلاک کرنااورانھ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سزاد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اورآپ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انجام پائے۔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ہے،جوخداوندمتعال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برابر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اگرکہاجائے</w:t>
      </w:r>
      <w:r w:rsidRPr="00CD3FC2">
        <w:rPr>
          <w:rtl/>
        </w:rPr>
        <w:t xml:space="preserve"> کہ: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9469B">
        <w:rPr>
          <w:rStyle w:val="libAieChar"/>
          <w:rtl/>
        </w:rPr>
        <w:t>فنجعل لعنةالل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”فاء“اگرچہ</w:t>
      </w:r>
      <w:r w:rsidRPr="00CD3FC2">
        <w:rPr>
          <w:rtl/>
        </w:rPr>
        <w:t xml:space="preserve">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کے لئے ہے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مواقع پر”فاء“کے بعدوالاجملہ اس کے پہلے والے جملہ کے لئے مفسرقرار پاتاہے اور وہ تر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کہ جس پر کلمہ ”فاء“ دلالت کرتا ہے وہ تر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ذکر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: 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9469B">
        <w:rPr>
          <w:rStyle w:val="libAieChar"/>
          <w:rtl/>
        </w:rPr>
        <w:t>وناد</w:t>
      </w:r>
      <w:r w:rsidR="00E17DF7" w:rsidRPr="00D9469B">
        <w:rPr>
          <w:rStyle w:val="libAieChar"/>
          <w:rFonts w:hint="cs"/>
          <w:rtl/>
        </w:rPr>
        <w:t>یٰ</w:t>
      </w:r>
      <w:r w:rsidR="00E17DF7" w:rsidRPr="00D9469B">
        <w:rPr>
          <w:rStyle w:val="libAieChar"/>
          <w:rtl/>
        </w:rPr>
        <w:t xml:space="preserve"> نوح ربّ</w:t>
      </w:r>
      <w:r w:rsidR="00E17DF7" w:rsidRPr="00BA57AE">
        <w:rPr>
          <w:rStyle w:val="libAieChar"/>
          <w:rFonts w:hint="cs"/>
          <w:rtl/>
        </w:rPr>
        <w:t>ه</w:t>
      </w:r>
      <w:r w:rsidR="00E17DF7" w:rsidRPr="00D9469B">
        <w:rPr>
          <w:rStyle w:val="libAieChar"/>
          <w:rFonts w:hint="cs"/>
          <w:rtl/>
        </w:rPr>
        <w:t xml:space="preserve"> فقال ربّ إنّ ابنی</w:t>
      </w:r>
      <w:r w:rsidR="00E17DF7" w:rsidRPr="00D9469B">
        <w:rPr>
          <w:rStyle w:val="libAieChar"/>
          <w:rtl/>
        </w:rPr>
        <w:t xml:space="preserve"> من ا</w:t>
      </w:r>
      <w:r w:rsidR="00E17DF7" w:rsidRPr="00D9469B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D9469B">
        <w:rPr>
          <w:rStyle w:val="libAieChar"/>
          <w:rFonts w:hint="cs"/>
          <w:rtl/>
        </w:rPr>
        <w:t>لی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B693F" w:rsidRPr="00B76D20">
        <w:rPr>
          <w:rtl/>
        </w:rPr>
        <w:t>)ہود/۴۵)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”اورنوح</w:t>
      </w:r>
      <w:r w:rsidRPr="00CD3FC2">
        <w:rPr>
          <w:rtl/>
        </w:rPr>
        <w:t xml:space="preserve"> نے اپنے پروردگارکو آواز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پروردگارام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رافرزندم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اہل سے ہے۔“</w:t>
      </w:r>
    </w:p>
    <w:p w:rsidR="00A2246E" w:rsidRDefault="00A2246E" w:rsidP="004B12AB">
      <w:pPr>
        <w:pStyle w:val="libNormal"/>
        <w:rPr>
          <w:rtl/>
        </w:rPr>
      </w:pPr>
      <w:r>
        <w:rPr>
          <w:rtl/>
        </w:rPr>
        <w:br w:type="page"/>
      </w:r>
    </w:p>
    <w:p w:rsidR="00A2246E" w:rsidRPr="00CD3FC2" w:rsidRDefault="00A2246E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پرجملہء”فقال۔۔۔“جملہ ”فناد</w:t>
      </w:r>
      <w:r w:rsidRPr="00CD3FC2">
        <w:rPr>
          <w:rFonts w:hint="cs"/>
          <w:rtl/>
        </w:rPr>
        <w:t>یٰ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کوب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)تفس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)کرنے والاہے۔جواب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اولاً</w:t>
      </w:r>
      <w:r w:rsidRPr="00CD3FC2">
        <w:rPr>
          <w:rtl/>
        </w:rPr>
        <w:t>:جس پرکلمہ”فاء“دلالت کرتاہے وہ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وتفر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ہے اوران دونوں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کہ”جن دوجملوں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ان”فاء“نے</w:t>
      </w:r>
      <w:r w:rsidRPr="00CD3FC2">
        <w:rPr>
          <w:rtl/>
        </w:rPr>
        <w:t xml:space="preserve"> رابطہ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اہے،ان</w:t>
      </w:r>
      <w:r w:rsidRPr="00CD3FC2">
        <w:rPr>
          <w:rtl/>
        </w:rPr>
        <w:t xml:space="preserve"> دونوں جملوں کا مضمون ہے کہ دوسرے جملہ کامضمون پہلے جملہ پرمترتب ہے“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ہ”فاء“کاحق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کالازمہ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ذکر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پر”فاء“ک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اس کے خارج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دومضمون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ہے،بلکہ لفظ اور کلام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ہے لہذا اگراس پرکوئ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 جودنہ ہوتوکلام کواس پرحمل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 سکتے۔اس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خاندان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مر تبہ پردلالت رہ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 کے برابرہے اورمجموع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دعااس واقعہ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جھوٹ بولنے والوں پر ہلاکت اورعذاب ا 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نازل ہو نے کا باعث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</w:t>
      </w:r>
      <w:r w:rsidRPr="00CD3FC2">
        <w:rPr>
          <w:rtl/>
        </w:rPr>
        <w:t xml:space="preserve"> سرے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کہ:جملہء”فنجعل لعنة اللّٰہ“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مابعد”فاء“جملہء سابق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”نبتھل“کے لئے ب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اورمفسّرہونے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ںرکھتاہے،ک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دعاکرنے والے کا مقصدخداسے طلب کر ناہے نہ جھوٹوں پرلعنت کر نا۔اس صفت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نظراس کو لعنت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)جو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امر ہے) پہلے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(ص)اورآپکے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سے مستندہے اوردوسرے”فاء“تفر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دعاپر متو قف ہے۔گو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ااس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کا ادراک خودنجران کے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ذکرکئے</w:t>
      </w:r>
      <w:r w:rsidRPr="00CD3FC2">
        <w:rPr>
          <w:rtl/>
        </w:rPr>
        <w:t xml:space="preserve"> گئے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جملہ پرتوجہ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A2246E" w:rsidRDefault="00A2246E" w:rsidP="004B12AB">
      <w:pPr>
        <w:pStyle w:val="libNormal"/>
        <w:rPr>
          <w:rtl/>
        </w:rPr>
      </w:pPr>
      <w:r>
        <w:rPr>
          <w:rtl/>
        </w:rPr>
        <w:br w:type="page"/>
      </w:r>
    </w:p>
    <w:p w:rsidR="00A2246E" w:rsidRPr="00CD3FC2" w:rsidRDefault="00A2246E" w:rsidP="00107A46">
      <w:pPr>
        <w:pStyle w:val="libNormal"/>
        <w:rPr>
          <w:rtl/>
        </w:rPr>
      </w:pP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B76D20">
        <w:rPr>
          <w:rtl/>
        </w:rPr>
        <w:t>۔۔۔</w:t>
      </w:r>
      <w:r w:rsidRPr="00D9469B">
        <w:rPr>
          <w:rStyle w:val="libArabicChar"/>
          <w:rtl/>
        </w:rPr>
        <w:t>فقال ا</w:t>
      </w:r>
      <w:r w:rsidRPr="00D9469B">
        <w:rPr>
          <w:rStyle w:val="libArabicChar"/>
          <w:rFonts w:hint="cs"/>
          <w:rtl/>
        </w:rPr>
        <w:t>ٴ</w:t>
      </w:r>
      <w:r w:rsidRPr="00D9469B">
        <w:rPr>
          <w:rStyle w:val="libArabicChar"/>
          <w:rFonts w:hint="eastAsia"/>
          <w:rtl/>
        </w:rPr>
        <w:t>سقف</w:t>
      </w:r>
      <w:r w:rsidRPr="00D9469B">
        <w:rPr>
          <w:rStyle w:val="libArabicChar"/>
          <w:rtl/>
        </w:rPr>
        <w:t xml:space="preserve"> نجران: 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Fonts w:hint="eastAsia"/>
          <w:rtl/>
        </w:rPr>
        <w:t>امعشرالنصار</w:t>
      </w:r>
      <w:r w:rsidRPr="00D9469B">
        <w:rPr>
          <w:rStyle w:val="libArabicChar"/>
          <w:rFonts w:hint="cs"/>
          <w:rtl/>
        </w:rPr>
        <w:t>یٰ</w:t>
      </w:r>
      <w:r w:rsidRPr="00D9469B">
        <w:rPr>
          <w:rStyle w:val="libArabicChar"/>
          <w:rtl/>
        </w:rPr>
        <w:t>! إنّ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tl/>
        </w:rPr>
        <w:t xml:space="preserve"> لا</w:t>
      </w:r>
      <w:r w:rsidRPr="00D9469B">
        <w:rPr>
          <w:rStyle w:val="libArabicChar"/>
          <w:rFonts w:hint="cs"/>
          <w:rtl/>
        </w:rPr>
        <w:t>ٴ</w:t>
      </w:r>
      <w:r w:rsidRPr="00D9469B">
        <w:rPr>
          <w:rStyle w:val="libArabicChar"/>
          <w:rFonts w:hint="eastAsia"/>
          <w:rtl/>
        </w:rPr>
        <w:t>ر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tl/>
        </w:rPr>
        <w:t xml:space="preserve"> وجو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>اً لوساٴ</w:t>
      </w:r>
      <w:r w:rsidRPr="00D9469B">
        <w:rPr>
          <w:rStyle w:val="libArabicChar"/>
          <w:rFonts w:hint="eastAsia"/>
          <w:rtl/>
        </w:rPr>
        <w:t>لو</w:t>
      </w:r>
      <w:r w:rsidRPr="00D9469B">
        <w:rPr>
          <w:rStyle w:val="libArabicChar"/>
          <w:rtl/>
        </w:rPr>
        <w:t xml:space="preserve"> الل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 xml:space="preserve"> اٴ</w:t>
      </w:r>
      <w:r w:rsidRPr="00D9469B">
        <w:rPr>
          <w:rStyle w:val="libArabicChar"/>
          <w:rFonts w:hint="eastAsia"/>
          <w:rtl/>
        </w:rPr>
        <w:t>ن</w:t>
      </w:r>
      <w:r w:rsidRPr="00D9469B">
        <w:rPr>
          <w:rStyle w:val="libArabicChar"/>
          <w:rtl/>
        </w:rPr>
        <w:t xml:space="preserve"> 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Fonts w:hint="eastAsia"/>
          <w:rtl/>
        </w:rPr>
        <w:t>ز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Fonts w:hint="eastAsia"/>
          <w:rtl/>
        </w:rPr>
        <w:t>ل</w:t>
      </w:r>
      <w:r w:rsidRPr="00D9469B">
        <w:rPr>
          <w:rStyle w:val="libArabicChar"/>
          <w:rtl/>
        </w:rPr>
        <w:t xml:space="preserve"> جبلاً من مکان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 xml:space="preserve"> لاٴ</w:t>
      </w:r>
      <w:r w:rsidRPr="00D9469B">
        <w:rPr>
          <w:rStyle w:val="libArabicChar"/>
          <w:rFonts w:hint="eastAsia"/>
          <w:rtl/>
        </w:rPr>
        <w:t>زال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tl/>
        </w:rPr>
        <w:t xml:space="preserve"> ب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>ا فلا تبا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>لوا فت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>لکوا ولای</w:t>
      </w:r>
      <w:r w:rsidRPr="00D9469B">
        <w:rPr>
          <w:rStyle w:val="libArabicChar"/>
          <w:rFonts w:hint="eastAsia"/>
          <w:rtl/>
        </w:rPr>
        <w:t>بق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tl/>
        </w:rPr>
        <w:t xml:space="preserve"> عل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tl/>
        </w:rPr>
        <w:t xml:space="preserve"> وج</w:t>
      </w:r>
      <w:r w:rsidR="00BA57AE" w:rsidRPr="003A13AB">
        <w:rPr>
          <w:rStyle w:val="libArabicChar"/>
          <w:rFonts w:hint="cs"/>
          <w:rtl/>
        </w:rPr>
        <w:t>ه</w:t>
      </w:r>
      <w:r w:rsidRPr="00D9469B">
        <w:rPr>
          <w:rStyle w:val="libArabicChar"/>
          <w:rFonts w:hint="cs"/>
          <w:rtl/>
        </w:rPr>
        <w:t xml:space="preserve"> الاٴ</w:t>
      </w:r>
      <w:r w:rsidRPr="00D9469B">
        <w:rPr>
          <w:rStyle w:val="libArabicChar"/>
          <w:rFonts w:hint="eastAsia"/>
          <w:rtl/>
        </w:rPr>
        <w:t>رض</w:t>
      </w:r>
      <w:r w:rsidRPr="00D9469B">
        <w:rPr>
          <w:rStyle w:val="libArabicChar"/>
          <w:rtl/>
        </w:rPr>
        <w:t xml:space="preserve"> نصرانّ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tl/>
        </w:rPr>
        <w:t xml:space="preserve"> إل</w:t>
      </w:r>
      <w:r w:rsidRPr="00D9469B">
        <w:rPr>
          <w:rStyle w:val="libArabicChar"/>
          <w:rFonts w:hint="cs"/>
          <w:rtl/>
        </w:rPr>
        <w:t>یٰ</w:t>
      </w:r>
      <w:r w:rsidRPr="00D9469B">
        <w:rPr>
          <w:rStyle w:val="libArabicChar"/>
          <w:rtl/>
        </w:rPr>
        <w:t xml:space="preserve"> 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Fonts w:hint="eastAsia"/>
          <w:rtl/>
        </w:rPr>
        <w:t>وم</w:t>
      </w:r>
      <w:r w:rsidRPr="00D9469B">
        <w:rPr>
          <w:rStyle w:val="libArabicChar"/>
          <w:rtl/>
        </w:rPr>
        <w:t xml:space="preserve"> الق</w:t>
      </w:r>
      <w:r w:rsidRPr="00D9469B">
        <w:rPr>
          <w:rStyle w:val="libArabicChar"/>
          <w:rFonts w:hint="cs"/>
          <w:rtl/>
        </w:rPr>
        <w:t>ی</w:t>
      </w:r>
      <w:r w:rsidRPr="00D9469B">
        <w:rPr>
          <w:rStyle w:val="libArabicChar"/>
          <w:rFonts w:hint="eastAsia"/>
          <w:rtl/>
        </w:rPr>
        <w:t>امة</w:t>
      </w:r>
      <w:r w:rsidRPr="00B76D20">
        <w:rPr>
          <w:rtl/>
        </w:rPr>
        <w:t>۔“</w:t>
      </w:r>
      <w:r w:rsidR="00D9469B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”نجران</w:t>
      </w:r>
      <w:r w:rsidRPr="00CD3FC2">
        <w:rPr>
          <w:rtl/>
        </w:rPr>
        <w:t xml:space="preserve"> کے) عسائ</w:t>
      </w:r>
      <w:r w:rsidRPr="00CD3FC2">
        <w:rPr>
          <w:rFonts w:hint="cs"/>
          <w:rtl/>
        </w:rPr>
        <w:t>ی</w:t>
      </w:r>
      <w:r w:rsidRPr="00CD3FC2">
        <w:rPr>
          <w:rtl/>
        </w:rPr>
        <w:t>)پادر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نوران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چہروں کود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</w:t>
      </w:r>
      <w:r w:rsidRPr="00CD3FC2">
        <w:rPr>
          <w:rtl/>
        </w:rPr>
        <w:t xml:space="preserve"> کرانتہائ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متائثرہوئے اور بو لے اے نصران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tl/>
        </w:rPr>
        <w:t>!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چہروں کود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</w:t>
      </w:r>
      <w:r w:rsidRPr="00CD3FC2">
        <w:rPr>
          <w:rtl/>
        </w:rPr>
        <w:t xml:space="preserve"> رہاہوں کہ اگروہ خدا سے پہاڑ کے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سے ٹلنے کا٘ مطالبہ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تووہ ضرور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سے کھسک جا 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گے۔اس لئے تم ان سے مباہلہ نہ کرنا،ورنہ ھلاک ہوجاؤ</w:t>
      </w:r>
      <w:r w:rsidRPr="00CD3FC2">
        <w:rPr>
          <w:rFonts w:hint="eastAsia"/>
          <w:rtl/>
        </w:rPr>
        <w:t>گے</w:t>
      </w:r>
      <w:r w:rsidRPr="00CD3FC2">
        <w:rPr>
          <w:rtl/>
        </w:rPr>
        <w:t xml:space="preserve"> اورزم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پرق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</w:t>
      </w:r>
      <w:r w:rsidRPr="00CD3FC2">
        <w:rPr>
          <w:rtl/>
        </w:rPr>
        <w:t xml:space="preserve"> تک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بچے گا۔“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غورکرنے</w:t>
      </w:r>
      <w:r w:rsidRPr="00CD3FC2">
        <w:rPr>
          <w:rtl/>
        </w:rPr>
        <w:t xml:space="preserve"> سے معلوم ہوتاہے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مضمون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امورواضح طور پرب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(ص)،اپنے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کواپنے ساتھ لے آئے تاکہ وہ آپ کے ساتھ اس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کن دعا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ہوں اورمباہلہ آنحضرت (ص)اورآپ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مشترک طور پر انجام پائے تاکہ جھوٹوں پرلعنت اورعذاب نازل ہونے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مؤثرواقع ہو۔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۔آنحضرت (ص)اورآپکے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(ع)کاا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اور دعوت کا مقصد تمام لوگوں کے لئے واضح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 xml:space="preserve">۔اس واقعہ سے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کا بلند مرتبہ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قربت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اوالوں</w:t>
      </w:r>
      <w:r w:rsidRPr="00CD3FC2">
        <w:rPr>
          <w:rtl/>
        </w:rPr>
        <w:t xml:space="preserve"> پرواضح ہوگئ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</w:t>
      </w:r>
      <w:r w:rsidRPr="00CD3FC2">
        <w:rPr>
          <w:rtl/>
        </w:rPr>
        <w:t xml:space="preserve"> ہم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دکھ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>)ص)”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بنائنا“</w:t>
      </w:r>
      <w:r w:rsidRPr="00CD3FC2">
        <w:rPr>
          <w:rtl/>
        </w:rPr>
        <w:t>)اپنے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ٹوں</w:t>
      </w:r>
      <w:r w:rsidRPr="00CD3FC2">
        <w:rPr>
          <w:rtl/>
        </w:rPr>
        <w:t>)”نسائنا“)اپن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عورتوں)اور”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tl/>
        </w:rPr>
        <w:t>)اپنے نفسوں)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کن کواپنے ساتھ لاتے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737D76" w:rsidRPr="00737D76" w:rsidRDefault="00737D76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۱۔التفس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ر،فخر</w:t>
      </w:r>
      <w:r w:rsidRPr="00CD3FC2">
        <w:rPr>
          <w:rtl/>
        </w:rPr>
        <w:t xml:space="preserve"> راز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۸،ص۸۰،داراح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737D76" w:rsidRDefault="00737D76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23" w:name="_Toc508103272"/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سرامحور</w:t>
      </w:r>
      <w:bookmarkEnd w:id="23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24" w:name="_Toc508103273"/>
      <w:r w:rsidRPr="00CD3FC2">
        <w:rPr>
          <w:rFonts w:hint="eastAsia"/>
          <w:rtl/>
        </w:rPr>
        <w:t>مباہلہ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(ص)اپنے ساتھ کس کو لے گئے</w:t>
      </w:r>
      <w:bookmarkEnd w:id="2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اور اہل سنّت کااس پراتفاق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مباہلہ کے لئے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فاطمہ، حسن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علاوہ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اورکواپنے ساتھ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لائے۔اس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چندمسائل قابل غورہ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الف</w:t>
      </w:r>
      <w:r w:rsidRPr="00CD3FC2">
        <w:rPr>
          <w:rtl/>
        </w:rPr>
        <w:t>:وہ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حاضرہوناب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</w:t>
      </w:r>
      <w:r w:rsidRPr="00CD3FC2">
        <w:rPr>
          <w:rtl/>
        </w:rPr>
        <w:t>:ان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معتبراورصح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ہونا۔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</w:t>
      </w:r>
      <w:r w:rsidRPr="00CD3FC2">
        <w:rPr>
          <w:rtl/>
        </w:rPr>
        <w:t>۔اہل سنّت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بعض کتابوں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ذکرہوئ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قابل توجہ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مباہلہ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رسول)ص)کے حاضر ہونے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tl/>
          <w:lang w:bidi="fa-IR"/>
        </w:rPr>
        <w:t>۱</w:t>
      </w:r>
      <w:r w:rsidRPr="00CD3FC2">
        <w:rPr>
          <w:rtl/>
        </w:rPr>
        <w:t>۔اہل سنّت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چونکہ</w:t>
      </w:r>
      <w:r w:rsidRPr="00CD3FC2">
        <w:rPr>
          <w:rtl/>
        </w:rPr>
        <w:t xml:space="preserve"> اس کتاب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تر روئے سخن اہل سنّت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ہے لہذااکثرانھ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کے منابع سے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tl/>
        </w:rPr>
        <w:t>۔نمو نہ کے طورپراس حوالے سے چنداحاد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 رہ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25" w:name="_Toc508103274"/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>:</w:t>
      </w:r>
      <w:bookmarkEnd w:id="25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مسلم</w:t>
      </w:r>
      <w:r w:rsidR="00EB422F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سنن ترمذ</w:t>
      </w:r>
      <w:r w:rsidRPr="00CD3FC2">
        <w:rPr>
          <w:rFonts w:hint="cs"/>
          <w:rtl/>
        </w:rPr>
        <w:t>ی</w:t>
      </w:r>
      <w:r w:rsidR="00EB422F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اورمسنداحمد</w:t>
      </w:r>
      <w:r w:rsidR="00EB422F">
        <w:rPr>
          <w:rFonts w:hint="cs"/>
          <w:rtl/>
          <w:lang w:bidi="fa-IR"/>
        </w:rPr>
        <w:t xml:space="preserve"> </w:t>
      </w:r>
      <w:r w:rsidR="00EB422F" w:rsidRPr="00F82107">
        <w:rPr>
          <w:rStyle w:val="libFootnotenumChar"/>
          <w:rFonts w:hint="cs"/>
          <w:rtl/>
        </w:rPr>
        <w:t>(3)</w:t>
      </w:r>
      <w:r w:rsidR="00EB422F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متفق اور مسلم لفظ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EB422F" w:rsidRPr="00EB422F" w:rsidRDefault="00EB422F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مسلم،ج۵،ص۲۳کتاب فضائل الصحابة،باب من فضائل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طالب،ح</w:t>
      </w:r>
      <w:r w:rsidRPr="00CD3FC2">
        <w:rPr>
          <w:rtl/>
        </w:rPr>
        <w:t>۳۲،موسسئہ عزالد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للطباعةوالنشر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۲۔سنن ترمذ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۵،ص۵۶۵ دارالفکر ۳۔مسنداحمد،ج،۱،ص۱۸۵،دارصادر،ب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EB422F" w:rsidRDefault="00EB422F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EB422F" w:rsidRPr="00CD3FC2" w:rsidRDefault="00EB422F" w:rsidP="00107A46">
      <w:pPr>
        <w:pStyle w:val="libNormal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”حدثنا</w:t>
      </w:r>
      <w:r w:rsidRPr="00CD3FC2">
        <w:rPr>
          <w:rtl/>
        </w:rPr>
        <w:t xml:space="preserve"> قت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بة</w:t>
      </w:r>
      <w:r w:rsidRPr="00CD3FC2">
        <w:rPr>
          <w:rtl/>
        </w:rPr>
        <w:t xml:space="preserve"> بن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و محمد بن عباد</w:t>
      </w:r>
      <w:r w:rsidRPr="00CD3FC2">
        <w:rPr>
          <w:rFonts w:hint="cs"/>
          <w:rtl/>
        </w:rPr>
        <w:t xml:space="preserve"> قالا: حدثنا حاتم 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 xml:space="preserve">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</w:t>
      </w:r>
      <w:r w:rsidRPr="00CD3FC2">
        <w:rPr>
          <w:rtl/>
        </w:rPr>
        <w:t xml:space="preserve"> ابن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 xml:space="preserve"> عن بک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بن مسمار، عن عامر بن سعد بن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وقاص، عن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</w:t>
      </w:r>
      <w:r w:rsidRPr="00CD3FC2">
        <w:rPr>
          <w:rtl/>
        </w:rPr>
        <w:t xml:space="preserve"> قال: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معاو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بن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سعدا ًفقال: ما منعک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تسب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با</w:t>
      </w:r>
      <w:r w:rsidRPr="00CD3FC2">
        <w:rPr>
          <w:rtl/>
        </w:rPr>
        <w:t xml:space="preserve"> التراب؟ فقال: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ماّ</w:t>
      </w:r>
      <w:r w:rsidRPr="00CD3FC2">
        <w:rPr>
          <w:rtl/>
        </w:rPr>
        <w:t xml:space="preserve"> ما ذکرتُ ثلاثاً قال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نّ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رسواللّٰ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فلن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سبّ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تکون 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واحدة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نّ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حبّ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من حمرالنعم</w:t>
      </w:r>
    </w:p>
    <w:p w:rsidR="000B693F" w:rsidRPr="00CD3FC2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سمعت</w:t>
      </w:r>
      <w:r w:rsidRPr="00CD3FC2">
        <w:rPr>
          <w:rtl/>
        </w:rPr>
        <w:t xml:space="preserve"> رسول 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قول</w:t>
      </w:r>
      <w:r w:rsidRPr="00CD3FC2">
        <w:rPr>
          <w:rtl/>
        </w:rPr>
        <w:t xml:space="preserve">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لماّ خلّف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فی</w:t>
      </w:r>
      <w:r w:rsidRPr="00CD3FC2">
        <w:rPr>
          <w:rtl/>
        </w:rPr>
        <w:t xml:space="preserve"> بعض مغاز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فقال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علیّ</w:t>
      </w:r>
      <w:r w:rsidRPr="00CD3FC2">
        <w:rPr>
          <w:rtl/>
        </w:rPr>
        <w:t xml:space="preserve">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خلّفتنی</w:t>
      </w:r>
      <w:r w:rsidRPr="00CD3FC2">
        <w:rPr>
          <w:rtl/>
        </w:rPr>
        <w:t xml:space="preserve"> مع النساء والصب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ان؟</w:t>
      </w:r>
      <w:r w:rsidRPr="00CD3FC2">
        <w:rPr>
          <w:rtl/>
        </w:rPr>
        <w:t xml:space="preserve"> فقال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:ا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ما</w:t>
      </w:r>
      <w:r w:rsidRPr="00CD3FC2">
        <w:rPr>
          <w:rtl/>
        </w:rPr>
        <w:t xml:space="preserve"> ترض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تکون منّ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بمنزلة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ارون من موسی</w:t>
      </w:r>
      <w:r w:rsidRPr="00CD3FC2">
        <w:rPr>
          <w:rtl/>
        </w:rPr>
        <w:t xml:space="preserve"> إلاّ ان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لانبوة بعدی</w:t>
      </w:r>
      <w:r w:rsidRPr="00CD3FC2">
        <w:rPr>
          <w:rFonts w:hint="eastAsia"/>
          <w:rtl/>
        </w:rPr>
        <w:t>؟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سمعت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ی</w:t>
      </w:r>
      <w:r w:rsidRPr="00CD3FC2">
        <w:rPr>
          <w:rFonts w:hint="eastAsia"/>
          <w:rtl/>
        </w:rPr>
        <w:t>قول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بر</w:t>
      </w:r>
      <w:r w:rsidRPr="00CD3FC2">
        <w:rPr>
          <w:rtl/>
        </w:rPr>
        <w:t>: لا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عط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رجلاً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حبّ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رسول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ی</w:t>
      </w:r>
      <w:r w:rsidRPr="00CD3FC2">
        <w:rPr>
          <w:rFonts w:hint="eastAsia"/>
          <w:rtl/>
        </w:rPr>
        <w:t>حبّ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رسول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قال: فتطاولنا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فقال: اُدعو الی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اً</w:t>
      </w:r>
      <w:r w:rsidRPr="00CD3FC2">
        <w:rPr>
          <w:rtl/>
        </w:rPr>
        <w:t xml:space="preserve"> فا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رمد،</w:t>
      </w:r>
      <w:r w:rsidRPr="00CD3FC2">
        <w:rPr>
          <w:rtl/>
        </w:rPr>
        <w:t xml:space="preserve"> فبصق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ودفع الرا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،ففتح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ولماّنزلت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الای</w:t>
      </w:r>
      <w:r w:rsidRPr="00CD3FC2">
        <w:rPr>
          <w:rFonts w:hint="eastAsia"/>
          <w:rtl/>
        </w:rPr>
        <w:t>ة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4572B">
        <w:rPr>
          <w:rStyle w:val="libAieChar"/>
          <w:rtl/>
        </w:rPr>
        <w:t>فقل تعا لواندع ابنائناوابنائکم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>دعا</w:t>
      </w:r>
      <w:r w:rsidR="0044572B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رسول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-صلی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وسلم </w:t>
      </w:r>
      <w:r w:rsidR="0044572B">
        <w:rPr>
          <w:rtl/>
        </w:rPr>
        <w:t>–</w:t>
      </w:r>
      <w:r w:rsidRPr="00CD3FC2">
        <w:rPr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اًوفاطمةوحسناًوحس</w:t>
      </w:r>
      <w:r w:rsidRPr="00CD3FC2">
        <w:rPr>
          <w:rFonts w:hint="cs"/>
          <w:rtl/>
        </w:rPr>
        <w:t>ی</w:t>
      </w:r>
      <w:r w:rsidR="0044572B">
        <w:rPr>
          <w:rFonts w:hint="eastAsia"/>
          <w:rtl/>
        </w:rPr>
        <w:t>ناً</w:t>
      </w:r>
      <w:r w:rsidR="0044572B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فقال</w:t>
      </w:r>
      <w:r w:rsidRPr="00CD3FC2">
        <w:rPr>
          <w:rtl/>
        </w:rPr>
        <w:t>:اللّ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مّ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ؤلائ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لی</w:t>
      </w:r>
      <w:r w:rsidRPr="00CD3FC2">
        <w:rPr>
          <w:rFonts w:hint="eastAsia"/>
          <w:rtl/>
        </w:rPr>
        <w:t>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”قت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بةبن</w:t>
      </w:r>
      <w:r w:rsidRPr="00CD3FC2">
        <w:rPr>
          <w:rtl/>
        </w:rPr>
        <w:t xml:space="preserve">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اور محمد بن عبادنے ہمارے لئے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>-- عامربن سعدبن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وقاص سے اس نے اپنے باپ)سعد 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وقاص)سے کہ معاو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 سعدکوحکم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ااورکہا</w:t>
      </w:r>
      <w:r w:rsidRPr="00CD3FC2">
        <w:rPr>
          <w:rtl/>
        </w:rPr>
        <w:t>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ابوتراب)عل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السلام)کودشنام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اور برا بھلا کہنے سے کو نس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مانع ہوئ</w:t>
      </w:r>
      <w:r w:rsidRPr="00CD3FC2">
        <w:rPr>
          <w:rFonts w:hint="cs"/>
          <w:rtl/>
        </w:rPr>
        <w:t>ی</w:t>
      </w:r>
      <w:r w:rsidRPr="00CD3FC2">
        <w:rPr>
          <w:rtl/>
        </w:rPr>
        <w:t>)سعدنے)کہا:م</w:t>
      </w:r>
      <w:r w:rsidRPr="00CD3FC2">
        <w:rPr>
          <w:rFonts w:hint="eastAsia"/>
          <w:rtl/>
        </w:rPr>
        <w:t>جھے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جسے رسول خداصل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ہے،لہذا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برابھلا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کہوں گا۔اگرمجھ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صرف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تووہ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لئے سرخ اونٹوں سے محبوب ترہوت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</w:p>
    <w:p w:rsidR="0044572B" w:rsidRDefault="0044572B" w:rsidP="004B12AB">
      <w:pPr>
        <w:pStyle w:val="libNormal"/>
        <w:rPr>
          <w:rtl/>
        </w:rPr>
      </w:pPr>
      <w:r>
        <w:rPr>
          <w:rtl/>
        </w:rPr>
        <w:br w:type="page"/>
      </w:r>
    </w:p>
    <w:p w:rsidR="0044572B" w:rsidRPr="00CD3FC2" w:rsidRDefault="0044572B" w:rsidP="00107A46">
      <w:pPr>
        <w:pStyle w:val="libNormal"/>
        <w:rPr>
          <w:rtl/>
        </w:rPr>
      </w:pPr>
    </w:p>
    <w:p w:rsidR="0044572B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سنا ہے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جنگ کے دوران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پررکھاتھااورعل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اآپمجھے</w:t>
      </w:r>
      <w:r w:rsidRPr="00CD3FC2">
        <w:rPr>
          <w:rtl/>
        </w:rPr>
        <w:t xml:space="preserve"> عورتوں اوربچوں کے ساتھ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چھوڑرہے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tl/>
        </w:rPr>
        <w:t xml:space="preserve"> )آنحضرت (ص)نے)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اس پرراض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ہوکہ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ساتھ تمہار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ہوجو ہارون ک</w:t>
      </w:r>
      <w:r w:rsidRPr="00CD3FC2">
        <w:rPr>
          <w:rFonts w:hint="cs"/>
          <w:rtl/>
        </w:rPr>
        <w:t>ی</w:t>
      </w:r>
      <w:r w:rsidRPr="00CD3FC2">
        <w:rPr>
          <w:rtl/>
        </w:rPr>
        <w:t>)حضرت)موس</w:t>
      </w:r>
      <w:r w:rsidRPr="00CD3FC2">
        <w:rPr>
          <w:rFonts w:hint="cs"/>
          <w:rtl/>
        </w:rPr>
        <w:t>ی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)کے ساتھ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،صرف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بعد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گا؟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نے)رسول خدا (ص))سے سنا ہے کہ آپ نے روز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 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پرچم اس شخص کے ہاتھ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دوں گاجوخدا ورسول (ص)کو دوست رکھتاہے اورخ</w:t>
      </w:r>
      <w:r w:rsidRPr="00CD3FC2">
        <w:rPr>
          <w:rFonts w:hint="eastAsia"/>
          <w:rtl/>
        </w:rPr>
        <w:t>داورسول</w:t>
      </w:r>
      <w:r w:rsidRPr="00CD3FC2">
        <w:rPr>
          <w:rtl/>
        </w:rPr>
        <w:t xml:space="preserve"> (ص)اس کو دوست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۔)سعدنے کہا):ہم)اس بلندمرتبہ کے لئے)سراٹھاکر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</w:t>
      </w:r>
      <w:r w:rsidRPr="00CD3FC2">
        <w:rPr>
          <w:rtl/>
        </w:rPr>
        <w:t xml:space="preserve"> رہے تھے)کہ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اس امر کے لئے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مقررفرماتے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tl/>
        </w:rPr>
        <w:t>)اس وقت آنحضرت (ص)نے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پاس بلاؤ ۔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آپکے پاس 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</w:t>
      </w:r>
      <w:r w:rsidRPr="00CD3FC2">
        <w:rPr>
          <w:rtl/>
        </w:rPr>
        <w:t xml:space="preserve"> جبکہ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آنکھوں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دردتھا،آنحضرت (ص)نے اپنا آب دہن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آنکھوں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لگا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ااورپرچم</w:t>
      </w:r>
      <w:r w:rsidRPr="00CD3FC2">
        <w:rPr>
          <w:rtl/>
        </w:rPr>
        <w:t xml:space="preserve"> ان کے ہاتھ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تھماد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ااورخدائے</w:t>
      </w:r>
      <w:r w:rsidRPr="00CD3FC2">
        <w:rPr>
          <w:rtl/>
        </w:rPr>
        <w:t xml:space="preserve"> متعال نے ان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سے مسلمانوں کوفتح عطاک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 xml:space="preserve">۔جب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EB422F">
        <w:rPr>
          <w:rStyle w:val="libAieChar"/>
          <w:rtl/>
        </w:rPr>
        <w:t>:</w:t>
      </w:r>
      <w:r w:rsidR="00E17DF7">
        <w:rPr>
          <w:rStyle w:val="libAieChar"/>
          <w:rtl/>
        </w:rPr>
        <w:t xml:space="preserve"> </w:t>
      </w:r>
      <w:r w:rsidR="00E17DF7" w:rsidRPr="00EB422F">
        <w:rPr>
          <w:rStyle w:val="libAieChar"/>
          <w:rtl/>
        </w:rPr>
        <w:t xml:space="preserve"> قل تعالو اندع ا</w:t>
      </w:r>
      <w:r w:rsidR="00E17DF7" w:rsidRPr="00EB422F">
        <w:rPr>
          <w:rStyle w:val="libAieChar"/>
          <w:rFonts w:hint="cs"/>
          <w:rtl/>
        </w:rPr>
        <w:t>ٴ</w:t>
      </w:r>
      <w:r w:rsidR="00E17DF7" w:rsidRPr="00EB422F">
        <w:rPr>
          <w:rStyle w:val="libAieChar"/>
          <w:rFonts w:hint="eastAsia"/>
          <w:rtl/>
        </w:rPr>
        <w:t>بناء</w:t>
      </w:r>
      <w:r w:rsidR="00E17DF7" w:rsidRPr="00EB422F">
        <w:rPr>
          <w:rStyle w:val="libAieChar"/>
          <w:rtl/>
        </w:rPr>
        <w:t xml:space="preserve"> نا و ا</w:t>
      </w:r>
      <w:r w:rsidR="00E17DF7" w:rsidRPr="00EB422F">
        <w:rPr>
          <w:rStyle w:val="libAieChar"/>
          <w:rFonts w:hint="cs"/>
          <w:rtl/>
        </w:rPr>
        <w:t>ٴ</w:t>
      </w:r>
      <w:r w:rsidR="00E17DF7" w:rsidRPr="00EB422F">
        <w:rPr>
          <w:rStyle w:val="libAieChar"/>
          <w:rFonts w:hint="eastAsia"/>
          <w:rtl/>
        </w:rPr>
        <w:t>بنائکم</w:t>
      </w:r>
      <w:r w:rsidR="00E17DF7" w:rsidRPr="00EB422F">
        <w:rPr>
          <w:rStyle w:val="libAieChar"/>
          <w:rtl/>
        </w:rPr>
        <w:t xml:space="preserve"> و نسائنا و نسائکم و ا</w:t>
      </w:r>
      <w:r w:rsidR="00E17DF7" w:rsidRPr="00EB422F">
        <w:rPr>
          <w:rStyle w:val="libAieChar"/>
          <w:rFonts w:hint="cs"/>
          <w:rtl/>
        </w:rPr>
        <w:t>ٴ</w:t>
      </w:r>
      <w:r w:rsidR="00E17DF7" w:rsidRPr="00EB422F">
        <w:rPr>
          <w:rStyle w:val="libAieChar"/>
          <w:rFonts w:hint="eastAsia"/>
          <w:rtl/>
        </w:rPr>
        <w:t>نفسنا</w:t>
      </w:r>
      <w:r w:rsidR="00E17DF7" w:rsidRPr="00EB422F">
        <w:rPr>
          <w:rStyle w:val="libAieChar"/>
          <w:rtl/>
        </w:rPr>
        <w:t xml:space="preserve"> و ا</w:t>
      </w:r>
      <w:r w:rsidR="00E17DF7" w:rsidRPr="00EB422F">
        <w:rPr>
          <w:rStyle w:val="libAieChar"/>
          <w:rFonts w:hint="cs"/>
          <w:rtl/>
        </w:rPr>
        <w:t>ٴ</w:t>
      </w:r>
      <w:r w:rsidR="00E17DF7" w:rsidRPr="00EB422F">
        <w:rPr>
          <w:rStyle w:val="libAieChar"/>
          <w:rFonts w:hint="eastAsia"/>
          <w:rtl/>
        </w:rPr>
        <w:t>نفسکم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توپ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،فاطمہ،حسن</w:t>
      </w:r>
      <w:r w:rsidRPr="00CD3FC2">
        <w:rPr>
          <w:rtl/>
        </w:rPr>
        <w:t xml:space="preserve">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)کوبلاکرفرما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:خدا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</w:p>
    <w:p w:rsidR="000B693F" w:rsidRPr="00CD3FC2" w:rsidRDefault="000B693F" w:rsidP="00107A46">
      <w:pPr>
        <w:pStyle w:val="Heading2Center"/>
        <w:rPr>
          <w:rtl/>
        </w:rPr>
      </w:pPr>
      <w:bookmarkStart w:id="26" w:name="_Toc508103275"/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قابل استفادہ نکات:</w:t>
      </w:r>
      <w:bookmarkEnd w:id="26"/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جوآخر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جملہ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:”الّٰلہمّ ھٰؤلاء </w:t>
      </w:r>
      <w:r w:rsidR="008F5E30">
        <w:rPr>
          <w:rtl/>
        </w:rPr>
        <w:t>ا</w:t>
      </w:r>
      <w:r w:rsidRPr="00CD3FC2">
        <w:rPr>
          <w:rtl/>
        </w:rPr>
        <w:t xml:space="preserve"> 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“خدا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بات پردلالت کرتاہے”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بناء“”نساء“اور”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نفس“جوآ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ں،وہ</w:t>
      </w:r>
      <w:r w:rsidRPr="00CD3FC2">
        <w:rPr>
          <w:rtl/>
        </w:rPr>
        <w:t xml:space="preserve"> اس لحاظ سے ہے کہ وہ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اہل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44572B" w:rsidRDefault="0044572B" w:rsidP="004B12AB">
      <w:pPr>
        <w:pStyle w:val="libNormal"/>
        <w:rPr>
          <w:rtl/>
        </w:rPr>
      </w:pPr>
      <w:r>
        <w:rPr>
          <w:rtl/>
        </w:rPr>
        <w:br w:type="page"/>
      </w:r>
    </w:p>
    <w:p w:rsidR="0044572B" w:rsidRPr="00CD3FC2" w:rsidRDefault="0044572B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بناء“”نساء“و”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سے ہرا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جمع مضاف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پہلے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)اس کا اقتضا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آ 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کواپنے خاندان کے تمام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ٹوں،عورتوں</w:t>
      </w:r>
      <w:r w:rsidRPr="00CD3FC2">
        <w:rPr>
          <w:rtl/>
        </w:rPr>
        <w:t xml:space="preserve"> اور وہ ذات جو آپ کا نفس کہلات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،سب</w:t>
      </w:r>
      <w:r w:rsidRPr="00CD3FC2">
        <w:rPr>
          <w:rtl/>
        </w:rPr>
        <w:t xml:space="preserve"> کوم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ں،جبکہ</w:t>
      </w:r>
      <w:r w:rsidRPr="00CD3FC2">
        <w:rPr>
          <w:rtl/>
        </w:rPr>
        <w:t xml:space="preserve"> آپ نے”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سے صرف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</w:t>
      </w:r>
      <w:r w:rsidRPr="00CD3FC2">
        <w:rPr>
          <w:rtl/>
        </w:rPr>
        <w:t xml:space="preserve"> السلام کواور”نساء“سے صرف حضرت فاطمہ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ہاکواور”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نفس“سے</w:t>
      </w:r>
      <w:r w:rsidRPr="00CD3FC2">
        <w:rPr>
          <w:rtl/>
        </w:rPr>
        <w:t xml:space="preserve"> صرف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کواپنے ساتھ 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۔اس مطلب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نظرجوآپ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:”خدا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ں“اس</w:t>
      </w:r>
      <w:r w:rsidRPr="00CD3FC2">
        <w:rPr>
          <w:rtl/>
        </w:rPr>
        <w:t xml:space="preserve"> سے معلوم ہوتاہے 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اہل صرف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حضرات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اس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اپکے اہل کے دائرے سے خارج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۔”اہل“اور”اہل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ت“کے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اصطلاح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جوپنجتن پاک کہ جن کوآل عبااوراصحاب کساء کہاجاتاہے،ان کے علاوہ دوسروں پر اس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کااطلاق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تاہے۔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کہ جو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اس کے علاوہ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مناسبتوں</w:t>
      </w:r>
      <w:r w:rsidRPr="00CD3FC2">
        <w:rPr>
          <w:rtl/>
        </w:rPr>
        <w:t xml:space="preserve"> سے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بخوب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استفادہ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جاسکتاہے۔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27" w:name="_Toc508103276"/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>:</w:t>
      </w:r>
      <w:bookmarkEnd w:id="27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لکھاہے: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-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لماّ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ورد</w:t>
      </w:r>
      <w:r w:rsidRPr="00CD3FC2">
        <w:rPr>
          <w:rtl/>
        </w:rPr>
        <w:t xml:space="preserve"> الدلائل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نجران،ثمّ إنّ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صروا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م، فقال - علی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إنّ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إن لم تقبلوا الحجّة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لکم فقالوا: 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با</w:t>
      </w:r>
      <w:r w:rsidRPr="00CD3FC2">
        <w:rPr>
          <w:rtl/>
        </w:rPr>
        <w:t xml:space="preserve"> القاسم، بل نرجع فننظر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مرنا</w:t>
      </w:r>
      <w:r w:rsidRPr="00CD3FC2">
        <w:rPr>
          <w:rtl/>
        </w:rPr>
        <w:t xml:space="preserve"> ثمّ نا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</w:p>
    <w:p w:rsidR="0044572B" w:rsidRPr="003A13AB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فلمّا</w:t>
      </w:r>
      <w:r w:rsidRPr="00CD3FC2">
        <w:rPr>
          <w:rtl/>
        </w:rPr>
        <w:t xml:space="preserve"> رجعوا قالوا للعاقب - وکان ذارا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- 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عبدالمس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ح،</w:t>
      </w:r>
      <w:r w:rsidRPr="00CD3FC2">
        <w:rPr>
          <w:rtl/>
        </w:rPr>
        <w:t xml:space="preserve"> ماتر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فقال: و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لقد عرفتم 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معشر النصار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محمداً نب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مرسل و لقد جاء کم بالکلام الحق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صاحبکم و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ما با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 قوم نبی</w:t>
      </w:r>
      <w:r w:rsidRPr="00CD3FC2">
        <w:rPr>
          <w:rFonts w:hint="eastAsia"/>
          <w:rtl/>
        </w:rPr>
        <w:t>اً</w:t>
      </w:r>
      <w:r w:rsidRPr="00CD3FC2">
        <w:rPr>
          <w:rtl/>
        </w:rPr>
        <w:t xml:space="preserve"> قط فعاش 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و لا نبت صغ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! و لئن فعلتم لکان الا ستئصال 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فإن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تم</w:t>
      </w:r>
      <w:r w:rsidRPr="00CD3FC2">
        <w:rPr>
          <w:rtl/>
        </w:rPr>
        <w:t xml:space="preserve"> إلاّ الإصرار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نکم</w:t>
      </w:r>
      <w:r w:rsidRPr="00CD3FC2">
        <w:rPr>
          <w:rtl/>
        </w:rPr>
        <w:t xml:space="preserve"> و الإقامة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نتم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فوادعوا الرجل و انصرفوا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بلادکم</w:t>
      </w:r>
    </w:p>
    <w:p w:rsidR="0044572B" w:rsidRPr="00B76D20" w:rsidRDefault="0044572B" w:rsidP="00B76D20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BA57AE" w:rsidRDefault="000B693F" w:rsidP="00BA57AE">
      <w:pPr>
        <w:pStyle w:val="libArabic"/>
        <w:rPr>
          <w:rtl/>
        </w:rPr>
      </w:pPr>
      <w:r w:rsidRPr="00CD3FC2">
        <w:rPr>
          <w:rFonts w:hint="cs"/>
          <w:rtl/>
        </w:rPr>
        <w:lastRenderedPageBreak/>
        <w:t xml:space="preserve"> و کان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خرج وعلی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مرط من شعرا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سود،</w:t>
      </w:r>
      <w:r w:rsidRPr="00CD3FC2">
        <w:rPr>
          <w:rtl/>
        </w:rPr>
        <w:t xml:space="preserve"> وکان قد احتضن 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خذ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الحسن، و فاطم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تمشی</w:t>
      </w:r>
      <w:r w:rsidRPr="00CD3FC2">
        <w:rPr>
          <w:rtl/>
        </w:rPr>
        <w:t xml:space="preserve"> خلف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وعلی</w:t>
      </w:r>
      <w:r w:rsidRPr="00CD3FC2">
        <w:rPr>
          <w:rtl/>
        </w:rPr>
        <w:t xml:space="preserve"> -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خلف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ا، 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ی</w:t>
      </w:r>
      <w:r w:rsidRPr="00CD3FC2">
        <w:rPr>
          <w:rFonts w:hint="eastAsia"/>
          <w:rtl/>
        </w:rPr>
        <w:t>قول</w:t>
      </w:r>
      <w:r w:rsidRPr="00CD3FC2">
        <w:rPr>
          <w:rtl/>
        </w:rPr>
        <w:t>:إذا دعوت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مّنوا</w:t>
      </w:r>
      <w:r w:rsidRPr="00CD3FC2">
        <w:rPr>
          <w:rtl/>
        </w:rPr>
        <w:t xml:space="preserve"> فقال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سقف</w:t>
      </w:r>
      <w:r w:rsidRPr="00CD3FC2">
        <w:rPr>
          <w:rtl/>
        </w:rPr>
        <w:t xml:space="preserve"> نجران: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معشر النصار</w:t>
      </w:r>
      <w:r w:rsidRPr="00CD3FC2">
        <w:rPr>
          <w:rFonts w:hint="cs"/>
          <w:rtl/>
        </w:rPr>
        <w:t>ی</w:t>
      </w:r>
      <w:r w:rsidRPr="00CD3FC2">
        <w:rPr>
          <w:rtl/>
        </w:rPr>
        <w:t>! إنّ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ًلو سا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لوا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جبلاً من مکان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زال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ا! فلا تبا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لوا فت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لکوا، و لا ی</w:t>
      </w:r>
      <w:r w:rsidRPr="00CD3FC2">
        <w:rPr>
          <w:rFonts w:hint="eastAsia"/>
          <w:rtl/>
        </w:rPr>
        <w:t>بق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ض</w:t>
      </w:r>
      <w:r w:rsidRPr="00CD3FC2">
        <w:rPr>
          <w:rtl/>
        </w:rPr>
        <w:t xml:space="preserve"> نصران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الق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امة</w:t>
      </w:r>
      <w:r w:rsidRPr="00CD3FC2">
        <w:rPr>
          <w:rFonts w:hint="cs"/>
          <w:rtl/>
        </w:rPr>
        <w:t xml:space="preserve"> ثمّ قالوا: 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با</w:t>
      </w:r>
      <w:r w:rsidRPr="00CD3FC2">
        <w:rPr>
          <w:rtl/>
        </w:rPr>
        <w:t xml:space="preserve"> القاسم! را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لا نبا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لک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نقرّک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نک</w:t>
      </w:r>
      <w:r w:rsidRPr="00CD3FC2">
        <w:rPr>
          <w:rtl/>
        </w:rPr>
        <w:t xml:space="preserve"> فقال:- صلوات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- فإذا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تم</w:t>
      </w:r>
      <w:r w:rsidRPr="00CD3FC2">
        <w:rPr>
          <w:rtl/>
        </w:rPr>
        <w:t xml:space="preserve"> المبا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لة فاسلموا 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لکم ما للمسلم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و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ما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المسلم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بوا،</w:t>
      </w:r>
      <w:r w:rsidRPr="00CD3FC2">
        <w:rPr>
          <w:rtl/>
        </w:rPr>
        <w:t xml:space="preserve"> فقال: فإن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ناجزکم</w:t>
      </w:r>
      <w:r w:rsidRPr="00CD3FC2">
        <w:rPr>
          <w:rtl/>
        </w:rPr>
        <w:t xml:space="preserve"> القتال، فقالوا مالنا بحرب العرب طاقة، ولکن نصالک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لا تغزونا و لاتردّنا عن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ننا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نؤدّ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 عام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لف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حلّة:ا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لفا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صفر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لفاف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رجب، و ثلاث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درعاً عاد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من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</w:t>
      </w:r>
      <w:r w:rsidRPr="00CD3FC2">
        <w:rPr>
          <w:rtl/>
        </w:rPr>
        <w:t xml:space="preserve"> فصالح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علی</w:t>
      </w:r>
      <w:r w:rsidRPr="00CD3FC2">
        <w:rPr>
          <w:rtl/>
        </w:rPr>
        <w:t xml:space="preserve"> ذلک</w:t>
      </w:r>
      <w:r w:rsidRPr="00CD3FC2">
        <w:rPr>
          <w:rFonts w:hint="cs"/>
          <w:rtl/>
        </w:rPr>
        <w:t>وقال: والّذی</w:t>
      </w:r>
      <w:r w:rsidRPr="00CD3FC2">
        <w:rPr>
          <w:rtl/>
        </w:rPr>
        <w:t xml:space="preserve"> نفس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إنّ 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لاک قد تدلّی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نجران، ولولاعنوالمسخوا قردة و خناز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 لاضطرم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الواد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ناراً ولاستا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صل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نجران </w:t>
      </w:r>
      <w:r w:rsidRPr="00CD3FC2">
        <w:rPr>
          <w:rtl/>
        </w:rPr>
        <w:t>وا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رؤس الشجر 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لما حالا لحوال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حتی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لکوا</w:t>
      </w:r>
      <w:r w:rsidRPr="00CD3FC2">
        <w:rPr>
          <w:rtl/>
        </w:rPr>
        <w:t xml:space="preserve"> و 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-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-لمّ خرج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المرط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سود</w:t>
      </w:r>
      <w:r w:rsidRPr="00CD3FC2">
        <w:rPr>
          <w:rtl/>
        </w:rPr>
        <w:t xml:space="preserve"> فجاء الحسن -عل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دخل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</w:t>
      </w:r>
      <w:r w:rsidRPr="00CD3FC2">
        <w:rPr>
          <w:rtl/>
        </w:rPr>
        <w:t xml:space="preserve"> ثمّ جائ 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-عل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دخل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،ثمّ فاطمة -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السلام - ثمّ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-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ثمّ قال: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EB422F">
        <w:rPr>
          <w:rStyle w:val="libAieChar"/>
          <w:rtl/>
        </w:rPr>
        <w:t xml:space="preserve">إنّما </w:t>
      </w:r>
      <w:r w:rsidR="00E17DF7" w:rsidRPr="00EB422F">
        <w:rPr>
          <w:rStyle w:val="libAieChar"/>
          <w:rFonts w:hint="cs"/>
          <w:rtl/>
        </w:rPr>
        <w:t>ی</w:t>
      </w:r>
      <w:r w:rsidR="00E17DF7" w:rsidRPr="00EB422F">
        <w:rPr>
          <w:rStyle w:val="libAieChar"/>
          <w:rFonts w:hint="eastAsia"/>
          <w:rtl/>
        </w:rPr>
        <w:t>ر</w:t>
      </w:r>
      <w:r w:rsidR="00E17DF7" w:rsidRPr="00EB422F">
        <w:rPr>
          <w:rStyle w:val="libAieChar"/>
          <w:rFonts w:hint="cs"/>
          <w:rtl/>
        </w:rPr>
        <w:t>ی</w:t>
      </w:r>
      <w:r w:rsidR="00E17DF7" w:rsidRPr="00EB422F">
        <w:rPr>
          <w:rStyle w:val="libAieChar"/>
          <w:rFonts w:hint="eastAsia"/>
          <w:rtl/>
        </w:rPr>
        <w:t>د</w:t>
      </w:r>
      <w:r w:rsidR="00E17DF7" w:rsidRPr="00EB422F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EB422F">
        <w:rPr>
          <w:rStyle w:val="libAieChar"/>
          <w:rFonts w:hint="cs"/>
          <w:rtl/>
        </w:rPr>
        <w:t xml:space="preserve"> لی</w:t>
      </w:r>
      <w:r w:rsidR="00E17DF7" w:rsidRPr="00EB422F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EB422F">
        <w:rPr>
          <w:rStyle w:val="libAieChar"/>
          <w:rFonts w:hint="cs"/>
          <w:rtl/>
        </w:rPr>
        <w:t>ب</w:t>
      </w:r>
      <w:r w:rsidR="00E17DF7" w:rsidRPr="00EB422F">
        <w:rPr>
          <w:rStyle w:val="libAieChar"/>
          <w:rtl/>
        </w:rPr>
        <w:t xml:space="preserve"> عنکم الرجس ا</w:t>
      </w:r>
      <w:r w:rsidR="00E17DF7" w:rsidRPr="00BA57AE">
        <w:rPr>
          <w:rStyle w:val="libAieChar"/>
          <w:rFonts w:hint="cs"/>
          <w:rtl/>
        </w:rPr>
        <w:t>ه</w:t>
      </w:r>
      <w:r w:rsidR="00E17DF7" w:rsidRPr="00EB422F">
        <w:rPr>
          <w:rStyle w:val="libAieChar"/>
          <w:rFonts w:hint="cs"/>
          <w:rtl/>
        </w:rPr>
        <w:t>ل البی</w:t>
      </w:r>
      <w:r w:rsidR="00E17DF7" w:rsidRPr="00EB422F">
        <w:rPr>
          <w:rStyle w:val="libAieChar"/>
          <w:rFonts w:hint="eastAsia"/>
          <w:rtl/>
        </w:rPr>
        <w:t>ت</w:t>
      </w:r>
      <w:r w:rsidR="00E17DF7" w:rsidRPr="00EB422F">
        <w:rPr>
          <w:rStyle w:val="libAieChar"/>
          <w:rtl/>
        </w:rPr>
        <w:t xml:space="preserve"> و </w:t>
      </w:r>
      <w:r w:rsidR="00E17DF7" w:rsidRPr="00EB422F">
        <w:rPr>
          <w:rStyle w:val="libAieChar"/>
          <w:rFonts w:hint="cs"/>
          <w:rtl/>
        </w:rPr>
        <w:t>ی</w:t>
      </w:r>
      <w:r w:rsidR="00E17DF7" w:rsidRPr="00EB422F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EB422F">
        <w:rPr>
          <w:rStyle w:val="libAieChar"/>
          <w:rFonts w:hint="cs"/>
          <w:rtl/>
        </w:rPr>
        <w:t>ّرکم</w:t>
      </w:r>
      <w:r w:rsidR="00E17DF7" w:rsidRPr="00EB422F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EB422F">
        <w:rPr>
          <w:rStyle w:val="libAieChar"/>
          <w:rFonts w:hint="cs"/>
          <w:rtl/>
        </w:rPr>
        <w:t>ی</w:t>
      </w:r>
      <w:r w:rsidR="00E17DF7" w:rsidRPr="00EB422F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واعلم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الروای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کالمتّفق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صحّت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بی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التّفس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“</w:t>
      </w:r>
      <w:r w:rsidR="00EB422F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”جب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نجران کے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پردلائل واضح کردئے اور انہوں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نادان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اورجہل پراصرارک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ا،تو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:خدائے متعال نے مجھے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اگرتم لوگوں نے دلائل کوقبول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تو تمہارے ساتھ مباہلہ کروں گا۔“)انہوں نے)ک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:اے اباالقاسم!ہم واپس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تاکہ اپنے کام کے بارے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غوروفکرکرل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ں،پھرآپکے</w:t>
      </w:r>
      <w:r w:rsidRPr="00CD3FC2">
        <w:rPr>
          <w:rtl/>
        </w:rPr>
        <w:t xml:space="preserve"> پاس آئ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</w:t>
      </w:r>
    </w:p>
    <w:p w:rsidR="000B693F" w:rsidRPr="00EB422F" w:rsidRDefault="00EB422F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رفخر</w:t>
      </w:r>
      <w:r w:rsidRPr="00CD3FC2">
        <w:rPr>
          <w:rtl/>
        </w:rPr>
        <w:t xml:space="preserve"> راز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۸،ص،۸،داراح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EB422F" w:rsidRDefault="00EB422F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EB422F" w:rsidRPr="00CD3FC2" w:rsidRDefault="00EB422F" w:rsidP="00107A46">
      <w:pPr>
        <w:pStyle w:val="libNormal"/>
        <w:rPr>
          <w:rtl/>
        </w:rPr>
      </w:pPr>
    </w:p>
    <w:p w:rsidR="00EB422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جب</w:t>
      </w:r>
      <w:r w:rsidRPr="00CD3FC2">
        <w:rPr>
          <w:rtl/>
        </w:rPr>
        <w:t xml:space="preserve"> وہ)اپن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کے پاس)واپس چلے گئے،انھوں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صاحب نظر کہ جس کا نام”عاقب“تھا اس سے کہا:اے عبدالمس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!اس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آپ کانظر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ہے؟اس نے کہا:اے گروہ نصار</w:t>
      </w:r>
      <w:r w:rsidRPr="00CD3FC2">
        <w:rPr>
          <w:rFonts w:hint="cs"/>
          <w:rtl/>
        </w:rPr>
        <w:t>یٰ</w:t>
      </w:r>
      <w:r w:rsidRPr="00CD3FC2">
        <w:rPr>
          <w:rtl/>
        </w:rPr>
        <w:t>!تم لوگ محمد(صل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وسلم)کوپہنچانتے ہواورجانتے ہووہ ا للہ کے رسول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۔اورآپ کے صاحب)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حق بات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نے اپنے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غمبرسے</w:t>
      </w:r>
      <w:r w:rsidRPr="00CD3FC2">
        <w:rPr>
          <w:rtl/>
        </w:rPr>
        <w:t xml:space="preserve"> مباہلہ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ا،مگر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قوم کے چھوٹے بڑے سب ہلاک ہو گئے ۔چنانچہ اگرتم نے ان سے مباہلہ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اتو</w:t>
      </w:r>
      <w:r w:rsidRPr="00CD3FC2">
        <w:rPr>
          <w:rtl/>
        </w:rPr>
        <w:t xml:space="preserve"> سب کے سب ہلاک ہوجاؤگے۔ اس لئے اگراپنے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پرباق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رہنے ک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لئے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اصرار ہے توانہ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چھوڑکراپنے شہر واپس چلے جاؤ۔پ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(ص))مباہلہ کے لئے)اس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باہرتشر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لائے کہ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السلام)آپک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آغوش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تھے،حسن(عل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السلام)کاہاتھ پکڑے ہوئے تھے،فاطمہ 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)آپکے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چھے</w:t>
      </w:r>
      <w:r w:rsidRPr="00CD3FC2">
        <w:rPr>
          <w:rtl/>
        </w:rPr>
        <w:t xml:space="preserve"> اورعل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السلام)فاطمہ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چھے</w:t>
      </w:r>
      <w:r w:rsidRPr="00CD3FC2">
        <w:rPr>
          <w:rtl/>
        </w:rPr>
        <w:t xml:space="preserve"> چل رہے تھے۔آنحضرت (ص)فرماتے تھے:”جب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دعامانگوں تو تم لوگ آم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کہنا“نجران کے پادر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کہا:اے گروہ نصار</w:t>
      </w:r>
      <w:r w:rsidRPr="00CD3FC2">
        <w:rPr>
          <w:rFonts w:hint="cs"/>
          <w:rtl/>
        </w:rPr>
        <w:t>یٰ</w:t>
      </w:r>
      <w:r w:rsidRPr="00CD3FC2">
        <w:rPr>
          <w:rtl/>
        </w:rPr>
        <w:t>!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چہروں کود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</w:t>
      </w:r>
      <w:r w:rsidRPr="00CD3FC2">
        <w:rPr>
          <w:rtl/>
        </w:rPr>
        <w:t xml:space="preserve"> رہاہوں کہ اگرخداسے دعا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پہاڑاپن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سے ہٹ جائے تو وہ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چھوڑ دے گا ۔لہذاان کے ساتھ مباہلہ نہ کرنا،ورنہ تم لوگ ہل</w:t>
      </w:r>
      <w:r w:rsidRPr="00CD3FC2">
        <w:rPr>
          <w:rFonts w:hint="eastAsia"/>
          <w:rtl/>
        </w:rPr>
        <w:t>اک</w:t>
      </w:r>
      <w:r w:rsidRPr="00CD3FC2">
        <w:rPr>
          <w:rtl/>
        </w:rPr>
        <w:t xml:space="preserve"> ہوجاؤگے اور 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پرق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</w:t>
      </w:r>
      <w:r w:rsidRPr="00CD3FC2">
        <w:rPr>
          <w:rtl/>
        </w:rPr>
        <w:t xml:space="preserve"> تک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بچے گا۔اس کے بعد انہوں نے کہا: اے اباالقاسم! ہمارا ارادہ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آپ سے مباہلہ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:اب جبکہ مباہلہ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کررہے ہوتومسلمان ہوجاؤتاکہ مسلمانوں کے نف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ونقصان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رہو۔انہوں نے اس تجو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قبول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EB422F" w:rsidRDefault="00EB422F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</w:rPr>
        <w:lastRenderedPageBreak/>
        <w:t>آنحضرت (ص)نے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تمھارے ساتھ ہمار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جنگ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ہے۔انہوں نے کہا:عربوں کے ساتھ جنگ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طاقت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ہم آپ کے ساتھ صلح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تاکہ آپ ہمارے ساتھ جنگ نہ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اپناد</w:t>
      </w:r>
      <w:r w:rsidRPr="00CD3FC2">
        <w:rPr>
          <w:rFonts w:hint="cs"/>
          <w:rtl/>
        </w:rPr>
        <w:t>ی</w:t>
      </w:r>
      <w:r w:rsidRPr="00CD3FC2">
        <w:rPr>
          <w:rtl/>
        </w:rPr>
        <w:t>ن چھوڑنے پرمجبورنہ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گے،اس کے بدلہ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ہرسال آپ کودوہزارلباس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ہزار لباس صفرکے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ہزارلباس رجب کے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ہزارآ ہن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زرہ اداکر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تجو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زکوقبول</w:t>
      </w:r>
      <w:r w:rsidRPr="00CD3FC2">
        <w:rPr>
          <w:rtl/>
        </w:rPr>
        <w:t xml:space="preserve"> 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ااس</w:t>
      </w:r>
      <w:r w:rsidRPr="00CD3FC2">
        <w:rPr>
          <w:rtl/>
        </w:rPr>
        <w:t xml:space="preserve"> طرح ان کے ساتھ صلح کرل</w:t>
      </w:r>
      <w:r w:rsidRPr="00CD3FC2">
        <w:rPr>
          <w:rFonts w:hint="cs"/>
          <w:rtl/>
        </w:rPr>
        <w:t>ی</w:t>
      </w:r>
      <w:r w:rsidRPr="00CD3FC2">
        <w:rPr>
          <w:rtl/>
        </w:rPr>
        <w:t>۔اس کے بعدفرما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:قسم اس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جس کے قبضہ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 ہے،اہل نجران نابود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دہانے پرپہو نچ چکے تھے،اگرمباہلہ کرتے توبندروں اورسوروں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مسنح ہوجاتے اورجس صحرا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سکونت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کر تے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آگ لگ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اورخدا وندمتعال نجران اوراس کے باشندوں کو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ست</w:t>
      </w:r>
      <w:r w:rsidRPr="00CD3FC2">
        <w:rPr>
          <w:rtl/>
        </w:rPr>
        <w:t xml:space="preserve"> و </w:t>
      </w:r>
      <w:r w:rsidRPr="00CD3FC2">
        <w:rPr>
          <w:rFonts w:hint="eastAsia"/>
          <w:rtl/>
        </w:rPr>
        <w:t>نابود</w:t>
      </w:r>
      <w:r w:rsidRPr="00CD3FC2">
        <w:rPr>
          <w:rtl/>
        </w:rPr>
        <w:t xml:space="preserve">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درختوں پرموجودپرندے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ہلاک ہوجاتے اورا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سال کے اندراندرتمام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صفحہء ہست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مٹ جاتے۔روا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کہ جب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(ص)،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پشم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رنگ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عبا پہن کر باہرتشر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لائے)اپنے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>)حسن(عل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ا،اس</w:t>
      </w:r>
      <w:r w:rsidRPr="00CD3FC2">
        <w:rPr>
          <w:rtl/>
        </w:rPr>
        <w:t xml:space="preserve"> کے بعدحس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آگئے 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عبا کے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چے</w:t>
      </w:r>
      <w:r w:rsidRPr="00CD3FC2">
        <w:rPr>
          <w:rtl/>
        </w:rPr>
        <w:t xml:space="preserve"> داخل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کے بعدعل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فاطمہ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</w:t>
      </w:r>
      <w:r w:rsidRPr="00CD3FC2">
        <w:rPr>
          <w:rtl/>
        </w:rPr>
        <w:t xml:space="preserve"> السلام)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لائے اس کے بعد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EB422F">
        <w:rPr>
          <w:rStyle w:val="libAieChar"/>
          <w:rtl/>
        </w:rPr>
        <w:t>إنّما</w:t>
      </w:r>
      <w:r w:rsidR="00E17DF7" w:rsidRPr="00EB422F">
        <w:rPr>
          <w:rStyle w:val="libAieChar"/>
          <w:rFonts w:hint="cs"/>
          <w:rtl/>
        </w:rPr>
        <w:t>ی</w:t>
      </w:r>
      <w:r w:rsidR="00E17DF7" w:rsidRPr="00EB422F">
        <w:rPr>
          <w:rStyle w:val="libAieChar"/>
          <w:rFonts w:hint="eastAsia"/>
          <w:rtl/>
        </w:rPr>
        <w:t>ر</w:t>
      </w:r>
      <w:r w:rsidR="00E17DF7" w:rsidRPr="00EB422F">
        <w:rPr>
          <w:rStyle w:val="libAieChar"/>
          <w:rFonts w:hint="cs"/>
          <w:rtl/>
        </w:rPr>
        <w:t>ی</w:t>
      </w:r>
      <w:r w:rsidR="00E17DF7" w:rsidRPr="00EB422F">
        <w:rPr>
          <w:rStyle w:val="libAieChar"/>
          <w:rFonts w:hint="eastAsia"/>
          <w:rtl/>
        </w:rPr>
        <w:t>داللّ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”پس اللہ کاارادہ ہے اے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کہ تم سے ہر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کثافت وپل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دوررکھے اوراس طرح 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رکھے جو 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رکھنے کاحق ہے۔“علامہ فخر 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صحت و صدا قت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ہے کہ تمام علماء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متفق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ہے۔“</w:t>
      </w:r>
    </w:p>
    <w:p w:rsidR="00EB422F" w:rsidRDefault="00EB422F" w:rsidP="004B12AB">
      <w:pPr>
        <w:pStyle w:val="libNormal"/>
        <w:rPr>
          <w:rtl/>
        </w:rPr>
      </w:pPr>
      <w:r>
        <w:rPr>
          <w:rtl/>
        </w:rPr>
        <w:br w:type="page"/>
      </w:r>
    </w:p>
    <w:p w:rsidR="00EB422F" w:rsidRPr="00CD3FC2" w:rsidRDefault="00EB422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28" w:name="_Toc508103277"/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قابل استفادہ نکات:</w:t>
      </w:r>
      <w:bookmarkEnd w:id="2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نکات قابل توجہ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رسول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کاحضور 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ہواہے کہ خودآنحضرت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آگے آگے)حس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السلام)کوگود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لئے ہوئے ،حسن(عل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السلام)کاہاتھ پکڑے ہوئے جوحس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السلام)سے قدرے بڑے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اورآپک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فاطمہ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ہاآپکے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چھے</w:t>
      </w:r>
      <w:r w:rsidRPr="00CD3FC2">
        <w:rPr>
          <w:rtl/>
        </w:rPr>
        <w:t xml:space="preserve"> اوران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چھے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tl/>
        </w:rPr>
        <w:t>ہ السلام)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انتہائ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دلچسپ اور نما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نکہ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شکل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ذکرہوئ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و صورت سے ہم آہنگ ہے۔اس ہماہنگ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ابعاد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تجز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اجاسکتاہے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الف</w:t>
      </w:r>
      <w:r w:rsidRPr="00CD3FC2">
        <w:rPr>
          <w:rtl/>
        </w:rPr>
        <w:t>:ان کے آنے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پہلے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</w:t>
      </w:r>
      <w:r w:rsidRPr="00CD3FC2">
        <w:rPr>
          <w:rtl/>
        </w:rPr>
        <w:t xml:space="preserve"> نا“اس کے بعد”نسائنا“اورپھرآخرپر”</w:t>
      </w:r>
      <w:r w:rsidR="008F5E30">
        <w:rPr>
          <w:rtl/>
        </w:rPr>
        <w:t>ا</w:t>
      </w:r>
      <w:r w:rsidRPr="00CD3FC2">
        <w:rPr>
          <w:rtl/>
        </w:rPr>
        <w:t xml:space="preserve"> نفسنا“ہے۔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رسول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اپنے چھوٹے فرزندحس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 xml:space="preserve"> کوآغوش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لئے ہوئے اوراپنے دوسرے فرزندخورد سال حسن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 xml:space="preserve"> کاہاتھ پکڑے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ہوئے”بناء نا“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</w:t>
      </w:r>
      <w:r w:rsidRPr="00CD3FC2">
        <w:rPr>
          <w:rtl/>
        </w:rPr>
        <w:t>۔ب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فاطمہ زہرا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 xml:space="preserve"> کاقرارپانااس گروہ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”نساء</w:t>
      </w:r>
      <w:r w:rsidRPr="00CD3FC2">
        <w:rPr>
          <w:rtl/>
        </w:rPr>
        <w:t xml:space="preserve"> نا“کے منحصربہ فردمصداق کے لئے آگے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چھے</w:t>
      </w:r>
      <w:r w:rsidRPr="00CD3FC2">
        <w:rPr>
          <w:rtl/>
        </w:rPr>
        <w:t xml:space="preserve"> سے محافظ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نا،آ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”نساء</w:t>
      </w:r>
      <w:r w:rsidRPr="00CD3FC2">
        <w:rPr>
          <w:rtl/>
        </w:rPr>
        <w:t xml:space="preserve"> نا“ک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مجسم تصو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کش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 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سے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Pr="00EB422F">
        <w:rPr>
          <w:rStyle w:val="libArabicChar"/>
          <w:rtl/>
        </w:rPr>
        <w:t>اذادعوت فا</w:t>
      </w:r>
      <w:r w:rsidRPr="00EB422F">
        <w:rPr>
          <w:rStyle w:val="libArabicChar"/>
          <w:rFonts w:hint="cs"/>
          <w:rtl/>
        </w:rPr>
        <w:t>ٴ</w:t>
      </w:r>
      <w:r w:rsidRPr="00EB422F">
        <w:rPr>
          <w:rStyle w:val="libArabicChar"/>
          <w:rtl/>
        </w:rPr>
        <w:t xml:space="preserve"> منوا</w:t>
      </w:r>
      <w:r w:rsidRPr="00CD3FC2">
        <w:rPr>
          <w:rtl/>
        </w:rPr>
        <w:t>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:جب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دعاکروں توتم لوگ آم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EB422F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کہنااور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</w:p>
    <w:p w:rsidR="000B693F" w:rsidRPr="00F656E9" w:rsidRDefault="00F656E9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۱۔دعا کے بعد آم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کہنا،خدا متعال سے دعا قبول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درخواست ہے۔ </w:t>
      </w:r>
    </w:p>
    <w:p w:rsidR="00F656E9" w:rsidRDefault="00F656E9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656E9" w:rsidRPr="00CD3FC2" w:rsidRDefault="00F656E9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زہے</w:t>
      </w:r>
      <w:r w:rsidRPr="00CD3FC2">
        <w:rPr>
          <w:rtl/>
        </w:rPr>
        <w:t xml:space="preserve"> جوآ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656E9">
        <w:rPr>
          <w:rStyle w:val="libAieChar"/>
          <w:rtl/>
        </w:rPr>
        <w:t>نبت</w:t>
      </w:r>
      <w:r w:rsidR="00E17DF7" w:rsidRPr="00BA57AE">
        <w:rPr>
          <w:rStyle w:val="libAieChar"/>
          <w:rFonts w:hint="cs"/>
          <w:rtl/>
        </w:rPr>
        <w:t>ه</w:t>
      </w:r>
      <w:r w:rsidR="00E17DF7" w:rsidRPr="00F656E9">
        <w:rPr>
          <w:rStyle w:val="libAieChar"/>
          <w:rFonts w:hint="cs"/>
          <w:rtl/>
        </w:rPr>
        <w:t>ل فنجعل لعنةالل</w:t>
      </w:r>
      <w:r w:rsidR="00E17DF7" w:rsidRPr="00BA57AE">
        <w:rPr>
          <w:rStyle w:val="libAieChar"/>
          <w:rFonts w:hint="cs"/>
          <w:rtl/>
        </w:rPr>
        <w:t>ه</w:t>
      </w:r>
      <w:r w:rsidR="00E17DF7" w:rsidRPr="00F656E9">
        <w:rPr>
          <w:rStyle w:val="libAieChar"/>
          <w:rFonts w:hint="cs"/>
          <w:rtl/>
        </w:rPr>
        <w:t xml:space="preserve"> علی</w:t>
      </w:r>
      <w:r w:rsidR="00E17DF7" w:rsidRPr="00F656E9">
        <w:rPr>
          <w:rStyle w:val="libAieChar"/>
          <w:rtl/>
        </w:rPr>
        <w:t xml:space="preserve"> الکاذب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پر”ابتھال“)دعا)کوصرف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سے نسبت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ہے،بلکہ”ابتھال“پ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دعاک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اورآپ کے ہمراہ آئے ہوئے اعزّہ واقر باک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آم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کہنے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محقق ہونا چاہئے تاکہ )اس واقعہ </w:t>
      </w:r>
      <w:r w:rsidR="00A96ED8">
        <w:rPr>
          <w:rtl/>
        </w:rPr>
        <w:t xml:space="preserve">میں </w:t>
      </w:r>
      <w:r w:rsidRPr="00CD3FC2">
        <w:rPr>
          <w:rtl/>
        </w:rPr>
        <w:t>)جھوٹوں پرہلاکت اورعقوبت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واقع ہونے کاسبب قرارپائے،ج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گزر چکا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۔گروہ نصارٰ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عظمت وفض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کا اعتراف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ان کے نوران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مقدس چہروں کو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کھنے</w:t>
      </w:r>
      <w:r w:rsidRPr="00CD3FC2">
        <w:rPr>
          <w:rtl/>
        </w:rPr>
        <w:t xml:space="preserve"> کے بعد مباہلہ کرنے سے انکار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29" w:name="_Toc508103278"/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>:</w:t>
      </w:r>
      <w:bookmarkEnd w:id="29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جس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بنائنا“،”نسائنا“اور”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لفظ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="00F656E9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صرف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،فاطمہ،حسن</w:t>
      </w:r>
      <w:r w:rsidRPr="00CD3FC2">
        <w:rPr>
          <w:rtl/>
        </w:rPr>
        <w:t xml:space="preserve">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پر صادق آت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ں،وہ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ث”مناشد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الشور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“ہے</w:t>
      </w:r>
      <w:r w:rsidRPr="00CD3FC2">
        <w:rPr>
          <w:rtl/>
        </w:rPr>
        <w:t>۔اس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السلام،اصحاب شور</w:t>
      </w:r>
      <w:r w:rsidRPr="00CD3FC2">
        <w:rPr>
          <w:rFonts w:hint="cs"/>
          <w:rtl/>
        </w:rPr>
        <w:t>یٰ</w:t>
      </w:r>
      <w:r w:rsidRPr="00CD3FC2">
        <w:rPr>
          <w:rtl/>
        </w:rPr>
        <w:t>)عثمان بن عفان،عبدالرحمن بن عوف،طلحہ،زب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راورسعدبن</w:t>
      </w:r>
      <w:r w:rsidRPr="00CD3FC2">
        <w:rPr>
          <w:rtl/>
        </w:rPr>
        <w:t xml:space="preserve">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وقاص) سے کہ جس دن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شورٰ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تشک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اورعثمان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پرمنتج و تمام ہوئ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،اپنے</w:t>
      </w:r>
      <w:r w:rsidRPr="00CD3FC2">
        <w:rPr>
          <w:rtl/>
        </w:rPr>
        <w:t xml:space="preserve"> فضائل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کرتے ہو ئے 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طرح سے کہ ان تمام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لتوں</w:t>
      </w:r>
      <w:r w:rsidRPr="00CD3FC2">
        <w:rPr>
          <w:rtl/>
        </w:rPr>
        <w:t xml:space="preserve"> کو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دلاتے ہوئے 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ان تمام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لتوں</w:t>
      </w:r>
      <w:r w:rsidRPr="00CD3FC2">
        <w:rPr>
          <w:rtl/>
        </w:rPr>
        <w:t xml:space="preserve"> کو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سے مختص ہونے کاان سے اعتراف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ہے:</w:t>
      </w:r>
    </w:p>
    <w:p w:rsidR="00F656E9" w:rsidRDefault="00F656E9" w:rsidP="004B12AB">
      <w:pPr>
        <w:pStyle w:val="libNormal"/>
        <w:rPr>
          <w:rtl/>
        </w:rPr>
      </w:pPr>
      <w:r>
        <w:rPr>
          <w:rtl/>
        </w:rPr>
        <w:br w:type="page"/>
      </w:r>
    </w:p>
    <w:p w:rsidR="00F656E9" w:rsidRPr="00CD3FC2" w:rsidRDefault="00F656E9" w:rsidP="00107A46">
      <w:pPr>
        <w:pStyle w:val="libNormal"/>
        <w:rPr>
          <w:rtl/>
        </w:rPr>
      </w:pPr>
    </w:p>
    <w:p w:rsidR="000B693F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خبر</w:t>
      </w:r>
      <w:r w:rsidRPr="00CD3FC2">
        <w:rPr>
          <w:rtl/>
        </w:rPr>
        <w:t xml:space="preserve"> نا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</w:t>
      </w:r>
      <w:r w:rsidRPr="00CD3FC2">
        <w:rPr>
          <w:rtl/>
        </w:rPr>
        <w:t xml:space="preserve"> عبد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محمد بن إبر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م،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ابوالفضل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حمد</w:t>
      </w:r>
      <w:r w:rsidRPr="00CD3FC2">
        <w:rPr>
          <w:rtl/>
        </w:rPr>
        <w:t xml:space="preserve"> بن عبدالمنعم بن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حمد</w:t>
      </w:r>
      <w:r w:rsidRPr="00CD3FC2">
        <w:rPr>
          <w:rtl/>
        </w:rPr>
        <w:t xml:space="preserve"> ابن بندار،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بوالحسن</w:t>
      </w:r>
      <w:r w:rsidRPr="00CD3FC2">
        <w:rPr>
          <w:rtl/>
        </w:rPr>
        <w:t xml:space="preserve"> العت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بوالحسن</w:t>
      </w:r>
      <w:r w:rsidRPr="00CD3FC2">
        <w:rPr>
          <w:rtl/>
        </w:rPr>
        <w:t xml:space="preserve"> الدارقطن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حمد</w:t>
      </w:r>
      <w:r w:rsidRPr="00CD3FC2">
        <w:rPr>
          <w:rtl/>
        </w:rPr>
        <w:t xml:space="preserve"> بن محمد بن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ذکر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بن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بان،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عقوب</w:t>
      </w:r>
      <w:r w:rsidRPr="00CD3FC2">
        <w:rPr>
          <w:rtl/>
        </w:rPr>
        <w:t xml:space="preserve"> بن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</w:t>
      </w:r>
      <w:r w:rsidRPr="00CD3FC2">
        <w:rPr>
          <w:rtl/>
        </w:rPr>
        <w:t xml:space="preserve"> حدثن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</w:t>
      </w:r>
      <w:r w:rsidRPr="00CD3FC2">
        <w:rPr>
          <w:rtl/>
        </w:rPr>
        <w:t xml:space="preserve"> عبداللّٰ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،عن سفی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الشور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عن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بن</w:t>
      </w:r>
      <w:r w:rsidRPr="00CD3FC2">
        <w:rPr>
          <w:rtl/>
        </w:rPr>
        <w:t xml:space="preserve"> إسحاق السب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عن عاصم بن ضمرةو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بی</w:t>
      </w:r>
      <w:r w:rsidRPr="00CD3FC2">
        <w:rPr>
          <w:rFonts w:hint="eastAsia"/>
          <w:rtl/>
        </w:rPr>
        <w:t>رة</w:t>
      </w:r>
      <w:r w:rsidRPr="00CD3FC2">
        <w:rPr>
          <w:rtl/>
        </w:rPr>
        <w:t xml:space="preserve"> و عن العلاء بن صالح، عن المن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ال بن عمرو، عن عبادبن عبداللّٰ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سد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عن عمروبن و اثلة قالوا: قال عل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بن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طالب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الشور</w:t>
      </w:r>
      <w:r w:rsidRPr="00CD3FC2">
        <w:rPr>
          <w:rFonts w:hint="cs"/>
          <w:rtl/>
        </w:rPr>
        <w:t>ی</w:t>
      </w:r>
      <w:r w:rsidRPr="00CD3FC2">
        <w:rPr>
          <w:rtl/>
        </w:rPr>
        <w:t>: واللّٰ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حتجنّ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بمالا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ستط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قُرَش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و لا عرب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و لا عجم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رد</w:t>
      </w:r>
      <w:r w:rsidRPr="00CD3FC2">
        <w:rPr>
          <w:rFonts w:hint="eastAsia"/>
          <w:rtl/>
        </w:rPr>
        <w:t>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قول</w:t>
      </w:r>
      <w:r w:rsidRPr="00CD3FC2">
        <w:rPr>
          <w:rtl/>
        </w:rPr>
        <w:t xml:space="preserve"> خلاف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ثمّ قال لعثمان بن عفان ولعبدالرحمن بن عوف و الزبی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 لطلحة وسعد - 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صحاب</w:t>
      </w:r>
      <w:r w:rsidRPr="00CD3FC2">
        <w:rPr>
          <w:rtl/>
        </w:rPr>
        <w:t xml:space="preserve"> الشور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کلّ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من قری</w:t>
      </w:r>
      <w:r w:rsidRPr="00CD3FC2">
        <w:rPr>
          <w:rFonts w:hint="eastAsia"/>
          <w:rtl/>
        </w:rPr>
        <w:t>ش،</w:t>
      </w:r>
      <w:r w:rsidRPr="00CD3FC2">
        <w:rPr>
          <w:rtl/>
        </w:rPr>
        <w:t xml:space="preserve"> و قد کان قدم طلحة - اُنشدکم باللّٰ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الذی</w:t>
      </w:r>
      <w:r w:rsidRPr="00CD3FC2">
        <w:rPr>
          <w:rtl/>
        </w:rPr>
        <w:t xml:space="preserve"> لا إل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إلّا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و،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حد</w:t>
      </w:r>
      <w:r w:rsidRPr="00CD3FC2">
        <w:rPr>
          <w:rtl/>
        </w:rPr>
        <w:t xml:space="preserve"> وحّد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قبلی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قالوا:اللّ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مَّ لا قال: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نشدکم</w:t>
      </w:r>
      <w:r w:rsidRPr="00CD3FC2">
        <w:rPr>
          <w:rtl/>
        </w:rPr>
        <w:t xml:space="preserve"> باللّٰ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حد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خو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- صلی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وسلم -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إذ آخ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نفس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جعلنی</w:t>
      </w:r>
      <w:r w:rsidRPr="00CD3FC2">
        <w:rPr>
          <w:rtl/>
        </w:rPr>
        <w:t xml:space="preserve">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بمنزلة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ارون من موسی</w:t>
      </w:r>
      <w:r w:rsidRPr="00CD3FC2">
        <w:rPr>
          <w:rtl/>
        </w:rPr>
        <w:t xml:space="preserve"> إلّا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لست بنب</w:t>
      </w:r>
      <w:r w:rsidRPr="00CD3FC2">
        <w:rPr>
          <w:rFonts w:hint="cs"/>
          <w:rtl/>
        </w:rPr>
        <w:t>یً</w:t>
      </w:r>
      <w:r w:rsidRPr="00CD3FC2">
        <w:rPr>
          <w:rFonts w:hint="eastAsia"/>
          <w:rtl/>
        </w:rPr>
        <w:t>؟قالوا</w:t>
      </w:r>
      <w:r w:rsidRPr="00CD3FC2">
        <w:rPr>
          <w:rtl/>
        </w:rPr>
        <w:t>:لا</w:t>
      </w:r>
      <w:r w:rsidRPr="00CD3FC2">
        <w:rPr>
          <w:rFonts w:hint="cs"/>
          <w:rtl/>
        </w:rPr>
        <w:t>قال:ا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نشدکم</w:t>
      </w:r>
      <w:r w:rsidRPr="00CD3FC2">
        <w:rPr>
          <w:rtl/>
        </w:rPr>
        <w:t xml:space="preserve"> باللّٰ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مط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َّرغی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،إذسدّ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بوابکم</w:t>
      </w:r>
      <w:r w:rsidRPr="00CD3FC2">
        <w:rPr>
          <w:rtl/>
        </w:rPr>
        <w:t xml:space="preserve"> و فتح باب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کنت مع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فی</w:t>
      </w:r>
      <w:r w:rsidRPr="00CD3FC2">
        <w:rPr>
          <w:rtl/>
        </w:rPr>
        <w:t xml:space="preserve"> م</w:t>
      </w:r>
      <w:r w:rsidRPr="00CD3FC2">
        <w:rPr>
          <w:rFonts w:hint="eastAsia"/>
          <w:rtl/>
        </w:rPr>
        <w:t>ساکن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ومسجد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؟ فقام إلی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عمّ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فقال: 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غلّقت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بوابنا</w:t>
      </w:r>
      <w:r w:rsidRPr="00CD3FC2">
        <w:rPr>
          <w:rtl/>
        </w:rPr>
        <w:t xml:space="preserve"> و فتحت باب عل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قال: نعم،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بفتح با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وسدّ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بوابکم</w:t>
      </w:r>
      <w:r w:rsidRPr="00CD3FC2">
        <w:rPr>
          <w:rtl/>
        </w:rPr>
        <w:t xml:space="preserve"> !!! قالوا:اللّ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لا قا</w:t>
      </w:r>
      <w:r w:rsidRPr="00CD3FC2">
        <w:rPr>
          <w:rtl/>
        </w:rPr>
        <w:t>ل: نشدتکم باللّٰ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حد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حب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إلی</w:t>
      </w:r>
      <w:r w:rsidRPr="00CD3FC2">
        <w:rPr>
          <w:rtl/>
        </w:rPr>
        <w:t xml:space="preserve"> رسول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منّی</w:t>
      </w:r>
      <w:r w:rsidRPr="00CD3FC2">
        <w:rPr>
          <w:rtl/>
        </w:rPr>
        <w:t xml:space="preserve"> إذ دفع الرا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فقال : </w:t>
      </w:r>
      <w:r w:rsidRPr="00CD3FC2">
        <w:rPr>
          <w:rFonts w:hint="eastAsia"/>
          <w:rtl/>
        </w:rPr>
        <w:t>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عط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الرا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حبّ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رسول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ی</w:t>
      </w:r>
      <w:r w:rsidRPr="00CD3FC2">
        <w:rPr>
          <w:rFonts w:hint="eastAsia"/>
          <w:rtl/>
        </w:rPr>
        <w:t>حبّ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رسول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و 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الطائر إذ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قول</w:t>
      </w:r>
      <w:r w:rsidRPr="00CD3FC2">
        <w:rPr>
          <w:rtl/>
        </w:rPr>
        <w:t>: ”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ائتنی</w:t>
      </w:r>
      <w:r w:rsidRPr="00CD3FC2">
        <w:rPr>
          <w:rtl/>
        </w:rPr>
        <w:t xml:space="preserve"> با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حب</w:t>
      </w:r>
      <w:r w:rsidRPr="00CD3FC2">
        <w:rPr>
          <w:rtl/>
        </w:rPr>
        <w:t xml:space="preserve"> خلقک إل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کل</w:t>
      </w:r>
      <w:r w:rsidRPr="00CD3FC2">
        <w:rPr>
          <w:rtl/>
        </w:rPr>
        <w:t xml:space="preserve">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“،</w:t>
      </w:r>
      <w:r w:rsidRPr="00CD3FC2">
        <w:rPr>
          <w:rtl/>
        </w:rPr>
        <w:t xml:space="preserve"> فجئت فقال: ”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>ّ و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رسولک ،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و إلی</w:t>
      </w:r>
      <w:r w:rsidRPr="00CD3FC2">
        <w:rPr>
          <w:rtl/>
        </w:rPr>
        <w:t xml:space="preserve"> رسولک“ </w:t>
      </w:r>
    </w:p>
    <w:p w:rsidR="00F656E9" w:rsidRDefault="00F656E9" w:rsidP="004B12AB">
      <w:pPr>
        <w:pStyle w:val="libNormal"/>
        <w:rPr>
          <w:rtl/>
        </w:rPr>
      </w:pPr>
      <w:r>
        <w:rPr>
          <w:rtl/>
        </w:rPr>
        <w:br w:type="page"/>
      </w:r>
    </w:p>
    <w:p w:rsidR="00F656E9" w:rsidRPr="00F656E9" w:rsidRDefault="00F656E9" w:rsidP="00107A46">
      <w:pPr>
        <w:pStyle w:val="libNormal"/>
        <w:rPr>
          <w:rtl/>
        </w:rPr>
      </w:pPr>
    </w:p>
    <w:p w:rsidR="000B693F" w:rsidRPr="00BA57AE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</w:t>
      </w:r>
      <w:r w:rsidR="00F656E9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قالوا:اللّ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لا قال:نشدتکم باللّٰ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حد</w:t>
      </w:r>
      <w:r w:rsidRPr="00CD3FC2">
        <w:rPr>
          <w:rtl/>
        </w:rPr>
        <w:t xml:space="preserve"> قدم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نجوا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صدقة غی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رفع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ذلک الحکم؟ قالوا: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لاقال:نشدتکم باللّٰ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من قتل مشرک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و العرب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فی</w:t>
      </w:r>
      <w:r w:rsidRPr="00CD3FC2">
        <w:rPr>
          <w:rtl/>
        </w:rPr>
        <w:t xml:space="preserve"> رسول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غی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قالوا:اللّ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لاقال: نشدتکم باللّٰ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tl/>
        </w:rPr>
        <w:t>حد دعا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فی</w:t>
      </w:r>
      <w:r w:rsidRPr="00CD3FC2">
        <w:rPr>
          <w:rFonts w:hint="eastAsia"/>
          <w:rtl/>
        </w:rPr>
        <w:t>العلم</w:t>
      </w:r>
      <w:r w:rsidRPr="00CD3FC2">
        <w:rPr>
          <w:rtl/>
        </w:rPr>
        <w:t xml:space="preserve">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اُذن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الو اعی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مثل ما دعال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قالوا: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لا قال: نشدتکم باللّٰ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،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 فی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حد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قرب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فی</w:t>
      </w:r>
      <w:r w:rsidRPr="00CD3FC2">
        <w:rPr>
          <w:rtl/>
        </w:rPr>
        <w:t xml:space="preserve"> الرحم و من جعل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نفس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إبناء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نبائ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</w:t>
      </w:r>
      <w:r w:rsidRPr="00CD3FC2">
        <w:rPr>
          <w:rFonts w:hint="cs"/>
          <w:rtl/>
        </w:rPr>
        <w:t>غی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قالوا:اللّٰ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لا“</w:t>
      </w:r>
      <w:r w:rsidR="00F656E9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کومعاصم بن ضمرةوہب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رةاورعمروبن</w:t>
      </w:r>
      <w:r w:rsidRPr="00CD3FC2">
        <w:rPr>
          <w:rtl/>
        </w:rPr>
        <w:t xml:space="preserve"> وائلہ نے حضرت )عل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شور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کے دن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تمہارے سامنے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استدلال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کروں گا کہ اھل عرب و عجم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شخص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کومستردنہ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کرسکتااورمذھب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خلاف کچھ کہہ سکتا ہے۔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دلاتاہوں جس کے سوا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لوگوں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ہے جس نے مج</w:t>
      </w:r>
      <w:r w:rsidRPr="00CD3FC2">
        <w:rPr>
          <w:rFonts w:hint="eastAsia"/>
          <w:rtl/>
        </w:rPr>
        <w:t>ھ</w:t>
      </w:r>
      <w:r w:rsidRPr="00CD3FC2">
        <w:rPr>
          <w:rtl/>
        </w:rPr>
        <w:t xml:space="preserve"> سے پہلے خدائے واحدک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پرستش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ہو۔؟ انہوں نے کہا: خدا شاہد ہے!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آپ(ع)نے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لوگوں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ہے،جورسول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کا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ہو،جب)آنحضرت (ص)نے)مؤمن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اخوت اوربرادر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برقرارک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،اورمجھے</w:t>
      </w:r>
      <w:r w:rsidRPr="00CD3FC2">
        <w:rPr>
          <w:rtl/>
        </w:rPr>
        <w:t xml:space="preserve"> اپنا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بارے</w:t>
      </w:r>
    </w:p>
    <w:p w:rsidR="00F656E9" w:rsidRPr="00F656E9" w:rsidRDefault="00F656E9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۱۔شائدمقصود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ہوکہ”خداوندا!ت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(صل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محبوب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مخلوق عل</w:t>
      </w:r>
      <w:r w:rsidRPr="00CD3FC2">
        <w:rPr>
          <w:rFonts w:hint="cs"/>
          <w:rtl/>
        </w:rPr>
        <w:t>ی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دمشق،ج۴۲،ص۴۳۱،دارالفکر</w:t>
      </w:r>
    </w:p>
    <w:p w:rsidR="00F656E9" w:rsidRDefault="00F656E9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656E9" w:rsidRDefault="00F656E9" w:rsidP="00107A46">
      <w:pPr>
        <w:pStyle w:val="libNormal"/>
        <w:rPr>
          <w:rtl/>
        </w:rPr>
      </w:pPr>
    </w:p>
    <w:p w:rsidR="000B693F" w:rsidRPr="00CD3FC2" w:rsidRDefault="00A96ED8" w:rsidP="00107A4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B693F" w:rsidRPr="00CD3FC2">
        <w:rPr>
          <w:rtl/>
        </w:rPr>
        <w:t xml:space="preserve">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ارشاد فر ما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کہ:” تمہار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نسبت مجھ سے و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س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ہ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ج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سے</w:t>
      </w:r>
      <w:r w:rsidR="000B693F" w:rsidRPr="00CD3FC2">
        <w:rPr>
          <w:rtl/>
        </w:rPr>
        <w:t xml:space="preserve"> ہارون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موس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سے تھ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سوائے اس کے کہ </w:t>
      </w:r>
      <w:r>
        <w:rPr>
          <w:rtl/>
        </w:rPr>
        <w:t xml:space="preserve">میں </w:t>
      </w:r>
      <w:r w:rsidR="000B693F" w:rsidRPr="00CD3FC2">
        <w:rPr>
          <w:rtl/>
        </w:rPr>
        <w:t xml:space="preserve"> نب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نہ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ہوں “۔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کہا:نہ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دے کر کہتاہوں کہ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علاوہ تم لوگوں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ساہے</w:t>
      </w:r>
      <w:r w:rsidRPr="00CD3FC2">
        <w:rPr>
          <w:rtl/>
        </w:rPr>
        <w:t xml:space="preserve"> جسے 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اہو،جب</w:t>
      </w:r>
      <w:r w:rsidRPr="00CD3FC2">
        <w:rPr>
          <w:rtl/>
        </w:rPr>
        <w:t xml:space="preserve">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تمھارے گھروں کے دروازے مسجدک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بندکردئ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تھے اورم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گھرکادروازہ کھلارکھا تھااور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eastAsia"/>
          <w:rtl/>
        </w:rPr>
        <w:t>سکن</w:t>
      </w:r>
      <w:r w:rsidRPr="00CD3FC2">
        <w:rPr>
          <w:rtl/>
        </w:rPr>
        <w:t xml:space="preserve"> ومسجدکے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انحضرت (ص)کے ساتھ )اور آپ کے حکم </w:t>
      </w:r>
      <w:r w:rsidR="00A96ED8">
        <w:rPr>
          <w:rtl/>
        </w:rPr>
        <w:t xml:space="preserve">میں </w:t>
      </w:r>
      <w:r w:rsidRPr="00CD3FC2">
        <w:rPr>
          <w:rtl/>
        </w:rPr>
        <w:t>)تھا،چچا)حضرت)عباس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اٹھے اورکہا:اے اللہ کے رسول !ہمارے گھروں کے دروازے بند کر دئ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اورعل</w:t>
      </w:r>
      <w:r w:rsidRPr="00CD3FC2">
        <w:rPr>
          <w:rFonts w:hint="cs"/>
          <w:rtl/>
        </w:rPr>
        <w:t>ی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)کے گھرکاادروازہ کھلارکھا؟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خدائے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ہے کہ جس نے ان کے دروازہ کوکھلارکھنے اورآپ لوگوں کے دروازوں کو بند کرنے 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ا؟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کہا:خداشاہدہے،نہ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دلاتاہوں،ک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تمہارے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جسے خدااوررسول مجھ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دوست رکھتے ہوں،جبکہ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(ص)نے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برکے</w:t>
      </w:r>
      <w:r w:rsidRPr="00CD3FC2">
        <w:rPr>
          <w:rtl/>
        </w:rPr>
        <w:t xml:space="preserve"> دن علم اٹھاکرفرما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ا”ب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 اس کے ہاتھ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دونگاجوخداورسول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کودوست رکھتاہے اورخدااوررسول اس کو</w:t>
      </w:r>
      <w:r w:rsidRPr="00CD3FC2">
        <w:rPr>
          <w:rFonts w:hint="eastAsia"/>
          <w:rtl/>
        </w:rPr>
        <w:t>دوست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ں“اورجس</w:t>
      </w:r>
      <w:r w:rsidRPr="00CD3FC2">
        <w:rPr>
          <w:rtl/>
        </w:rPr>
        <w:t xml:space="preserve"> دن بھنے ہوئے پرندہ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:”خدا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!م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پاس اس شخص کو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</w:t>
      </w:r>
      <w:r w:rsidRPr="00CD3FC2">
        <w:rPr>
          <w:rtl/>
        </w:rPr>
        <w:t xml:space="preserve"> جسے توسب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چاھتا ہے تاکہ وہ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ساتھ کھا نا کھائے۔“اوراس دعاکے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علاوہ کون ہے جس کے لئے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اتفاق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ہو؟</w:t>
      </w:r>
    </w:p>
    <w:p w:rsidR="00F656E9" w:rsidRDefault="00F656E9" w:rsidP="004B12AB">
      <w:pPr>
        <w:pStyle w:val="libNormal"/>
        <w:rPr>
          <w:rtl/>
        </w:rPr>
      </w:pPr>
      <w:r>
        <w:rPr>
          <w:rtl/>
        </w:rPr>
        <w:br w:type="page"/>
      </w:r>
    </w:p>
    <w:p w:rsidR="00F656E9" w:rsidRPr="00CD3FC2" w:rsidRDefault="00F656E9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کہا:خداشاہد ہے،نہ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دلاتاہوں،ک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لوگوں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ہے،جس 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سے سرگوش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پہلے صدقہ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خدائے وند متعال نے اس حکم کو منسوخ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کہا۔خدا شاہدہے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لوگوں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ہے،جس نے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اورعرب کے مشرک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کوخدااوراس کے رسول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قتل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کہا:خدا گواہ ہے،نہ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لوگوں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ہے،جس کے حق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(ص))افزائش)علم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ہواوراذن واع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>)گوش شنوا)کا خدا سے مطالبہ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اہو،جس</w:t>
      </w:r>
      <w:r w:rsidRPr="00CD3FC2">
        <w:rPr>
          <w:rtl/>
        </w:rPr>
        <w:t xml:space="preserve"> طرح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حق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؟انہوں</w:t>
      </w:r>
      <w:r w:rsidRPr="00CD3FC2">
        <w:rPr>
          <w:rtl/>
        </w:rPr>
        <w:t xml:space="preserve"> نے کہا:خدا گواہ ہے،نہ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لوگ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(ص)سے رشتہ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مجھ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ہواورجس کوپ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(ص)نے اپنا نفس،اس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ٹوں</w:t>
      </w:r>
      <w:r w:rsidRPr="00CD3FC2">
        <w:rPr>
          <w:rtl/>
        </w:rPr>
        <w:t xml:space="preserve"> کواپنے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کہاہو؟انہوں نے کہا:خدا گواہ ہے،نہ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طرح ہم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 نے والے افراد،کہ جنھ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(ص)اپنے ساتھ لائے تھے وہ،عل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،فاطمہ،حسن،وحس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تک محدود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30" w:name="_Toc508103279"/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کامعتبرراورصح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ہونا:</w:t>
      </w:r>
      <w:bookmarkEnd w:id="30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ہل 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صرف مذکورہ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پراکتفاکرتے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ں،اوران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مضمون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صرف پنجتن آل عبا)پ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کے علاوہ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</w:t>
      </w:r>
      <w:r w:rsidRPr="00CD3FC2">
        <w:rPr>
          <w:rtl/>
        </w:rPr>
        <w:t xml:space="preserve">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 مل تھے اس حوالے سے صرف حاکم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مطالب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F656E9" w:rsidRDefault="00F656E9" w:rsidP="004B12AB">
      <w:pPr>
        <w:pStyle w:val="libNormal"/>
        <w:rPr>
          <w:rtl/>
        </w:rPr>
      </w:pPr>
      <w:r>
        <w:rPr>
          <w:rtl/>
        </w:rPr>
        <w:br w:type="page"/>
      </w:r>
    </w:p>
    <w:p w:rsidR="00F656E9" w:rsidRPr="00CD3FC2" w:rsidRDefault="00F656E9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وہ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کتاب”معرفةعلوم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ث“</w:t>
      </w:r>
      <w:r w:rsidR="00F656E9" w:rsidRPr="00F82107">
        <w:rPr>
          <w:rStyle w:val="libFootnotenumChar"/>
          <w:rFonts w:hint="cs"/>
          <w:rtl/>
        </w:rPr>
        <w:t>(1)</w:t>
      </w:r>
      <w:r w:rsidR="00F656E9" w:rsidRPr="00B76D20">
        <w:rPr>
          <w:rFonts w:hint="cs"/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کے نزول کوابن عباس سے نقل کرتاہے اور وہ انفسنا سے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السلام،”نسائنا“سے حضرت فاطمہ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ہااور”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بناء</w:t>
      </w:r>
      <w:r w:rsidRPr="00CD3FC2">
        <w:rPr>
          <w:rtl/>
        </w:rPr>
        <w:t xml:space="preserve"> نا“سے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</w:t>
      </w:r>
      <w:r w:rsidRPr="00CD3FC2">
        <w:rPr>
          <w:rtl/>
        </w:rPr>
        <w:t xml:space="preserve"> السلام مراد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</w:t>
      </w:r>
      <w:r w:rsidRPr="00CD3FC2">
        <w:rPr>
          <w:rtl/>
        </w:rPr>
        <w:t xml:space="preserve"> ہے۔اس کے بعدابن عباس اور دوسروں سے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کومتواترجانتے ہوئے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(ع)کے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فرمائش:”</w:t>
      </w:r>
      <w:r w:rsidR="00BA57AE" w:rsidRPr="003A13AB">
        <w:rPr>
          <w:rStyle w:val="libArabicChar"/>
          <w:rFonts w:hint="cs"/>
          <w:rtl/>
        </w:rPr>
        <w:t>ه</w:t>
      </w:r>
      <w:r w:rsidRPr="00F656E9">
        <w:rPr>
          <w:rStyle w:val="libArabicChar"/>
          <w:rFonts w:hint="cs"/>
          <w:rtl/>
        </w:rPr>
        <w:t>ؤلائ اٴ</w:t>
      </w:r>
      <w:r w:rsidRPr="00F656E9">
        <w:rPr>
          <w:rStyle w:val="libArabicChar"/>
          <w:rFonts w:hint="eastAsia"/>
          <w:rtl/>
        </w:rPr>
        <w:t>بنائناوا</w:t>
      </w:r>
      <w:r w:rsidRPr="00F656E9">
        <w:rPr>
          <w:rStyle w:val="libArabicChar"/>
          <w:rFonts w:hint="cs"/>
          <w:rtl/>
        </w:rPr>
        <w:t>ٴ</w:t>
      </w:r>
      <w:r w:rsidRPr="00F656E9">
        <w:rPr>
          <w:rStyle w:val="libArabicChar"/>
          <w:rFonts w:hint="eastAsia"/>
          <w:rtl/>
        </w:rPr>
        <w:t>نفسنا</w:t>
      </w:r>
      <w:r w:rsidRPr="00F656E9">
        <w:rPr>
          <w:rStyle w:val="libArabicChar"/>
          <w:rtl/>
        </w:rPr>
        <w:t xml:space="preserve"> ونسائنا</w:t>
      </w:r>
      <w:r w:rsidRPr="00CD3FC2">
        <w:rPr>
          <w:rtl/>
        </w:rPr>
        <w:t xml:space="preserve">“کے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اددہان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کراتاہے۔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چنا</w:t>
      </w:r>
      <w:r w:rsidRPr="00CD3FC2">
        <w:rPr>
          <w:rtl/>
        </w:rPr>
        <w:t xml:space="preserve"> نچہ اس باب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اصحاب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گروہ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جابربن عبداللہ،ابن عباس اور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حوالے سے مختلف طرق سے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ہو 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مختصرکتاب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گنجائش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ہے،اس لئے ہم 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بعض ان منابع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کرنے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اکتفاکرتے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="00F656E9" w:rsidRPr="00F82107">
        <w:rPr>
          <w:rStyle w:val="libFootnotenumChar"/>
          <w:rFonts w:hint="cs"/>
          <w:rtl/>
        </w:rPr>
        <w:t>(2)</w:t>
      </w:r>
    </w:p>
    <w:p w:rsidR="00F656E9" w:rsidRPr="00F656E9" w:rsidRDefault="00F656E9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۱۔معر فة علوم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ث،ص</w:t>
      </w:r>
      <w:r w:rsidRPr="00CD3FC2">
        <w:rPr>
          <w:rtl/>
        </w:rPr>
        <w:t>۵۰،دارالکتب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F656E9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۲۔احکام القرآن /جصاص/ج۲/ص۱۴دارالکتاب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اختصاص مف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>/ص۵۶/من منشورات جماعة المدرس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الحوزة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اسباب النزول /ص۶۸/دارالکتب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روت،اسد</w:t>
      </w:r>
      <w:r w:rsidRPr="00CD3FC2">
        <w:rPr>
          <w:rtl/>
        </w:rPr>
        <w:t xml:space="preserve"> الغابة/ ج۴/ ص۲۵/ 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 xml:space="preserve"> الا صابہ/ج۲/جزء ۴/ص۲۷۱، البحر 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</w:t>
      </w:r>
      <w:r w:rsidRPr="00CD3FC2">
        <w:rPr>
          <w:rtl/>
        </w:rPr>
        <w:t>/ج۳/ ص۴۷۹/ داراح</w:t>
      </w:r>
      <w:r w:rsidRPr="00CD3FC2">
        <w:rPr>
          <w:rFonts w:hint="cs"/>
          <w:rtl/>
        </w:rPr>
        <w:t>ی</w:t>
      </w:r>
      <w:r w:rsidRPr="00CD3FC2">
        <w:rPr>
          <w:rtl/>
        </w:rPr>
        <w:t>ائ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روت،البدا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و النھا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>/ ج۵/ ص۴۹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البرھان/ ج۱/ص۲۸۹/ مؤسسہ مطبوعات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ان،</w:t>
      </w:r>
      <w:r w:rsidRPr="00CD3FC2">
        <w:rPr>
          <w:rtl/>
        </w:rPr>
        <w:t xml:space="preserve"> التاج الجامع للاصول/ ج۳/ ص۳۳۳/داراح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دمشق/ج۴۲/ص۱۳۴/ دارالفکر، تذکرہ خواص الامة/ ص۱۷/ چاپ نجف،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اب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/ج۱/ص۳۷۸/دارالنعرفة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ضاو</w:t>
      </w:r>
      <w:r w:rsidRPr="00CD3FC2">
        <w:rPr>
          <w:rFonts w:hint="cs"/>
          <w:rtl/>
        </w:rPr>
        <w:t>ی</w:t>
      </w:r>
      <w:r w:rsidRPr="00CD3FC2">
        <w:rPr>
          <w:rtl/>
        </w:rPr>
        <w:t>/ج۱/ص۱۶۳/دارالکتب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رخازن</w:t>
      </w:r>
      <w:r w:rsidRPr="00CD3FC2">
        <w:rPr>
          <w:rtl/>
        </w:rPr>
        <w:t>) الباب التا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>) /ج۱/ص۲۳۶/دارالفکر،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الراز</w:t>
      </w:r>
      <w:r w:rsidRPr="00CD3FC2">
        <w:rPr>
          <w:rFonts w:hint="cs"/>
          <w:rtl/>
        </w:rPr>
        <w:t>ی</w:t>
      </w:r>
      <w:r w:rsidRPr="00CD3FC2">
        <w:rPr>
          <w:rtl/>
        </w:rPr>
        <w:t>/ج۸/ص۸۰/داراح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رالسمر</w:t>
      </w:r>
      <w:r w:rsidRPr="00CD3FC2">
        <w:rPr>
          <w:rtl/>
        </w:rPr>
        <w:t xml:space="preserve"> قند</w:t>
      </w:r>
      <w:r w:rsidRPr="00CD3FC2">
        <w:rPr>
          <w:rFonts w:hint="cs"/>
          <w:rtl/>
        </w:rPr>
        <w:t>ی</w:t>
      </w:r>
      <w:r w:rsidRPr="00CD3FC2">
        <w:rPr>
          <w:rtl/>
        </w:rPr>
        <w:t>) بحرالعلوم)/ج۱ص/۲۷۴دارالکتب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>/ ج۳ /ص۳۰۱۔۲۹۹/</w:t>
      </w:r>
      <w:r w:rsidRPr="00CD3FC2">
        <w:rPr>
          <w:rFonts w:hint="eastAsia"/>
          <w:rtl/>
        </w:rPr>
        <w:t>دالفکر،تفس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طنطاو</w:t>
      </w:r>
      <w:r w:rsidRPr="00CD3FC2">
        <w:rPr>
          <w:rFonts w:hint="cs"/>
          <w:rtl/>
        </w:rPr>
        <w:t>ی</w:t>
      </w:r>
      <w:r w:rsidRPr="00CD3FC2">
        <w:rPr>
          <w:rtl/>
        </w:rPr>
        <w:t>/ ج۲/ ص۱۳۰/ دارالمعارف القاہرة،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ابراہ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قم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/ج۱/ص۱۰۴،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الماورد</w:t>
      </w:r>
      <w:r w:rsidRPr="00CD3FC2">
        <w:rPr>
          <w:rFonts w:hint="cs"/>
          <w:rtl/>
        </w:rPr>
        <w:t>ی</w:t>
      </w:r>
      <w:r w:rsidRPr="00CD3FC2">
        <w:rPr>
          <w:rtl/>
        </w:rPr>
        <w:t>/ ج۱/ ص۳۸۹و۳۹۹/ مؤسسة ظالکتب الثقاف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>/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التفس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/ج۳/ ص۲۴۵ ،۲۴۸، ۲۴۹/ دارالفکر،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رالنسف</w:t>
      </w:r>
      <w:r w:rsidRPr="00CD3FC2">
        <w:rPr>
          <w:rFonts w:hint="cs"/>
          <w:rtl/>
        </w:rPr>
        <w:t>ی</w:t>
      </w:r>
      <w:r w:rsidRPr="00CD3FC2">
        <w:rPr>
          <w:rtl/>
        </w:rPr>
        <w:t>) در 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ہئ</w:t>
      </w:r>
      <w:r w:rsidRPr="00CD3FC2">
        <w:rPr>
          <w:rtl/>
        </w:rPr>
        <w:t xml:space="preserve"> خازن)/ ج۱/ ص۲۳۶/دارالفکر،</w:t>
      </w:r>
      <w:r w:rsidRPr="00CD3FC2">
        <w:rPr>
          <w:rFonts w:hint="eastAsia"/>
          <w:rtl/>
        </w:rPr>
        <w:t>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F656E9">
        <w:rPr>
          <w:rFonts w:hint="cs"/>
          <w:rtl/>
        </w:rPr>
        <w:t xml:space="preserve"> </w:t>
      </w:r>
      <w:r w:rsidR="00F656E9" w:rsidRPr="00CD3FC2">
        <w:rPr>
          <w:rFonts w:hint="eastAsia"/>
          <w:rtl/>
        </w:rPr>
        <w:t>الن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شابور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>/ج۳/ص۲۱۳/دارالمعرفة 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روت،تلخ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ص</w:t>
      </w:r>
      <w:r w:rsidR="00F656E9" w:rsidRPr="00CD3FC2">
        <w:rPr>
          <w:rtl/>
        </w:rPr>
        <w:t xml:space="preserve"> المستدرک/ج۳/ص۱۵۰/دارالمعرفة 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روت،جامع</w:t>
      </w:r>
      <w:r w:rsidR="00F656E9" w:rsidRPr="00CD3FC2">
        <w:rPr>
          <w:rtl/>
        </w:rPr>
        <w:t xml:space="preserve"> احکام القرآن/قرطب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>/ج۴/ص۱۰۴/دارالفکر، جامع الاصول/ج۹/ص۴۶۹داراح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اء</w:t>
      </w:r>
      <w:r w:rsidR="00F656E9" w:rsidRPr="00CD3FC2">
        <w:rPr>
          <w:rtl/>
        </w:rPr>
        <w:t xml:space="preserve"> التراث العرب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،الجامع</w:t>
      </w:r>
      <w:r w:rsidR="00F656E9" w:rsidRPr="00CD3FC2">
        <w:rPr>
          <w:rtl/>
        </w:rPr>
        <w:t xml:space="preserve"> الصح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ح</w:t>
      </w:r>
      <w:r w:rsidR="00F656E9" w:rsidRPr="00CD3FC2">
        <w:rPr>
          <w:rtl/>
        </w:rPr>
        <w:t xml:space="preserve"> للترمذ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>/ج۵/ص۵۹۶/دارالفکر، الدرالمنثور/ج۲/ص۲۳۳۔۲۳۰/دارالفکر، دلائل النبوة ابونع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م</w:t>
      </w:r>
      <w:r w:rsidR="00F656E9" w:rsidRPr="00CD3FC2">
        <w:rPr>
          <w:rtl/>
        </w:rPr>
        <w:t xml:space="preserve"> ا</w:t>
      </w:r>
      <w:r w:rsidR="00F656E9" w:rsidRPr="00CD3FC2">
        <w:rPr>
          <w:rFonts w:hint="eastAsia"/>
          <w:rtl/>
        </w:rPr>
        <w:t>صفہان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>/ص۲۹۷، ذخائر العقب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>/ص۲۵/مؤسسةالوفائ 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</w:t>
      </w:r>
      <w:r w:rsidR="00F656E9" w:rsidRPr="00CD3FC2">
        <w:rPr>
          <w:rtl/>
        </w:rPr>
        <w:t xml:space="preserve"> روح المعان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>/ج۳/ص۱۸۹/داراح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ائ</w:t>
      </w:r>
      <w:r w:rsidR="00F656E9" w:rsidRPr="00CD3FC2">
        <w:rPr>
          <w:rtl/>
        </w:rPr>
        <w:t xml:space="preserve"> التراث العرب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،</w:t>
      </w:r>
      <w:r w:rsidR="00F656E9" w:rsidRPr="00CD3FC2">
        <w:rPr>
          <w:rtl/>
        </w:rPr>
        <w:t xml:space="preserve"> الر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اض</w:t>
      </w:r>
      <w:r w:rsidR="00F656E9" w:rsidRPr="00CD3FC2">
        <w:rPr>
          <w:rtl/>
        </w:rPr>
        <w:t xml:space="preserve"> النضرة/ج۳/ص۱۳۴/دارالندوة الجد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د</w:t>
      </w:r>
      <w:r w:rsidR="00F656E9" w:rsidRPr="00CD3FC2">
        <w:rPr>
          <w:rtl/>
        </w:rPr>
        <w:t xml:space="preserve"> 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</w:t>
      </w:r>
      <w:r w:rsidR="00F656E9" w:rsidRPr="00CD3FC2">
        <w:rPr>
          <w:rtl/>
        </w:rPr>
        <w:t xml:space="preserve"> زاد المس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</w:t>
      </w:r>
      <w:r w:rsidR="00F656E9" w:rsidRPr="00CD3FC2">
        <w:rPr>
          <w:rtl/>
        </w:rPr>
        <w:t xml:space="preserve"> ف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 xml:space="preserve"> علم التفس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</w:t>
      </w:r>
      <w:r w:rsidR="00F656E9" w:rsidRPr="00CD3FC2">
        <w:rPr>
          <w:rtl/>
        </w:rPr>
        <w:t>/ج۱/ص۳۳۹/دارالفکر، شواہد التنز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ل</w:t>
      </w:r>
      <w:r w:rsidR="00F656E9" w:rsidRPr="00CD3FC2">
        <w:rPr>
          <w:rtl/>
        </w:rPr>
        <w:t>/حاکم حسکان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>/ج۱/ص۱۶۷۔۱۵۵/مجمع اح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ائ</w:t>
      </w:r>
      <w:r w:rsidR="00F656E9" w:rsidRPr="00CD3FC2">
        <w:rPr>
          <w:rtl/>
        </w:rPr>
        <w:t xml:space="preserve"> الثقافة الاسلام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ة،</w:t>
      </w:r>
      <w:r w:rsidR="00F656E9" w:rsidRPr="00CD3FC2">
        <w:rPr>
          <w:rtl/>
        </w:rPr>
        <w:t xml:space="preserve"> صح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ح</w:t>
      </w:r>
      <w:r w:rsidR="00F656E9" w:rsidRPr="00CD3FC2">
        <w:rPr>
          <w:rtl/>
        </w:rPr>
        <w:t xml:space="preserve"> </w:t>
      </w:r>
      <w:r w:rsidR="00F656E9" w:rsidRPr="00CD3FC2">
        <w:rPr>
          <w:rFonts w:hint="eastAsia"/>
          <w:rtl/>
        </w:rPr>
        <w:t>مسلم</w:t>
      </w:r>
      <w:r w:rsidR="00F656E9" w:rsidRPr="00CD3FC2">
        <w:rPr>
          <w:rtl/>
        </w:rPr>
        <w:t>/ج۵/ص۲۳/کتاب فضائل الصحابة/باب فضائل عل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 xml:space="preserve"> بن اب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 xml:space="preserve"> طالب /ح۳۲/مؤ سسة عزّالد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ن،</w:t>
      </w:r>
      <w:r w:rsidR="00F656E9" w:rsidRPr="00CD3FC2">
        <w:rPr>
          <w:rtl/>
        </w:rPr>
        <w:t xml:space="preserve"> الصواعق المحرقة/ص۱۴۵/مکتبة القاہرة، فتح القد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</w:t>
      </w:r>
      <w:r w:rsidR="00F656E9" w:rsidRPr="00CD3FC2">
        <w:rPr>
          <w:rtl/>
        </w:rPr>
        <w:t>/ج۱/ص۳۱۶/ط مصر )بہ نقل احقاق)، فرائد السمط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ن</w:t>
      </w:r>
      <w:r w:rsidR="00F656E9" w:rsidRPr="00CD3FC2">
        <w:rPr>
          <w:rtl/>
        </w:rPr>
        <w:t>/ج۲/ص۲۳،۲۴/مؤ سسةالمحمود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</w:t>
      </w:r>
      <w:r w:rsidR="00F656E9" w:rsidRPr="00CD3FC2">
        <w:rPr>
          <w:rtl/>
        </w:rPr>
        <w:t xml:space="preserve"> الفصول المہمة/ص۲۵۔۲۳،۱۲۶۔۱۲۷/منشورات الاعلم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،</w:t>
      </w:r>
      <w:r w:rsidR="00F656E9" w:rsidRPr="00CD3FC2">
        <w:rPr>
          <w:rtl/>
        </w:rPr>
        <w:t xml:space="preserve"> کتاب التس</w:t>
      </w:r>
      <w:r w:rsidR="00F656E9" w:rsidRPr="00CD3FC2">
        <w:rPr>
          <w:rFonts w:hint="eastAsia"/>
          <w:rtl/>
        </w:rPr>
        <w:t>ہ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ل</w:t>
      </w:r>
      <w:r w:rsidR="00F656E9" w:rsidRPr="00CD3FC2">
        <w:rPr>
          <w:rtl/>
        </w:rPr>
        <w:t xml:space="preserve"> لعلوم التنز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ل</w:t>
      </w:r>
      <w:r w:rsidR="00F656E9" w:rsidRPr="00CD3FC2">
        <w:rPr>
          <w:rtl/>
        </w:rPr>
        <w:t xml:space="preserve"> /ج۱/ص۱۰۹/دارالفکر، الکشاف/ج۱/دارالمعرفة 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</w:t>
      </w:r>
      <w:r w:rsidR="00F656E9" w:rsidRPr="00CD3FC2">
        <w:rPr>
          <w:rtl/>
        </w:rPr>
        <w:t xml:space="preserve"> مدارج النبوة/ص۵۰۰بمبئ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>)بہ نقل احقاق)،المستدرک عل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 xml:space="preserve"> الصح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حن</w:t>
      </w:r>
      <w:r w:rsidR="00F656E9" w:rsidRPr="00CD3FC2">
        <w:rPr>
          <w:rtl/>
        </w:rPr>
        <w:t>/ج۳/ص۱۵۰/دارالعرفةب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روت،مسند</w:t>
      </w:r>
      <w:r w:rsidR="00F656E9" w:rsidRPr="00CD3FC2">
        <w:rPr>
          <w:rtl/>
        </w:rPr>
        <w:t xml:space="preserve"> احمد/ج۱/ص۱۸۵/دار صادرب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</w:t>
      </w:r>
      <w:r w:rsidR="00F656E9" w:rsidRPr="00CD3FC2">
        <w:rPr>
          <w:rtl/>
        </w:rPr>
        <w:t xml:space="preserve"> مشکوةالمصاب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ح</w:t>
      </w:r>
      <w:r w:rsidR="00F656E9" w:rsidRPr="00CD3FC2">
        <w:rPr>
          <w:rtl/>
        </w:rPr>
        <w:t>/ج۳/ص۱۷۳۱/المکتب الاسلام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،</w:t>
      </w:r>
      <w:r w:rsidR="00F656E9" w:rsidRPr="00CD3FC2">
        <w:rPr>
          <w:rtl/>
        </w:rPr>
        <w:t xml:space="preserve"> مصاب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ح</w:t>
      </w:r>
      <w:r w:rsidR="00F656E9" w:rsidRPr="00CD3FC2">
        <w:rPr>
          <w:rtl/>
        </w:rPr>
        <w:t xml:space="preserve"> السنة/ج۴/ص۱۸۳/دارالمعرفة 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</w:t>
      </w:r>
      <w:r w:rsidR="00F656E9" w:rsidRPr="00CD3FC2">
        <w:rPr>
          <w:rtl/>
        </w:rPr>
        <w:t xml:space="preserve"> مطالب السئول/ص۷/چاپ تہران، معالم التنز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ل</w:t>
      </w:r>
      <w:r w:rsidR="00F656E9" w:rsidRPr="00CD3FC2">
        <w:rPr>
          <w:rtl/>
        </w:rPr>
        <w:t xml:space="preserve"> /ج۱/ص۴۸۰/دارالفکر، معرفة اصول الحد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ث</w:t>
      </w:r>
      <w:r w:rsidR="00F656E9" w:rsidRPr="00CD3FC2">
        <w:rPr>
          <w:rtl/>
        </w:rPr>
        <w:t>/ص۵۰/دارالکتب العلم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ة</w:t>
      </w:r>
      <w:r w:rsidR="00F656E9" w:rsidRPr="00CD3FC2">
        <w:rPr>
          <w:rtl/>
        </w:rPr>
        <w:t xml:space="preserve"> ب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روت،</w:t>
      </w:r>
      <w:r w:rsidR="00F656E9" w:rsidRPr="00CD3FC2">
        <w:rPr>
          <w:rtl/>
        </w:rPr>
        <w:t xml:space="preserve"> مناقب ابن مغازل</w:t>
      </w:r>
      <w:r w:rsidR="00F656E9" w:rsidRPr="00CD3FC2">
        <w:rPr>
          <w:rFonts w:hint="cs"/>
          <w:rtl/>
        </w:rPr>
        <w:t>ی</w:t>
      </w:r>
      <w:r w:rsidR="00F656E9" w:rsidRPr="00CD3FC2">
        <w:rPr>
          <w:rtl/>
        </w:rPr>
        <w:t xml:space="preserve"> /ص۲۶۳/المکتبة الاسلام</w:t>
      </w:r>
      <w:r w:rsidR="00F656E9" w:rsidRPr="00CD3FC2">
        <w:rPr>
          <w:rFonts w:hint="cs"/>
          <w:rtl/>
        </w:rPr>
        <w:t>ی</w:t>
      </w:r>
      <w:r w:rsidR="00F656E9" w:rsidRPr="00CD3FC2">
        <w:rPr>
          <w:rFonts w:hint="eastAsia"/>
          <w:rtl/>
        </w:rPr>
        <w:t>ة</w:t>
      </w:r>
      <w:r w:rsidR="00F656E9" w:rsidRPr="00CD3FC2">
        <w:rPr>
          <w:rtl/>
        </w:rPr>
        <w:t xml:space="preserve"> تہران</w:t>
      </w:r>
    </w:p>
    <w:p w:rsidR="00F656E9" w:rsidRDefault="00F656E9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Heading2Center"/>
        <w:rPr>
          <w:rtl/>
        </w:rPr>
      </w:pPr>
      <w:bookmarkStart w:id="31" w:name="_Toc508103280"/>
      <w:r w:rsidRPr="00CD3FC2">
        <w:rPr>
          <w:rtl/>
          <w:lang w:bidi="fa-IR"/>
        </w:rPr>
        <w:lastRenderedPageBreak/>
        <w:t>۲</w:t>
      </w:r>
      <w:r w:rsidRPr="00CD3FC2">
        <w:rPr>
          <w:rtl/>
        </w:rPr>
        <w:t>۔ش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bookmarkEnd w:id="3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واقعہ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فراوان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موجود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پرہم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چنداحاد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کونمونہ کے طورپرذکرکرتے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Heading2Center"/>
        <w:rPr>
          <w:rtl/>
        </w:rPr>
      </w:pPr>
      <w:bookmarkStart w:id="32" w:name="_Toc508103281"/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bookmarkEnd w:id="3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</w:t>
      </w:r>
      <w:r w:rsidRPr="00CD3FC2">
        <w:rPr>
          <w:rtl/>
        </w:rPr>
        <w:t xml:space="preserve"> صادق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کہ،جب نجران کے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پاس آئے،ان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نمازکا وقت ہو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پرگھنٹ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بجائ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اور)اپنے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سے)نماز پڑھنا شروع کےا۔اصحاب نے کہا:اللہ کے رسول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لوگ آپک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مسجد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وںعمل</w:t>
      </w:r>
      <w:r w:rsidRPr="00CD3FC2">
        <w:rPr>
          <w:rtl/>
        </w:rPr>
        <w:t xml:space="preserve"> کررہے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!آپ نے فرما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عمل کر نے دو۔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جب</w:t>
      </w:r>
      <w:r w:rsidRPr="00CD3FC2">
        <w:rPr>
          <w:rtl/>
        </w:rPr>
        <w:t xml:space="preserve"> نمازسے فارغ ہوئے،پ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آئے اورکہا:ہ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آپ کس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ہو؟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آپنے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تاہوں</w:t>
      </w:r>
      <w:r w:rsidRPr="00CD3FC2">
        <w:rPr>
          <w:rtl/>
        </w:rPr>
        <w:t xml:space="preserve"> کہ،خدائے واحدک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پرستش کرو،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 کارسول ہوں اورع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خدا کے بندے اور اس کے مخلوق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ںوہ</w:t>
      </w:r>
      <w:r w:rsidRPr="00CD3FC2">
        <w:rPr>
          <w:rtl/>
        </w:rPr>
        <w:t xml:space="preserve"> کھاتے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زقضائے</w:t>
      </w:r>
      <w:r w:rsidRPr="00CD3FC2">
        <w:rPr>
          <w:rtl/>
        </w:rPr>
        <w:t xml:space="preserve"> حاجت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کہا:اگروہ خدا کے بندے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تواس کاباپ کون ہے؟</w:t>
      </w:r>
    </w:p>
    <w:p w:rsidR="000B693F" w:rsidRPr="00CD3FC2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پروح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اے رسول ان سے کہد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جئے</w:t>
      </w:r>
      <w:r w:rsidRPr="00CD3FC2">
        <w:rPr>
          <w:rtl/>
        </w:rPr>
        <w:t xml:space="preserve"> کہ وہ حضرت آدم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ں؟وہ</w:t>
      </w:r>
      <w:r w:rsidRPr="00CD3FC2">
        <w:rPr>
          <w:rtl/>
        </w:rPr>
        <w:t xml:space="preserve"> خداکے بندے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مخلوق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اورکھاتے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Fonts w:hint="cs"/>
          <w:rtl/>
        </w:rPr>
        <w:t>اورنکاح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آپنے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:اگرخداکے ہربندے اورمخلوق کے لئے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باپ ہوناچاہئے توآدم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 باپ کون ہے؟وہ 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سے قاصررہے۔خدائے متعال نے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دوآ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نازل فرمائ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B76D20" w:rsidRDefault="00BD32E1" w:rsidP="00BA57AE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656E9">
        <w:rPr>
          <w:rStyle w:val="libAieChar"/>
          <w:rtl/>
        </w:rPr>
        <w:t>إنّ مثل ع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س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tl/>
        </w:rPr>
        <w:t xml:space="preserve"> عند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F656E9">
        <w:rPr>
          <w:rStyle w:val="libAieChar"/>
          <w:rFonts w:hint="cs"/>
          <w:rtl/>
        </w:rPr>
        <w:t xml:space="preserve"> کمثل آدم خلق</w:t>
      </w:r>
      <w:r w:rsidR="00E17DF7" w:rsidRPr="00BA57AE">
        <w:rPr>
          <w:rStyle w:val="libAieChar"/>
          <w:rFonts w:hint="cs"/>
          <w:rtl/>
        </w:rPr>
        <w:t>ه</w:t>
      </w:r>
      <w:r w:rsidR="00E17DF7" w:rsidRPr="00F656E9">
        <w:rPr>
          <w:rStyle w:val="libAieChar"/>
          <w:rFonts w:hint="cs"/>
          <w:rtl/>
        </w:rPr>
        <w:t xml:space="preserve"> من تراب ثم قال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F656E9">
        <w:rPr>
          <w:rStyle w:val="libAieChar"/>
          <w:rFonts w:hint="cs"/>
          <w:rtl/>
        </w:rPr>
        <w:t xml:space="preserve"> کن فی</w:t>
      </w:r>
      <w:r w:rsidR="00E17DF7" w:rsidRPr="00F656E9">
        <w:rPr>
          <w:rStyle w:val="libAieChar"/>
          <w:rFonts w:hint="eastAsia"/>
          <w:rtl/>
        </w:rPr>
        <w:t>کون</w:t>
      </w:r>
      <w:r w:rsidR="00E17DF7" w:rsidRPr="00F656E9">
        <w:rPr>
          <w:rStyle w:val="libAieChar"/>
          <w:rtl/>
        </w:rPr>
        <w:t xml:space="preserve"> </w:t>
      </w:r>
      <w:r w:rsidR="00E17DF7" w:rsidRPr="00F656E9">
        <w:rPr>
          <w:rStyle w:val="libAieChar"/>
          <w:rFonts w:hint="cs"/>
          <w:rtl/>
        </w:rPr>
        <w:t xml:space="preserve"> فمن حاجّک فی</w:t>
      </w:r>
      <w:r w:rsidR="00E17DF7" w:rsidRPr="00BA57AE">
        <w:rPr>
          <w:rStyle w:val="libAieChar"/>
          <w:rFonts w:hint="cs"/>
          <w:rtl/>
        </w:rPr>
        <w:t>ه</w:t>
      </w:r>
      <w:r w:rsidR="00E17DF7" w:rsidRPr="00F656E9">
        <w:rPr>
          <w:rStyle w:val="libAieChar"/>
          <w:rtl/>
        </w:rPr>
        <w:t xml:space="preserve"> من بعد ماجاء ک من العلم قل تعالوا ندع 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بناء</w:t>
      </w:r>
      <w:r w:rsidR="00E17DF7" w:rsidRPr="00F656E9">
        <w:rPr>
          <w:rStyle w:val="libAieChar"/>
          <w:rtl/>
        </w:rPr>
        <w:t xml:space="preserve"> نا وا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بنائکم</w:t>
      </w:r>
      <w:r w:rsidR="00E17DF7" w:rsidRPr="00F656E9">
        <w:rPr>
          <w:rStyle w:val="libAieChar"/>
          <w:rtl/>
        </w:rPr>
        <w:t xml:space="preserve"> ونسائنا ونسائکم وا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نفسنا</w:t>
      </w:r>
      <w:r w:rsidR="00E17DF7" w:rsidRPr="00F656E9">
        <w:rPr>
          <w:rStyle w:val="libAieChar"/>
          <w:rtl/>
        </w:rPr>
        <w:t xml:space="preserve"> وا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نفسکم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B693F" w:rsidRPr="00B76D20">
        <w:rPr>
          <w:rtl/>
        </w:rPr>
        <w:t xml:space="preserve"> (آل عمران /۶۱)</w:t>
      </w:r>
    </w:p>
    <w:p w:rsidR="00F656E9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”ع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 اللہ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آدم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ااورپھرکہاہوجاتو</w:t>
      </w:r>
      <w:r w:rsidRPr="00CD3FC2">
        <w:rPr>
          <w:rtl/>
        </w:rPr>
        <w:t xml:space="preserve"> وہ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داہوگئے</w:t>
      </w:r>
      <w:r w:rsidRPr="00CD3FC2">
        <w:rPr>
          <w:rFonts w:hint="cs"/>
          <w:rtl/>
        </w:rPr>
        <w:t>اے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!علم کے آجانے کے بعدجولوگ تم سے کٹ حجت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 سے کہد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جئے</w:t>
      </w:r>
      <w:r w:rsidRPr="00CD3FC2">
        <w:rPr>
          <w:rtl/>
        </w:rPr>
        <w:t xml:space="preserve"> کہ ٹھ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ہے تم اپنے فرزند،اپن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عورتوں اوراپنے نفسوں کو بلاؤاور ہم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فرزند،اپن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عورتوں اور اپنے نفسوں کو بلاتے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پھرخداک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بارگاہ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دونوں ملکردعاکر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اورجھوٹوں پرخداک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لعنت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</w:p>
    <w:p w:rsidR="00F656E9" w:rsidRDefault="00F656E9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ساتھ مباہلہ کرو،اگر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سچ کہاہوگاتوتم لوگوں پرعذاب نازل ہوگااوراگر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جھوٹ کہاہوگاتومجھ پر عذاب نازل ہوگا“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کہا:آپنے منصفانہ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اورمباہلہ کوقبول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۔جب وہ لوگ اپنے گھروں کولوٹے،ان کے سرداروں نے ان سے کہا:اگرمحمد (ص)اپن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کے ہمراہ مباہلہ کے لئے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لا 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،تووہ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ان کے ساتھ مباہلہ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اگر وہ 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السلام)اوراعزہ کے ہمراہ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لا 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توہم ان کے ساتھ مباہلہ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صبح</w:t>
      </w:r>
      <w:r w:rsidRPr="00CD3FC2">
        <w:rPr>
          <w:rtl/>
        </w:rPr>
        <w:t xml:space="preserve"> کے وقت جب وہ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اگئے تود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کھاکہ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ساتھ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،فاطمہ،حسن</w:t>
      </w:r>
      <w:r w:rsidRPr="00CD3FC2">
        <w:rPr>
          <w:rtl/>
        </w:rPr>
        <w:t xml:space="preserve">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وقت انہوں نے پوچھا: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کون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ں؟ان</w:t>
      </w:r>
      <w:r w:rsidRPr="00CD3FC2">
        <w:rPr>
          <w:rtl/>
        </w:rPr>
        <w:t xml:space="preserve"> سے کہاگ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:وہ مردان کاچچا زادبھائ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اورداماد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وہ عورت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فاطمہ ہے اوروہ دوبچے حسن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>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مباہلہ کر نے سے انکار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اورآنحضرت (ص)سے کہا:”ہم 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رضا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طا لب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مباہلہ سے معاف فرمائ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۔“آنحضرت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ان کے ساتھ صلح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اورطے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وہ جز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اداکر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F656E9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33" w:name="_Toc508103282"/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bookmarkEnd w:id="33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دبحران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ر”البرہان“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ابن بابو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سے اورحضرت امام رضا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نقل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”حضرت</w:t>
      </w:r>
      <w:r w:rsidRPr="00CD3FC2">
        <w:rPr>
          <w:rtl/>
        </w:rPr>
        <w:t>)امام رضا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مامون اور علماء کے ساتھ)عترت وامت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فرق اورعترت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پرفض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>)اپن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گفتگو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:جہاں پر خدائے متعال</w:t>
      </w:r>
    </w:p>
    <w:p w:rsidR="000B693F" w:rsidRPr="00F656E9" w:rsidRDefault="00F656E9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م،مطبعة</w:t>
      </w:r>
      <w:r w:rsidRPr="00CD3FC2">
        <w:rPr>
          <w:rtl/>
        </w:rPr>
        <w:t xml:space="preserve"> النجف ،ج۱،ص۱۰۴،البرہان ج۱،ص۲۸۵</w:t>
      </w:r>
    </w:p>
    <w:p w:rsidR="00F656E9" w:rsidRDefault="00F656E9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656E9" w:rsidRPr="00CD3FC2" w:rsidRDefault="00F656E9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افرادکے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فرماتاہے جو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خاص طہار ت و 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مالک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ں،اور</w:t>
      </w:r>
      <w:r w:rsidRPr="00CD3FC2">
        <w:rPr>
          <w:rtl/>
        </w:rPr>
        <w:t xml:space="preserve"> خدااپنے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(صل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وسلم)کوحکم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تاہے</w:t>
      </w:r>
      <w:r w:rsidRPr="00CD3FC2">
        <w:rPr>
          <w:rtl/>
        </w:rPr>
        <w:t xml:space="preserve"> کہ مباہلہ کے لئے 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اپنے ساتھ لائ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اورفرماتاہے:</w:t>
      </w:r>
      <w:r w:rsidR="00BD32E1">
        <w:rPr>
          <w:rtl/>
        </w:rPr>
        <w:t xml:space="preserve"> </w:t>
      </w:r>
      <w:r w:rsidRPr="00CD3FC2">
        <w:rPr>
          <w:rtl/>
        </w:rPr>
        <w:t>۔۔۔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656E9">
        <w:rPr>
          <w:rStyle w:val="libAieChar"/>
          <w:rtl/>
        </w:rPr>
        <w:t>فقل:تعالوا ندع 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بنائنا</w:t>
      </w:r>
      <w:r w:rsidR="00E17DF7" w:rsidRPr="00F656E9">
        <w:rPr>
          <w:rStyle w:val="libAieChar"/>
          <w:rtl/>
        </w:rPr>
        <w:t xml:space="preserve"> وا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بنائکم</w:t>
      </w:r>
      <w:r w:rsidR="00E17DF7" w:rsidRPr="00F656E9">
        <w:rPr>
          <w:rStyle w:val="libAieChar"/>
          <w:rtl/>
        </w:rPr>
        <w:t xml:space="preserve"> ونسائنا ونسائکم و</w:t>
      </w:r>
      <w:r w:rsidR="00E17DF7" w:rsidRPr="00F656E9">
        <w:rPr>
          <w:rStyle w:val="libAieChar"/>
          <w:rFonts w:hint="eastAsia"/>
          <w:rtl/>
        </w:rPr>
        <w:t>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نفسنا</w:t>
      </w:r>
      <w:r w:rsidR="00E17DF7" w:rsidRPr="00F656E9">
        <w:rPr>
          <w:rStyle w:val="libAieChar"/>
          <w:rtl/>
        </w:rPr>
        <w:t xml:space="preserve"> وا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نفسکم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علماء</w:t>
      </w:r>
      <w:r w:rsidRPr="00CD3FC2">
        <w:rPr>
          <w:rtl/>
        </w:rPr>
        <w:t xml:space="preserve"> نے حضرت سے کہا: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’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مرادخودپ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!امام رضا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:آپ لوگوں نے غلط سمجھا ہے۔بلکہ”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tl/>
        </w:rPr>
        <w:t xml:space="preserve"> سے مرادعل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سے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”</w:t>
      </w:r>
      <w:r w:rsidRPr="00F656E9">
        <w:rPr>
          <w:rStyle w:val="libArabicChar"/>
          <w:rtl/>
        </w:rPr>
        <w:t>ا</w:t>
      </w:r>
      <w:r w:rsidRPr="00F656E9">
        <w:rPr>
          <w:rStyle w:val="libArabicChar"/>
          <w:rFonts w:hint="cs"/>
          <w:rtl/>
        </w:rPr>
        <w:t>ٴ</w:t>
      </w:r>
      <w:r w:rsidRPr="00F656E9">
        <w:rPr>
          <w:rStyle w:val="libArabicChar"/>
          <w:rFonts w:hint="eastAsia"/>
          <w:rtl/>
        </w:rPr>
        <w:t>ولا</w:t>
      </w:r>
      <w:r w:rsidRPr="00F656E9">
        <w:rPr>
          <w:rStyle w:val="libArabicChar"/>
          <w:rFonts w:hint="cs"/>
          <w:rtl/>
        </w:rPr>
        <w:t>ٴ</w:t>
      </w:r>
      <w:r w:rsidRPr="00F656E9">
        <w:rPr>
          <w:rStyle w:val="libArabicChar"/>
          <w:rFonts w:hint="eastAsia"/>
          <w:rtl/>
        </w:rPr>
        <w:t>بعثنّ</w:t>
      </w:r>
      <w:r w:rsidRPr="00F656E9">
        <w:rPr>
          <w:rStyle w:val="libArabicChar"/>
          <w:rtl/>
        </w:rPr>
        <w:t xml:space="preserve"> إل</w:t>
      </w:r>
      <w:r w:rsidRPr="00F656E9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F656E9">
        <w:rPr>
          <w:rStyle w:val="libArabicChar"/>
          <w:rFonts w:hint="cs"/>
          <w:rtl/>
        </w:rPr>
        <w:t>م</w:t>
      </w:r>
      <w:r w:rsidRPr="00F656E9">
        <w:rPr>
          <w:rStyle w:val="libArabicChar"/>
          <w:rtl/>
        </w:rPr>
        <w:t xml:space="preserve"> رجلاً </w:t>
      </w:r>
      <w:r w:rsidRPr="00F656E9">
        <w:rPr>
          <w:rStyle w:val="libArabicChar"/>
          <w:rFonts w:hint="eastAsia"/>
          <w:rtl/>
        </w:rPr>
        <w:t>کنفس</w:t>
      </w:r>
      <w:r w:rsidRPr="00F656E9">
        <w:rPr>
          <w:rStyle w:val="libArabicChar"/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:”بن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کواپنے امورسے دست بر دار ہو جا ناچاہئے، ورنہ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اپنے مانندا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مردکوان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روانہ کروں گا۔“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بنا</w:t>
      </w:r>
      <w:r w:rsidRPr="00CD3FC2">
        <w:rPr>
          <w:rtl/>
        </w:rPr>
        <w:t xml:space="preserve"> ء نا“ کے مصداق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>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اور”نساء نا“سے مراد فاطمہ 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ہے،جس تک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پہونچ سکااور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بلند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جس تک انسان کاپہنچنااس کے بس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شرافت ہے جسے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حاصل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کرسکتاہے۔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السلام)کے نفس کواپنے نفس کے برابرقرارد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  <w:r w:rsidR="00F656E9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34" w:name="_Toc508103283"/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bookmarkEnd w:id="3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،ہارون</w:t>
      </w:r>
      <w:r w:rsidRPr="00CD3FC2">
        <w:rPr>
          <w:rtl/>
        </w:rPr>
        <w:t xml:space="preserve"> 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د،موس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جعفر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سے کہتاہے:آپ کس طرح اپنے آپ کوپ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اولادجانتے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جبکہ انسان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سے پھ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اورآپ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امام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)نے اس سوال کا 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سے معذرت چاہ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۔ہارون نے کہا:اس مسئلہ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 کواپن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ضرورب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کرنا ہو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آپ فرزندان،عل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دعو</w:t>
      </w:r>
      <w:r w:rsidRPr="00CD3FC2">
        <w:rPr>
          <w:rFonts w:hint="cs"/>
          <w:rtl/>
        </w:rPr>
        <w:t>ی</w:t>
      </w:r>
    </w:p>
    <w:p w:rsidR="00F656E9" w:rsidRDefault="00F656E9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F656E9" w:rsidRDefault="00F656E9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البرہان،ج۱،ص۲۸۹،مؤسسہئ مطبو عات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اسما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</w:p>
    <w:p w:rsidR="00F656E9" w:rsidRDefault="00F656E9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656E9" w:rsidRPr="00F656E9" w:rsidRDefault="00F656E9" w:rsidP="00107A46">
      <w:pPr>
        <w:pStyle w:val="libNormal"/>
        <w:rPr>
          <w:rtl/>
        </w:rPr>
      </w:pP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ہے</w:t>
      </w:r>
      <w:r w:rsidRPr="00CD3FC2">
        <w:rPr>
          <w:rtl/>
        </w:rPr>
        <w:t xml:space="preserve"> آپ لوگ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دکامکمل</w:t>
      </w:r>
      <w:r w:rsidRPr="00CD3FC2">
        <w:rPr>
          <w:rtl/>
        </w:rPr>
        <w:t xml:space="preserve"> علم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آپ کا کہنا ہے کہ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حرف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آپ کے علم سے خارج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خداوندمتعال کے قول:</w:t>
      </w:r>
      <w:r w:rsidR="00BD32E1">
        <w:rPr>
          <w:rtl/>
        </w:rPr>
        <w:t xml:space="preserve"> </w:t>
      </w:r>
      <w:r w:rsidRPr="00CD3FC2">
        <w:rPr>
          <w:rtl/>
        </w:rPr>
        <w:t>۔۔۔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656E9">
        <w:rPr>
          <w:rStyle w:val="libAieChar"/>
          <w:rtl/>
        </w:rPr>
        <w:t>ما فرّطنا ف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tl/>
        </w:rPr>
        <w:t xml:space="preserve"> الکتاب من ش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ء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="00F656E9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استدلال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اوراس طرح علماء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رائے اوران کے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سے اپنے آپ کوبے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از</w:t>
      </w:r>
      <w:r w:rsidRPr="00CD3FC2">
        <w:rPr>
          <w:rtl/>
        </w:rPr>
        <w:t xml:space="preserve"> جانتے ہو!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>)امام مو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کاظم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ہارون کے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تلاوت فرمائ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تا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0B693F" w:rsidRPr="00B76D20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656E9">
        <w:rPr>
          <w:rStyle w:val="libAieChar"/>
          <w:rtl/>
        </w:rPr>
        <w:t>و من ذرّ</w:t>
      </w:r>
      <w:r w:rsidR="00E17DF7" w:rsidRPr="00F656E9">
        <w:rPr>
          <w:rStyle w:val="libAieChar"/>
          <w:rFonts w:hint="cs"/>
          <w:rtl/>
        </w:rPr>
        <w:t>یّ</w:t>
      </w:r>
      <w:r w:rsidR="00E17DF7" w:rsidRPr="00F656E9">
        <w:rPr>
          <w:rStyle w:val="libAieChar"/>
          <w:rFonts w:hint="eastAsia"/>
          <w:rtl/>
        </w:rPr>
        <w:t>ت</w:t>
      </w:r>
      <w:r w:rsidR="00E17DF7" w:rsidRPr="00BA57AE">
        <w:rPr>
          <w:rStyle w:val="libAieChar"/>
          <w:rFonts w:hint="cs"/>
          <w:rtl/>
        </w:rPr>
        <w:t>ه</w:t>
      </w:r>
      <w:r w:rsidR="00E17DF7" w:rsidRPr="00F656E9">
        <w:rPr>
          <w:rStyle w:val="libAieChar"/>
          <w:rtl/>
        </w:rPr>
        <w:t xml:space="preserve"> داود و سل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مان</w:t>
      </w:r>
      <w:r w:rsidR="00E17DF7" w:rsidRPr="00F656E9">
        <w:rPr>
          <w:rStyle w:val="libAieChar"/>
          <w:rtl/>
        </w:rPr>
        <w:t xml:space="preserve"> و ا</w:t>
      </w:r>
      <w:r w:rsidR="00E17DF7" w:rsidRPr="00F656E9">
        <w:rPr>
          <w:rStyle w:val="libAieChar"/>
          <w:rFonts w:hint="cs"/>
          <w:rtl/>
        </w:rPr>
        <w:t>ٴی</w:t>
      </w:r>
      <w:r w:rsidR="00E17DF7" w:rsidRPr="00F656E9">
        <w:rPr>
          <w:rStyle w:val="libAieChar"/>
          <w:rFonts w:hint="eastAsia"/>
          <w:rtl/>
        </w:rPr>
        <w:t>وب</w:t>
      </w:r>
      <w:r w:rsidR="00E17DF7" w:rsidRPr="00F656E9">
        <w:rPr>
          <w:rStyle w:val="libAieChar"/>
          <w:rtl/>
        </w:rPr>
        <w:t xml:space="preserve"> و 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وسف</w:t>
      </w:r>
      <w:r w:rsidR="00E17DF7" w:rsidRPr="00F656E9">
        <w:rPr>
          <w:rStyle w:val="libAieChar"/>
          <w:rtl/>
        </w:rPr>
        <w:t xml:space="preserve"> و موس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tl/>
        </w:rPr>
        <w:t xml:space="preserve"> و </w:t>
      </w:r>
      <w:r w:rsidR="00E17DF7" w:rsidRPr="00BA57AE">
        <w:rPr>
          <w:rStyle w:val="libAieChar"/>
          <w:rFonts w:hint="cs"/>
          <w:rtl/>
        </w:rPr>
        <w:t>ه</w:t>
      </w:r>
      <w:r w:rsidR="00E17DF7" w:rsidRPr="00F656E9">
        <w:rPr>
          <w:rStyle w:val="libAieChar"/>
          <w:rFonts w:hint="cs"/>
          <w:rtl/>
        </w:rPr>
        <w:t>ارون و کٰذلک نجزی</w:t>
      </w:r>
      <w:r w:rsidR="00E17DF7" w:rsidRPr="00F656E9">
        <w:rPr>
          <w:rStyle w:val="libAieChar"/>
          <w:rtl/>
        </w:rPr>
        <w:t xml:space="preserve"> المحسن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ن</w:t>
      </w:r>
      <w:r w:rsidR="00E17DF7" w:rsidRPr="00F656E9">
        <w:rPr>
          <w:rStyle w:val="libAieChar"/>
          <w:rtl/>
        </w:rPr>
        <w:t xml:space="preserve"> زکر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ا</w:t>
      </w:r>
      <w:r w:rsidR="00E17DF7" w:rsidRPr="00F656E9">
        <w:rPr>
          <w:rStyle w:val="libAieChar"/>
          <w:rtl/>
        </w:rPr>
        <w:t xml:space="preserve"> و 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ح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tl/>
        </w:rPr>
        <w:t xml:space="preserve"> و ع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س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tl/>
        </w:rPr>
        <w:t xml:space="preserve"> وإل</w:t>
      </w:r>
      <w:r w:rsidR="00E17DF7" w:rsidRPr="00F656E9">
        <w:rPr>
          <w:rStyle w:val="libAieChar"/>
          <w:rFonts w:hint="cs"/>
          <w:rtl/>
        </w:rPr>
        <w:t>ی</w:t>
      </w:r>
      <w:r w:rsidR="00E17DF7" w:rsidRPr="00F656E9">
        <w:rPr>
          <w:rStyle w:val="libAieChar"/>
          <w:rFonts w:hint="eastAsia"/>
          <w:rtl/>
        </w:rPr>
        <w:t>اس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0B693F" w:rsidRPr="00B76D20">
        <w:rPr>
          <w:rtl/>
        </w:rPr>
        <w:t>۔۔۔</w:t>
      </w:r>
      <w:r>
        <w:rPr>
          <w:rtl/>
        </w:rPr>
        <w:t xml:space="preserve"> </w:t>
      </w:r>
      <w:r w:rsidR="00F656E9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”اورپھرابراھ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اولاد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داؤد،سل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وب،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وسف،موس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اورہارون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اورہم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عمل کرنے والوں کوجزاد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۔اورزکر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یٰ</w:t>
      </w:r>
      <w:r w:rsidRPr="00CD3FC2">
        <w:rPr>
          <w:rFonts w:hint="eastAsia"/>
          <w:rtl/>
        </w:rPr>
        <w:t>،ع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اورال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رکھاجوسب کے سب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عمل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والے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 امام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ہارون سے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:حضرت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یٰ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السلام)کاباپ کون تھا؟اس نے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کہا:ع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یٰ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رباپ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داہوئے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۔امام (ع)نے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:جس طرح خدائے متعال نے جناب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کوحضرت مر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>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</w:t>
      </w:r>
      <w:r w:rsidRPr="00CD3FC2">
        <w:rPr>
          <w:rFonts w:hint="eastAsia"/>
          <w:rtl/>
        </w:rPr>
        <w:t>ام</w:t>
      </w:r>
      <w:r w:rsidRPr="00CD3FC2">
        <w:rPr>
          <w:rtl/>
        </w:rPr>
        <w:t>)سے ملحق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والدہ حضرت فاطمہ زہراء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ہاکے</w:t>
      </w:r>
      <w:r w:rsidRPr="00CD3FC2">
        <w:rPr>
          <w:rtl/>
        </w:rPr>
        <w:t xml:space="preserve">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(ص)سے ملحق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 حضرت(ع)نے ہارون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اس کے لئے </w:t>
      </w:r>
    </w:p>
    <w:p w:rsidR="00F656E9" w:rsidRPr="00F656E9" w:rsidRDefault="00F656E9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۱۔انعام/۳۸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۲۔انعام/۸۴۔۵ </w:t>
      </w:r>
    </w:p>
    <w:p w:rsidR="00F656E9" w:rsidRDefault="00F656E9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656E9" w:rsidRPr="00CD3FC2" w:rsidRDefault="00F656E9" w:rsidP="00107A46">
      <w:pPr>
        <w:pStyle w:val="libNormal"/>
        <w:rPr>
          <w:rtl/>
        </w:rPr>
      </w:pP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تلاوت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دعو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مباہلہ کے دوران،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،فاطمہ،حسن</w:t>
      </w:r>
      <w:r w:rsidRPr="00CD3FC2">
        <w:rPr>
          <w:rtl/>
        </w:rPr>
        <w:t xml:space="preserve">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علاوہ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اورکو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کساء داخل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</w:t>
      </w:r>
      <w:r w:rsidRPr="00CD3FC2">
        <w:rPr>
          <w:rtl/>
        </w:rPr>
        <w:t>۔اس بناء پر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بنائنا“سے</w:t>
      </w:r>
      <w:r w:rsidRPr="00CD3FC2">
        <w:rPr>
          <w:rtl/>
        </w:rPr>
        <w:t xml:space="preserve"> مرادحسن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>) ”نسائنا“سے مرادفاط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 اور”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مرادعل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F656E9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35" w:name="_Toc508103284"/>
      <w:r w:rsidRPr="00CD3FC2">
        <w:rPr>
          <w:rFonts w:hint="eastAsia"/>
          <w:rtl/>
        </w:rPr>
        <w:t>چوتھ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bookmarkEnd w:id="35"/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 جسے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دنے”الاختصاص“</w:t>
      </w:r>
      <w:r w:rsidR="00A96ED8">
        <w:rPr>
          <w:rFonts w:hint="eastAsia"/>
          <w:rtl/>
        </w:rPr>
        <w:t xml:space="preserve">میں </w:t>
      </w:r>
      <w:r w:rsidRPr="00CD3FC2">
        <w:rPr>
          <w:rFonts w:hint="eastAsia"/>
          <w:rtl/>
        </w:rPr>
        <w:t>ذکرک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۔موس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جعفرعل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نے اس بات پراتفاق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جب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اہل نجران کومباہلہ کے لئے بلا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تو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کساء)وہ چادر جس کے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رسول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فرما تھے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فاطمہ،حسن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تھا۔اس بنائ پرخدائے متعال کے قول: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656E9">
        <w:rPr>
          <w:rStyle w:val="libAieChar"/>
          <w:rtl/>
        </w:rPr>
        <w:t>فقل تعالوا ندع 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بنائنا</w:t>
      </w:r>
      <w:r w:rsidR="00E17DF7" w:rsidRPr="00F656E9">
        <w:rPr>
          <w:rStyle w:val="libAieChar"/>
          <w:rtl/>
        </w:rPr>
        <w:t xml:space="preserve"> و 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بناء</w:t>
      </w:r>
      <w:r w:rsidR="00E17DF7" w:rsidRPr="00F656E9">
        <w:rPr>
          <w:rStyle w:val="libAieChar"/>
          <w:rtl/>
        </w:rPr>
        <w:t xml:space="preserve"> کم و نساء نا و نسائکم و 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نفسنا</w:t>
      </w:r>
      <w:r w:rsidR="00E17DF7" w:rsidRPr="00F656E9">
        <w:rPr>
          <w:rStyle w:val="libAieChar"/>
          <w:rtl/>
        </w:rPr>
        <w:t xml:space="preserve"> و ا</w:t>
      </w:r>
      <w:r w:rsidR="00E17DF7" w:rsidRPr="00F656E9">
        <w:rPr>
          <w:rStyle w:val="libAieChar"/>
          <w:rFonts w:hint="cs"/>
          <w:rtl/>
        </w:rPr>
        <w:t>ٴ</w:t>
      </w:r>
      <w:r w:rsidR="00E17DF7" w:rsidRPr="00F656E9">
        <w:rPr>
          <w:rStyle w:val="libAieChar"/>
          <w:rFonts w:hint="eastAsia"/>
          <w:rtl/>
        </w:rPr>
        <w:t>نفسکم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بنائنا“سے</w:t>
      </w:r>
      <w:r w:rsidRPr="00CD3FC2">
        <w:rPr>
          <w:rtl/>
        </w:rPr>
        <w:t xml:space="preserve">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>)”نسائنا“سے فاطمہ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ہااور</w:t>
      </w:r>
      <w:r w:rsidRPr="00CD3FC2">
        <w:rPr>
          <w:rtl/>
        </w:rPr>
        <w:t xml:space="preserve">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السلام</w:t>
      </w:r>
      <w:r w:rsidRPr="00CD3FC2">
        <w:rPr>
          <w:rtl/>
        </w:rPr>
        <w:t xml:space="preserve"> مرادہ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F656E9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36" w:name="_Toc508103285"/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محمدعبدہ اوررش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درضاسے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گفتگو</w:t>
      </w:r>
      <w:bookmarkEnd w:id="36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صاحب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ر”المنار“پہلے</w:t>
      </w:r>
      <w:r w:rsidRPr="00CD3FC2">
        <w:rPr>
          <w:rtl/>
        </w:rPr>
        <w:t xml:space="preserve"> تو فر ما 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کہ”روا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 مباہلہ کے لئے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(ع)وفاطمہ(س)اوران کے دو نوں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ٹوں</w:t>
      </w:r>
      <w:r w:rsidRPr="00CD3FC2">
        <w:rPr>
          <w:rtl/>
        </w:rPr>
        <w:t xml:space="preserve"> کہ خدا کا ان پر درودو سلام ہوکاانتخاب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لائے اور ان سے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:”اگر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دعا کروں تو تم لوگ آم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کہنا“روا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</w:t>
      </w:r>
      <w:r w:rsidRPr="00CD3FC2">
        <w:rPr>
          <w:rFonts w:hint="eastAsia"/>
          <w:rtl/>
        </w:rPr>
        <w:t>ھتے</w:t>
      </w:r>
      <w:r w:rsidRPr="00CD3FC2">
        <w:rPr>
          <w:rtl/>
        </w:rPr>
        <w:t xml:space="preserve"> ہوئے اختصار کے ساتھ مسلم اورترمذ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نقل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کے بعد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: </w:t>
      </w:r>
    </w:p>
    <w:p w:rsidR="00F656E9" w:rsidRPr="00F656E9" w:rsidRDefault="00F656E9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۱۔البرہان ،ج۱،ص۲۸۹،مؤسسہ مطبو عات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۲۔الاختصاص،ص۵۶،من منشورات جماعةالمدرس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الحوزةالعلم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</w:p>
    <w:p w:rsidR="00F656E9" w:rsidRDefault="00F656E9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656E9" w:rsidRPr="00CD3FC2" w:rsidRDefault="00F656E9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استادامام</w:t>
      </w:r>
      <w:r w:rsidRPr="00CD3FC2">
        <w:rPr>
          <w:rtl/>
        </w:rPr>
        <w:t>)ش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محمدعبدہ)نے کہاہے:اس سلسلہ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متفق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مباہلہ کے لئے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(ع)فاطمہ(س)اوران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ٹوں</w:t>
      </w:r>
      <w:r w:rsidRPr="00CD3FC2">
        <w:rPr>
          <w:rtl/>
        </w:rPr>
        <w:t xml:space="preserve"> کومنتخب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لفظ”نسائنا“ فاطمہئ کے لئے اورلفظ”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tl/>
        </w:rPr>
        <w:t xml:space="preserve"> کا استعمال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لئے ہواہے۔ل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ان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کاسرچشمہ ش</w:t>
      </w:r>
      <w:r w:rsidRPr="00CD3FC2">
        <w:rPr>
          <w:rFonts w:hint="cs"/>
          <w:rtl/>
        </w:rPr>
        <w:t>ی</w:t>
      </w:r>
      <w:r w:rsidRPr="00CD3FC2">
        <w:rPr>
          <w:rtl/>
        </w:rPr>
        <w:t>عہ منابع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)اورانہوں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گھڑل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)اور اس سے ان کا مقصدبھ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معلوم ہے۔وہ 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الامکان 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 شائع و مشہور کرنا چاہتے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روش بہت سے سنّ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عام ہو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ہے!ل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جنہوں نے ان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کوگھڑا ہے،وہ ٹھ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سے ان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پر منبطق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کرسکے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لفظ”نساء“کا استعمال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لغت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لئے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ہواہے،بالخصوص اس وقت جب کہ خود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موجودہوں،اور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لغت کے خلاف ہے اوراس 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مراد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(ع)کو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جائے“</w:t>
      </w:r>
      <w:r w:rsidRPr="00CD3FC2">
        <w:rPr>
          <w:rtl/>
          <w:lang w:bidi="fa-IR"/>
        </w:rPr>
        <w:t>۱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استاد</w:t>
      </w:r>
      <w:r w:rsidRPr="00CD3FC2">
        <w:rPr>
          <w:rtl/>
        </w:rPr>
        <w:t xml:space="preserve"> محمدعبدہ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کہ جن کا شمار بزرگ علماء اورمصلح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ہوتا ہے انتہائ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انگ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زہے</w:t>
      </w:r>
      <w:r w:rsidRPr="00CD3FC2">
        <w:rPr>
          <w:rtl/>
        </w:rPr>
        <w:t>۔باوجوداس کے کہ انھوں نے ان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کثرت اوران کے متفق علےہ ہونے کو تسل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ہے،پھربھ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من گھڑت کہاہے۔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عام مسلمان ،چہ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بہت بڑاعالم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جرائت کرسکتاہے کہ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کوآسان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ساتھ جھٹلادے کہ جورسول اللہ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ومعتبر سنّت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مستحکم اور پائداربن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ہو؟!اگرمعتبرصحاح اورمسان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="00A96ED8">
        <w:rPr>
          <w:rFonts w:hint="eastAsia"/>
          <w:rtl/>
        </w:rPr>
        <w:t xml:space="preserve">میں </w:t>
      </w:r>
      <w:r w:rsidRPr="00CD3FC2">
        <w:rPr>
          <w:rFonts w:hint="eastAsia"/>
          <w:rtl/>
        </w:rPr>
        <w:t>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سندکے ساتھ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tl/>
        </w:rPr>
        <w:t>ح مسلم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 جواہل سنّت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دکے</w:t>
      </w:r>
      <w:r w:rsidRPr="00CD3FC2">
        <w:rPr>
          <w:rtl/>
        </w:rPr>
        <w:t xml:space="preserve"> بعددومعتبرتر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شمارہوت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ہے،اس طرح بے اعتبارک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جائے،تومذاہب اسلام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مطلب کوثابت کرنے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امستردکرنے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 منبع و ماخذپراعتماد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سکتا ہے ؟اگر ائمہ</w:t>
      </w:r>
    </w:p>
    <w:p w:rsidR="0083554E" w:rsidRPr="0083554E" w:rsidRDefault="0083554E" w:rsidP="00F50110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0B693F" w:rsidRDefault="000B693F" w:rsidP="00F50110">
      <w:pPr>
        <w:pStyle w:val="libFootnote"/>
        <w:rPr>
          <w:rtl/>
        </w:rPr>
      </w:pPr>
      <w:r w:rsidRPr="00CD3FC2">
        <w:rPr>
          <w:rtl/>
        </w:rPr>
        <w:t>۱۔المنار،ج ۳،ص۳۲۲،دارالمعرفة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83554E" w:rsidRDefault="0083554E" w:rsidP="004B12AB">
      <w:pPr>
        <w:pStyle w:val="libNormal"/>
        <w:rPr>
          <w:rtl/>
        </w:rPr>
      </w:pPr>
      <w:r>
        <w:rPr>
          <w:rtl/>
        </w:rPr>
        <w:br w:type="page"/>
      </w:r>
    </w:p>
    <w:p w:rsidR="0083554E" w:rsidRPr="00CD3FC2" w:rsidRDefault="0083554E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مذاہب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زبان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متوا تراحاد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معتبرنہ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ں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توپھرکونس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معتبرہوگ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r w:rsidRPr="00CD3FC2">
        <w:rPr>
          <w:rtl/>
        </w:rPr>
        <w:t>!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کوقبول اورمستردکرنے کے لئے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قاعدہ و ضابط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ذوق وسل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زمرض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مطابق ہرحد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کوقبول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امستردکرسکتاہے؟ک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عمل سنّت رسول (ص)کے ساتھ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اوراس کامذاق اڑانے کے مترادف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ہے؟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محمدعبدہ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پردقت سے توجہ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لفظ ”نسائنا“حضرت فاطمہ زہراء )سلام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 xml:space="preserve"> )کے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ہواہے۔جبکہ”نسائنا“خوداپنے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ہواہے،رہاسوال رسول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کا کہ جن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تعداداس وقت نوتھ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بلند مرتبہ 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موجودنہ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اورخاندان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تنہاعورت،جوآپ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شمارہوت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اورمذکورہ 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مالک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ں،حضرت</w:t>
      </w:r>
      <w:r w:rsidRPr="00CD3FC2">
        <w:rPr>
          <w:rtl/>
        </w:rPr>
        <w:t xml:space="preserve"> فاطمہ زہراء 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اپنے ساتھ مباہلہ کے لئے لے گئے۔</w:t>
      </w:r>
      <w:r w:rsidR="0083554E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نفسنا“کے</w:t>
      </w:r>
      <w:r w:rsidRPr="00CD3FC2">
        <w:rPr>
          <w:rtl/>
        </w:rPr>
        <w:t xml:space="preserve">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کتاب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ابتداء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 ہوچک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انشا اللہ بعد والے محور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پرتفص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سے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37" w:name="_Toc508103286"/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اوراہل سنّت کااس سے انکار</w:t>
      </w:r>
      <w:bookmarkEnd w:id="37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دوسرامسئلہ جوواضح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تھاکہ خامس آل عبا)پنجتن پاک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شخض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باتوں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نظربعض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ابن عساکر کے حوالے سے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قابل اعتبار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ابوبکراوران کے فرزندوں،عمراوران کے فرزندوں،عثمان اوران کے فرزندوں اورعل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اوران کے</w:t>
      </w:r>
    </w:p>
    <w:p w:rsidR="0083554E" w:rsidRPr="0083554E" w:rsidRDefault="0083554E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 ،آ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۔ </w:t>
      </w:r>
    </w:p>
    <w:p w:rsidR="0083554E" w:rsidRDefault="0083554E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lastRenderedPageBreak/>
        <w:t>فرزندوں</w:t>
      </w:r>
      <w:r w:rsidRPr="00CD3FC2">
        <w:rPr>
          <w:rtl/>
        </w:rPr>
        <w:t xml:space="preserve"> کواپنے ساتھ لائے تھے۔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علماء ومحقق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روح المعان</w:t>
      </w:r>
      <w:r w:rsidRPr="00CD3FC2">
        <w:rPr>
          <w:rFonts w:hint="cs"/>
          <w:rtl/>
        </w:rPr>
        <w:t>ی</w:t>
      </w:r>
      <w:r w:rsidR="00A96ED8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مطابق،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جمہورعلماء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خلاف ہے،اس لئے قابل اعتمادنہ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افرادہ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پرجھوٹے ہونے کاالزام 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>:سع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عنبسہ راز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،کہ</w:t>
      </w:r>
      <w:r w:rsidRPr="00CD3FC2">
        <w:rPr>
          <w:rtl/>
        </w:rPr>
        <w:t xml:space="preserve">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الاعتدال</w:t>
      </w:r>
      <w:r w:rsidR="00A96ED8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ییٰ</w:t>
      </w:r>
      <w:r w:rsidRPr="00CD3FC2">
        <w:rPr>
          <w:rtl/>
        </w:rPr>
        <w:t xml:space="preserve"> 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حوا لے سے کہاہے کہ:”وہ انتہائ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جھوٹ بولنے والا ہے“اورابوحاتم نے کہاہے کہ:”وہ سچ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بولتاہے۔“اس کے علاوہ </w:t>
      </w: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ثم</w:t>
      </w:r>
      <w:r w:rsidRPr="00CD3FC2">
        <w:rPr>
          <w:rtl/>
        </w:rPr>
        <w:t xml:space="preserve"> بن عد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جس کے با رے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راعلام</w:t>
      </w:r>
      <w:r w:rsidRPr="00CD3FC2">
        <w:rPr>
          <w:rtl/>
        </w:rPr>
        <w:t xml:space="preserve"> النبلاء</w:t>
      </w:r>
      <w:r w:rsidR="00A96ED8" w:rsidRPr="00F82107">
        <w:rPr>
          <w:rStyle w:val="libFootnotenumChar"/>
          <w:rFonts w:hint="cs"/>
          <w:rtl/>
        </w:rPr>
        <w:t>(3)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کہناہے:ابن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اورابن داؤدنے کہاہے:”وہ انتہائ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جھوٹ بولنے والاہے“اس کے علاوہ نسائ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اوردوسروں نے اسے متروک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جانا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افسوس</w:t>
      </w:r>
      <w:r w:rsidRPr="00CD3FC2">
        <w:rPr>
          <w:rtl/>
        </w:rPr>
        <w:t xml:space="preserve"> ہے کہ مذکورہ جعل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کاجھوٹامضمون حضرت امام صادق اورحضرت امام باقر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>)سے منسوب کر کے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!</w:t>
      </w:r>
    </w:p>
    <w:p w:rsidR="00A96ED8" w:rsidRPr="00A96ED8" w:rsidRDefault="00A96E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۱۔روح المعان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۳،ص۱۹۰،داراح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 لعرب</w:t>
      </w:r>
      <w:r w:rsidRPr="00CD3FC2">
        <w:rPr>
          <w:rFonts w:hint="cs"/>
          <w:rtl/>
        </w:rPr>
        <w:t>ی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الاعتدال،ج۲،ص۱۵۴،دارالفکر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راعلام</w:t>
      </w:r>
      <w:r w:rsidRPr="00CD3FC2">
        <w:rPr>
          <w:rtl/>
        </w:rPr>
        <w:t xml:space="preserve"> النبلاء،ج۱۰،ص۱۰۴،مؤسسہ الرسالہ</w:t>
      </w:r>
    </w:p>
    <w:p w:rsidR="00A96ED8" w:rsidRDefault="00A96E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38" w:name="_Toc508103287"/>
      <w:r w:rsidRPr="00CD3FC2">
        <w:rPr>
          <w:rFonts w:hint="eastAsia"/>
          <w:rtl/>
        </w:rPr>
        <w:t>چھوتھامحور</w:t>
      </w:r>
      <w:bookmarkEnd w:id="38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39" w:name="_Toc508103288"/>
      <w:r w:rsidRPr="00CD3FC2">
        <w:rPr>
          <w:rFonts w:hint="eastAsia"/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(ع)نفس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bookmarkEnd w:id="3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گزشتہ</w:t>
      </w:r>
      <w:r w:rsidRPr="00CD3FC2">
        <w:rPr>
          <w:rtl/>
        </w:rPr>
        <w:t xml:space="preserve"> بحثوں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واضح ہوچکا ہے کہ”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مرادکاخودپ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اورچونکہ مذکورہ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بناء پرمباہلہ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 مل ہونے والے افراد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صرف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،فاطمہ،حسن</w:t>
      </w:r>
      <w:r w:rsidRPr="00CD3FC2">
        <w:rPr>
          <w:rtl/>
        </w:rPr>
        <w:t xml:space="preserve">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تھے،لہذاآ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نفسنا“کامصداق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علا</w:t>
      </w:r>
      <w:r w:rsidRPr="00CD3FC2">
        <w:rPr>
          <w:rFonts w:hint="eastAsia"/>
          <w:rtl/>
        </w:rPr>
        <w:t>وہ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واضح بلکہ برتر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قرآن</w:t>
      </w:r>
      <w:r w:rsidRPr="00CD3FC2">
        <w:rPr>
          <w:rtl/>
        </w:rPr>
        <w:t xml:space="preserve">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Pr="00CD3FC2">
        <w:rPr>
          <w:rFonts w:hint="eastAsia"/>
          <w:rtl/>
        </w:rPr>
        <w:t>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،نفس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عنوان سے پہچنوا ئے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۔چونکہ ہرشخص کاصرف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نفس ہوتا ہے،اس لئے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نفس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ہونا بے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ہے۔معلوم ہوتاہے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اطلاق،اطلاق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</w:t>
      </w:r>
      <w:r w:rsidRPr="00CD3FC2">
        <w:rPr>
          <w:rFonts w:hint="eastAsia"/>
          <w:rtl/>
        </w:rPr>
        <w:t>بلکہ</w:t>
      </w:r>
      <w:r w:rsidRPr="00CD3FC2">
        <w:rPr>
          <w:rtl/>
        </w:rPr>
        <w:t xml:space="preserve"> اس سے مرادماننداورمماثلت ہے۔چونکہ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مماثلت مطلق ہے اس لئے اس اطلاق کاتقاضاہے کہ جوبھ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خصوص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اورمنصب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کمال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ہے وہ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پاےاجانا چاہئے،مگر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بناء پرکوئ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ہو،ج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آپ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۔رسا لت 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علاوہ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خصوص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اورکمالات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آپ رسول کے ساتھ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ں،من</w:t>
      </w:r>
      <w:r w:rsidRPr="00CD3FC2">
        <w:rPr>
          <w:rtl/>
        </w:rPr>
        <w:t xml:space="preserve"> جملہ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کے لئے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ادت</w:t>
      </w:r>
      <w:r w:rsidRPr="00CD3FC2">
        <w:rPr>
          <w:rtl/>
        </w:rPr>
        <w:t xml:space="preserve"> وزعامت اورآنحضرت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سارے جہاں،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گزشتہ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پرافضل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۔اس بناء پرآ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پردلالت کر نے کے علاوہ بعد از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کے علاوہ تمام دوسرے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افضل ہو نے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A96ED8" w:rsidRDefault="00A96ED8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40" w:name="_Toc508103289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استدلال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bookmarkEnd w:id="4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لکھاہے: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”شہرر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اثناعشر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شخص</w:t>
      </w:r>
      <w:r w:rsidR="00A96ED8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معلم تھاا س کاخ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</w:t>
      </w:r>
      <w:r w:rsidRPr="00CD3FC2">
        <w:rPr>
          <w:rtl/>
        </w:rPr>
        <w:t xml:space="preserve"> تھاکہ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حضرت محمدمصطف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(ص)کے علاوہ تمام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السلام)سے افضل وبرترہ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کہتاتھا:جوچ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زاس</w:t>
      </w:r>
      <w:r w:rsidRPr="00CD3FC2">
        <w:rPr>
          <w:rtl/>
        </w:rPr>
        <w:t xml:space="preserve"> مطلب پردلالت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ہے،وہ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 وندمتعال کا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قول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96ED8">
        <w:rPr>
          <w:rStyle w:val="libAieChar"/>
          <w:rtl/>
        </w:rPr>
        <w:t>وا</w:t>
      </w:r>
      <w:r w:rsidR="00E17DF7" w:rsidRPr="00A96ED8">
        <w:rPr>
          <w:rStyle w:val="libAieChar"/>
          <w:rFonts w:hint="cs"/>
          <w:rtl/>
        </w:rPr>
        <w:t>ٴ</w:t>
      </w:r>
      <w:r w:rsidR="00E17DF7" w:rsidRPr="00A96ED8">
        <w:rPr>
          <w:rStyle w:val="libAieChar"/>
          <w:rFonts w:hint="eastAsia"/>
          <w:rtl/>
        </w:rPr>
        <w:t>نفسنا</w:t>
      </w:r>
      <w:r w:rsidR="00E17DF7" w:rsidRPr="00A96ED8">
        <w:rPr>
          <w:rStyle w:val="libAieChar"/>
          <w:rtl/>
        </w:rPr>
        <w:t xml:space="preserve"> وا</w:t>
      </w:r>
      <w:r w:rsidR="00E17DF7" w:rsidRPr="00A96ED8">
        <w:rPr>
          <w:rStyle w:val="libAieChar"/>
          <w:rFonts w:hint="cs"/>
          <w:rtl/>
        </w:rPr>
        <w:t>ٴ</w:t>
      </w:r>
      <w:r w:rsidR="00E17DF7" w:rsidRPr="00A96ED8">
        <w:rPr>
          <w:rStyle w:val="libAieChar"/>
          <w:rFonts w:hint="eastAsia"/>
          <w:rtl/>
        </w:rPr>
        <w:t>نفسکم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Fonts w:hint="eastAsia"/>
          <w:rtl/>
        </w:rPr>
        <w:t>ہے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tl/>
        </w:rPr>
        <w:t xml:space="preserve"> سے مرادپ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انسان خودکونہ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پکارتاہے۔اس بناء پر نفس سے مرادآنحضرت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علاوہ ہے اوراس بات پر اجماع ہے کہ نفس سے مرادعل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لہذا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اس بات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نفس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السلام)سے مراد درحق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نفس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(ص)ہے،اس لئے ناچار آپ کا مقصد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نفس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نفس رسول کے مانندہے اوراس کالازمہ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</w:t>
      </w:r>
    </w:p>
    <w:p w:rsidR="00A96ED8" w:rsidRPr="00A96ED8" w:rsidRDefault="00A96E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بزرگ مرد،کہ جس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کہ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حالات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بڑے مجتہداورعظ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شناس اورفخر 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استادتھے۔مرحوم محدث قم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سد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محمودبن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الحس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حمص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،علّامہ فاضل، متکلم اور علم کلام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کتاب”التعل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العراق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مصنف تھے۔ش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بہائ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تحر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رکے</w:t>
      </w:r>
      <w:r w:rsidRPr="00CD3FC2">
        <w:rPr>
          <w:rtl/>
        </w:rPr>
        <w:t xml:space="preserve"> بارے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کرتاہے کہ وہ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علماء ومجتہد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تھے اورر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حمص نام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گاؤں کے رہنے والے تھے،کہ اس وقت وہ گاؤںو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ران</w:t>
      </w:r>
      <w:r w:rsidRPr="00CD3FC2">
        <w:rPr>
          <w:rtl/>
        </w:rPr>
        <w:t xml:space="preserve"> ہوچکاہے۔ )سف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البحار،ج۱،ص۳۴۰،انتشارات کتاب خانہ محمود</w:t>
      </w:r>
      <w:r w:rsidRPr="00CD3FC2">
        <w:rPr>
          <w:rFonts w:hint="cs"/>
          <w:rtl/>
        </w:rPr>
        <w:t>ی</w:t>
      </w:r>
      <w:r w:rsidRPr="00CD3FC2">
        <w:rPr>
          <w:rtl/>
        </w:rPr>
        <w:t>)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مرحوم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دمحسن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جبل عامل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کتاب”التعل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العراق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اکتاب</w:t>
      </w:r>
      <w:r w:rsidRPr="00CD3FC2">
        <w:rPr>
          <w:rtl/>
        </w:rPr>
        <w:t xml:space="preserve"> المنقذمن التقل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د“کے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قلم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نسخہ سے نقل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اس پرلکھا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اتھا</w:t>
      </w:r>
      <w:r w:rsidRPr="00CD3FC2">
        <w:rPr>
          <w:rtl/>
        </w:rPr>
        <w:t>:”</w:t>
      </w:r>
      <w:r w:rsidRPr="00956330">
        <w:rPr>
          <w:rStyle w:val="libFootNoteArabicChar"/>
          <w:rtl/>
        </w:rPr>
        <w:t>ا</w:t>
      </w:r>
      <w:r w:rsidRPr="00956330">
        <w:rPr>
          <w:rStyle w:val="libFootNoteArabicChar"/>
          <w:rFonts w:hint="eastAsia"/>
          <w:rtl/>
        </w:rPr>
        <w:t>ن</w:t>
      </w:r>
      <w:r w:rsidR="00956330" w:rsidRPr="00956330">
        <w:rPr>
          <w:rStyle w:val="libFootNoteArabicChar"/>
          <w:rFonts w:hint="cs"/>
          <w:rtl/>
        </w:rPr>
        <w:t>ه</w:t>
      </w:r>
      <w:r w:rsidRPr="00956330">
        <w:rPr>
          <w:rStyle w:val="libFootNoteArabicChar"/>
          <w:rFonts w:hint="eastAsia"/>
          <w:rtl/>
        </w:rPr>
        <w:t>امن</w:t>
      </w:r>
      <w:r w:rsidRPr="00956330">
        <w:rPr>
          <w:rStyle w:val="libFootNoteArabicChar"/>
          <w:rtl/>
        </w:rPr>
        <w:t xml:space="preserve"> إملائ مولانا ا لش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Fonts w:hint="eastAsia"/>
          <w:rtl/>
        </w:rPr>
        <w:t>خ</w:t>
      </w:r>
      <w:r w:rsidRPr="00956330">
        <w:rPr>
          <w:rStyle w:val="libFootNoteArabicChar"/>
          <w:rtl/>
        </w:rPr>
        <w:t xml:space="preserve"> الکب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Fonts w:hint="eastAsia"/>
          <w:rtl/>
        </w:rPr>
        <w:t>ر</w:t>
      </w:r>
      <w:r w:rsidRPr="00956330">
        <w:rPr>
          <w:rStyle w:val="libFootNoteArabicChar"/>
          <w:rtl/>
        </w:rPr>
        <w:t xml:space="preserve"> العالم سد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Fonts w:hint="eastAsia"/>
          <w:rtl/>
        </w:rPr>
        <w:t>د</w:t>
      </w:r>
      <w:r w:rsidRPr="00956330">
        <w:rPr>
          <w:rStyle w:val="libFootNoteArabicChar"/>
          <w:rtl/>
        </w:rPr>
        <w:t xml:space="preserve"> الدّ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Fonts w:hint="eastAsia"/>
          <w:rtl/>
        </w:rPr>
        <w:t>ن</w:t>
      </w:r>
      <w:r w:rsidRPr="00956330">
        <w:rPr>
          <w:rStyle w:val="libFootNoteArabicChar"/>
          <w:rtl/>
        </w:rPr>
        <w:t xml:space="preserve"> حجّةالاسلام والمسلم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Fonts w:hint="eastAsia"/>
          <w:rtl/>
        </w:rPr>
        <w:t>ن</w:t>
      </w:r>
      <w:r w:rsidRPr="00956330">
        <w:rPr>
          <w:rStyle w:val="libFootNoteArabicChar"/>
          <w:rtl/>
        </w:rPr>
        <w:t xml:space="preserve"> لسان الطائفةوالمتکلم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Fonts w:hint="eastAsia"/>
          <w:rtl/>
        </w:rPr>
        <w:t>ن</w:t>
      </w:r>
      <w:r w:rsidRPr="00956330">
        <w:rPr>
          <w:rStyle w:val="libFootNoteArabicChar"/>
          <w:rtl/>
        </w:rPr>
        <w:t xml:space="preserve"> اسد المناظر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Fonts w:hint="eastAsia"/>
          <w:rtl/>
        </w:rPr>
        <w:t>ن</w:t>
      </w:r>
      <w:r w:rsidRPr="00956330">
        <w:rPr>
          <w:rStyle w:val="libFootNoteArabicChar"/>
          <w:rtl/>
        </w:rPr>
        <w:t xml:space="preserve"> محمودبن عل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tl/>
        </w:rPr>
        <w:t xml:space="preserve"> بن الحسن الحمص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tl/>
        </w:rPr>
        <w:t xml:space="preserve"> ادام اللّٰ</w:t>
      </w:r>
      <w:r w:rsidR="00956330" w:rsidRPr="00956330">
        <w:rPr>
          <w:rStyle w:val="libFootNoteArabicChar"/>
          <w:rFonts w:hint="cs"/>
          <w:rtl/>
        </w:rPr>
        <w:t>ه</w:t>
      </w:r>
      <w:r w:rsidRPr="00956330">
        <w:rPr>
          <w:rStyle w:val="libFootNoteArabicChar"/>
          <w:rtl/>
        </w:rPr>
        <w:t xml:space="preserve"> ف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tl/>
        </w:rPr>
        <w:t xml:space="preserve"> العزّبقائ </w:t>
      </w:r>
      <w:r w:rsidR="00956330" w:rsidRPr="00956330">
        <w:rPr>
          <w:rStyle w:val="libFootNoteArabicChar"/>
          <w:rFonts w:hint="cs"/>
          <w:rtl/>
        </w:rPr>
        <w:t>ه</w:t>
      </w:r>
      <w:r w:rsidRPr="00956330">
        <w:rPr>
          <w:rStyle w:val="libFootNoteArabicChar"/>
          <w:rtl/>
        </w:rPr>
        <w:t>وکبت ف</w:t>
      </w:r>
      <w:r w:rsidRPr="00956330">
        <w:rPr>
          <w:rStyle w:val="libFootNoteArabicChar"/>
          <w:rFonts w:hint="cs"/>
          <w:rtl/>
        </w:rPr>
        <w:t>ی</w:t>
      </w:r>
      <w:r w:rsidRPr="00956330">
        <w:rPr>
          <w:rStyle w:val="libFootNoteArabicChar"/>
          <w:rtl/>
        </w:rPr>
        <w:t xml:space="preserve"> الذّلّ حسدت</w:t>
      </w:r>
      <w:r w:rsidR="00956330" w:rsidRPr="00956330">
        <w:rPr>
          <w:rStyle w:val="libFootNoteArabicChar"/>
          <w:rFonts w:hint="cs"/>
          <w:rtl/>
        </w:rPr>
        <w:t>ه</w:t>
      </w:r>
      <w:r w:rsidRPr="00956330">
        <w:rPr>
          <w:rStyle w:val="libFootNoteArabicChar"/>
          <w:rFonts w:hint="cs"/>
          <w:rtl/>
        </w:rPr>
        <w:t xml:space="preserve"> وا</w:t>
      </w:r>
      <w:r w:rsidRPr="00956330">
        <w:rPr>
          <w:rStyle w:val="libFootNoteArabicChar"/>
          <w:rtl/>
        </w:rPr>
        <w:t>عدا</w:t>
      </w:r>
      <w:r w:rsidR="00956330" w:rsidRPr="00956330">
        <w:rPr>
          <w:rStyle w:val="libFootNoteArabicChar"/>
          <w:rFonts w:hint="cs"/>
          <w:rtl/>
        </w:rPr>
        <w:t>ه</w:t>
      </w:r>
      <w:r w:rsidRPr="00CD3FC2">
        <w:rPr>
          <w:rtl/>
        </w:rPr>
        <w:t>۔۔۔“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نسخہ استاد بزرگ اوردانشورسد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حجةالاسلام والمسلم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مذہب ش</w:t>
      </w:r>
      <w:r w:rsidR="00EB4D70">
        <w:rPr>
          <w:rtl/>
        </w:rPr>
        <w:t xml:space="preserve"> یع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تر جمان اور متکلم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ن،فن</w:t>
      </w:r>
      <w:r w:rsidRPr="00CD3FC2">
        <w:rPr>
          <w:rtl/>
        </w:rPr>
        <w:t xml:space="preserve"> منا ظرہ کے ماہرمحمود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الحسن الحمص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کااملا ہے کہ خدائے متعال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عزت کو پائدار بنادے اور اس کے حاسدوں اور دشمنوں کو نابودکردے۔ )اع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الش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،ج۱۰،ص۵ہ۱،دارالتعارف للمطبو عات،ب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)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روزآباد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کتاب”القاموس 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کہتاہے:”محمودبن الحمص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متکلم اخذ عنہ الامام فخر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>)القاموس 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ط،ج</w:t>
      </w:r>
      <w:r w:rsidRPr="00CD3FC2">
        <w:rPr>
          <w:rtl/>
        </w:rPr>
        <w:t>۲،ص۲۹۹،دار 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)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روزآباد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عبارت سے معلوم ہوتا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شناس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استاد تھال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A96ED8" w:rsidRDefault="00A96E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96ED8" w:rsidRPr="00CD3FC2" w:rsidRDefault="00A96E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نفس تمام جہت سے اس نفس کے برابرہے۔اوراس کل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صرف دوچ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خارج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نبوت اوردوسرے افضل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پر سب کااتفاق ہے کہ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نہ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افضل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۔ان دومطالب کے علاوہ،دوسرے تمام امور ومسائل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اطلاق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</w:t>
      </w:r>
      <w:r w:rsidRPr="00CD3FC2">
        <w:rPr>
          <w:rFonts w:hint="eastAsia"/>
          <w:rtl/>
        </w:rPr>
        <w:t>گہ</w:t>
      </w:r>
      <w:r w:rsidRPr="00CD3FC2">
        <w:rPr>
          <w:rtl/>
        </w:rPr>
        <w:t xml:space="preserve">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اوراس پراجماع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تمام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ائے</w:t>
      </w:r>
      <w:r w:rsidRPr="00CD3FC2">
        <w:rPr>
          <w:rtl/>
        </w:rPr>
        <w:t xml:space="preserve">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افضل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ں،لہذاعل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سب سے افضل ہوں گے۔“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اس نے کہاہے: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”اس</w:t>
      </w:r>
      <w:r w:rsidRPr="00CD3FC2">
        <w:rPr>
          <w:rtl/>
        </w:rPr>
        <w:t xml:space="preserve"> استدلال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ہے،جس کو موافق ومخالف سب قبول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وہ قول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ہے کہ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:جوآدم(عل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السلام)کو ان کے علم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،نوح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السلام)کوان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السلام)کو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خُلّت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،موس</w:t>
      </w:r>
      <w:r w:rsidRPr="00CD3FC2">
        <w:rPr>
          <w:rFonts w:hint="cs"/>
          <w:rtl/>
        </w:rPr>
        <w:t>ی</w:t>
      </w:r>
      <w:r w:rsidRPr="00CD3FC2">
        <w:rPr>
          <w:rtl/>
        </w:rPr>
        <w:t>ٰ(عل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السلام)کوان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کو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صفوت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کھناچاہے</w:t>
      </w:r>
      <w:r w:rsidRPr="00CD3FC2">
        <w:rPr>
          <w:rtl/>
        </w:rPr>
        <w:t xml:space="preserve"> تواسے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السلام)پرنظرڈالناچاہئے۔“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کوجار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رکھتے ہوئے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لکھاہے: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علماء مذکورہء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استدلال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السلام)تمام اصحاب سے افضل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جب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نفس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السلام)نفس رسول (ص)کے مانند ہے،سواء اس کے جو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سے خارج ہے اورنفس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تمام اصحاب سے </w:t>
      </w:r>
      <w:r w:rsidRPr="00CD3FC2">
        <w:rPr>
          <w:rFonts w:hint="eastAsia"/>
          <w:rtl/>
        </w:rPr>
        <w:t>افضل</w:t>
      </w:r>
      <w:r w:rsidRPr="00CD3FC2">
        <w:rPr>
          <w:rtl/>
        </w:rPr>
        <w:t xml:space="preserve"> ہے،لہذانفس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تمام اصحاب سے افضل قرار پائ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گا“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استدلال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جملہ پراعتراض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ہم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سے مربوط سوالات کے ضمن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ندہ</w:t>
      </w:r>
      <w:r w:rsidRPr="00CD3FC2">
        <w:rPr>
          <w:rtl/>
        </w:rPr>
        <w:t xml:space="preserve"> اس کاجواب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</w:t>
      </w:r>
    </w:p>
    <w:p w:rsidR="00A96ED8" w:rsidRDefault="00A96ED8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41" w:name="_Toc508103290"/>
      <w:r w:rsidRPr="00CD3FC2">
        <w:rPr>
          <w:rFonts w:hint="eastAsia"/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(ع)کونفس رسولجاننے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bookmarkEnd w:id="4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کونفس رسول (ص)کے طورپرمعرف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گروہوں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تقس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اجاسکتاہے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پہلاگروہ</w:t>
      </w:r>
      <w:r w:rsidRPr="00CD3FC2">
        <w:rPr>
          <w:rtl/>
        </w:rPr>
        <w:t>:وہ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پہلو خامس آل عبا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شرکت سے مربوط تھا کہ جس کو پہلے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خلاصہ کے طورپرہم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الف</w:t>
      </w:r>
      <w:r w:rsidRPr="00CD3FC2">
        <w:rPr>
          <w:rtl/>
        </w:rPr>
        <w:t>:ابن عباس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اشارہ کرتے ہوئے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:”وعل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نفسہ“”عل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(ع)نفس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)ص)ہ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ذکرآ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۔ </w:t>
      </w:r>
      <w:r w:rsidR="00A96ED8" w:rsidRPr="00F82107">
        <w:rPr>
          <w:rStyle w:val="libFootnotenumChar"/>
          <w:rFonts w:hint="cs"/>
          <w:rtl/>
        </w:rPr>
        <w:t>(1)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</w:t>
      </w:r>
      <w:r w:rsidRPr="00CD3FC2">
        <w:rPr>
          <w:rtl/>
        </w:rPr>
        <w:t>:شعب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ت،علہ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السلا 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جابر بن عبداللہ کا قول نقل کرتے ہوئے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</w:t>
      </w:r>
      <w:r w:rsidRPr="00CD3FC2">
        <w:rPr>
          <w:rtl/>
        </w:rPr>
        <w:t xml:space="preserve"> نا“ سے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السلام)”نساء نا“سے جناب فاطمہ(سلام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)اور”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) مرادہ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A96ED8" w:rsidRPr="00F82107">
        <w:rPr>
          <w:rStyle w:val="libFootnotenumChar"/>
          <w:rFonts w:hint="cs"/>
          <w:rtl/>
        </w:rPr>
        <w:t>(2)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</w:t>
      </w:r>
      <w:r w:rsidRPr="00CD3FC2">
        <w:rPr>
          <w:rtl/>
        </w:rPr>
        <w:t>:حاکم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،عبداللہ</w:t>
      </w:r>
      <w:r w:rsidRPr="00CD3FC2">
        <w:rPr>
          <w:rtl/>
        </w:rPr>
        <w:t xml:space="preserve"> بن عباس اورد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گر</w:t>
      </w:r>
      <w:r w:rsidRPr="00CD3FC2">
        <w:rPr>
          <w:rtl/>
        </w:rPr>
        <w:t xml:space="preserve"> اصحاب سے،پ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،فاطمہ،حسن</w:t>
      </w:r>
      <w:r w:rsidRPr="00CD3FC2">
        <w:rPr>
          <w:rtl/>
        </w:rPr>
        <w:t xml:space="preserve">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کو اپنے ساتھ لانے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کومتواترجانتے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اورنقل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</w:t>
      </w:r>
      <w:r w:rsidRPr="00CD3FC2">
        <w:rPr>
          <w:rtl/>
        </w:rPr>
        <w:t xml:space="preserve"> نا“سے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السلام،”نساء نا“سے فاطمہ زہراء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ہااور”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مرادہ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A96ED8" w:rsidRPr="00F82107">
        <w:rPr>
          <w:rStyle w:val="libFootnotenumChar"/>
          <w:rFonts w:hint="cs"/>
          <w:rtl/>
        </w:rPr>
        <w:t>(3)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</w:t>
      </w:r>
      <w:r w:rsidRPr="00CD3FC2">
        <w:rPr>
          <w:rtl/>
        </w:rPr>
        <w:t>۔حضرت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ث،جس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اپ(ع)اصحاب شور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کوقسم دے کراپنے فضائل کا ان سے اقرار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آپ 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A96ED8" w:rsidRPr="00A96ED8" w:rsidRDefault="00A96E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۱۔معرفةعلوم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ث،ص</w:t>
      </w:r>
      <w:r w:rsidRPr="00CD3FC2">
        <w:rPr>
          <w:rtl/>
        </w:rPr>
        <w:t>۵۰،دارالکتب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۲۔اسباب النزول،ص۴۷،دارالکتب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۳۔معرفةعلوم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ث،ص</w:t>
      </w:r>
      <w:r w:rsidRPr="00CD3FC2">
        <w:rPr>
          <w:rtl/>
        </w:rPr>
        <w:t>۵۰،دارالکتب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A96ED8" w:rsidRDefault="00A96E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96ED8" w:rsidRPr="00CD3FC2" w:rsidRDefault="00A96ED8" w:rsidP="00107A46">
      <w:pPr>
        <w:pStyle w:val="libNormal"/>
        <w:rPr>
          <w:rtl/>
        </w:rPr>
      </w:pPr>
    </w:p>
    <w:p w:rsidR="000B693F" w:rsidRPr="00B76D20" w:rsidRDefault="000B693F" w:rsidP="00BA57AE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96ED8">
        <w:rPr>
          <w:rStyle w:val="libArabicChar"/>
          <w:rFonts w:hint="eastAsia"/>
          <w:rtl/>
        </w:rPr>
        <w:t>نشدتکم</w:t>
      </w:r>
      <w:r w:rsidRPr="00A96ED8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 xml:space="preserve"> 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>ل فی</w:t>
      </w:r>
      <w:r w:rsidRPr="00A96ED8">
        <w:rPr>
          <w:rStyle w:val="libArabicChar"/>
          <w:rFonts w:hint="eastAsia"/>
          <w:rtl/>
        </w:rPr>
        <w:t>کم</w:t>
      </w:r>
      <w:r w:rsidRPr="00A96ED8">
        <w:rPr>
          <w:rStyle w:val="libArabicChar"/>
          <w:rtl/>
        </w:rPr>
        <w:t xml:space="preserve"> ا</w:t>
      </w:r>
      <w:r w:rsidRPr="00A96ED8">
        <w:rPr>
          <w:rStyle w:val="libArabicChar"/>
          <w:rFonts w:hint="cs"/>
          <w:rtl/>
        </w:rPr>
        <w:t>ٴ</w:t>
      </w:r>
      <w:r w:rsidRPr="00A96ED8">
        <w:rPr>
          <w:rStyle w:val="libArabicChar"/>
          <w:rFonts w:hint="eastAsia"/>
          <w:rtl/>
        </w:rPr>
        <w:t>حد</w:t>
      </w:r>
      <w:r w:rsidRPr="00A96ED8">
        <w:rPr>
          <w:rStyle w:val="libArabicChar"/>
          <w:rtl/>
        </w:rPr>
        <w:t xml:space="preserve"> ا</w:t>
      </w:r>
      <w:r w:rsidRPr="00A96ED8">
        <w:rPr>
          <w:rStyle w:val="libArabicChar"/>
          <w:rFonts w:hint="cs"/>
          <w:rtl/>
        </w:rPr>
        <w:t>ٴ</w:t>
      </w:r>
      <w:r w:rsidRPr="00A96ED8">
        <w:rPr>
          <w:rStyle w:val="libArabicChar"/>
          <w:rFonts w:hint="eastAsia"/>
          <w:rtl/>
        </w:rPr>
        <w:t>قرب</w:t>
      </w:r>
      <w:r w:rsidRPr="00A96ED8">
        <w:rPr>
          <w:rStyle w:val="libArabicChar"/>
          <w:rtl/>
        </w:rPr>
        <w:t xml:space="preserve"> إل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Fonts w:hint="eastAsia"/>
          <w:rtl/>
        </w:rPr>
        <w:t>ر</w:t>
      </w:r>
      <w:r w:rsidRPr="00A96ED8">
        <w:rPr>
          <w:rStyle w:val="libArabicChar"/>
          <w:rtl/>
        </w:rPr>
        <w:t xml:space="preserve"> سول اللّٰ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A96ED8">
        <w:rPr>
          <w:rStyle w:val="libArabicChar"/>
          <w:rFonts w:hint="cs"/>
          <w:rtl/>
        </w:rPr>
        <w:t>فی</w:t>
      </w:r>
      <w:r w:rsidRPr="00A96ED8">
        <w:rPr>
          <w:rStyle w:val="libArabicChar"/>
          <w:rtl/>
        </w:rPr>
        <w:t xml:space="preserve"> الرحم ومن جعل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tl/>
        </w:rPr>
        <w:t xml:space="preserve"> نفس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 xml:space="preserve"> وإبناء 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 xml:space="preserve"> غی</w:t>
      </w:r>
      <w:r w:rsidRPr="00A96ED8">
        <w:rPr>
          <w:rStyle w:val="libArabicChar"/>
          <w:rFonts w:hint="eastAsia"/>
          <w:rtl/>
        </w:rPr>
        <w:t>ر</w:t>
      </w:r>
      <w:r w:rsidRPr="00A96ED8">
        <w:rPr>
          <w:rStyle w:val="libArabicChar"/>
          <w:rFonts w:hint="cs"/>
          <w:rtl/>
        </w:rPr>
        <w:t>ی</w:t>
      </w:r>
      <w:r w:rsidRPr="00B76D20">
        <w:rPr>
          <w:rFonts w:hint="eastAsia"/>
          <w:rtl/>
        </w:rPr>
        <w:t>؟“</w:t>
      </w:r>
      <w:r w:rsidRPr="00B76D20">
        <w:rPr>
          <w:rtl/>
        </w:rPr>
        <w:t xml:space="preserve"> </w:t>
      </w:r>
      <w:r w:rsidR="00A96ED8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تاہوں</w:t>
      </w:r>
      <w:r w:rsidRPr="00CD3FC2">
        <w:rPr>
          <w:rtl/>
        </w:rPr>
        <w:t>!ک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تم لوگوں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قرابت اور رشتہ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لحاظ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جومجھ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رسول اللہ (ص)کے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ہو؟کوئ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جسے آنحضرت (ص)نے اپنانفس اوراسکے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ٹوں</w:t>
      </w:r>
      <w:r w:rsidRPr="00CD3FC2">
        <w:rPr>
          <w:rtl/>
        </w:rPr>
        <w:t xml:space="preserve"> کواپناب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ٹاقرارد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اہو؟انہوں</w:t>
      </w:r>
      <w:r w:rsidRPr="00CD3FC2">
        <w:rPr>
          <w:rtl/>
        </w:rPr>
        <w:t xml:space="preserve"> نے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کہا:خداشاہدہے کہ ہم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سا،نہ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  <w:r w:rsidRPr="00CD3FC2">
        <w:rPr>
          <w:rFonts w:hint="eastAsia"/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دوسراگروہ</w:t>
      </w:r>
      <w:r w:rsidRPr="00CD3FC2">
        <w:rPr>
          <w:rtl/>
        </w:rPr>
        <w:t>:وہ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جوقب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لہء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سے مربوط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اصحاب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گروہ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ابوذر،جابربن عبداللہ اورعبداللہ بن حنطب سے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۔ان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ثوں</w:t>
      </w:r>
      <w:r w:rsidRPr="00CD3FC2">
        <w:rPr>
          <w:rtl/>
        </w:rPr>
        <w:t xml:space="preserve"> کامضمون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(ص)نے)ابوذر کے بقول)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96ED8">
        <w:rPr>
          <w:rStyle w:val="libArabicChar"/>
          <w:rFonts w:hint="eastAsia"/>
          <w:rtl/>
        </w:rPr>
        <w:t>ول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Fonts w:hint="eastAsia"/>
          <w:rtl/>
        </w:rPr>
        <w:t>نت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Fonts w:hint="eastAsia"/>
          <w:rtl/>
        </w:rPr>
        <w:t>نّ</w:t>
      </w:r>
      <w:r w:rsidRPr="00A96ED8">
        <w:rPr>
          <w:rStyle w:val="libArabicChar"/>
          <w:rtl/>
        </w:rPr>
        <w:t xml:space="preserve"> بنوول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Fonts w:hint="eastAsia"/>
          <w:rtl/>
        </w:rPr>
        <w:t>ع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tl/>
        </w:rPr>
        <w:t xml:space="preserve"> ا</w:t>
      </w:r>
      <w:r w:rsidRPr="00A96ED8">
        <w:rPr>
          <w:rStyle w:val="libArabicChar"/>
          <w:rFonts w:hint="cs"/>
          <w:rtl/>
        </w:rPr>
        <w:t>ٴ</w:t>
      </w:r>
      <w:r w:rsidRPr="00A96ED8">
        <w:rPr>
          <w:rStyle w:val="libArabicChar"/>
          <w:rFonts w:hint="eastAsia"/>
          <w:rtl/>
        </w:rPr>
        <w:t>ولا</w:t>
      </w:r>
      <w:r w:rsidRPr="00A96ED8">
        <w:rPr>
          <w:rStyle w:val="libArabicChar"/>
          <w:rFonts w:hint="cs"/>
          <w:rtl/>
        </w:rPr>
        <w:t>ٴ</w:t>
      </w:r>
      <w:r w:rsidRPr="00A96ED8">
        <w:rPr>
          <w:rStyle w:val="libArabicChar"/>
          <w:rFonts w:hint="eastAsia"/>
          <w:rtl/>
        </w:rPr>
        <w:t>بعثَنّ</w:t>
      </w:r>
      <w:r w:rsidRPr="00A96ED8">
        <w:rPr>
          <w:rStyle w:val="libArabicChar"/>
          <w:rtl/>
        </w:rPr>
        <w:t xml:space="preserve"> إل</w:t>
      </w:r>
      <w:r w:rsidRPr="00A96ED8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>م</w:t>
      </w:r>
      <w:r w:rsidRPr="00A96ED8">
        <w:rPr>
          <w:rStyle w:val="libArabicChar"/>
          <w:rtl/>
        </w:rPr>
        <w:t xml:space="preserve"> رجلاًکنفس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tl/>
        </w:rPr>
        <w:t xml:space="preserve"> 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Fonts w:hint="eastAsia"/>
          <w:rtl/>
        </w:rPr>
        <w:t>مض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tl/>
        </w:rPr>
        <w:t xml:space="preserve"> ف</w:t>
      </w:r>
      <w:r w:rsidRPr="00A96ED8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>م</w:t>
      </w:r>
      <w:r w:rsidRPr="00A96ED8">
        <w:rPr>
          <w:rStyle w:val="libArabicChar"/>
          <w:rtl/>
        </w:rPr>
        <w:t xml:space="preserve"> ا</w:t>
      </w:r>
      <w:r w:rsidRPr="00A96ED8">
        <w:rPr>
          <w:rStyle w:val="libArabicChar"/>
          <w:rFonts w:hint="cs"/>
          <w:rtl/>
        </w:rPr>
        <w:t>ٴ</w:t>
      </w:r>
      <w:r w:rsidRPr="00A96ED8">
        <w:rPr>
          <w:rStyle w:val="libArabicChar"/>
          <w:rFonts w:hint="eastAsia"/>
          <w:rtl/>
        </w:rPr>
        <w:t>مر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tl/>
        </w:rPr>
        <w:t xml:space="preserve"> ف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Fonts w:hint="eastAsia"/>
          <w:rtl/>
        </w:rPr>
        <w:t>قتل</w:t>
      </w:r>
      <w:r w:rsidRPr="00A96ED8">
        <w:rPr>
          <w:rStyle w:val="libArabicChar"/>
          <w:rtl/>
        </w:rPr>
        <w:t xml:space="preserve"> المقا تل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 xml:space="preserve"> ولی</w:t>
      </w:r>
      <w:r w:rsidRPr="00A96ED8">
        <w:rPr>
          <w:rStyle w:val="libArabicChar"/>
          <w:rFonts w:hint="eastAsia"/>
          <w:rtl/>
        </w:rPr>
        <w:t>سب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tl/>
        </w:rPr>
        <w:t xml:space="preserve"> الذر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Fonts w:hint="eastAsia"/>
          <w:rtl/>
        </w:rPr>
        <w:t>ة</w:t>
      </w:r>
      <w:r w:rsidRPr="00B76D20">
        <w:rPr>
          <w:rtl/>
        </w:rPr>
        <w:t>۔۔۔</w:t>
      </w:r>
      <w:r w:rsidR="00A96ED8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قب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لہء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کواپنے امور سے باز آجاناچاہئے،اگر انھوں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اتو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اپنے مانند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شخص کوبھ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جوں</w:t>
      </w:r>
      <w:r w:rsidRPr="00CD3FC2">
        <w:rPr>
          <w:rtl/>
        </w:rPr>
        <w:t xml:space="preserve"> گا جوم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حکم کوان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کرے گا۔جنگ کرنے والوں کو وہ قتل کرے گااوران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ذرّ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کواس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ربنائے</w:t>
      </w:r>
      <w:r w:rsidRPr="00CD3FC2">
        <w:rPr>
          <w:rtl/>
        </w:rPr>
        <w:t xml:space="preserve"> گا۔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عمر،جو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چھے</w:t>
      </w:r>
      <w:r w:rsidRPr="00CD3FC2">
        <w:rPr>
          <w:rtl/>
        </w:rPr>
        <w:t xml:space="preserve"> کھڑے ہو ئے تھے انہوں،نے کہا:آنحضرت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کااس سے مرادکون ہے؟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اور تمہارادوست)ابوبکر) اس سے مرادنہ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تو اس نے</w:t>
      </w:r>
    </w:p>
    <w:p w:rsidR="00A96ED8" w:rsidRPr="00A96ED8" w:rsidRDefault="00A96E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نتہ</w:t>
      </w:r>
      <w:r w:rsidRPr="00CD3FC2">
        <w:rPr>
          <w:rtl/>
        </w:rPr>
        <w:t xml:space="preserve"> دمشق،ج۴۲،ص۴۱۳۱،دارالفکر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۲۔السنن 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للنسائ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۵،ص۱۲۷،دارالکتب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</w:t>
      </w:r>
    </w:p>
    <w:p w:rsidR="00A96ED8" w:rsidRDefault="00A96E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96ED8" w:rsidRPr="00CD3FC2" w:rsidRDefault="00A96E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محقق نے اس ضمن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کہاہے:اس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موثق راو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المنصف</w:t>
      </w:r>
      <w:r w:rsidRPr="00CD3FC2">
        <w:rPr>
          <w:rtl/>
        </w:rPr>
        <w:t xml:space="preserve"> ل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</w:t>
      </w:r>
      <w:r w:rsidRPr="00CD3FC2">
        <w:rPr>
          <w:rtl/>
        </w:rPr>
        <w:t xml:space="preserve"> </w:t>
      </w:r>
      <w:r w:rsidR="008F5E30">
        <w:rPr>
          <w:rtl/>
        </w:rPr>
        <w:t>ا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بتہ،</w:t>
      </w:r>
      <w:r w:rsidRPr="00CD3FC2">
        <w:rPr>
          <w:rtl/>
        </w:rPr>
        <w:t xml:space="preserve"> ج</w:t>
      </w:r>
      <w:r w:rsidRPr="00CD3FC2">
        <w:rPr>
          <w:rtl/>
          <w:lang w:bidi="fa-IR"/>
        </w:rPr>
        <w:t>۶</w:t>
      </w:r>
      <w:r w:rsidRPr="00CD3FC2">
        <w:rPr>
          <w:rtl/>
        </w:rPr>
        <w:t>، ص</w:t>
      </w:r>
      <w:r w:rsidRPr="00CD3FC2">
        <w:rPr>
          <w:rtl/>
          <w:lang w:bidi="fa-IR"/>
        </w:rPr>
        <w:t>۳۷۴</w:t>
      </w:r>
      <w:r w:rsidRPr="00CD3FC2">
        <w:rPr>
          <w:rtl/>
        </w:rPr>
        <w:t>، دارالتاج، المعجم ال</w:t>
      </w:r>
      <w:r w:rsidR="008F5E30">
        <w:rPr>
          <w:rtl/>
        </w:rPr>
        <w:t>ا</w:t>
      </w:r>
      <w:r w:rsidRPr="00CD3FC2">
        <w:rPr>
          <w:rFonts w:hint="eastAsia"/>
          <w:rtl/>
        </w:rPr>
        <w:t>وسط</w:t>
      </w:r>
      <w:r w:rsidRPr="00CD3FC2">
        <w:rPr>
          <w:rtl/>
        </w:rPr>
        <w:t xml:space="preserve"> للطبران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  <w:lang w:bidi="fa-IR"/>
        </w:rPr>
        <w:t>۴</w:t>
      </w:r>
      <w:r w:rsidRPr="00CD3FC2">
        <w:rPr>
          <w:rtl/>
        </w:rPr>
        <w:t>،ص</w:t>
      </w:r>
      <w:r w:rsidRPr="00CD3FC2">
        <w:rPr>
          <w:rtl/>
          <w:lang w:bidi="fa-IR"/>
        </w:rPr>
        <w:t>۴۷۷</w:t>
      </w:r>
      <w:r w:rsidRPr="00CD3FC2">
        <w:rPr>
          <w:rtl/>
        </w:rPr>
        <w:t>،مکتبة المعارف،الر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اض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نکتہ قابل توجہ ہے کہ”المعجم الاوسط“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عمداً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غلط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”کنفس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بجائے”لنفس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ہے،اورھ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مجمع الزوائد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طبران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” کنفس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ہے۔مجمع الزوا</w:t>
      </w:r>
      <w:r w:rsidRPr="00CD3FC2">
        <w:rPr>
          <w:rFonts w:hint="eastAsia"/>
          <w:rtl/>
        </w:rPr>
        <w:t>ئد</w:t>
      </w:r>
      <w:r w:rsidRPr="00CD3FC2">
        <w:rPr>
          <w:rtl/>
        </w:rPr>
        <w:t>۔مجمع الزوائد 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</w:t>
      </w:r>
      <w:r w:rsidRPr="00CD3FC2">
        <w:rPr>
          <w:rtl/>
          <w:lang w:bidi="fa-IR"/>
        </w:rPr>
        <w:t>۷</w:t>
      </w:r>
      <w:r w:rsidRPr="00CD3FC2">
        <w:rPr>
          <w:rtl/>
        </w:rPr>
        <w:t>،ص</w:t>
      </w:r>
      <w:r w:rsidRPr="00CD3FC2">
        <w:rPr>
          <w:rtl/>
          <w:lang w:bidi="fa-IR"/>
        </w:rPr>
        <w:t>۱۱۰</w:t>
      </w:r>
      <w:r w:rsidRPr="00CD3FC2">
        <w:rPr>
          <w:rtl/>
        </w:rPr>
        <w:t>،دارالکتاب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ص</w:t>
      </w:r>
      <w:r w:rsidRPr="00CD3FC2">
        <w:rPr>
          <w:rtl/>
          <w:lang w:bidi="fa-IR"/>
        </w:rPr>
        <w:t>۲۴۰</w:t>
      </w:r>
      <w:r w:rsidRPr="00CD3FC2">
        <w:rPr>
          <w:rtl/>
        </w:rPr>
        <w:t>،دارالفکر۔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کہاکون</w:t>
      </w:r>
      <w:r w:rsidRPr="00CD3FC2">
        <w:rPr>
          <w:rtl/>
        </w:rPr>
        <w:t xml:space="preserve"> مرادہے؟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کہا:اس سے مرادوہ ہے جواس وقت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جوت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وندلگانے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مصروف ہے۔کہا تو پھرعل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کوٹانکے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مصروف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سراگروہ</w:t>
      </w:r>
      <w:r w:rsidRPr="00CD3FC2">
        <w:rPr>
          <w:rtl/>
        </w:rPr>
        <w:t>:وہ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)ص)کے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محبوب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افراد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بعض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سوال ہوتاہے کہآپ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سب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محبوب کون ہے؟جواب کے بعدآنحضرت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محبوب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اافضل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اجاتاہے</w:t>
      </w:r>
      <w:r w:rsidRPr="00CD3FC2">
        <w:rPr>
          <w:rtl/>
        </w:rPr>
        <w:t>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(ص)اپنے اصحاب سے مخاطب ہوکرفرماتے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:”</w:t>
      </w:r>
      <w:r w:rsidRPr="00A2246E">
        <w:rPr>
          <w:rStyle w:val="libArabicChar"/>
          <w:rtl/>
        </w:rPr>
        <w:t xml:space="preserve">إنّ </w:t>
      </w:r>
      <w:r w:rsidR="00BA57AE" w:rsidRPr="003A13AB">
        <w:rPr>
          <w:rStyle w:val="libArabicChar"/>
          <w:rFonts w:hint="cs"/>
          <w:rtl/>
        </w:rPr>
        <w:t>ه</w:t>
      </w:r>
      <w:r w:rsidRPr="00A2246E">
        <w:rPr>
          <w:rStyle w:val="libArabicChar"/>
          <w:rFonts w:hint="cs"/>
          <w:rtl/>
        </w:rPr>
        <w:t>ذای</w:t>
      </w:r>
      <w:r w:rsidRPr="00A2246E">
        <w:rPr>
          <w:rStyle w:val="libArabicChar"/>
          <w:rFonts w:hint="eastAsia"/>
          <w:rtl/>
        </w:rPr>
        <w:t>سا</w:t>
      </w:r>
      <w:r w:rsidRPr="00A2246E">
        <w:rPr>
          <w:rStyle w:val="libArabicChar"/>
          <w:rFonts w:hint="cs"/>
          <w:rtl/>
        </w:rPr>
        <w:t>ٴ</w:t>
      </w:r>
      <w:r w:rsidRPr="00A2246E">
        <w:rPr>
          <w:rStyle w:val="libArabicChar"/>
          <w:rFonts w:hint="eastAsia"/>
          <w:rtl/>
        </w:rPr>
        <w:t>لن</w:t>
      </w:r>
      <w:r w:rsidRPr="00A2246E">
        <w:rPr>
          <w:rStyle w:val="libArabicChar"/>
          <w:rFonts w:hint="cs"/>
          <w:rtl/>
        </w:rPr>
        <w:t>ی</w:t>
      </w:r>
      <w:r w:rsidRPr="00A2246E">
        <w:rPr>
          <w:rStyle w:val="libArabicChar"/>
          <w:rtl/>
        </w:rPr>
        <w:t xml:space="preserve"> </w:t>
      </w:r>
      <w:r w:rsidRPr="00A2246E">
        <w:rPr>
          <w:rStyle w:val="libArabicChar"/>
          <w:rFonts w:hint="eastAsia"/>
          <w:rtl/>
        </w:rPr>
        <w:t>من</w:t>
      </w:r>
      <w:r w:rsidRPr="00A2246E">
        <w:rPr>
          <w:rStyle w:val="libArabicChar"/>
          <w:rtl/>
        </w:rPr>
        <w:t xml:space="preserve"> النفس</w:t>
      </w:r>
      <w:r w:rsidRPr="00A2246E">
        <w:rPr>
          <w:rStyle w:val="libArabicChar"/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سوال مجھ سے خود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رانفس</w:t>
      </w:r>
      <w:r w:rsidRPr="00CD3FC2">
        <w:rPr>
          <w:rtl/>
        </w:rPr>
        <w:t xml:space="preserve"> ہے۔</w:t>
      </w:r>
      <w:r w:rsidR="00A96ED8" w:rsidRPr="00F82107">
        <w:rPr>
          <w:rStyle w:val="libFootnotenumChar"/>
          <w:rFonts w:hint="cs"/>
          <w:rtl/>
        </w:rPr>
        <w:t>(1)</w:t>
      </w:r>
      <w:r w:rsidR="00A96ED8" w:rsidRPr="00B76D20">
        <w:rPr>
          <w:rFonts w:hint="cs"/>
          <w:rtl/>
        </w:rPr>
        <w:t xml:space="preserve"> </w:t>
      </w:r>
      <w:r w:rsidRPr="00CD3FC2">
        <w:rPr>
          <w:rtl/>
        </w:rPr>
        <w:t xml:space="preserve">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،حضرت</w:t>
      </w:r>
      <w:r w:rsidRPr="00CD3FC2">
        <w:rPr>
          <w:rtl/>
        </w:rPr>
        <w:t xml:space="preserve"> فاطمہ زہرا(سلام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(ص)سے سوال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اآپنے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کچھ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اہے؟آنحضرت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96ED8">
        <w:rPr>
          <w:rStyle w:val="libArabicChar"/>
          <w:rFonts w:hint="eastAsia"/>
          <w:rtl/>
        </w:rPr>
        <w:t>عل</w:t>
      </w:r>
      <w:r w:rsidRPr="00A96ED8">
        <w:rPr>
          <w:rStyle w:val="libArabicChar"/>
          <w:rFonts w:hint="cs"/>
          <w:rtl/>
        </w:rPr>
        <w:t>یّ</w:t>
      </w:r>
      <w:r w:rsidRPr="00A96ED8">
        <w:rPr>
          <w:rStyle w:val="libArabicChar"/>
          <w:rtl/>
        </w:rPr>
        <w:t xml:space="preserve"> نفس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tl/>
        </w:rPr>
        <w:t xml:space="preserve"> فمن را</w:t>
      </w:r>
      <w:r w:rsidRPr="00A96ED8">
        <w:rPr>
          <w:rStyle w:val="libArabicChar"/>
          <w:rFonts w:hint="cs"/>
          <w:rtl/>
        </w:rPr>
        <w:t>ٴی</w:t>
      </w:r>
      <w:r w:rsidRPr="00A96ED8">
        <w:rPr>
          <w:rStyle w:val="libArabicChar"/>
          <w:rFonts w:hint="eastAsia"/>
          <w:rtl/>
        </w:rPr>
        <w:t>ت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tl/>
        </w:rPr>
        <w:t xml:space="preserve"> ا</w:t>
      </w:r>
      <w:r w:rsidRPr="00A96ED8">
        <w:rPr>
          <w:rStyle w:val="libArabicChar"/>
          <w:rFonts w:hint="cs"/>
          <w:rtl/>
        </w:rPr>
        <w:t>ٴ</w:t>
      </w:r>
      <w:r w:rsidRPr="00A96ED8">
        <w:rPr>
          <w:rStyle w:val="libArabicChar"/>
          <w:rFonts w:hint="eastAsia"/>
          <w:rtl/>
        </w:rPr>
        <w:t>ن</w:t>
      </w:r>
      <w:r w:rsidRPr="00A96ED8">
        <w:rPr>
          <w:rStyle w:val="libArabicChar"/>
          <w:rtl/>
        </w:rPr>
        <w:t xml:space="preserve"> 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Fonts w:hint="eastAsia"/>
          <w:rtl/>
        </w:rPr>
        <w:t>قول</w:t>
      </w:r>
      <w:r w:rsidRPr="00A96ED8">
        <w:rPr>
          <w:rStyle w:val="libArabicChar"/>
          <w:rtl/>
        </w:rPr>
        <w:t xml:space="preserve"> ف</w:t>
      </w:r>
      <w:r w:rsidRPr="00A96ED8">
        <w:rPr>
          <w:rStyle w:val="libArabicChar"/>
          <w:rFonts w:hint="cs"/>
          <w:rtl/>
        </w:rPr>
        <w:t>ی</w:t>
      </w:r>
      <w:r w:rsidRPr="00A96ED8">
        <w:rPr>
          <w:rStyle w:val="libArabicChar"/>
          <w:rtl/>
        </w:rPr>
        <w:t xml:space="preserve"> نفس</w:t>
      </w:r>
      <w:r w:rsidR="00BA57AE" w:rsidRPr="003A13AB">
        <w:rPr>
          <w:rStyle w:val="libArabicChar"/>
          <w:rFonts w:hint="cs"/>
          <w:rtl/>
        </w:rPr>
        <w:t>ه</w:t>
      </w:r>
      <w:r w:rsidRPr="00A96ED8">
        <w:rPr>
          <w:rStyle w:val="libArabicChar"/>
          <w:rFonts w:hint="cs"/>
          <w:rtl/>
        </w:rPr>
        <w:t xml:space="preserve"> شی</w:t>
      </w:r>
      <w:r w:rsidRPr="00A96ED8">
        <w:rPr>
          <w:rStyle w:val="libArabicChar"/>
          <w:rFonts w:hint="eastAsia"/>
          <w:rtl/>
        </w:rPr>
        <w:t>ئاً</w:t>
      </w:r>
      <w:r w:rsidR="00A96ED8" w:rsidRPr="00F82107">
        <w:rPr>
          <w:rStyle w:val="libFootnotenumChar"/>
          <w:rFonts w:hint="cs"/>
          <w:rtl/>
        </w:rPr>
        <w:t>(2)</w:t>
      </w:r>
      <w:r w:rsidRPr="00B76D20">
        <w:rPr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رانفس</w:t>
      </w:r>
      <w:r w:rsidRPr="00CD3FC2">
        <w:rPr>
          <w:rtl/>
        </w:rPr>
        <w:t xml:space="preserve"> ہے تم نے کس کود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کھاہے،جواپنے</w:t>
      </w:r>
      <w:r w:rsidRPr="00CD3FC2">
        <w:rPr>
          <w:rtl/>
        </w:rPr>
        <w:t xml:space="preserve"> نفس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کچھ کہے؟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عمروعاص،عائشہ اورجد عمروبن شع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بعض اصحاب سے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مختلف زبانوں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تعدادز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ہے۔جس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استفادہ ہوتاہے کہ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السلام،نفس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پرتاک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سواء اس کے کہ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اورخارج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اس اطلاق سے خارج ہوا جائے)ج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نبوت جواس سے خارج ہے)لہذاآنحضرت (ص)کے</w:t>
      </w:r>
    </w:p>
    <w:p w:rsidR="00A96ED8" w:rsidRPr="00A96ED8" w:rsidRDefault="00A96E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۱۔جامع الاحاد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۱۶،ص۲۵۷۔۲۵۶،دارالفکر،کنز العمال،ج۱۳،ص۱۴۳۔۱۴۲،مؤسسہ الرسالہ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۲۔مناقب خوارزم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،ص</w:t>
      </w:r>
      <w:r w:rsidRPr="00CD3FC2">
        <w:rPr>
          <w:rtl/>
        </w:rPr>
        <w:t>۱۴۸،مؤسسہ النشرالاسلام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،مقتل</w:t>
      </w:r>
      <w:r w:rsidRPr="00CD3FC2">
        <w:rPr>
          <w:rtl/>
        </w:rPr>
        <w:t xml:space="preserve"> 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السلام،ص۴۳،مکتبہ المف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>۔</w:t>
      </w:r>
    </w:p>
    <w:p w:rsidR="00A96ED8" w:rsidRDefault="00A96E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96ED8" w:rsidRPr="00CD3FC2" w:rsidRDefault="00A96E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تمام عہدے من جملہ تمام امت 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پر آپ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ادت</w:t>
      </w:r>
      <w:r w:rsidRPr="00CD3FC2">
        <w:rPr>
          <w:rtl/>
        </w:rPr>
        <w:t xml:space="preserve"> وزعامت ا س اطلاق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42" w:name="_Toc508103291"/>
      <w:r w:rsidRPr="00CD3FC2">
        <w:rPr>
          <w:rFonts w:hint="eastAsia"/>
          <w:rtl/>
        </w:rPr>
        <w:t>پانچواں</w:t>
      </w:r>
      <w:r w:rsidRPr="00CD3FC2">
        <w:rPr>
          <w:rtl/>
        </w:rPr>
        <w:t xml:space="preserve"> محور</w:t>
      </w:r>
      <w:bookmarkEnd w:id="42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43" w:name="_Toc508103292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چندسوالات اور ان کے جوابات</w:t>
      </w:r>
      <w:bookmarkEnd w:id="43"/>
    </w:p>
    <w:p w:rsidR="000B693F" w:rsidRPr="00CD3FC2" w:rsidRDefault="000B693F" w:rsidP="00107A46">
      <w:pPr>
        <w:pStyle w:val="Heading2Center"/>
        <w:rPr>
          <w:rtl/>
        </w:rPr>
      </w:pPr>
      <w:bookmarkStart w:id="44" w:name="_Toc508103293"/>
      <w:r w:rsidRPr="00CD3FC2">
        <w:rPr>
          <w:rFonts w:hint="eastAsia"/>
          <w:rtl/>
        </w:rPr>
        <w:t>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گفتگو:</w:t>
      </w:r>
      <w:bookmarkEnd w:id="4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آلوس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ر”روح</w:t>
      </w:r>
      <w:r w:rsidRPr="00CD3FC2">
        <w:rPr>
          <w:rtl/>
        </w:rPr>
        <w:t xml:space="preserve"> المعان</w:t>
      </w:r>
      <w:r w:rsidRPr="00CD3FC2">
        <w:rPr>
          <w:rFonts w:hint="cs"/>
          <w:rtl/>
        </w:rPr>
        <w:t>ی</w:t>
      </w:r>
      <w:r w:rsidR="00A96ED8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آل اللہ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مومن کے لئے ناقابل انکارہے اوراگرکوئ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کوان سے جداکرنے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کوشش کرتا ہے 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ناصب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وعنادہے اورعناد و ناصب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کے نابود کر نے کاسبب ہے۔“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45" w:name="_Toc508103294"/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کااستدلال</w:t>
      </w:r>
      <w:bookmarkEnd w:id="45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بعد)آلوس</w:t>
      </w:r>
      <w:r w:rsidRPr="00CD3FC2">
        <w:rPr>
          <w:rFonts w:hint="cs"/>
          <w:rtl/>
        </w:rPr>
        <w:t>ی</w:t>
      </w:r>
      <w:r w:rsidRPr="00CD3FC2">
        <w:rPr>
          <w:rtl/>
        </w:rPr>
        <w:t>)آ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مذکورہ سے رسول خدا (ص)کے بعدعل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بلافصل 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ہونے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استدلال کوب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کرتاہے اوراس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استنادکرتاہے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کے نازل ہونے کے بعد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مباہلہکے لئے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،فاطمہ،اورحسن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کو </w:t>
      </w:r>
      <w:r w:rsidRPr="00CD3FC2">
        <w:rPr>
          <w:rFonts w:hint="eastAsia"/>
          <w:rtl/>
        </w:rPr>
        <w:t>اپنے</w:t>
      </w:r>
      <w:r w:rsidRPr="00CD3FC2">
        <w:rPr>
          <w:rtl/>
        </w:rPr>
        <w:t xml:space="preserve"> ساتھ لائے،اس کے بعدکہتاہے: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”اس</w:t>
      </w:r>
      <w:r w:rsidRPr="00CD3FC2">
        <w:rPr>
          <w:rtl/>
        </w:rPr>
        <w:t xml:space="preserve"> طرح سے”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</w:t>
      </w:r>
      <w:r w:rsidRPr="00CD3FC2">
        <w:rPr>
          <w:rtl/>
        </w:rPr>
        <w:t xml:space="preserve"> نا“کا مراد سے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>)،”نساء نا“سے مرادفاطمہ(سلام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)اور”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مرادعل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۔جب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السلام)نفس رسول قرار پائ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تو اس کا اپنے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محال ہو گا)ک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</w:p>
    <w:p w:rsidR="00A96ED8" w:rsidRPr="00A96ED8" w:rsidRDefault="00A96E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۱۔روح المعان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۳،ص۱۸۹،داراح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</w:p>
    <w:p w:rsidR="00A96ED8" w:rsidRDefault="00A96E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96ED8" w:rsidRPr="00CD3FC2" w:rsidRDefault="00A96E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خودرسول اللہ (ص)نہ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 لہذا قھراً 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ہوں گے کہ وہ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اورمماثل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۔چونکہ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(ص)امورمسلم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تصرف کرنے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افضل اوراولٰ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ں،لہذا</w:t>
      </w:r>
      <w:r w:rsidRPr="00CD3FC2">
        <w:rPr>
          <w:rtl/>
        </w:rPr>
        <w:t xml:space="preserve"> جو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کے مماثل ہو گاوہ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ہوگا۔اس طرح سے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کے حوالے سے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اورامت پر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سے ثابت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ہے۔“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46" w:name="_Toc508103295"/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استدلال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کاپہلااعتراض</w:t>
      </w:r>
      <w:bookmarkEnd w:id="4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استدلال کاجواب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ہوئے کہتاہے:ش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اس قسم کے استدلال کاجواب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اجاسکتاہے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تسل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مراد حضرت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السلام)ہوں گے،بلکہ نفس سے مرادخودپ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اورحضرت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بنائنا“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داخل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دامادکوعرفاًب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ٹاکہتے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مفسرش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طبرس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نقل کرتاہے کہ انہوں نے کہاہے کہ”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مرادخودپ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انسان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آپ کونہ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بلاتاہے،اس نے)ش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>)اس بات کوہذ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 نسبت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ہے؟!</w:t>
      </w:r>
    </w:p>
    <w:p w:rsidR="00A96ED8" w:rsidRDefault="00A96ED8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47" w:name="_Toc508103296"/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اعتراض کاجواب</w:t>
      </w:r>
      <w:bookmarkEnd w:id="47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ابتداء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کو تسل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کرتاہے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(ص)وکے خاندان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اس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سے انکار کو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طرح کے بغض و عناد سے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کرتاہے۔اب ہم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اس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کوآنحضرت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خاندان سے منحرف کرنے کے لئے کس طرح وہ خودکوشش کرتاہے اوراپنے اس عمل سے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تمام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مخا لفت کرتا ہے اورجس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کوابن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انجام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نفسنا“کے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پرانطباق سے انکارکرنا)اسے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اگرچہ</w:t>
      </w:r>
      <w:r w:rsidRPr="00CD3FC2">
        <w:rPr>
          <w:rtl/>
        </w:rPr>
        <w:t xml:space="preserve"> ہم نے بحث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ابتداء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نفسنا“کے</w:t>
      </w:r>
      <w:r w:rsidRPr="00CD3FC2">
        <w:rPr>
          <w:rtl/>
        </w:rPr>
        <w:t xml:space="preserve">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سے مراد 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اشارہ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اگر”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مرادخودپ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(ص)ہوں اورعل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</w:t>
      </w:r>
      <w:r w:rsidRPr="00CD3FC2">
        <w:rPr>
          <w:rtl/>
        </w:rPr>
        <w:t xml:space="preserve"> نا“کے زمرے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غلط ہے اور دوسرے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خلاف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کاغلط ہونااس لحاظ سے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”بلانا</w:t>
      </w:r>
      <w:r w:rsidRPr="00CD3FC2">
        <w:rPr>
          <w:rtl/>
        </w:rPr>
        <w:t xml:space="preserve"> اپنے“حق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ہے۔اور جوآلوس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بعض استعمالات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سے”دعتہ</w:t>
      </w:r>
      <w:r w:rsidRPr="00CD3FC2">
        <w:rPr>
          <w:rtl/>
        </w:rPr>
        <w:t xml:space="preserve"> نفسہ“کورائج ومرسوم جا ناہے،اس نے اس نکتہ سے غفلت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اس قسم کے استعمالات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کے لئے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مذکورہ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موجودنہ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ہے،بلکہ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پر”دعتہ نفسہ“کے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آپ کو مجبوراورمصمم کرناہے نہ اپنے آپ کو بلانااورطلب کرنا۔</w:t>
      </w:r>
    </w:p>
    <w:p w:rsidR="00A96ED8" w:rsidRDefault="00A96ED8" w:rsidP="004B12AB">
      <w:pPr>
        <w:pStyle w:val="libNormal"/>
        <w:rPr>
          <w:rtl/>
        </w:rPr>
      </w:pPr>
      <w:r>
        <w:rPr>
          <w:rtl/>
        </w:rPr>
        <w:br w:type="page"/>
      </w:r>
    </w:p>
    <w:p w:rsidR="00A96ED8" w:rsidRPr="00CD3FC2" w:rsidRDefault="00A96E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بنائنا“</w:t>
      </w:r>
      <w:r w:rsidRPr="00CD3FC2">
        <w:rPr>
          <w:rtl/>
        </w:rPr>
        <w:t xml:space="preserve"> کے زمرے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السلام)کو شامل کر نا صرف اس لئے کہ وہ آنحضرت (ص)کے داماد تھے 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الفظ</w:t>
      </w:r>
      <w:r w:rsidRPr="00CD3FC2">
        <w:rPr>
          <w:rtl/>
        </w:rPr>
        <w:t xml:space="preserve"> کو اس کے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موضوع 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اور لفظ کواس کے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کے حمل کر 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لئے”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</w:t>
      </w:r>
      <w:r w:rsidRPr="00CD3FC2">
        <w:rPr>
          <w:rtl/>
        </w:rPr>
        <w:t xml:space="preserve"> نا“کا حمل حسن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</w:t>
      </w:r>
      <w:r w:rsidRPr="00CD3FC2">
        <w:rPr>
          <w:rtl/>
        </w:rPr>
        <w:t xml:space="preserve"> السلام کے علاوہ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اورذات پر درست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نفسنا“کا</w:t>
      </w:r>
      <w:r w:rsidRPr="00CD3FC2">
        <w:rPr>
          <w:rtl/>
        </w:rPr>
        <w:t xml:space="preserve"> لفظ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علاوہ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اورپر منطتبق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اگرکہاجائے</w:t>
      </w:r>
      <w:r w:rsidRPr="00CD3FC2">
        <w:rPr>
          <w:rtl/>
        </w:rPr>
        <w:t xml:space="preserve"> کہ:کونسامرجح ہے کہ لفظ ”ندع“کا استعمال اس کے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 اور”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نفسنا“کااستعمال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پر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ہو؟بلکہ ممکن ہے کہا جائے”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نفسنا“خودانسان</w:t>
      </w:r>
      <w:r w:rsidRPr="00CD3FC2">
        <w:rPr>
          <w:rtl/>
        </w:rPr>
        <w:t xml:space="preserve">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پراطلاق ہو جوحق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اور”ندع“کے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تصرف کر کے ”نحضر“کے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لئے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آپ کوحاضرکر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جواب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کہ:اگر”ندع“ کا استعمال اپنے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ہےں ہوتوا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مجاز در کارنہ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اوروہ ہے”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نفسنا“کا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پراطلاق ہو نال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اگر”ندع“کو اس کے مجاز 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حمل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 اس سے دوسرے کا مجاز ہونابھ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لازم آتاہے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</w:t>
      </w:r>
      <w:r w:rsidRPr="00CD3FC2">
        <w:rPr>
          <w:rFonts w:hint="eastAsia"/>
          <w:rtl/>
        </w:rPr>
        <w:t>لام</w:t>
      </w:r>
      <w:r w:rsidRPr="00CD3FC2">
        <w:rPr>
          <w:rtl/>
        </w:rPr>
        <w:t xml:space="preserve"> کا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</w:t>
      </w:r>
      <w:r w:rsidRPr="00CD3FC2">
        <w:rPr>
          <w:rtl/>
        </w:rPr>
        <w:t xml:space="preserve"> نا“پراطلاق ہونا،جوآنحضرت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(ص)کے داماد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اوراس قسم کے مجاز کے لئے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موجودنہ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A96ED8" w:rsidRDefault="00A96ED8" w:rsidP="004B12AB">
      <w:pPr>
        <w:pStyle w:val="libNormal"/>
        <w:rPr>
          <w:rtl/>
        </w:rPr>
      </w:pPr>
      <w:r>
        <w:rPr>
          <w:rtl/>
        </w:rPr>
        <w:br w:type="page"/>
      </w:r>
    </w:p>
    <w:p w:rsidR="00A96ED8" w:rsidRPr="00CD3FC2" w:rsidRDefault="00A96E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لفظ</w:t>
      </w:r>
      <w:r w:rsidRPr="00CD3FC2">
        <w:rPr>
          <w:rtl/>
        </w:rPr>
        <w:t xml:space="preserve">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tl/>
        </w:rPr>
        <w:t xml:space="preserve"> کے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پر اطلاق ہونے کا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”ندع“ و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tl/>
        </w:rPr>
        <w:t xml:space="preserve">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 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مغا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ہے کہ جوعقلاًوعرفاً ظہور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ہے۔اس فرض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”ندع“بھ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ہواہے اور”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بناء</w:t>
      </w:r>
      <w:r w:rsidRPr="00CD3FC2">
        <w:rPr>
          <w:rtl/>
        </w:rPr>
        <w:t xml:space="preserve"> نا“بھ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کے خلاف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اتن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سا 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جونقل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ںوہ</w:t>
      </w:r>
      <w:r w:rsidRPr="00CD3FC2">
        <w:rPr>
          <w:rtl/>
        </w:rPr>
        <w:t xml:space="preserve"> سب اس بات پردلالت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نفسنا“سے</w:t>
      </w:r>
      <w:r w:rsidRPr="00CD3FC2">
        <w:rPr>
          <w:rtl/>
        </w:rPr>
        <w:t xml:space="preserve"> مرادعل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دعو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تواترکے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ثابت ہے </w:t>
      </w:r>
      <w:r w:rsidR="00A96ED8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لہذاوہ سب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اس قول کے خلاف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48" w:name="_Toc508103297"/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استدلال پرآلوس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کادوسرااعتراض</w:t>
      </w:r>
      <w:bookmarkEnd w:id="48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استدلال پرآلوس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کادوسراجواب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ہے:اگرفرض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نفسنا“کا</w:t>
      </w:r>
      <w:r w:rsidRPr="00CD3FC2">
        <w:rPr>
          <w:rtl/>
        </w:rPr>
        <w:t xml:space="preserve"> مقصداق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السلام)ہوں،پھربھ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بلافصل خلافت پر 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tl/>
        </w:rPr>
        <w:t xml:space="preserve"> کااطلاق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(ع)پراس لحاظ سے ہے کہ نفس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قربت اورنزد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 نے 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اورد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 آئ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ہونے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اوراس لفظ کا اطلاق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(ع)کے لئے شا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اس وجہ سے ہوان کا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ساتھ داماد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کارشتہ تھااورد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دونوں کا اتحادتھا۔اس کے علاوہ اگرمقصودوہ شخص ہوجوپ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</w:p>
    <w:p w:rsidR="00A75265" w:rsidRPr="00A75265" w:rsidRDefault="00A75265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۱۔معرفةعلوم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ث،ص</w:t>
      </w:r>
      <w:r w:rsidRPr="00CD3FC2">
        <w:rPr>
          <w:rtl/>
        </w:rPr>
        <w:t>۵۰،دارالکتب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A75265" w:rsidRDefault="00A75265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75265" w:rsidRPr="00CD3FC2" w:rsidRDefault="00A75265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>(ص)کے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کامعن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تمام صفات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ابعض</w:t>
      </w:r>
      <w:r w:rsidRPr="00CD3FC2">
        <w:rPr>
          <w:rtl/>
        </w:rPr>
        <w:t xml:space="preserve"> صفات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؟اگر</w:t>
      </w:r>
      <w:r w:rsidRPr="00CD3FC2">
        <w:rPr>
          <w:rtl/>
        </w:rPr>
        <w:t xml:space="preserve"> تمام صفات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ہونامقصود ہے تواس کالازمہ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ہوگاکہ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نبوت اورخاتم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اورتمام امت پرآپک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بعثت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اوراس قسم کامساو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ہونامتفقہ</w:t>
      </w:r>
      <w:r w:rsidR="00A75265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طورپرباطل</w:t>
      </w:r>
      <w:r w:rsidRPr="00CD3FC2">
        <w:rPr>
          <w:rtl/>
        </w:rPr>
        <w:t xml:space="preserve"> ہے۔اوراگرمساو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کامقصدبعض صفات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افضل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وبلا فصل امامت کے مسئلہ پردلالت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کرتاہے۔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49" w:name="_Toc508103298"/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اعتراض کا جواب</w:t>
      </w:r>
      <w:bookmarkEnd w:id="4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اس اعتراض واستدلال کا 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ناچند</w:t>
      </w:r>
      <w:r w:rsidRPr="00CD3FC2">
        <w:rPr>
          <w:rtl/>
        </w:rPr>
        <w:t xml:space="preserve"> جہتوں سے ممکن ہے: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سب</w:t>
      </w:r>
      <w:r w:rsidRPr="00CD3FC2">
        <w:rPr>
          <w:rtl/>
        </w:rPr>
        <w:t xml:space="preserve"> سے پہلے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کہ:”نفس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قربت و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“اورد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وآئ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ہوناکس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ہے،جبکہ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ہوتاہے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اطلاق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بہت بڑ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ہے اور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پہلے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ذکر ہوا ہے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مطابق سعدبن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وقاص ن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معاو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سامنے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ااوراسے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خلاف سبّ وشتم سے انکار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کے طورپر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:نفس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اطلاق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 آئ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ارشتہ</w:t>
      </w:r>
      <w:r w:rsidRPr="00CD3FC2">
        <w:rPr>
          <w:rtl/>
        </w:rPr>
        <w:t xml:space="preserve">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وقرابتدار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اوراس کے لئے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موجودنہ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کہ:جب نفس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کااطلاق اس کے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ممکن نہ ہوتواس سے مرادوہ شخص ہے جوآنحضرت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کا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ہواور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جا 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نا مطلقاًہے اوراس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تمام اوصاف اورعہدے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ں،صرف</w:t>
      </w:r>
      <w:r w:rsidRPr="00CD3FC2">
        <w:rPr>
          <w:rtl/>
        </w:rPr>
        <w:t xml:space="preserve"> نبوت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بناء پراس دائرہ سے خارج ہے۔</w:t>
      </w:r>
    </w:p>
    <w:p w:rsidR="00A75265" w:rsidRDefault="00A7526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A75265" w:rsidRPr="00CD3FC2" w:rsidRDefault="00A75265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چوتھے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بعد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گفتگو کے لئے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گنجائش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رہ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مساوات تمام صفات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بعض صفات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مساوات تمام صفات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کے اطلاق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ہے،صرف وہ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کو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لوں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خارج و مستث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نبوت و رسالت ۔لہذا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اور 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کے اور تمام صفات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کے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ان کے برابر کے جا 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50" w:name="_Toc508103299"/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استدلال پر 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</w:t>
      </w:r>
      <w:r w:rsidRPr="00CD3FC2">
        <w:rPr>
          <w:rtl/>
        </w:rPr>
        <w:t xml:space="preserve"> عتراض</w:t>
      </w:r>
      <w:bookmarkEnd w:id="5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کہنا ہے:اگر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پر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اعتبار سے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تواس کا لازمہ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ہوگا کہ:حضرت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امام ہوں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متفقہ طورپر باطل ہے۔</w:t>
      </w:r>
      <w:r w:rsidRPr="00CD3FC2">
        <w:rPr>
          <w:rFonts w:hint="cs"/>
          <w:rtl/>
        </w:rPr>
        <w:t>ییی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خلافت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خاص وقت کے لئے ہے تو سب سے 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کے لئے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دوسرے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اہل سنت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اسے قبول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="00F50110">
        <w:rPr>
          <w:rFonts w:hint="cs"/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وقت،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 جوان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کازمانہ تھا،اس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وہ اس منصب پرفائزتھے۔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51" w:name="_Toc508103300"/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اعتراض کاجواب</w:t>
      </w:r>
      <w:bookmarkEnd w:id="51"/>
    </w:p>
    <w:p w:rsidR="00A96ED8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سب</w:t>
      </w:r>
      <w:r w:rsidRPr="00CD3FC2">
        <w:rPr>
          <w:rtl/>
        </w:rPr>
        <w:t xml:space="preserve"> سے 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:حضرت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آنحضرت صل (ص)کے 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مسئلہ ہے کہ جو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ثا بت ہے اورا س کے لئے واضح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منزلت ہے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</w:p>
    <w:p w:rsidR="00A96ED8" w:rsidRDefault="00A96ED8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lastRenderedPageBreak/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کے حوالے سے کہا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</w:t>
      </w:r>
      <w:r w:rsidRPr="00CD3FC2">
        <w:rPr>
          <w:rFonts w:hint="eastAsia"/>
          <w:rtl/>
        </w:rPr>
        <w:t>ثال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ہارون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سے، واضح ر ہے کہ حضرت ہارون حضرت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تھے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حضرت ہارون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 قول ذکر کرتا ہے کہ آپ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خلفن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</w:t>
      </w:r>
      <w:r w:rsidR="00A75265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”</w:t>
      </w:r>
      <w:r w:rsidRPr="00CD3FC2">
        <w:rPr>
          <w:rtl/>
        </w:rPr>
        <w:t>تم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ہو۔“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بناء پر جب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حاضر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تے تھے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ہو تے تھے )چنانچہ جنگ تبوک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تھا)اس مسئلہ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منزلت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مکمل وضاحت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  <w:r w:rsidR="00A75265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 نفس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جانا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مباہلہ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واضح ہے،اوراگر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اجماع واقع ہو جائے کہ آنحضرت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آپ 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تھے،تو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اجماع اس اطلاق کوآنحضرت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مق</w:t>
      </w:r>
      <w:r w:rsidRPr="00CD3FC2">
        <w:rPr>
          <w:rFonts w:hint="cs"/>
          <w:rtl/>
        </w:rPr>
        <w:t>ی</w:t>
      </w:r>
      <w:r w:rsidRPr="00CD3FC2">
        <w:rPr>
          <w:rtl/>
        </w:rPr>
        <w:t>د و محدود کرتا ہے۔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کے طور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اطلاق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رحلت کے وقت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قوت کے ساتھ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لہذا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واضح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آلوس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تمام اعتراضات بے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اور بلافصل خلافت پر بلا منا قشہ ہے۔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52" w:name="_Toc508103301"/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اعتراض:</w:t>
      </w:r>
      <w:bookmarkEnd w:id="5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محمودبن حسن حصم</w:t>
      </w:r>
      <w:r w:rsidRPr="00CD3FC2">
        <w:rPr>
          <w:rFonts w:hint="cs"/>
          <w:rtl/>
        </w:rPr>
        <w:t>ی</w:t>
      </w:r>
      <w:r w:rsidR="00A75265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>کے استدلال کو ،کہ جو انھوں نے اسے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گزشتہ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پرافضل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ہے،ٰٰنقل کرنے کے بعد)ان کے استدلال کو تفص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سے ذکر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ہے)اپنے اعتراض کو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ذکر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</w:t>
      </w:r>
      <w:r w:rsidRPr="00CD3FC2">
        <w:rPr>
          <w:rtl/>
        </w:rPr>
        <w:cr/>
      </w: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بات پراجماع قائم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غمبرسے</w:t>
      </w:r>
      <w:r w:rsidRPr="00CD3FC2">
        <w:rPr>
          <w:rtl/>
        </w:rPr>
        <w:t xml:space="preserve"> افضل ہو تا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>: اس بات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اجماع ہے کہ)عل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تھے۔مذکورہ ان</w:t>
      </w:r>
    </w:p>
    <w:p w:rsidR="007707B2" w:rsidRPr="007707B2" w:rsidRDefault="007707B2" w:rsidP="00E17DF7">
      <w:pPr>
        <w:pStyle w:val="libLine"/>
        <w:rPr>
          <w:rtl/>
        </w:rPr>
      </w:pPr>
      <w:r w:rsidRPr="00E17DF7">
        <w:rPr>
          <w:rFonts w:hint="cs"/>
          <w:rtl/>
        </w:rPr>
        <w:t>____________________</w:t>
      </w:r>
      <w:r>
        <w:rPr>
          <w:rFonts w:hint="cs"/>
          <w:rtl/>
        </w:rPr>
        <w:t>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۱۔اعراف /۱۴۲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مصنف کا پمفلٹ”حد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غد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ومنزلت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امامت“ملاحظ فرمائ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بڑا 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شناس عالم جس کا پہلے ذکرآ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7707B2" w:rsidRDefault="007707B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7707B2" w:rsidRPr="00CD3FC2" w:rsidRDefault="007707B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دومقدموں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ثابت ہو جاتا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گزشتہ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السلام)پرافضل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ثابت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53" w:name="_Toc508103302"/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اعتراض کا جواب</w:t>
      </w:r>
      <w:bookmarkEnd w:id="53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 س پر اجماع ہے کہ ہر ”نب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افضل ہے“اس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عموم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جس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ثابت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،ہر نب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دوسرے تمام افرادپر 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کے علاوہ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گر</w:t>
      </w:r>
      <w:r w:rsidRPr="00CD3FC2">
        <w:rPr>
          <w:rtl/>
        </w:rPr>
        <w:t xml:space="preserve"> افراد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فوق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وبرتر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رکھتا ہے بلکہ جو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قابل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ہے وہ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ہر نب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سے افضل ہ</w:t>
      </w:r>
      <w:r w:rsidRPr="00CD3FC2">
        <w:rPr>
          <w:rFonts w:hint="eastAsia"/>
          <w:rtl/>
        </w:rPr>
        <w:t>وتا</w:t>
      </w:r>
      <w:r w:rsidRPr="00CD3FC2">
        <w:rPr>
          <w:rtl/>
        </w:rPr>
        <w:t xml:space="preserve"> ہے۔اور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کہاجائے:”مرد عورت سے افضل ہے“ ا 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مردوں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صنف عورتوں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صنف سے افضل ہے 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مردوں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ہرشخص تمام عورتوں پرفض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وبر تر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رکھتا ہے۔اس بناء پراس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منافات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بعض عورت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مردوں پر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کہ:مذکورہ مطلب پر اجماع کاواقع ہونا ثابت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علماء نے 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مخالفت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اوروہ اپنے ائمہ معصو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کو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بناء پر گزشتہ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سے برتر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ابوح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اندلس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ر”البحرالمح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</w:t>
      </w:r>
      <w:r w:rsidRPr="00CD3FC2">
        <w:rPr>
          <w:rtl/>
        </w:rPr>
        <w:t xml:space="preserve"> </w:t>
      </w:r>
      <w:r w:rsidRPr="00CD3FC2">
        <w:rPr>
          <w:rtl/>
          <w:lang w:bidi="fa-IR"/>
        </w:rPr>
        <w:t>۱“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استدلال پرآ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نفس سے مراد تمام صفات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مثل اور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ناہے)فخرراز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tl/>
          <w:lang w:bidi="fa-IR"/>
        </w:rPr>
        <w:t>۲</w:t>
      </w:r>
      <w:r w:rsidRPr="00CD3FC2">
        <w:rPr>
          <w:rtl/>
        </w:rPr>
        <w:t xml:space="preserve">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 اعتراض نقل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کہا ہے: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”نفس</w:t>
      </w:r>
      <w:r w:rsidRPr="00CD3FC2">
        <w:rPr>
          <w:rtl/>
        </w:rPr>
        <w:t xml:space="preserve"> کے اطلاق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تمام اوصاف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کسان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کجہت</w:t>
      </w:r>
      <w:r w:rsidRPr="00CD3FC2">
        <w:rPr>
          <w:rFonts w:hint="cs"/>
          <w:rtl/>
        </w:rPr>
        <w:t>ی</w:t>
      </w:r>
    </w:p>
    <w:p w:rsidR="007707B2" w:rsidRPr="007707B2" w:rsidRDefault="007707B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۱۔البحرالمح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ط،ج</w:t>
      </w:r>
      <w:r w:rsidRPr="00CD3FC2">
        <w:rPr>
          <w:rtl/>
        </w:rPr>
        <w:t>۲،ص۴۸۱،مؤسسہ التار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۲۔اگرابوح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کاراز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مقصودوہ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توان اعتراضات کواس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سے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داکرناچاہئے،ک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صرف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اعتراضات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کئے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جوذکرہوئے۔</w:t>
      </w:r>
    </w:p>
    <w:p w:rsidR="007707B2" w:rsidRDefault="007707B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7707B2" w:rsidRPr="00CD3FC2" w:rsidRDefault="007707B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ہو،چنانچہ</w:t>
      </w:r>
      <w:r w:rsidRPr="00CD3FC2">
        <w:rPr>
          <w:rtl/>
        </w:rPr>
        <w:t xml:space="preserve"> متکلم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کہا ہے:” صفات نفس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جہت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متکلم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اصطلاح ہے،اورعرب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لغت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کسان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کابعض صفات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اطلاق ہوتا ہے۔عرب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:”ہذامن 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ہ”اپنوں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ہمارے قب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ہے۔“</w:t>
      </w:r>
    </w:p>
    <w:p w:rsidR="000B693F" w:rsidRPr="00CD3FC2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کاجواب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تمام صفات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ابعض</w:t>
      </w:r>
      <w:r w:rsidRPr="00CD3FC2">
        <w:rPr>
          <w:rtl/>
        </w:rPr>
        <w:t xml:space="preserve"> صفات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کسا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کجہت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نہ تو لغو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بحث ہے اور نہ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،بلکہ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بحث اصول فقہ سے مربوط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جب نفس کا اس کے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نا ممکن ہو تو ا سے اس کے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عمل کرنا چاہ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اور اس کے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</w:t>
      </w:r>
      <w:r w:rsidRPr="00CD3FC2">
        <w:rPr>
          <w:rFonts w:hint="eastAsia"/>
          <w:rtl/>
        </w:rPr>
        <w:t>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جس کو اقرب المجازات سے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جاتا ہے )کواخذ کر نا چا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ئے</w:t>
      </w:r>
      <w:r w:rsidRPr="00CD3FC2">
        <w:rPr>
          <w:rtl/>
        </w:rPr>
        <w:t xml:space="preserve"> اور”نفس“کے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اقرب المجازات مانندو مثل ہوناہے۔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مانندو مثل ہونامطلق ہے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محدود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اوراس اطلاق کاتقاضاہے کہ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تمام صفات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مانندو مثل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ں،صرف</w:t>
      </w:r>
      <w:r w:rsidRPr="00CD3FC2">
        <w:rPr>
          <w:rtl/>
        </w:rPr>
        <w:t xml:space="preserve"> نبوت ورسالت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مسائل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دلائل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بناپراس مانندو مثل کے دائرے سے خارج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وضاحت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نظرتمام اوصاف ا</w:t>
      </w:r>
      <w:r w:rsidRPr="00CD3FC2">
        <w:rPr>
          <w:rFonts w:hint="eastAsia"/>
          <w:rtl/>
        </w:rPr>
        <w:t>ورعہدے</w:t>
      </w:r>
      <w:r w:rsidRPr="00CD3FC2">
        <w:rPr>
          <w:rtl/>
        </w:rPr>
        <w:t xml:space="preserve"> اس اطلاق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لہذامن جملہ تمام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پرفض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اورتمام امت پرسرپرست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حوالے سے آپ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الاطلاق رسول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ما نندہ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7707B2" w:rsidRDefault="007707B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54" w:name="_Toc508103303"/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 اعتراض</w:t>
      </w:r>
      <w:bookmarkEnd w:id="5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پرعلامہ حل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استدلال کوآ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مباہلہ سے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کرتے ہوئے کہتاہے: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(ص)مباہلہ کے لئے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</w:t>
      </w:r>
      <w:r w:rsidRPr="00CD3FC2">
        <w:rPr>
          <w:rtl/>
        </w:rPr>
        <w:t xml:space="preserve"> اورحسن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السلام</w:t>
      </w:r>
      <w:r w:rsidRPr="00CD3FC2">
        <w:rPr>
          <w:rtl/>
        </w:rPr>
        <w:t xml:space="preserve">)کو اپنے ساتھ لے گئے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</w:t>
      </w:r>
      <w:r w:rsidR="007707B2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اور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افضل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پردلالت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 تاہے،ک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دلالت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جب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پردلالت کرے حالانکہ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شخص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ہے،نہ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السلام)اورنہ ان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نفسنا“کالفظ</w:t>
      </w:r>
      <w:r w:rsidRPr="00CD3FC2">
        <w:rPr>
          <w:rtl/>
        </w:rPr>
        <w:t xml:space="preserve"> 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لغت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مساوات کا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</w:t>
      </w:r>
      <w:r w:rsidR="007707B2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اورصرف ہم جنس اور مشابہت پردلالت کرتاہے۔اس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بعض امور مشابہت،ج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اشتراک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اوراگرنسب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اشتراک ہوتواور اچھا ہے۔ اس بناپر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="00BD32E1">
        <w:rPr>
          <w:rtl/>
        </w:rPr>
        <w:t xml:space="preserve"> </w:t>
      </w:r>
      <w:r w:rsidRPr="00CD3FC2">
        <w:rPr>
          <w:rtl/>
        </w:rPr>
        <w:t>۔۔۔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7707B2">
        <w:rPr>
          <w:rStyle w:val="libAieChar"/>
          <w:rtl/>
        </w:rPr>
        <w:t>ا</w:t>
      </w:r>
      <w:r w:rsidR="00E17DF7" w:rsidRPr="007707B2">
        <w:rPr>
          <w:rStyle w:val="libAieChar"/>
          <w:rFonts w:hint="cs"/>
          <w:rtl/>
        </w:rPr>
        <w:t>ٴ</w:t>
      </w:r>
      <w:r w:rsidR="00E17DF7" w:rsidRPr="007707B2">
        <w:rPr>
          <w:rStyle w:val="libAieChar"/>
          <w:rFonts w:hint="eastAsia"/>
          <w:rtl/>
        </w:rPr>
        <w:t>نفسنا</w:t>
      </w:r>
      <w:r w:rsidR="00E17DF7" w:rsidRPr="007707B2">
        <w:rPr>
          <w:rStyle w:val="libAieChar"/>
          <w:rtl/>
        </w:rPr>
        <w:t xml:space="preserve"> وا</w:t>
      </w:r>
      <w:r w:rsidR="00E17DF7" w:rsidRPr="007707B2">
        <w:rPr>
          <w:rStyle w:val="libAieChar"/>
          <w:rFonts w:hint="cs"/>
          <w:rtl/>
        </w:rPr>
        <w:t>ٴ</w:t>
      </w:r>
      <w:r w:rsidR="00E17DF7" w:rsidRPr="007707B2">
        <w:rPr>
          <w:rStyle w:val="libAieChar"/>
          <w:rFonts w:hint="eastAsia"/>
          <w:rtl/>
        </w:rPr>
        <w:t>نفسکم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</w:t>
      </w:r>
      <w:r w:rsidRPr="00CD3FC2">
        <w:rPr>
          <w:rtl/>
        </w:rPr>
        <w:t xml:space="preserve"> سے مرادوہ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اورنسب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دوسروں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ہوں۔اس لحاظ سے آنحضرت (ص)۔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</w:t>
      </w:r>
      <w:r w:rsidRPr="00CD3FC2">
        <w:rPr>
          <w:rtl/>
        </w:rPr>
        <w:t xml:space="preserve"> السلام)اور عورتوں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فاطمہ زہرا(سلام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 xml:space="preserve">)اورمردوں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عل</w:t>
      </w:r>
      <w:r w:rsidRPr="00CD3FC2">
        <w:rPr>
          <w:rFonts w:hint="cs"/>
          <w:rtl/>
        </w:rPr>
        <w:t>ی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 لسلام)کواپنے ساتھ لے گئے اورآنحضرت(صل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وسلم)کے لئے ان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تھا۔دوسرے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مباہلہ اقرباء سے انجام پاتاہے نہ ان افرادسے جوانسان سے دورہوں،اگرچہ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دوروالے افرادخداکے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افضل وبرترہوں۔</w:t>
      </w:r>
    </w:p>
    <w:p w:rsidR="000B693F" w:rsidRPr="007707B2" w:rsidRDefault="007707B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۱۔ابن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 قبول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”انفسنا“مذکورہ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پرانطباق کرتاہے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۲۔ابن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کے ثبوت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پانچ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اہے،من</w:t>
      </w:r>
      <w:r w:rsidRPr="00CD3FC2">
        <w:rPr>
          <w:rtl/>
        </w:rPr>
        <w:t xml:space="preserve"> جملہ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7707B2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الف</w:t>
      </w:r>
      <w:r w:rsidRPr="00CD3FC2">
        <w:rPr>
          <w:rtl/>
        </w:rPr>
        <w:t>۔</w:t>
      </w:r>
      <w:r w:rsidR="007707B2" w:rsidRPr="007707B2">
        <w:rPr>
          <w:rStyle w:val="libAlaemChar"/>
          <w:rFonts w:hint="cs"/>
          <w:rtl/>
        </w:rPr>
        <w:t>(</w:t>
      </w:r>
      <w:r w:rsidRPr="007707B2">
        <w:rPr>
          <w:rStyle w:val="libFootnoteAieChar"/>
          <w:rtl/>
        </w:rPr>
        <w:t>و لولا إ</w:t>
      </w:r>
      <w:r w:rsidRPr="00956330">
        <w:rPr>
          <w:rStyle w:val="libFootnoteAieChar"/>
          <w:rtl/>
        </w:rPr>
        <w:t>ذسمعتمو</w:t>
      </w:r>
      <w:r w:rsidR="00956330" w:rsidRPr="00956330">
        <w:rPr>
          <w:rStyle w:val="libFootnoteAieChar"/>
          <w:rFonts w:hint="cs"/>
          <w:rtl/>
        </w:rPr>
        <w:t>ه</w:t>
      </w:r>
      <w:r w:rsidRPr="00956330">
        <w:rPr>
          <w:rStyle w:val="libFootnoteAieChar"/>
          <w:rFonts w:hint="cs"/>
          <w:rtl/>
        </w:rPr>
        <w:t xml:space="preserve"> ظن المؤمنون والمؤمنات باٴ</w:t>
      </w:r>
      <w:r w:rsidRPr="00956330">
        <w:rPr>
          <w:rStyle w:val="libFootnoteAieChar"/>
          <w:rFonts w:hint="eastAsia"/>
          <w:rtl/>
        </w:rPr>
        <w:t>نفس</w:t>
      </w:r>
      <w:r w:rsidR="00956330" w:rsidRPr="00956330">
        <w:rPr>
          <w:rStyle w:val="libFootnoteAieChar"/>
          <w:rFonts w:hint="cs"/>
          <w:rtl/>
        </w:rPr>
        <w:t>ه</w:t>
      </w:r>
      <w:r w:rsidRPr="00956330">
        <w:rPr>
          <w:rStyle w:val="libFootnoteAieChar"/>
          <w:rFonts w:hint="cs"/>
          <w:rtl/>
        </w:rPr>
        <w:t>م</w:t>
      </w:r>
      <w:r w:rsidRPr="007707B2">
        <w:rPr>
          <w:rStyle w:val="libFootnoteAieChar"/>
          <w:rtl/>
        </w:rPr>
        <w:t xml:space="preserve"> خ</w:t>
      </w:r>
      <w:r w:rsidRPr="007707B2">
        <w:rPr>
          <w:rStyle w:val="libFootnoteAieChar"/>
          <w:rFonts w:hint="cs"/>
          <w:rtl/>
        </w:rPr>
        <w:t>ی</w:t>
      </w:r>
      <w:r w:rsidRPr="007707B2">
        <w:rPr>
          <w:rStyle w:val="libFootnoteAieChar"/>
          <w:rFonts w:hint="eastAsia"/>
          <w:rtl/>
        </w:rPr>
        <w:t>راً</w:t>
      </w:r>
      <w:r w:rsidRPr="007707B2">
        <w:rPr>
          <w:rStyle w:val="libAlaemChar"/>
          <w:rtl/>
        </w:rPr>
        <w:t>)</w:t>
      </w:r>
      <w:r w:rsidR="007707B2">
        <w:rPr>
          <w:rStyle w:val="libAlaemChar"/>
          <w:rFonts w:hint="cs"/>
          <w:rtl/>
        </w:rPr>
        <w:t xml:space="preserve"> </w:t>
      </w:r>
      <w:r w:rsidRPr="00CD3FC2">
        <w:rPr>
          <w:rtl/>
        </w:rPr>
        <w:t>نور/۱۲”آخرا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نہ ہواکہ جب تم لوگوں نے اس تہمت کوسناتومومن ومومنات اپنے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رکاگمان</w:t>
      </w:r>
      <w:r w:rsidRPr="00CD3FC2">
        <w:rPr>
          <w:rtl/>
        </w:rPr>
        <w:t xml:space="preserve"> کرتے“مقصود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لوگ بعض دوسروں پراچھاگمان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ب۔</w:t>
      </w:r>
      <w:r w:rsidR="007707B2" w:rsidRPr="007707B2">
        <w:rPr>
          <w:rStyle w:val="libAlaemChar"/>
          <w:rFonts w:hint="cs"/>
          <w:rtl/>
        </w:rPr>
        <w:t>(</w:t>
      </w:r>
      <w:r w:rsidRPr="007707B2">
        <w:rPr>
          <w:rStyle w:val="libFootnoteAieChar"/>
          <w:rtl/>
        </w:rPr>
        <w:t>ولا تلمزوا ا</w:t>
      </w:r>
      <w:r w:rsidRPr="007707B2">
        <w:rPr>
          <w:rStyle w:val="libFootnoteAieChar"/>
          <w:rFonts w:hint="cs"/>
          <w:rtl/>
        </w:rPr>
        <w:t>ٴ</w:t>
      </w:r>
      <w:r w:rsidRPr="007707B2">
        <w:rPr>
          <w:rStyle w:val="libFootnoteAieChar"/>
          <w:rFonts w:hint="eastAsia"/>
          <w:rtl/>
        </w:rPr>
        <w:t>نفسکم</w:t>
      </w:r>
      <w:r w:rsidRPr="007707B2">
        <w:rPr>
          <w:rStyle w:val="libAlaemChar"/>
          <w:rtl/>
        </w:rPr>
        <w:t>)</w:t>
      </w:r>
      <w:r w:rsidRPr="00CD3FC2">
        <w:rPr>
          <w:rFonts w:hint="eastAsia"/>
          <w:rtl/>
        </w:rPr>
        <w:t>حجرات</w:t>
      </w:r>
      <w:r w:rsidRPr="00CD3FC2">
        <w:rPr>
          <w:rtl/>
        </w:rPr>
        <w:t>/۱۱</w:t>
      </w:r>
      <w:r w:rsidR="007707B2">
        <w:rPr>
          <w:rFonts w:hint="cs"/>
          <w:rtl/>
        </w:rPr>
        <w:t xml:space="preserve"> </w:t>
      </w:r>
      <w:r w:rsidRPr="00CD3FC2">
        <w:rPr>
          <w:rtl/>
        </w:rPr>
        <w:t xml:space="preserve">”آپس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کوطعنے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نا“</w:t>
      </w:r>
    </w:p>
    <w:p w:rsidR="007707B2" w:rsidRDefault="007707B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lastRenderedPageBreak/>
        <w:t>ابن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جس نے رشتہ کے لحاظ سے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ہونے کا ذکرک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 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چچاحضرت عباس کہ جورشتہ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لحاظ سے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 نسبت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تھے اورزندہ تھے۔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”عباس</w:t>
      </w:r>
      <w:r w:rsidRPr="00CD3FC2">
        <w:rPr>
          <w:rtl/>
        </w:rPr>
        <w:t xml:space="preserve"> اگرچہ زندہ تھے،ل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سابق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)دعوت اسلام کو پہلے قبول کر نے والے)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کا شمارنہ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تھااورپ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چچ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بھائ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شخص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آپ سے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تھا۔اس بنا پرمباہلہ کے لئے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پرُ کر نے والاپ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خاندان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تھا کہ جس کو آپ انتخاب کرتے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جہت سے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السلام)کے آنحضرت (ص)سے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پردلالت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کرتاہے۔“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55" w:name="_Toc508103304"/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اعتراض کا جواب</w:t>
      </w:r>
      <w:bookmarkEnd w:id="55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کاجواب چندنکتوں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اجاسکتاہے</w:t>
      </w:r>
      <w:r w:rsidRPr="00CD3FC2">
        <w:rPr>
          <w:rtl/>
        </w:rPr>
        <w:t>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 اس کا کہناہے:”پ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ومانند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 ہے“۔اگرمساو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کا مفہوم و مقصدتمام صفات،من جملہ نبوت و رسالت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ہے۔ل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ہوا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کا اطلاق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ختم نبوت پر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مق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ہے اوراس کے علاوہ </w:t>
      </w: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تمام امور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کے مانند و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ہونا مکمل طورپراپن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اوراس کے اطلاق کو ثابت کرتا ہے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کہ”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نفسنا“کا</w:t>
      </w:r>
      <w:r w:rsidRPr="00CD3FC2">
        <w:rPr>
          <w:rtl/>
        </w:rPr>
        <w:t xml:space="preserve"> لفظ 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لغت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مساوات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اقتضاء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 تا ہے“صح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اگرچہ اس نے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چند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شاہد کے طورپر ذکرک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جن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</w:t>
      </w:r>
      <w:r w:rsidRPr="00A75265">
        <w:rPr>
          <w:rStyle w:val="libArabicChar"/>
          <w:rFonts w:hint="eastAsia"/>
          <w:rtl/>
        </w:rPr>
        <w:t>ا</w:t>
      </w:r>
      <w:r w:rsidRPr="00A75265">
        <w:rPr>
          <w:rStyle w:val="libArabicChar"/>
          <w:rFonts w:hint="cs"/>
          <w:rtl/>
        </w:rPr>
        <w:t>ٴ</w:t>
      </w:r>
      <w:r w:rsidRPr="00A75265">
        <w:rPr>
          <w:rStyle w:val="libArabicChar"/>
          <w:rFonts w:hint="eastAsia"/>
          <w:rtl/>
        </w:rPr>
        <w:t>نفس</w:t>
      </w:r>
      <w:r w:rsidR="00BA57AE" w:rsidRPr="003A13AB">
        <w:rPr>
          <w:rStyle w:val="libArabicChar"/>
          <w:rFonts w:hint="cs"/>
          <w:rtl/>
        </w:rPr>
        <w:t>ه</w:t>
      </w:r>
      <w:r w:rsidRPr="00A75265">
        <w:rPr>
          <w:rStyle w:val="libArabicChar"/>
          <w:rFonts w:hint="cs"/>
          <w:rtl/>
        </w:rPr>
        <w:t>م</w:t>
      </w:r>
      <w:r w:rsidRPr="00A75265">
        <w:rPr>
          <w:rStyle w:val="libArabicChar"/>
          <w:rtl/>
        </w:rPr>
        <w:t xml:space="preserve"> </w:t>
      </w:r>
      <w:r w:rsidRPr="00A75265">
        <w:rPr>
          <w:rStyle w:val="libArabicChar"/>
          <w:rFonts w:hint="cs"/>
          <w:rtl/>
        </w:rPr>
        <w:t>ی</w:t>
      </w:r>
      <w:r w:rsidRPr="00A75265">
        <w:rPr>
          <w:rStyle w:val="libArabicChar"/>
          <w:rFonts w:hint="eastAsia"/>
          <w:rtl/>
        </w:rPr>
        <w:t>اا</w:t>
      </w:r>
      <w:r w:rsidRPr="00A75265">
        <w:rPr>
          <w:rStyle w:val="libArabicChar"/>
          <w:rFonts w:hint="cs"/>
          <w:rtl/>
        </w:rPr>
        <w:t>ٴ</w:t>
      </w:r>
      <w:r w:rsidRPr="00A75265">
        <w:rPr>
          <w:rStyle w:val="libArabicChar"/>
          <w:rFonts w:hint="eastAsia"/>
          <w:rtl/>
        </w:rPr>
        <w:t>نفسکم</w:t>
      </w:r>
      <w:r w:rsidRPr="00CD3FC2">
        <w:rPr>
          <w:rFonts w:hint="eastAsia"/>
          <w:rtl/>
        </w:rPr>
        <w:t>“کا</w:t>
      </w:r>
      <w:r w:rsidRPr="00CD3FC2">
        <w:rPr>
          <w:rtl/>
        </w:rPr>
        <w:t xml:space="preserve"> لفظ استعمال ہوا ہے،حت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ان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مراد ہے۔مثلاًلفظ”</w:t>
      </w:r>
      <w:r w:rsidRPr="00A75265">
        <w:rPr>
          <w:rStyle w:val="libArabicChar"/>
          <w:rtl/>
        </w:rPr>
        <w:t>ولاتلمزوا ا</w:t>
      </w:r>
      <w:r w:rsidRPr="00A75265">
        <w:rPr>
          <w:rStyle w:val="libArabicChar"/>
          <w:rFonts w:hint="cs"/>
          <w:rtl/>
        </w:rPr>
        <w:t>ٴ</w:t>
      </w:r>
      <w:r w:rsidRPr="00A75265">
        <w:rPr>
          <w:rStyle w:val="libArabicChar"/>
          <w:rFonts w:hint="eastAsia"/>
          <w:rtl/>
        </w:rPr>
        <w:t>نفسکم</w:t>
      </w:r>
      <w:r w:rsidRPr="00CD3FC2">
        <w:rPr>
          <w:rFonts w:hint="eastAsia"/>
          <w:rtl/>
        </w:rPr>
        <w:t>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جوئ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 کرو“جب لفظ”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نفس“کا</w:t>
      </w:r>
      <w:r w:rsidRPr="00CD3FC2">
        <w:rPr>
          <w:rtl/>
        </w:rPr>
        <w:t xml:space="preserve"> اطلاق دوسرے افرادپرہوتاہے،تومعن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ںرکھتاہے</w:t>
      </w:r>
      <w:r w:rsidRPr="00CD3FC2">
        <w:rPr>
          <w:rtl/>
        </w:rPr>
        <w:t xml:space="preserve"> وہ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خودع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انسان ہ</w:t>
      </w:r>
      <w:r w:rsidRPr="00CD3FC2">
        <w:rPr>
          <w:rFonts w:hint="eastAsia"/>
          <w:rtl/>
        </w:rPr>
        <w:t>وں</w:t>
      </w:r>
      <w:r w:rsidRPr="00CD3FC2">
        <w:rPr>
          <w:rtl/>
        </w:rPr>
        <w:t>۔ناچاران کے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اورمشابہ ہونے کامقصد مختلف جہتوں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جہت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اور معلوم ہے کہ وہ جہت اس طرح کے استعمالات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مجموعہء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لہ</w:t>
      </w:r>
      <w:r w:rsidRPr="00CD3FC2">
        <w:rPr>
          <w:rtl/>
        </w:rPr>
        <w:t xml:space="preserve"> کے مجموعہ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جزو ہے۔</w:t>
      </w:r>
    </w:p>
    <w:p w:rsidR="00A75265" w:rsidRDefault="00A7526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A75265" w:rsidRPr="00CD3FC2" w:rsidRDefault="00A75265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بناء پران اطلاقات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کالحاظ ہوا ہے 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موجودہے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امر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سے منافات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رکھتاہے اور اگر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پرقر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تومساو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کا قصد مطلق ہے،بغ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راس</w:t>
      </w:r>
      <w:r w:rsidRPr="00CD3FC2">
        <w:rPr>
          <w:rtl/>
        </w:rPr>
        <w:t xml:space="preserve"> کے کہ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اسے خارج کرے۔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۔ابن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 قرابت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رشتہ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نسب سے مر تبط جانا 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دودل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لوں</w:t>
      </w:r>
      <w:r w:rsidRPr="00CD3FC2">
        <w:rPr>
          <w:rtl/>
        </w:rPr>
        <w:t xml:space="preserve"> سے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ہے: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سب</w:t>
      </w:r>
      <w:r w:rsidRPr="00CD3FC2">
        <w:rPr>
          <w:rtl/>
        </w:rPr>
        <w:t xml:space="preserve"> سے پہلے بات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مطلب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”نسائنا ونسا ئکم“سے سازگار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”نسائنا“کا عنوان نسب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رشتہ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ربطہ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رکھتا ہے۔البتہ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حضرت فاطمہ زہراء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دختر گرام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اورآپ سے نسب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قرابت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واضح ہے 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”بنا تنا“ ”ہمار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بٹ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>)جو نسب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قرابت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ہے)کے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ہے،بلکہ ”نساء نا“ک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آئ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ہے،اس لحاظ سے چونکہ حضرت فاطمہ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 xml:space="preserve"> اس خاندان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عورتوں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لئے اس مجموعہ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عورت کہ جو اس لائق ہوکہ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 سکے وجود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</w:t>
      </w:r>
      <w:r w:rsidR="007707B2" w:rsidRPr="00F82107">
        <w:rPr>
          <w:rStyle w:val="libFootnotenumChar"/>
          <w:rFonts w:hint="cs"/>
          <w:rtl/>
        </w:rPr>
        <w:t>(1)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اگرمع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ارقرابت</w:t>
      </w:r>
      <w:r w:rsidRPr="00CD3FC2">
        <w:rPr>
          <w:rtl/>
        </w:rPr>
        <w:t xml:space="preserve"> نسب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رشتہ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چچاحضرت عباس(ع)اس جہت سے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تھے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زمرے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!</w:t>
      </w:r>
    </w:p>
    <w:p w:rsidR="007707B2" w:rsidRPr="007707B2" w:rsidRDefault="007707B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پہلے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7707B2" w:rsidRDefault="007707B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7707B2" w:rsidRPr="00CD3FC2" w:rsidRDefault="007707B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لحاظ سے قرابت،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ہونے سے مرادپ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(ص)سے معنو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قرابت ہے۔جس کاابن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 مجبورہوکراعتراف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اورکہتاہے: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السلام)سابق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اوراول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تھے،اس لحاظ سے دوسروں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آنحضرت (ص)سے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تھے۔“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روسے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ہو نے والے افرادپ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خاص رشتہ دارتھے کہ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رسول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سے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السلام)ہونے کے علاوہ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عنوان کا مالک 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بنائنا“کے</w:t>
      </w:r>
      <w:r w:rsidRPr="00CD3FC2">
        <w:rPr>
          <w:rtl/>
        </w:rPr>
        <w:t xml:space="preserve"> عنوان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اوربعض”نسائنا“کے عنوان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اوربعض دوسرے”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نفسنا“کے</w:t>
      </w:r>
      <w:r w:rsidRPr="00CD3FC2">
        <w:rPr>
          <w:rtl/>
        </w:rPr>
        <w:t xml:space="preserve"> عنوان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وضاحت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واضح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نفسنا“کے</w:t>
      </w:r>
      <w:r w:rsidRPr="00CD3FC2">
        <w:rPr>
          <w:rtl/>
        </w:rPr>
        <w:t xml:space="preserve"> اطلاق سے نسب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رشتہ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تبادر وانصراف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ہوتاہے اورعل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مانندومساو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ناتمام صفات،خصوص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اورعہدوں سے متعلق ہے،مگر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ادپراس</w:t>
      </w:r>
      <w:r w:rsidRPr="00CD3FC2">
        <w:rPr>
          <w:rtl/>
        </w:rPr>
        <w:t xml:space="preserve"> سے خارج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حاضر ہو نے کامقصدواضح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مباہلہ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ہونے والے افرادک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دعارسول خد 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دعاکے برابرتھ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اوران افراد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دعاؤں کا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اثرتھاجوآنحضرت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دعاکاتھااور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مقدس خاندان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بلندوبرترمرتبہ ومقام ہے۔</w:t>
      </w:r>
    </w:p>
    <w:p w:rsidR="007707B2" w:rsidRDefault="007707B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Heading2Center"/>
        <w:rPr>
          <w:rtl/>
        </w:rPr>
      </w:pPr>
      <w:bookmarkStart w:id="56" w:name="_Toc508103305"/>
      <w:r w:rsidRPr="00CD3FC2">
        <w:rPr>
          <w:rFonts w:hint="eastAsia"/>
          <w:rtl/>
        </w:rPr>
        <w:lastRenderedPageBreak/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سراباب</w:t>
      </w:r>
      <w:r w:rsidRPr="00CD3FC2">
        <w:rPr>
          <w:rtl/>
        </w:rPr>
        <w:t>:</w:t>
      </w:r>
      <w:bookmarkEnd w:id="56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Heading2Center"/>
        <w:rPr>
          <w:rtl/>
        </w:rPr>
      </w:pPr>
      <w:bookmarkStart w:id="57" w:name="_Toc508103306"/>
      <w:r w:rsidRPr="00CD3FC2">
        <w:rPr>
          <w:rFonts w:hint="eastAsia"/>
          <w:rtl/>
        </w:rPr>
        <w:t>امامت،آ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>میں</w:t>
      </w:r>
      <w:bookmarkEnd w:id="57"/>
      <w:r w:rsidR="00A96ED8">
        <w:rPr>
          <w:rtl/>
        </w:rPr>
        <w:t xml:space="preserve"> </w:t>
      </w:r>
      <w:r w:rsidRPr="00CD3FC2">
        <w:rPr>
          <w:rtl/>
        </w:rPr>
        <w:t xml:space="preserve"> 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0B693F" w:rsidRPr="00B76D20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ا</w:t>
      </w:r>
      <w:r w:rsidR="00E17DF7" w:rsidRPr="00A2246E">
        <w:rPr>
          <w:rStyle w:val="libAieChar"/>
          <w:rtl/>
        </w:rPr>
        <w:t xml:space="preserve"> ا</w:t>
      </w:r>
      <w:r w:rsidR="00E17DF7" w:rsidRPr="00A2246E">
        <w:rPr>
          <w:rStyle w:val="libAieChar"/>
          <w:rFonts w:hint="cs"/>
          <w:rtl/>
        </w:rPr>
        <w:t>ٴیّ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Fonts w:hint="cs"/>
          <w:rtl/>
        </w:rPr>
        <w:t>ا</w:t>
      </w:r>
      <w:r w:rsidR="00E17DF7" w:rsidRPr="00A2246E">
        <w:rPr>
          <w:rStyle w:val="libAieChar"/>
          <w:rtl/>
        </w:rPr>
        <w:t xml:space="preserve"> الّذ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ن</w:t>
      </w:r>
      <w:r w:rsidR="00E17DF7" w:rsidRPr="00A2246E">
        <w:rPr>
          <w:rStyle w:val="libAieChar"/>
          <w:rtl/>
        </w:rPr>
        <w:t xml:space="preserve"> آمنوا 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ط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عوا</w:t>
      </w:r>
      <w:r w:rsidR="00E17DF7" w:rsidRPr="00A2246E">
        <w:rPr>
          <w:rStyle w:val="libAieChar"/>
          <w:rtl/>
        </w:rPr>
        <w:t xml:space="preserve"> اللَّ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Fonts w:hint="cs"/>
          <w:rtl/>
        </w:rPr>
        <w:t xml:space="preserve"> و اٴ</w:t>
      </w:r>
      <w:r w:rsidR="00E17DF7" w:rsidRPr="00A2246E">
        <w:rPr>
          <w:rStyle w:val="libAieChar"/>
          <w:rFonts w:hint="eastAsia"/>
          <w:rtl/>
        </w:rPr>
        <w:t>ط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عوا</w:t>
      </w:r>
      <w:r w:rsidR="00E17DF7" w:rsidRPr="00A2246E">
        <w:rPr>
          <w:rStyle w:val="libAieChar"/>
          <w:rtl/>
        </w:rPr>
        <w:t xml:space="preserve"> الرسول واول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tl/>
        </w:rPr>
        <w:t xml:space="preserve"> الا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مر</w:t>
      </w:r>
      <w:r w:rsidR="00E17DF7" w:rsidRPr="00A2246E">
        <w:rPr>
          <w:rStyle w:val="libAieChar"/>
          <w:rtl/>
        </w:rPr>
        <w:t xml:space="preserve"> منکم فإن تنازعتم ف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tl/>
        </w:rPr>
        <w:t xml:space="preserve"> ش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ءٍ</w:t>
      </w:r>
      <w:r w:rsidR="00E17DF7" w:rsidRPr="00A2246E">
        <w:rPr>
          <w:rStyle w:val="libAieChar"/>
          <w:rtl/>
        </w:rPr>
        <w:t xml:space="preserve"> فردو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Fonts w:hint="cs"/>
          <w:rtl/>
        </w:rPr>
        <w:t xml:space="preserve"> إلی</w:t>
      </w:r>
      <w:r w:rsidR="00E17DF7" w:rsidRPr="00A2246E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Fonts w:hint="cs"/>
          <w:rtl/>
        </w:rPr>
        <w:t xml:space="preserve"> و الرّسول إن کنتم تؤمنون با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Fonts w:hint="cs"/>
          <w:rtl/>
        </w:rPr>
        <w:t xml:space="preserve"> و الی</w:t>
      </w:r>
      <w:r w:rsidR="00E17DF7" w:rsidRPr="00A2246E">
        <w:rPr>
          <w:rStyle w:val="libAieChar"/>
          <w:rFonts w:hint="eastAsia"/>
          <w:rtl/>
        </w:rPr>
        <w:t>وم</w:t>
      </w:r>
      <w:r w:rsidR="00E17DF7" w:rsidRPr="00A2246E">
        <w:rPr>
          <w:rStyle w:val="libAieChar"/>
          <w:rtl/>
        </w:rPr>
        <w:t xml:space="preserve"> الا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خر،</w:t>
      </w:r>
      <w:r w:rsidR="00E17DF7" w:rsidRPr="00A2246E">
        <w:rPr>
          <w:rStyle w:val="libAieChar"/>
          <w:rtl/>
        </w:rPr>
        <w:t xml:space="preserve"> ذلک خ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ر</w:t>
      </w:r>
      <w:r w:rsidR="00E17DF7" w:rsidRPr="00A2246E">
        <w:rPr>
          <w:rStyle w:val="libAieChar"/>
          <w:rtl/>
        </w:rPr>
        <w:t xml:space="preserve"> و 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حسن</w:t>
      </w:r>
      <w:r w:rsidR="00E17DF7" w:rsidRPr="00A2246E">
        <w:rPr>
          <w:rStyle w:val="libAieChar"/>
          <w:rtl/>
        </w:rPr>
        <w:t xml:space="preserve"> تا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و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لاً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0B693F" w:rsidRPr="00B76D20">
        <w:rPr>
          <w:rtl/>
        </w:rPr>
        <w:t xml:space="preserve"> </w:t>
      </w:r>
      <w:r>
        <w:rPr>
          <w:rtl/>
        </w:rPr>
        <w:t xml:space="preserve"> </w:t>
      </w:r>
      <w:r w:rsidR="000B693F" w:rsidRPr="00B76D20">
        <w:rPr>
          <w:rtl/>
        </w:rPr>
        <w:t xml:space="preserve"> (نساء/۵۹)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”اے</w:t>
      </w:r>
      <w:r w:rsidRPr="00CD3FC2">
        <w:rPr>
          <w:rtl/>
        </w:rPr>
        <w:t xml:space="preserve"> صاحبان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>!اللہ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کرورسول اوراولوالامرک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کرو جوتمھ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پھراگرآپس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اختلاف ہوجائے تواسے خدااوررسول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پلٹادواگرتم اللہ اورروزآخرت پرا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رکھنے والے ہو۔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تمھارے حق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راورانجام</w:t>
      </w:r>
      <w:r w:rsidRPr="00CD3FC2">
        <w:rPr>
          <w:rtl/>
        </w:rPr>
        <w:t xml:space="preserve"> کے اعتبارسے بہتر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بات ہے۔“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خداوندمتعال</w:t>
      </w:r>
      <w:r w:rsidRPr="00CD3FC2">
        <w:rPr>
          <w:rtl/>
        </w:rPr>
        <w:t xml:space="preserve"> نے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خطاب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اطاعت،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اوراول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کرنے کاحکم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واضح ہے کہ پہلے مرحلہ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خداوندمتعال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اطاعت،ان احکام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کہ جوخداوندمتعال 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نازل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ان احکام کولوگوں تک پہنچا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حکم: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2246E">
        <w:rPr>
          <w:rStyle w:val="libAieChar"/>
          <w:rtl/>
        </w:rPr>
        <w:t>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ق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مواالصلوٰ</w:t>
      </w:r>
      <w:r w:rsidR="00E17DF7" w:rsidRPr="00A2246E">
        <w:rPr>
          <w:rStyle w:val="libAieChar"/>
          <w:rtl/>
        </w:rPr>
        <w:t xml:space="preserve"> ةوآتواالزکوٰة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فرام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دو ح</w:t>
      </w:r>
      <w:r w:rsidRPr="00CD3FC2">
        <w:rPr>
          <w:rFonts w:hint="cs"/>
          <w:rtl/>
        </w:rPr>
        <w:t>ی</w:t>
      </w:r>
      <w:r w:rsidRPr="00CD3FC2">
        <w:rPr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ممکن ہے 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۔وہ فرمان جوسنّت کے عنوان سے آنحضرت)ص)کے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ہم تک پہنچے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اوامراگرچہ احکام الٰہ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پر بصورت وح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نازل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لوگوں کے لئے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جن مواقع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اوامر”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مرکم</w:t>
      </w:r>
      <w:r w:rsidRPr="00CD3FC2">
        <w:rPr>
          <w:rtl/>
        </w:rPr>
        <w:t xml:space="preserve"> بکذااو</w:t>
      </w:r>
      <w:r w:rsidR="008F5E30">
        <w:rPr>
          <w:rtl/>
        </w:rPr>
        <w:t>ا</w:t>
      </w:r>
      <w:r w:rsidRPr="00CD3FC2">
        <w:rPr>
          <w:rFonts w:hint="eastAsia"/>
          <w:rtl/>
        </w:rPr>
        <w:t>نّہاکم</w:t>
      </w:r>
      <w:r w:rsidRPr="00CD3FC2">
        <w:rPr>
          <w:rtl/>
        </w:rPr>
        <w:t xml:space="preserve"> من ہذا“)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 کو اس امرکا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</w:t>
      </w:r>
      <w:r w:rsidRPr="00CD3FC2">
        <w:rPr>
          <w:rtl/>
        </w:rPr>
        <w:t xml:space="preserve"> ہوں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ااس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زسے</w:t>
      </w:r>
      <w:r w:rsidRPr="00CD3FC2">
        <w:rPr>
          <w:rtl/>
        </w:rPr>
        <w:t xml:space="preserve"> منع کرتاہوں)ک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رکے</w:t>
      </w:r>
      <w:r w:rsidRPr="00CD3FC2">
        <w:rPr>
          <w:rtl/>
        </w:rPr>
        <w:t xml:space="preserve"> ساتھ ہوں)کہ فقہ کے باب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بہت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)ان اوامراورنواہ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کوخودآنحضرت (ص)کے اوامر ونواح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سکتا ہے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کے طور پر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 عت آنحضرت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،چونکہ</w:t>
      </w:r>
      <w:r w:rsidRPr="00CD3FC2">
        <w:rPr>
          <w:rtl/>
        </w:rPr>
        <w:t xml:space="preserve"> مذکورہ احکام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لئے ان احکام پرعمل کرنا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ہوگ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۔وہ فرمان،جوآنحضرت)ص)نے مسلمانوں کے لئے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اورحاکم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وہ احکام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جوتبل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</w:t>
      </w:r>
      <w:r w:rsidRPr="00CD3FC2">
        <w:rPr>
          <w:rtl/>
        </w:rPr>
        <w:t xml:space="preserve"> الہ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عنوان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ںرکھتے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بلکہ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اس لحاظ سے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آپ مسلمانوں کے 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،سرپرست</w:t>
      </w:r>
      <w:r w:rsidRPr="00CD3FC2">
        <w:rPr>
          <w:rtl/>
        </w:rPr>
        <w:t xml:space="preserve"> اورحاکم تھے،ج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جنگ وصلح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زحکومت</w:t>
      </w:r>
      <w:r w:rsidRPr="00CD3FC2">
        <w:rPr>
          <w:rtl/>
        </w:rPr>
        <w:t xml:space="preserve"> اسلام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کوادارہ کرنے اورامت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است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کئے جا نے والے ف</w:t>
      </w:r>
      <w:r w:rsidRPr="00CD3FC2">
        <w:rPr>
          <w:rFonts w:hint="eastAsia"/>
          <w:rtl/>
        </w:rPr>
        <w:t>رام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۔</w:t>
      </w:r>
    </w:p>
    <w:p w:rsidR="00A2246E" w:rsidRDefault="00A2246E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2246E">
        <w:rPr>
          <w:rStyle w:val="libAieChar"/>
          <w:rtl/>
        </w:rPr>
        <w:t>وا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ط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عواالرّسول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کاجملہ مذکورہ دونوں قسم کے فرمانوں پرمشتمل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58" w:name="_Toc508103307"/>
      <w:r w:rsidRPr="00CD3FC2">
        <w:rPr>
          <w:rFonts w:hint="eastAsia"/>
          <w:rtl/>
        </w:rPr>
        <w:t>تمام</w:t>
      </w:r>
      <w:r w:rsidRPr="00CD3FC2">
        <w:rPr>
          <w:rtl/>
        </w:rPr>
        <w:t xml:space="preserve"> اوامرونواہ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</w:t>
      </w:r>
      <w:bookmarkEnd w:id="5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کوثابت کرنے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 کلام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شدہ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دلائل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نظر،آنحضرت (ص)ہر ش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سے منع کرنے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معصوم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۔آپ(ع)نہ صرف معص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وگناہ کا حکم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ں،بلکہ</w:t>
      </w:r>
      <w:r w:rsidRPr="00CD3FC2">
        <w:rPr>
          <w:rtl/>
        </w:rPr>
        <w:t xml:space="preserve"> آنحضرت (ص)،امرونہ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خطا کر نے 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محفوظ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مشاہدہ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مطلق اورکس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دوشرط</w:t>
      </w:r>
      <w:r w:rsidRPr="00CD3FC2">
        <w:rPr>
          <w:rtl/>
        </w:rPr>
        <w:t xml:space="preserve">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 اگرآنحضرت (ص)کے امرونہ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کرنے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خطاممکن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ااس</w:t>
      </w:r>
      <w:r w:rsidRPr="00CD3FC2">
        <w:rPr>
          <w:rtl/>
        </w:rPr>
        <w:t xml:space="preserve"> قسم کااحتمال ہوتا تو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کا حکم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و شرط کے ساتھ ہوتا اورخ</w:t>
      </w:r>
      <w:r w:rsidRPr="00CD3FC2">
        <w:rPr>
          <w:rFonts w:hint="eastAsia"/>
          <w:rtl/>
        </w:rPr>
        <w:t>اص</w:t>
      </w:r>
      <w:r w:rsidRPr="00CD3FC2">
        <w:rPr>
          <w:rtl/>
        </w:rPr>
        <w:t xml:space="preserve"> مواقع سے مربوط ہوتا۔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ماں</w:t>
      </w:r>
      <w:r w:rsidRPr="00CD3FC2">
        <w:rPr>
          <w:rtl/>
        </w:rPr>
        <w:t xml:space="preserve"> باپ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مسائل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،کہ</w:t>
      </w:r>
      <w:r w:rsidRPr="00CD3FC2">
        <w:rPr>
          <w:rtl/>
        </w:rPr>
        <w:t xml:space="preserve"> 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سے بہت کم 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جب خدائے متعال والد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کرنے کاحکم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کرتا ہے، تو فرماتا ہے: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2246E">
        <w:rPr>
          <w:rStyle w:val="libAieChar"/>
          <w:rtl/>
        </w:rPr>
        <w:t>و وصّ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نا</w:t>
      </w:r>
      <w:r w:rsidR="00E17DF7" w:rsidRPr="00A2246E">
        <w:rPr>
          <w:rStyle w:val="libAieChar"/>
          <w:rtl/>
        </w:rPr>
        <w:t xml:space="preserve"> الا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نسان</w:t>
      </w:r>
      <w:r w:rsidR="00E17DF7" w:rsidRPr="00A2246E">
        <w:rPr>
          <w:rStyle w:val="libAieChar"/>
          <w:rtl/>
        </w:rPr>
        <w:t xml:space="preserve"> بوالد</w:t>
      </w:r>
      <w:r w:rsidR="00E17DF7" w:rsidRPr="00A2246E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tl/>
        </w:rPr>
        <w:t xml:space="preserve"> حسناً و إن جا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Fonts w:hint="cs"/>
          <w:rtl/>
        </w:rPr>
        <w:t>دک لتشرک بی</w:t>
      </w:r>
      <w:r w:rsidR="00E17DF7" w:rsidRPr="00A2246E">
        <w:rPr>
          <w:rStyle w:val="libAieChar"/>
          <w:rtl/>
        </w:rPr>
        <w:t xml:space="preserve"> مال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سلک</w:t>
      </w:r>
      <w:r w:rsidR="00E17DF7" w:rsidRPr="00A2246E">
        <w:rPr>
          <w:rStyle w:val="libAieChar"/>
          <w:rtl/>
        </w:rPr>
        <w:t xml:space="preserve"> ب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Fonts w:hint="cs"/>
          <w:rtl/>
        </w:rPr>
        <w:t xml:space="preserve"> علم فلا </w:t>
      </w:r>
      <w:r w:rsidR="00E17DF7" w:rsidRPr="00A2246E">
        <w:rPr>
          <w:rStyle w:val="libAieChar"/>
          <w:rtl/>
        </w:rPr>
        <w:t>تطع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Fonts w:hint="cs"/>
          <w:rtl/>
        </w:rPr>
        <w:t>ما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B693F" w:rsidRPr="00B76D20">
        <w:rPr>
          <w:rtl/>
        </w:rPr>
        <w:t xml:space="preserve"> (عنکبوت/۸)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”اورہم</w:t>
      </w:r>
      <w:r w:rsidRPr="00CD3FC2">
        <w:rPr>
          <w:rtl/>
        </w:rPr>
        <w:t xml:space="preserve"> نے انسان کوماں باپ کے ساتھ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برتاؤکرنے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اوربتا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اگروہ تم کوم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پرمجبورکر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جس کہ کاتمھ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علم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توخبرداران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نہ کرنا۔“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جب</w:t>
      </w:r>
      <w:r w:rsidRPr="00CD3FC2">
        <w:rPr>
          <w:rtl/>
        </w:rPr>
        <w:t xml:space="preserve"> احتمال ہوکہ والد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شرک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توشرک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کرنے سے منع فرماتاہے،ل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2246E">
        <w:rPr>
          <w:rStyle w:val="libAieChar"/>
          <w:rtl/>
        </w:rPr>
        <w:t>اُول</w:t>
      </w:r>
      <w:r w:rsidR="00E17DF7" w:rsidRPr="00A2246E">
        <w:rPr>
          <w:rStyle w:val="libAieChar"/>
          <w:rFonts w:hint="cs"/>
          <w:rtl/>
        </w:rPr>
        <w:t>یّ</w:t>
      </w:r>
      <w:r w:rsidR="00E17DF7" w:rsidRPr="00A2246E">
        <w:rPr>
          <w:rStyle w:val="libAieChar"/>
          <w:rtl/>
        </w:rPr>
        <w:t xml:space="preserve"> الا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مر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دوشرط</w:t>
      </w:r>
      <w:r w:rsidRPr="00CD3FC2">
        <w:rPr>
          <w:rtl/>
        </w:rPr>
        <w:t xml:space="preserve"> سے محدودنہ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دوشرط</w:t>
      </w:r>
      <w:r w:rsidRPr="00CD3FC2">
        <w:rPr>
          <w:rtl/>
        </w:rPr>
        <w:t xml:space="preserve">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دکرنے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اورنکتہ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متعددآ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خداوندمتعال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ساتھ اورلفظ”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تکرارکے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رذکرہوئ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2246E">
        <w:rPr>
          <w:rStyle w:val="libAieChar"/>
          <w:rtl/>
        </w:rPr>
        <w:t>وا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ط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عوااللّٰ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tl/>
        </w:rPr>
        <w:t xml:space="preserve"> والرّسول لعلّکم ترح</w:t>
      </w:r>
      <w:r w:rsidR="00E17DF7" w:rsidRPr="00A2246E">
        <w:rPr>
          <w:rStyle w:val="libAieChar"/>
          <w:rFonts w:hint="eastAsia"/>
          <w:rtl/>
        </w:rPr>
        <w:t>مون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”خدااوررسول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کروتاکہ موردرحمت قرارپاؤ “مذکورہ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صرف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لفظ”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عوا“کاخدااورپ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غمبردونوں</w:t>
      </w:r>
      <w:r w:rsidRPr="00CD3FC2">
        <w:rPr>
          <w:rtl/>
        </w:rPr>
        <w:t xml:space="preserve"> کے لئے استعمال ہونا اس کا مطلب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کا واجب ہوناخداک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واجب ہونے کے مانندہے۔اس بناء پرپ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امرپراطاعت کرناقطع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طورپراطلاق رکھتا ہے اورناقابل شک وشبہ ہے۔</w:t>
      </w:r>
    </w:p>
    <w:p w:rsidR="00A2246E" w:rsidRDefault="00A2246E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59" w:name="_Toc508103308"/>
      <w:r w:rsidRPr="00CD3FC2">
        <w:rPr>
          <w:rtl/>
        </w:rPr>
        <w:t>اُولوالاامرک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</w:t>
      </w:r>
      <w:bookmarkEnd w:id="5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ائمہ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و عصمت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ةمذکورہ</w:t>
      </w:r>
      <w:r w:rsidRPr="00CD3FC2">
        <w:rPr>
          <w:rtl/>
        </w:rPr>
        <w:t xml:space="preserve"> سے استفادہ کر نے کے لئے مندرجہ چندابعادپرتوجہ کرناضرور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tl/>
        </w:rPr>
        <w:t>۔اولوالامرکامفہوم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 xml:space="preserve">۔اولوالامرکامصداق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۔اولوالامراو 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”منزلت“حد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ث”اطاعت“اورحد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ث”ثقل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اورسن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اولوالامرکے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60" w:name="_Toc508103309"/>
      <w:r w:rsidRPr="00CD3FC2">
        <w:rPr>
          <w:rFonts w:hint="eastAsia"/>
          <w:rtl/>
        </w:rPr>
        <w:t>اولوالامرکامفہوم</w:t>
      </w:r>
      <w:bookmarkEnd w:id="6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اولو</w:t>
      </w:r>
      <w:r w:rsidRPr="00CD3FC2">
        <w:rPr>
          <w:rtl/>
        </w:rPr>
        <w:t xml:space="preserve"> الامر کا عنوان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مرکب مفہوم پرمشتمل ہے۔اس جہت سے پہلے لفظ”اولوا“ اور پھر لفظ ”الامر“پرتوجہ کرن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چاہئے: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اصطلاح”اولوا“صاحب</w:t>
      </w:r>
      <w:r w:rsidRPr="00CD3FC2">
        <w:rPr>
          <w:rtl/>
        </w:rPr>
        <w:t xml:space="preserve"> اور مالک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اورلفظ”امر“دومعن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”فرمان“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دوسرا”شان اورکام“کے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۔”شان وکام“کامعن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واضح اور روشن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سورئہ نساء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ہواہے:</w:t>
      </w:r>
    </w:p>
    <w:p w:rsidR="000B693F" w:rsidRPr="00B76D20" w:rsidRDefault="00E17DF7" w:rsidP="00107A46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A2246E">
        <w:rPr>
          <w:rStyle w:val="libAieChar"/>
          <w:rFonts w:hint="eastAsia"/>
          <w:rtl/>
        </w:rPr>
        <w:t>و</w:t>
      </w:r>
      <w:r w:rsidRPr="00A2246E">
        <w:rPr>
          <w:rStyle w:val="libAieChar"/>
          <w:rtl/>
        </w:rPr>
        <w:t xml:space="preserve"> إذجاء </w:t>
      </w:r>
      <w:r w:rsidRPr="00BA57AE">
        <w:rPr>
          <w:rStyle w:val="libAieChar"/>
          <w:rFonts w:hint="cs"/>
          <w:rtl/>
        </w:rPr>
        <w:t>ه</w:t>
      </w:r>
      <w:r w:rsidRPr="00A2246E">
        <w:rPr>
          <w:rStyle w:val="libAieChar"/>
          <w:rFonts w:hint="cs"/>
          <w:rtl/>
        </w:rPr>
        <w:t>م اٴ</w:t>
      </w:r>
      <w:r w:rsidRPr="00A2246E">
        <w:rPr>
          <w:rStyle w:val="libAieChar"/>
          <w:rFonts w:hint="eastAsia"/>
          <w:rtl/>
        </w:rPr>
        <w:t>مر</w:t>
      </w:r>
      <w:r w:rsidRPr="00A2246E">
        <w:rPr>
          <w:rStyle w:val="libAieChar"/>
          <w:rtl/>
        </w:rPr>
        <w:t xml:space="preserve"> من الا</w:t>
      </w:r>
      <w:r w:rsidRPr="00A2246E">
        <w:rPr>
          <w:rStyle w:val="libAieChar"/>
          <w:rFonts w:hint="cs"/>
          <w:rtl/>
        </w:rPr>
        <w:t>ٴ</w:t>
      </w:r>
      <w:r w:rsidRPr="00A2246E">
        <w:rPr>
          <w:rStyle w:val="libAieChar"/>
          <w:rFonts w:hint="eastAsia"/>
          <w:rtl/>
        </w:rPr>
        <w:t>من</w:t>
      </w:r>
      <w:r w:rsidRPr="00A2246E">
        <w:rPr>
          <w:rStyle w:val="libAieChar"/>
          <w:rtl/>
        </w:rPr>
        <w:t xml:space="preserve"> ا</w:t>
      </w:r>
      <w:r w:rsidRPr="00A2246E">
        <w:rPr>
          <w:rStyle w:val="libAieChar"/>
          <w:rFonts w:hint="cs"/>
          <w:rtl/>
        </w:rPr>
        <w:t>ٴ</w:t>
      </w:r>
      <w:r w:rsidRPr="00A2246E">
        <w:rPr>
          <w:rStyle w:val="libAieChar"/>
          <w:rFonts w:hint="eastAsia"/>
          <w:rtl/>
        </w:rPr>
        <w:t>و</w:t>
      </w:r>
      <w:r w:rsidRPr="00A2246E">
        <w:rPr>
          <w:rStyle w:val="libAieChar"/>
          <w:rtl/>
        </w:rPr>
        <w:t xml:space="preserve"> الخوف ا</w:t>
      </w:r>
      <w:r w:rsidRPr="00A2246E">
        <w:rPr>
          <w:rStyle w:val="libAieChar"/>
          <w:rFonts w:hint="cs"/>
          <w:rtl/>
        </w:rPr>
        <w:t>ٴ</w:t>
      </w:r>
      <w:r w:rsidRPr="00A2246E">
        <w:rPr>
          <w:rStyle w:val="libAieChar"/>
          <w:rFonts w:hint="eastAsia"/>
          <w:rtl/>
        </w:rPr>
        <w:t>ذاعوا</w:t>
      </w:r>
      <w:r w:rsidRPr="00A2246E">
        <w:rPr>
          <w:rStyle w:val="libAieChar"/>
          <w:rtl/>
        </w:rPr>
        <w:t xml:space="preserve"> ب</w:t>
      </w:r>
      <w:r w:rsidRPr="00BA57AE">
        <w:rPr>
          <w:rStyle w:val="libAieChar"/>
          <w:rFonts w:hint="cs"/>
          <w:rtl/>
        </w:rPr>
        <w:t>ه</w:t>
      </w:r>
      <w:r w:rsidRPr="00A2246E">
        <w:rPr>
          <w:rStyle w:val="libAieChar"/>
          <w:rFonts w:hint="cs"/>
          <w:rtl/>
        </w:rPr>
        <w:t xml:space="preserve"> و لوردّو</w:t>
      </w:r>
      <w:r w:rsidRPr="00BA57AE">
        <w:rPr>
          <w:rStyle w:val="libAieChar"/>
          <w:rFonts w:hint="cs"/>
          <w:rtl/>
        </w:rPr>
        <w:t>ه</w:t>
      </w:r>
      <w:r w:rsidRPr="00A2246E">
        <w:rPr>
          <w:rStyle w:val="libAieChar"/>
          <w:rFonts w:hint="cs"/>
          <w:rtl/>
        </w:rPr>
        <w:t xml:space="preserve"> إلی</w:t>
      </w:r>
      <w:r w:rsidRPr="00A2246E">
        <w:rPr>
          <w:rStyle w:val="libAieChar"/>
          <w:rtl/>
        </w:rPr>
        <w:t xml:space="preserve"> الرّسول و إل</w:t>
      </w:r>
      <w:r w:rsidRPr="00A2246E">
        <w:rPr>
          <w:rStyle w:val="libAieChar"/>
          <w:rFonts w:hint="cs"/>
          <w:rtl/>
        </w:rPr>
        <w:t>ی</w:t>
      </w:r>
      <w:r w:rsidRPr="00A2246E">
        <w:rPr>
          <w:rStyle w:val="libAieChar"/>
          <w:rtl/>
        </w:rPr>
        <w:t xml:space="preserve"> ا</w:t>
      </w:r>
      <w:r w:rsidRPr="00A2246E">
        <w:rPr>
          <w:rStyle w:val="libAieChar"/>
          <w:rFonts w:hint="cs"/>
          <w:rtl/>
        </w:rPr>
        <w:t>ٴ</w:t>
      </w:r>
      <w:r w:rsidRPr="00A2246E">
        <w:rPr>
          <w:rStyle w:val="libAieChar"/>
          <w:rFonts w:hint="eastAsia"/>
          <w:rtl/>
        </w:rPr>
        <w:t>ول</w:t>
      </w:r>
      <w:r w:rsidRPr="00A2246E">
        <w:rPr>
          <w:rStyle w:val="libAieChar"/>
          <w:rFonts w:hint="cs"/>
          <w:rtl/>
        </w:rPr>
        <w:t>ی</w:t>
      </w:r>
      <w:r w:rsidRPr="00A2246E">
        <w:rPr>
          <w:rStyle w:val="libAieChar"/>
          <w:rtl/>
        </w:rPr>
        <w:t xml:space="preserve"> الا</w:t>
      </w:r>
      <w:r w:rsidRPr="00A2246E">
        <w:rPr>
          <w:rStyle w:val="libAieChar"/>
          <w:rFonts w:hint="cs"/>
          <w:rtl/>
        </w:rPr>
        <w:t>ٴ</w:t>
      </w:r>
      <w:r w:rsidRPr="00A2246E">
        <w:rPr>
          <w:rStyle w:val="libAieChar"/>
          <w:rFonts w:hint="eastAsia"/>
          <w:rtl/>
        </w:rPr>
        <w:t>مر</w:t>
      </w:r>
      <w:r w:rsidRPr="00A2246E">
        <w:rPr>
          <w:rStyle w:val="libAieChar"/>
          <w:rtl/>
        </w:rPr>
        <w:t xml:space="preserve"> من</w:t>
      </w:r>
      <w:r w:rsidRPr="00BA57AE">
        <w:rPr>
          <w:rStyle w:val="libAieChar"/>
          <w:rFonts w:hint="cs"/>
          <w:rtl/>
        </w:rPr>
        <w:t>ه</w:t>
      </w:r>
      <w:r w:rsidRPr="00A2246E">
        <w:rPr>
          <w:rStyle w:val="libAieChar"/>
          <w:rFonts w:hint="cs"/>
          <w:rtl/>
        </w:rPr>
        <w:t>م لعلم</w:t>
      </w:r>
      <w:r w:rsidRPr="00BA57AE">
        <w:rPr>
          <w:rStyle w:val="libAieChar"/>
          <w:rFonts w:hint="cs"/>
          <w:rtl/>
        </w:rPr>
        <w:t>ه</w:t>
      </w:r>
      <w:r w:rsidRPr="00A2246E">
        <w:rPr>
          <w:rStyle w:val="libAieChar"/>
          <w:rFonts w:hint="cs"/>
          <w:rtl/>
        </w:rPr>
        <w:t xml:space="preserve"> الذی</w:t>
      </w:r>
      <w:r w:rsidRPr="00A2246E">
        <w:rPr>
          <w:rStyle w:val="libAieChar"/>
          <w:rFonts w:hint="eastAsia"/>
          <w:rtl/>
        </w:rPr>
        <w:t>ن</w:t>
      </w:r>
      <w:r w:rsidRPr="00A2246E">
        <w:rPr>
          <w:rStyle w:val="libAieChar"/>
          <w:rtl/>
        </w:rPr>
        <w:t xml:space="preserve"> </w:t>
      </w:r>
      <w:r w:rsidRPr="00A2246E">
        <w:rPr>
          <w:rStyle w:val="libAieChar"/>
          <w:rFonts w:hint="cs"/>
          <w:rtl/>
        </w:rPr>
        <w:t>ی</w:t>
      </w:r>
      <w:r w:rsidRPr="00A2246E">
        <w:rPr>
          <w:rStyle w:val="libAieChar"/>
          <w:rFonts w:hint="eastAsia"/>
          <w:rtl/>
        </w:rPr>
        <w:t>ستنبطون</w:t>
      </w:r>
      <w:r w:rsidRPr="00BA57AE">
        <w:rPr>
          <w:rStyle w:val="libAieChar"/>
          <w:rFonts w:hint="cs"/>
          <w:rtl/>
        </w:rPr>
        <w:t>ه</w:t>
      </w:r>
      <w:r w:rsidRPr="00A2246E">
        <w:rPr>
          <w:rStyle w:val="libAieChar"/>
          <w:rtl/>
        </w:rPr>
        <w:t xml:space="preserve"> من</w:t>
      </w:r>
      <w:r w:rsidRPr="00BA57AE">
        <w:rPr>
          <w:rStyle w:val="libAieChar"/>
          <w:rFonts w:hint="cs"/>
          <w:rtl/>
        </w:rPr>
        <w:t>ه</w:t>
      </w:r>
      <w:r w:rsidRPr="00A2246E">
        <w:rPr>
          <w:rStyle w:val="libAieChar"/>
          <w:rFonts w:hint="cs"/>
          <w:rtl/>
        </w:rPr>
        <w:t>م</w:t>
      </w: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B693F" w:rsidRPr="00B76D20">
        <w:rPr>
          <w:rtl/>
        </w:rPr>
        <w:t>۔۔(نساء/۸۳)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”اورجب</w:t>
      </w:r>
      <w:r w:rsidRPr="00CD3FC2">
        <w:rPr>
          <w:rtl/>
        </w:rPr>
        <w:t xml:space="preserve"> ان کے پاس امن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اخوف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خبرآت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توفوراًنشرکرد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حالانکہ اگررسولاورصاحبان 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توان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افراد تھے کہ جوحق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حال کاعلم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داکرل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>-</w:t>
      </w:r>
      <w:r w:rsidRPr="00CD3FC2">
        <w:rPr>
          <w:rFonts w:hint="cs"/>
          <w:rtl/>
        </w:rPr>
        <w:t>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دوسرامعن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مقصودہے،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جولوگ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اموراوراس کے مختلف حالتوں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الامر“کالفظ مورد بحث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واضح ہوجاتاہے۔</w:t>
      </w:r>
    </w:p>
    <w:p w:rsidR="00A2246E" w:rsidRDefault="00A2246E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lastRenderedPageBreak/>
        <w:t>مورد</w:t>
      </w:r>
      <w:r w:rsidRPr="00CD3FC2">
        <w:rPr>
          <w:rtl/>
        </w:rPr>
        <w:t xml:space="preserve"> نظرآ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اولوالامرکے مفہوم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ہم اس نکتہ تک پہنچ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کہ”اولوالامر“کا لفظ صرف ان لوگوں کو شامل ہے جو در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فطر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طورپرامورک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ارہونے</w:t>
      </w:r>
      <w:r w:rsidRPr="00CD3FC2">
        <w:rPr>
          <w:rtl/>
        </w:rPr>
        <w:t xml:space="preserve"> کے لائق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اورچونکہ خداوندمتعال ذات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طورپرصاحب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ارہے</w:t>
      </w:r>
      <w:r w:rsidRPr="00CD3FC2">
        <w:rPr>
          <w:rtl/>
        </w:rPr>
        <w:t xml:space="preserve"> اورتمام امور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</w:t>
      </w:r>
      <w:r w:rsidRPr="00CD3FC2">
        <w:rPr>
          <w:rFonts w:hint="eastAsia"/>
          <w:rtl/>
        </w:rPr>
        <w:t>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اررکھتاہے،اس</w:t>
      </w:r>
      <w:r w:rsidRPr="00CD3FC2">
        <w:rPr>
          <w:rtl/>
        </w:rPr>
        <w:t xml:space="preserve"> لئے اس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عطاک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۔خواہ اگربظاہرانھ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عہدے سے محروم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ہو،نہ ان لوگوں کوجوزوروزبردست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اورناحق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سے مسلط ہوکرلوگوں کے حکمران بن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لئے کہ صا حب خانہ وہ ہے جوحق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کامالک ہو چا ہے وہ غصب 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ہو،نہ کہ وہ شخص جس نے زورو زبر دست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امکروفر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سے اس گھرپرقبضہ 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A2246E" w:rsidRPr="00CD3FC2" w:rsidRDefault="00A2246E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61" w:name="_Toc508103310"/>
      <w:r w:rsidRPr="00CD3FC2">
        <w:rPr>
          <w:rFonts w:hint="eastAsia"/>
          <w:rtl/>
        </w:rPr>
        <w:t>اولوالامرکا</w:t>
      </w:r>
      <w:r w:rsidRPr="00CD3FC2">
        <w:rPr>
          <w:rtl/>
        </w:rPr>
        <w:t xml:space="preserve"> مصداق</w:t>
      </w:r>
      <w:bookmarkEnd w:id="6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اولوالامرکے</w:t>
      </w:r>
      <w:r w:rsidRPr="00CD3FC2">
        <w:rPr>
          <w:rtl/>
        </w:rPr>
        <w:t xml:space="preserve"> مصاد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بہت سے اقوال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دست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اب</w:t>
      </w:r>
      <w:r w:rsidRPr="00CD3FC2">
        <w:rPr>
          <w:rtl/>
        </w:rPr>
        <w:t xml:space="preserve">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ںوہ</w:t>
      </w:r>
      <w:r w:rsidRPr="00CD3FC2">
        <w:rPr>
          <w:rtl/>
        </w:rPr>
        <w:t xml:space="preserve"> حسب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۔امراء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۔اصحاب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۔مہاجر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وانصار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۔اصحاب اورتابع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۔چاروخلفاء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۶</w:t>
      </w:r>
      <w:r w:rsidRPr="00CD3FC2">
        <w:rPr>
          <w:rtl/>
        </w:rPr>
        <w:t xml:space="preserve">۔ابوبکروعمر 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۷</w:t>
      </w:r>
      <w:r w:rsidRPr="00CD3FC2">
        <w:rPr>
          <w:rtl/>
        </w:rPr>
        <w:t>۔علماء</w:t>
      </w:r>
    </w:p>
    <w:p w:rsidR="00A2246E" w:rsidRDefault="00A2246E" w:rsidP="004B12AB">
      <w:pPr>
        <w:pStyle w:val="libNormal"/>
        <w:rPr>
          <w:rtl/>
        </w:rPr>
      </w:pPr>
      <w:r>
        <w:rPr>
          <w:rtl/>
        </w:rPr>
        <w:br w:type="page"/>
      </w:r>
    </w:p>
    <w:p w:rsidR="00A2246E" w:rsidRPr="00CD3FC2" w:rsidRDefault="00A2246E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۸</w:t>
      </w:r>
      <w:r w:rsidRPr="00CD3FC2">
        <w:rPr>
          <w:rtl/>
        </w:rPr>
        <w:t>۔جنگ کے کمانڈر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۹</w:t>
      </w:r>
      <w:r w:rsidRPr="00CD3FC2">
        <w:rPr>
          <w:rtl/>
        </w:rPr>
        <w:t>۔ائمہء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۱۰</w:t>
      </w:r>
      <w:r w:rsidRPr="00CD3FC2">
        <w:rPr>
          <w:rtl/>
        </w:rPr>
        <w:t>۔عل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۱۱</w:t>
      </w:r>
      <w:r w:rsidRPr="00CD3FC2">
        <w:rPr>
          <w:rtl/>
        </w:rPr>
        <w:t>۔وہ لوگ جوشرع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لحاظ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۱۲</w:t>
      </w:r>
      <w:r w:rsidRPr="00CD3FC2">
        <w:rPr>
          <w:rtl/>
        </w:rPr>
        <w:t>۔اہل حل وعقد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۱۳</w:t>
      </w:r>
      <w:r w:rsidRPr="00CD3FC2">
        <w:rPr>
          <w:rtl/>
        </w:rPr>
        <w:t xml:space="preserve">۔امرائے حق </w:t>
      </w:r>
      <w:r w:rsidR="00A2246E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اقوال پرتحق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اورتنق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دکرنے</w:t>
      </w:r>
      <w:r w:rsidRPr="00CD3FC2">
        <w:rPr>
          <w:rtl/>
        </w:rPr>
        <w:t xml:space="preserve"> سے پہلے ہم خودآ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موجودنکات اورقرائن پرغورکرتے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62" w:name="_Toc508103311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اولوالامرکامرتبہ</w:t>
      </w:r>
      <w:bookmarkEnd w:id="6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بحث</w:t>
      </w:r>
      <w:r w:rsidRPr="00CD3FC2">
        <w:rPr>
          <w:rtl/>
        </w:rPr>
        <w:t xml:space="preserve"> کے اس مرحلہ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قابل توجہ ہے: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پہلانکتہ</w:t>
      </w:r>
      <w:r w:rsidRPr="00CD3FC2">
        <w:rPr>
          <w:rtl/>
        </w:rPr>
        <w:t>: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اطلاق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مطلق طور پرذکرہوئ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اوراس کے لئے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دوشرط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رسول اکرم صل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اطلاق اثبات کرتاہے کہ اولوالامرمطلق اطاعت کے حامل و سزاوارہ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خاص دستور،مخصوص حکم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خاص شرائط کے تحت محدودنہ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ہے،بلکہ ان کے تمام اوامرونواہ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واجب الاطاعت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A2246E" w:rsidRPr="00A2246E" w:rsidRDefault="00A2246E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رالبحرالمح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ط،ج</w:t>
      </w:r>
      <w:r w:rsidRPr="00CD3FC2">
        <w:rPr>
          <w:rtl/>
        </w:rPr>
        <w:t>۳،ص۲۷۸،التفس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</w:p>
    <w:p w:rsidR="00A2246E" w:rsidRDefault="00A2246E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دوسرانکتہ</w:t>
      </w:r>
      <w:r w:rsidRPr="00CD3FC2">
        <w:rPr>
          <w:rtl/>
        </w:rPr>
        <w:t>:اولوالامرک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اطاعت،خدااوررسولک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مقامات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دوشرط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مذکورہ اطلاق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دکرتاہے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A2246E">
        <w:rPr>
          <w:rFonts w:hint="eastAsia"/>
          <w:rtl/>
        </w:rPr>
        <w:t>ت</w:t>
      </w:r>
      <w:r w:rsidRPr="00A2246E">
        <w:rPr>
          <w:rFonts w:hint="cs"/>
          <w:rtl/>
        </w:rPr>
        <w:t>ی</w:t>
      </w:r>
      <w:r w:rsidRPr="00A2246E">
        <w:rPr>
          <w:rFonts w:hint="eastAsia"/>
          <w:rtl/>
        </w:rPr>
        <w:t>سرانکتہ</w:t>
      </w:r>
      <w:r w:rsidRPr="00A2246E">
        <w:rPr>
          <w:rtl/>
        </w:rPr>
        <w:t>:اولوالامر</w:t>
      </w:r>
      <w:r w:rsidR="00A96ED8" w:rsidRPr="00A2246E">
        <w:rPr>
          <w:rtl/>
        </w:rPr>
        <w:t xml:space="preserve">میں </w:t>
      </w:r>
      <w:r w:rsidRPr="00A2246E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A2246E">
        <w:rPr>
          <w:rFonts w:hint="eastAsia"/>
          <w:rtl/>
        </w:rPr>
        <w:t>ط</w:t>
      </w:r>
      <w:r w:rsidRPr="00A2246E">
        <w:rPr>
          <w:rFonts w:hint="cs"/>
          <w:rtl/>
        </w:rPr>
        <w:t>ی</w:t>
      </w:r>
      <w:r w:rsidRPr="00A2246E">
        <w:rPr>
          <w:rFonts w:hint="eastAsia"/>
          <w:rtl/>
        </w:rPr>
        <w:t>عوا“کاتکرارنہ</w:t>
      </w:r>
      <w:r w:rsidRPr="00A2246E">
        <w:rPr>
          <w:rtl/>
        </w:rPr>
        <w:t xml:space="preserve"> ہونا۔</w:t>
      </w:r>
      <w:r w:rsidRPr="00CD3FC2">
        <w:rPr>
          <w:rFonts w:hint="eastAsia"/>
          <w:rtl/>
        </w:rPr>
        <w:t>گزشتہ</w:t>
      </w:r>
      <w:r w:rsidRPr="00CD3FC2">
        <w:rPr>
          <w:rtl/>
        </w:rPr>
        <w:t xml:space="preserve"> نکات سے اہم تراس نکتہ کامقصد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خدا ورسولک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لئے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کے لئے الگ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عوا“لا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: </w:t>
      </w:r>
      <w:r w:rsidR="00BD32E1">
        <w:rPr>
          <w:rtl/>
        </w:rPr>
        <w:t xml:space="preserve"> </w:t>
      </w:r>
      <w:r w:rsidRPr="00CD3FC2">
        <w:rPr>
          <w:rtl/>
        </w:rPr>
        <w:t>۔۔۔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2246E">
        <w:rPr>
          <w:rStyle w:val="libAieChar"/>
          <w:rtl/>
        </w:rPr>
        <w:t>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ط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عواللّٰ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A2246E">
        <w:rPr>
          <w:rStyle w:val="libAieChar"/>
          <w:rtl/>
        </w:rPr>
        <w:t xml:space="preserve"> وا</w:t>
      </w:r>
      <w:r w:rsidR="00E17DF7" w:rsidRPr="00A2246E">
        <w:rPr>
          <w:rStyle w:val="libAieChar"/>
          <w:rFonts w:hint="cs"/>
          <w:rtl/>
        </w:rPr>
        <w:t>ٴ</w:t>
      </w:r>
      <w:r w:rsidR="00E17DF7" w:rsidRPr="00A2246E">
        <w:rPr>
          <w:rStyle w:val="libAieChar"/>
          <w:rFonts w:hint="eastAsia"/>
          <w:rtl/>
        </w:rPr>
        <w:t>ط</w:t>
      </w:r>
      <w:r w:rsidR="00E17DF7" w:rsidRPr="00A2246E">
        <w:rPr>
          <w:rStyle w:val="libAieChar"/>
          <w:rFonts w:hint="cs"/>
          <w:rtl/>
        </w:rPr>
        <w:t>ی</w:t>
      </w:r>
      <w:r w:rsidR="00E17DF7" w:rsidRPr="00A2246E">
        <w:rPr>
          <w:rStyle w:val="libAieChar"/>
          <w:rFonts w:hint="eastAsia"/>
          <w:rtl/>
        </w:rPr>
        <w:t>عواالرّسول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لئے”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عوا“کے</w:t>
      </w:r>
      <w:r w:rsidRPr="00CD3FC2">
        <w:rPr>
          <w:rtl/>
        </w:rPr>
        <w:t xml:space="preserve"> لفظ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تکرارنہ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بلکہاول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الامر”الرس</w:t>
      </w:r>
      <w:r w:rsidRPr="00CD3FC2">
        <w:rPr>
          <w:rFonts w:hint="eastAsia"/>
          <w:rtl/>
        </w:rPr>
        <w:t>ول“پرعطف</w:t>
      </w:r>
      <w:r w:rsidRPr="00CD3FC2">
        <w:rPr>
          <w:rtl/>
        </w:rPr>
        <w:t xml:space="preserve"> ہے،اس بناپروہ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عوا“جورسول</w:t>
      </w:r>
      <w:r w:rsidRPr="00CD3FC2">
        <w:rPr>
          <w:rtl/>
        </w:rPr>
        <w:t xml:space="preserve"> کے لئے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وہ 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متعلق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عطف سے معلوم ہوتاہے کہ”اولوالامر“اور”رسول“کے لئے اطاعت کے حوالے سے دوالگ الگ واجب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بلکہ وجوب اطاعت اولوالامر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 وجوب اطاعت رسولہے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 اولوالامر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تمام امر ونہ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رسول</w:t>
      </w:r>
      <w:r w:rsidRPr="00CD3FC2">
        <w:rPr>
          <w:rtl/>
        </w:rPr>
        <w:t xml:space="preserve"> اکرم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مانندہے اوراس کانت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گ</w:t>
      </w:r>
      <w:r w:rsidRPr="00CD3FC2">
        <w:rPr>
          <w:rFonts w:hint="eastAsia"/>
          <w:rtl/>
        </w:rPr>
        <w:t>ناہ</w:t>
      </w:r>
      <w:r w:rsidRPr="00CD3FC2">
        <w:rPr>
          <w:rtl/>
        </w:rPr>
        <w:t xml:space="preserve"> وخطاسے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عصمت،تمام اوامرونواہ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رسول</w:t>
      </w:r>
      <w:r w:rsidRPr="00CD3FC2">
        <w:rPr>
          <w:rtl/>
        </w:rPr>
        <w:t xml:space="preserve"> کے مانندہے۔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برہان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دوضاحت</w:t>
      </w:r>
      <w:r w:rsidRPr="00CD3FC2">
        <w:rPr>
          <w:rtl/>
        </w:rPr>
        <w:t xml:space="preserve"> کے لئے کہاجاسکتاہے:آ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رسول اکرم صل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اوراولوالامرک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عوا“سے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استعمال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ہوا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عوا“ا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وقت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مطلق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ہواورمق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دبھ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کہا جاسکتاہے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عوا“رسول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خدا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مطلق ہے اوراولوالامرکے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مق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دہے،ک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اطلاق اور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دقابل</w:t>
      </w:r>
      <w:r w:rsidRPr="00CD3FC2">
        <w:rPr>
          <w:rtl/>
        </w:rPr>
        <w:t xml:space="preserve"> جمع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۔اگر”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عوا“پ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مطلق ہے اورکس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رکھتا ہے،)مثلاًاس سے مق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دنہ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کا امرونہ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گناہ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اشتباہ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نہ ہو)توا</w:t>
      </w:r>
      <w:r w:rsidRPr="00CD3FC2">
        <w:rPr>
          <w:rFonts w:hint="eastAsia"/>
          <w:rtl/>
        </w:rPr>
        <w:t>ولوالامر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مطلق اوربلا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ہو 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چاہئے ورنہ نق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کاجمع ہونا لازم ہوگا۔</w:t>
      </w:r>
    </w:p>
    <w:p w:rsidR="009E7418" w:rsidRDefault="009E7418" w:rsidP="004B12AB">
      <w:pPr>
        <w:pStyle w:val="libNormal"/>
        <w:rPr>
          <w:rtl/>
        </w:rPr>
      </w:pPr>
      <w:r>
        <w:rPr>
          <w:rtl/>
        </w:rPr>
        <w:br w:type="page"/>
      </w:r>
    </w:p>
    <w:p w:rsidR="009E7418" w:rsidRPr="00CD3FC2" w:rsidRDefault="009E741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نکات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واضح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اس امر پر دلالت کر 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”اولوالامر“پ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مانند معصوم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کہ”اولوالامر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اطاعت“آ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مذکورہ خصوص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نظر،اولوالامر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پر دلالت ہے،بعض اہل سنّت </w:t>
      </w:r>
      <w:r w:rsidR="009E7418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ن،من</w:t>
      </w:r>
      <w:r w:rsidRPr="00CD3FC2">
        <w:rPr>
          <w:rtl/>
        </w:rPr>
        <w:t xml:space="preserve"> جملہ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توجہ کا سبب بنا ہے۔اس لحاظ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پران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کاخلاصہ جواس مطلب پر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استدلال ہے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کرنا مناسب ہے: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63" w:name="_Toc508103312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اولوالامر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قول</w:t>
      </w:r>
      <w:bookmarkEnd w:id="63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”اولوالامر“ک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سے استفادہ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ان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کا خلاصہ حسب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ہے:</w:t>
      </w:r>
    </w:p>
    <w:p w:rsidR="000B693F" w:rsidRPr="00CD3FC2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”خداوند</w:t>
      </w:r>
      <w:r w:rsidRPr="00CD3FC2">
        <w:rPr>
          <w:rtl/>
        </w:rPr>
        <w:t xml:space="preserve"> متعال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”اولوالامر“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طورپرضرور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جانا ہے،اورجس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لئے اس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واجب ہواس کاخطاواشتباہ سے معصوم ہو ناناگز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اگر وہ خطاواشتباہ سے معصوم نہ ہو اور بالفرض وہ خطا کا مر تکب ہو جائے تو ،اس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مطابق </w:t>
      </w: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ہوگ</w:t>
      </w:r>
      <w:r w:rsidRPr="00CD3FC2">
        <w:rPr>
          <w:rFonts w:hint="cs"/>
          <w:rtl/>
        </w:rPr>
        <w:t>ی</w:t>
      </w:r>
      <w:r w:rsidRPr="00CD3FC2">
        <w:rPr>
          <w:rtl/>
        </w:rPr>
        <w:t>!اور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امر خطا واشتباہ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،جبکہ</w:t>
      </w:r>
      <w:r w:rsidRPr="00CD3FC2">
        <w:rPr>
          <w:rtl/>
        </w:rPr>
        <w:t xml:space="preserve"> خطااوراشتباہ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لہذا 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چاہ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کر اس کے 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جائے،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قسم کے فرض کا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فعل واحد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امرونہ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جمع ہو نا ہے )جو محال ہے) </w:t>
      </w:r>
      <w:r w:rsidR="00A2246E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سے استدلال کرنے کے بعد،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مشخص کرنے کے لئے کہ اولوالامر سے مراد کون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 کامعصوم ہونا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کہتا ہے:</w:t>
      </w:r>
    </w:p>
    <w:p w:rsidR="00A2246E" w:rsidRPr="00A2246E" w:rsidRDefault="00A2246E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۱۔غرائب القرآن،ن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</w:t>
      </w:r>
      <w:r w:rsidRPr="00CD3FC2">
        <w:rPr>
          <w:rtl/>
        </w:rPr>
        <w:t xml:space="preserve"> بور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۲،ص۴۳۴،دارالکتب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رالمنار،ش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محمدعبدہ ورش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درضا،ج</w:t>
      </w:r>
      <w:r w:rsidRPr="00CD3FC2">
        <w:rPr>
          <w:rtl/>
        </w:rPr>
        <w:t>۵،ص۱۸۱دارالمعرفةب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۲۔التفس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</w:p>
    <w:p w:rsidR="00A2246E" w:rsidRDefault="00A2246E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lastRenderedPageBreak/>
        <w:t>”</w:t>
      </w:r>
      <w:r w:rsidRPr="00CD3FC2">
        <w:rPr>
          <w:rtl/>
        </w:rPr>
        <w:t xml:space="preserve"> اولوالامر سے مرادش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ائمہ معصو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ھم</w:t>
      </w:r>
      <w:r w:rsidRPr="00CD3FC2">
        <w:rPr>
          <w:rtl/>
        </w:rPr>
        <w:t xml:space="preserve"> السلام(ع)نہ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سکتے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ں،بلکہ</w:t>
      </w:r>
      <w:r w:rsidRPr="00CD3FC2">
        <w:rPr>
          <w:rtl/>
        </w:rPr>
        <w:t xml:space="preserve"> اس سے مراداہل حل وعقد)جن کے ذمہ معاشرہ کے اہم مسائل کے حل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ذمہ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ہے)کہ جواپنے حکم اورف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معصوم ہوتے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کے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صلے</w:t>
      </w:r>
      <w:r w:rsidRPr="00CD3FC2">
        <w:rPr>
          <w:rtl/>
        </w:rPr>
        <w:t xml:space="preserve"> سوف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صد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اورمطابق واقع ہوتے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64" w:name="_Toc508103313"/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کاجواب</w:t>
      </w:r>
      <w:bookmarkEnd w:id="6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کہ اولوالامر سے مراد اہل حل وعقد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وہ اپنے حکم اور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معصوم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ں،مندرجہ</w:t>
      </w:r>
      <w:r w:rsidRPr="00CD3FC2">
        <w:rPr>
          <w:rtl/>
        </w:rPr>
        <w:t xml:space="preserve">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دلائل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”اولوالامر“کا لفظ جمع ا ور عام ہے کہ جو عمو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 استغراق پر دلالت کر تا ہے۔اگر اس سے مراد اہل حل وعقد ہوں گے تو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واحد پر ہو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خلاف ظاہر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وضاحت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کاظاہر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بتاتاہے کہ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صاحبان 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لازم ہے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ہر کوئ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واجب الاطاعت ہو ،نہ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وہ تمام افراد )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مشترک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پر)ا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حکم رکھتے ہوں اور اس حکم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 عت کر نا واجب ہو 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۔عصمت،ا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تحفظ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ملکہ نفسان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صفت ہے اوراس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موصوف کاہوناضرودر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لازم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 پرا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امرواقع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قائم ہو نا چاہئے جبکہ اہل حل وعقدا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واحدہے اورمجموع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واحد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امراعتبار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تا ہے اورامر واقع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امراعتبار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</w:t>
      </w:r>
      <w:r w:rsidRPr="00CD3FC2">
        <w:rPr>
          <w:rFonts w:hint="eastAsia"/>
          <w:rtl/>
        </w:rPr>
        <w:t>قائم</w:t>
      </w:r>
      <w:r w:rsidRPr="00CD3FC2">
        <w:rPr>
          <w:rtl/>
        </w:rPr>
        <w:t xml:space="preserve"> ہونا محال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۔مسلمانوں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اس بات پر اتفاق نظر ہے کہ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ائمہ اورانب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معصوم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B01F30" w:rsidRDefault="00B01F3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B01F30" w:rsidRPr="00CD3FC2" w:rsidRDefault="00B01F3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65" w:name="_Toc508103314"/>
      <w:r w:rsidRPr="00CD3FC2">
        <w:rPr>
          <w:rFonts w:hint="eastAsia"/>
          <w:rtl/>
        </w:rPr>
        <w:t>ائمہء</w:t>
      </w:r>
      <w:r w:rsidRPr="00CD3FC2">
        <w:rPr>
          <w:rtl/>
        </w:rPr>
        <w:t xml:space="preserve">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 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پر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اعتراضات</w:t>
      </w:r>
      <w:bookmarkEnd w:id="65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”اولوالامر“سے</w:t>
      </w:r>
      <w:r w:rsidRPr="00CD3FC2">
        <w:rPr>
          <w:rtl/>
        </w:rPr>
        <w:t xml:space="preserve"> مرادبارہ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ں،کے</w:t>
      </w:r>
      <w:r w:rsidRPr="00CD3FC2">
        <w:rPr>
          <w:rtl/>
        </w:rPr>
        <w:t xml:space="preserve">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چنداعتراضات کئے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</w:t>
      </w:r>
      <w:r w:rsidRPr="00CD3FC2">
        <w:rPr>
          <w:rtl/>
        </w:rPr>
        <w:t xml:space="preserve"> اعتراض:ائمہء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 طاعت کا واجب ہونا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مطلقاً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معرفت وشناخت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تک رسائ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شرط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ہے،تو 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تکل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مالا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طاق</w:t>
      </w:r>
      <w:r w:rsidRPr="00CD3FC2">
        <w:rPr>
          <w:rtl/>
        </w:rPr>
        <w:t xml:space="preserve"> کا ہو نا لازم آتا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فرض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پر اگر ہم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نہ پہچان سک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تک ہمار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 ہو سکے،تو ہم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گے؟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شناخت اور معرفت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شرط ہے،اگر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ہے 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بات کا لازمہ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کا واجب ہونامشروط ہوگا،جبکہ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کا واجب ہو نا مطلقاً ہے اوراس کے لئے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دوشرط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جواب</w:t>
      </w:r>
      <w:r w:rsidRPr="00CD3FC2">
        <w:rPr>
          <w:rtl/>
        </w:rPr>
        <w:t>:ائمہء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واجب ہونے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معرفت شرط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تاکہ اگرکوئ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نہ پہچانے تواس پران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واجب نہ ہو،بلکہ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بذات خودمشروط ہے۔نت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کے طور پر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پہچاننا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تاکہ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جاسکے اوران دونوں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فر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دوضاحت</w:t>
      </w:r>
      <w:r w:rsidRPr="00CD3FC2">
        <w:rPr>
          <w:rtl/>
        </w:rPr>
        <w:t>:بعض اوقات شرط، شرط وجوب ہے اور بعض اوقات شرط،شرط واجب ہے۔مثلاً وجوب حج کے لئے استطاعت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شرط ہے اورخوداستطاعت وجوب حج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شرط ہے۔اس بناء پر اگر استطاعت نہ ہو توحج واجب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گا۔ل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نماز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طہارت شرط واجب 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نماز جو واجب ہے اس کے لئے طہارت </w:t>
      </w:r>
      <w:r w:rsidRPr="00CD3FC2">
        <w:rPr>
          <w:rFonts w:hint="eastAsia"/>
          <w:rtl/>
        </w:rPr>
        <w:t>شرط</w:t>
      </w:r>
      <w:r w:rsidRPr="00CD3FC2">
        <w:rPr>
          <w:rtl/>
        </w:rPr>
        <w:t xml:space="preserve"> ہے۔اس بناء پر اگرکس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طہارت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تووہ نماز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پڑھ سکتا ہے،وہ گناہ کا مرتکب ہوگا،ک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پر واجب تھاکہ طہارت کرے تاکہ نماز پڑھے۔ل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حج کے مسئلہ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،اگراستطاعت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ںرکھتا</w:t>
      </w:r>
      <w:r w:rsidRPr="00CD3FC2">
        <w:rPr>
          <w:rtl/>
        </w:rPr>
        <w:t xml:space="preserve"> ہے تواس پر حج واجب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گناہ کا مرتکب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ہوا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اورامام(ع)دونوں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لئے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معرفت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شرط ہے۔اس لحاظ سے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معرفت حاصل کرنا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تاکہ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جاسکے۔پس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کاوجوب مطلقاًہے،ل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خوداطاعت مشروط ہے۔</w:t>
      </w:r>
    </w:p>
    <w:p w:rsidR="00B01F30" w:rsidRDefault="00B01F3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B01F30" w:rsidRPr="00CD3FC2" w:rsidRDefault="00B01F3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خدائے</w:t>
      </w:r>
      <w:r w:rsidRPr="00CD3FC2">
        <w:rPr>
          <w:rtl/>
        </w:rPr>
        <w:t xml:space="preserve"> متعال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سے اس معرفت کے مقدمات فراہم کئے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۔جس طرح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دلائل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بناپرپہنچانے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جوآپکے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اورواضح دلائل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بناپر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کلام اورحد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eastAsia"/>
          <w:rtl/>
        </w:rPr>
        <w:t>فصل</w:t>
      </w:r>
      <w:r w:rsidRPr="00CD3FC2">
        <w:rPr>
          <w:rtl/>
        </w:rPr>
        <w:t xml:space="preserve"> طورپرآ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معرفت اورآگاہ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حاصل کرناضرور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دوسرااعتراض</w:t>
      </w:r>
      <w:r w:rsidRPr="00CD3FC2">
        <w:rPr>
          <w:rtl/>
        </w:rPr>
        <w:t>:ش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کے مطابق ہرزمانہ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امام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 ہے،جبکہ”اولوالامر“جمع ہے اورمتعدداماموں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کوواجب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جواب</w:t>
      </w:r>
      <w:r w:rsidRPr="00CD3FC2">
        <w:rPr>
          <w:rtl/>
        </w:rPr>
        <w:t xml:space="preserve">:اگرچہ ہرزمانے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امام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ائمہ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مختلف ومتعددزمانوں کے لحاظ سے ہے،اور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ہرزمانہ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امام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واجب ہونے کے مناف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کے طورپرمختلف زمانوں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پرواجب ہے کہ جس آئمہ معصوم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حکم ان تک </w:t>
      </w:r>
      <w:r w:rsidRPr="00CD3FC2">
        <w:rPr>
          <w:rFonts w:hint="eastAsia"/>
          <w:rtl/>
        </w:rPr>
        <w:t>پہنچے،اس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سرااعتراض</w:t>
      </w:r>
      <w:r w:rsidRPr="00CD3FC2">
        <w:rPr>
          <w:rtl/>
        </w:rPr>
        <w:t>:اگرآ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”اولوالامر“سے</w:t>
      </w:r>
      <w:r w:rsidRPr="00CD3FC2">
        <w:rPr>
          <w:rtl/>
        </w:rPr>
        <w:t xml:space="preserve"> مراد آئمہ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خدائے متعال اوررسول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لوٹنے کا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ذکرہوناچاہئے تھا جبکہ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کہاگ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E7418">
        <w:rPr>
          <w:rStyle w:val="libAieChar"/>
          <w:rtl/>
        </w:rPr>
        <w:t>فإن تنازعتم ف</w:t>
      </w:r>
      <w:r w:rsidR="00E17DF7" w:rsidRPr="009E7418">
        <w:rPr>
          <w:rStyle w:val="libAieChar"/>
          <w:rFonts w:hint="cs"/>
          <w:rtl/>
        </w:rPr>
        <w:t>ی</w:t>
      </w:r>
      <w:r w:rsidR="00E17DF7" w:rsidRPr="009E7418">
        <w:rPr>
          <w:rStyle w:val="libAieChar"/>
          <w:rtl/>
        </w:rPr>
        <w:t xml:space="preserve"> ش</w:t>
      </w:r>
      <w:r w:rsidR="00E17DF7" w:rsidRPr="009E7418">
        <w:rPr>
          <w:rStyle w:val="libAieChar"/>
          <w:rFonts w:hint="cs"/>
          <w:rtl/>
        </w:rPr>
        <w:t>ی</w:t>
      </w:r>
      <w:r w:rsidR="00E17DF7" w:rsidRPr="009E7418">
        <w:rPr>
          <w:rStyle w:val="libAieChar"/>
          <w:rFonts w:hint="eastAsia"/>
          <w:rtl/>
        </w:rPr>
        <w:t>ءٍ</w:t>
      </w:r>
      <w:r w:rsidR="00E17DF7" w:rsidRPr="009E7418">
        <w:rPr>
          <w:rStyle w:val="libAieChar"/>
          <w:rtl/>
        </w:rPr>
        <w:t xml:space="preserve"> فردّو</w:t>
      </w:r>
      <w:r w:rsidR="00E17DF7" w:rsidRPr="00BA57AE">
        <w:rPr>
          <w:rStyle w:val="libAieChar"/>
          <w:rFonts w:hint="cs"/>
          <w:rtl/>
        </w:rPr>
        <w:t>ه</w:t>
      </w:r>
      <w:r w:rsidR="00E17DF7" w:rsidRPr="009E7418">
        <w:rPr>
          <w:rStyle w:val="libAieChar"/>
          <w:rFonts w:hint="cs"/>
          <w:rtl/>
        </w:rPr>
        <w:t xml:space="preserve"> إلی</w:t>
      </w:r>
      <w:r w:rsidR="00E17DF7" w:rsidRPr="009E7418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9E7418">
        <w:rPr>
          <w:rStyle w:val="libAieChar"/>
          <w:rFonts w:hint="cs"/>
          <w:rtl/>
        </w:rPr>
        <w:t xml:space="preserve"> وا</w:t>
      </w:r>
      <w:r w:rsidR="00E17DF7" w:rsidRPr="009E7418">
        <w:rPr>
          <w:rStyle w:val="libAieChar"/>
          <w:rtl/>
        </w:rPr>
        <w:t>لرّسول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”پھراگرآپس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اختلاف ہوجائے تواسے خدااور رسولک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ارجاع دو۔“جبکہ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پر”اولوالامر“ذکرنہ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جواب</w:t>
      </w:r>
      <w:r w:rsidRPr="00CD3FC2">
        <w:rPr>
          <w:rtl/>
        </w:rPr>
        <w:t>:چونکہ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اختلافات کو حل کرنے اوراختلاف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داورسنّت</w:t>
      </w:r>
      <w:r w:rsidRPr="00CD3FC2">
        <w:rPr>
          <w:rtl/>
        </w:rPr>
        <w:t xml:space="preserve"> (ص)کے مطابق عمل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اورکتاب وسنّت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مکمل علم وآگاہ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لئے 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کتاب و 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کرناخدا اوررسول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کرناہے۔اس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لئے”اولوالامر“کاذکر اور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تکرارکرنا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تھا۔</w:t>
      </w:r>
    </w:p>
    <w:p w:rsidR="00B01F30" w:rsidRDefault="00B01F3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66" w:name="_Toc508103315"/>
      <w:r w:rsidRPr="00CD3FC2">
        <w:rPr>
          <w:rFonts w:hint="eastAsia"/>
          <w:rtl/>
        </w:rPr>
        <w:t>جملہء</w:t>
      </w:r>
      <w:r w:rsidRPr="00CD3FC2">
        <w:rPr>
          <w:rtl/>
        </w:rPr>
        <w:t xml:space="preserve"> شرط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”فائے</w:t>
      </w:r>
      <w:r w:rsidRPr="00CD3FC2">
        <w:rPr>
          <w:rtl/>
        </w:rPr>
        <w:t xml:space="preserve"> 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ع“</w:t>
      </w:r>
      <w:bookmarkEnd w:id="6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اورنکتہ جو”اولوالامر“کے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ثابت کرنے کے لئے بہت مؤثرہے وہ جملہئ شرط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="00BD32E1">
        <w:rPr>
          <w:rtl/>
        </w:rPr>
        <w:t xml:space="preserve"> </w:t>
      </w:r>
      <w:r w:rsidR="008F5E30">
        <w:rPr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</w:t>
      </w:r>
      <w:r w:rsidRPr="00CD3FC2">
        <w:rPr>
          <w:rtl/>
        </w:rPr>
        <w:t xml:space="preserve"> اللّٰہ و</w:t>
      </w:r>
      <w:r w:rsidR="008F5E30">
        <w:rPr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عوالرّسول</w:t>
      </w:r>
      <w:r w:rsidRPr="00CD3FC2">
        <w:rPr>
          <w:rtl/>
        </w:rPr>
        <w:t xml:space="preserve"> و</w:t>
      </w:r>
      <w:r w:rsidR="008F5E30">
        <w:rPr>
          <w:rtl/>
        </w:rPr>
        <w:t>ا</w:t>
      </w:r>
      <w:r w:rsidRPr="00CD3FC2">
        <w:rPr>
          <w:rFonts w:hint="eastAsia"/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</w:t>
      </w:r>
      <w:r w:rsidR="008F5E30">
        <w:rPr>
          <w:rtl/>
        </w:rPr>
        <w:t>ا</w:t>
      </w:r>
      <w:r w:rsidRPr="00CD3FC2">
        <w:rPr>
          <w:rFonts w:hint="eastAsia"/>
          <w:rtl/>
        </w:rPr>
        <w:t>مر</w:t>
      </w:r>
      <w:r w:rsidR="00BD32E1">
        <w:rPr>
          <w:rtl/>
        </w:rPr>
        <w:t xml:space="preserve"> </w:t>
      </w:r>
      <w:r w:rsidRPr="00CD3FC2">
        <w:rPr>
          <w:rtl/>
        </w:rPr>
        <w:t>کے بعد”فائے 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ع“کا</w:t>
      </w:r>
      <w:r w:rsidRPr="00CD3FC2">
        <w:rPr>
          <w:rtl/>
        </w:rPr>
        <w:t xml:space="preserve">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نا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جملہء شرط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E7418">
        <w:rPr>
          <w:rStyle w:val="libAieChar"/>
          <w:rtl/>
        </w:rPr>
        <w:t>فإن تنازعتم ف</w:t>
      </w:r>
      <w:r w:rsidR="00E17DF7" w:rsidRPr="009E7418">
        <w:rPr>
          <w:rStyle w:val="libAieChar"/>
          <w:rFonts w:hint="cs"/>
          <w:rtl/>
        </w:rPr>
        <w:t>ی</w:t>
      </w:r>
      <w:r w:rsidR="00E17DF7" w:rsidRPr="009E7418">
        <w:rPr>
          <w:rStyle w:val="libAieChar"/>
          <w:rtl/>
        </w:rPr>
        <w:t xml:space="preserve"> ش</w:t>
      </w:r>
      <w:r w:rsidR="00E17DF7" w:rsidRPr="009E7418">
        <w:rPr>
          <w:rStyle w:val="libAieChar"/>
          <w:rFonts w:hint="cs"/>
          <w:rtl/>
        </w:rPr>
        <w:t>ی</w:t>
      </w:r>
      <w:r w:rsidR="00E17DF7" w:rsidRPr="009E7418">
        <w:rPr>
          <w:rStyle w:val="libAieChar"/>
          <w:rFonts w:hint="eastAsia"/>
          <w:rtl/>
        </w:rPr>
        <w:t>ءٍ</w:t>
      </w:r>
      <w:r w:rsidR="00E17DF7" w:rsidRPr="009E7418">
        <w:rPr>
          <w:rStyle w:val="libAieChar"/>
          <w:rtl/>
        </w:rPr>
        <w:t xml:space="preserve"> فردّو</w:t>
      </w:r>
      <w:r w:rsidR="00E17DF7" w:rsidRPr="00BA57AE">
        <w:rPr>
          <w:rStyle w:val="libAieChar"/>
          <w:rFonts w:hint="cs"/>
          <w:rtl/>
        </w:rPr>
        <w:t>ه</w:t>
      </w:r>
      <w:r w:rsidR="00E17DF7" w:rsidRPr="009E7418">
        <w:rPr>
          <w:rStyle w:val="libAieChar"/>
          <w:rFonts w:hint="cs"/>
          <w:rtl/>
        </w:rPr>
        <w:t xml:space="preserve"> إلی</w:t>
      </w:r>
      <w:r w:rsidR="00E17DF7" w:rsidRPr="009E7418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9E7418">
        <w:rPr>
          <w:rStyle w:val="libAieChar"/>
          <w:rFonts w:hint="cs"/>
          <w:rtl/>
        </w:rPr>
        <w:t xml:space="preserve"> </w:t>
      </w:r>
      <w:r w:rsidR="00E17DF7" w:rsidRPr="009E7418">
        <w:rPr>
          <w:rStyle w:val="libAieChar"/>
          <w:rtl/>
        </w:rPr>
        <w:t>و رسول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کوخدائے متعال اوررسول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پلٹانے کاوجوب،خدا،رسولاوراول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وجوب پرمتفرع ہواہے،اوراس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 بخوب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سمجھ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آتاہے کہ 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کوخدااوررسول (ص)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</w:t>
      </w:r>
      <w:r w:rsidRPr="00CD3FC2">
        <w:rPr>
          <w:rFonts w:hint="eastAsia"/>
          <w:rtl/>
        </w:rPr>
        <w:t>رف</w:t>
      </w:r>
      <w:r w:rsidRPr="00CD3FC2">
        <w:rPr>
          <w:rtl/>
        </w:rPr>
        <w:t xml:space="preserve"> پلٹانے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دخالت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دوبن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حامل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:اس لحاظ سے کہ اگراولوالامرخطااورگناہ کامرتکب ہو گااور 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غلط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دے گا تواس کے اس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کاکتاب وسنت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ربط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ہوگاجبکہ 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چونکہ 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لہذا چاہ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ئے</w:t>
      </w:r>
      <w:r w:rsidRPr="00CD3FC2">
        <w:rPr>
          <w:rtl/>
        </w:rPr>
        <w:t xml:space="preserve"> کہ،اختلاف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کوخدااور</w:t>
      </w:r>
      <w:r w:rsidRPr="00CD3FC2">
        <w:rPr>
          <w:rFonts w:hint="eastAsia"/>
          <w:rtl/>
        </w:rPr>
        <w:t>رسول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 xml:space="preserve">۔کتاب وسنت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کامل ووس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معلو مات:اس لحاظ سے اگراول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 کتاب وسنت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حکم 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جاہل ہواوراس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غلط حکم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کرے تواس حکم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کرناگو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اکتاب</w:t>
      </w:r>
      <w:r w:rsidRPr="00CD3FC2">
        <w:rPr>
          <w:rtl/>
        </w:rPr>
        <w:t xml:space="preserve"> وسنت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نہ کرنے کے مترادف ہے۔جبکہ”فائے 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ع“سے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سمجھ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آتاہے کہ </w:t>
      </w:r>
      <w:r w:rsidRPr="00CD3FC2">
        <w:rPr>
          <w:rFonts w:hint="eastAsia"/>
          <w:rtl/>
        </w:rPr>
        <w:t>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مسلسل 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کوکتاب وسنت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پلٹانے کاسبب ہے۔اس لئے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فائے 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ع،</w:t>
      </w:r>
      <w:r w:rsidRPr="00CD3FC2">
        <w:rPr>
          <w:rtl/>
        </w:rPr>
        <w:t xml:space="preserve"> کاوجوداول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 کے تع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لئے کہ جس سے مرادائمہ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(ع)واضح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ہے۔</w:t>
      </w:r>
    </w:p>
    <w:p w:rsidR="009E7418" w:rsidRDefault="009E7418" w:rsidP="004B12AB">
      <w:pPr>
        <w:pStyle w:val="libNormal"/>
        <w:rPr>
          <w:rtl/>
        </w:rPr>
      </w:pPr>
      <w:r>
        <w:rPr>
          <w:rtl/>
        </w:rPr>
        <w:br w:type="page"/>
      </w:r>
    </w:p>
    <w:p w:rsidR="009E7418" w:rsidRPr="00CD3FC2" w:rsidRDefault="009E741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نکات سے استفادہ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 تک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چندمطالب واضح ہوگئے: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الامر“سے مرادجوبھ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 کاامرونہ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 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گناہ اورخطاسے معصوم ہونا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الامرکا انطباق اہل حل وعقدپر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ودرست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ہے۔)ج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۔اب تک جوکچھ ثابت ہوچکا ہے اس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نظراگر”اول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ہمارے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کئے گئے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ارہ</w:t>
      </w:r>
      <w:r w:rsidRPr="00CD3FC2">
        <w:rPr>
          <w:rtl/>
        </w:rPr>
        <w:t xml:space="preserve"> اقوال پرنظرڈال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ں،توآ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الامر“سے مراد تنہاش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قابل قبول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امران کے علاوہ دوسروں کے عدم عصمت پراجماع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دکرتاہے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67" w:name="_Toc508103316"/>
      <w:r w:rsidRPr="00CD3FC2">
        <w:rPr>
          <w:rFonts w:hint="eastAsia"/>
          <w:rtl/>
        </w:rPr>
        <w:t>ظالم</w:t>
      </w:r>
      <w:r w:rsidRPr="00CD3FC2">
        <w:rPr>
          <w:rtl/>
        </w:rPr>
        <w:t xml:space="preserve"> حکام اولوالامرنہ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bookmarkEnd w:id="67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اولوالامرکے</w:t>
      </w:r>
      <w:r w:rsidRPr="00CD3FC2">
        <w:rPr>
          <w:rtl/>
        </w:rPr>
        <w:t xml:space="preserve"> مفہوم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اولوالامر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صرف</w:t>
      </w:r>
      <w:r w:rsidRPr="00CD3FC2">
        <w:rPr>
          <w:rtl/>
        </w:rPr>
        <w:t xml:space="preserve"> وہ لوگ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ں،جوامت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کے امور کے مالک ہوں،اور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عنوان ان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صادق ہے کہ جنھ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ظلم اورناحق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سے 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حدہ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 اس مالک مکان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ہے،جس کے مکان پرغاصبا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قبضہ کرکے اسے نکال باہرکر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دوسرانکتہ</w:t>
      </w:r>
      <w:r w:rsidRPr="00CD3FC2">
        <w:rPr>
          <w:rtl/>
        </w:rPr>
        <w:t xml:space="preserve"> جو”اولوالامر“کے مقام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عظمت اور اس کے بلند مر تبہ ہونے پر دلالت کرتا ہے وہ”اولوالامر“کاخداورسول (ص)کے او پرعطف ہوناہے۔مطلقاً وجوب اطاعت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 ورسول کے ساتھ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اشتراک و مقا رنت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رتبہ ہے جوان کے قدرومنزلت کے لائق افراد کے علاوہ دوسروں کے لئے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9E7418" w:rsidRDefault="009E7418" w:rsidP="004B12AB">
      <w:pPr>
        <w:pStyle w:val="libNormal"/>
        <w:rPr>
          <w:rtl/>
        </w:rPr>
      </w:pPr>
      <w:r>
        <w:rPr>
          <w:rtl/>
        </w:rPr>
        <w:br w:type="page"/>
      </w:r>
    </w:p>
    <w:p w:rsidR="009E7418" w:rsidRPr="00CD3FC2" w:rsidRDefault="009E741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دواہم نکتے)مفہوم”اولوالامر“اوروجوب اطاعت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الوالامرکا خداورسولپرعطف ہونا) خود”اولوالامر“کے دائرے سے ظالم حکام کے خارج ہونے کوواضح کرتا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زمخشر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رالکشاف</w:t>
      </w:r>
      <w:r w:rsidRPr="00CD3FC2">
        <w:rPr>
          <w:rtl/>
        </w:rPr>
        <w:t xml:space="preserve"> </w:t>
      </w:r>
      <w:r w:rsidR="009E7418" w:rsidRPr="00F82107">
        <w:rPr>
          <w:rStyle w:val="libFootnotenumChar"/>
          <w:rFonts w:hint="cs"/>
          <w:rtl/>
        </w:rPr>
        <w:t>(1)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کہناہے: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”خدااوررسول</w:t>
      </w:r>
      <w:r w:rsidRPr="00CD3FC2">
        <w:rPr>
          <w:rtl/>
        </w:rPr>
        <w:t xml:space="preserve"> (ص)ظالم حکام سے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اوروہ خداورسول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واجب ہونے پرعطف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۔ان کے لئے شائستہ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نام”اللصوص المتغلبہ“ہے۔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راہزن کہ جو لو گوں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 نوشت پرزبردست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مسلط ہوگئے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 معروف مفسرقرآن،طبر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کاقابل اعتراض ہوناواضح ہوجاتاہے،جس نے ظالم کام کو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اولوالامر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فہرست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کرتے ہوئے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68" w:name="_Toc508103317"/>
      <w:r w:rsidRPr="00CD3FC2">
        <w:rPr>
          <w:rFonts w:hint="eastAsia"/>
          <w:rtl/>
        </w:rPr>
        <w:t>اولوالامرکے</w:t>
      </w:r>
      <w:r w:rsidRPr="00CD3FC2">
        <w:rPr>
          <w:rtl/>
        </w:rPr>
        <w:t xml:space="preserve">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قول</w:t>
      </w:r>
      <w:bookmarkEnd w:id="6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مناسب</w:t>
      </w:r>
      <w:r w:rsidRPr="00CD3FC2">
        <w:rPr>
          <w:rtl/>
        </w:rPr>
        <w:t xml:space="preserve"> ہے کہ ہم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اورا ستدلال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قوال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ذلک بالصواب قول من قال:”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مراؤالو</w:t>
      </w:r>
      <w:r w:rsidRPr="00CD3FC2">
        <w:rPr>
          <w:rtl/>
        </w:rPr>
        <w:t xml:space="preserve"> لاةلصحة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خبارعن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بالا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مربطاعت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ئمّة</w:t>
      </w:r>
      <w:r w:rsidRPr="00CD3FC2">
        <w:rPr>
          <w:rtl/>
        </w:rPr>
        <w:t xml:space="preserve"> والولاةف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ماکان</w:t>
      </w:r>
      <w:r w:rsidRPr="00CD3FC2">
        <w:rPr>
          <w:rtl/>
        </w:rPr>
        <w:t xml:space="preserve"> طاعة وللمسلم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مصلحة“</w:t>
      </w:r>
    </w:p>
    <w:p w:rsidR="009E7418" w:rsidRPr="009E7418" w:rsidRDefault="009E741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۱۔الکشاف،ج۱،ص۲۷۷۔۲۷۶،دارالمعرفة،ب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9E7418" w:rsidRDefault="009E741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9E7418" w:rsidRPr="00CD3FC2" w:rsidRDefault="009E7418" w:rsidP="00107A46">
      <w:pPr>
        <w:pStyle w:val="libNormal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کالذ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حدثن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مسلم الطوس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قال:ثنا ابن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قال:ثن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عبداللّٰ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ابن محمدبن عروة،عن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شام بن عروة،عن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صالح السمان،عن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ری</w:t>
      </w:r>
      <w:r w:rsidRPr="00CD3FC2">
        <w:rPr>
          <w:rFonts w:hint="eastAsia"/>
          <w:rtl/>
        </w:rPr>
        <w:t>رة</w:t>
      </w:r>
      <w:r w:rsidRPr="00CD3FC2">
        <w:rPr>
          <w:rtl/>
        </w:rPr>
        <w:t>:ا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النب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-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وسلم-قال:س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بعد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ولاة،ف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البرّببرّ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،والفاجر بفجور</w:t>
      </w:r>
      <w:r w:rsidR="00BA57AE" w:rsidRPr="003A13AB">
        <w:rPr>
          <w:rFonts w:hint="cs"/>
          <w:rtl/>
        </w:rPr>
        <w:t>ه</w:t>
      </w:r>
    </w:p>
    <w:p w:rsidR="000B693F" w:rsidRPr="00CD3FC2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فاسمعوال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 ماوافق الحق وصلوّاوراء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م!فإن 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حسنوا فلکم 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م،وإن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ساؤوافلکم</w:t>
      </w:r>
      <w:r w:rsidRPr="00CD3FC2">
        <w:rPr>
          <w:rtl/>
        </w:rPr>
        <w:t xml:space="preserve"> وعل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>!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وحدثنا</w:t>
      </w:r>
      <w:r w:rsidRPr="00CD3FC2">
        <w:rPr>
          <w:rtl/>
        </w:rPr>
        <w:t xml:space="preserve"> ابن المثن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قال:ثنا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</w:t>
      </w:r>
      <w:r w:rsidRPr="00CD3FC2">
        <w:rPr>
          <w:rtl/>
        </w:rPr>
        <w:t xml:space="preserve"> بن 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داللّٰ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قال:ا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خبرن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نافع،عن عبداللّٰ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،عن النبیّ</w:t>
      </w:r>
      <w:r w:rsidRPr="00CD3FC2">
        <w:rPr>
          <w:rtl/>
        </w:rPr>
        <w:t xml:space="preserve">- </w:t>
      </w:r>
      <w:r w:rsidR="00E17DF7" w:rsidRPr="00E17DF7">
        <w:rPr>
          <w:rStyle w:val="libAlaemChar"/>
          <w:rtl/>
        </w:rPr>
        <w:t>(</w:t>
      </w:r>
      <w:r w:rsidRPr="00CD3FC2">
        <w:rPr>
          <w:rtl/>
        </w:rPr>
        <w:t>ص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-قال:عل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المرء المسلم الطا عة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حبّ</w:t>
      </w:r>
      <w:r w:rsidRPr="00CD3FC2">
        <w:rPr>
          <w:rtl/>
        </w:rPr>
        <w:t xml:space="preserve"> وکر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إلاّا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ؤمر</w:t>
      </w:r>
      <w:r w:rsidRPr="00CD3FC2">
        <w:rPr>
          <w:rtl/>
        </w:rPr>
        <w:t xml:space="preserve"> بمعص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ةٍ،فمن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مربمعص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فلا طاعة</w:t>
      </w:r>
      <w:r w:rsidRPr="00CD3FC2">
        <w:rPr>
          <w:rFonts w:hint="cs"/>
          <w:rtl/>
        </w:rPr>
        <w:t xml:space="preserve"> حدثناابن المثنی</w:t>
      </w:r>
      <w:r w:rsidRPr="00CD3FC2">
        <w:rPr>
          <w:rtl/>
        </w:rPr>
        <w:t xml:space="preserve"> قال:ثن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خالدبن 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،عن</w:t>
      </w:r>
      <w:r w:rsidRPr="00CD3FC2">
        <w:rPr>
          <w:rtl/>
        </w:rPr>
        <w:t xml:space="preserve"> نافع،عن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عمر،عن النب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- </w:t>
      </w:r>
      <w:r w:rsidR="00E17DF7" w:rsidRPr="00E17DF7">
        <w:rPr>
          <w:rStyle w:val="libAlaemChar"/>
          <w:rtl/>
        </w:rPr>
        <w:t>(</w:t>
      </w:r>
      <w:r w:rsidRPr="00CD3FC2">
        <w:rPr>
          <w:rFonts w:hint="eastAsia"/>
          <w:rtl/>
        </w:rPr>
        <w:t>ص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-نحو</w:t>
      </w:r>
      <w:r w:rsidR="00BA57AE" w:rsidRPr="003A13AB">
        <w:rPr>
          <w:rFonts w:hint="cs"/>
          <w:rtl/>
        </w:rPr>
        <w:t>ه</w:t>
      </w:r>
      <w:r w:rsidR="00B01F30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تمام اقوال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اس قول کو ترج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جس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”اولوالامر“سے</w:t>
      </w:r>
      <w:r w:rsidRPr="00CD3FC2">
        <w:rPr>
          <w:rtl/>
        </w:rPr>
        <w:t xml:space="preserve"> مرادمطلق حکام)ن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وبد)ل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۔اوراس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دواحاد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استدلال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حکمران اور فرمانرواؤں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 مطلق طور پر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 ناک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صرف”اول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الامر“کا مفہوم اوراس کا رسول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پر عطف ہونااس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کو مسترد کرتا ہے،بلکہ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پر چند اعتراضات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وارد ہوتے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</w:t>
      </w:r>
      <w:r w:rsidRPr="00CD3FC2">
        <w:rPr>
          <w:rtl/>
        </w:rPr>
        <w:t xml:space="preserve"> اعتراض: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قابل اعتبار اورحجت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 ابن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کا نام ہے کہ اہل سنّت کے رجال وحد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امام،ابن سعدکا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کہنا ہے:</w:t>
      </w:r>
    </w:p>
    <w:p w:rsidR="00B01F30" w:rsidRPr="00B01F30" w:rsidRDefault="00B01F30" w:rsidP="00F50110">
      <w:pPr>
        <w:pStyle w:val="libLine"/>
        <w:rPr>
          <w:rtl/>
        </w:rPr>
      </w:pPr>
      <w:r>
        <w:rPr>
          <w:rFonts w:hint="cs"/>
          <w:rtl/>
        </w:rPr>
        <w:t>__________________</w:t>
      </w:r>
    </w:p>
    <w:p w:rsidR="000B693F" w:rsidRDefault="000B693F" w:rsidP="00F50110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رطبر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۵،ص۹۵،دارالمعرفة،ب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B01F30" w:rsidRDefault="00B01F3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B01F30" w:rsidRPr="00CD3FC2" w:rsidRDefault="00B01F30" w:rsidP="00107A46">
      <w:pPr>
        <w:pStyle w:val="libNormal"/>
        <w:rPr>
          <w:rtl/>
        </w:rPr>
      </w:pP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B01F30">
        <w:rPr>
          <w:rStyle w:val="libArabicChar"/>
          <w:rFonts w:hint="eastAsia"/>
          <w:rtl/>
        </w:rPr>
        <w:t>کان</w:t>
      </w:r>
      <w:r w:rsidRPr="00B01F30">
        <w:rPr>
          <w:rStyle w:val="libArabicChar"/>
          <w:rtl/>
        </w:rPr>
        <w:t xml:space="preserve"> کث</w:t>
      </w:r>
      <w:r w:rsidRPr="00B01F30">
        <w:rPr>
          <w:rStyle w:val="libArabicChar"/>
          <w:rFonts w:hint="cs"/>
          <w:rtl/>
        </w:rPr>
        <w:t>ی</w:t>
      </w:r>
      <w:r w:rsidRPr="00B01F30">
        <w:rPr>
          <w:rStyle w:val="libArabicChar"/>
          <w:rFonts w:hint="eastAsia"/>
          <w:rtl/>
        </w:rPr>
        <w:t>رالحد</w:t>
      </w:r>
      <w:r w:rsidRPr="00B01F30">
        <w:rPr>
          <w:rStyle w:val="libArabicChar"/>
          <w:rFonts w:hint="cs"/>
          <w:rtl/>
        </w:rPr>
        <w:t>ی</w:t>
      </w:r>
      <w:r w:rsidRPr="00B01F30">
        <w:rPr>
          <w:rStyle w:val="libArabicChar"/>
          <w:rFonts w:hint="eastAsia"/>
          <w:rtl/>
        </w:rPr>
        <w:t>ث</w:t>
      </w:r>
      <w:r w:rsidRPr="00B01F30">
        <w:rPr>
          <w:rStyle w:val="libArabicChar"/>
          <w:rtl/>
        </w:rPr>
        <w:t xml:space="preserve"> ول</w:t>
      </w:r>
      <w:r w:rsidRPr="00B01F30">
        <w:rPr>
          <w:rStyle w:val="libArabicChar"/>
          <w:rFonts w:hint="cs"/>
          <w:rtl/>
        </w:rPr>
        <w:t>ی</w:t>
      </w:r>
      <w:r w:rsidRPr="00B01F30">
        <w:rPr>
          <w:rStyle w:val="libArabicChar"/>
          <w:rFonts w:hint="eastAsia"/>
          <w:rtl/>
        </w:rPr>
        <w:t>س</w:t>
      </w:r>
      <w:r w:rsidRPr="00B01F30">
        <w:rPr>
          <w:rStyle w:val="libArabicChar"/>
          <w:rtl/>
        </w:rPr>
        <w:t xml:space="preserve"> بحجة</w:t>
      </w:r>
      <w:r w:rsidRPr="00B76D20">
        <w:rPr>
          <w:rtl/>
        </w:rPr>
        <w:t>“</w:t>
      </w:r>
      <w:r w:rsidR="00B01F30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”اس</w:t>
      </w:r>
      <w:r w:rsidRPr="00CD3FC2">
        <w:rPr>
          <w:rtl/>
        </w:rPr>
        <w:t xml:space="preserve"> سے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رو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اور)اس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بات) حجت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حبان نے اسے خطا اوراشتباہ کرنے والا جانا ہے۔</w:t>
      </w:r>
      <w:r w:rsidR="00A627B0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اس کے علاوہ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عبداللہ بن محمد بن عروة ہے کہ جس کا علم رجال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معروف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موثق ہونا ثابت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بعض ضع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اور مجہول افراد پائے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ییٰ</w:t>
      </w:r>
      <w:r w:rsidRPr="00CD3FC2">
        <w:rPr>
          <w:rtl/>
        </w:rPr>
        <w:t xml:space="preserve"> بن 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داللہ،کے</w:t>
      </w:r>
      <w:r w:rsidRPr="00CD3FC2">
        <w:rPr>
          <w:rtl/>
        </w:rPr>
        <w:t xml:space="preserve"> متعلق اہل سنت کے ائمہء رجال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ابوحاتم،ابن ع</w:t>
      </w:r>
      <w:r w:rsidRPr="00CD3FC2">
        <w:rPr>
          <w:rFonts w:hint="cs"/>
          <w:rtl/>
        </w:rPr>
        <w:t>یی</w:t>
      </w:r>
      <w:r w:rsidRPr="00CD3FC2">
        <w:rPr>
          <w:rFonts w:hint="eastAsia"/>
          <w:rtl/>
        </w:rPr>
        <w:t>نہ،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ییٰ</w:t>
      </w:r>
      <w:r w:rsidRPr="00CD3FC2">
        <w:rPr>
          <w:rtl/>
        </w:rPr>
        <w:t xml:space="preserve"> القطان،ابن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،ابن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بہ،نسائ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اوردار قطبن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اسے ضع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اور قابل مذمت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  <w:r w:rsidR="00A627B0" w:rsidRPr="00F82107">
        <w:rPr>
          <w:rStyle w:val="libFootnotenumChar"/>
          <w:rFonts w:hint="cs"/>
          <w:rtl/>
        </w:rPr>
        <w:t>(3)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دوسرااعتراض</w:t>
      </w:r>
      <w:r w:rsidRPr="00CD3FC2">
        <w:rPr>
          <w:rtl/>
        </w:rPr>
        <w:t>:ان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ربط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="00B01F30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سرااعترض</w:t>
      </w:r>
      <w:r w:rsidRPr="00CD3FC2">
        <w:rPr>
          <w:rtl/>
        </w:rPr>
        <w:t>:طبر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رقرآن</w:t>
      </w:r>
      <w:r w:rsidRPr="00CD3FC2">
        <w:rPr>
          <w:rtl/>
        </w:rPr>
        <w:t xml:space="preserve">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سے تناقص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ہے،من جملہ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>:</w:t>
      </w:r>
    </w:p>
    <w:p w:rsidR="000B693F" w:rsidRPr="00B76D20" w:rsidRDefault="00E17DF7" w:rsidP="00107A46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B01F30">
        <w:rPr>
          <w:rStyle w:val="libAieChar"/>
          <w:rFonts w:hint="eastAsia"/>
          <w:rtl/>
        </w:rPr>
        <w:t>لاتط</w:t>
      </w:r>
      <w:r w:rsidRPr="00B01F30">
        <w:rPr>
          <w:rStyle w:val="libAieChar"/>
          <w:rFonts w:hint="cs"/>
          <w:rtl/>
        </w:rPr>
        <w:t>ی</w:t>
      </w:r>
      <w:r w:rsidRPr="00B01F30">
        <w:rPr>
          <w:rStyle w:val="libAieChar"/>
          <w:rFonts w:hint="eastAsia"/>
          <w:rtl/>
        </w:rPr>
        <w:t>عواا</w:t>
      </w:r>
      <w:r w:rsidRPr="00B01F30">
        <w:rPr>
          <w:rStyle w:val="libAieChar"/>
          <w:rFonts w:hint="cs"/>
          <w:rtl/>
        </w:rPr>
        <w:t>ٴ</w:t>
      </w:r>
      <w:r w:rsidRPr="00B01F30">
        <w:rPr>
          <w:rStyle w:val="libAieChar"/>
          <w:rFonts w:hint="eastAsia"/>
          <w:rtl/>
        </w:rPr>
        <w:t>مرالمسرف</w:t>
      </w:r>
      <w:r w:rsidRPr="00B01F30">
        <w:rPr>
          <w:rStyle w:val="libAieChar"/>
          <w:rFonts w:hint="cs"/>
          <w:rtl/>
        </w:rPr>
        <w:t>ی</w:t>
      </w:r>
      <w:r w:rsidRPr="00B01F30">
        <w:rPr>
          <w:rStyle w:val="libAieChar"/>
          <w:rFonts w:hint="eastAsia"/>
          <w:rtl/>
        </w:rPr>
        <w:t>ن</w:t>
      </w:r>
      <w:r w:rsidRPr="00B01F30">
        <w:rPr>
          <w:rStyle w:val="libAieChar"/>
          <w:rtl/>
        </w:rPr>
        <w:t xml:space="preserve"> الذ</w:t>
      </w:r>
      <w:r w:rsidRPr="00B01F30">
        <w:rPr>
          <w:rStyle w:val="libAieChar"/>
          <w:rFonts w:hint="cs"/>
          <w:rtl/>
        </w:rPr>
        <w:t>ی</w:t>
      </w:r>
      <w:r w:rsidRPr="00B01F30">
        <w:rPr>
          <w:rStyle w:val="libAieChar"/>
          <w:rFonts w:hint="eastAsia"/>
          <w:rtl/>
        </w:rPr>
        <w:t>ن</w:t>
      </w:r>
      <w:r w:rsidRPr="00B01F30">
        <w:rPr>
          <w:rStyle w:val="libAieChar"/>
          <w:rtl/>
        </w:rPr>
        <w:t xml:space="preserve"> </w:t>
      </w:r>
      <w:r w:rsidRPr="00B01F30">
        <w:rPr>
          <w:rStyle w:val="libAieChar"/>
          <w:rFonts w:hint="cs"/>
          <w:rtl/>
        </w:rPr>
        <w:t>ی</w:t>
      </w:r>
      <w:r w:rsidRPr="00B01F30">
        <w:rPr>
          <w:rStyle w:val="libAieChar"/>
          <w:rFonts w:hint="eastAsia"/>
          <w:rtl/>
        </w:rPr>
        <w:t>فسدون</w:t>
      </w:r>
      <w:r w:rsidRPr="00B01F30">
        <w:rPr>
          <w:rStyle w:val="libAieChar"/>
          <w:rtl/>
        </w:rPr>
        <w:t xml:space="preserve"> ف</w:t>
      </w:r>
      <w:r w:rsidRPr="00B01F30">
        <w:rPr>
          <w:rStyle w:val="libAieChar"/>
          <w:rFonts w:hint="cs"/>
          <w:rtl/>
        </w:rPr>
        <w:t>ی</w:t>
      </w:r>
      <w:r w:rsidRPr="00B01F30">
        <w:rPr>
          <w:rStyle w:val="libAieChar"/>
          <w:rtl/>
        </w:rPr>
        <w:t xml:space="preserve"> الا</w:t>
      </w:r>
      <w:r w:rsidRPr="00B01F30">
        <w:rPr>
          <w:rStyle w:val="libAieChar"/>
          <w:rFonts w:hint="cs"/>
          <w:rtl/>
        </w:rPr>
        <w:t>ٴ</w:t>
      </w:r>
      <w:r w:rsidRPr="00B01F30">
        <w:rPr>
          <w:rStyle w:val="libAieChar"/>
          <w:rFonts w:hint="eastAsia"/>
          <w:rtl/>
        </w:rPr>
        <w:t>رض</w:t>
      </w:r>
      <w:r w:rsidRPr="00B01F30">
        <w:rPr>
          <w:rStyle w:val="libAieChar"/>
          <w:rtl/>
        </w:rPr>
        <w:t xml:space="preserve"> ولا </w:t>
      </w:r>
      <w:r w:rsidRPr="00B01F30">
        <w:rPr>
          <w:rStyle w:val="libAieChar"/>
          <w:rFonts w:hint="cs"/>
          <w:rtl/>
        </w:rPr>
        <w:t>ی</w:t>
      </w:r>
      <w:r w:rsidRPr="00B01F30">
        <w:rPr>
          <w:rStyle w:val="libAieChar"/>
          <w:rFonts w:hint="eastAsia"/>
          <w:rtl/>
        </w:rPr>
        <w:t>صلحون</w:t>
      </w: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0B693F" w:rsidRPr="00B76D20">
        <w:rPr>
          <w:rtl/>
        </w:rPr>
        <w:t xml:space="preserve"> (شعراء/ ۱ ۵۲۔۱۵۱)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”اورز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کرنے والوں کے حکم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نہ کرو،جوزم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فساد برپاکرتے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اوراصلاح کے در 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69" w:name="_Toc508103318"/>
      <w:r w:rsidRPr="00CD3FC2">
        <w:rPr>
          <w:rFonts w:hint="eastAsia"/>
          <w:rtl/>
        </w:rPr>
        <w:t>علماء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اولوالامرنہ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bookmarkEnd w:id="69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”اولوالامر“کا</w:t>
      </w:r>
      <w:r w:rsidRPr="00CD3FC2">
        <w:rPr>
          <w:rtl/>
        </w:rPr>
        <w:t xml:space="preserve"> مفہوم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کرتا ہے اورعلماء کا کردار لوگوں کووضاحت اور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کے علاوہ کچھ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:</w:t>
      </w:r>
    </w:p>
    <w:p w:rsidR="00B01F30" w:rsidRPr="00B01F30" w:rsidRDefault="00B01F30" w:rsidP="00F50110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0B693F" w:rsidRPr="00CD3FC2" w:rsidRDefault="000B693F" w:rsidP="00F50110">
      <w:pPr>
        <w:pStyle w:val="libFootnote"/>
        <w:rPr>
          <w:rtl/>
        </w:rPr>
      </w:pPr>
      <w:r w:rsidRPr="00CD3FC2">
        <w:rPr>
          <w:rtl/>
        </w:rPr>
        <w:t>۱۔الطبقات الکبر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۵،ص۴۳۷،دارب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 xml:space="preserve"> للطباعةوالنشر</w:t>
      </w:r>
    </w:p>
    <w:p w:rsidR="000B693F" w:rsidRPr="00CD3FC2" w:rsidRDefault="000B693F" w:rsidP="00F50110">
      <w:pPr>
        <w:pStyle w:val="libFootnote"/>
        <w:rPr>
          <w:rtl/>
        </w:rPr>
      </w:pPr>
      <w:r w:rsidRPr="00CD3FC2">
        <w:rPr>
          <w:rtl/>
        </w:rPr>
        <w:t>۲۔کتاب الثقات،ج۹،ص۴۲،مؤسسةالکتب الثقاف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</w:p>
    <w:p w:rsidR="000B693F" w:rsidRDefault="000B693F" w:rsidP="00F50110">
      <w:pPr>
        <w:pStyle w:val="libFootnote"/>
        <w:rPr>
          <w:rtl/>
        </w:rPr>
      </w:pPr>
      <w:r w:rsidRPr="00CD3FC2">
        <w:rPr>
          <w:rtl/>
        </w:rPr>
        <w:t>۳۔تہذ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،ج۱۱،ص۲۲۱،دارالفکر</w:t>
      </w:r>
    </w:p>
    <w:p w:rsidR="00B01F30" w:rsidRDefault="00B01F3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B01F30" w:rsidRPr="00CD3FC2" w:rsidRDefault="00B01F3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تو،”اولوالامر“کے عنوان سے صاحبان علم وفقہ ذہن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آتے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خارج سے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موجود ہو جس کے روسے علماء اوردانشوروں کو سر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حاصل ہو جائے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دلالت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علاوہ ہے جنہوں نے اس قول کو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اہے،وہ</w:t>
      </w:r>
      <w:r w:rsidRPr="00CD3FC2">
        <w:rPr>
          <w:rtl/>
        </w:rPr>
        <w:t xml:space="preserve"> اس لحاظ سے ہے کہ لوگ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معاملات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علماء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کرکے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راہنمائ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استفادہ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سے قبل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خداوند متعال نے حکام کے فرائض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627B0">
        <w:rPr>
          <w:rStyle w:val="libAieChar"/>
          <w:rtl/>
        </w:rPr>
        <w:t>وإذا حکمتم ب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Fonts w:hint="eastAsia"/>
          <w:rtl/>
        </w:rPr>
        <w:t>ن</w:t>
      </w:r>
      <w:r w:rsidR="00E17DF7" w:rsidRPr="00A627B0">
        <w:rPr>
          <w:rStyle w:val="libAieChar"/>
          <w:rtl/>
        </w:rPr>
        <w:t xml:space="preserve"> الناس ا</w:t>
      </w:r>
      <w:r w:rsidR="00E17DF7" w:rsidRPr="00A627B0">
        <w:rPr>
          <w:rStyle w:val="libAieChar"/>
          <w:rFonts w:hint="cs"/>
          <w:rtl/>
        </w:rPr>
        <w:t>ٴ</w:t>
      </w:r>
      <w:r w:rsidR="00E17DF7" w:rsidRPr="00A627B0">
        <w:rPr>
          <w:rStyle w:val="libAieChar"/>
          <w:rFonts w:hint="eastAsia"/>
          <w:rtl/>
        </w:rPr>
        <w:t>ن</w:t>
      </w:r>
      <w:r w:rsidR="00E17DF7" w:rsidRPr="00A627B0">
        <w:rPr>
          <w:rStyle w:val="libAieChar"/>
          <w:rtl/>
        </w:rPr>
        <w:t xml:space="preserve"> تحکموا بالعدل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”جب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کرو توانصاف کے ساتھ کرو“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بحث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”اولوالامر“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لوگوں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ذمہ دار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اوراس سے واضح ہوتا ہے کہ ”اولوالامر“سے مراد مذکورہ صفات کے حامل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ں،نہ</w:t>
      </w:r>
      <w:r w:rsidRPr="00CD3FC2">
        <w:rPr>
          <w:rtl/>
        </w:rPr>
        <w:t xml:space="preserve"> علمائ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کہ:اگراس سے مراد علماء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علماء بہ طور عام اور بہ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مراد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بہ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استغراق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ہرفرد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امر ہے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واجب 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</w:t>
      </w:r>
      <w:r w:rsidRPr="00CD3FC2">
        <w:rPr>
          <w:rtl/>
        </w:rPr>
        <w:t xml:space="preserve"> پہلا فرض مراد ہے ،تواس پر اعتراض اہل حل وعقد والے قول اورفخرراز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ہوچکا ہے،اوراگردوسر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مراد ہے توآ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مطلقا طور پر کس طرح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واجب ہو 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ہے،جبکہ اگرا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ہے تواس کے ضوابط اورشرائط قرآن وحد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ہونے چاہئے تھے۔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چوتھے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 پچھل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”فائے 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وضاحت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بعد والے جملہ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627B0">
        <w:rPr>
          <w:rStyle w:val="libAieChar"/>
          <w:rtl/>
        </w:rPr>
        <w:t>فإنّ تنازعتم ف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tl/>
        </w:rPr>
        <w:t xml:space="preserve"> ش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Fonts w:hint="eastAsia"/>
          <w:rtl/>
        </w:rPr>
        <w:t>ئٍ</w:t>
      </w:r>
      <w:r w:rsidR="00E17DF7" w:rsidRPr="00A627B0">
        <w:rPr>
          <w:rStyle w:val="libAieChar"/>
          <w:rtl/>
        </w:rPr>
        <w:t xml:space="preserve"> فردّو</w:t>
      </w:r>
      <w:r w:rsidR="00E17DF7" w:rsidRPr="00BA57AE">
        <w:rPr>
          <w:rStyle w:val="libAieChar"/>
          <w:rFonts w:hint="cs"/>
          <w:rtl/>
        </w:rPr>
        <w:t>ه</w:t>
      </w:r>
      <w:r w:rsidR="00E17DF7" w:rsidRPr="00A627B0">
        <w:rPr>
          <w:rStyle w:val="libAieChar"/>
          <w:rFonts w:hint="cs"/>
          <w:rtl/>
        </w:rPr>
        <w:t xml:space="preserve"> إلی</w:t>
      </w:r>
      <w:r w:rsidR="00E17DF7" w:rsidRPr="00A627B0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A627B0">
        <w:rPr>
          <w:rStyle w:val="libAieChar"/>
          <w:rFonts w:hint="cs"/>
          <w:rtl/>
        </w:rPr>
        <w:t xml:space="preserve"> وا</w:t>
      </w:r>
      <w:r w:rsidR="00E17DF7" w:rsidRPr="00A627B0">
        <w:rPr>
          <w:rStyle w:val="libAieChar"/>
          <w:rtl/>
        </w:rPr>
        <w:t>لرّسول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جملہ فائے تفر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پہلے والے جملہ سے مر بوط ہے کہ 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 اوررسول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 ناخدا ورسول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مطلقاً اطاعت کے وجوب پر متفرع ہے۔ اس جملہ سے واضح ہو جا تاہے کہ 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خدااوررسول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 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رجوع کر نا’اولوالامر“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ممکن ہے۔اوربعد والے جملہ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 ”اولوالامر“کو نہ لانے کا م</w:t>
      </w:r>
      <w:r w:rsidRPr="00CD3FC2">
        <w:rPr>
          <w:rFonts w:hint="eastAsia"/>
          <w:rtl/>
        </w:rPr>
        <w:t>قصد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مطلب کو واضح کرتا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تنہا”اولوالامر“ ہے جوکتاب وسنت کے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مفاہ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تمام پہلوؤں سے آگاہ ہے لہذا 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مسائل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 نا درحق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خدااوررسولک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 نا ہے اور ہم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مطلقاً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 طور کل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علماء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سواء ان لو گوں کے کہ جو منجانب اللہ گناہ وخطاء سے محفوظ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A627B0" w:rsidRDefault="00A627B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0" w:name="_Toc508103319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گر</w:t>
      </w:r>
      <w:r w:rsidRPr="00CD3FC2">
        <w:rPr>
          <w:rtl/>
        </w:rPr>
        <w:t xml:space="preserve"> نکات</w:t>
      </w:r>
      <w:bookmarkEnd w:id="7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قول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کہ”اولوالامر“سے مراد علماء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،مفسر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بعض قابل غور بات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کھنے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،شائستہ نکات کو ملحوظ رکھتے ہو 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غور وخوص ان اعتراضات کو واضح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</w:t>
      </w:r>
      <w:r w:rsidRPr="00CD3FC2">
        <w:rPr>
          <w:rtl/>
        </w:rPr>
        <w:t xml:space="preserve"> ہے پہلا نکتہ:</w:t>
      </w:r>
      <w:r w:rsidR="00BD32E1">
        <w:rPr>
          <w:rtl/>
        </w:rPr>
        <w:t xml:space="preserve"> </w:t>
      </w:r>
      <w:r w:rsidRPr="00CD3FC2">
        <w:rPr>
          <w:rtl/>
        </w:rPr>
        <w:t>فإنّ تنازعتم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مخاطب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Fonts w:hint="eastAsia"/>
          <w:rtl/>
        </w:rPr>
        <w:t>اا</w:t>
      </w:r>
      <w:r w:rsidR="00E17DF7" w:rsidRPr="00A627B0">
        <w:rPr>
          <w:rStyle w:val="libAieChar"/>
          <w:rFonts w:hint="cs"/>
          <w:rtl/>
        </w:rPr>
        <w:t>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A627B0">
        <w:rPr>
          <w:rStyle w:val="libAieChar"/>
          <w:rFonts w:hint="cs"/>
          <w:rtl/>
        </w:rPr>
        <w:t>ا</w:t>
      </w:r>
      <w:r w:rsidR="00E17DF7" w:rsidRPr="00A627B0">
        <w:rPr>
          <w:rStyle w:val="libAieChar"/>
          <w:rtl/>
        </w:rPr>
        <w:t xml:space="preserve"> الذ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Fonts w:hint="eastAsia"/>
          <w:rtl/>
        </w:rPr>
        <w:t>ن</w:t>
      </w:r>
      <w:r w:rsidR="00E17DF7" w:rsidRPr="00A627B0">
        <w:rPr>
          <w:rStyle w:val="libAieChar"/>
          <w:rtl/>
        </w:rPr>
        <w:t xml:space="preserve"> آم</w:t>
      </w:r>
      <w:r w:rsidR="00E17DF7" w:rsidRPr="00A627B0">
        <w:rPr>
          <w:rStyle w:val="libAieChar"/>
          <w:rFonts w:hint="eastAsia"/>
          <w:rtl/>
        </w:rPr>
        <w:t>نوا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مخاطب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۔”آ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مخاطب مو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“کا اولوالامر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تقابل کا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متقاض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کہ”الذ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آمنوا“”اولوالامر“ کے علاوہ ہوں کہ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حاکم و فر مانروااولوالامر اور 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وفرمانبردارمومن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ئے</w:t>
      </w:r>
      <w:r w:rsidRPr="00CD3FC2">
        <w:rPr>
          <w:rtl/>
        </w:rPr>
        <w:t xml:space="preserve">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دوسرانکتہ</w:t>
      </w:r>
      <w:r w:rsidRPr="00CD3FC2">
        <w:rPr>
          <w:rtl/>
        </w:rPr>
        <w:t>:اس نکتہ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نظر،مو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اختلا فات ان کے آپس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 ختلا فات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نہ ان کے اور اولوالامر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کے اختلافات۔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سرانکتہ</w:t>
      </w:r>
      <w:r w:rsidRPr="00CD3FC2">
        <w:rPr>
          <w:rtl/>
        </w:rPr>
        <w:t xml:space="preserve">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مو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خطاب مورد توجہ واقع ہو اور اس کو 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موڑ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خلاف ہے اوراس تو جہ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موجود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A627B0" w:rsidRDefault="00A627B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1" w:name="_Toc508103320"/>
      <w:r w:rsidRPr="00CD3FC2">
        <w:rPr>
          <w:rFonts w:hint="eastAsia"/>
          <w:rtl/>
        </w:rPr>
        <w:t>چند</w:t>
      </w:r>
      <w:r w:rsidRPr="00CD3FC2">
        <w:rPr>
          <w:rtl/>
        </w:rPr>
        <w:t xml:space="preserve">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پرتنق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bookmarkEnd w:id="7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قرطب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اورجصّاص نے جملہ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627B0">
        <w:rPr>
          <w:rStyle w:val="libAieChar"/>
          <w:rtl/>
        </w:rPr>
        <w:t>فإن تنازعتم ف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tl/>
        </w:rPr>
        <w:t xml:space="preserve"> ش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Fonts w:hint="eastAsia"/>
          <w:rtl/>
        </w:rPr>
        <w:t>ءٍ</w:t>
      </w:r>
      <w:r w:rsidR="00E17DF7" w:rsidRPr="00A627B0">
        <w:rPr>
          <w:rStyle w:val="libAieChar"/>
          <w:rtl/>
        </w:rPr>
        <w:t xml:space="preserve"> فردّو</w:t>
      </w:r>
      <w:r w:rsidR="00E17DF7" w:rsidRPr="00BA57AE">
        <w:rPr>
          <w:rStyle w:val="libAieChar"/>
          <w:rFonts w:hint="cs"/>
          <w:rtl/>
        </w:rPr>
        <w:t>ه</w:t>
      </w:r>
      <w:r w:rsidR="00E17DF7" w:rsidRPr="00A627B0">
        <w:rPr>
          <w:rStyle w:val="libAieChar"/>
          <w:rFonts w:hint="cs"/>
          <w:rtl/>
        </w:rPr>
        <w:t xml:space="preserve"> إلی</w:t>
      </w:r>
      <w:r w:rsidR="00E17DF7" w:rsidRPr="00A627B0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A627B0">
        <w:rPr>
          <w:rStyle w:val="libAieChar"/>
          <w:rFonts w:hint="cs"/>
          <w:rtl/>
        </w:rPr>
        <w:t xml:space="preserve"> وا</w:t>
      </w:r>
      <w:r w:rsidR="00E17DF7" w:rsidRPr="00A627B0">
        <w:rPr>
          <w:rStyle w:val="libAieChar"/>
          <w:rtl/>
        </w:rPr>
        <w:t>لرّسول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کواس پر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کہ”اولوالامر“ سے مرادعلماء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ں،اورچونکہ</w:t>
      </w:r>
      <w:r w:rsidRPr="00CD3FC2">
        <w:rPr>
          <w:rtl/>
        </w:rPr>
        <w:t xml:space="preserve"> جو علماء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وہ خدا ورسولک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پلٹانے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لحاظ سے خدائے تعال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نے علماء کوخطاب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اوران</w:t>
      </w:r>
      <w:r w:rsidRPr="00CD3FC2">
        <w:rPr>
          <w:rFonts w:hint="eastAsia"/>
          <w:rtl/>
        </w:rPr>
        <w:t>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جھگڑے اوراختلاف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اختلاف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مسئلہ کو خدا اور رسول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Pr="00CD3FC2">
        <w:rPr>
          <w:rtl/>
          <w:lang w:bidi="fa-IR"/>
        </w:rPr>
        <w:t>۱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ابوالسعود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قول کو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اورمذکورہ دومفسروں نے جو کچھ کہا ہے،اس کے خلاف ہے:جملہء”فإن تنازعتم“اس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 اولوالامر سے مراد علماء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مقلد مجتہد کے حکم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سے اختلاف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کرسکتا ہے!مگر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ہم کہ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جملہ”فإن تنازعتم“کا مقلد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ربط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خطاب صرف علماء سے ہے اوراس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 تک التفات ملا حظہ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ےہ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ہے۔</w:t>
      </w:r>
      <w:r w:rsidRPr="00CD3FC2">
        <w:rPr>
          <w:rtl/>
          <w:lang w:bidi="fa-IR"/>
        </w:rPr>
        <w:t xml:space="preserve">۲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قرطب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اورجصّاص کے لئے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اعتراض ہے کہ وہ التفات)توجہ) کے قائل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جملہ ”تنازعتم“ کو علماء سے خطاب جاناہے جبکہ بظاہر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کہ’ ’تنازعتم“ کا خطاب تمام 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ہے اوراس التفات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موجود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ابوالسعودکا</w:t>
      </w:r>
      <w:r w:rsidRPr="00CD3FC2">
        <w:rPr>
          <w:rtl/>
        </w:rPr>
        <w:t xml:space="preserve"> اشکال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اس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اختلاف کو ”اولوالامر“سے مراد علماء ہو 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اختلاف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علماء اور مقلد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سمجھا ہے ،جبکہ مؤ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خطاب ہے،چونکہ مؤ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اولوالامر کے مقابلہ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قراردئے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،لہذاان کے اختلافات ان ک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آپس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اختلافات ہوں گے،نہ کہ علماء کے فرض کر 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اولوالامر</w:t>
      </w:r>
    </w:p>
    <w:p w:rsidR="00A627B0" w:rsidRPr="00A627B0" w:rsidRDefault="00A627B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۱۔جامع احکام القرآن،ج۵،ص۲۶۰،دارالفکر۔احکام القرآن جصاص،ج۲،ص۲۱۰،دارالکناف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۲۔ارشاد العقل السل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،تفس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ابوالسعود،ج۲،ص۱۹۳،داراح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</w:t>
      </w:r>
    </w:p>
    <w:p w:rsidR="00A627B0" w:rsidRDefault="00A627B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627B0" w:rsidRPr="00CD3FC2" w:rsidRDefault="00A627B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کے</w:t>
      </w:r>
      <w:r w:rsidRPr="00CD3FC2">
        <w:rPr>
          <w:rtl/>
        </w:rPr>
        <w:t xml:space="preserve"> ساتھ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واضح ہوا کہ مذکورہ نکات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نظر”اولوالامر“سے مرادعلمائنہ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۔قرطب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اورجصاص کا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ہے،جنھوں نے التفات کا سہارالے کر اس قول</w:t>
      </w:r>
      <w:r w:rsidR="00A627B0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کوصح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کوشش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اورابوالسعود کا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درست نہ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اس کامستردہونا واضح ہے۔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72" w:name="_Toc508103321"/>
      <w:r w:rsidRPr="00CD3FC2">
        <w:rPr>
          <w:rFonts w:hint="eastAsia"/>
          <w:rtl/>
        </w:rPr>
        <w:t>اصحاب</w:t>
      </w:r>
      <w:r w:rsidRPr="00CD3FC2">
        <w:rPr>
          <w:rtl/>
        </w:rPr>
        <w:t xml:space="preserve"> اور تابع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اولوالامر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bookmarkEnd w:id="7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دوسرے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نکات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اصحاب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اصحاب وتابع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مہا جر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وانصار کا اولوالامر نہ ہوناثابت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جاسکتا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عموماً مؤ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خطاب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افراد کہ جن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کرنا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لئے بطور مطلق واجب ہے،ان کا ذکر ہے لہذا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وہ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شان اطاعت وفرمانبردار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اورخدا ورسول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اولوالامر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شان مو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اوپر مطلقاًاخت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اور </w:t>
      </w:r>
      <w:r w:rsidRPr="00CD3FC2">
        <w:rPr>
          <w:rFonts w:hint="eastAsia"/>
          <w:rtl/>
        </w:rPr>
        <w:t>فرمانروائ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،ان دونوں کا)مفہوم)ا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کے مد مقابل واقع ہو نا واضح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ہے کہ مؤ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”اولوالامر“کے علاوہ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صرف فرمانبردار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ہے،اوران کے مقابل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خداورسول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زاولوالامر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فرماں روائ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مغا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جس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،وہ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اولوالامرکا تذکرہ خداورسول کے ساتھ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واقع ہے 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 اورسولک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سواء مطاع )جس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جائے )کے کچھ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ہے،لہذا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ہو 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چا ہئے۔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مطلب کا تقاضا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اولوالامر،اصحاب ،تابع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مہاجر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وانصارکے زمرے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مذکورہ مغا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موجود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ںر</w:t>
      </w:r>
      <w:r w:rsidRPr="00CD3FC2">
        <w:rPr>
          <w:rtl/>
        </w:rPr>
        <w:t xml:space="preserve"> ہے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،حالانکہ</w:t>
      </w:r>
      <w:r w:rsidRPr="00CD3FC2">
        <w:rPr>
          <w:rtl/>
        </w:rPr>
        <w:t xml:space="preserve"> جو مؤ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نزول کے وقت اس کے مخاطب واقع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وہ،وہ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اصحاب ،مہاجر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 انصا 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 xml:space="preserve">۔دوسرانکتہ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اگر اولوالامر کے مصداق اصحاب ہوگے، تو کےا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تمام اصحاب بہ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ےا بنحواستغراق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؟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واضح لفظوں مےں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اصحاب مےں سے ہر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فرد بہ طورمستقل اولوالامر ہے او ر قوم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اررکھتاہے،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تمام اصحاب بہ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عہدے کے مالک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tl/>
        </w:rPr>
        <w:t xml:space="preserve"> فطر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ہے کہ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کے اعتبار پر سب کا اجماع اور اتفاق ہوگا؟</w:t>
      </w:r>
    </w:p>
    <w:p w:rsidR="00A627B0" w:rsidRDefault="00A627B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A627B0" w:rsidRPr="00CD3FC2" w:rsidRDefault="00A627B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</w:t>
      </w:r>
      <w:r w:rsidRPr="00CD3FC2">
        <w:rPr>
          <w:rtl/>
        </w:rPr>
        <w:t xml:space="preserve"> فرض 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عام بہ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مجموع) ظاہر کے خلاف ہے،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وضاحت ہو چک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، او ر پہلا فرض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اصحاب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بہ طور مستقل صاحب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ہوگا،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ظاہر اور اصحاب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کے خلاف ہے ۔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اصحاب کے 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کچھ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تھا کہ ہر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کے لئے )وہ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مطلقاً) وجوب اطاعت کا مالک ہوا۔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اصحاب علم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عمل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لحاظ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مختلف تھے۔ان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تعداد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افراد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تھے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اخلاق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کا فقدان تھا۔مثال کے طور پر 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عقبہ </w:t>
      </w:r>
      <w:r w:rsidR="00A627B0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کے فاسق ہو نے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نازل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خبر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واجب وض</w:t>
      </w:r>
      <w:r w:rsidRPr="00CD3FC2">
        <w:rPr>
          <w:rFonts w:hint="eastAsia"/>
          <w:rtl/>
        </w:rPr>
        <w:t>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ان حالات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کس طرح ممکن ہے کہ ” اولوالامر“کے مصداق بہ طور مطلق اصحاب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مہاجر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 انصار ہوں؟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3" w:name="_Toc508103322"/>
      <w:r w:rsidRPr="00CD3FC2">
        <w:rPr>
          <w:rFonts w:hint="eastAsia"/>
          <w:rtl/>
        </w:rPr>
        <w:t>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سردار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اولوالامر کے مصداق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  <w:bookmarkEnd w:id="73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طرح”اولوالامر“ کے مصداق 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627B0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کے کمانڈو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جو کچھ ہم 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</w:t>
      </w:r>
      <w:r w:rsidRPr="00CD3FC2">
        <w:rPr>
          <w:rtl/>
        </w:rPr>
        <w:t xml:space="preserve"> اس کے علاوہ ”اولوالامر“ کا رسول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پر عطف ہونا، ”اولوالامر“ک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مطلق اطاعت کے و اجب ہونے پر دلالت کر تا ہے اور جملہ ”فإن تنازعتم“ کامتفرع ہو نا، خدا و</w:t>
      </w:r>
    </w:p>
    <w:p w:rsidR="000B693F" w:rsidRPr="00A627B0" w:rsidRDefault="00A627B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 اصحاب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مصنف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” عدالت صحابہ در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کتاب و سنت “ ملاحظہ ہو</w:t>
      </w:r>
    </w:p>
    <w:p w:rsidR="00A627B0" w:rsidRPr="00CD3FC2" w:rsidRDefault="00A627B0" w:rsidP="00E17DF7">
      <w:pPr>
        <w:pStyle w:val="libFootnote"/>
        <w:rPr>
          <w:rtl/>
        </w:rPr>
      </w:pPr>
      <w:r w:rsidRPr="00B76D20">
        <w:rPr>
          <w:rFonts w:hint="cs"/>
          <w:rtl/>
        </w:rPr>
        <w:t>2</w:t>
      </w:r>
      <w:r w:rsidRPr="00CD3FC2">
        <w:rPr>
          <w:rtl/>
        </w:rPr>
        <w:t xml:space="preserve">۔جن جنگوں </w:t>
      </w:r>
      <w:r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ذات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طورپر شرکت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A627B0" w:rsidRDefault="00A627B0" w:rsidP="00E17DF7">
      <w:pPr>
        <w:pStyle w:val="libFootnote"/>
        <w:rPr>
          <w:rtl/>
        </w:rPr>
      </w:pPr>
    </w:p>
    <w:p w:rsidR="00A627B0" w:rsidRDefault="00A627B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627B0" w:rsidRPr="00CD3FC2" w:rsidRDefault="00A627B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اور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مطلق اطاعت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ز”اولوالامر“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پر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کمانڈ معصوم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اصحاب اورتابع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کچھ آثار نقل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جواس مطلب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۔ہم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ان آثار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چند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کررہے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۔ابن عباس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شخص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ہے،کہ جسے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)سرپرست و سر براہ کے عنوان سے)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جا</w:t>
      </w:r>
      <w:r w:rsidRPr="00CD3FC2">
        <w:rPr>
          <w:rtl/>
        </w:rPr>
        <w:t xml:space="preserve"> تھا۔</w:t>
      </w:r>
      <w:r w:rsidR="00A627B0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حجاج بن محمد کا نام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ابن سعد نے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</w:t>
      </w:r>
      <w:r w:rsidRPr="00CD3FC2">
        <w:rPr>
          <w:rFonts w:hint="eastAsia"/>
          <w:rtl/>
        </w:rPr>
        <w:t>ے</w:t>
      </w:r>
      <w:r w:rsidRPr="00CD3FC2">
        <w:rPr>
          <w:rtl/>
        </w:rPr>
        <w:t>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627B0">
        <w:rPr>
          <w:rStyle w:val="libArabicChar"/>
          <w:rFonts w:hint="eastAsia"/>
          <w:rtl/>
        </w:rPr>
        <w:t>کان</w:t>
      </w:r>
      <w:r w:rsidRPr="00A627B0">
        <w:rPr>
          <w:rStyle w:val="libArabicChar"/>
          <w:rtl/>
        </w:rPr>
        <w:t xml:space="preserve"> قد تغ</w:t>
      </w:r>
      <w:r w:rsidRPr="00A627B0">
        <w:rPr>
          <w:rStyle w:val="libArabicChar"/>
          <w:rFonts w:hint="cs"/>
          <w:rtl/>
        </w:rPr>
        <w:t>یّ</w:t>
      </w:r>
      <w:r w:rsidRPr="00A627B0">
        <w:rPr>
          <w:rStyle w:val="libArabicChar"/>
          <w:rFonts w:hint="eastAsia"/>
          <w:rtl/>
        </w:rPr>
        <w:t>رف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tl/>
        </w:rPr>
        <w:t xml:space="preserve"> آخر عمر</w:t>
      </w:r>
      <w:r w:rsidR="00BA57AE" w:rsidRPr="003A13AB">
        <w:rPr>
          <w:rStyle w:val="libArabicChar"/>
          <w:rFonts w:hint="cs"/>
          <w:rtl/>
        </w:rPr>
        <w:t>ه</w:t>
      </w:r>
      <w:r w:rsidRPr="00B76D20">
        <w:rPr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:آخر عمر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کا حافظہ مختل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اورابن</w:t>
      </w:r>
      <w:r w:rsidRPr="00CD3FC2">
        <w:rPr>
          <w:rtl/>
        </w:rPr>
        <w:t xml:space="preserve"> حجر نے کہا ہے کہ اس نے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</w:t>
      </w:r>
      <w:r w:rsidR="00A627B0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فطر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ہے کہ اس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 حالت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معتبر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مون</w:t>
      </w:r>
      <w:r w:rsidRPr="00CD3FC2">
        <w:rPr>
          <w:rtl/>
        </w:rPr>
        <w:t xml:space="preserve"> بن مہران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کہ”اولوالامر“ وہ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)جنگوں)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شرکت کرتے تھے۔</w:t>
      </w:r>
      <w:r w:rsidR="00A627B0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>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عنبسة بن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دضر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کا نام ہے کہ ابن حبان نے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”کان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خط</w:t>
      </w:r>
      <w:r w:rsidRPr="00CD3FC2">
        <w:rPr>
          <w:rFonts w:hint="cs"/>
          <w:rtl/>
        </w:rPr>
        <w:t>ی</w:t>
      </w:r>
      <w:r w:rsidR="00A627B0" w:rsidRPr="00F82107">
        <w:rPr>
          <w:rStyle w:val="libFootnotenumChar"/>
          <w:rFonts w:hint="cs"/>
          <w:rtl/>
        </w:rPr>
        <w:t>(4)</w:t>
      </w:r>
      <w:r w:rsidRPr="00CD3FC2">
        <w:rPr>
          <w:rtl/>
          <w:lang w:bidi="fa-IR"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:وہ مسلسل خطا کا مرتکب ہوتاتھا۔“</w:t>
      </w:r>
    </w:p>
    <w:p w:rsidR="000B693F" w:rsidRPr="00A627B0" w:rsidRDefault="00A627B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۵،ص۹۲،دارالمعرفة،ب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</w:rPr>
        <w:t>۲،ص۱۸۱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،ج۵،ص۹۲،دارالمعرفة،ب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۴۔تہذ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</w:rPr>
        <w:t>۸،ص۱۳۸</w:t>
      </w:r>
    </w:p>
    <w:p w:rsidR="00A627B0" w:rsidRDefault="00A627B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627B0" w:rsidRPr="00CD3FC2" w:rsidRDefault="00A627B0" w:rsidP="00107A46">
      <w:pPr>
        <w:pStyle w:val="libNormal"/>
        <w:rPr>
          <w:rtl/>
        </w:rPr>
      </w:pP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</w:t>
      </w:r>
      <w:r w:rsidR="00A627B0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کہ اس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”اولوالامر“ کو اس قض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سے مرتبط جانا ہے کہ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)جنگ)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خالد بن 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دکوکمانڈر</w:t>
      </w:r>
      <w:r w:rsidRPr="00CD3FC2">
        <w:rPr>
          <w:rtl/>
        </w:rPr>
        <w:t xml:space="preserve"> مقرر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تھااورس 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عمار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اسر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موجود تھے اور انہوں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مسلمان کو دئے گئے امان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خالد سے اختلاف </w:t>
      </w:r>
      <w:r w:rsidRPr="00CD3FC2">
        <w:rPr>
          <w:rFonts w:hint="eastAsia"/>
          <w:rtl/>
        </w:rPr>
        <w:t>را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اظہارک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تھا۔</w:t>
      </w:r>
      <w:r w:rsidR="00A627B0" w:rsidRPr="00F82107">
        <w:rPr>
          <w:rStyle w:val="libFootnotenumChar"/>
          <w:rFonts w:hint="cs"/>
          <w:rtl/>
        </w:rPr>
        <w:t>(2)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مرسل ہے اوردوسرے سد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ییٰ</w:t>
      </w:r>
      <w:r w:rsidRPr="00CD3FC2">
        <w:rPr>
          <w:rtl/>
        </w:rPr>
        <w:t xml:space="preserve"> 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 ورعق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نقل ہو ا ہے کہ وہ ضع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ہے اورجوزجانے اسے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جھوٹا بتا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۔</w:t>
      </w:r>
      <w:r w:rsidR="00A627B0" w:rsidRPr="00F82107">
        <w:rPr>
          <w:rStyle w:val="libFootnotenumChar"/>
          <w:rFonts w:hint="cs"/>
          <w:rtl/>
        </w:rPr>
        <w:t>(3)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۔بخار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”اولوالامر“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ذکر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ہے: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627B0">
        <w:rPr>
          <w:rStyle w:val="libArabicChar"/>
          <w:rFonts w:hint="eastAsia"/>
          <w:rtl/>
        </w:rPr>
        <w:t>حدثناصدقة</w:t>
      </w:r>
      <w:r w:rsidRPr="00A627B0">
        <w:rPr>
          <w:rStyle w:val="libArabicChar"/>
          <w:rtl/>
        </w:rPr>
        <w:t xml:space="preserve"> بن الفضل،ا</w:t>
      </w:r>
      <w:r w:rsidRPr="00A627B0">
        <w:rPr>
          <w:rStyle w:val="libArabicChar"/>
          <w:rFonts w:hint="cs"/>
          <w:rtl/>
        </w:rPr>
        <w:t>ٴ</w:t>
      </w:r>
      <w:r w:rsidRPr="00A627B0">
        <w:rPr>
          <w:rStyle w:val="libArabicChar"/>
          <w:rFonts w:hint="eastAsia"/>
          <w:rtl/>
        </w:rPr>
        <w:t>خبرناحج</w:t>
      </w:r>
      <w:r w:rsidRPr="00A627B0">
        <w:rPr>
          <w:rStyle w:val="libArabicChar"/>
          <w:rtl/>
        </w:rPr>
        <w:t xml:space="preserve"> ابن محمّد،عن ابن جر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Fonts w:hint="eastAsia"/>
          <w:rtl/>
        </w:rPr>
        <w:t>ح،عن</w:t>
      </w:r>
      <w:r w:rsidRPr="00A627B0">
        <w:rPr>
          <w:rStyle w:val="libArabicChar"/>
          <w:rtl/>
        </w:rPr>
        <w:t xml:space="preserve"> 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Fonts w:hint="eastAsia"/>
          <w:rtl/>
        </w:rPr>
        <w:t>عل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tl/>
        </w:rPr>
        <w:t xml:space="preserve"> بن مسلم،عن سع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Fonts w:hint="eastAsia"/>
          <w:rtl/>
        </w:rPr>
        <w:t>د</w:t>
      </w:r>
      <w:r w:rsidRPr="00A627B0">
        <w:rPr>
          <w:rStyle w:val="libArabicChar"/>
          <w:rtl/>
        </w:rPr>
        <w:t xml:space="preserve"> بن جب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Fonts w:hint="eastAsia"/>
          <w:rtl/>
        </w:rPr>
        <w:t>رعن</w:t>
      </w:r>
      <w:r w:rsidRPr="00A627B0">
        <w:rPr>
          <w:rStyle w:val="libArabicChar"/>
          <w:rtl/>
        </w:rPr>
        <w:t xml:space="preserve"> ابن عباس رض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A627B0">
        <w:rPr>
          <w:rStyle w:val="libArabicChar"/>
          <w:rFonts w:hint="cs"/>
          <w:rtl/>
        </w:rPr>
        <w:t xml:space="preserve"> عن</w:t>
      </w:r>
      <w:r w:rsidR="00BA57AE" w:rsidRPr="003A13AB">
        <w:rPr>
          <w:rStyle w:val="libArabicChar"/>
          <w:rFonts w:hint="cs"/>
          <w:rtl/>
        </w:rPr>
        <w:t>ه</w:t>
      </w:r>
      <w:r w:rsidRPr="00A627B0">
        <w:rPr>
          <w:rStyle w:val="libArabicChar"/>
          <w:rFonts w:hint="cs"/>
          <w:rtl/>
        </w:rPr>
        <w:t>ما:”اٴ</w:t>
      </w:r>
      <w:r w:rsidRPr="00A627B0">
        <w:rPr>
          <w:rStyle w:val="libArabicChar"/>
          <w:rFonts w:hint="eastAsia"/>
          <w:rtl/>
        </w:rPr>
        <w:t>ط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Fonts w:hint="eastAsia"/>
          <w:rtl/>
        </w:rPr>
        <w:t>عوااللّٰ</w:t>
      </w:r>
      <w:r w:rsidR="00BA57AE" w:rsidRPr="003A13AB">
        <w:rPr>
          <w:rStyle w:val="libArabicChar"/>
          <w:rFonts w:hint="cs"/>
          <w:rtl/>
        </w:rPr>
        <w:t>ه</w:t>
      </w:r>
      <w:r w:rsidRPr="00A627B0">
        <w:rPr>
          <w:rStyle w:val="libArabicChar"/>
          <w:rtl/>
        </w:rPr>
        <w:t xml:space="preserve"> وا</w:t>
      </w:r>
      <w:r w:rsidRPr="00A627B0">
        <w:rPr>
          <w:rStyle w:val="libArabicChar"/>
          <w:rFonts w:hint="cs"/>
          <w:rtl/>
        </w:rPr>
        <w:t>ٴ</w:t>
      </w:r>
      <w:r w:rsidRPr="00A627B0">
        <w:rPr>
          <w:rStyle w:val="libArabicChar"/>
          <w:rFonts w:hint="eastAsia"/>
          <w:rtl/>
        </w:rPr>
        <w:t>ط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Fonts w:hint="eastAsia"/>
          <w:rtl/>
        </w:rPr>
        <w:t>عوالرّسول</w:t>
      </w:r>
      <w:r w:rsidRPr="00A627B0">
        <w:rPr>
          <w:rStyle w:val="libArabicChar"/>
          <w:rtl/>
        </w:rPr>
        <w:t xml:space="preserve"> وا</w:t>
      </w:r>
      <w:r w:rsidRPr="00A627B0">
        <w:rPr>
          <w:rStyle w:val="libArabicChar"/>
          <w:rFonts w:hint="cs"/>
          <w:rtl/>
        </w:rPr>
        <w:t>ٴ</w:t>
      </w:r>
      <w:r w:rsidRPr="00A627B0">
        <w:rPr>
          <w:rStyle w:val="libArabicChar"/>
          <w:rFonts w:hint="eastAsia"/>
          <w:rtl/>
        </w:rPr>
        <w:t>ول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tl/>
        </w:rPr>
        <w:t xml:space="preserve"> الا</w:t>
      </w:r>
      <w:r w:rsidRPr="00A627B0">
        <w:rPr>
          <w:rStyle w:val="libArabicChar"/>
          <w:rFonts w:hint="cs"/>
          <w:rtl/>
        </w:rPr>
        <w:t>ٴ</w:t>
      </w:r>
      <w:r w:rsidRPr="00A627B0">
        <w:rPr>
          <w:rStyle w:val="libArabicChar"/>
          <w:rFonts w:hint="eastAsia"/>
          <w:rtl/>
        </w:rPr>
        <w:t>مرمنکم“قال</w:t>
      </w:r>
      <w:r w:rsidRPr="00A627B0">
        <w:rPr>
          <w:rStyle w:val="libArabicChar"/>
          <w:rtl/>
        </w:rPr>
        <w:t>:نزلت ف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tl/>
        </w:rPr>
        <w:t xml:space="preserve"> عبداللّٰ</w:t>
      </w:r>
      <w:r w:rsidR="00BA57AE" w:rsidRPr="003A13AB">
        <w:rPr>
          <w:rStyle w:val="libArabicChar"/>
          <w:rFonts w:hint="cs"/>
          <w:rtl/>
        </w:rPr>
        <w:t>ه</w:t>
      </w:r>
      <w:r w:rsidRPr="00A627B0">
        <w:rPr>
          <w:rStyle w:val="libArabicChar"/>
          <w:rFonts w:hint="cs"/>
          <w:rtl/>
        </w:rPr>
        <w:t xml:space="preserve"> بن حذافة ابن قی</w:t>
      </w:r>
      <w:r w:rsidRPr="00A627B0">
        <w:rPr>
          <w:rStyle w:val="libArabicChar"/>
          <w:rFonts w:hint="eastAsia"/>
          <w:rtl/>
        </w:rPr>
        <w:t>س</w:t>
      </w:r>
      <w:r w:rsidRPr="00A627B0">
        <w:rPr>
          <w:rStyle w:val="libArabicChar"/>
          <w:rtl/>
        </w:rPr>
        <w:t xml:space="preserve"> بن عد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tl/>
        </w:rPr>
        <w:t xml:space="preserve"> اذبعث</w:t>
      </w:r>
      <w:r w:rsidR="00BA57AE" w:rsidRPr="003A13AB">
        <w:rPr>
          <w:rStyle w:val="libArabicChar"/>
          <w:rFonts w:hint="cs"/>
          <w:rtl/>
        </w:rPr>
        <w:t>ه</w:t>
      </w:r>
      <w:r w:rsidRPr="00A627B0">
        <w:rPr>
          <w:rStyle w:val="libArabicChar"/>
          <w:rFonts w:hint="cs"/>
          <w:rtl/>
        </w:rPr>
        <w:t xml:space="preserve"> النبی</w:t>
      </w:r>
      <w:r w:rsidRPr="00A627B0">
        <w:rPr>
          <w:rStyle w:val="libArabicChar"/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A627B0">
        <w:rPr>
          <w:rStyle w:val="libArabicChar"/>
          <w:rtl/>
        </w:rPr>
        <w:t>ف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tl/>
        </w:rPr>
        <w:t xml:space="preserve"> سر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Fonts w:hint="eastAsia"/>
          <w:rtl/>
        </w:rPr>
        <w:t>ة</w:t>
      </w:r>
      <w:r w:rsidRPr="00B76D20">
        <w:rPr>
          <w:rtl/>
        </w:rPr>
        <w:t>۔</w:t>
      </w:r>
      <w:r w:rsidR="00A627B0" w:rsidRPr="00F82107">
        <w:rPr>
          <w:rStyle w:val="libFootnotenumChar"/>
          <w:rFonts w:hint="cs"/>
          <w:rtl/>
        </w:rPr>
        <w:t>(4)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جب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ران</w:t>
      </w:r>
      <w:r w:rsidRPr="00CD3FC2">
        <w:rPr>
          <w:rtl/>
        </w:rPr>
        <w:t xml:space="preserve"> نے ابن عباس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A627B0">
        <w:rPr>
          <w:rStyle w:val="libAieChar"/>
          <w:rtl/>
        </w:rPr>
        <w:t>ا</w:t>
      </w:r>
      <w:r w:rsidR="00E17DF7" w:rsidRPr="00A627B0">
        <w:rPr>
          <w:rStyle w:val="libAieChar"/>
          <w:rFonts w:hint="cs"/>
          <w:rtl/>
        </w:rPr>
        <w:t>ٴ</w:t>
      </w:r>
      <w:r w:rsidR="00E17DF7" w:rsidRPr="00A627B0">
        <w:rPr>
          <w:rStyle w:val="libAieChar"/>
          <w:rFonts w:hint="eastAsia"/>
          <w:rtl/>
        </w:rPr>
        <w:t>ط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Fonts w:hint="eastAsia"/>
          <w:rtl/>
        </w:rPr>
        <w:t>عوااللّٰ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A627B0">
        <w:rPr>
          <w:rStyle w:val="libAieChar"/>
          <w:rtl/>
        </w:rPr>
        <w:t xml:space="preserve"> وا</w:t>
      </w:r>
      <w:r w:rsidR="00E17DF7" w:rsidRPr="00A627B0">
        <w:rPr>
          <w:rStyle w:val="libAieChar"/>
          <w:rFonts w:hint="cs"/>
          <w:rtl/>
        </w:rPr>
        <w:t>ٴ</w:t>
      </w:r>
      <w:r w:rsidR="00E17DF7" w:rsidRPr="00A627B0">
        <w:rPr>
          <w:rStyle w:val="libAieChar"/>
          <w:rFonts w:hint="eastAsia"/>
          <w:rtl/>
        </w:rPr>
        <w:t>ط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Fonts w:hint="eastAsia"/>
          <w:rtl/>
        </w:rPr>
        <w:t>عواالرّسول</w:t>
      </w:r>
      <w:r w:rsidR="00E17DF7" w:rsidRPr="00A627B0">
        <w:rPr>
          <w:rStyle w:val="libAieChar"/>
          <w:rtl/>
        </w:rPr>
        <w:t xml:space="preserve"> وا</w:t>
      </w:r>
      <w:r w:rsidR="00E17DF7" w:rsidRPr="00A627B0">
        <w:rPr>
          <w:rStyle w:val="libAieChar"/>
          <w:rFonts w:hint="cs"/>
          <w:rtl/>
        </w:rPr>
        <w:t>ٴ</w:t>
      </w:r>
      <w:r w:rsidR="00E17DF7" w:rsidRPr="00A627B0">
        <w:rPr>
          <w:rStyle w:val="libAieChar"/>
          <w:rFonts w:hint="eastAsia"/>
          <w:rtl/>
        </w:rPr>
        <w:t>ول</w:t>
      </w:r>
      <w:r w:rsidR="00E17DF7" w:rsidRPr="00A627B0">
        <w:rPr>
          <w:rStyle w:val="libAieChar"/>
          <w:rFonts w:hint="cs"/>
          <w:rtl/>
        </w:rPr>
        <w:t>ی</w:t>
      </w:r>
      <w:r w:rsidR="00E17DF7" w:rsidRPr="00A627B0">
        <w:rPr>
          <w:rStyle w:val="libAieChar"/>
          <w:rtl/>
        </w:rPr>
        <w:t xml:space="preserve"> الا</w:t>
      </w:r>
      <w:r w:rsidR="00E17DF7" w:rsidRPr="00A627B0">
        <w:rPr>
          <w:rStyle w:val="libAieChar"/>
          <w:rFonts w:hint="cs"/>
          <w:rtl/>
        </w:rPr>
        <w:t>ٴ</w:t>
      </w:r>
      <w:r w:rsidR="00E17DF7" w:rsidRPr="00A627B0">
        <w:rPr>
          <w:rStyle w:val="libAieChar"/>
          <w:rFonts w:hint="eastAsia"/>
          <w:rtl/>
        </w:rPr>
        <w:t>مرمنکم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عبداللہ بن حذافہ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 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ہے،جب رسول خدا (ص)نے اس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لئے روانہ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چونکہ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فتح البار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ابن حجر کے کلام سے اخذ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اس لئے احتمال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داؤد مص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ابن سکن سے منقول ہے نہ کہ صدقہ بن</w:t>
      </w:r>
    </w:p>
    <w:p w:rsidR="000B693F" w:rsidRPr="00A627B0" w:rsidRDefault="00A627B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،ص۹۲،دارالمعرفة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،ص۹۲،دارالمعرفہ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</w:rPr>
        <w:t>۱،ص۲۷۳</w:t>
      </w:r>
    </w:p>
    <w:p w:rsidR="000B693F" w:rsidRDefault="000B693F" w:rsidP="00A368AD">
      <w:pPr>
        <w:pStyle w:val="libFootnote"/>
        <w:rPr>
          <w:rtl/>
        </w:rPr>
      </w:pPr>
      <w:r w:rsidRPr="00CD3FC2">
        <w:rPr>
          <w:rtl/>
        </w:rPr>
        <w:t>۴۔صح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بخار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۳،ص۳۷۶،کتاب التفس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ر،باب</w:t>
      </w:r>
      <w:r w:rsidRPr="00CD3FC2">
        <w:rPr>
          <w:rtl/>
        </w:rPr>
        <w:t xml:space="preserve"> قولہ</w:t>
      </w:r>
      <w:r w:rsidR="00BD32E1">
        <w:rPr>
          <w:rtl/>
        </w:rPr>
        <w:t xml:space="preserve"> </w:t>
      </w:r>
      <w:r w:rsidRPr="00CD3FC2">
        <w:rPr>
          <w:rtl/>
        </w:rPr>
        <w:t>ا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عواللّٰہ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ح۱۰۱۰،دارالقلم 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A627B0" w:rsidRDefault="00A627B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627B0" w:rsidRPr="00CD3FC2" w:rsidRDefault="00A627B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فضل</w:t>
      </w:r>
      <w:r w:rsidRPr="00CD3FC2">
        <w:rPr>
          <w:rtl/>
        </w:rPr>
        <w:t xml:space="preserve"> سے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اکثر نے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موجودہ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بخار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حوآلے سے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اورسن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داؤد کو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حاتم ونسائ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ضع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جانا ہے۔</w:t>
      </w:r>
      <w:r w:rsidR="00A627B0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بناپر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مسلّم 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بخار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صدقہ بن فضل سے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،بلکہ</w:t>
      </w:r>
      <w:r w:rsidRPr="00CD3FC2">
        <w:rPr>
          <w:rtl/>
        </w:rPr>
        <w:t xml:space="preserve"> ممکن ہے سن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ہو جبکہ وہ ضع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شمار ہو تا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حجاج بن محمدہے کہ ابن سعد نے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ہے: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A627B0">
        <w:rPr>
          <w:rStyle w:val="libArabicChar"/>
          <w:rFonts w:hint="eastAsia"/>
          <w:rtl/>
        </w:rPr>
        <w:t>کان</w:t>
      </w:r>
      <w:r w:rsidRPr="00A627B0">
        <w:rPr>
          <w:rStyle w:val="libArabicChar"/>
          <w:rtl/>
        </w:rPr>
        <w:t xml:space="preserve"> قد تغ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Fonts w:hint="eastAsia"/>
          <w:rtl/>
        </w:rPr>
        <w:t>رف</w:t>
      </w:r>
      <w:r w:rsidRPr="00A627B0">
        <w:rPr>
          <w:rStyle w:val="libArabicChar"/>
          <w:rFonts w:hint="cs"/>
          <w:rtl/>
        </w:rPr>
        <w:t>ی</w:t>
      </w:r>
      <w:r w:rsidRPr="00A627B0">
        <w:rPr>
          <w:rStyle w:val="libArabicChar"/>
          <w:rtl/>
        </w:rPr>
        <w:t xml:space="preserve"> آخرعمر</w:t>
      </w:r>
      <w:r w:rsidR="00BA57AE" w:rsidRPr="003A13AB">
        <w:rPr>
          <w:rStyle w:val="libArabicChar"/>
          <w:rFonts w:hint="cs"/>
          <w:rtl/>
        </w:rPr>
        <w:t>ه</w:t>
      </w:r>
      <w:r w:rsidRPr="00B76D20">
        <w:rPr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:آخر عمر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کا حافظہ مختل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تھا۔“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اور</w:t>
      </w:r>
      <w:r w:rsidRPr="00CD3FC2">
        <w:rPr>
          <w:rtl/>
        </w:rPr>
        <w:t xml:space="preserve"> ابن حجر نے کہاہے:اس نے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  <w:r w:rsidR="00037B1C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ابوبکراورعمربھ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اولوالامر کے مصداق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وجوہ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واضح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ابوبکر اور عمربھ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”اولوالامر“کے مصداق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وجوہ کے علاوہ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عت</w:t>
      </w:r>
      <w:r w:rsidRPr="00CD3FC2">
        <w:rPr>
          <w:rtl/>
        </w:rPr>
        <w:t xml:space="preserve"> سے متعلق سوالات کے جوابات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 علم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ناتوان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اوراحکام الٰہ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خلاف ان کا اظہار نظر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کا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ثبوت ہے کہ جو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وحد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کثرت سے درج ہے۔اس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کتاب الغد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جلد </w:t>
      </w:r>
      <w:r w:rsidRPr="00CD3FC2">
        <w:rPr>
          <w:rtl/>
          <w:lang w:bidi="fa-IR"/>
        </w:rPr>
        <w:t>۶</w:t>
      </w:r>
      <w:r w:rsidRPr="00CD3FC2">
        <w:rPr>
          <w:rtl/>
        </w:rPr>
        <w:t>اور</w:t>
      </w:r>
      <w:r w:rsidRPr="00CD3FC2">
        <w:rPr>
          <w:rtl/>
          <w:lang w:bidi="fa-IR"/>
        </w:rPr>
        <w:t>۷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جاسکتاہے۔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اہل</w:t>
      </w:r>
      <w:r w:rsidRPr="00CD3FC2">
        <w:rPr>
          <w:rtl/>
        </w:rPr>
        <w:t xml:space="preserve"> 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بعض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کہ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اقتداء کرنے کااشارہ ہواہے:”</w:t>
      </w:r>
      <w:r w:rsidRPr="00037B1C">
        <w:rPr>
          <w:rStyle w:val="libArabicChar"/>
          <w:rtl/>
        </w:rPr>
        <w:t>إقتدوا بالذ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ن</w:t>
      </w:r>
      <w:r w:rsidRPr="00037B1C">
        <w:rPr>
          <w:rStyle w:val="libArabicChar"/>
          <w:rtl/>
        </w:rPr>
        <w:t xml:space="preserve"> من بعد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اب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بکر وعمر</w:t>
      </w:r>
      <w:r w:rsidRPr="00CD3FC2">
        <w:rPr>
          <w:rtl/>
        </w:rPr>
        <w:t>“کئ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جہات سے باعث نزاع ہے۔من جملہ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عبدالملک بن عم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ہے کہ 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الکمال</w:t>
      </w:r>
      <w:r w:rsidR="00A627B0" w:rsidRPr="00F82107">
        <w:rPr>
          <w:rStyle w:val="libFootnotenumChar"/>
          <w:rFonts w:hint="cs"/>
          <w:rtl/>
        </w:rPr>
        <w:t>(3)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احمد بن حنبل</w:t>
      </w:r>
    </w:p>
    <w:p w:rsidR="00A627B0" w:rsidRPr="00A627B0" w:rsidRDefault="00A627B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۱۔فتح البار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۸،ص۲۵۳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</w:rPr>
        <w:t>۲،ص۱۸۱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الکمال،ج۱۸،ص۳۷۳،موسسہ الرسالة</w:t>
      </w:r>
    </w:p>
    <w:p w:rsidR="00A627B0" w:rsidRDefault="00A627B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A627B0" w:rsidRPr="00CD3FC2" w:rsidRDefault="00A627B0" w:rsidP="00107A46">
      <w:pPr>
        <w:pStyle w:val="libNormal"/>
        <w:rPr>
          <w:rtl/>
        </w:rPr>
      </w:pPr>
    </w:p>
    <w:p w:rsidR="000B693F" w:rsidRPr="00CD3FC2" w:rsidRDefault="000B693F" w:rsidP="00BA57AE">
      <w:pPr>
        <w:pStyle w:val="libNormal"/>
        <w:rPr>
          <w:rtl/>
        </w:rPr>
      </w:pP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نقل ہوا ہے:عبد الملک بن عم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بہت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مضطرب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ہے اس سے منقول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</w:t>
      </w:r>
      <w:r w:rsidRPr="00CD3FC2">
        <w:rPr>
          <w:rtl/>
          <w:lang w:bidi="fa-IR"/>
        </w:rPr>
        <w:t>۵۰۰</w:t>
      </w:r>
      <w:r w:rsidRPr="00CD3FC2">
        <w:rPr>
          <w:rtl/>
        </w:rPr>
        <w:t>سو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اکثر غلط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037B1C">
        <w:rPr>
          <w:rStyle w:val="libArabicChar"/>
          <w:rtl/>
        </w:rPr>
        <w:t>عبدالملک بن عم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ر</w:t>
      </w:r>
      <w:r w:rsidRPr="00037B1C">
        <w:rPr>
          <w:rStyle w:val="libArabicChar"/>
          <w:rtl/>
        </w:rPr>
        <w:t xml:space="preserve"> مضطرب الحد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ث</w:t>
      </w:r>
      <w:r w:rsidRPr="00037B1C">
        <w:rPr>
          <w:rStyle w:val="libArabicChar"/>
          <w:rtl/>
        </w:rPr>
        <w:t xml:space="preserve"> جداً</w:t>
      </w:r>
      <w:r w:rsidRPr="00037B1C">
        <w:rPr>
          <w:rStyle w:val="libArabicChar"/>
          <w:rFonts w:hint="cs"/>
          <w:rtl/>
        </w:rPr>
        <w:t>مااٴ</w:t>
      </w:r>
      <w:r w:rsidRPr="00037B1C">
        <w:rPr>
          <w:rStyle w:val="libArabicChar"/>
          <w:rFonts w:hint="eastAsia"/>
          <w:rtl/>
        </w:rPr>
        <w:t>ر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ل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خمساًئة حدی</w:t>
      </w:r>
      <w:r w:rsidRPr="00037B1C">
        <w:rPr>
          <w:rStyle w:val="libArabicChar"/>
          <w:rFonts w:hint="eastAsia"/>
          <w:rtl/>
        </w:rPr>
        <w:t>ث،</w:t>
      </w:r>
      <w:r w:rsidRPr="00037B1C">
        <w:rPr>
          <w:rStyle w:val="libArabicChar"/>
          <w:rtl/>
        </w:rPr>
        <w:t xml:space="preserve"> وقد غلط ف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کث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رمن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>ا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اور احمد بن 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ض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ہونے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ہے۔اور ابو حاتم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ہے:)عبدالملک)ل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بحافظ۔۔۔تغ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رحفظہ</w:t>
      </w:r>
      <w:r w:rsidRPr="00CD3FC2">
        <w:rPr>
          <w:rtl/>
        </w:rPr>
        <w:t xml:space="preserve"> قبل موتہ“عبدالملک کا حافظ درست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موت سے پہلے اس کا حا فظ کھو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اورترمذ</w:t>
      </w:r>
      <w:r w:rsidRPr="00CD3FC2">
        <w:rPr>
          <w:rFonts w:hint="cs"/>
          <w:rtl/>
        </w:rPr>
        <w:t>ی</w:t>
      </w:r>
      <w:r w:rsidR="00037B1C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سالم بن علاء مراد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 نسائ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اسے ضع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جانا ہے۔</w:t>
      </w:r>
      <w:r w:rsidR="00037B1C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اس کے علاوہ ترمذ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ییٰ</w:t>
      </w:r>
      <w:r w:rsidRPr="00CD3FC2">
        <w:rPr>
          <w:rtl/>
        </w:rPr>
        <w:t xml:space="preserve"> بن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الامو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ابن حجر نے صالح بن محمد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ہے:”</w:t>
      </w:r>
      <w:r w:rsidRPr="00037B1C">
        <w:rPr>
          <w:rStyle w:val="libArabicChar"/>
          <w:rtl/>
        </w:rPr>
        <w:t>إنّ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کان ی</w:t>
      </w:r>
      <w:r w:rsidRPr="00037B1C">
        <w:rPr>
          <w:rStyle w:val="libArabicChar"/>
          <w:rFonts w:hint="eastAsia"/>
          <w:rtl/>
        </w:rPr>
        <w:t>غلط</w:t>
      </w:r>
      <w:r w:rsidRPr="00CD3FC2">
        <w:rPr>
          <w:rFonts w:hint="eastAsia"/>
          <w:rtl/>
        </w:rPr>
        <w:t>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:”وہ مسلسل غلط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کرتا تھا۔</w:t>
      </w:r>
      <w:r w:rsidR="00037B1C" w:rsidRPr="00F82107">
        <w:rPr>
          <w:rStyle w:val="libFootnotenumChar"/>
          <w:rFonts w:hint="cs"/>
          <w:rtl/>
        </w:rPr>
        <w:t>(3)</w:t>
      </w:r>
      <w:r w:rsidRPr="00CD3FC2">
        <w:rPr>
          <w:rtl/>
          <w:lang w:bidi="fa-IR"/>
        </w:rPr>
        <w:t>‘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اگر اس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ثابت ہوت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توابو بکر اورعمر سق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سے استدلال کرتے اورخلافت کے لئے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ثابت کرتے جبکہ اس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طورپر نقل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طورپرثابت ہے کہ مذکورہ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صاد 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جعل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</w:t>
      </w:r>
      <w:r w:rsidRPr="00CD3FC2">
        <w:rPr>
          <w:rtl/>
        </w:rPr>
        <w:t xml:space="preserve">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شرع</w:t>
      </w:r>
      <w:r w:rsidRPr="00CD3FC2">
        <w:rPr>
          <w:rFonts w:hint="cs"/>
          <w:rtl/>
        </w:rPr>
        <w:t>ی</w:t>
      </w:r>
      <w:r w:rsidRPr="00CD3FC2">
        <w:rPr>
          <w:rtl/>
        </w:rPr>
        <w:t>(باپ)بھ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اولوالامر کے مصداق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: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باپ،دادا</w:t>
      </w:r>
      <w:r w:rsidRPr="00CD3FC2">
        <w:rPr>
          <w:rtl/>
        </w:rPr>
        <w:t xml:space="preserve"> و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کہ جو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شرع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 طور مطلق ”اولوالامر“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۔گزشتہ موارد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شدہ مطالب 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مسئلہ واضح ہو جاتاہے۔</w:t>
      </w:r>
    </w:p>
    <w:p w:rsidR="000B693F" w:rsidRPr="00037B1C" w:rsidRDefault="00037B1C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۱۔سنن ترمذ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،ج۵،ص۵۷۰،ح۳۶۶۳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الاعتدال،ج۲،ص۱۱۲،دارالفکر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،ج۴،ص۸۶</w:t>
      </w:r>
    </w:p>
    <w:p w:rsidR="00037B1C" w:rsidRDefault="00037B1C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37B1C" w:rsidRPr="00CD3FC2" w:rsidRDefault="00037B1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4" w:name="_Toc508103323"/>
      <w:r w:rsidRPr="00CD3FC2">
        <w:rPr>
          <w:rFonts w:hint="eastAsia"/>
          <w:rtl/>
        </w:rPr>
        <w:t>”اولوالامر“اورحد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منزلت،حد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اطاعت اورحد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bookmarkEnd w:id="74"/>
    </w:p>
    <w:p w:rsidR="000B693F" w:rsidRPr="00CD3FC2" w:rsidRDefault="000B693F" w:rsidP="00107A46">
      <w:pPr>
        <w:pStyle w:val="Heading2Center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5" w:name="_Toc508103324"/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منزلت:</w:t>
      </w:r>
      <w:bookmarkEnd w:id="75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حا</w:t>
      </w:r>
      <w:r w:rsidRPr="00CD3FC2">
        <w:rPr>
          <w:rtl/>
        </w:rPr>
        <w:t xml:space="preserve"> کم حسکان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037B1C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نے”شواہد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="00037B1C" w:rsidRPr="00F82107">
        <w:rPr>
          <w:rStyle w:val="libFootnotenumChar"/>
          <w:rFonts w:hint="cs"/>
          <w:rtl/>
        </w:rPr>
        <w:t>(2)</w:t>
      </w:r>
      <w:r w:rsidRPr="00CD3FC2">
        <w:rPr>
          <w:rtl/>
          <w:lang w:bidi="fa-IR"/>
        </w:rPr>
        <w:t>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اولوالامر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سے مجاہد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B76D20" w:rsidRDefault="000B693F" w:rsidP="00BA57AE">
      <w:pPr>
        <w:pStyle w:val="libNormal"/>
        <w:rPr>
          <w:rtl/>
        </w:rPr>
      </w:pPr>
      <w:r w:rsidRPr="00037B1C">
        <w:rPr>
          <w:rStyle w:val="libArabicChar"/>
          <w:rFonts w:hint="eastAsia"/>
          <w:rtl/>
        </w:rPr>
        <w:t>”</w:t>
      </w:r>
      <w:r w:rsidRPr="00037B1C">
        <w:rPr>
          <w:rStyle w:val="libArabicChar"/>
          <w:rFonts w:hint="cs"/>
          <w:rtl/>
        </w:rPr>
        <w:t>واٴُ</w:t>
      </w:r>
      <w:r w:rsidRPr="00037B1C">
        <w:rPr>
          <w:rStyle w:val="libArabicChar"/>
          <w:rFonts w:hint="eastAsia"/>
          <w:rtl/>
        </w:rPr>
        <w:t>ل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الا</w:t>
      </w:r>
      <w:r w:rsidRPr="00037B1C">
        <w:rPr>
          <w:rStyle w:val="libArabicChar"/>
          <w:rFonts w:hint="cs"/>
          <w:rtl/>
        </w:rPr>
        <w:t>ٴ</w:t>
      </w:r>
      <w:r w:rsidRPr="00037B1C">
        <w:rPr>
          <w:rStyle w:val="libArabicChar"/>
          <w:rFonts w:hint="eastAsia"/>
          <w:rtl/>
        </w:rPr>
        <w:t>مرمنکم“قال</w:t>
      </w:r>
      <w:r w:rsidRPr="00037B1C">
        <w:rPr>
          <w:rStyle w:val="libArabicChar"/>
          <w:rtl/>
        </w:rPr>
        <w:t>:نزلت ف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ا</w:t>
      </w:r>
      <w:r w:rsidRPr="00037B1C">
        <w:rPr>
          <w:rStyle w:val="libArabicChar"/>
          <w:rFonts w:hint="cs"/>
          <w:rtl/>
        </w:rPr>
        <w:t>ٴ</w:t>
      </w:r>
      <w:r w:rsidRPr="00037B1C">
        <w:rPr>
          <w:rStyle w:val="libArabicChar"/>
          <w:rFonts w:hint="eastAsia"/>
          <w:rtl/>
        </w:rPr>
        <w:t>م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رالمؤمن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ن</w:t>
      </w:r>
      <w:r w:rsidRPr="00037B1C">
        <w:rPr>
          <w:rStyle w:val="libArabicChar"/>
          <w:rtl/>
        </w:rPr>
        <w:t xml:space="preserve"> ح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ن</w:t>
      </w:r>
      <w:r w:rsidRPr="00037B1C">
        <w:rPr>
          <w:rStyle w:val="libArabicChar"/>
          <w:rtl/>
        </w:rPr>
        <w:t xml:space="preserve"> خلّف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بالمدی</w:t>
      </w:r>
      <w:r w:rsidRPr="00037B1C">
        <w:rPr>
          <w:rStyle w:val="libArabicChar"/>
          <w:rFonts w:hint="eastAsia"/>
          <w:rtl/>
        </w:rPr>
        <w:t>نة،</w:t>
      </w:r>
      <w:r w:rsidRPr="00037B1C">
        <w:rPr>
          <w:rStyle w:val="libArabicChar"/>
          <w:rtl/>
        </w:rPr>
        <w:t xml:space="preserve"> فقال:ا</w:t>
      </w:r>
      <w:r w:rsidRPr="00037B1C">
        <w:rPr>
          <w:rStyle w:val="libArabicChar"/>
          <w:rFonts w:hint="cs"/>
          <w:rtl/>
        </w:rPr>
        <w:t>ٴ</w:t>
      </w:r>
      <w:r w:rsidRPr="00037B1C">
        <w:rPr>
          <w:rStyle w:val="libArabicChar"/>
          <w:rFonts w:hint="eastAsia"/>
          <w:rtl/>
        </w:rPr>
        <w:t>تخلفن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عل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النساء والصب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ان؟</w:t>
      </w:r>
      <w:r w:rsidRPr="00037B1C">
        <w:rPr>
          <w:rStyle w:val="libArabicChar"/>
          <w:rtl/>
        </w:rPr>
        <w:t xml:space="preserve"> فقال: ا</w:t>
      </w:r>
      <w:r w:rsidRPr="00037B1C">
        <w:rPr>
          <w:rStyle w:val="libArabicChar"/>
          <w:rFonts w:hint="cs"/>
          <w:rtl/>
        </w:rPr>
        <w:t>ٴ</w:t>
      </w:r>
      <w:r w:rsidRPr="00037B1C">
        <w:rPr>
          <w:rStyle w:val="libArabicChar"/>
          <w:rFonts w:hint="eastAsia"/>
          <w:rtl/>
        </w:rPr>
        <w:t>ما</w:t>
      </w:r>
      <w:r w:rsidRPr="00037B1C">
        <w:rPr>
          <w:rStyle w:val="libArabicChar"/>
          <w:rtl/>
        </w:rPr>
        <w:t xml:space="preserve"> ترض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ا</w:t>
      </w:r>
      <w:r w:rsidRPr="00037B1C">
        <w:rPr>
          <w:rStyle w:val="libArabicChar"/>
          <w:rFonts w:hint="cs"/>
          <w:rtl/>
        </w:rPr>
        <w:t>ٴ</w:t>
      </w:r>
      <w:r w:rsidRPr="00037B1C">
        <w:rPr>
          <w:rStyle w:val="libArabicChar"/>
          <w:rFonts w:hint="eastAsia"/>
          <w:rtl/>
        </w:rPr>
        <w:t>ن</w:t>
      </w:r>
      <w:r w:rsidRPr="00037B1C">
        <w:rPr>
          <w:rStyle w:val="libArabicChar"/>
          <w:rtl/>
        </w:rPr>
        <w:t xml:space="preserve"> تکون منّ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بمنزلة 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>ارون من موسی</w:t>
      </w:r>
      <w:r w:rsidRPr="00037B1C">
        <w:rPr>
          <w:rStyle w:val="libArabicChar"/>
          <w:rFonts w:hint="eastAsia"/>
          <w:rtl/>
        </w:rPr>
        <w:t>،ح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ن</w:t>
      </w:r>
      <w:r w:rsidRPr="00037B1C">
        <w:rPr>
          <w:rStyle w:val="libArabicChar"/>
          <w:rtl/>
        </w:rPr>
        <w:t xml:space="preserve"> قال ل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”اٴ</w:t>
      </w:r>
      <w:r w:rsidRPr="00037B1C">
        <w:rPr>
          <w:rStyle w:val="libArabicChar"/>
          <w:rFonts w:hint="eastAsia"/>
          <w:rtl/>
        </w:rPr>
        <w:t>خلفن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ف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قوم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وا</w:t>
      </w:r>
      <w:r w:rsidRPr="00037B1C">
        <w:rPr>
          <w:rStyle w:val="libArabicChar"/>
          <w:rFonts w:hint="cs"/>
          <w:rtl/>
        </w:rPr>
        <w:t>ٴ</w:t>
      </w:r>
      <w:r w:rsidRPr="00037B1C">
        <w:rPr>
          <w:rStyle w:val="libArabicChar"/>
          <w:rFonts w:hint="eastAsia"/>
          <w:rtl/>
        </w:rPr>
        <w:t>صلح“فقال</w:t>
      </w:r>
      <w:r w:rsidRPr="00037B1C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>: ”واٴُ</w:t>
      </w:r>
      <w:r w:rsidRPr="00037B1C">
        <w:rPr>
          <w:rStyle w:val="libArabicChar"/>
          <w:rFonts w:hint="eastAsia"/>
          <w:rtl/>
        </w:rPr>
        <w:t>ول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الا</w:t>
      </w:r>
      <w:r w:rsidRPr="00037B1C">
        <w:rPr>
          <w:rStyle w:val="libArabicChar"/>
          <w:rFonts w:hint="cs"/>
          <w:rtl/>
        </w:rPr>
        <w:t>ٴ</w:t>
      </w:r>
      <w:r w:rsidRPr="00037B1C">
        <w:rPr>
          <w:rStyle w:val="libArabicChar"/>
          <w:rFonts w:hint="eastAsia"/>
          <w:rtl/>
        </w:rPr>
        <w:t>مر</w:t>
      </w:r>
      <w:r w:rsidRPr="00037B1C">
        <w:rPr>
          <w:rStyle w:val="libArabicChar"/>
          <w:rtl/>
        </w:rPr>
        <w:t xml:space="preserve"> منکم</w:t>
      </w:r>
      <w:r w:rsidRPr="00037B1C">
        <w:rPr>
          <w:rStyle w:val="libArabicChar"/>
          <w:rFonts w:hint="cs"/>
          <w:rtl/>
        </w:rPr>
        <w:t xml:space="preserve">“ فقال: 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>وعلی</w:t>
      </w:r>
      <w:r w:rsidRPr="00037B1C">
        <w:rPr>
          <w:rStyle w:val="libArabicChar"/>
          <w:rtl/>
        </w:rPr>
        <w:t xml:space="preserve"> بن اب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طالب، ولاّ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الامر بعد محمد فی</w:t>
      </w:r>
      <w:r w:rsidRPr="00037B1C">
        <w:rPr>
          <w:rStyle w:val="libArabicChar"/>
          <w:rtl/>
        </w:rPr>
        <w:t xml:space="preserve"> ح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ات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tl/>
        </w:rPr>
        <w:t xml:space="preserve"> ح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ن</w:t>
      </w:r>
      <w:r w:rsidRPr="00037B1C">
        <w:rPr>
          <w:rStyle w:val="libArabicChar"/>
          <w:rtl/>
        </w:rPr>
        <w:t xml:space="preserve"> خلّف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بالمد ی</w:t>
      </w:r>
      <w:r w:rsidRPr="00037B1C">
        <w:rPr>
          <w:rStyle w:val="libArabicChar"/>
          <w:rFonts w:hint="eastAsia"/>
          <w:rtl/>
        </w:rPr>
        <w:t>نة،فا</w:t>
      </w:r>
      <w:r w:rsidRPr="00037B1C">
        <w:rPr>
          <w:rStyle w:val="libArabicChar"/>
          <w:rFonts w:hint="cs"/>
          <w:rtl/>
        </w:rPr>
        <w:t>ٴ</w:t>
      </w:r>
      <w:r w:rsidRPr="00037B1C">
        <w:rPr>
          <w:rStyle w:val="libArabicChar"/>
          <w:rFonts w:hint="eastAsia"/>
          <w:rtl/>
        </w:rPr>
        <w:t>مراللّٰ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tl/>
        </w:rPr>
        <w:t xml:space="preserve"> العباد بطاعت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وترک</w:t>
      </w:r>
      <w:r w:rsidRPr="00037B1C">
        <w:rPr>
          <w:rStyle w:val="libArabicChar"/>
          <w:rtl/>
        </w:rPr>
        <w:t xml:space="preserve"> خلاف</w:t>
      </w:r>
      <w:r w:rsidR="00BA57AE" w:rsidRPr="003A13AB">
        <w:rPr>
          <w:rStyle w:val="libArabicChar"/>
          <w:rFonts w:hint="cs"/>
          <w:rtl/>
        </w:rPr>
        <w:t>ه</w:t>
      </w:r>
      <w:r w:rsidRPr="00B76D20">
        <w:rPr>
          <w:rtl/>
        </w:rPr>
        <w:t>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>(آ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>)</w:t>
      </w:r>
      <w:r w:rsidR="00BD32E1">
        <w:rPr>
          <w:rtl/>
        </w:rPr>
        <w:t xml:space="preserve"> </w:t>
      </w:r>
      <w:r w:rsidRPr="00CD3FC2">
        <w:rPr>
          <w:rtl/>
        </w:rPr>
        <w:t>۔۔۔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37B1C">
        <w:rPr>
          <w:rStyle w:val="libAieChar"/>
          <w:rtl/>
        </w:rPr>
        <w:t>وا</w:t>
      </w:r>
      <w:r w:rsidR="00E17DF7" w:rsidRPr="00037B1C">
        <w:rPr>
          <w:rStyle w:val="libAieChar"/>
          <w:rFonts w:hint="cs"/>
          <w:rtl/>
        </w:rPr>
        <w:t>ٴ</w:t>
      </w:r>
      <w:r w:rsidR="00E17DF7" w:rsidRPr="00037B1C">
        <w:rPr>
          <w:rStyle w:val="libAieChar"/>
          <w:rFonts w:hint="eastAsia"/>
          <w:rtl/>
        </w:rPr>
        <w:t>ول</w:t>
      </w:r>
      <w:r w:rsidR="00E17DF7" w:rsidRPr="00037B1C">
        <w:rPr>
          <w:rStyle w:val="libAieChar"/>
          <w:rFonts w:hint="cs"/>
          <w:rtl/>
        </w:rPr>
        <w:t>ی</w:t>
      </w:r>
      <w:r w:rsidR="00E17DF7" w:rsidRPr="00037B1C">
        <w:rPr>
          <w:rStyle w:val="libAieChar"/>
          <w:rtl/>
        </w:rPr>
        <w:t xml:space="preserve"> الا</w:t>
      </w:r>
      <w:r w:rsidR="00E17DF7" w:rsidRPr="00037B1C">
        <w:rPr>
          <w:rStyle w:val="libAieChar"/>
          <w:rFonts w:hint="cs"/>
          <w:rtl/>
        </w:rPr>
        <w:t>ٴ</w:t>
      </w:r>
      <w:r w:rsidR="00E17DF7" w:rsidRPr="00037B1C">
        <w:rPr>
          <w:rStyle w:val="libAieChar"/>
          <w:rFonts w:hint="eastAsia"/>
          <w:rtl/>
        </w:rPr>
        <w:t>مرمنکم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 xml:space="preserve">مجاہد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کہا ہے:آ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ہے،جب رسول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اپنا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۔اس وقت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کہا :ک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امجھے</w:t>
      </w:r>
      <w:r w:rsidRPr="00CD3FC2">
        <w:rPr>
          <w:rtl/>
        </w:rPr>
        <w:t xml:space="preserve"> عورتوں اور بچوں پر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قرا ر د ے ر ہے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تم پسند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ہو کہ تمھار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</w:p>
    <w:p w:rsidR="00037B1C" w:rsidRPr="00037B1C" w:rsidRDefault="00037B1C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۱۔حاکم حسکان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اہل سنّت کے بڑے محدث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ہے۔ذہب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کہتاہے:</w:t>
      </w:r>
    </w:p>
    <w:p w:rsidR="000B693F" w:rsidRPr="00CD3FC2" w:rsidRDefault="000B693F" w:rsidP="008F5E30">
      <w:pPr>
        <w:pStyle w:val="libFootnote"/>
        <w:rPr>
          <w:rtl/>
        </w:rPr>
      </w:pPr>
      <w:r w:rsidRPr="00CD3FC2">
        <w:rPr>
          <w:rFonts w:hint="eastAsia"/>
          <w:rtl/>
        </w:rPr>
        <w:t>الحسکان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القاض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المحدث ابوالقاسم 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داللّٰہ</w:t>
      </w:r>
      <w:r w:rsidRPr="00CD3FC2">
        <w:rPr>
          <w:rtl/>
        </w:rPr>
        <w:t xml:space="preserve"> بن عبداللّٰہ ۔۔۔ محمد بن حساکان القرش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العامر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بور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الحنف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الحاکم، 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عرف</w:t>
      </w:r>
      <w:r w:rsidRPr="00CD3FC2">
        <w:rPr>
          <w:rtl/>
        </w:rPr>
        <w:t xml:space="preserve"> با بن الحذاء ،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متقن ذو عنا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تامة بعلم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</w:t>
      </w:r>
      <w:r w:rsidRPr="00CD3FC2">
        <w:rPr>
          <w:rtl/>
        </w:rPr>
        <w:t xml:space="preserve"> حسکان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،قاض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محدث ابوالقاسم 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داللہ</w:t>
      </w:r>
      <w:r w:rsidRPr="00CD3FC2">
        <w:rPr>
          <w:rtl/>
        </w:rPr>
        <w:t xml:space="preserve"> بن عبداللہ</w:t>
      </w:r>
      <w:r w:rsidR="008F5E30">
        <w:rPr>
          <w:rFonts w:hint="cs"/>
          <w:rtl/>
        </w:rPr>
        <w:t xml:space="preserve"> </w:t>
      </w:r>
      <w:r w:rsidRPr="00CD3FC2">
        <w:rPr>
          <w:rFonts w:hint="cs"/>
          <w:rtl/>
        </w:rPr>
        <w:t xml:space="preserve"> محمد بن حسکانی</w:t>
      </w:r>
      <w:r w:rsidRPr="00CD3FC2">
        <w:rPr>
          <w:rtl/>
        </w:rPr>
        <w:t xml:space="preserve"> قر ش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عامر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حنف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مذہب وحاکم ،ابن خداء کے نام سے معروف ہے۔ وہ علم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متقن استاد)ش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>) ہے۔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،ج۲،ص۱۹۰،مؤسسہ الطبع والنشر</w:t>
      </w:r>
    </w:p>
    <w:p w:rsidR="00037B1C" w:rsidRDefault="00037B1C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37B1C" w:rsidRPr="00CD3FC2" w:rsidRDefault="00037B1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ساتھ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 ہارون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سے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جب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سے کہا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37B1C">
        <w:rPr>
          <w:rStyle w:val="libAieChar"/>
          <w:rtl/>
        </w:rPr>
        <w:t>ا</w:t>
      </w:r>
      <w:r w:rsidR="00E17DF7" w:rsidRPr="00037B1C">
        <w:rPr>
          <w:rStyle w:val="libAieChar"/>
          <w:rFonts w:hint="cs"/>
          <w:rtl/>
        </w:rPr>
        <w:t>ٴ</w:t>
      </w:r>
      <w:r w:rsidR="00E17DF7" w:rsidRPr="00037B1C">
        <w:rPr>
          <w:rStyle w:val="libAieChar"/>
          <w:rFonts w:hint="eastAsia"/>
          <w:rtl/>
        </w:rPr>
        <w:t>خلفن</w:t>
      </w:r>
      <w:r w:rsidR="00E17DF7" w:rsidRPr="00037B1C">
        <w:rPr>
          <w:rStyle w:val="libAieChar"/>
          <w:rFonts w:hint="cs"/>
          <w:rtl/>
        </w:rPr>
        <w:t>ی</w:t>
      </w:r>
      <w:r w:rsidR="00E17DF7" w:rsidRPr="00037B1C">
        <w:rPr>
          <w:rStyle w:val="libAieChar"/>
          <w:rtl/>
        </w:rPr>
        <w:t xml:space="preserve"> ف</w:t>
      </w:r>
      <w:r w:rsidR="00E17DF7" w:rsidRPr="00037B1C">
        <w:rPr>
          <w:rStyle w:val="libAieChar"/>
          <w:rFonts w:hint="cs"/>
          <w:rtl/>
        </w:rPr>
        <w:t>ی</w:t>
      </w:r>
      <w:r w:rsidR="00E17DF7" w:rsidRPr="00037B1C">
        <w:rPr>
          <w:rStyle w:val="libAieChar"/>
          <w:rtl/>
        </w:rPr>
        <w:t xml:space="preserve"> قوم</w:t>
      </w:r>
      <w:r w:rsidR="00E17DF7" w:rsidRPr="00037B1C">
        <w:rPr>
          <w:rStyle w:val="libAieChar"/>
          <w:rFonts w:hint="cs"/>
          <w:rtl/>
        </w:rPr>
        <w:t>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ہو اوراصلاح کرو“)اس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)خدا وند متعال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37B1C">
        <w:rPr>
          <w:rStyle w:val="libAieChar"/>
          <w:rtl/>
        </w:rPr>
        <w:t>وا</w:t>
      </w:r>
      <w:r w:rsidR="00E17DF7" w:rsidRPr="00037B1C">
        <w:rPr>
          <w:rStyle w:val="libAieChar"/>
          <w:rFonts w:hint="cs"/>
          <w:rtl/>
        </w:rPr>
        <w:t>ٴ</w:t>
      </w:r>
      <w:r w:rsidR="00E17DF7" w:rsidRPr="00037B1C">
        <w:rPr>
          <w:rStyle w:val="libAieChar"/>
          <w:rFonts w:hint="eastAsia"/>
          <w:rtl/>
        </w:rPr>
        <w:t>ول</w:t>
      </w:r>
      <w:r w:rsidR="00E17DF7" w:rsidRPr="00037B1C">
        <w:rPr>
          <w:rStyle w:val="libAieChar"/>
          <w:rFonts w:hint="cs"/>
          <w:rtl/>
        </w:rPr>
        <w:t>ی</w:t>
      </w:r>
      <w:r w:rsidR="00E17DF7" w:rsidRPr="00037B1C">
        <w:rPr>
          <w:rStyle w:val="libAieChar"/>
          <w:rtl/>
        </w:rPr>
        <w:t xml:space="preserve"> الا</w:t>
      </w:r>
      <w:r w:rsidR="00E17DF7" w:rsidRPr="00037B1C">
        <w:rPr>
          <w:rStyle w:val="libAieChar"/>
          <w:rFonts w:hint="cs"/>
          <w:rtl/>
        </w:rPr>
        <w:t>ٴ</w:t>
      </w:r>
      <w:r w:rsidR="00E17DF7" w:rsidRPr="00037B1C">
        <w:rPr>
          <w:rStyle w:val="libAieChar"/>
          <w:rFonts w:hint="eastAsia"/>
          <w:rtl/>
        </w:rPr>
        <w:t>مر</w:t>
      </w:r>
      <w:r w:rsidR="00E17DF7" w:rsidRPr="00037B1C">
        <w:rPr>
          <w:rStyle w:val="libAieChar"/>
          <w:rtl/>
        </w:rPr>
        <w:t xml:space="preserve"> منکم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”اولوالامر“)کامصداق)عل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>(ع</w:t>
      </w: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خداوند متعال 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 کے بعدامت کے لئے سرپرست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اہے،جب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اپناجانش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۔لہذا خداوند متعال نے اپنے بندوں کوان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کرنے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مخالفت ترک کرنے کاحکم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،اس</w:t>
      </w:r>
      <w:r w:rsidRPr="00CD3FC2">
        <w:rPr>
          <w:rtl/>
        </w:rPr>
        <w:t xml:space="preserve"> مجاہد نام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تابع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دانشور اورمفسرنے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شان نزول کے لئے وہ وقت جانا ہے کہ جب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اپنا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ہارون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تمام منزلت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جو وہ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کے حوالے سے رکھتے تھے،عل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لئے رسول خدا (ص)کے حوالے سے قرارد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۔من جملہ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سے ہارون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،جس</w:t>
      </w:r>
      <w:r w:rsidRPr="00CD3FC2">
        <w:rPr>
          <w:rtl/>
        </w:rPr>
        <w:t xml:space="preserve"> کا لازمہ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کے لئے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کا واجب ہونا ہے،عل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لئے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نکتہ قابل توجہ ہے کہ اس ان نزول سے قطع نظر،حد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منزلت 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وسن</w:t>
      </w:r>
      <w:r w:rsidRPr="00CD3FC2">
        <w:rPr>
          <w:rFonts w:hint="cs"/>
          <w:rtl/>
        </w:rPr>
        <w:t>ی</w:t>
      </w:r>
      <w:r w:rsidRPr="00CD3FC2">
        <w:rPr>
          <w:rtl/>
        </w:rPr>
        <w:t>)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ثابت اورمسلّم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ہے،اس طرح کہ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منزلت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کرنے کے بعد مذکورہ شان نزول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حاکم حسکان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کہنا ہے: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037B1C">
        <w:rPr>
          <w:rStyle w:val="libArabicChar"/>
          <w:rFonts w:hint="eastAsia"/>
          <w:rtl/>
        </w:rPr>
        <w:t>و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>ذا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>وحدی</w:t>
      </w:r>
      <w:r w:rsidRPr="00037B1C">
        <w:rPr>
          <w:rStyle w:val="libArabicChar"/>
          <w:rFonts w:hint="eastAsia"/>
          <w:rtl/>
        </w:rPr>
        <w:t>ث</w:t>
      </w:r>
      <w:r w:rsidRPr="00037B1C">
        <w:rPr>
          <w:rStyle w:val="libArabicChar"/>
          <w:rtl/>
        </w:rPr>
        <w:t xml:space="preserve"> المنزلة الّذ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کان ش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خاًابوحازم</w:t>
      </w:r>
      <w:r w:rsidRPr="00037B1C">
        <w:rPr>
          <w:rStyle w:val="libArabicChar"/>
          <w:rtl/>
        </w:rPr>
        <w:t xml:space="preserve"> الحافظ 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قول</w:t>
      </w:r>
      <w:r w:rsidRPr="00037B1C">
        <w:rPr>
          <w:rStyle w:val="libArabicChar"/>
          <w:rtl/>
        </w:rPr>
        <w:t>: خرجت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بخمسةآلاف </w:t>
      </w:r>
      <w:r w:rsidRPr="00037B1C">
        <w:rPr>
          <w:rStyle w:val="libArabicChar"/>
          <w:rtl/>
        </w:rPr>
        <w:t>إسناد</w:t>
      </w:r>
      <w:r w:rsidRPr="00B76D20">
        <w:rPr>
          <w:rtl/>
        </w:rPr>
        <w:t>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منزلت ہے کہ ہمارے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)ہمارے استاد)ابوحازم حافظ)اس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)کہتے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اس)حد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>)کو پانچ ہزار اسنادسے استخراج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ہے۔“</w:t>
      </w:r>
    </w:p>
    <w:p w:rsidR="00037B1C" w:rsidRDefault="00037B1C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37B1C" w:rsidRPr="00CD3FC2" w:rsidRDefault="00037B1C" w:rsidP="00107A46">
      <w:pPr>
        <w:pStyle w:val="libNormal"/>
        <w:rPr>
          <w:rtl/>
        </w:rPr>
      </w:pP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لہذا،اس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معتبر ہونے کے سلسلے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کا شک وشبہ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 ابن عسا کر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بڑے محدث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اسے اصحاب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تعدادسے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  <w:r w:rsidR="00037B1C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بعد امت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سب سے افضل اور سب سے اعلم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اورآپ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رحلت کے بعد آپ 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6" w:name="_Toc508103325"/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اطاعت:</w:t>
      </w:r>
      <w:bookmarkEnd w:id="7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جو”اولوالامر“کو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پر منتطبق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ہے،وہ”حد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اطاعت“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گوناگوں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سے مختلف الفاظ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حاکم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</w:t>
      </w:r>
      <w:r w:rsidRPr="00CD3FC2">
        <w:rPr>
          <w:rtl/>
        </w:rPr>
        <w:t xml:space="preserve">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”المستدرک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037B1C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صفحہ تلخ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</w:t>
      </w:r>
      <w:r w:rsidRPr="00CD3FC2">
        <w:rPr>
          <w:rtl/>
        </w:rPr>
        <w:t xml:space="preserve"> کرتے ہوئے اس کے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ہو 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متن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ہے: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B76D20">
        <w:rPr>
          <w:rtl/>
        </w:rPr>
        <w:t xml:space="preserve"> </w:t>
      </w:r>
      <w:r w:rsidRPr="00037B1C">
        <w:rPr>
          <w:rStyle w:val="libArabicChar"/>
          <w:rtl/>
        </w:rPr>
        <w:t>قال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- </w:t>
      </w:r>
      <w:r w:rsidR="00E17DF7" w:rsidRPr="00E17DF7">
        <w:rPr>
          <w:rStyle w:val="libAlaemChar"/>
          <w:rFonts w:hint="cs"/>
          <w:rtl/>
        </w:rPr>
        <w:t>(</w:t>
      </w:r>
      <w:r w:rsidRPr="00037B1C">
        <w:rPr>
          <w:rStyle w:val="libArabicChar"/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037B1C">
        <w:rPr>
          <w:rStyle w:val="libArabicChar"/>
          <w:rFonts w:hint="cs"/>
          <w:rtl/>
        </w:rPr>
        <w:t>من اٴ</w:t>
      </w:r>
      <w:r w:rsidRPr="00037B1C">
        <w:rPr>
          <w:rStyle w:val="libArabicChar"/>
          <w:rFonts w:hint="eastAsia"/>
          <w:rtl/>
        </w:rPr>
        <w:t>طاعن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فقداطاع اللّٰ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ومن عصانی</w:t>
      </w:r>
      <w:r w:rsidRPr="00037B1C">
        <w:rPr>
          <w:rStyle w:val="libArabicChar"/>
          <w:rtl/>
        </w:rPr>
        <w:t xml:space="preserve"> فقد عص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ومن اٴ</w:t>
      </w:r>
      <w:r w:rsidRPr="00037B1C">
        <w:rPr>
          <w:rStyle w:val="libArabicChar"/>
          <w:rFonts w:hint="eastAsia"/>
          <w:rtl/>
        </w:rPr>
        <w:t>طاع</w:t>
      </w:r>
      <w:r w:rsidRPr="00037B1C">
        <w:rPr>
          <w:rStyle w:val="libArabicChar"/>
          <w:rtl/>
        </w:rPr>
        <w:t xml:space="preserve"> عل</w:t>
      </w:r>
      <w:r w:rsidRPr="00037B1C">
        <w:rPr>
          <w:rStyle w:val="libArabicChar"/>
          <w:rFonts w:hint="cs"/>
          <w:rtl/>
        </w:rPr>
        <w:t>یّ</w:t>
      </w:r>
      <w:r w:rsidRPr="00037B1C">
        <w:rPr>
          <w:rStyle w:val="libArabicChar"/>
          <w:rFonts w:hint="eastAsia"/>
          <w:rtl/>
        </w:rPr>
        <w:t>اً</w:t>
      </w:r>
      <w:r w:rsidRPr="00037B1C">
        <w:rPr>
          <w:rStyle w:val="libArabicChar"/>
          <w:rtl/>
        </w:rPr>
        <w:t xml:space="preserve"> فقد ا</w:t>
      </w:r>
      <w:r w:rsidRPr="00037B1C">
        <w:rPr>
          <w:rStyle w:val="libArabicChar"/>
          <w:rFonts w:hint="cs"/>
          <w:rtl/>
        </w:rPr>
        <w:t>ٴ</w:t>
      </w:r>
      <w:r w:rsidRPr="00037B1C">
        <w:rPr>
          <w:rStyle w:val="libArabicChar"/>
          <w:rFonts w:hint="eastAsia"/>
          <w:rtl/>
        </w:rPr>
        <w:t>طاعن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ومن عص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عل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اًفقدعصان</w:t>
      </w:r>
      <w:r w:rsidRPr="00037B1C">
        <w:rPr>
          <w:rStyle w:val="libArabicChar"/>
          <w:rFonts w:hint="cs"/>
          <w:rtl/>
        </w:rPr>
        <w:t>ی</w:t>
      </w:r>
      <w:r w:rsidRPr="00B76D20">
        <w:rPr>
          <w:rFonts w:hint="eastAsia"/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جس نے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نے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جس نے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نافرن</w:t>
      </w:r>
      <w:r w:rsidRPr="00CD3FC2">
        <w:rPr>
          <w:rFonts w:hint="cs"/>
          <w:rtl/>
        </w:rPr>
        <w:t>ی</w:t>
      </w:r>
      <w:r w:rsidRPr="00CD3FC2">
        <w:rPr>
          <w:rtl/>
        </w:rPr>
        <w:t>)معص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نے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نافرمان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</w:p>
    <w:p w:rsidR="000B693F" w:rsidRPr="00037B1C" w:rsidRDefault="00037B1C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،ج۲،ص۱۹۵،مؤسسة الطبع والنشر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۲۔المستدرک ،ج۳،ص۱۲۱،دارالمعرفة،ب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37B1C" w:rsidRDefault="00037B1C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37B1C" w:rsidRPr="00CD3FC2" w:rsidRDefault="00037B1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ہے</w:t>
      </w:r>
      <w:r w:rsidRPr="00CD3FC2">
        <w:rPr>
          <w:rtl/>
        </w:rPr>
        <w:t>۔اور جس نے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نے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جو نے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سے نافرمان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کرے گا اس نے مجھ سے نافرمان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F50110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 </w:t>
      </w:r>
      <w:r w:rsidRPr="00CD3FC2">
        <w:rPr>
          <w:rtl/>
        </w:rPr>
        <w:t>نے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سے متلازم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سے متلازم جا ناہے۔اس کے علاوہ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نافرمان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نافرمان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نافرمان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نافرمان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قرار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واضح طور پر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لئے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مانند واجب الاطاعت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ہے۔اس کا مضمون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فہ”</w:t>
      </w:r>
      <w:r w:rsidRPr="00CD3FC2">
        <w:rPr>
          <w:rtl/>
        </w:rPr>
        <w:t xml:space="preserve"> اولوالامر“ کے مضمون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ہے جو اس بات پر دلالت کرتا ہے کہ اولوالامر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ہے۔حق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فہء</w:t>
      </w:r>
      <w:r w:rsidRPr="00CD3FC2">
        <w:rPr>
          <w:rtl/>
        </w:rPr>
        <w:t xml:space="preserve"> 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الامر</w:t>
      </w:r>
      <w:r w:rsidRPr="00CD3FC2">
        <w:rPr>
          <w:rtl/>
        </w:rPr>
        <w:t xml:space="preserve"> کے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پر انطباق کے لئے مفسر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اطاعت حکم اورامرپر متفرع ہے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جب تک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حکم و امر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ہوگااطاعت موضوع ومعن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حکم وامر ارادہ پر مو قو ف ہے،اورارادہ شوق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زدرک</w:t>
      </w:r>
      <w:r w:rsidRPr="00CD3FC2">
        <w:rPr>
          <w:rtl/>
        </w:rPr>
        <w:t xml:space="preserve"> مصلحت در فعل کا معلول ہے۔جب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کے</w:t>
      </w:r>
      <w:r w:rsidRPr="00CD3FC2">
        <w:rPr>
          <w:rtl/>
        </w:rPr>
        <w:t xml:space="preserve"> تقاضے کے مطابق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کے ملازم ،بلکہ اس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حصہ ہے،تواس کا امر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کا امر اور اس کا ارادہ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کا ارادہ اوراس کا درک مصلحت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درک مصلحت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ہوگا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عصمت</w:t>
      </w:r>
      <w:r w:rsidRPr="00CD3FC2">
        <w:rPr>
          <w:rtl/>
        </w:rPr>
        <w:t xml:space="preserve">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C8743A" w:rsidRDefault="00C8743A" w:rsidP="004B12AB">
      <w:pPr>
        <w:pStyle w:val="libNormal"/>
        <w:rPr>
          <w:rtl/>
        </w:rPr>
      </w:pPr>
      <w:r>
        <w:rPr>
          <w:rtl/>
        </w:rPr>
        <w:br w:type="page"/>
      </w:r>
    </w:p>
    <w:p w:rsidR="00C8743A" w:rsidRPr="00CD3FC2" w:rsidRDefault="00C8743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7" w:name="_Toc508103326"/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:</w:t>
      </w:r>
      <w:bookmarkEnd w:id="77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جو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فہ”اولوالامر“کو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(ائمہء معصوم)پرانطباق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مسلّم اور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بہت سے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اور اسناد سے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اگر 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متعدد مواقع پر مختلف الفاظ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دوجملے مر کز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دوجملے حسب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B76D20" w:rsidRDefault="000B693F" w:rsidP="00BA57AE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037B1C">
        <w:rPr>
          <w:rStyle w:val="libArabicChar"/>
          <w:rFonts w:hint="eastAsia"/>
          <w:rtl/>
        </w:rPr>
        <w:t>إن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تارک ف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کم</w:t>
      </w:r>
      <w:r w:rsidRPr="00037B1C">
        <w:rPr>
          <w:rStyle w:val="libArabicChar"/>
          <w:rtl/>
        </w:rPr>
        <w:t xml:space="preserve"> الثقل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ن</w:t>
      </w:r>
      <w:r w:rsidRPr="00037B1C">
        <w:rPr>
          <w:rStyle w:val="libArabicChar"/>
          <w:rtl/>
        </w:rPr>
        <w:t xml:space="preserve"> :کتاب اللّٰ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 xml:space="preserve"> وعترتی</w:t>
      </w:r>
      <w:r w:rsidRPr="00037B1C">
        <w:rPr>
          <w:rStyle w:val="libArabicChar"/>
          <w:rtl/>
        </w:rPr>
        <w:t xml:space="preserve"> ا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>ل بی</w:t>
      </w:r>
      <w:r w:rsidRPr="00037B1C">
        <w:rPr>
          <w:rStyle w:val="libArabicChar"/>
          <w:rFonts w:hint="eastAsia"/>
          <w:rtl/>
        </w:rPr>
        <w:t>ت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ماإن تمسکتم ب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>ما لن تضلّواابداًوإنّ</w:t>
      </w:r>
      <w:r w:rsidR="00BA57AE" w:rsidRPr="003A13AB">
        <w:rPr>
          <w:rStyle w:val="libArabicChar"/>
          <w:rFonts w:hint="cs"/>
          <w:rtl/>
        </w:rPr>
        <w:t>ه</w:t>
      </w:r>
      <w:r w:rsidRPr="00037B1C">
        <w:rPr>
          <w:rStyle w:val="libArabicChar"/>
          <w:rFonts w:hint="cs"/>
          <w:rtl/>
        </w:rPr>
        <w:t>مالن ی</w:t>
      </w:r>
      <w:r w:rsidRPr="00037B1C">
        <w:rPr>
          <w:rStyle w:val="libArabicChar"/>
          <w:rFonts w:hint="eastAsia"/>
          <w:rtl/>
        </w:rPr>
        <w:t>فترقا</w:t>
      </w:r>
      <w:r w:rsidRPr="00037B1C">
        <w:rPr>
          <w:rStyle w:val="libArabicChar"/>
          <w:rtl/>
        </w:rPr>
        <w:t xml:space="preserve"> حت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Fonts w:hint="eastAsia"/>
          <w:rtl/>
        </w:rPr>
        <w:t>رداعل</w:t>
      </w:r>
      <w:r w:rsidRPr="00037B1C">
        <w:rPr>
          <w:rStyle w:val="libArabicChar"/>
          <w:rFonts w:hint="cs"/>
          <w:rtl/>
        </w:rPr>
        <w:t>ی</w:t>
      </w:r>
      <w:r w:rsidRPr="00037B1C">
        <w:rPr>
          <w:rStyle w:val="libArabicChar"/>
          <w:rtl/>
        </w:rPr>
        <w:t xml:space="preserve"> الحوض</w:t>
      </w:r>
      <w:r w:rsidRPr="00B76D20">
        <w:rPr>
          <w:rtl/>
        </w:rPr>
        <w:t xml:space="preserve"> </w:t>
      </w:r>
      <w:r w:rsidR="00C8743A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تم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دوگرانقدر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چھوڑے جا رہا ہوں:ا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کتاب خدااور دوسرے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عترت کہ جواہل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اگر تم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کئے رہو گے تو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گمراہ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گے۔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دونوں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جدا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حوض کوثرپرم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پاس وارد ہوں گے ۔“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حجر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کتاب”الصواق المحر قة </w:t>
      </w:r>
      <w:r w:rsidR="00C8743A" w:rsidRPr="00F82107">
        <w:rPr>
          <w:rStyle w:val="libFootnotenumChar"/>
          <w:rFonts w:hint="cs"/>
          <w:rtl/>
        </w:rPr>
        <w:t>(2)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تمسک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بہت سے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اصحاب سے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آنحضرت (ص)نے اسے اس وقت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ارشاد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جب آپبسترعلالت پرتھے اوراصحاب آپ کے حجرئہ مبارک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 کے گرد جمع تھے۔بعض دوسرے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سے نقل ہواہے کہ آنحضرت (ص)نے اسے غد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خم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ہے۔بعض دوسرے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آنحضرت (ص)نے اسے طائف سے واپس</w:t>
      </w:r>
      <w:r w:rsidRPr="00CD3FC2">
        <w:rPr>
          <w:rFonts w:hint="cs"/>
          <w:rtl/>
        </w:rPr>
        <w:t>ی</w:t>
      </w:r>
    </w:p>
    <w:p w:rsidR="000B693F" w:rsidRPr="00C8743A" w:rsidRDefault="00C8743A" w:rsidP="00C85646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0B693F" w:rsidRPr="00CD3FC2" w:rsidRDefault="000B693F" w:rsidP="00C85646">
      <w:pPr>
        <w:pStyle w:val="libFootnote"/>
        <w:rPr>
          <w:rtl/>
        </w:rPr>
      </w:pPr>
      <w:r w:rsidRPr="00CD3FC2">
        <w:rPr>
          <w:rtl/>
        </w:rPr>
        <w:t>۱۔صح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ترمذ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ج۵، ص۶۲۱۔۶۲۲دارالفکر۔ مسنداحمد، ج۳، ص۱۷و۵۹وج۵، ص۱۸۱و۸۹ ۱دارصادر،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۔مستدرک حاکم ج۳،ص۱۰۹۔۱۱۰،دارالمعرفة،ب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۔حضائص النسائ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 ص۹۳، مکتبةن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۔ اس کے علاوہ اس اسلسلہ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دوسرے بہت سے منا بع کے لئے کتاب اللہ واھل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</w:t>
      </w:r>
      <w:r w:rsidRPr="00CD3FC2">
        <w:rPr>
          <w:rFonts w:hint="eastAsia"/>
          <w:rtl/>
        </w:rPr>
        <w:t>جوع</w:t>
      </w:r>
      <w:r w:rsidRPr="00CD3FC2">
        <w:rPr>
          <w:rtl/>
        </w:rPr>
        <w:t xml:space="preserve"> کر 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Default="000B693F" w:rsidP="00C85646">
      <w:pPr>
        <w:pStyle w:val="libFootnote"/>
        <w:rPr>
          <w:rtl/>
        </w:rPr>
      </w:pPr>
      <w:r w:rsidRPr="00CD3FC2">
        <w:rPr>
          <w:rtl/>
        </w:rPr>
        <w:t>۲۔الصواعق المحرقة،ص۱۵۰،مکتبة القاہرة</w:t>
      </w:r>
    </w:p>
    <w:p w:rsidR="00C8743A" w:rsidRDefault="00C8743A" w:rsidP="004B12AB">
      <w:pPr>
        <w:pStyle w:val="libNormal"/>
        <w:rPr>
          <w:rtl/>
        </w:rPr>
      </w:pPr>
      <w:r>
        <w:rPr>
          <w:rtl/>
        </w:rPr>
        <w:br w:type="page"/>
      </w:r>
    </w:p>
    <w:p w:rsidR="00C8743A" w:rsidRPr="00CD3FC2" w:rsidRDefault="00C8743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کے</w:t>
      </w:r>
      <w:r w:rsidRPr="00CD3FC2">
        <w:rPr>
          <w:rtl/>
        </w:rPr>
        <w:t xml:space="preserve"> موقع پر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۔ان سب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منافات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ممکن ہے قرآن وعترت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نظران تمام مواقع اور ان کے علاوہ دوسرے مواقع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ہوگا۔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بہت بڑے عالم،علامہ بحران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”غا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ةالمرام</w:t>
      </w:r>
      <w:r w:rsidR="00C8743A" w:rsidRPr="00F82107">
        <w:rPr>
          <w:rStyle w:val="libFootnotenumChar"/>
          <w:rFonts w:hint="cs"/>
          <w:rtl/>
        </w:rPr>
        <w:t>(1)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اہل سنت کے </w:t>
      </w:r>
      <w:r w:rsidRPr="00CD3FC2">
        <w:rPr>
          <w:rtl/>
          <w:lang w:bidi="fa-IR"/>
        </w:rPr>
        <w:t>۳۹</w:t>
      </w:r>
      <w:r w:rsidRPr="00CD3FC2">
        <w:rPr>
          <w:rtl/>
        </w:rPr>
        <w:t xml:space="preserve">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سے اور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</w:t>
      </w:r>
      <w:r w:rsidRPr="00CD3FC2">
        <w:rPr>
          <w:rtl/>
          <w:lang w:bidi="fa-IR"/>
        </w:rPr>
        <w:t>۸۲</w:t>
      </w:r>
      <w:r w:rsidRPr="00CD3FC2">
        <w:rPr>
          <w:rtl/>
        </w:rPr>
        <w:t xml:space="preserve">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پہلے،امت کوگمراہ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بچنے کے لئے دوچ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زوں</w:t>
      </w:r>
      <w:r w:rsidRPr="00CD3FC2">
        <w:rPr>
          <w:rtl/>
        </w:rPr>
        <w:t>)قرآن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اور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السلام )سے تمسک اور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جو اس بات پردلالت ہے کہ اگر ان دونوں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 ضلالت وگمراہ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مبت</w:t>
      </w:r>
      <w:r w:rsidRPr="00CD3FC2">
        <w:rPr>
          <w:rFonts w:hint="eastAsia"/>
          <w:rtl/>
        </w:rPr>
        <w:t>لا</w:t>
      </w:r>
      <w:r w:rsidRPr="00CD3FC2">
        <w:rPr>
          <w:rtl/>
        </w:rPr>
        <w:t xml:space="preserve"> ہو نا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اور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کے لئے لازم وملزوم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اورہرگزا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جد 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 جملے واضح طورپر دلالت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کہ،اہل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،جن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سر فہرست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،لوگوں</w:t>
      </w:r>
      <w:r w:rsidRPr="00CD3FC2">
        <w:rPr>
          <w:rtl/>
        </w:rPr>
        <w:t xml:space="preserve"> کوچاہ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ئے</w:t>
      </w:r>
      <w:r w:rsidRPr="00CD3FC2">
        <w:rPr>
          <w:rtl/>
        </w:rPr>
        <w:t xml:space="preserve"> وہ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کے مانندان سے متمسک 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کے اوامر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وہ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جدا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 ،واضح طورپر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اگروہ گناہ وخطا کے مرتکب ہو 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 وہ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جدا ہوجائ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گے،جبکہ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tl/>
        </w:rPr>
        <w:t>ن کے مطابق وہ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جدا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8" w:name="_Toc508103327"/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اولوالامر سے متعلق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bookmarkEnd w:id="78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فہ”اولوالامر“کے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اورآپ (ع)کے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ارہ</w:t>
      </w:r>
      <w:r w:rsidRPr="00CD3FC2">
        <w:rPr>
          <w:rtl/>
        </w:rPr>
        <w:t xml:space="preserve"> معصوم فرزندوں )ش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بارہ اماموں)پرانطباق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دلائل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ل،وہ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ں،جو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 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="0008761F" w:rsidRPr="0008761F">
        <w:rPr>
          <w:rFonts w:hint="eastAsia"/>
          <w:rtl/>
        </w:rPr>
        <w:t xml:space="preserve"> </w:t>
      </w:r>
      <w:r w:rsidR="0008761F" w:rsidRPr="00CD3FC2">
        <w:rPr>
          <w:rFonts w:hint="eastAsia"/>
          <w:rtl/>
        </w:rPr>
        <w:t>السلام</w:t>
      </w:r>
      <w:r w:rsidR="0008761F" w:rsidRPr="00CD3FC2">
        <w:rPr>
          <w:rtl/>
        </w:rPr>
        <w:t>)،اورآپ(ع)کے بعدآپ(ع)کے گ</w:t>
      </w:r>
      <w:r w:rsidR="0008761F" w:rsidRPr="00CD3FC2">
        <w:rPr>
          <w:rFonts w:hint="cs"/>
          <w:rtl/>
        </w:rPr>
        <w:t>ی</w:t>
      </w:r>
      <w:r w:rsidR="0008761F" w:rsidRPr="00CD3FC2">
        <w:rPr>
          <w:rFonts w:hint="eastAsia"/>
          <w:rtl/>
        </w:rPr>
        <w:t>ارہ</w:t>
      </w:r>
      <w:r w:rsidR="0008761F" w:rsidRPr="00CD3FC2">
        <w:rPr>
          <w:rtl/>
        </w:rPr>
        <w:t xml:space="preserve"> معصوم اماموں ک</w:t>
      </w:r>
      <w:r w:rsidR="0008761F" w:rsidRPr="00CD3FC2">
        <w:rPr>
          <w:rFonts w:hint="cs"/>
          <w:rtl/>
        </w:rPr>
        <w:t>ی</w:t>
      </w:r>
      <w:r w:rsidR="0008761F" w:rsidRPr="00CD3FC2">
        <w:rPr>
          <w:rtl/>
        </w:rPr>
        <w:t xml:space="preserve"> صورت </w:t>
      </w:r>
      <w:r w:rsidR="0008761F">
        <w:rPr>
          <w:rtl/>
        </w:rPr>
        <w:t xml:space="preserve">میں </w:t>
      </w:r>
      <w:r w:rsidR="0008761F" w:rsidRPr="00CD3FC2">
        <w:rPr>
          <w:rtl/>
        </w:rPr>
        <w:t xml:space="preserve"> </w:t>
      </w:r>
    </w:p>
    <w:p w:rsidR="00C8743A" w:rsidRPr="00C8743A" w:rsidRDefault="00C8743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۱۔غا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ةالمرام،ج</w:t>
      </w:r>
      <w:r w:rsidRPr="00CD3FC2">
        <w:rPr>
          <w:rtl/>
        </w:rPr>
        <w:t>۲،ص۳۶۷۔۳۰۴</w:t>
      </w:r>
    </w:p>
    <w:p w:rsidR="00C8743A" w:rsidRDefault="00C8743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lastRenderedPageBreak/>
        <w:t>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۔ہم</w:t>
      </w:r>
      <w:r w:rsidR="00C8743A">
        <w:rPr>
          <w:rFonts w:hint="cs"/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چند نمونے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79" w:name="_Toc508103328"/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>:</w:t>
      </w:r>
      <w:bookmarkEnd w:id="7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ابرھ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محمدبن مؤ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دجومن</w:t>
      </w:r>
      <w:r w:rsidRPr="00CD3FC2">
        <w:rPr>
          <w:rFonts w:hint="cs"/>
          <w:rtl/>
        </w:rPr>
        <w:t>ی</w:t>
      </w:r>
      <w:r w:rsidR="00C8743A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کتاب”فرائدالسبط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C8743A" w:rsidRPr="00F82107">
        <w:rPr>
          <w:rStyle w:val="libFootnotenumChar"/>
          <w:rFonts w:hint="cs"/>
          <w:rtl/>
        </w:rPr>
        <w:t>(2)</w:t>
      </w:r>
      <w:r w:rsidRPr="00CD3FC2">
        <w:rPr>
          <w:rtl/>
          <w:lang w:bidi="fa-IR"/>
        </w:rPr>
        <w:t>‘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اپنے اسناد سے اورش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صدوق ابن بابو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کتاب”کمال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C8743A" w:rsidRPr="00F82107">
        <w:rPr>
          <w:rStyle w:val="libFootnotenumChar"/>
          <w:rFonts w:hint="cs"/>
          <w:rtl/>
        </w:rPr>
        <w:t>(3)</w:t>
      </w:r>
      <w:r w:rsidRPr="00CD3FC2">
        <w:rPr>
          <w:rtl/>
          <w:lang w:bidi="fa-IR"/>
        </w:rPr>
        <w:t>‘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نے خلافت عثمان کے 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مسجد النب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(ص)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کھا</w:t>
      </w:r>
      <w:r w:rsidRPr="00CD3FC2">
        <w:rPr>
          <w:rtl/>
        </w:rPr>
        <w:t xml:space="preserve"> کہ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السلام)مسجد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فر ماتھے اور کچھ لوگ آپس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گفتگو کرنے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مشغول تھے۔وہ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اوران کے فضائل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ان کے سوابق اور جوکچھ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گفتگو کرر ہے تھے اوراس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انصار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اوران کے شاندار ماض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 وند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و تمج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دکا</w:t>
      </w:r>
      <w:r w:rsidRPr="00CD3FC2">
        <w:rPr>
          <w:rtl/>
        </w:rPr>
        <w:t xml:space="preserve"> ذکر رہے تھے اورہر گروہ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گنوا رہا تھا۔</w:t>
      </w:r>
    </w:p>
    <w:p w:rsidR="000B693F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گفتگو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دوسو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لوگ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تھے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السلام)سعد 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وقاص،عبدالرحمن بن عوف،طلحہ،زب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ر،مقداد،ابوذر،حسن</w:t>
      </w:r>
      <w:r w:rsidRPr="00CD3FC2">
        <w:rPr>
          <w:rtl/>
        </w:rPr>
        <w:t xml:space="preserve">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</w:t>
      </w:r>
      <w:r w:rsidRPr="00CD3FC2">
        <w:rPr>
          <w:rtl/>
        </w:rPr>
        <w:t xml:space="preserve"> السلام)اورابن عباس-</w:t>
      </w:r>
      <w:r w:rsidRPr="00CD3FC2">
        <w:rPr>
          <w:rFonts w:hint="cs"/>
          <w:rtl/>
        </w:rPr>
        <w:t>بھی</w:t>
      </w:r>
      <w:r w:rsidRPr="00CD3FC2">
        <w:rPr>
          <w:rtl/>
        </w:rPr>
        <w:t xml:space="preserve"> شامل تھے۔</w:t>
      </w:r>
    </w:p>
    <w:p w:rsidR="00C8743A" w:rsidRPr="00C8743A" w:rsidRDefault="00C8743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A368AD">
      <w:pPr>
        <w:pStyle w:val="libFootnote"/>
        <w:rPr>
          <w:rtl/>
        </w:rPr>
      </w:pPr>
      <w:r w:rsidRPr="00CD3FC2">
        <w:rPr>
          <w:rtl/>
        </w:rPr>
        <w:t>۱۔ذہب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،کتاب”المعجم المختص بالمحدث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ن“ص</w:t>
      </w:r>
      <w:r w:rsidRPr="00CD3FC2">
        <w:rPr>
          <w:rtl/>
        </w:rPr>
        <w:t>۶۵،طبع مکتبةالصد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سعود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،طائف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لکھاہے:”ابراھ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محمد۔۔۔الامام 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المحدث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المشا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خ“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:بہت بڑے امام محدث اور استادالاسا تذہ ۶۴۴ئ ہجر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</w:t>
      </w:r>
      <w:r w:rsidRPr="00CD3FC2">
        <w:rPr>
          <w:rtl/>
        </w:rPr>
        <w:t xml:space="preserve"> ہوئے اور۷۲۲ئ ہجر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خراسان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 فات 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۔ابن حجرکتاب”الدررال</w:t>
      </w:r>
      <w:r w:rsidRPr="00CD3FC2">
        <w:rPr>
          <w:rFonts w:hint="eastAsia"/>
          <w:rtl/>
        </w:rPr>
        <w:t>کامنہ“ج</w:t>
      </w:r>
      <w:r w:rsidRPr="00CD3FC2">
        <w:rPr>
          <w:rtl/>
        </w:rPr>
        <w:t xml:space="preserve">۱،ص۶۷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:“</w:t>
      </w:r>
      <w:r w:rsidRPr="00A368AD">
        <w:rPr>
          <w:rStyle w:val="libFootNoteArabicChar"/>
          <w:rtl/>
        </w:rPr>
        <w:t>وسمع بالحلة وتبر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Fonts w:hint="eastAsia"/>
          <w:rtl/>
        </w:rPr>
        <w:t>ز</w:t>
      </w:r>
      <w:r w:rsidR="00A368AD" w:rsidRPr="00A368AD">
        <w:rPr>
          <w:rStyle w:val="libFootNoteArabicChar"/>
          <w:rFonts w:hint="cs"/>
          <w:rtl/>
        </w:rPr>
        <w:t>-----</w:t>
      </w:r>
      <w:r w:rsidRPr="00A368AD">
        <w:rPr>
          <w:rStyle w:val="libFootNoteArabicChar"/>
          <w:rFonts w:hint="cs"/>
          <w:rtl/>
        </w:rPr>
        <w:t>و</w:t>
      </w:r>
      <w:r w:rsidRPr="00A368AD">
        <w:rPr>
          <w:rStyle w:val="libFootNoteArabicChar"/>
          <w:rtl/>
        </w:rPr>
        <w:t>ل</w:t>
      </w:r>
      <w:r w:rsidR="00A368AD" w:rsidRPr="00A368AD">
        <w:rPr>
          <w:rStyle w:val="libFootNoteArabicChar"/>
          <w:rFonts w:hint="cs"/>
          <w:rtl/>
        </w:rPr>
        <w:t>ه</w:t>
      </w:r>
      <w:r w:rsidRPr="00A368AD">
        <w:rPr>
          <w:rStyle w:val="libFootNoteArabicChar"/>
          <w:rFonts w:hint="cs"/>
          <w:rtl/>
        </w:rPr>
        <w:t xml:space="preserve"> رحلة واسعة وعنی</w:t>
      </w:r>
      <w:r w:rsidRPr="00A368AD">
        <w:rPr>
          <w:rStyle w:val="libFootNoteArabicChar"/>
          <w:rtl/>
        </w:rPr>
        <w:t xml:space="preserve"> ب</w:t>
      </w:r>
      <w:r w:rsidR="00A368AD" w:rsidRPr="00A368AD">
        <w:rPr>
          <w:rStyle w:val="libFootNoteArabicChar"/>
          <w:rFonts w:hint="cs"/>
          <w:rtl/>
        </w:rPr>
        <w:t>ه</w:t>
      </w:r>
      <w:r w:rsidRPr="00A368AD">
        <w:rPr>
          <w:rStyle w:val="libFootNoteArabicChar"/>
          <w:rtl/>
        </w:rPr>
        <w:t>ذ</w:t>
      </w:r>
      <w:r w:rsidRPr="00A368AD">
        <w:rPr>
          <w:rStyle w:val="libFootNoteArabicChar"/>
          <w:rFonts w:hint="cs"/>
          <w:rtl/>
        </w:rPr>
        <w:t>االش</w:t>
      </w:r>
      <w:r w:rsidR="008F5E30">
        <w:rPr>
          <w:rStyle w:val="libFootNoteArabicChar"/>
          <w:rFonts w:hint="cs"/>
          <w:rtl/>
        </w:rPr>
        <w:t>ا</w:t>
      </w:r>
      <w:r w:rsidRPr="00A368AD">
        <w:rPr>
          <w:rStyle w:val="libFootNoteArabicChar"/>
          <w:rFonts w:hint="eastAsia"/>
          <w:rtl/>
        </w:rPr>
        <w:t>ن</w:t>
      </w:r>
      <w:r w:rsidRPr="00A368AD">
        <w:rPr>
          <w:rStyle w:val="libFootNoteArabicChar"/>
          <w:rtl/>
        </w:rPr>
        <w:t xml:space="preserve"> وکتب وحصل</w:t>
      </w:r>
      <w:r w:rsidR="00A368AD">
        <w:rPr>
          <w:rStyle w:val="libFootNoteArabicChar"/>
          <w:rFonts w:hint="cs"/>
          <w:rtl/>
        </w:rPr>
        <w:t xml:space="preserve"> </w:t>
      </w:r>
      <w:r w:rsidRPr="00A368AD">
        <w:rPr>
          <w:rStyle w:val="libFootNoteArabicChar"/>
          <w:rFonts w:hint="cs"/>
          <w:rtl/>
        </w:rPr>
        <w:t>وکان دی</w:t>
      </w:r>
      <w:r w:rsidRPr="00A368AD">
        <w:rPr>
          <w:rStyle w:val="libFootNoteArabicChar"/>
          <w:rFonts w:hint="eastAsia"/>
          <w:rtl/>
        </w:rPr>
        <w:t>نا</w:t>
      </w:r>
      <w:r w:rsidRPr="00A368AD">
        <w:rPr>
          <w:rStyle w:val="libFootNoteArabicChar"/>
          <w:rtl/>
        </w:rPr>
        <w:t xml:space="preserve"> وقوراً مل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Fonts w:hint="eastAsia"/>
          <w:rtl/>
        </w:rPr>
        <w:t>ح</w:t>
      </w:r>
      <w:r w:rsidRPr="00A368AD">
        <w:rPr>
          <w:rStyle w:val="libFootNoteArabicChar"/>
          <w:rtl/>
        </w:rPr>
        <w:t xml:space="preserve"> الشکل ج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Fonts w:hint="eastAsia"/>
          <w:rtl/>
        </w:rPr>
        <w:t>د</w:t>
      </w:r>
      <w:r w:rsidRPr="00A368AD">
        <w:rPr>
          <w:rStyle w:val="libFootNoteArabicChar"/>
          <w:rtl/>
        </w:rPr>
        <w:t xml:space="preserve"> القرا</w:t>
      </w:r>
      <w:r w:rsidR="00A368AD" w:rsidRPr="00CD3FC2">
        <w:rPr>
          <w:rtl/>
        </w:rPr>
        <w:t xml:space="preserve"> </w:t>
      </w:r>
      <w:r w:rsidRPr="00CD3FC2">
        <w:rPr>
          <w:rtl/>
        </w:rPr>
        <w:t>۔۔۔“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 حلہ اور تبر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>)حد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اساتذہ کے دوسرے شہروں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)سنا ہے۔۔۔ علم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مہارت رکھتے تھے۔۔۔اور متد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،باوقار،خوبصورت اوراچھ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قرائت کے مالک تھے۔</w:t>
      </w:r>
    </w:p>
    <w:p w:rsidR="00C8743A" w:rsidRDefault="000B693F" w:rsidP="00A368AD">
      <w:pPr>
        <w:pStyle w:val="libFootnote"/>
        <w:rPr>
          <w:rtl/>
        </w:rPr>
      </w:pPr>
      <w:r w:rsidRPr="00CD3FC2">
        <w:rPr>
          <w:rtl/>
        </w:rPr>
        <w:t>۲۔فرائدالبط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،ج۱،ص۲۱۲،مؤسسہ المحمود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للطباعة والنشر،ب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 xml:space="preserve">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با شا کتاب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ضاح</w:t>
      </w:r>
      <w:r w:rsidRPr="00CD3FC2">
        <w:rPr>
          <w:rtl/>
        </w:rPr>
        <w:t xml:space="preserve"> المکنون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کشف الظنون،ج۴،ص۱۸۲،دارالفکر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کہتا ہے:فرائد السبط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فضائل المرتض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والبتول والسبط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لا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عبداللّٰہ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سعد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محمد بن ا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بکر بن محمدبن </w:t>
      </w:r>
      <w:r w:rsidRPr="00CD3FC2">
        <w:rPr>
          <w:rFonts w:hint="eastAsia"/>
          <w:rtl/>
        </w:rPr>
        <w:t>حمو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>۔۔۔فرغ منہ سنة۷۱۶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 ۳۔کمال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ن،ص</w:t>
      </w:r>
      <w:r w:rsidRPr="00CD3FC2">
        <w:rPr>
          <w:rtl/>
        </w:rPr>
        <w:t>۲۷۴</w:t>
      </w:r>
    </w:p>
    <w:p w:rsidR="00C8743A" w:rsidRDefault="00C8743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C8743A" w:rsidRPr="00CD3FC2" w:rsidRDefault="00C8743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جلسہ صبح سے ظہرتک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رہا اورعل</w:t>
      </w:r>
      <w:r w:rsidRPr="00CD3FC2">
        <w:rPr>
          <w:rFonts w:hint="cs"/>
          <w:rtl/>
        </w:rPr>
        <w:t>ی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بدستور خاموش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ٹھے</w:t>
      </w:r>
      <w:r w:rsidRPr="00CD3FC2">
        <w:rPr>
          <w:rtl/>
        </w:rPr>
        <w:t xml:space="preserve"> رہے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لوگوں نے آپ(ع)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مخاطب ہوکر آپ سے کچھ فرمانے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خواہش ظاہر ک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:تم دونوں گروہوں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گفتگو کا حق ادا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وانصاردونوں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پوچھنا چاہتاہوں:خدا وند متعال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کس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عطاک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تم لوگ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اوراپنے قب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خصوص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ان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لتوں</w:t>
      </w:r>
      <w:r w:rsidRPr="00CD3FC2">
        <w:rPr>
          <w:rtl/>
        </w:rPr>
        <w:t xml:space="preserve"> کے مالک بنے ہو؟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عطا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کہا:خدا وندمتعال نے محمد (ص)اورآپ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السلام)کے طف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عطا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کہاتم لوگوں نے اے گروہ انصار وقر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>!ک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جانتے ہو کہ جوکچھ تم کوخ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وآخرت سے ملا ہے وہ صرف ہم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تھا؟ اس کے بعدحضرت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اپنے اور 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السلام)کے بعض فضائل گنوائ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اوران سے تصد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اور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انہوں نے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،آپ</w:t>
      </w:r>
      <w:r w:rsidRPr="00CD3FC2">
        <w:rPr>
          <w:rtl/>
        </w:rPr>
        <w:t>(ع)نے من جملہ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C8743A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ف</w:t>
      </w:r>
      <w:r w:rsidR="008F5E30">
        <w:rPr>
          <w:rFonts w:hint="eastAsia"/>
          <w:rtl/>
        </w:rPr>
        <w:t>ا</w:t>
      </w:r>
      <w:r w:rsidRPr="00B76D20">
        <w:rPr>
          <w:rFonts w:hint="eastAsia"/>
          <w:rtl/>
        </w:rPr>
        <w:t>نشدکم</w:t>
      </w:r>
      <w:r w:rsidRPr="00B76D20">
        <w:rPr>
          <w:rtl/>
        </w:rPr>
        <w:t xml:space="preserve"> اللّٰہ،</w:t>
      </w:r>
      <w:r w:rsidR="008F5E30">
        <w:rPr>
          <w:rtl/>
        </w:rPr>
        <w:t>ا</w:t>
      </w:r>
      <w:r w:rsidRPr="00B76D20">
        <w:rPr>
          <w:rFonts w:hint="eastAsia"/>
          <w:rtl/>
        </w:rPr>
        <w:t>تعلمون</w:t>
      </w:r>
      <w:r w:rsidRPr="00B76D20">
        <w:rPr>
          <w:rtl/>
        </w:rPr>
        <w:t xml:space="preserve"> ح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ث</w:t>
      </w:r>
      <w:r w:rsidRPr="00B76D20">
        <w:rPr>
          <w:rtl/>
        </w:rPr>
        <w:t xml:space="preserve"> نزلت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اا</w:t>
      </w:r>
      <w:r w:rsidR="00E17DF7" w:rsidRPr="0008761F">
        <w:rPr>
          <w:rStyle w:val="libAieChar"/>
          <w:rFonts w:hint="cs"/>
          <w:rtl/>
        </w:rPr>
        <w:t>ٴیّ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>االذی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آمنوا 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ط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عواللّٰ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tl/>
        </w:rPr>
        <w:t xml:space="preserve"> وا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ط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عواالرسّول</w:t>
      </w:r>
      <w:r w:rsidR="00E17DF7" w:rsidRPr="0008761F">
        <w:rPr>
          <w:rStyle w:val="libAieChar"/>
          <w:rtl/>
        </w:rPr>
        <w:t xml:space="preserve"> وا</w:t>
      </w:r>
      <w:r w:rsidR="00E17DF7" w:rsidRPr="0008761F">
        <w:rPr>
          <w:rStyle w:val="libAieChar"/>
          <w:rFonts w:hint="cs"/>
          <w:rtl/>
        </w:rPr>
        <w:t>ٴُ</w:t>
      </w:r>
      <w:r w:rsidR="00E17DF7" w:rsidRPr="0008761F">
        <w:rPr>
          <w:rStyle w:val="libAieChar"/>
          <w:rFonts w:hint="eastAsia"/>
          <w:rtl/>
        </w:rPr>
        <w:t>ول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tl/>
        </w:rPr>
        <w:t xml:space="preserve"> الا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مر</w:t>
      </w:r>
      <w:r w:rsidR="00E17DF7" w:rsidRPr="0008761F">
        <w:rPr>
          <w:rStyle w:val="libAieChar"/>
          <w:rtl/>
        </w:rPr>
        <w:t xml:space="preserve"> منکم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="00C8743A" w:rsidRPr="00F82107">
        <w:rPr>
          <w:rStyle w:val="libFootnotenumChar"/>
          <w:rFonts w:hint="cs"/>
          <w:rtl/>
        </w:rPr>
        <w:t>(1)</w:t>
      </w:r>
      <w:r w:rsidRPr="00B76D20">
        <w:rPr>
          <w:rtl/>
        </w:rPr>
        <w:t xml:space="preserve"> وح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ث</w:t>
      </w:r>
      <w:r w:rsidRPr="00B76D20">
        <w:rPr>
          <w:rtl/>
        </w:rPr>
        <w:t xml:space="preserve"> نزلت</w:t>
      </w:r>
      <w:r w:rsidR="00BD32E1">
        <w:rPr>
          <w:rtl/>
        </w:rPr>
        <w:t xml:space="preserve"> </w:t>
      </w:r>
      <w:r w:rsidRPr="00B76D20">
        <w:rPr>
          <w:rtl/>
        </w:rPr>
        <w:t>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8761F">
        <w:rPr>
          <w:rStyle w:val="libAieChar"/>
          <w:rtl/>
        </w:rPr>
        <w:t>ٕنّماول</w:t>
      </w:r>
      <w:r w:rsidR="00E17DF7" w:rsidRPr="0008761F">
        <w:rPr>
          <w:rStyle w:val="libAieChar"/>
          <w:rFonts w:hint="cs"/>
          <w:rtl/>
        </w:rPr>
        <w:t>یّ</w:t>
      </w:r>
      <w:r w:rsidR="00E17DF7" w:rsidRPr="0008761F">
        <w:rPr>
          <w:rStyle w:val="libAieChar"/>
          <w:rFonts w:hint="eastAsia"/>
          <w:rtl/>
        </w:rPr>
        <w:t>کم</w:t>
      </w:r>
      <w:r w:rsidR="00E17DF7" w:rsidRPr="0008761F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 xml:space="preserve"> ورسول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 xml:space="preserve"> والّذی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آمنواالذ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ق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مون</w:t>
      </w:r>
      <w:r w:rsidR="00E17DF7" w:rsidRPr="0008761F">
        <w:rPr>
          <w:rStyle w:val="libAieChar"/>
          <w:rtl/>
        </w:rPr>
        <w:t xml:space="preserve"> الصلوة و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ؤ</w:t>
      </w:r>
      <w:r w:rsidR="00E17DF7" w:rsidRPr="0008761F">
        <w:rPr>
          <w:rStyle w:val="libAieChar"/>
          <w:rtl/>
        </w:rPr>
        <w:t xml:space="preserve"> تون الزکوة و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>مصراکعون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C8743A" w:rsidRPr="00F82107">
        <w:rPr>
          <w:rStyle w:val="libFootnotenumChar"/>
          <w:rFonts w:hint="cs"/>
          <w:rtl/>
        </w:rPr>
        <w:t>(2)</w:t>
      </w:r>
      <w:r w:rsidRPr="00B76D20">
        <w:rPr>
          <w:rtl/>
        </w:rPr>
        <w:t>وح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ث</w:t>
      </w:r>
      <w:r w:rsidRPr="00B76D20">
        <w:rPr>
          <w:rtl/>
        </w:rPr>
        <w:t xml:space="preserve"> نزلت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8761F">
        <w:rPr>
          <w:rStyle w:val="libAieChar"/>
          <w:rtl/>
        </w:rPr>
        <w:t>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م</w:t>
      </w:r>
      <w:r w:rsidR="00E17DF7" w:rsidRPr="0008761F">
        <w:rPr>
          <w:rStyle w:val="libAieChar"/>
          <w:rtl/>
        </w:rPr>
        <w:t xml:space="preserve"> حسبتم 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تترکواولماّ 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علم</w:t>
      </w:r>
      <w:r w:rsidR="00E17DF7" w:rsidRPr="0008761F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 xml:space="preserve"> الّذی</w:t>
      </w:r>
      <w:r w:rsidR="00E17DF7" w:rsidRPr="0008761F">
        <w:rPr>
          <w:rStyle w:val="libAieChar"/>
          <w:rFonts w:hint="eastAsia"/>
          <w:rtl/>
        </w:rPr>
        <w:t>م</w:t>
      </w:r>
      <w:r w:rsidR="00E17DF7" w:rsidRPr="0008761F">
        <w:rPr>
          <w:rStyle w:val="libAieChar"/>
          <w:rtl/>
        </w:rPr>
        <w:t xml:space="preserve"> جا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>دوامنکم ولم ی</w:t>
      </w:r>
      <w:r w:rsidR="00E17DF7" w:rsidRPr="0008761F">
        <w:rPr>
          <w:rStyle w:val="libAieChar"/>
          <w:rFonts w:hint="eastAsia"/>
          <w:rtl/>
        </w:rPr>
        <w:t>تّخذ</w:t>
      </w:r>
      <w:r w:rsidR="00E17DF7" w:rsidRPr="0008761F">
        <w:rPr>
          <w:rStyle w:val="libAieChar"/>
          <w:rtl/>
        </w:rPr>
        <w:t xml:space="preserve"> وا من دون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 xml:space="preserve"> ولا 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eastAsia"/>
          <w:rtl/>
        </w:rPr>
        <w:t xml:space="preserve"> ولاالمؤمن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ول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جة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C8743A" w:rsidRPr="00F82107">
        <w:rPr>
          <w:rStyle w:val="libFootnotenumChar"/>
          <w:rFonts w:hint="cs"/>
          <w:rtl/>
        </w:rPr>
        <w:t>(3)</w:t>
      </w:r>
      <w:r w:rsidR="00C8743A" w:rsidRPr="0008761F">
        <w:rPr>
          <w:rStyle w:val="libArabicChar"/>
          <w:rtl/>
        </w:rPr>
        <w:t>قال الناس:</w:t>
      </w:r>
      <w:r w:rsidR="00C8743A" w:rsidRPr="0008761F">
        <w:rPr>
          <w:rStyle w:val="libArabicChar"/>
          <w:rFonts w:hint="cs"/>
          <w:rtl/>
        </w:rPr>
        <w:t>ی</w:t>
      </w:r>
      <w:r w:rsidR="00C8743A" w:rsidRPr="0008761F">
        <w:rPr>
          <w:rStyle w:val="libArabicChar"/>
          <w:rFonts w:hint="eastAsia"/>
          <w:rtl/>
        </w:rPr>
        <w:t>ا</w:t>
      </w:r>
      <w:r w:rsidR="00C8743A" w:rsidRPr="0008761F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="00C8743A" w:rsidRPr="0008761F">
        <w:rPr>
          <w:rStyle w:val="libArabicChar"/>
          <w:rFonts w:hint="cs"/>
          <w:rtl/>
        </w:rPr>
        <w:t xml:space="preserve">،خاصة </w:t>
      </w:r>
      <w:r w:rsidR="00C8743A" w:rsidRPr="0008761F">
        <w:rPr>
          <w:rStyle w:val="libArabicChar"/>
          <w:rtl/>
        </w:rPr>
        <w:t>ف</w:t>
      </w:r>
      <w:r w:rsidR="00C8743A" w:rsidRPr="0008761F">
        <w:rPr>
          <w:rStyle w:val="libArabicChar"/>
          <w:rFonts w:hint="cs"/>
          <w:rtl/>
        </w:rPr>
        <w:t>ی</w:t>
      </w:r>
      <w:r w:rsidR="00C8743A" w:rsidRPr="0008761F">
        <w:rPr>
          <w:rStyle w:val="libArabicChar"/>
          <w:rtl/>
        </w:rPr>
        <w:t xml:space="preserve"> بعض</w:t>
      </w:r>
    </w:p>
    <w:p w:rsidR="00C8743A" w:rsidRPr="00C8743A" w:rsidRDefault="00C8743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۱۔نساء/۵۹ ۲۔مائدہ/۵۵</w:t>
      </w:r>
    </w:p>
    <w:p w:rsidR="00C8743A" w:rsidRPr="00CD3FC2" w:rsidRDefault="00C8743A" w:rsidP="00E17DF7">
      <w:pPr>
        <w:pStyle w:val="libFootnote"/>
        <w:rPr>
          <w:rtl/>
        </w:rPr>
      </w:pPr>
      <w:r w:rsidRPr="00B76D20">
        <w:rPr>
          <w:rFonts w:hint="cs"/>
          <w:rtl/>
        </w:rPr>
        <w:t>3</w:t>
      </w:r>
      <w:r w:rsidRPr="00CD3FC2">
        <w:rPr>
          <w:rtl/>
        </w:rPr>
        <w:t>۔توبہ/۱۶</w:t>
      </w:r>
    </w:p>
    <w:p w:rsidR="00C8743A" w:rsidRDefault="00C8743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C8743A" w:rsidRPr="00CD3FC2" w:rsidRDefault="00C8743A" w:rsidP="00107A46">
      <w:pPr>
        <w:pStyle w:val="libArabic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عامة لجم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م؟فا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مراللّٰ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- عزّوجلّ - نب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="00E17DF7" w:rsidRPr="00E17DF7">
        <w:rPr>
          <w:rStyle w:val="libAlaemChar"/>
          <w:rtl/>
        </w:rPr>
        <w:t>(</w:t>
      </w:r>
      <w:r w:rsidRPr="00CD3FC2">
        <w:rPr>
          <w:rtl/>
        </w:rPr>
        <w:t>ص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یُ</w:t>
      </w:r>
      <w:r w:rsidRPr="00CD3FC2">
        <w:rPr>
          <w:rFonts w:hint="eastAsia"/>
          <w:rtl/>
        </w:rPr>
        <w:t>علّم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ولاةا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فسّر</w:t>
      </w:r>
      <w:r w:rsidRPr="00CD3FC2">
        <w:rPr>
          <w:rtl/>
        </w:rPr>
        <w:t xml:space="preserve">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من الولای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مافسّرل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من صلا 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وزکات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وحج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م،فی</w:t>
      </w:r>
      <w:r w:rsidRPr="00CD3FC2">
        <w:rPr>
          <w:rFonts w:hint="eastAsia"/>
          <w:rtl/>
        </w:rPr>
        <w:t>نصبن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للناس بغد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خم</w:t>
      </w:r>
      <w:r w:rsidRPr="00CD3FC2">
        <w:rPr>
          <w:rFonts w:hint="cs"/>
          <w:rtl/>
        </w:rPr>
        <w:t>ثمّ خطب وقال:ا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االنّاس،إنّ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رسلن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برسالة ضاق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صدری</w:t>
      </w:r>
      <w:r w:rsidRPr="00CD3FC2">
        <w:rPr>
          <w:rtl/>
        </w:rPr>
        <w:t xml:space="preserve"> وظننت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الناس مکذب</w:t>
      </w:r>
      <w:r w:rsidRPr="00CD3FC2">
        <w:rPr>
          <w:rFonts w:hint="cs"/>
          <w:rtl/>
        </w:rPr>
        <w:t>یفا</w:t>
      </w:r>
      <w:r w:rsidRPr="00CD3FC2">
        <w:rPr>
          <w:rFonts w:hint="eastAsia"/>
          <w:rtl/>
        </w:rPr>
        <w:t>وعدن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لاُ بلّغ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عذّبن</w:t>
      </w:r>
      <w:r w:rsidRPr="00CD3FC2">
        <w:rPr>
          <w:rFonts w:hint="cs"/>
          <w:rtl/>
        </w:rPr>
        <w:t>یثمّ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مرفنود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بالصلاة جامعة</w:t>
      </w:r>
      <w:r w:rsidRPr="00CD3FC2">
        <w:rPr>
          <w:rFonts w:hint="cs"/>
          <w:rtl/>
        </w:rPr>
        <w:t>ث</w:t>
      </w:r>
      <w:r w:rsidRPr="00CD3FC2">
        <w:rPr>
          <w:rtl/>
        </w:rPr>
        <w:t>مّ خطب فقال:ا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االناس،ا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تعلمون</w:t>
      </w:r>
      <w:r w:rsidR="00C8743A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نّاللّٰ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- عزّوجل - مولا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نامول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من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نفس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م؟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قالوا</w:t>
      </w:r>
      <w:r w:rsidRPr="00CD3FC2">
        <w:rPr>
          <w:rtl/>
        </w:rPr>
        <w:t>:بل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قال:قُم ی</w:t>
      </w:r>
      <w:r w:rsidRPr="00CD3FC2">
        <w:rPr>
          <w:rFonts w:hint="eastAsia"/>
          <w:rtl/>
        </w:rPr>
        <w:t>اعل</w:t>
      </w:r>
      <w:r w:rsidRPr="00CD3FC2">
        <w:rPr>
          <w:rFonts w:hint="cs"/>
          <w:rtl/>
        </w:rPr>
        <w:t>یّفقمت فقال:”من کنت مولا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ذاعلیّ</w:t>
      </w:r>
      <w:r w:rsidRPr="00CD3FC2">
        <w:rPr>
          <w:rtl/>
        </w:rPr>
        <w:t xml:space="preserve"> مولا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وال من والا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،وعادمن عادا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“</w:t>
      </w:r>
    </w:p>
    <w:p w:rsidR="000B693F" w:rsidRPr="00CD3FC2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فقام</w:t>
      </w:r>
      <w:r w:rsidRPr="00CD3FC2">
        <w:rPr>
          <w:rtl/>
        </w:rPr>
        <w:t xml:space="preserve"> سلمان فقال: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،ولاء </w:t>
      </w:r>
      <w:r w:rsidRPr="00CD3FC2">
        <w:rPr>
          <w:rtl/>
        </w:rPr>
        <w:t>کماذا؟فقال:ولاء کولا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منکنت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من نفس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نزل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Pr="00CD3FC2">
        <w:rPr>
          <w:rtl/>
        </w:rPr>
        <w:t xml:space="preserve"> ذکر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C8743A">
        <w:rPr>
          <w:rStyle w:val="libAieChar"/>
          <w:rtl/>
        </w:rPr>
        <w:t>ال</w:t>
      </w:r>
      <w:r w:rsidR="00E17DF7" w:rsidRPr="00C8743A">
        <w:rPr>
          <w:rStyle w:val="libAieChar"/>
          <w:rFonts w:hint="cs"/>
          <w:rtl/>
        </w:rPr>
        <w:t>ی</w:t>
      </w:r>
      <w:r w:rsidR="00E17DF7" w:rsidRPr="00C8743A">
        <w:rPr>
          <w:rStyle w:val="libAieChar"/>
          <w:rFonts w:hint="eastAsia"/>
          <w:rtl/>
        </w:rPr>
        <w:t>وم</w:t>
      </w:r>
      <w:r w:rsidR="00E17DF7" w:rsidRPr="00C8743A">
        <w:rPr>
          <w:rStyle w:val="libAieChar"/>
          <w:rtl/>
        </w:rPr>
        <w:t xml:space="preserve"> ا</w:t>
      </w:r>
      <w:r w:rsidR="00E17DF7" w:rsidRPr="00C8743A">
        <w:rPr>
          <w:rStyle w:val="libAieChar"/>
          <w:rFonts w:hint="cs"/>
          <w:rtl/>
        </w:rPr>
        <w:t>ٴ</w:t>
      </w:r>
      <w:r w:rsidR="00E17DF7" w:rsidRPr="00C8743A">
        <w:rPr>
          <w:rStyle w:val="libAieChar"/>
          <w:rFonts w:hint="eastAsia"/>
          <w:rtl/>
        </w:rPr>
        <w:t>کملت</w:t>
      </w:r>
      <w:r w:rsidR="00E17DF7" w:rsidRPr="00C8743A">
        <w:rPr>
          <w:rStyle w:val="libAieChar"/>
          <w:rtl/>
        </w:rPr>
        <w:t xml:space="preserve"> لکم د</w:t>
      </w:r>
      <w:r w:rsidR="00E17DF7" w:rsidRPr="00C8743A">
        <w:rPr>
          <w:rStyle w:val="libAieChar"/>
          <w:rFonts w:hint="cs"/>
          <w:rtl/>
        </w:rPr>
        <w:t>ی</w:t>
      </w:r>
      <w:r w:rsidR="00E17DF7" w:rsidRPr="00C8743A">
        <w:rPr>
          <w:rStyle w:val="libAieChar"/>
          <w:rFonts w:hint="eastAsia"/>
          <w:rtl/>
        </w:rPr>
        <w:t>نکم</w:t>
      </w:r>
      <w:r w:rsidR="00E17DF7" w:rsidRPr="00C8743A">
        <w:rPr>
          <w:rStyle w:val="libAieChar"/>
          <w:rtl/>
        </w:rPr>
        <w:t xml:space="preserve"> وا</w:t>
      </w:r>
      <w:r w:rsidR="00E17DF7" w:rsidRPr="00C8743A">
        <w:rPr>
          <w:rStyle w:val="libAieChar"/>
          <w:rFonts w:hint="cs"/>
          <w:rtl/>
        </w:rPr>
        <w:t>ٴ</w:t>
      </w:r>
      <w:r w:rsidR="00E17DF7" w:rsidRPr="00C8743A">
        <w:rPr>
          <w:rStyle w:val="libAieChar"/>
          <w:rFonts w:hint="eastAsia"/>
          <w:rtl/>
        </w:rPr>
        <w:t>تممت</w:t>
      </w:r>
      <w:r w:rsidR="00E17DF7" w:rsidRPr="00C8743A">
        <w:rPr>
          <w:rStyle w:val="libAieChar"/>
          <w:rtl/>
        </w:rPr>
        <w:t xml:space="preserve"> عل</w:t>
      </w:r>
      <w:r w:rsidR="00E17DF7" w:rsidRPr="00C8743A">
        <w:rPr>
          <w:rStyle w:val="libAieChar"/>
          <w:rFonts w:hint="cs"/>
          <w:rtl/>
        </w:rPr>
        <w:t>ی</w:t>
      </w:r>
      <w:r w:rsidR="00E17DF7" w:rsidRPr="00C8743A">
        <w:rPr>
          <w:rStyle w:val="libAieChar"/>
          <w:rFonts w:hint="eastAsia"/>
          <w:rtl/>
        </w:rPr>
        <w:t>کم</w:t>
      </w:r>
      <w:r w:rsidR="00E17DF7" w:rsidRPr="00C8743A">
        <w:rPr>
          <w:rStyle w:val="libAieChar"/>
          <w:rtl/>
        </w:rPr>
        <w:t xml:space="preserve"> نعمت</w:t>
      </w:r>
      <w:r w:rsidR="00E17DF7" w:rsidRPr="00C8743A">
        <w:rPr>
          <w:rStyle w:val="libAieChar"/>
          <w:rFonts w:hint="cs"/>
          <w:rtl/>
        </w:rPr>
        <w:t>ی</w:t>
      </w:r>
      <w:r w:rsidR="00E17DF7" w:rsidRPr="00C8743A">
        <w:rPr>
          <w:rStyle w:val="libAieChar"/>
          <w:rtl/>
        </w:rPr>
        <w:t xml:space="preserve"> ورض</w:t>
      </w:r>
      <w:r w:rsidR="00E17DF7" w:rsidRPr="00C8743A">
        <w:rPr>
          <w:rStyle w:val="libAieChar"/>
          <w:rFonts w:hint="cs"/>
          <w:rtl/>
        </w:rPr>
        <w:t>ی</w:t>
      </w:r>
      <w:r w:rsidR="00E17DF7" w:rsidRPr="00C8743A">
        <w:rPr>
          <w:rStyle w:val="libAieChar"/>
          <w:rFonts w:hint="eastAsia"/>
          <w:rtl/>
        </w:rPr>
        <w:t>ت</w:t>
      </w:r>
      <w:r w:rsidR="00E17DF7" w:rsidRPr="00C8743A">
        <w:rPr>
          <w:rStyle w:val="libAieChar"/>
          <w:rtl/>
        </w:rPr>
        <w:t xml:space="preserve"> لکم الإسلام د</w:t>
      </w:r>
      <w:r w:rsidR="00E17DF7" w:rsidRPr="00C8743A">
        <w:rPr>
          <w:rStyle w:val="libAieChar"/>
          <w:rFonts w:hint="cs"/>
          <w:rtl/>
        </w:rPr>
        <w:t>ی</w:t>
      </w:r>
      <w:r w:rsidR="00E17DF7" w:rsidRPr="00C8743A">
        <w:rPr>
          <w:rStyle w:val="libAieChar"/>
          <w:rFonts w:hint="eastAsia"/>
          <w:rtl/>
        </w:rPr>
        <w:t>ناً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08761F" w:rsidRPr="00F82107">
        <w:rPr>
          <w:rStyle w:val="libFootnotenumChar"/>
          <w:rFonts w:hint="cs"/>
          <w:rtl/>
        </w:rPr>
        <w:t>(1)</w:t>
      </w:r>
    </w:p>
    <w:p w:rsidR="00C8743A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فکبّرالنبّ</w:t>
      </w:r>
      <w:r w:rsidRPr="00CD3FC2">
        <w:rPr>
          <w:rFonts w:hint="cs"/>
          <w:rtl/>
        </w:rPr>
        <w:t>ی</w:t>
      </w:r>
      <w:r w:rsidR="00E17DF7" w:rsidRPr="00E17DF7">
        <w:rPr>
          <w:rStyle w:val="libAlaemChar"/>
          <w:rtl/>
        </w:rPr>
        <w:t>(</w:t>
      </w:r>
      <w:r w:rsidRPr="00CD3FC2">
        <w:rPr>
          <w:rtl/>
        </w:rPr>
        <w:t>ص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وقال:اللّٰ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کبر</w:t>
      </w:r>
      <w:r w:rsidRPr="00CD3FC2">
        <w:rPr>
          <w:rtl/>
        </w:rPr>
        <w:t>!تمام نبوّت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وتمام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علیُّ</w:t>
      </w:r>
      <w:r w:rsidRPr="00CD3FC2">
        <w:rPr>
          <w:rtl/>
        </w:rPr>
        <w:t xml:space="preserve"> بعد</w:t>
      </w:r>
      <w:r w:rsidRPr="00CD3FC2">
        <w:rPr>
          <w:rFonts w:hint="cs"/>
          <w:rtl/>
        </w:rPr>
        <w:t>یفقام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بوبکر</w:t>
      </w:r>
      <w:r w:rsidRPr="00CD3FC2">
        <w:rPr>
          <w:rtl/>
        </w:rPr>
        <w:t xml:space="preserve"> و عمر فقالا: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ؤلاء الآی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خاصّةف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؟قال</w:t>
      </w:r>
      <w:r w:rsidRPr="00CD3FC2">
        <w:rPr>
          <w:rtl/>
        </w:rPr>
        <w:t>:بل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الق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امة</w:t>
      </w:r>
      <w:r w:rsidRPr="00CD3FC2">
        <w:rPr>
          <w:rFonts w:hint="cs"/>
          <w:rtl/>
        </w:rPr>
        <w:t>قالا:ی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بیّ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لنا</w:t>
      </w:r>
      <w:r w:rsidRPr="00CD3FC2">
        <w:rPr>
          <w:rFonts w:hint="cs"/>
          <w:rtl/>
        </w:rPr>
        <w:t>قال:علیّ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ووارث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ووص</w:t>
      </w:r>
      <w:r w:rsidRPr="00CD3FC2">
        <w:rPr>
          <w:rFonts w:hint="cs"/>
          <w:rtl/>
        </w:rPr>
        <w:t>یّی</w:t>
      </w:r>
      <w:r w:rsidRPr="00CD3FC2">
        <w:rPr>
          <w:rtl/>
        </w:rPr>
        <w:t xml:space="preserve"> وخل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اُمّت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وولّ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 ّمؤمن بعد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ثمّ ابن</w:t>
      </w:r>
      <w:r w:rsidRPr="00CD3FC2">
        <w:rPr>
          <w:rFonts w:hint="cs"/>
          <w:rtl/>
        </w:rPr>
        <w:t>ی</w:t>
      </w:r>
      <w:r w:rsidR="00C8743A" w:rsidRPr="00C8743A">
        <w:rPr>
          <w:rFonts w:hint="eastAsia"/>
          <w:rtl/>
        </w:rPr>
        <w:t xml:space="preserve"> </w:t>
      </w:r>
      <w:r w:rsidR="00C8743A" w:rsidRPr="00CD3FC2">
        <w:rPr>
          <w:rFonts w:hint="eastAsia"/>
          <w:rtl/>
        </w:rPr>
        <w:t>الحسن</w:t>
      </w:r>
      <w:r w:rsidR="00C8743A" w:rsidRPr="00CD3FC2">
        <w:rPr>
          <w:rtl/>
        </w:rPr>
        <w:t xml:space="preserve"> ثمّ الحس</w:t>
      </w:r>
      <w:r w:rsidR="00C8743A" w:rsidRPr="00CD3FC2">
        <w:rPr>
          <w:rFonts w:hint="cs"/>
          <w:rtl/>
        </w:rPr>
        <w:t>ی</w:t>
      </w:r>
      <w:r w:rsidR="00C8743A" w:rsidRPr="00CD3FC2">
        <w:rPr>
          <w:rFonts w:hint="eastAsia"/>
          <w:rtl/>
        </w:rPr>
        <w:t>ن</w:t>
      </w:r>
      <w:r w:rsidR="00C8743A" w:rsidRPr="00CD3FC2">
        <w:rPr>
          <w:rtl/>
        </w:rPr>
        <w:t xml:space="preserve"> ثمّ تسعة من ولدابن</w:t>
      </w:r>
      <w:r w:rsidR="00C8743A" w:rsidRPr="00CD3FC2">
        <w:rPr>
          <w:rFonts w:hint="cs"/>
          <w:rtl/>
        </w:rPr>
        <w:t>ی</w:t>
      </w:r>
      <w:r w:rsidR="00C8743A" w:rsidRPr="00CD3FC2">
        <w:rPr>
          <w:rtl/>
        </w:rPr>
        <w:t xml:space="preserve"> الحس</w:t>
      </w:r>
      <w:r w:rsidR="00C8743A" w:rsidRPr="00CD3FC2">
        <w:rPr>
          <w:rFonts w:hint="cs"/>
          <w:rtl/>
        </w:rPr>
        <w:t>ی</w:t>
      </w:r>
      <w:r w:rsidR="00C8743A" w:rsidRPr="00CD3FC2">
        <w:rPr>
          <w:rFonts w:hint="eastAsia"/>
          <w:rtl/>
        </w:rPr>
        <w:t>ن</w:t>
      </w:r>
      <w:r w:rsidR="00C8743A" w:rsidRPr="00CD3FC2">
        <w:rPr>
          <w:rtl/>
        </w:rPr>
        <w:t xml:space="preserve"> واحد بعد واحد،القرآن مع</w:t>
      </w:r>
      <w:r w:rsidR="00BA57AE" w:rsidRPr="003A13AB">
        <w:rPr>
          <w:rFonts w:hint="cs"/>
          <w:rtl/>
        </w:rPr>
        <w:t>ه</w:t>
      </w:r>
      <w:r w:rsidR="00C8743A" w:rsidRPr="00CD3FC2">
        <w:rPr>
          <w:rFonts w:hint="cs"/>
          <w:rtl/>
        </w:rPr>
        <w:t>م و</w:t>
      </w:r>
      <w:r w:rsidR="00BA57AE" w:rsidRPr="003A13AB">
        <w:rPr>
          <w:rFonts w:hint="cs"/>
          <w:rtl/>
        </w:rPr>
        <w:t>ه</w:t>
      </w:r>
      <w:r w:rsidR="00C8743A" w:rsidRPr="00CD3FC2">
        <w:rPr>
          <w:rFonts w:hint="cs"/>
          <w:rtl/>
        </w:rPr>
        <w:t>م مع القرآن لای</w:t>
      </w:r>
      <w:r w:rsidR="00C8743A" w:rsidRPr="00CD3FC2">
        <w:rPr>
          <w:rFonts w:hint="eastAsia"/>
          <w:rtl/>
        </w:rPr>
        <w:t>فارقون</w:t>
      </w:r>
      <w:r w:rsidR="00BA57AE" w:rsidRPr="003A13AB">
        <w:rPr>
          <w:rFonts w:hint="cs"/>
          <w:rtl/>
        </w:rPr>
        <w:t>ه</w:t>
      </w:r>
      <w:r w:rsidR="00C8743A" w:rsidRPr="00CD3FC2">
        <w:rPr>
          <w:rtl/>
        </w:rPr>
        <w:t xml:space="preserve"> ولا</w:t>
      </w:r>
      <w:r w:rsidR="00C8743A" w:rsidRPr="00CD3FC2">
        <w:rPr>
          <w:rFonts w:hint="cs"/>
          <w:rtl/>
        </w:rPr>
        <w:t>ی</w:t>
      </w:r>
      <w:r w:rsidR="00C8743A" w:rsidRPr="00CD3FC2">
        <w:rPr>
          <w:rFonts w:hint="eastAsia"/>
          <w:rtl/>
        </w:rPr>
        <w:t>فارق</w:t>
      </w:r>
      <w:r w:rsidR="00BA57AE" w:rsidRPr="003A13AB">
        <w:rPr>
          <w:rFonts w:hint="cs"/>
          <w:rtl/>
        </w:rPr>
        <w:t>ه</w:t>
      </w:r>
      <w:r w:rsidR="00C8743A" w:rsidRPr="00CD3FC2">
        <w:rPr>
          <w:rFonts w:hint="cs"/>
          <w:rtl/>
        </w:rPr>
        <w:t>م</w:t>
      </w:r>
      <w:r w:rsidR="00C8743A" w:rsidRPr="00CD3FC2">
        <w:rPr>
          <w:rtl/>
        </w:rPr>
        <w:t xml:space="preserve"> حت</w:t>
      </w:r>
      <w:r w:rsidR="00C8743A" w:rsidRPr="00CD3FC2">
        <w:rPr>
          <w:rFonts w:hint="cs"/>
          <w:rtl/>
        </w:rPr>
        <w:t>ی</w:t>
      </w:r>
      <w:r w:rsidR="00C8743A" w:rsidRPr="00CD3FC2">
        <w:rPr>
          <w:rtl/>
        </w:rPr>
        <w:t xml:space="preserve"> </w:t>
      </w:r>
    </w:p>
    <w:p w:rsidR="000B693F" w:rsidRPr="00C8743A" w:rsidRDefault="00C8743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8761F" w:rsidP="00E17DF7">
      <w:pPr>
        <w:pStyle w:val="libFootnote"/>
        <w:rPr>
          <w:rtl/>
        </w:rPr>
      </w:pPr>
      <w:r w:rsidRPr="00B76D20">
        <w:rPr>
          <w:rFonts w:hint="cs"/>
          <w:rtl/>
        </w:rPr>
        <w:t>1</w:t>
      </w:r>
      <w:r w:rsidR="000B693F" w:rsidRPr="00CD3FC2">
        <w:rPr>
          <w:rtl/>
        </w:rPr>
        <w:t>۔مائدہ/۳</w:t>
      </w:r>
    </w:p>
    <w:p w:rsidR="00C8743A" w:rsidRDefault="00C8743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C8743A" w:rsidRPr="00CD3FC2" w:rsidRDefault="00C8743A" w:rsidP="00107A46">
      <w:pPr>
        <w:pStyle w:val="libNormal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ردوا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الحوض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فقالوا</w:t>
      </w:r>
      <w:r w:rsidRPr="00CD3FC2">
        <w:rPr>
          <w:rtl/>
        </w:rPr>
        <w:t xml:space="preserve"> کلّ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م:اللّ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نعم،قد سمعناذلک وش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دناکماقلت سواء وقال بعض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م:قدحفظناجلّ ماقلت ولم نحفظ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کلّ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ؤلاء الّذی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حفظواا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ارناوا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فاضلنا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دلاتاہوں،ک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تم جانتے ہو کہ جبخداوندمتعال کا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فر مان: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ا</w:t>
      </w:r>
      <w:r w:rsidR="00E17DF7" w:rsidRPr="0008761F">
        <w:rPr>
          <w:rStyle w:val="libAieChar"/>
          <w:rtl/>
        </w:rPr>
        <w:t xml:space="preserve"> ا</w:t>
      </w:r>
      <w:r w:rsidR="00E17DF7" w:rsidRPr="0008761F">
        <w:rPr>
          <w:rStyle w:val="libAieChar"/>
          <w:rFonts w:hint="cs"/>
          <w:rtl/>
        </w:rPr>
        <w:t>ٴیّ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>االذی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آمنواا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ط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عواللّٰ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tl/>
        </w:rPr>
        <w:t xml:space="preserve"> وا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ط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عوا</w:t>
      </w:r>
      <w:r w:rsidR="00E17DF7" w:rsidRPr="0008761F">
        <w:rPr>
          <w:rStyle w:val="libAieChar"/>
          <w:rtl/>
        </w:rPr>
        <w:t xml:space="preserve"> الرّسول واول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tl/>
        </w:rPr>
        <w:t xml:space="preserve"> الا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مرمنکم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نازل ہوا اورجب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8761F">
        <w:rPr>
          <w:rStyle w:val="libAieChar"/>
          <w:rtl/>
        </w:rPr>
        <w:t>إنّما ول</w:t>
      </w:r>
      <w:r w:rsidR="00E17DF7" w:rsidRPr="0008761F">
        <w:rPr>
          <w:rStyle w:val="libAieChar"/>
          <w:rFonts w:hint="cs"/>
          <w:rtl/>
        </w:rPr>
        <w:t>یّ</w:t>
      </w:r>
      <w:r w:rsidR="00E17DF7" w:rsidRPr="0008761F">
        <w:rPr>
          <w:rStyle w:val="libAieChar"/>
          <w:rFonts w:hint="eastAsia"/>
          <w:rtl/>
        </w:rPr>
        <w:t>کم</w:t>
      </w:r>
      <w:r w:rsidR="00E17DF7" w:rsidRPr="0008761F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tl/>
        </w:rPr>
        <w:t xml:space="preserve"> ورسول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بس تمہاراول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ہے اوراس کا ر</w:t>
      </w:r>
      <w:r w:rsidRPr="00CD3FC2">
        <w:rPr>
          <w:rFonts w:hint="eastAsia"/>
          <w:rtl/>
        </w:rPr>
        <w:t>سول</w:t>
      </w:r>
      <w:r w:rsidRPr="00CD3FC2">
        <w:rPr>
          <w:rtl/>
        </w:rPr>
        <w:t xml:space="preserve"> اور وہ صاحبان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جو نمازقائم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حالت رکوع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زکوٰة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جب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8761F">
        <w:rPr>
          <w:rStyle w:val="libAieChar"/>
          <w:rtl/>
        </w:rPr>
        <w:t>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م</w:t>
      </w:r>
      <w:r w:rsidR="00E17DF7" w:rsidRPr="0008761F">
        <w:rPr>
          <w:rStyle w:val="libAieChar"/>
          <w:rtl/>
        </w:rPr>
        <w:t xml:space="preserve"> حسبتم 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تترکوا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:ک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اتمہارا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</w:t>
      </w:r>
      <w:r w:rsidRPr="00CD3FC2">
        <w:rPr>
          <w:rtl/>
        </w:rPr>
        <w:t xml:space="preserve"> ہے کہ تم کواس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چھوڑد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گا جب کہ ابھ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لو گوں نے کہ جنھوں نے تم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جہاد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خدا و رسول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علا 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اپنا محرم راز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مشخص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tl/>
        </w:rPr>
        <w:t xml:space="preserve"> تو لوگوں نے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بعض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مخصوص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عام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تمام مؤ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خداوند</w:t>
      </w:r>
      <w:r w:rsidRPr="00CD3FC2">
        <w:rPr>
          <w:rtl/>
        </w:rPr>
        <w:t xml:space="preserve"> متعال نے اپنے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کو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:تاکہ ان)مو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) کے امور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کے سرپرست کا اعلان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اورجس طرح نماز،زکوٰةاورحج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کے لئے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ہے،مسئلہ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وسر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کے لئے واضح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۔)اورخدا نے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)تاکہ غد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خم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مجھے اپنا </w:t>
      </w:r>
      <w:r w:rsidRPr="00CD3FC2">
        <w:rPr>
          <w:rFonts w:hint="eastAsia"/>
          <w:rtl/>
        </w:rPr>
        <w:t>جا</w:t>
      </w:r>
      <w:r w:rsidRPr="00CD3FC2">
        <w:rPr>
          <w:rtl/>
        </w:rPr>
        <w:t xml:space="preserve"> 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منصوب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خداصل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خطبہ پڑھااورفرما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”اے</w:t>
      </w:r>
      <w:r w:rsidRPr="00CD3FC2">
        <w:rPr>
          <w:rtl/>
        </w:rPr>
        <w:t xml:space="preserve"> لوگو!خدا وند متعال نے مجھے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سونپ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تنگ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محسوس کر رہا ہے اور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گمان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لوگ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رسالت کو جھٹلاد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گے۔پھر مجھے خدا نے تہد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اس)رسالت) کوپہنچاؤں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اگر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پہونچاتا تووہ مجھے عذاب کرے گا۔“</w:t>
      </w:r>
    </w:p>
    <w:p w:rsidR="0008761F" w:rsidRDefault="0008761F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8761F" w:rsidRPr="00CD3FC2" w:rsidRDefault="0008761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اورلوگ جمع ہو گئے اورآپنے خطبہ پڑھا اور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اے لوگو!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جانتے ہوکہ خداوند متعال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رامولا</w:t>
      </w:r>
      <w:r w:rsidRPr="00CD3FC2">
        <w:rPr>
          <w:rtl/>
        </w:rPr>
        <w:t>)م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راصاحب</w:t>
      </w:r>
      <w:r w:rsidRPr="00CD3FC2">
        <w:rPr>
          <w:rtl/>
        </w:rPr>
        <w:t xml:space="preserve">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>)ہے اور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کامولاہوں اورمجھے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جانوں پرتصرف کا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حق ہے ؟انہوں نے کہا:ہاں،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اللہ۔فرما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:اے </w:t>
      </w:r>
      <w:r w:rsidRPr="00CD3FC2">
        <w:rPr>
          <w:rFonts w:hint="eastAsia"/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السلام)کھڑے ہوجاؤ!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کھڑا ہوا۔فرما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:جس جس کا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مولا ہوں اس کے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مولا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۔خداوندا!اس کو دوست رکھ جو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(ع)کودوست رکھے اوراس کو اپنا دشمن قرار دے جوعل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(ع)سے دشمن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سلمان</w:t>
      </w:r>
      <w:r w:rsidRPr="00CD3FC2">
        <w:rPr>
          <w:rtl/>
        </w:rPr>
        <w:t xml:space="preserve"> اٹھے اورکہا: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کونس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ہے؟پ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رکھتاہوں ۔جس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 کے بارے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اول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ہوں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اول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ہے۔اس کے بعدخدا وند متعال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نازل فرمائ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8761F">
        <w:rPr>
          <w:rStyle w:val="libAieChar"/>
          <w:rtl/>
        </w:rPr>
        <w:t>ال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وم</w:t>
      </w:r>
      <w:r w:rsidR="00E17DF7" w:rsidRPr="0008761F">
        <w:rPr>
          <w:rStyle w:val="libAieChar"/>
          <w:rtl/>
        </w:rPr>
        <w:t xml:space="preserve"> 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کملت</w:t>
      </w:r>
      <w:r w:rsidR="00E17DF7" w:rsidRPr="0008761F">
        <w:rPr>
          <w:rStyle w:val="libAieChar"/>
          <w:rtl/>
        </w:rPr>
        <w:t xml:space="preserve"> لکم </w:t>
      </w:r>
      <w:r w:rsidR="00E17DF7" w:rsidRPr="0008761F">
        <w:rPr>
          <w:rStyle w:val="libAieChar"/>
          <w:rFonts w:hint="eastAsia"/>
          <w:rtl/>
        </w:rPr>
        <w:t>د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نکم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:”آج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تمہارے لئے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کامل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نعمتوں کوتمام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اورتمہارے لئے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اسلام کو پسندکر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 ابوبکراورعمراٹھے اورکہا: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 !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(ع)سے مخصوص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ہاں،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(ع)اور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</w:t>
      </w:r>
      <w:r w:rsidRPr="00CD3FC2">
        <w:rPr>
          <w:rtl/>
        </w:rPr>
        <w:t xml:space="preserve"> تک کے دوسرے اوص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سے مخصوص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۔انہوں نے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اللہ!ان کو ہمارے لئے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جئے</w:t>
      </w:r>
      <w:r w:rsidRPr="00CD3FC2">
        <w:rPr>
          <w:rtl/>
        </w:rPr>
        <w:t xml:space="preserve"> آنحضرت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،امت</w:t>
      </w:r>
      <w:r w:rsidRPr="00CD3FC2">
        <w:rPr>
          <w:rtl/>
        </w:rPr>
        <w:t xml:space="preserve"> کے لئے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ر،وارث،وص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ہے اورم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بعد ہرمؤمن کا سرپرست ہے۔اس کے بعد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فرزندحسن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(ع)اس کے بعد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کے</w:t>
      </w:r>
      <w:r w:rsidRPr="00CD3FC2">
        <w:rPr>
          <w:rtl/>
        </w:rPr>
        <w:t xml:space="preserve"> بعد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گرے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(ع)کے نوفرزند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ان کے ساتھ ہے اور وہ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کے ساتھ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۔وہ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جدا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 اورقرآن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سے جدا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ہوگا </w:t>
      </w:r>
      <w:r w:rsidRPr="00CD3FC2">
        <w:rPr>
          <w:rFonts w:hint="cs"/>
          <w:rtl/>
        </w:rPr>
        <w:t>ی</w:t>
      </w:r>
      <w:r w:rsidRPr="00CD3FC2">
        <w:rPr>
          <w:rtl/>
        </w:rPr>
        <w:t>ہاں تک کہ حوض کوثرپرمجھ سے مل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گے۔اس کے بعد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اس مجمع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ان لوگوں سے،کہ جوم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</w:t>
      </w:r>
      <w:r w:rsidRPr="00CD3FC2">
        <w:rPr>
          <w:rtl/>
        </w:rPr>
        <w:t xml:space="preserve"> غد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موجوتھے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با توں کواپنے کا نوں سے سن چکے تھے،کہا کہ اٹھ کراس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8761F" w:rsidRDefault="0008761F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8761F" w:rsidRPr="00CD3FC2" w:rsidRDefault="0008761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ارقم،براء بن عازب،سلمان،ابوذراورمقداداپن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سے کھڑے ہوئے اور کہا :ہم شہادت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انات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آنحضرت منبرپرکھڑے تھے اوران کے ساتھ آپ(ع)بھ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بغل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کھڑے تھے اورآنحضرتفرمارہے تھے: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”اے</w:t>
      </w:r>
      <w:r w:rsidRPr="00CD3FC2">
        <w:rPr>
          <w:rtl/>
        </w:rPr>
        <w:t xml:space="preserve"> لوگو! خداوند متعال نے مجھے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تمہارے لئے امام کہ جو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بعد تم لوگوں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رہنمائ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سر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کرے اورم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راوص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ہو،کو نصب کروں،اس کونصب کروں 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کوخداوند متعال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واجب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</w:t>
      </w:r>
      <w:r w:rsidRPr="00CD3FC2">
        <w:rPr>
          <w:rFonts w:hint="eastAsia"/>
          <w:rtl/>
        </w:rPr>
        <w:t>عت</w:t>
      </w:r>
      <w:r w:rsidRPr="00CD3FC2">
        <w:rPr>
          <w:rtl/>
        </w:rPr>
        <w:t xml:space="preserve"> کے برابرقرارد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جس سے)آ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اولوالامرک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ہے) اے لوگو!خداوند متعال نے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نماز،زکوٰة،روزہ اورحج 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تمہارے لئے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ووضاحت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۔اوراس نے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رکھنے) کابھ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</w:t>
      </w:r>
      <w:r w:rsidR="00A96ED8">
        <w:rPr>
          <w:rFonts w:hint="eastAsia"/>
          <w:rtl/>
        </w:rPr>
        <w:t xml:space="preserve">میں 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گواہ بناتا ہوں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اس)شخص)سے مربوط ہے 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جملہ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فرماتے وقت آنحضرت اپنادست مبارک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(ع)کے شانہ پر رکھے ہوئے تھے)اوران کے بعداس کے دونوں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ٹوں</w:t>
      </w:r>
      <w:r w:rsidRPr="00CD3FC2">
        <w:rPr>
          <w:rtl/>
        </w:rPr>
        <w:t>)حسن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(ع))اوران کے بعد ان کے فرزندوں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ان 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مربوط ہے--</w:t>
      </w:r>
      <w:r w:rsidRPr="00CD3FC2">
        <w:rPr>
          <w:rFonts w:hint="cs"/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مفصل و طولان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ہے۔ہم نے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فقط اتنے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حصہ پراکتفا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جوآ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فہ”اولوالامر“سے</w:t>
      </w:r>
      <w:r w:rsidRPr="00CD3FC2">
        <w:rPr>
          <w:rtl/>
        </w:rPr>
        <w:t xml:space="preserve"> مربوط ہے ۔محقق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مذکورہ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مفصل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مطلعہ کرسکتے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80" w:name="_Toc508103329"/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bookmarkEnd w:id="8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ہے جسے مرحوم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صدوق نے ”کمال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08761F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>‘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جابر بن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جعف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کہتا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نے سنا کہ جابر بن عبداللہ انصار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کہتے تھے:جب خدا وند متعال نے اپنے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(ص)پر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اا</w:t>
      </w:r>
      <w:r w:rsidR="00E17DF7" w:rsidRPr="0008761F">
        <w:rPr>
          <w:rStyle w:val="libAieChar"/>
          <w:rFonts w:hint="cs"/>
          <w:rtl/>
        </w:rPr>
        <w:t>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>االذی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آمنواا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ط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عواللّٰ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tl/>
        </w:rPr>
        <w:t xml:space="preserve"> وا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ط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عواالرسول</w:t>
      </w:r>
      <w:r w:rsidR="00E17DF7" w:rsidRPr="0008761F">
        <w:rPr>
          <w:rStyle w:val="libAieChar"/>
          <w:rtl/>
        </w:rPr>
        <w:t xml:space="preserve"> واول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tl/>
        </w:rPr>
        <w:t xml:space="preserve"> الا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مرمنکم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نازل فرمائ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،تو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اللہ!ہم نے خدا اوراس کے رسولتو کو پہچان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۔اب وہ اولوالامرک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کو خداوندمتعال نے 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سے مربوط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ہے،وہ کون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آنحضرت</w:t>
      </w:r>
      <w:r w:rsidRPr="00CD3FC2">
        <w:rPr>
          <w:rtl/>
        </w:rPr>
        <w:t xml:space="preserve"> (ص)نے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:”اے جابر!وہ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بعد مسلمانوں کے امام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سب سے پہلے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طالب،</w:t>
      </w:r>
      <w:r w:rsidRPr="00CD3FC2">
        <w:rPr>
          <w:rtl/>
        </w:rPr>
        <w:t xml:space="preserve"> پھرحسن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ن،پھر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ن،پھر</w:t>
      </w:r>
      <w:r w:rsidRPr="00CD3FC2">
        <w:rPr>
          <w:rtl/>
        </w:rPr>
        <w:t xml:space="preserve"> محمد بن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،جوتور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باقر کے نام سے معروف</w:t>
      </w:r>
    </w:p>
    <w:p w:rsidR="000B693F" w:rsidRPr="0008761F" w:rsidRDefault="0008761F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۱۔کمال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ن،ص</w:t>
      </w:r>
      <w:r w:rsidRPr="00CD3FC2">
        <w:rPr>
          <w:rtl/>
        </w:rPr>
        <w:t>۲۵۳</w:t>
      </w:r>
    </w:p>
    <w:p w:rsidR="0008761F" w:rsidRDefault="0008761F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8761F" w:rsidRPr="00CD3FC2" w:rsidRDefault="0008761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اوراے جابر!تم جلد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سے ملاقات کروگے لہذاجب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کھنا</w:t>
      </w:r>
      <w:r w:rsidRPr="00CD3FC2">
        <w:rPr>
          <w:rtl/>
        </w:rPr>
        <w:t xml:space="preserve"> توانھ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</w:t>
      </w:r>
      <w:r w:rsidRPr="00CD3FC2">
        <w:rPr>
          <w:rtl/>
        </w:rPr>
        <w:t xml:space="preserve"> سلام پہنچانا۔پھرصادق جعفر بن محمد،پھر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بن جعفر،پھر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موس</w:t>
      </w:r>
      <w:r w:rsidRPr="00CD3FC2">
        <w:rPr>
          <w:rFonts w:hint="cs"/>
          <w:rtl/>
        </w:rPr>
        <w:t>یٰ</w:t>
      </w:r>
      <w:r w:rsidRPr="00CD3FC2">
        <w:rPr>
          <w:rFonts w:hint="eastAsia"/>
          <w:rtl/>
        </w:rPr>
        <w:t>،پھر</w:t>
      </w:r>
      <w:r w:rsidRPr="00CD3FC2">
        <w:rPr>
          <w:rtl/>
        </w:rPr>
        <w:t xml:space="preserve"> محمدبن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،پھر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محمد،پھرحسن بن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،پھر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راہم</w:t>
      </w:r>
      <w:r w:rsidRPr="00CD3FC2">
        <w:rPr>
          <w:rtl/>
        </w:rPr>
        <w:t xml:space="preserve"> نام اورہم کن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)جو)زم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پر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حجت اورخدا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اس کے بندوں کے در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رہنے والا حسن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>)عسکر</w:t>
      </w:r>
      <w:r w:rsidRPr="00CD3FC2">
        <w:rPr>
          <w:rFonts w:hint="cs"/>
          <w:rtl/>
        </w:rPr>
        <w:t>ی</w:t>
      </w:r>
      <w:r w:rsidRPr="00CD3FC2">
        <w:rPr>
          <w:rtl/>
        </w:rPr>
        <w:t>)کا فر زندہے،جس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خدا وند متعال مشرق ومغرب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فتح کرے گا۔وہ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او ر ان کے چاہنے والوں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نظروں سے غائب ہوگا۔وہ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بت</w:t>
      </w:r>
      <w:r w:rsidRPr="00CD3FC2">
        <w:rPr>
          <w:rtl/>
        </w:rPr>
        <w:t xml:space="preserve"> ہوگ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پر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آزمائے گئے دلوں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ثابت قدم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رہے گا“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81" w:name="_Toc508103330"/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>:</w:t>
      </w:r>
      <w:bookmarkEnd w:id="8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اصول کاف</w:t>
      </w:r>
      <w:r w:rsidRPr="00CD3FC2">
        <w:rPr>
          <w:rFonts w:hint="cs"/>
          <w:rtl/>
        </w:rPr>
        <w:t>ی</w:t>
      </w:r>
      <w:r w:rsidRPr="00CD3FC2">
        <w:rPr>
          <w:rtl/>
          <w:lang w:bidi="fa-IR"/>
        </w:rPr>
        <w:t>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عجل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”امام</w:t>
      </w:r>
      <w:r w:rsidRPr="00CD3FC2">
        <w:rPr>
          <w:rtl/>
        </w:rPr>
        <w:t xml:space="preserve"> باقر(عل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:خدا وند متعال نے)آ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) 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ا</w:t>
      </w:r>
      <w:r w:rsidR="00E17DF7" w:rsidRPr="0008761F">
        <w:rPr>
          <w:rStyle w:val="libAieChar"/>
          <w:rtl/>
        </w:rPr>
        <w:t xml:space="preserve"> ا</w:t>
      </w:r>
      <w:r w:rsidR="00E17DF7" w:rsidRPr="0008761F">
        <w:rPr>
          <w:rStyle w:val="libAieChar"/>
          <w:rFonts w:hint="cs"/>
          <w:rtl/>
        </w:rPr>
        <w:t>ٴیّ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>ا</w:t>
      </w:r>
      <w:r w:rsidR="00E17DF7" w:rsidRPr="0008761F">
        <w:rPr>
          <w:rStyle w:val="libAieChar"/>
          <w:rtl/>
        </w:rPr>
        <w:t xml:space="preserve"> الذ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آمنوا 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ط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عو</w:t>
      </w:r>
      <w:r w:rsidR="00E17DF7" w:rsidRPr="0008761F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 xml:space="preserve"> و اٴ</w:t>
      </w:r>
      <w:r w:rsidR="00E17DF7" w:rsidRPr="0008761F">
        <w:rPr>
          <w:rStyle w:val="libAieChar"/>
          <w:rFonts w:hint="eastAsia"/>
          <w:rtl/>
        </w:rPr>
        <w:t>ط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عوا</w:t>
      </w:r>
      <w:r w:rsidR="00E17DF7" w:rsidRPr="0008761F">
        <w:rPr>
          <w:rStyle w:val="libAieChar"/>
          <w:rtl/>
        </w:rPr>
        <w:t xml:space="preserve"> الرسول و اول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tl/>
        </w:rPr>
        <w:t xml:space="preserve"> الا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مر</w:t>
      </w:r>
      <w:r w:rsidR="00E17DF7" w:rsidRPr="0008761F">
        <w:rPr>
          <w:rStyle w:val="libAieChar"/>
          <w:rtl/>
        </w:rPr>
        <w:t xml:space="preserve"> منکم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کے بارے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صرف</w:t>
      </w:r>
      <w:r w:rsidRPr="00CD3FC2">
        <w:rPr>
          <w:rtl/>
        </w:rPr>
        <w:t xml:space="preserve"> ہماراقصد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۔تمام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</w:t>
      </w:r>
      <w:r w:rsidRPr="00CD3FC2">
        <w:rPr>
          <w:rtl/>
        </w:rPr>
        <w:t xml:space="preserve"> تک ہمار</w:t>
      </w:r>
      <w:r w:rsidRPr="00CD3FC2">
        <w:rPr>
          <w:rFonts w:hint="cs"/>
          <w:rtl/>
        </w:rPr>
        <w:t>ی</w:t>
      </w:r>
      <w:r w:rsidRPr="00CD3FC2">
        <w:rPr>
          <w:rtl/>
        </w:rPr>
        <w:t>)ائمہ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 اطاعت کرنے کا کاحکم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”اولوالامر“سے مراد ائمہء معصو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ہے۔اہل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ق،”فرائد</w:t>
      </w:r>
      <w:r w:rsidRPr="00CD3FC2">
        <w:rPr>
          <w:rtl/>
        </w:rPr>
        <w:t xml:space="preserve"> السمط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ن“اور”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المودة“ج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اور”اصول کاف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“،”غا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ةالمرام“اور”منتخب</w:t>
      </w:r>
      <w:r w:rsidRPr="00CD3FC2">
        <w:rPr>
          <w:rtl/>
        </w:rPr>
        <w:t xml:space="preserve"> الاثر“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</w:t>
      </w:r>
      <w:r w:rsidRPr="00CD3FC2">
        <w:rPr>
          <w:rFonts w:hint="eastAsia"/>
          <w:rtl/>
        </w:rPr>
        <w:t>سکتے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8761F" w:rsidRPr="0008761F" w:rsidRDefault="0008761F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۱۔اصول کاف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۱،ص۲۱۷</w:t>
      </w:r>
    </w:p>
    <w:p w:rsidR="0008761F" w:rsidRDefault="0008761F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Heading2Center"/>
        <w:rPr>
          <w:rtl/>
        </w:rPr>
      </w:pPr>
      <w:bookmarkStart w:id="82" w:name="_Toc508103331"/>
      <w:r w:rsidRPr="00CD3FC2">
        <w:rPr>
          <w:rFonts w:hint="eastAsia"/>
          <w:rtl/>
        </w:rPr>
        <w:lastRenderedPageBreak/>
        <w:t>چوتھا</w:t>
      </w:r>
      <w:r w:rsidRPr="00CD3FC2">
        <w:rPr>
          <w:rtl/>
        </w:rPr>
        <w:t xml:space="preserve"> باب:</w:t>
      </w:r>
      <w:bookmarkEnd w:id="82"/>
    </w:p>
    <w:p w:rsidR="000B693F" w:rsidRPr="00CD3FC2" w:rsidRDefault="000B693F" w:rsidP="00107A46">
      <w:pPr>
        <w:pStyle w:val="Heading2Center"/>
        <w:rPr>
          <w:rtl/>
        </w:rPr>
      </w:pPr>
      <w:bookmarkStart w:id="83" w:name="_Toc508103332"/>
      <w:r w:rsidRPr="00CD3FC2">
        <w:rPr>
          <w:rFonts w:hint="eastAsia"/>
          <w:rtl/>
        </w:rPr>
        <w:t>امامت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>میں</w:t>
      </w:r>
      <w:bookmarkEnd w:id="83"/>
      <w:r w:rsidR="00A96ED8">
        <w:rPr>
          <w:rtl/>
        </w:rPr>
        <w:t xml:space="preserve"> </w:t>
      </w:r>
      <w:r w:rsidRPr="00CD3FC2">
        <w:rPr>
          <w:rtl/>
        </w:rPr>
        <w:t xml:space="preserve"> </w:t>
      </w:r>
    </w:p>
    <w:p w:rsidR="000B693F" w:rsidRPr="00B76D20" w:rsidRDefault="0008761F" w:rsidP="00107A46">
      <w:pPr>
        <w:pStyle w:val="libNormal"/>
        <w:rPr>
          <w:rtl/>
        </w:rPr>
      </w:pPr>
      <w:r w:rsidRPr="0008761F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(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08761F">
        <w:rPr>
          <w:rStyle w:val="libAieChar"/>
          <w:rFonts w:hint="eastAsia"/>
          <w:rtl/>
        </w:rPr>
        <w:t>إنّماول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کم</w:t>
      </w:r>
      <w:r w:rsidR="00E17DF7" w:rsidRPr="0008761F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 xml:space="preserve"> ورسول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 xml:space="preserve"> والّذی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آمنواالّذ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ن</w:t>
      </w:r>
      <w:r w:rsidR="00E17DF7" w:rsidRPr="0008761F">
        <w:rPr>
          <w:rStyle w:val="libAieChar"/>
          <w:rtl/>
        </w:rPr>
        <w:t xml:space="preserve"> 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ق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مون</w:t>
      </w:r>
      <w:r w:rsidR="00E17DF7" w:rsidRPr="0008761F">
        <w:rPr>
          <w:rStyle w:val="libAieChar"/>
          <w:rtl/>
        </w:rPr>
        <w:t xml:space="preserve"> الصلوٰةو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ؤ</w:t>
      </w:r>
      <w:r w:rsidR="00E17DF7" w:rsidRPr="0008761F">
        <w:rPr>
          <w:rStyle w:val="libAieChar"/>
          <w:rtl/>
        </w:rPr>
        <w:t xml:space="preserve"> تون الزکوٰة و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 xml:space="preserve">م </w:t>
      </w:r>
      <w:r w:rsidR="00E17DF7" w:rsidRPr="0008761F">
        <w:rPr>
          <w:rStyle w:val="libAieChar"/>
          <w:rtl/>
        </w:rPr>
        <w:t>راکعون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)</w:t>
      </w:r>
      <w:r w:rsidR="00E17DF7">
        <w:rPr>
          <w:rStyle w:val="libAieChar"/>
          <w:rFonts w:hint="eastAsia"/>
          <w:rtl/>
        </w:rPr>
        <w:t xml:space="preserve"> </w:t>
      </w:r>
      <w:r w:rsidRPr="0008761F">
        <w:rPr>
          <w:rStyle w:val="libAlaemChar"/>
          <w:rFonts w:hint="cs"/>
          <w:rtl/>
        </w:rPr>
        <w:t>)</w:t>
      </w:r>
      <w:r w:rsidR="000B693F" w:rsidRPr="00B76D20">
        <w:rPr>
          <w:rtl/>
        </w:rPr>
        <w:t xml:space="preserve"> ( مائدہ/۵۵)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”بس</w:t>
      </w:r>
      <w:r w:rsidRPr="00CD3FC2">
        <w:rPr>
          <w:rtl/>
        </w:rPr>
        <w:t xml:space="preserve"> تمہاراول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ہے اوراس کا رسول اوروہ صاحبان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ں،جونمازقائم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اورحالت رکوع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زکوٰةد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اوربلافصل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استدلال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تکم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 چندمو ضوعات کا ثابت کرنا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”إنما“ حصر کے لئے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ئ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 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حص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بالتصرف اورصاحب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زسرپرست</w:t>
      </w:r>
      <w:r w:rsidRPr="00CD3FC2">
        <w:rPr>
          <w:rtl/>
        </w:rPr>
        <w:t xml:space="preserve"> ہو نے کے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”راکعون“سے مراد نماز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رکوع ہے، نہ کہ خضوع وخشوع۔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شان نزول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کہ جوام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ہے، ذکر ہواہے کہ حضرت(ع)نے رکوع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زکوٰةد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مال کوخداک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انفاق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</w:t>
      </w:r>
      <w:r w:rsidRPr="00CD3FC2">
        <w:rPr>
          <w:rtl/>
        </w:rPr>
        <w:t>)ثابت ہو۔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ان موضوعات کوثابت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کوشش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اورآخر پر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سے مربوط چند سوالا ت کا 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84" w:name="_Toc508103333"/>
      <w:r w:rsidRPr="00CD3FC2">
        <w:rPr>
          <w:rFonts w:hint="eastAsia"/>
          <w:rtl/>
        </w:rPr>
        <w:t>لفظ”إنما“ک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حصر پر دلالت</w:t>
      </w:r>
      <w:bookmarkEnd w:id="84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علما</w:t>
      </w:r>
      <w:r w:rsidRPr="00CD3FC2">
        <w:rPr>
          <w:rtl/>
        </w:rPr>
        <w:t xml:space="preserve"> ئے لغت اورادب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نے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ہے</w:t>
      </w:r>
      <w:r w:rsidRPr="00CD3FC2">
        <w:rPr>
          <w:rtl/>
        </w:rPr>
        <w:t xml:space="preserve"> کہ لفظ”إنما“حصرپر دلالت کرتا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لغت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لفظ حصر کے لئے وضع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8761F" w:rsidRDefault="0008761F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8761F" w:rsidRPr="00CD3FC2" w:rsidRDefault="0008761F" w:rsidP="00107A46">
      <w:pPr>
        <w:pStyle w:val="libNormal"/>
        <w:rPr>
          <w:rtl/>
        </w:rPr>
      </w:pP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منظورنے کہاہے:اگر ”إنّ“پر”ما“کا اضافہ ہو جائے تو تع</w:t>
      </w:r>
      <w:r w:rsidRPr="00CD3FC2">
        <w:rPr>
          <w:rFonts w:hint="cs"/>
          <w:rtl/>
        </w:rPr>
        <w:t>یی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وتشخ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</w:t>
      </w:r>
      <w:r w:rsidRPr="00CD3FC2">
        <w:rPr>
          <w:rtl/>
        </w:rPr>
        <w:t xml:space="preserve"> پر دلالت کرتاہے۔ج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خداوند متعال کا قول ہے: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8761F">
        <w:rPr>
          <w:rStyle w:val="libAieChar"/>
          <w:rtl/>
        </w:rPr>
        <w:t>إنّماالصدقات للفقراء والمساک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08761F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چونکہ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 لت اس پر ہے کہ حکم مذکور کو ثابت کرتا ہے اوراس کے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کرتا ہے۔</w:t>
      </w:r>
      <w:r w:rsidR="0008761F" w:rsidRPr="00F82107">
        <w:rPr>
          <w:rStyle w:val="libFootnotenumChar"/>
          <w:rFonts w:hint="cs"/>
          <w:rtl/>
        </w:rPr>
        <w:t>(2)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جوہر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کہ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  <w:r w:rsidR="0008761F" w:rsidRPr="00F82107">
        <w:rPr>
          <w:rStyle w:val="libFootnotenumChar"/>
          <w:rFonts w:hint="cs"/>
          <w:rtl/>
        </w:rPr>
        <w:t>(3)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روزآباد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کہاہے:”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نّما“،”إنّما“کے</w:t>
      </w:r>
      <w:r w:rsidRPr="00CD3FC2">
        <w:rPr>
          <w:rtl/>
        </w:rPr>
        <w:t xml:space="preserve"> مانند مف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حصرہے۔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دونوں لفظ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فہء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8761F">
        <w:rPr>
          <w:rStyle w:val="libAieChar"/>
          <w:rtl/>
        </w:rPr>
        <w:t>قل إنّما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Fonts w:hint="eastAsia"/>
          <w:rtl/>
        </w:rPr>
        <w:t>وح</w:t>
      </w:r>
      <w:r w:rsidR="00E17DF7" w:rsidRPr="0008761F">
        <w:rPr>
          <w:rStyle w:val="libAieChar"/>
          <w:rFonts w:hint="cs"/>
          <w:rtl/>
        </w:rPr>
        <w:t>ی</w:t>
      </w:r>
      <w:r w:rsidR="00E17DF7" w:rsidRPr="0008761F">
        <w:rPr>
          <w:rStyle w:val="libAieChar"/>
          <w:rtl/>
        </w:rPr>
        <w:t xml:space="preserve"> إل</w:t>
      </w:r>
      <w:r w:rsidR="00E17DF7" w:rsidRPr="0008761F">
        <w:rPr>
          <w:rStyle w:val="libAieChar"/>
          <w:rFonts w:hint="cs"/>
          <w:rtl/>
        </w:rPr>
        <w:t>یّ</w:t>
      </w:r>
      <w:r w:rsidR="00E17DF7" w:rsidRPr="0008761F">
        <w:rPr>
          <w:rStyle w:val="libAieChar"/>
          <w:rtl/>
        </w:rPr>
        <w:t xml:space="preserve"> ا</w:t>
      </w:r>
      <w:r w:rsidR="00E17DF7" w:rsidRPr="0008761F">
        <w:rPr>
          <w:rStyle w:val="libAieChar"/>
          <w:rFonts w:hint="cs"/>
          <w:rtl/>
        </w:rPr>
        <w:t>ٴ</w:t>
      </w:r>
      <w:r w:rsidR="00E17DF7" w:rsidRPr="0008761F">
        <w:rPr>
          <w:rStyle w:val="libAieChar"/>
          <w:rFonts w:hint="eastAsia"/>
          <w:rtl/>
        </w:rPr>
        <w:t>نّماإلٰ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Fonts w:hint="cs"/>
          <w:rtl/>
        </w:rPr>
        <w:t>کم</w:t>
      </w:r>
      <w:r w:rsidR="00E17DF7" w:rsidRPr="0008761F">
        <w:rPr>
          <w:rStyle w:val="libAieChar"/>
          <w:rtl/>
        </w:rPr>
        <w:t xml:space="preserve"> إلٰ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8761F">
        <w:rPr>
          <w:rStyle w:val="libAieChar"/>
          <w:rtl/>
        </w:rPr>
        <w:t xml:space="preserve"> واحد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08761F" w:rsidRPr="00F82107">
        <w:rPr>
          <w:rStyle w:val="libFootnotenumChar"/>
          <w:rFonts w:hint="cs"/>
          <w:rtl/>
        </w:rPr>
        <w:t>(4)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جمع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08761F" w:rsidRPr="00F82107">
        <w:rPr>
          <w:rStyle w:val="libFootnotenumChar"/>
          <w:rFonts w:hint="cs"/>
          <w:rtl/>
        </w:rPr>
        <w:t>(5)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ہشام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کہا ہے۔</w:t>
      </w:r>
      <w:r w:rsidR="0008761F" w:rsidRPr="00F82107">
        <w:rPr>
          <w:rStyle w:val="libFootnotenumChar"/>
          <w:rFonts w:hint="cs"/>
          <w:rtl/>
        </w:rPr>
        <w:t>(6)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لئے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شک وشبہ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لغت کے اعتبار سے لفظ”إنّما“کوحصرکے لئے وضع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۔اگرکوئ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موجو ہوتواس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رحصرکے</w:t>
      </w:r>
      <w:r w:rsidRPr="00CD3FC2">
        <w:rPr>
          <w:rtl/>
        </w:rPr>
        <w:t xml:space="preserve"> لئے استفادہ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جاسکتا</w:t>
      </w:r>
      <w:r w:rsidRPr="00CD3FC2">
        <w:rPr>
          <w:rtl/>
        </w:rPr>
        <w:t xml:space="preserve"> 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صورت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”إنّما“کااستعمال</w:t>
      </w:r>
      <w:r w:rsidRPr="00CD3FC2">
        <w:rPr>
          <w:rtl/>
        </w:rPr>
        <w:t xml:space="preserve">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ہوگا۔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85" w:name="_Toc508103334"/>
      <w:r w:rsidRPr="00CD3FC2">
        <w:rPr>
          <w:rFonts w:hint="eastAsia"/>
          <w:rtl/>
        </w:rPr>
        <w:t>”ول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bookmarkEnd w:id="85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”ولّ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مشتق ہے۔اگرچہ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لفظ مختلف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ہوا ہے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کے موارد استعمال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جستجو و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سے معلوم ہوتا ہے کہ اس کا اصل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،اولو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</w:p>
    <w:p w:rsidR="0008761F" w:rsidRPr="0008761F" w:rsidRDefault="0008761F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۱۔توبہ/۶۰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۲۔لسان العرب،ج۱،ص۲۴۵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۳۔صحاح اللغة،ج۵،ص۲۰۷۳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۴۔انب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>/۱۰۸ ۵۔القاموس 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ط،ج</w:t>
      </w:r>
      <w:r w:rsidRPr="00CD3FC2">
        <w:rPr>
          <w:rtl/>
        </w:rPr>
        <w:t>۴،ص۱۹۸،دارالمعرفة،ب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۶۔مغن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،ج۱،ص۸۸،دارالکتب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8761F" w:rsidRDefault="0008761F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8761F" w:rsidRPr="00CD3FC2" w:rsidRDefault="0008761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اورصاحب</w:t>
      </w:r>
      <w:r w:rsidRPr="00CD3FC2">
        <w:rPr>
          <w:rtl/>
        </w:rPr>
        <w:t xml:space="preserve">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ہو نے کے ہے۔</w:t>
      </w:r>
    </w:p>
    <w:p w:rsidR="000B693F" w:rsidRPr="00B76D20" w:rsidRDefault="000B693F" w:rsidP="00BA57AE">
      <w:pPr>
        <w:pStyle w:val="libNormal"/>
        <w:rPr>
          <w:rtl/>
        </w:rPr>
      </w:pPr>
      <w:r w:rsidRPr="00B76D20">
        <w:rPr>
          <w:rFonts w:hint="eastAsia"/>
          <w:rtl/>
        </w:rPr>
        <w:t>ابن</w:t>
      </w:r>
      <w:r w:rsidRPr="00B76D20">
        <w:rPr>
          <w:rtl/>
        </w:rPr>
        <w:t xml:space="preserve"> منظورکا”لسان العرب“</w:t>
      </w:r>
      <w:r w:rsidR="00A96ED8" w:rsidRPr="00B76D20">
        <w:rPr>
          <w:rtl/>
        </w:rPr>
        <w:t xml:space="preserve">میں </w:t>
      </w:r>
      <w:r w:rsidRPr="00B76D20">
        <w:rPr>
          <w:rtl/>
        </w:rPr>
        <w:t xml:space="preserve"> کہنا ہے”</w:t>
      </w:r>
      <w:r w:rsidRPr="0008761F">
        <w:rPr>
          <w:rStyle w:val="libArabicChar"/>
          <w:rtl/>
        </w:rPr>
        <w:t>الول</w:t>
      </w:r>
      <w:r w:rsidRPr="0008761F">
        <w:rPr>
          <w:rStyle w:val="libArabicChar"/>
          <w:rFonts w:hint="cs"/>
          <w:rtl/>
        </w:rPr>
        <w:t>یّ</w:t>
      </w:r>
      <w:r w:rsidRPr="0008761F">
        <w:rPr>
          <w:rStyle w:val="libArabicChar"/>
          <w:rtl/>
        </w:rPr>
        <w:t xml:space="preserve"> ول</w:t>
      </w:r>
      <w:r w:rsidRPr="0008761F">
        <w:rPr>
          <w:rStyle w:val="libArabicChar"/>
          <w:rFonts w:hint="cs"/>
          <w:rtl/>
        </w:rPr>
        <w:t>یّ</w:t>
      </w:r>
      <w:r w:rsidRPr="0008761F">
        <w:rPr>
          <w:rStyle w:val="libArabicChar"/>
          <w:rtl/>
        </w:rPr>
        <w:t xml:space="preserve"> ال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ت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م</w:t>
      </w:r>
      <w:r w:rsidRPr="0008761F">
        <w:rPr>
          <w:rStyle w:val="libArabicChar"/>
          <w:rtl/>
        </w:rPr>
        <w:t xml:space="preserve"> الّذ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tl/>
        </w:rPr>
        <w:t xml:space="preserve"> 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ل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tl/>
        </w:rPr>
        <w:t xml:space="preserve"> ا</w:t>
      </w:r>
      <w:r w:rsidRPr="0008761F">
        <w:rPr>
          <w:rStyle w:val="libArabicChar"/>
          <w:rFonts w:hint="cs"/>
          <w:rtl/>
        </w:rPr>
        <w:t>ٴ</w:t>
      </w:r>
      <w:r w:rsidRPr="0008761F">
        <w:rPr>
          <w:rStyle w:val="libArabicChar"/>
          <w:rFonts w:hint="eastAsia"/>
          <w:rtl/>
        </w:rPr>
        <w:t>مر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tl/>
        </w:rPr>
        <w:t xml:space="preserve"> و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قوم</w:t>
      </w:r>
      <w:r w:rsidRPr="0008761F">
        <w:rPr>
          <w:rStyle w:val="libArabicChar"/>
          <w:rtl/>
        </w:rPr>
        <w:t xml:space="preserve"> بکفا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ت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،وولیّ</w:t>
      </w:r>
      <w:r w:rsidRPr="0008761F">
        <w:rPr>
          <w:rStyle w:val="libArabicChar"/>
          <w:rtl/>
        </w:rPr>
        <w:t xml:space="preserve"> المرئةالّذ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tl/>
        </w:rPr>
        <w:t xml:space="preserve"> 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ل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tl/>
        </w:rPr>
        <w:t xml:space="preserve"> عقدالنکاح عل</w:t>
      </w:r>
      <w:r w:rsidRPr="0008761F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اوفی</w:t>
      </w:r>
      <w:r w:rsidRPr="0008761F">
        <w:rPr>
          <w:rStyle w:val="libArabicChar"/>
          <w:rtl/>
        </w:rPr>
        <w:t xml:space="preserve"> الحد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ث</w:t>
      </w:r>
      <w:r w:rsidRPr="0008761F">
        <w:rPr>
          <w:rStyle w:val="libArabicChar"/>
          <w:rtl/>
        </w:rPr>
        <w:t>:ا</w:t>
      </w:r>
      <w:r w:rsidRPr="0008761F">
        <w:rPr>
          <w:rStyle w:val="libArabicChar"/>
          <w:rFonts w:hint="cs"/>
          <w:rtl/>
        </w:rPr>
        <w:t>ٴیّ</w:t>
      </w:r>
      <w:r w:rsidRPr="0008761F">
        <w:rPr>
          <w:rStyle w:val="libArabicChar"/>
          <w:rFonts w:hint="eastAsia"/>
          <w:rtl/>
        </w:rPr>
        <w:t>ماامرئة</w:t>
      </w:r>
      <w:r w:rsidRPr="0008761F">
        <w:rPr>
          <w:rStyle w:val="libArabicChar"/>
          <w:rtl/>
        </w:rPr>
        <w:t xml:space="preserve"> نکحت بغ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رإذن</w:t>
      </w:r>
      <w:r w:rsidRPr="0008761F">
        <w:rPr>
          <w:rStyle w:val="libArabicChar"/>
          <w:rtl/>
        </w:rPr>
        <w:t xml:space="preserve"> مول</w:t>
      </w:r>
      <w:r w:rsidRPr="0008761F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ا</w:t>
      </w:r>
      <w:r w:rsidRPr="0008761F">
        <w:rPr>
          <w:rStyle w:val="libArabicChar"/>
          <w:rtl/>
        </w:rPr>
        <w:t xml:space="preserve"> فنکاح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اباطلوفی</w:t>
      </w:r>
      <w:r w:rsidRPr="0008761F">
        <w:rPr>
          <w:rStyle w:val="libArabicChar"/>
          <w:rtl/>
        </w:rPr>
        <w:t xml:space="preserve"> روا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ة</w:t>
      </w:r>
      <w:r w:rsidRPr="0008761F">
        <w:rPr>
          <w:rStyle w:val="libArabicChar"/>
          <w:rtl/>
        </w:rPr>
        <w:t>:”ول</w:t>
      </w:r>
      <w:r w:rsidRPr="0008761F">
        <w:rPr>
          <w:rStyle w:val="libArabicChar"/>
          <w:rFonts w:hint="cs"/>
          <w:rtl/>
        </w:rPr>
        <w:t>یّ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ا“اٴی</w:t>
      </w:r>
      <w:r w:rsidRPr="0008761F">
        <w:rPr>
          <w:rStyle w:val="libArabicChar"/>
          <w:rtl/>
        </w:rPr>
        <w:t xml:space="preserve"> متولّ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tl/>
        </w:rPr>
        <w:t xml:space="preserve"> ا</w:t>
      </w:r>
      <w:r w:rsidRPr="0008761F">
        <w:rPr>
          <w:rStyle w:val="libArabicChar"/>
          <w:rFonts w:hint="cs"/>
          <w:rtl/>
        </w:rPr>
        <w:t>ٴ</w:t>
      </w:r>
      <w:r w:rsidRPr="0008761F">
        <w:rPr>
          <w:rStyle w:val="libArabicChar"/>
          <w:rFonts w:hint="eastAsia"/>
          <w:rtl/>
        </w:rPr>
        <w:t>مر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ا</w:t>
      </w:r>
      <w:r w:rsidRPr="00B76D20">
        <w:rPr>
          <w:rFonts w:hint="eastAsia"/>
          <w:rtl/>
        </w:rPr>
        <w:t>“</w:t>
      </w:r>
      <w:r w:rsidR="0008761F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کا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ہے جو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کے امور اور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کفالت کا ذمہ دار ہے اوراس کے امورک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نگران کرتا ہے۔عورت کا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ہے کہ جس کے اوپر اس کے عقد ونکاح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ذمہ 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ہے:جوبھ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عورت اپنے مولا)سرپرست)ک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اجازت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رشاد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کرے تواس کا نکاح باطل ہے۔ا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ھا‘</w:t>
      </w:r>
      <w:r w:rsidRPr="00CD3FC2">
        <w:rPr>
          <w:rtl/>
        </w:rPr>
        <w:t xml:space="preserve"> ‘کے بجائے لفظ”مول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ھا“آ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جس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سرپرست اورصاحب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”المصباح</w:t>
      </w:r>
      <w:r w:rsidRPr="00CD3FC2">
        <w:rPr>
          <w:rtl/>
        </w:rPr>
        <w:t xml:space="preserve"> المن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کہتا ہے:</w:t>
      </w:r>
    </w:p>
    <w:p w:rsidR="000B693F" w:rsidRPr="00B76D20" w:rsidRDefault="000B693F" w:rsidP="00BA57AE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08761F">
        <w:rPr>
          <w:rStyle w:val="libArabicChar"/>
          <w:rFonts w:hint="eastAsia"/>
          <w:rtl/>
        </w:rPr>
        <w:t>الول</w:t>
      </w:r>
      <w:r w:rsidRPr="0008761F">
        <w:rPr>
          <w:rStyle w:val="libArabicChar"/>
          <w:rFonts w:hint="cs"/>
          <w:rtl/>
        </w:rPr>
        <w:t>یّ</w:t>
      </w:r>
      <w:r w:rsidRPr="0008761F">
        <w:rPr>
          <w:rStyle w:val="libArabicChar"/>
          <w:rtl/>
        </w:rPr>
        <w:t xml:space="preserve"> فع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ل</w:t>
      </w:r>
      <w:r w:rsidRPr="0008761F">
        <w:rPr>
          <w:rStyle w:val="libArabicChar"/>
          <w:rtl/>
        </w:rPr>
        <w:t xml:space="preserve"> ب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 xml:space="preserve"> معنی</w:t>
      </w:r>
      <w:r w:rsidRPr="0008761F">
        <w:rPr>
          <w:rStyle w:val="libArabicChar"/>
          <w:rtl/>
        </w:rPr>
        <w:t xml:space="preserve"> فاعل من ول</w:t>
      </w:r>
      <w:r w:rsidRPr="0008761F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tl/>
        </w:rPr>
        <w:t xml:space="preserve"> إذقام ب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ومن</w:t>
      </w:r>
      <w:r w:rsidR="00BA57AE" w:rsidRPr="003A13AB">
        <w:rPr>
          <w:rStyle w:val="libArabicChar"/>
          <w:rFonts w:hint="cs"/>
          <w:rtl/>
        </w:rPr>
        <w:t>ه</w:t>
      </w:r>
      <w:r w:rsidR="00BD32E1">
        <w:rPr>
          <w:rStyle w:val="libArabicChar"/>
          <w:rFonts w:hint="cs"/>
          <w:rtl/>
        </w:rPr>
        <w:t xml:space="preserve"> </w:t>
      </w:r>
      <w:r w:rsidRPr="0008761F">
        <w:rPr>
          <w:rStyle w:val="libArabicChar"/>
          <w:rFonts w:hint="cs"/>
          <w:rtl/>
        </w:rPr>
        <w:t>اللّٰ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 xml:space="preserve"> ولیّ</w:t>
      </w:r>
      <w:r w:rsidRPr="0008761F">
        <w:rPr>
          <w:rStyle w:val="libArabicChar"/>
          <w:rtl/>
        </w:rPr>
        <w:t xml:space="preserve"> الّذ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ن</w:t>
      </w:r>
      <w:r w:rsidRPr="0008761F">
        <w:rPr>
          <w:rStyle w:val="libArabicChar"/>
          <w:rtl/>
        </w:rPr>
        <w:t xml:space="preserve"> آمنوا</w:t>
      </w:r>
      <w:r w:rsidR="00BD32E1">
        <w:rPr>
          <w:rStyle w:val="libArabicChar"/>
          <w:rtl/>
        </w:rPr>
        <w:t xml:space="preserve"> </w:t>
      </w:r>
      <w:r w:rsidRPr="0008761F">
        <w:rPr>
          <w:rStyle w:val="libArabicChar"/>
          <w:rtl/>
        </w:rPr>
        <w:t>،والجمع ا</w:t>
      </w:r>
      <w:r w:rsidRPr="0008761F">
        <w:rPr>
          <w:rStyle w:val="libArabicChar"/>
          <w:rFonts w:hint="cs"/>
          <w:rtl/>
        </w:rPr>
        <w:t>ٴ</w:t>
      </w:r>
      <w:r w:rsidRPr="0008761F">
        <w:rPr>
          <w:rStyle w:val="libArabicChar"/>
          <w:rFonts w:hint="eastAsia"/>
          <w:rtl/>
        </w:rPr>
        <w:t>ول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اء،قال</w:t>
      </w:r>
      <w:r w:rsidRPr="0008761F">
        <w:rPr>
          <w:rStyle w:val="libArabicChar"/>
          <w:rtl/>
        </w:rPr>
        <w:t xml:space="preserve"> ابن فارس:وکلّ من ول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tl/>
        </w:rPr>
        <w:t xml:space="preserve"> ا</w:t>
      </w:r>
      <w:r w:rsidRPr="0008761F">
        <w:rPr>
          <w:rStyle w:val="libArabicChar"/>
          <w:rFonts w:hint="cs"/>
          <w:rtl/>
        </w:rPr>
        <w:t>ٴ</w:t>
      </w:r>
      <w:r w:rsidRPr="0008761F">
        <w:rPr>
          <w:rStyle w:val="libArabicChar"/>
          <w:rFonts w:hint="eastAsia"/>
          <w:rtl/>
        </w:rPr>
        <w:t>مرا</w:t>
      </w:r>
      <w:r w:rsidRPr="0008761F">
        <w:rPr>
          <w:rStyle w:val="libArabicChar"/>
          <w:rFonts w:hint="cs"/>
          <w:rtl/>
        </w:rPr>
        <w:t>ٴ</w:t>
      </w:r>
      <w:r w:rsidRPr="0008761F">
        <w:rPr>
          <w:rStyle w:val="libArabicChar"/>
          <w:rFonts w:hint="eastAsia"/>
          <w:rtl/>
        </w:rPr>
        <w:t>حد</w:t>
      </w:r>
      <w:r w:rsidRPr="0008761F">
        <w:rPr>
          <w:rStyle w:val="libArabicChar"/>
          <w:rtl/>
        </w:rPr>
        <w:t xml:space="preserve"> ف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وولیّ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وقد ی</w:t>
      </w:r>
      <w:r w:rsidRPr="0008761F">
        <w:rPr>
          <w:rStyle w:val="libArabicChar"/>
          <w:rFonts w:hint="eastAsia"/>
          <w:rtl/>
        </w:rPr>
        <w:t>طلق</w:t>
      </w:r>
      <w:r w:rsidRPr="0008761F">
        <w:rPr>
          <w:rStyle w:val="libArabicChar"/>
          <w:rtl/>
        </w:rPr>
        <w:t xml:space="preserve"> الول</w:t>
      </w:r>
      <w:r w:rsidRPr="0008761F">
        <w:rPr>
          <w:rStyle w:val="libArabicChar"/>
          <w:rFonts w:hint="cs"/>
          <w:rtl/>
        </w:rPr>
        <w:t>یّ</w:t>
      </w:r>
      <w:r w:rsidRPr="0008761F">
        <w:rPr>
          <w:rStyle w:val="libArabicChar"/>
          <w:rtl/>
        </w:rPr>
        <w:t xml:space="preserve"> ا</w:t>
      </w:r>
      <w:r w:rsidRPr="0008761F">
        <w:rPr>
          <w:rStyle w:val="libArabicChar"/>
          <w:rFonts w:hint="cs"/>
          <w:rtl/>
        </w:rPr>
        <w:t>ٴی</w:t>
      </w:r>
      <w:r w:rsidRPr="0008761F">
        <w:rPr>
          <w:rStyle w:val="libArabicChar"/>
          <w:rFonts w:hint="eastAsia"/>
          <w:rtl/>
        </w:rPr>
        <w:t>ضاًعل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tl/>
        </w:rPr>
        <w:t xml:space="preserve"> المعتق والعت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ق،وابن</w:t>
      </w:r>
      <w:r w:rsidRPr="0008761F">
        <w:rPr>
          <w:rStyle w:val="libArabicChar"/>
          <w:rtl/>
        </w:rPr>
        <w:t xml:space="preserve"> العم والناصر</w:t>
      </w:r>
      <w:r w:rsidRPr="0008761F">
        <w:rPr>
          <w:rStyle w:val="libArabicChar"/>
          <w:rFonts w:hint="cs"/>
          <w:rtl/>
        </w:rPr>
        <w:t>والصدّی</w:t>
      </w:r>
      <w:r w:rsidRPr="0008761F">
        <w:rPr>
          <w:rStyle w:val="libArabicChar"/>
          <w:rFonts w:hint="eastAsia"/>
          <w:rtl/>
        </w:rPr>
        <w:t>ق</w:t>
      </w:r>
      <w:r w:rsidRPr="0008761F">
        <w:rPr>
          <w:rStyle w:val="libArabicChar"/>
          <w:rFonts w:hint="cs"/>
          <w:rtl/>
        </w:rPr>
        <w:t>وی</w:t>
      </w:r>
      <w:r w:rsidRPr="0008761F">
        <w:rPr>
          <w:rStyle w:val="libArabicChar"/>
          <w:rFonts w:hint="eastAsia"/>
          <w:rtl/>
        </w:rPr>
        <w:t>کون</w:t>
      </w:r>
      <w:r w:rsidRPr="0008761F">
        <w:rPr>
          <w:rStyle w:val="libArabicChar"/>
          <w:rtl/>
        </w:rPr>
        <w:t xml:space="preserve"> الول</w:t>
      </w:r>
      <w:r w:rsidRPr="0008761F">
        <w:rPr>
          <w:rStyle w:val="libArabicChar"/>
          <w:rFonts w:hint="cs"/>
          <w:rtl/>
        </w:rPr>
        <w:t>یّ</w:t>
      </w:r>
      <w:r w:rsidRPr="0008761F">
        <w:rPr>
          <w:rStyle w:val="libArabicChar"/>
          <w:rtl/>
        </w:rPr>
        <w:t xml:space="preserve"> بمعن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tl/>
        </w:rPr>
        <w:t xml:space="preserve"> مفعول ف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tl/>
        </w:rPr>
        <w:t xml:space="preserve"> حق المط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ع،ف</w:t>
      </w:r>
      <w:r w:rsidRPr="0008761F">
        <w:rPr>
          <w:rStyle w:val="libArabicChar"/>
          <w:rFonts w:hint="cs"/>
          <w:rtl/>
        </w:rPr>
        <w:t>ی</w:t>
      </w:r>
      <w:r w:rsidRPr="0008761F">
        <w:rPr>
          <w:rStyle w:val="libArabicChar"/>
          <w:rFonts w:hint="eastAsia"/>
          <w:rtl/>
        </w:rPr>
        <w:t>قال</w:t>
      </w:r>
      <w:r w:rsidRPr="0008761F">
        <w:rPr>
          <w:rStyle w:val="libArabicChar"/>
          <w:rtl/>
        </w:rPr>
        <w:t xml:space="preserve">:المؤمن </w:t>
      </w:r>
      <w:r w:rsidRPr="0008761F">
        <w:rPr>
          <w:rStyle w:val="libArabicChar"/>
          <w:rFonts w:hint="eastAsia"/>
          <w:rtl/>
        </w:rPr>
        <w:t>ول</w:t>
      </w:r>
      <w:r w:rsidRPr="0008761F">
        <w:rPr>
          <w:rStyle w:val="libArabicChar"/>
          <w:rFonts w:hint="cs"/>
          <w:rtl/>
        </w:rPr>
        <w:t>یّ</w:t>
      </w:r>
      <w:r w:rsidRPr="0008761F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08761F">
        <w:rPr>
          <w:rStyle w:val="libArabicChar"/>
          <w:rFonts w:hint="cs"/>
          <w:rtl/>
        </w:rPr>
        <w:t>“</w:t>
      </w:r>
      <w:r w:rsidRPr="00B76D20">
        <w:rPr>
          <w:rtl/>
        </w:rPr>
        <w:t>۔</w:t>
      </w:r>
      <w:r w:rsidR="0008761F" w:rsidRPr="00F82107">
        <w:rPr>
          <w:rStyle w:val="libFootnotenumChar"/>
          <w:rFonts w:hint="cs"/>
          <w:rtl/>
        </w:rPr>
        <w:t>(2)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>)کے وزن پر</w:t>
      </w:r>
      <w:r w:rsidR="0008761F">
        <w:rPr>
          <w:rFonts w:hint="cs"/>
          <w:rtl/>
        </w:rPr>
        <w:t>(</w:t>
      </w:r>
      <w:r w:rsidRPr="00CD3FC2">
        <w:rPr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فاعل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</w:t>
      </w:r>
      <w:r w:rsidR="0008761F" w:rsidRPr="00CD3FC2">
        <w:rPr>
          <w:rtl/>
          <w:lang w:bidi="fa-IR"/>
        </w:rPr>
        <w:t>)</w:t>
      </w:r>
      <w:r w:rsidRPr="00CD3FC2">
        <w:rPr>
          <w:rtl/>
        </w:rPr>
        <w:t>۔</w:t>
      </w:r>
      <w:r w:rsidR="0008761F" w:rsidRPr="00F82107">
        <w:rPr>
          <w:rStyle w:val="libFootnotenumChar"/>
          <w:rFonts w:hint="cs"/>
          <w:rtl/>
        </w:rPr>
        <w:t>(3)</w:t>
      </w:r>
      <w:r w:rsidRPr="00CD3FC2">
        <w:rPr>
          <w:rtl/>
          <w:lang w:bidi="fa-IR"/>
        </w:rPr>
        <w:t xml:space="preserve"> </w:t>
      </w:r>
      <w:r w:rsidRPr="00CD3FC2">
        <w:rPr>
          <w:rtl/>
        </w:rPr>
        <w:t>کہا جاتا ہے):ول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</w:t>
      </w:r>
    </w:p>
    <w:p w:rsidR="0008761F" w:rsidRPr="0008761F" w:rsidRDefault="0008761F" w:rsidP="00E17DF7">
      <w:pPr>
        <w:pStyle w:val="libLine"/>
        <w:rPr>
          <w:rtl/>
        </w:rPr>
      </w:pPr>
      <w:r w:rsidRPr="00E17DF7">
        <w:rPr>
          <w:rFonts w:hint="cs"/>
          <w:rtl/>
        </w:rPr>
        <w:t>____________________</w:t>
      </w:r>
      <w:r>
        <w:rPr>
          <w:rFonts w:hint="cs"/>
          <w:rtl/>
        </w:rPr>
        <w:t>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۱۔لسان العرب ،ج۱۵،ص۱۰۴،دار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۲۔المصباح المن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۲،ص۳۵۰،طبع مصطف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الباب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واولادہ بمصر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۳۔”فع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ل“صفت</w:t>
      </w:r>
      <w:r w:rsidRPr="00CD3FC2">
        <w:rPr>
          <w:rtl/>
        </w:rPr>
        <w:t xml:space="preserve"> مشبہ ہے۔کبھ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فاعل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استعمال ہوتاہے،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”شر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ف“</w:t>
      </w:r>
      <w:r w:rsidRPr="00CD3FC2">
        <w:rPr>
          <w:rtl/>
        </w:rPr>
        <w:t xml:space="preserve"> اورکبھ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مفعول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آتا ہے۔ف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اپنے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 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ل“فاعل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ہوا ہے۔چنانچہ مؤمن کو کہا جاتا ہے”ول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خدا“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جس کے امورک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تدب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خدا کے ہاتھ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اور وہ ا سے اپنے الطاف سے نواز تا ہے۔</w:t>
      </w:r>
    </w:p>
    <w:p w:rsidR="0008761F" w:rsidRDefault="0008761F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8761F" w:rsidRPr="00CD3FC2" w:rsidRDefault="0008761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صورت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جب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امو ر کے لئے عملاً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کرے اس کے کام کواپنے ذمہ لے لے۔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: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951AB">
        <w:rPr>
          <w:rStyle w:val="libAieChar"/>
          <w:rtl/>
        </w:rPr>
        <w:t>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9951AB">
        <w:rPr>
          <w:rStyle w:val="libAieChar"/>
          <w:rFonts w:hint="cs"/>
          <w:rtl/>
        </w:rPr>
        <w:t xml:space="preserve"> ولیّ</w:t>
      </w:r>
      <w:r w:rsidR="00E17DF7" w:rsidRPr="009951AB">
        <w:rPr>
          <w:rStyle w:val="libAieChar"/>
          <w:rtl/>
        </w:rPr>
        <w:t xml:space="preserve"> الذ</w:t>
      </w:r>
      <w:r w:rsidR="00E17DF7" w:rsidRPr="009951AB">
        <w:rPr>
          <w:rStyle w:val="libAieChar"/>
          <w:rFonts w:hint="cs"/>
          <w:rtl/>
        </w:rPr>
        <w:t>ی</w:t>
      </w:r>
      <w:r w:rsidR="00E17DF7" w:rsidRPr="009951AB">
        <w:rPr>
          <w:rStyle w:val="libAieChar"/>
          <w:rFonts w:hint="eastAsia"/>
          <w:rtl/>
        </w:rPr>
        <w:t>ن</w:t>
      </w:r>
      <w:r w:rsidR="00E17DF7" w:rsidRPr="009951AB">
        <w:rPr>
          <w:rStyle w:val="libAieChar"/>
          <w:rtl/>
        </w:rPr>
        <w:t xml:space="preserve"> آمنوا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خداوند متعال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امور کے حوالے سے 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ارا</w:t>
      </w:r>
      <w:r w:rsidRPr="00CD3FC2">
        <w:rPr>
          <w:rtl/>
        </w:rPr>
        <w:t xml:space="preserve"> ور 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بالتصرف ہے۔ابن فارس نے کہا ہے:جو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امورکاذمہ د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ہوگا وہ اس کا 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“ہوگا</w:t>
      </w:r>
      <w:r w:rsidRPr="00CD3FC2">
        <w:rPr>
          <w:rtl/>
        </w:rPr>
        <w:t>۔اور بعض اوقات”ول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>)دوسرے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>) غلام کوآزاد کرنے والا،آزاد شدہ غلام ،چچازاد بھائ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اوراوردوست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استعمال ہوا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بزرگ ماہر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لغت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 استفادہ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جاسکتا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اور</w:t>
      </w:r>
      <w:r w:rsidRPr="00CD3FC2">
        <w:rPr>
          <w:rtl/>
        </w:rPr>
        <w:t xml:space="preserve"> اوردوست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مفاہ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بلکہ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معنوں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 تا ہے اوراس قسم کا استعمال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جملہ معمولاًلغت</w:t>
      </w:r>
      <w:r w:rsidRPr="00CD3FC2">
        <w:rPr>
          <w:rtl/>
          <w:lang w:bidi="fa-IR"/>
        </w:rPr>
        <w:t>۱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 کثرت نظر آتا ہے وہ ناقابل اعتناء ہے ”من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8F5E30">
        <w:rPr>
          <w:rtl/>
        </w:rPr>
        <w:t>ا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</w:t>
      </w:r>
      <w:r w:rsidR="008F5E30">
        <w:rPr>
          <w:rtl/>
        </w:rPr>
        <w:t>ا</w:t>
      </w:r>
      <w:r w:rsidRPr="00CD3FC2">
        <w:rPr>
          <w:rFonts w:hint="eastAsia"/>
          <w:rtl/>
        </w:rPr>
        <w:t>حدفہوول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:”جو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کام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ذمہ لے لے وہ اس کا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لگتا ہے کہ لفظ”ول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“کا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معروف ومشہور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اروسر</w:t>
      </w:r>
      <w:r w:rsidRPr="00CD3FC2">
        <w:rPr>
          <w:rtl/>
        </w:rPr>
        <w:t xml:space="preserve"> پرست ہو ناہے۔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لفظ کے استعمال پر جستجو و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9951AB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لفظ”ول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 ل ہونے کے بعض موارد کا ذکر کرکے بعض</w:t>
      </w:r>
      <w:r w:rsidR="009951AB" w:rsidRPr="009951AB">
        <w:rPr>
          <w:rFonts w:hint="eastAsia"/>
          <w:rtl/>
        </w:rPr>
        <w:t xml:space="preserve"> </w:t>
      </w:r>
      <w:r w:rsidR="009951AB" w:rsidRPr="00CD3FC2">
        <w:rPr>
          <w:rFonts w:hint="eastAsia"/>
          <w:rtl/>
        </w:rPr>
        <w:t>دوسرے</w:t>
      </w:r>
      <w:r w:rsidR="009951AB" w:rsidRPr="00CD3FC2">
        <w:rPr>
          <w:rtl/>
        </w:rPr>
        <w:t xml:space="preserve"> موارد ک</w:t>
      </w:r>
      <w:r w:rsidR="009951AB" w:rsidRPr="00CD3FC2">
        <w:rPr>
          <w:rFonts w:hint="cs"/>
          <w:rtl/>
        </w:rPr>
        <w:t>ی</w:t>
      </w:r>
      <w:r w:rsidR="009951AB" w:rsidRPr="00CD3FC2">
        <w:rPr>
          <w:rtl/>
        </w:rPr>
        <w:t xml:space="preserve"> طرف اشارہ کرتے ہ</w:t>
      </w:r>
      <w:r w:rsidR="009951AB" w:rsidRPr="00CD3FC2">
        <w:rPr>
          <w:rFonts w:hint="cs"/>
          <w:rtl/>
        </w:rPr>
        <w:t>ی</w:t>
      </w:r>
      <w:r w:rsidR="009951AB" w:rsidRPr="00CD3FC2">
        <w:rPr>
          <w:rFonts w:hint="eastAsia"/>
          <w:rtl/>
        </w:rPr>
        <w:t>ں</w:t>
      </w:r>
      <w:r w:rsidR="009951AB" w:rsidRPr="00CD3FC2">
        <w:rPr>
          <w:rtl/>
        </w:rPr>
        <w:t>:</w:t>
      </w:r>
      <w:r w:rsidR="009951AB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08761F" w:rsidRDefault="0008761F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۱۔لسان العرب،ج۱۵،ص۴۱۰،المصباح المن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۲،ص۳۵۰طبع مصطفٰ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الباب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بمصر،النہا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ةج</w:t>
      </w:r>
      <w:r w:rsidRPr="00CD3FC2">
        <w:rPr>
          <w:rtl/>
        </w:rPr>
        <w:t>۵،ص۲۲۸المکتبة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روت،منتہ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الارب ،ج۴،ص۱۳۳۹،انتشارات کتابخانہ سنائ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،مجمع</w:t>
      </w:r>
      <w:r w:rsidRPr="00CD3FC2">
        <w:rPr>
          <w:rtl/>
        </w:rPr>
        <w:t xml:space="preserve"> البحر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ن،ج</w:t>
      </w:r>
      <w:r w:rsidRPr="00CD3FC2">
        <w:rPr>
          <w:rtl/>
        </w:rPr>
        <w:t>۲ص۵۵۴،دفتر نشر فرھنگ 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،الصحاح،ص</w:t>
      </w:r>
      <w:r w:rsidRPr="00CD3FC2">
        <w:rPr>
          <w:rtl/>
        </w:rPr>
        <w:t>۲۵۲۹،دارالعلم للملاب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المفردات، ص۵۳۵، دفتر نشر </w:t>
      </w:r>
      <w:r w:rsidRPr="00CD3FC2">
        <w:rPr>
          <w:rFonts w:hint="eastAsia"/>
          <w:rtl/>
        </w:rPr>
        <w:t>کتابمعجم</w:t>
      </w:r>
      <w:r w:rsidRPr="00CD3FC2">
        <w:rPr>
          <w:rtl/>
        </w:rPr>
        <w:t xml:space="preserve"> مقا </w:t>
      </w:r>
      <w:r w:rsidRPr="00CD3FC2">
        <w:rPr>
          <w:rFonts w:hint="cs"/>
          <w:rtl/>
        </w:rPr>
        <w:t>یی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اللغة،ج۶،ص۱۴۱۔</w:t>
      </w:r>
    </w:p>
    <w:p w:rsidR="0008761F" w:rsidRDefault="0008761F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8761F" w:rsidRPr="00CD3FC2" w:rsidRDefault="0008761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86" w:name="_Toc508103335"/>
      <w:r w:rsidRPr="00CD3FC2">
        <w:rPr>
          <w:rFonts w:hint="eastAsia"/>
          <w:rtl/>
        </w:rPr>
        <w:t>چند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نکات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دہان</w:t>
      </w:r>
      <w:r w:rsidRPr="00CD3FC2">
        <w:rPr>
          <w:rFonts w:hint="cs"/>
          <w:rtl/>
        </w:rPr>
        <w:t>ی</w:t>
      </w:r>
      <w:bookmarkEnd w:id="8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چند نکات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کرناضرور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پہلانکتہ</w:t>
      </w:r>
      <w:r w:rsidRPr="00CD3FC2">
        <w:rPr>
          <w:rtl/>
        </w:rPr>
        <w:t>:عام طور پر لغت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لفظ کے لئے بہت سے موارداستعمال اور مختلف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ذکر کئے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۔اس کا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لفظ ہر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لئے الگ الگ وضع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اوروہ لفظ مشترک ہے اوران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ک،اس</w:t>
      </w:r>
      <w:r w:rsidRPr="00CD3FC2">
        <w:rPr>
          <w:rtl/>
        </w:rPr>
        <w:t xml:space="preserve"> کا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لفظ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اشتراک)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لفظ کے کئ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 اور ہر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)اصول کے خلاف ہے۔اور علم لغت اورادب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ماہر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وضاحت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اصل عدم اشتراک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87" w:name="_Toc508103336"/>
      <w:r w:rsidRPr="00CD3FC2">
        <w:rPr>
          <w:rtl/>
          <w:lang w:bidi="fa-IR"/>
        </w:rPr>
        <w:t>۱</w:t>
      </w:r>
      <w:r w:rsidRPr="00CD3FC2">
        <w:rPr>
          <w:rtl/>
        </w:rPr>
        <w:t>۔قرآن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استعمال کے مواقع:</w:t>
      </w:r>
      <w:bookmarkEnd w:id="87"/>
    </w:p>
    <w:p w:rsidR="000B693F" w:rsidRPr="00CD3FC2" w:rsidRDefault="000B693F" w:rsidP="00C85646">
      <w:pPr>
        <w:pStyle w:val="libNormal"/>
        <w:rPr>
          <w:rtl/>
        </w:rPr>
      </w:pPr>
      <w:r w:rsidRPr="00CD3FC2">
        <w:rPr>
          <w:rFonts w:hint="eastAsia"/>
          <w:rtl/>
        </w:rPr>
        <w:t>الف</w:t>
      </w:r>
      <w:r w:rsidRPr="00CD3FC2">
        <w:rPr>
          <w:rtl/>
        </w:rPr>
        <w:t>۔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951AB">
        <w:rPr>
          <w:rStyle w:val="libAieChar"/>
          <w:rtl/>
        </w:rPr>
        <w:t>ا</w:t>
      </w:r>
      <w:r w:rsidR="00E17DF7" w:rsidRPr="009951AB">
        <w:rPr>
          <w:rStyle w:val="libAieChar"/>
          <w:rFonts w:hint="cs"/>
          <w:rtl/>
        </w:rPr>
        <w:t>ٴ</w:t>
      </w:r>
      <w:r w:rsidR="00E17DF7" w:rsidRPr="009951AB">
        <w:rPr>
          <w:rStyle w:val="libAieChar"/>
          <w:rFonts w:hint="eastAsia"/>
          <w:rtl/>
        </w:rPr>
        <w:t>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9951AB">
        <w:rPr>
          <w:rStyle w:val="libAieChar"/>
          <w:rtl/>
        </w:rPr>
        <w:t xml:space="preserve"> ول</w:t>
      </w:r>
      <w:r w:rsidR="00E17DF7" w:rsidRPr="009951AB">
        <w:rPr>
          <w:rStyle w:val="libAieChar"/>
          <w:rFonts w:hint="cs"/>
          <w:rtl/>
        </w:rPr>
        <w:t>ی</w:t>
      </w:r>
      <w:r w:rsidR="00E17DF7" w:rsidRPr="009951AB">
        <w:rPr>
          <w:rStyle w:val="libAieChar"/>
          <w:rtl/>
        </w:rPr>
        <w:t xml:space="preserve"> الذّ</w:t>
      </w:r>
      <w:r w:rsidR="00E17DF7" w:rsidRPr="009951AB">
        <w:rPr>
          <w:rStyle w:val="libAieChar"/>
          <w:rFonts w:hint="cs"/>
          <w:rtl/>
        </w:rPr>
        <w:t>ی</w:t>
      </w:r>
      <w:r w:rsidR="00E17DF7" w:rsidRPr="009951AB">
        <w:rPr>
          <w:rStyle w:val="libAieChar"/>
          <w:rFonts w:hint="eastAsia"/>
          <w:rtl/>
        </w:rPr>
        <w:t>ن</w:t>
      </w:r>
      <w:r w:rsidR="00E17DF7" w:rsidRPr="009951AB">
        <w:rPr>
          <w:rStyle w:val="libAieChar"/>
          <w:rtl/>
        </w:rPr>
        <w:t xml:space="preserve"> آمنوا </w:t>
      </w:r>
      <w:r w:rsidR="00E17DF7" w:rsidRPr="009951AB">
        <w:rPr>
          <w:rStyle w:val="libAieChar"/>
          <w:rFonts w:hint="cs"/>
          <w:rtl/>
        </w:rPr>
        <w:t>ی</w:t>
      </w:r>
      <w:r w:rsidR="00E17DF7" w:rsidRPr="009951AB">
        <w:rPr>
          <w:rStyle w:val="libAieChar"/>
          <w:rFonts w:hint="eastAsia"/>
          <w:rtl/>
        </w:rPr>
        <w:t>خرج</w:t>
      </w:r>
      <w:r w:rsidR="00E17DF7" w:rsidRPr="00BA57AE">
        <w:rPr>
          <w:rStyle w:val="libAieChar"/>
          <w:rFonts w:hint="cs"/>
          <w:rtl/>
        </w:rPr>
        <w:t>ه</w:t>
      </w:r>
      <w:r w:rsidR="00E17DF7" w:rsidRPr="009951AB">
        <w:rPr>
          <w:rStyle w:val="libAieChar"/>
          <w:rFonts w:hint="cs"/>
          <w:rtl/>
        </w:rPr>
        <w:t>م</w:t>
      </w:r>
      <w:r w:rsidR="00E17DF7" w:rsidRPr="009951AB">
        <w:rPr>
          <w:rStyle w:val="libAieChar"/>
          <w:rtl/>
        </w:rPr>
        <w:t xml:space="preserve"> من الظلمات إل</w:t>
      </w:r>
      <w:r w:rsidR="00E17DF7" w:rsidRPr="009951AB">
        <w:rPr>
          <w:rStyle w:val="libAieChar"/>
          <w:rFonts w:hint="cs"/>
          <w:rtl/>
        </w:rPr>
        <w:t>ی</w:t>
      </w:r>
      <w:r w:rsidR="00E17DF7" w:rsidRPr="009951AB">
        <w:rPr>
          <w:rStyle w:val="libAieChar"/>
          <w:rtl/>
        </w:rPr>
        <w:t xml:space="preserve"> النور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C85646">
        <w:rPr>
          <w:rFonts w:hint="cs"/>
          <w:rtl/>
        </w:rPr>
        <w:t>(</w:t>
      </w:r>
      <w:r w:rsidRPr="00CD3FC2">
        <w:rPr>
          <w:rtl/>
        </w:rPr>
        <w:t>بقرہ/</w:t>
      </w:r>
      <w:r w:rsidRPr="00CD3FC2">
        <w:rPr>
          <w:rtl/>
          <w:lang w:bidi="fa-IR"/>
        </w:rPr>
        <w:t>۲۵۷)”</w:t>
      </w:r>
      <w:r w:rsidRPr="00CD3FC2">
        <w:rPr>
          <w:rtl/>
        </w:rPr>
        <w:t>اللہ صاحبان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کا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کوں</w:t>
      </w:r>
      <w:r w:rsidRPr="00CD3FC2">
        <w:rPr>
          <w:rtl/>
        </w:rPr>
        <w:t xml:space="preserve"> سے نکال کرروشن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لے آ تاہے۔“</w:t>
      </w:r>
    </w:p>
    <w:p w:rsidR="000B693F" w:rsidRPr="00CD3FC2" w:rsidRDefault="000B693F" w:rsidP="00C85646">
      <w:pPr>
        <w:pStyle w:val="libNormal"/>
        <w:rPr>
          <w:rtl/>
        </w:rPr>
      </w:pPr>
      <w:r w:rsidRPr="00CD3FC2">
        <w:rPr>
          <w:rFonts w:hint="eastAsia"/>
          <w:rtl/>
        </w:rPr>
        <w:t>ب</w:t>
      </w:r>
      <w:r w:rsidRPr="00CD3FC2">
        <w:rPr>
          <w:rtl/>
        </w:rPr>
        <w:t>۔</w:t>
      </w:r>
      <w:r w:rsidR="00BD32E1">
        <w:rPr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C85646" w:rsidRPr="00C85646">
        <w:rPr>
          <w:rStyle w:val="libAieChar"/>
          <w:rFonts w:hint="cs"/>
          <w:rtl/>
        </w:rPr>
        <w:t>ا</w:t>
      </w:r>
      <w:r w:rsidR="00E17DF7" w:rsidRPr="00C85646">
        <w:rPr>
          <w:rStyle w:val="libAieChar"/>
          <w:rtl/>
        </w:rPr>
        <w:t>ن</w:t>
      </w:r>
      <w:r w:rsidR="00E17DF7" w:rsidRPr="009F0E2C">
        <w:rPr>
          <w:rStyle w:val="libAieChar"/>
          <w:rtl/>
        </w:rPr>
        <w:t>ّ ول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 xml:space="preserve"> الذّی</w:t>
      </w:r>
      <w:r w:rsidR="00E17DF7" w:rsidRPr="009F0E2C">
        <w:rPr>
          <w:rStyle w:val="libAieChar"/>
          <w:rtl/>
        </w:rPr>
        <w:t xml:space="preserve"> نزل الکتاب و 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>و ی</w:t>
      </w:r>
      <w:r w:rsidR="00E17DF7" w:rsidRPr="009F0E2C">
        <w:rPr>
          <w:rStyle w:val="libAieChar"/>
          <w:rFonts w:hint="eastAsia"/>
          <w:rtl/>
        </w:rPr>
        <w:t>تولّ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tl/>
        </w:rPr>
        <w:t xml:space="preserve"> الصالح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C85646">
        <w:rPr>
          <w:rFonts w:hint="cs"/>
          <w:rtl/>
        </w:rPr>
        <w:t>(</w:t>
      </w:r>
      <w:r w:rsidRPr="00CD3FC2">
        <w:rPr>
          <w:rtl/>
        </w:rPr>
        <w:t>اعراف/</w:t>
      </w:r>
      <w:r w:rsidRPr="00CD3FC2">
        <w:rPr>
          <w:rtl/>
          <w:lang w:bidi="fa-IR"/>
        </w:rPr>
        <w:t>۱۹۶)”</w:t>
      </w:r>
      <w:r w:rsidRPr="00CD3FC2">
        <w:rPr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</w:t>
      </w:r>
      <w:r w:rsidRPr="00CD3FC2">
        <w:rPr>
          <w:rtl/>
        </w:rPr>
        <w:t xml:space="preserve"> مالک ومختار وہ خدا ہے جس نے کتاب نازل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وہ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بندوں کاول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ووارث ہے۔“</w:t>
      </w:r>
    </w:p>
    <w:p w:rsidR="000B693F" w:rsidRPr="00CD3FC2" w:rsidRDefault="000B693F" w:rsidP="00C85646">
      <w:pPr>
        <w:pStyle w:val="libNormal"/>
        <w:rPr>
          <w:rtl/>
        </w:rPr>
      </w:pPr>
      <w:r w:rsidRPr="00CD3FC2">
        <w:rPr>
          <w:rFonts w:hint="eastAsia"/>
          <w:rtl/>
        </w:rPr>
        <w:t>ج</w:t>
      </w:r>
      <w:r w:rsidRPr="00CD3FC2">
        <w:rPr>
          <w:rtl/>
        </w:rPr>
        <w:t>۔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F0E2C">
        <w:rPr>
          <w:rStyle w:val="libAieChar"/>
          <w:rtl/>
        </w:rPr>
        <w:t>ام إتّخذ وا من دون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 xml:space="preserve"> اٴ</w:t>
      </w:r>
      <w:r w:rsidR="00E17DF7" w:rsidRPr="009F0E2C">
        <w:rPr>
          <w:rStyle w:val="libAieChar"/>
          <w:rFonts w:hint="eastAsia"/>
          <w:rtl/>
        </w:rPr>
        <w:t>ول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ائ</w:t>
      </w:r>
      <w:r w:rsidR="00E17DF7" w:rsidRPr="009F0E2C">
        <w:rPr>
          <w:rStyle w:val="libAieChar"/>
          <w:rtl/>
        </w:rPr>
        <w:t xml:space="preserve"> فاللّٰ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>والولی</w:t>
      </w:r>
      <w:r w:rsidR="00E17DF7" w:rsidRPr="009F0E2C">
        <w:rPr>
          <w:rStyle w:val="libAieChar"/>
          <w:rtl/>
        </w:rPr>
        <w:t xml:space="preserve"> و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>و ی</w:t>
      </w:r>
      <w:r w:rsidR="00E17DF7" w:rsidRPr="009F0E2C">
        <w:rPr>
          <w:rStyle w:val="libAieChar"/>
          <w:rFonts w:hint="eastAsia"/>
          <w:rtl/>
        </w:rPr>
        <w:t>ح</w:t>
      </w:r>
      <w:r w:rsidR="00E17DF7" w:rsidRPr="009F0E2C">
        <w:rPr>
          <w:rStyle w:val="libAieChar"/>
          <w:rFonts w:hint="cs"/>
          <w:rtl/>
        </w:rPr>
        <w:t>یی</w:t>
      </w:r>
      <w:r w:rsidR="00E17DF7" w:rsidRPr="009F0E2C">
        <w:rPr>
          <w:rStyle w:val="libAieChar"/>
          <w:rtl/>
        </w:rPr>
        <w:t xml:space="preserve"> الموت</w:t>
      </w:r>
      <w:r w:rsidR="00E17DF7" w:rsidRPr="009F0E2C">
        <w:rPr>
          <w:rStyle w:val="libAieChar"/>
          <w:rFonts w:hint="cs"/>
          <w:rtl/>
        </w:rPr>
        <w:t>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C85646">
        <w:rPr>
          <w:rFonts w:hint="cs"/>
          <w:rtl/>
        </w:rPr>
        <w:t>(</w:t>
      </w:r>
      <w:r w:rsidRPr="00CD3FC2">
        <w:rPr>
          <w:rtl/>
        </w:rPr>
        <w:t>شور</w:t>
      </w:r>
      <w:r w:rsidRPr="00CD3FC2">
        <w:rPr>
          <w:rFonts w:hint="cs"/>
          <w:rtl/>
        </w:rPr>
        <w:t>یٰ</w:t>
      </w:r>
      <w:r w:rsidRPr="00CD3FC2">
        <w:rPr>
          <w:rtl/>
        </w:rPr>
        <w:t>/</w:t>
      </w:r>
      <w:r w:rsidRPr="00CD3FC2">
        <w:rPr>
          <w:rtl/>
          <w:lang w:bidi="fa-IR"/>
        </w:rPr>
        <w:t>۹)”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اان</w:t>
      </w:r>
      <w:r w:rsidRPr="00CD3FC2">
        <w:rPr>
          <w:rtl/>
        </w:rPr>
        <w:t xml:space="preserve"> لوگو ں نے اس کے علاوہ کو اپنا سر پرست بنا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جب کہ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سب کاسرپرست ہے اور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مردوں کو زندہ کرتا ہے۔“</w:t>
      </w:r>
    </w:p>
    <w:p w:rsidR="000B693F" w:rsidRDefault="000B693F" w:rsidP="00C85646">
      <w:pPr>
        <w:pStyle w:val="libNormal"/>
        <w:rPr>
          <w:rtl/>
        </w:rPr>
      </w:pPr>
      <w:r w:rsidRPr="00CD3FC2">
        <w:rPr>
          <w:rFonts w:hint="eastAsia"/>
          <w:rtl/>
        </w:rPr>
        <w:t>د</w:t>
      </w:r>
      <w:r w:rsidRPr="00CD3FC2">
        <w:rPr>
          <w:rtl/>
        </w:rPr>
        <w:t>۔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F0E2C">
        <w:rPr>
          <w:rStyle w:val="libAieChar"/>
          <w:rtl/>
        </w:rPr>
        <w:t>قل ا</w:t>
      </w:r>
      <w:r w:rsidR="00E17DF7" w:rsidRPr="009F0E2C">
        <w:rPr>
          <w:rStyle w:val="libAieChar"/>
          <w:rFonts w:hint="cs"/>
          <w:rtl/>
        </w:rPr>
        <w:t>ٴ</w:t>
      </w:r>
      <w:r w:rsidR="00E17DF7" w:rsidRPr="009F0E2C">
        <w:rPr>
          <w:rStyle w:val="libAieChar"/>
          <w:rFonts w:hint="eastAsia"/>
          <w:rtl/>
        </w:rPr>
        <w:t>غ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راللّٰ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tl/>
        </w:rPr>
        <w:t xml:space="preserve"> ا</w:t>
      </w:r>
      <w:r w:rsidR="00E17DF7" w:rsidRPr="009F0E2C">
        <w:rPr>
          <w:rStyle w:val="libAieChar"/>
          <w:rFonts w:hint="cs"/>
          <w:rtl/>
        </w:rPr>
        <w:t>ٴ</w:t>
      </w:r>
      <w:r w:rsidR="00E17DF7" w:rsidRPr="009F0E2C">
        <w:rPr>
          <w:rStyle w:val="libAieChar"/>
          <w:rFonts w:hint="eastAsia"/>
          <w:rtl/>
        </w:rPr>
        <w:t>تخذوا</w:t>
      </w:r>
      <w:r w:rsidR="00E17DF7" w:rsidRPr="009F0E2C">
        <w:rPr>
          <w:rStyle w:val="libAieChar"/>
          <w:rtl/>
        </w:rPr>
        <w:t xml:space="preserve"> ول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اًفاطرالسموات</w:t>
      </w:r>
      <w:r w:rsidR="00E17DF7" w:rsidRPr="009F0E2C">
        <w:rPr>
          <w:rStyle w:val="libAieChar"/>
          <w:rtl/>
        </w:rPr>
        <w:t xml:space="preserve"> والارض و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>و ی</w:t>
      </w:r>
      <w:r w:rsidR="00E17DF7" w:rsidRPr="009F0E2C">
        <w:rPr>
          <w:rStyle w:val="libAieChar"/>
          <w:rFonts w:hint="eastAsia"/>
          <w:rtl/>
        </w:rPr>
        <w:t>طعم</w:t>
      </w:r>
      <w:r w:rsidR="00E17DF7" w:rsidRPr="009F0E2C">
        <w:rPr>
          <w:rStyle w:val="libAieChar"/>
          <w:rtl/>
        </w:rPr>
        <w:t xml:space="preserve"> ولا 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طعم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="00C85646">
        <w:rPr>
          <w:rFonts w:hint="cs"/>
          <w:rtl/>
        </w:rPr>
        <w:t>(</w:t>
      </w:r>
      <w:r w:rsidRPr="00CD3FC2">
        <w:rPr>
          <w:rtl/>
        </w:rPr>
        <w:t>انعام/</w:t>
      </w:r>
      <w:r w:rsidRPr="00CD3FC2">
        <w:rPr>
          <w:rtl/>
          <w:lang w:bidi="fa-IR"/>
        </w:rPr>
        <w:t>۱۴)”</w:t>
      </w:r>
      <w:r w:rsidRPr="00CD3FC2">
        <w:rPr>
          <w:rtl/>
        </w:rPr>
        <w:t>آپ کہئے کہ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 ا کے علاوہ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اورکواپنا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بنالوں جب کہ 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وآسمان کاپ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داکرنے</w:t>
      </w:r>
      <w:r w:rsidRPr="00CD3FC2">
        <w:rPr>
          <w:rtl/>
        </w:rPr>
        <w:t xml:space="preserve"> والا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سب کوکھلاتاہے اس کوکوئ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کھلاتاہے۔“</w:t>
      </w:r>
    </w:p>
    <w:p w:rsidR="009F0E2C" w:rsidRDefault="009F0E2C" w:rsidP="004B12AB">
      <w:pPr>
        <w:pStyle w:val="libNormal"/>
        <w:rPr>
          <w:rtl/>
        </w:rPr>
      </w:pPr>
      <w:r>
        <w:rPr>
          <w:rtl/>
        </w:rPr>
        <w:br w:type="page"/>
      </w:r>
    </w:p>
    <w:p w:rsidR="009F0E2C" w:rsidRPr="00CD3FC2" w:rsidRDefault="009F0E2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۔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F0E2C">
        <w:rPr>
          <w:rStyle w:val="libAieChar"/>
          <w:rtl/>
        </w:rPr>
        <w:t>و انت ول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نا</w:t>
      </w:r>
      <w:r w:rsidR="00E17DF7" w:rsidRPr="009F0E2C">
        <w:rPr>
          <w:rStyle w:val="libAieChar"/>
          <w:rtl/>
        </w:rPr>
        <w:t xml:space="preserve"> فاغفر لنا وارحمنا وانت خ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رالغافر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)اعراف/</w:t>
      </w:r>
      <w:r w:rsidRPr="00CD3FC2">
        <w:rPr>
          <w:rtl/>
          <w:lang w:bidi="fa-IR"/>
        </w:rPr>
        <w:t>۱۵۵)”</w:t>
      </w:r>
      <w:r w:rsidRPr="00CD3FC2">
        <w:rPr>
          <w:rtl/>
        </w:rPr>
        <w:t>توہمارا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معاف کردے اورہم پررحم کر کہ توبڑابخشنے والاہے۔“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و</w:t>
      </w:r>
      <w:r w:rsidRPr="00CD3FC2">
        <w:rPr>
          <w:rtl/>
        </w:rPr>
        <w:t>۔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F0E2C">
        <w:rPr>
          <w:rStyle w:val="libAieChar"/>
          <w:rtl/>
        </w:rPr>
        <w:t>فإن کان الذ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tl/>
        </w:rPr>
        <w:t xml:space="preserve"> عل</w:t>
      </w:r>
      <w:r w:rsidR="00E17DF7" w:rsidRPr="009F0E2C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tl/>
        </w:rPr>
        <w:t xml:space="preserve"> الحق سف</w:t>
      </w:r>
      <w:r w:rsidR="00E17DF7" w:rsidRPr="009F0E2C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>اًاو</w:t>
      </w:r>
      <w:r w:rsidR="00E17DF7" w:rsidRPr="009F0E2C">
        <w:rPr>
          <w:rStyle w:val="libAieChar"/>
          <w:rtl/>
        </w:rPr>
        <w:t xml:space="preserve"> ضع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فاًاولا</w:t>
      </w:r>
      <w:r w:rsidR="00E17DF7" w:rsidRPr="009F0E2C">
        <w:rPr>
          <w:rStyle w:val="libAieChar"/>
          <w:rtl/>
        </w:rPr>
        <w:t xml:space="preserve"> 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ستط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ع</w:t>
      </w:r>
      <w:r w:rsidR="00E17DF7" w:rsidRPr="009F0E2C">
        <w:rPr>
          <w:rStyle w:val="libAieChar"/>
          <w:rtl/>
        </w:rPr>
        <w:t xml:space="preserve"> ان 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Fonts w:hint="eastAsia"/>
          <w:rtl/>
        </w:rPr>
        <w:t>مل</w:t>
      </w:r>
      <w:r w:rsidR="00E17DF7" w:rsidRPr="009F0E2C">
        <w:rPr>
          <w:rStyle w:val="libAieChar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>و فلی</w:t>
      </w:r>
      <w:r w:rsidR="00E17DF7" w:rsidRPr="009F0E2C">
        <w:rPr>
          <w:rStyle w:val="libAieChar"/>
          <w:rFonts w:hint="eastAsia"/>
          <w:rtl/>
        </w:rPr>
        <w:t>ملل</w:t>
      </w:r>
      <w:r w:rsidR="00E17DF7" w:rsidRPr="009F0E2C">
        <w:rPr>
          <w:rStyle w:val="libAieChar"/>
          <w:rtl/>
        </w:rPr>
        <w:t xml:space="preserve"> ول</w:t>
      </w:r>
      <w:r w:rsidR="00E17DF7" w:rsidRPr="009F0E2C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tl/>
        </w:rPr>
        <w:t xml:space="preserve"> بالعدل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)بقرہ/</w:t>
      </w:r>
      <w:r w:rsidRPr="00CD3FC2">
        <w:rPr>
          <w:rtl/>
          <w:lang w:bidi="fa-IR"/>
        </w:rPr>
        <w:t>۲۸۲)”</w:t>
      </w:r>
      <w:r w:rsidRPr="00CD3FC2">
        <w:rPr>
          <w:rtl/>
        </w:rPr>
        <w:t xml:space="preserve">اب اگر حق اس کے خلاف ہو اوروہ نادان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اکمزورہو</w:t>
      </w:r>
      <w:r w:rsidRPr="00CD3FC2">
        <w:rPr>
          <w:rtl/>
        </w:rPr>
        <w:t xml:space="preserve"> اور اس کو لکھنے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 ہو تو اس کے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چاہئ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کہ عدل و انصاف کے ساتھ اسے لکھے۔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ز</w:t>
      </w:r>
      <w:r w:rsidRPr="00CD3FC2">
        <w:rPr>
          <w:rtl/>
        </w:rPr>
        <w:t>۔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F0E2C">
        <w:rPr>
          <w:rStyle w:val="libAieChar"/>
          <w:rtl/>
        </w:rPr>
        <w:t>ومن قتل مظلوماً فقدجعلنا لول</w:t>
      </w:r>
      <w:r w:rsidR="00E17DF7" w:rsidRPr="009F0E2C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tl/>
        </w:rPr>
        <w:t xml:space="preserve"> سلطاناً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)اسراء/</w:t>
      </w:r>
      <w:r w:rsidRPr="00CD3FC2">
        <w:rPr>
          <w:rtl/>
          <w:lang w:bidi="fa-IR"/>
        </w:rPr>
        <w:t>۳۳)”</w:t>
      </w:r>
      <w:r w:rsidRPr="00CD3FC2">
        <w:rPr>
          <w:rtl/>
        </w:rPr>
        <w:t>جومظلوم قتل ہوتاہے ہم اس کے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کوبدلہ کااخت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وسف</w:t>
      </w:r>
      <w:r w:rsidRPr="00CD3FC2">
        <w:rPr>
          <w:rtl/>
        </w:rPr>
        <w:t>/</w:t>
      </w:r>
      <w:r w:rsidRPr="00CD3FC2">
        <w:rPr>
          <w:rtl/>
          <w:lang w:bidi="fa-IR"/>
        </w:rPr>
        <w:t>۱۰۱</w:t>
      </w:r>
      <w:r w:rsidRPr="00CD3FC2">
        <w:rPr>
          <w:rtl/>
        </w:rPr>
        <w:t>، ہود/</w:t>
      </w:r>
      <w:r w:rsidRPr="00CD3FC2">
        <w:rPr>
          <w:rtl/>
          <w:lang w:bidi="fa-IR"/>
        </w:rPr>
        <w:t>۱۱۳</w:t>
      </w:r>
      <w:r w:rsidRPr="00CD3FC2">
        <w:rPr>
          <w:rtl/>
        </w:rPr>
        <w:t>، شور</w:t>
      </w:r>
      <w:r w:rsidRPr="00CD3FC2">
        <w:rPr>
          <w:rFonts w:hint="cs"/>
          <w:rtl/>
        </w:rPr>
        <w:t>یٰ</w:t>
      </w:r>
      <w:r w:rsidRPr="00CD3FC2">
        <w:rPr>
          <w:rtl/>
        </w:rPr>
        <w:t>/</w:t>
      </w:r>
      <w:r w:rsidRPr="00CD3FC2">
        <w:rPr>
          <w:rtl/>
          <w:lang w:bidi="fa-IR"/>
        </w:rPr>
        <w:t>۴۶</w:t>
      </w:r>
      <w:r w:rsidRPr="00CD3FC2">
        <w:rPr>
          <w:rtl/>
        </w:rPr>
        <w:t>،فصلت/</w:t>
      </w:r>
      <w:r w:rsidRPr="00CD3FC2">
        <w:rPr>
          <w:rtl/>
          <w:lang w:bidi="fa-IR"/>
        </w:rPr>
        <w:t>۳۱</w:t>
      </w:r>
      <w:r w:rsidRPr="00CD3FC2">
        <w:rPr>
          <w:rtl/>
        </w:rPr>
        <w:t>، نحل/</w:t>
      </w:r>
      <w:r w:rsidRPr="00CD3FC2">
        <w:rPr>
          <w:rtl/>
          <w:lang w:bidi="fa-IR"/>
        </w:rPr>
        <w:t>۶۳</w:t>
      </w:r>
      <w:r w:rsidRPr="00CD3FC2">
        <w:rPr>
          <w:rtl/>
        </w:rPr>
        <w:t>، بقرہ/</w:t>
      </w:r>
      <w:r w:rsidRPr="00CD3FC2">
        <w:rPr>
          <w:rtl/>
          <w:lang w:bidi="fa-IR"/>
        </w:rPr>
        <w:t>۱۰۷</w:t>
      </w:r>
      <w:r w:rsidRPr="00CD3FC2">
        <w:rPr>
          <w:rtl/>
        </w:rPr>
        <w:t>و</w:t>
      </w:r>
      <w:r w:rsidRPr="00CD3FC2">
        <w:rPr>
          <w:rtl/>
          <w:lang w:bidi="fa-IR"/>
        </w:rPr>
        <w:t>۱۲۰</w:t>
      </w:r>
      <w:r w:rsidRPr="00CD3FC2">
        <w:rPr>
          <w:rtl/>
        </w:rPr>
        <w:t xml:space="preserve"> توبہ/</w:t>
      </w:r>
      <w:r w:rsidRPr="00CD3FC2">
        <w:rPr>
          <w:rtl/>
          <w:lang w:bidi="fa-IR"/>
        </w:rPr>
        <w:t>۷۴</w:t>
      </w:r>
      <w:r w:rsidRPr="00CD3FC2">
        <w:rPr>
          <w:rtl/>
        </w:rPr>
        <w:t xml:space="preserve"> و</w:t>
      </w:r>
      <w:r w:rsidRPr="00CD3FC2">
        <w:rPr>
          <w:rtl/>
          <w:lang w:bidi="fa-IR"/>
        </w:rPr>
        <w:t>۱۱۶</w:t>
      </w:r>
      <w:r w:rsidRPr="00CD3FC2">
        <w:rPr>
          <w:rtl/>
        </w:rPr>
        <w:t xml:space="preserve"> ، عنکبوت/</w:t>
      </w:r>
      <w:r w:rsidRPr="00CD3FC2">
        <w:rPr>
          <w:rtl/>
          <w:lang w:bidi="fa-IR"/>
        </w:rPr>
        <w:t>۲۲</w:t>
      </w:r>
      <w:r w:rsidRPr="00CD3FC2">
        <w:rPr>
          <w:rtl/>
        </w:rPr>
        <w:t>،شور</w:t>
      </w:r>
      <w:r w:rsidRPr="00CD3FC2">
        <w:rPr>
          <w:rFonts w:hint="cs"/>
          <w:rtl/>
        </w:rPr>
        <w:t>یٰ</w:t>
      </w:r>
      <w:r w:rsidRPr="00CD3FC2">
        <w:rPr>
          <w:rtl/>
        </w:rPr>
        <w:t>/</w:t>
      </w:r>
      <w:r w:rsidRPr="00CD3FC2">
        <w:rPr>
          <w:rtl/>
          <w:lang w:bidi="fa-IR"/>
        </w:rPr>
        <w:t>۸</w:t>
      </w:r>
      <w:r w:rsidRPr="00CD3FC2">
        <w:rPr>
          <w:rtl/>
        </w:rPr>
        <w:t>و</w:t>
      </w:r>
      <w:r w:rsidRPr="00CD3FC2">
        <w:rPr>
          <w:rtl/>
          <w:lang w:bidi="fa-IR"/>
        </w:rPr>
        <w:t>۳۱</w:t>
      </w:r>
      <w:r w:rsidRPr="00CD3FC2">
        <w:rPr>
          <w:rtl/>
        </w:rPr>
        <w:t>،نساء/</w:t>
      </w:r>
      <w:r w:rsidRPr="00CD3FC2">
        <w:rPr>
          <w:rtl/>
          <w:lang w:bidi="fa-IR"/>
        </w:rPr>
        <w:t>۴۵</w:t>
      </w:r>
      <w:r w:rsidRPr="00CD3FC2">
        <w:rPr>
          <w:rtl/>
        </w:rPr>
        <w:t>،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۷۵،۸۹،۱۲۳</w:t>
      </w:r>
      <w:r w:rsidRPr="00CD3FC2">
        <w:rPr>
          <w:rtl/>
        </w:rPr>
        <w:t>و</w:t>
      </w:r>
      <w:r w:rsidRPr="00CD3FC2">
        <w:rPr>
          <w:rtl/>
          <w:lang w:bidi="fa-IR"/>
        </w:rPr>
        <w:t>۱۷۳</w:t>
      </w:r>
      <w:r w:rsidRPr="00CD3FC2">
        <w:rPr>
          <w:rtl/>
        </w:rPr>
        <w:t>،احزاب/</w:t>
      </w:r>
      <w:r w:rsidRPr="00CD3FC2">
        <w:rPr>
          <w:rtl/>
          <w:lang w:bidi="fa-IR"/>
        </w:rPr>
        <w:t>۱۷</w:t>
      </w:r>
      <w:r w:rsidRPr="00CD3FC2">
        <w:rPr>
          <w:rtl/>
        </w:rPr>
        <w:t>و</w:t>
      </w:r>
      <w:r w:rsidRPr="00CD3FC2">
        <w:rPr>
          <w:rtl/>
          <w:lang w:bidi="fa-IR"/>
        </w:rPr>
        <w:t>۶۵</w:t>
      </w:r>
      <w:r w:rsidRPr="00CD3FC2">
        <w:rPr>
          <w:rtl/>
        </w:rPr>
        <w:t>،فتح/</w:t>
      </w:r>
      <w:r w:rsidRPr="00CD3FC2">
        <w:rPr>
          <w:rtl/>
          <w:lang w:bidi="fa-IR"/>
        </w:rPr>
        <w:t>۲۲)</w:t>
      </w:r>
      <w:r w:rsidRPr="00CD3FC2">
        <w:rPr>
          <w:rtl/>
        </w:rPr>
        <w:t>مذکورہ</w:t>
      </w:r>
      <w:r w:rsidRPr="00CD3FC2">
        <w:rPr>
          <w:rtl/>
          <w:lang w:bidi="fa-IR"/>
        </w:rPr>
        <w:t>۱۵</w:t>
      </w:r>
      <w:r w:rsidRPr="00CD3FC2">
        <w:rPr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اورنص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ساتھ استعمال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نساء/</w:t>
      </w:r>
      <w:r w:rsidRPr="00CD3FC2">
        <w:rPr>
          <w:rtl/>
          <w:lang w:bidi="fa-IR"/>
        </w:rPr>
        <w:t>۱۱۹</w:t>
      </w:r>
      <w:r w:rsidRPr="00CD3FC2">
        <w:rPr>
          <w:rtl/>
        </w:rPr>
        <w:t>، مر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>/</w:t>
      </w:r>
      <w:r w:rsidRPr="00CD3FC2">
        <w:rPr>
          <w:rtl/>
          <w:lang w:bidi="fa-IR"/>
        </w:rPr>
        <w:t>۵</w:t>
      </w:r>
      <w:r w:rsidRPr="00CD3FC2">
        <w:rPr>
          <w:rtl/>
        </w:rPr>
        <w:t>،سباء/</w:t>
      </w:r>
      <w:r w:rsidRPr="00CD3FC2">
        <w:rPr>
          <w:rtl/>
          <w:lang w:bidi="fa-IR"/>
        </w:rPr>
        <w:t>۴۱</w:t>
      </w:r>
      <w:r w:rsidRPr="00CD3FC2">
        <w:rPr>
          <w:rtl/>
        </w:rPr>
        <w:t xml:space="preserve">، نمل </w:t>
      </w:r>
      <w:r w:rsidRPr="00CD3FC2">
        <w:rPr>
          <w:rtl/>
          <w:lang w:bidi="fa-IR"/>
        </w:rPr>
        <w:t>۴۹</w:t>
      </w:r>
      <w:r w:rsidRPr="00CD3FC2">
        <w:rPr>
          <w:rtl/>
        </w:rPr>
        <w:t>،نساء/</w:t>
      </w:r>
      <w:r w:rsidRPr="00CD3FC2">
        <w:rPr>
          <w:rtl/>
          <w:lang w:bidi="fa-IR"/>
        </w:rPr>
        <w:t>۱۳۹</w:t>
      </w:r>
      <w:r w:rsidRPr="00CD3FC2">
        <w:rPr>
          <w:rtl/>
        </w:rPr>
        <w:t>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ونس</w:t>
      </w:r>
      <w:r w:rsidRPr="00CD3FC2">
        <w:rPr>
          <w:rtl/>
        </w:rPr>
        <w:t>/</w:t>
      </w:r>
      <w:r w:rsidRPr="00CD3FC2">
        <w:rPr>
          <w:rtl/>
          <w:lang w:bidi="fa-IR"/>
        </w:rPr>
        <w:t>۶۲</w:t>
      </w:r>
      <w:r w:rsidRPr="00CD3FC2">
        <w:rPr>
          <w:rtl/>
        </w:rPr>
        <w:t>، اسراء/</w:t>
      </w:r>
      <w:r w:rsidRPr="00CD3FC2">
        <w:rPr>
          <w:rtl/>
          <w:lang w:bidi="fa-IR"/>
        </w:rPr>
        <w:t>۹۷</w:t>
      </w:r>
      <w:r w:rsidRPr="00CD3FC2">
        <w:rPr>
          <w:rtl/>
        </w:rPr>
        <w:t>،الزمر/</w:t>
      </w:r>
      <w:r w:rsidRPr="00CD3FC2">
        <w:rPr>
          <w:rtl/>
          <w:lang w:bidi="fa-IR"/>
        </w:rPr>
        <w:t>۳</w:t>
      </w:r>
      <w:r w:rsidRPr="00CD3FC2">
        <w:rPr>
          <w:rtl/>
        </w:rPr>
        <w:t>، شور</w:t>
      </w:r>
      <w:r w:rsidRPr="00CD3FC2">
        <w:rPr>
          <w:rFonts w:hint="cs"/>
          <w:rtl/>
        </w:rPr>
        <w:t>یٰ</w:t>
      </w:r>
      <w:r w:rsidRPr="00CD3FC2">
        <w:rPr>
          <w:rtl/>
        </w:rPr>
        <w:t>/</w:t>
      </w:r>
      <w:r w:rsidRPr="00CD3FC2">
        <w:rPr>
          <w:rtl/>
          <w:lang w:bidi="fa-IR"/>
        </w:rPr>
        <w:t>۶</w:t>
      </w:r>
      <w:r w:rsidRPr="00CD3FC2">
        <w:rPr>
          <w:rtl/>
        </w:rPr>
        <w:t>، ممتحنہ/</w:t>
      </w:r>
      <w:r w:rsidRPr="00CD3FC2">
        <w:rPr>
          <w:rtl/>
          <w:lang w:bidi="fa-IR"/>
        </w:rPr>
        <w:t>۱</w:t>
      </w:r>
      <w:r w:rsidRPr="00CD3FC2">
        <w:rPr>
          <w:rtl/>
        </w:rPr>
        <w:t>،آل عمران/</w:t>
      </w:r>
      <w:r w:rsidRPr="00CD3FC2">
        <w:rPr>
          <w:rtl/>
          <w:lang w:bidi="fa-IR"/>
        </w:rPr>
        <w:t>۱۷۵</w:t>
      </w:r>
      <w:r w:rsidRPr="00CD3FC2">
        <w:rPr>
          <w:rtl/>
        </w:rPr>
        <w:t>،انفال/</w:t>
      </w:r>
      <w:r w:rsidRPr="00CD3FC2">
        <w:rPr>
          <w:rtl/>
          <w:lang w:bidi="fa-IR"/>
        </w:rPr>
        <w:t>۴۰</w:t>
      </w:r>
      <w:r w:rsidRPr="00CD3FC2">
        <w:rPr>
          <w:rtl/>
        </w:rPr>
        <w:t>،محمد/</w:t>
      </w:r>
      <w:r w:rsidRPr="00CD3FC2">
        <w:rPr>
          <w:rtl/>
          <w:lang w:bidi="fa-IR"/>
        </w:rPr>
        <w:t>۱۱</w:t>
      </w:r>
      <w:r w:rsidRPr="00CD3FC2">
        <w:rPr>
          <w:rtl/>
        </w:rPr>
        <w:t>بقرہ/</w:t>
      </w:r>
      <w:r w:rsidRPr="00CD3FC2">
        <w:rPr>
          <w:rtl/>
          <w:lang w:bidi="fa-IR"/>
        </w:rPr>
        <w:t>۲۸۶</w:t>
      </w:r>
      <w:r w:rsidRPr="00CD3FC2">
        <w:rPr>
          <w:rtl/>
        </w:rPr>
        <w:t>،توبہ/</w:t>
      </w:r>
      <w:r w:rsidRPr="00CD3FC2">
        <w:rPr>
          <w:rtl/>
          <w:lang w:bidi="fa-IR"/>
        </w:rPr>
        <w:t>۵۱</w:t>
      </w:r>
      <w:r w:rsidRPr="00CD3FC2">
        <w:rPr>
          <w:rtl/>
        </w:rPr>
        <w:t>،حج/</w:t>
      </w:r>
      <w:r w:rsidRPr="00CD3FC2">
        <w:rPr>
          <w:rtl/>
          <w:lang w:bidi="fa-IR"/>
        </w:rPr>
        <w:t>۷۸</w:t>
      </w:r>
      <w:r w:rsidRPr="00CD3FC2">
        <w:rPr>
          <w:rtl/>
        </w:rPr>
        <w:t>۔</w:t>
      </w:r>
    </w:p>
    <w:p w:rsidR="000B693F" w:rsidRDefault="000B693F" w:rsidP="00C85646">
      <w:pPr>
        <w:pStyle w:val="libNormal"/>
        <w:rPr>
          <w:rtl/>
        </w:rPr>
      </w:pPr>
      <w:r w:rsidRPr="00CD3FC2">
        <w:rPr>
          <w:rFonts w:hint="eastAsia"/>
          <w:rtl/>
        </w:rPr>
        <w:t>کتاب”مغن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ب“کے</w:t>
      </w:r>
      <w:r w:rsidRPr="00CD3FC2">
        <w:rPr>
          <w:rtl/>
        </w:rPr>
        <w:t xml:space="preserve"> مصنف،جمال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ابن ہشام مصر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،جواہل</w:t>
      </w:r>
      <w:r w:rsidRPr="00CD3FC2">
        <w:rPr>
          <w:rtl/>
        </w:rPr>
        <w:t xml:space="preserve"> سنت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 نحو کے بڑے عالم مانے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جب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F0E2C">
        <w:rPr>
          <w:rStyle w:val="libAieChar"/>
          <w:rtl/>
        </w:rPr>
        <w:t>إنّ اللّ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 xml:space="preserve"> وملائکت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 xml:space="preserve"> ی</w:t>
      </w:r>
      <w:r w:rsidR="00E17DF7" w:rsidRPr="009F0E2C">
        <w:rPr>
          <w:rStyle w:val="libAieChar"/>
          <w:rFonts w:hint="eastAsia"/>
          <w:rtl/>
        </w:rPr>
        <w:t>صلّون</w:t>
      </w:r>
      <w:r w:rsidR="00E17DF7" w:rsidRPr="009F0E2C">
        <w:rPr>
          <w:rStyle w:val="libAieChar"/>
          <w:rtl/>
        </w:rPr>
        <w:t xml:space="preserve"> عل</w:t>
      </w:r>
      <w:r w:rsidR="00E17DF7" w:rsidRPr="009F0E2C">
        <w:rPr>
          <w:rStyle w:val="libAieChar"/>
          <w:rFonts w:hint="cs"/>
          <w:rtl/>
        </w:rPr>
        <w:t>ی</w:t>
      </w:r>
      <w:r w:rsidR="00E17DF7">
        <w:rPr>
          <w:rStyle w:val="libAieChar"/>
          <w:rtl/>
        </w:rPr>
        <w:t xml:space="preserve"> </w:t>
      </w:r>
    </w:p>
    <w:p w:rsidR="009F0E2C" w:rsidRDefault="009F0E2C" w:rsidP="004B12AB">
      <w:pPr>
        <w:pStyle w:val="libNormal"/>
        <w:rPr>
          <w:rtl/>
        </w:rPr>
      </w:pPr>
      <w:r>
        <w:rPr>
          <w:rtl/>
        </w:rPr>
        <w:br w:type="page"/>
      </w:r>
    </w:p>
    <w:p w:rsidR="009F0E2C" w:rsidRPr="00CD3FC2" w:rsidRDefault="009F0E2C" w:rsidP="00107A46">
      <w:pPr>
        <w:pStyle w:val="libNormal"/>
        <w:rPr>
          <w:rtl/>
        </w:rPr>
      </w:pPr>
    </w:p>
    <w:p w:rsidR="000B693F" w:rsidRPr="00CD3FC2" w:rsidRDefault="00E17DF7" w:rsidP="00107A46">
      <w:pPr>
        <w:pStyle w:val="libNormal"/>
        <w:rPr>
          <w:rtl/>
        </w:rPr>
      </w:pPr>
      <w:r w:rsidRPr="009F0E2C">
        <w:rPr>
          <w:rStyle w:val="libAieChar"/>
          <w:rFonts w:hint="eastAsia"/>
          <w:rtl/>
        </w:rPr>
        <w:t>النّب</w:t>
      </w:r>
      <w:r w:rsidRPr="009F0E2C">
        <w:rPr>
          <w:rStyle w:val="libAieChar"/>
          <w:rFonts w:hint="cs"/>
          <w:rtl/>
        </w:rPr>
        <w:t>ی</w:t>
      </w: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9F0E2C" w:rsidRPr="00F82107">
        <w:rPr>
          <w:rStyle w:val="libFootnotenumChar"/>
          <w:rFonts w:hint="cs"/>
          <w:rtl/>
        </w:rPr>
        <w:t>(1)</w:t>
      </w:r>
      <w:r w:rsidR="00BD32E1">
        <w:rPr>
          <w:rtl/>
          <w:lang w:bidi="fa-IR"/>
        </w:rPr>
        <w:t xml:space="preserve"> </w:t>
      </w:r>
      <w:r w:rsidR="00A96ED8">
        <w:rPr>
          <w:rtl/>
        </w:rPr>
        <w:t xml:space="preserve">میں </w:t>
      </w:r>
      <w:r w:rsidR="000B693F" w:rsidRPr="00CD3FC2">
        <w:rPr>
          <w:rtl/>
        </w:rPr>
        <w:t xml:space="preserve"> قرائت رفع</w:t>
      </w:r>
      <w:r w:rsidR="009F0E2C">
        <w:rPr>
          <w:rFonts w:hint="cs"/>
          <w:rtl/>
        </w:rPr>
        <w:t>(</w:t>
      </w:r>
      <w:r w:rsidR="000B693F" w:rsidRPr="00CD3FC2">
        <w:rPr>
          <w:rtl/>
        </w:rPr>
        <w:t>ملائکتُہ)ک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بن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اد</w:t>
      </w:r>
      <w:r w:rsidR="000B693F" w:rsidRPr="00CD3FC2">
        <w:rPr>
          <w:rtl/>
        </w:rPr>
        <w:t xml:space="preserve"> پر بعض علمائے نحو جو”إنّ“ک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خبر)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صلّ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ہے)کو محذوف اورمقدر جانتے 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ں،نقل</w:t>
      </w:r>
      <w:r w:rsidR="000B693F" w:rsidRPr="00CD3FC2">
        <w:rPr>
          <w:rtl/>
        </w:rPr>
        <w:t xml:space="preserve"> کرتے ہوئے کہتے 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>:</w:t>
      </w:r>
    </w:p>
    <w:p w:rsidR="000B693F" w:rsidRPr="00B76D20" w:rsidRDefault="000B693F" w:rsidP="00BA57AE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9F0E2C">
        <w:rPr>
          <w:rStyle w:val="libArabicChar"/>
          <w:rFonts w:hint="eastAsia"/>
          <w:rtl/>
        </w:rPr>
        <w:t>واماّقول</w:t>
      </w:r>
      <w:r w:rsidRPr="009F0E2C">
        <w:rPr>
          <w:rStyle w:val="libArabicChar"/>
          <w:rtl/>
        </w:rPr>
        <w:t xml:space="preserve"> الجماعةفبع</w:t>
      </w:r>
      <w:r w:rsidRPr="009F0E2C">
        <w:rPr>
          <w:rStyle w:val="libArabicChar"/>
          <w:rFonts w:hint="cs"/>
          <w:rtl/>
        </w:rPr>
        <w:t>ی</w:t>
      </w:r>
      <w:r w:rsidRPr="009F0E2C">
        <w:rPr>
          <w:rStyle w:val="libArabicChar"/>
          <w:rFonts w:hint="eastAsia"/>
          <w:rtl/>
        </w:rPr>
        <w:t>دمن</w:t>
      </w:r>
      <w:r w:rsidRPr="009F0E2C">
        <w:rPr>
          <w:rStyle w:val="libArabicChar"/>
          <w:rtl/>
        </w:rPr>
        <w:t xml:space="preserve"> ج</w:t>
      </w:r>
      <w:r w:rsidR="00BA57AE" w:rsidRPr="003A13AB">
        <w:rPr>
          <w:rStyle w:val="libArabicChar"/>
          <w:rFonts w:hint="cs"/>
          <w:rtl/>
        </w:rPr>
        <w:t>ه</w:t>
      </w:r>
      <w:r w:rsidRPr="009F0E2C">
        <w:rPr>
          <w:rStyle w:val="libArabicChar"/>
          <w:rFonts w:hint="cs"/>
          <w:rtl/>
        </w:rPr>
        <w:t>ات:إحدا</w:t>
      </w:r>
      <w:r w:rsidR="00BA57AE" w:rsidRPr="003A13AB">
        <w:rPr>
          <w:rStyle w:val="libArabicChar"/>
          <w:rFonts w:hint="cs"/>
          <w:rtl/>
        </w:rPr>
        <w:t>ه</w:t>
      </w:r>
      <w:r w:rsidRPr="009F0E2C">
        <w:rPr>
          <w:rStyle w:val="libArabicChar"/>
          <w:rFonts w:hint="cs"/>
          <w:rtl/>
        </w:rPr>
        <w:t>ااقتضاؤ</w:t>
      </w:r>
      <w:r w:rsidR="00BA57AE" w:rsidRPr="003A13AB">
        <w:rPr>
          <w:rStyle w:val="libArabicChar"/>
          <w:rFonts w:hint="cs"/>
          <w:rtl/>
        </w:rPr>
        <w:t>ه</w:t>
      </w:r>
      <w:r w:rsidRPr="009F0E2C">
        <w:rPr>
          <w:rStyle w:val="libArabicChar"/>
          <w:rFonts w:hint="cs"/>
          <w:rtl/>
        </w:rPr>
        <w:t xml:space="preserve"> للإشترا والاٴ</w:t>
      </w:r>
      <w:r w:rsidRPr="009F0E2C">
        <w:rPr>
          <w:rStyle w:val="libArabicChar"/>
          <w:rFonts w:hint="eastAsia"/>
          <w:rtl/>
        </w:rPr>
        <w:t>صل</w:t>
      </w:r>
      <w:r w:rsidRPr="009F0E2C">
        <w:rPr>
          <w:rStyle w:val="libArabicChar"/>
          <w:rtl/>
        </w:rPr>
        <w:t xml:space="preserve"> عدم</w:t>
      </w:r>
      <w:r w:rsidR="00BA57AE" w:rsidRPr="003A13AB">
        <w:rPr>
          <w:rStyle w:val="libArabicChar"/>
          <w:rFonts w:hint="cs"/>
          <w:rtl/>
        </w:rPr>
        <w:t>ه</w:t>
      </w:r>
      <w:r w:rsidRPr="009F0E2C">
        <w:rPr>
          <w:rStyle w:val="libArabicChar"/>
          <w:rFonts w:hint="cs"/>
          <w:rtl/>
        </w:rPr>
        <w:t xml:space="preserve"> لما فی</w:t>
      </w:r>
      <w:r w:rsidR="00BA57AE" w:rsidRPr="003A13AB">
        <w:rPr>
          <w:rStyle w:val="libArabicChar"/>
          <w:rFonts w:hint="cs"/>
          <w:rtl/>
        </w:rPr>
        <w:t>ه</w:t>
      </w:r>
      <w:r w:rsidRPr="009F0E2C">
        <w:rPr>
          <w:rStyle w:val="libArabicChar"/>
          <w:rtl/>
        </w:rPr>
        <w:t xml:space="preserve"> من الإلباس حت</w:t>
      </w:r>
      <w:r w:rsidRPr="009F0E2C">
        <w:rPr>
          <w:rStyle w:val="libArabicChar"/>
          <w:rFonts w:hint="cs"/>
          <w:rtl/>
        </w:rPr>
        <w:t>یّ</w:t>
      </w:r>
      <w:r w:rsidRPr="009F0E2C">
        <w:rPr>
          <w:rStyle w:val="libArabicChar"/>
          <w:rtl/>
        </w:rPr>
        <w:t xml:space="preserve"> إنّ قوماًنفو</w:t>
      </w:r>
      <w:r w:rsidR="00BA57AE" w:rsidRPr="003A13AB">
        <w:rPr>
          <w:rStyle w:val="libArabicChar"/>
          <w:rFonts w:hint="cs"/>
          <w:rtl/>
        </w:rPr>
        <w:t>ه</w:t>
      </w:r>
      <w:r w:rsidRPr="009F0E2C">
        <w:rPr>
          <w:rStyle w:val="libArabicChar"/>
          <w:rFonts w:hint="cs"/>
          <w:rtl/>
        </w:rPr>
        <w:t>ثمّ المثبتون ل</w:t>
      </w:r>
      <w:r w:rsidR="00BA57AE" w:rsidRPr="003A13AB">
        <w:rPr>
          <w:rStyle w:val="libArabicChar"/>
          <w:rFonts w:hint="cs"/>
          <w:rtl/>
        </w:rPr>
        <w:t>ه</w:t>
      </w:r>
      <w:r w:rsidRPr="009F0E2C">
        <w:rPr>
          <w:rStyle w:val="libArabicChar"/>
          <w:rFonts w:hint="cs"/>
          <w:rtl/>
        </w:rPr>
        <w:t xml:space="preserve"> ی</w:t>
      </w:r>
      <w:r w:rsidRPr="009F0E2C">
        <w:rPr>
          <w:rStyle w:val="libArabicChar"/>
          <w:rFonts w:hint="eastAsia"/>
          <w:rtl/>
        </w:rPr>
        <w:t>قولون</w:t>
      </w:r>
      <w:r w:rsidRPr="009F0E2C">
        <w:rPr>
          <w:rStyle w:val="libArabicChar"/>
          <w:rtl/>
        </w:rPr>
        <w:t>:مت</w:t>
      </w:r>
      <w:r w:rsidRPr="009F0E2C">
        <w:rPr>
          <w:rStyle w:val="libArabicChar"/>
          <w:rFonts w:hint="cs"/>
          <w:rtl/>
        </w:rPr>
        <w:t>ی</w:t>
      </w:r>
      <w:r w:rsidRPr="009F0E2C">
        <w:rPr>
          <w:rStyle w:val="libArabicChar"/>
          <w:rtl/>
        </w:rPr>
        <w:t xml:space="preserve"> عارض</w:t>
      </w:r>
      <w:r w:rsidR="00BA57AE" w:rsidRPr="003A13AB">
        <w:rPr>
          <w:rStyle w:val="libArabicChar"/>
          <w:rFonts w:hint="cs"/>
          <w:rtl/>
        </w:rPr>
        <w:t>ه</w:t>
      </w:r>
      <w:r w:rsidRPr="009F0E2C">
        <w:rPr>
          <w:rStyle w:val="libArabicChar"/>
          <w:rFonts w:hint="cs"/>
          <w:rtl/>
        </w:rPr>
        <w:t xml:space="preserve"> غی</w:t>
      </w:r>
      <w:r w:rsidRPr="009F0E2C">
        <w:rPr>
          <w:rStyle w:val="libArabicChar"/>
          <w:rFonts w:hint="eastAsia"/>
          <w:rtl/>
        </w:rPr>
        <w:t>ر</w:t>
      </w:r>
      <w:r w:rsidR="00BA57AE" w:rsidRPr="003A13AB">
        <w:rPr>
          <w:rStyle w:val="libArabicChar"/>
          <w:rFonts w:hint="cs"/>
          <w:rtl/>
        </w:rPr>
        <w:t>ه</w:t>
      </w:r>
      <w:r w:rsidRPr="009F0E2C">
        <w:rPr>
          <w:rStyle w:val="libArabicChar"/>
          <w:rtl/>
        </w:rPr>
        <w:t xml:space="preserve"> ممّا</w:t>
      </w:r>
      <w:r w:rsidRPr="009F0E2C">
        <w:rPr>
          <w:rStyle w:val="libArabicChar"/>
          <w:rFonts w:hint="cs"/>
          <w:rtl/>
        </w:rPr>
        <w:t>ی</w:t>
      </w:r>
      <w:r w:rsidRPr="009F0E2C">
        <w:rPr>
          <w:rStyle w:val="libArabicChar"/>
          <w:rFonts w:hint="eastAsia"/>
          <w:rtl/>
        </w:rPr>
        <w:t>خالف</w:t>
      </w:r>
      <w:r w:rsidRPr="009F0E2C">
        <w:rPr>
          <w:rStyle w:val="libArabicChar"/>
          <w:rtl/>
        </w:rPr>
        <w:t xml:space="preserve"> الا</w:t>
      </w:r>
      <w:r w:rsidRPr="009F0E2C">
        <w:rPr>
          <w:rStyle w:val="libArabicChar"/>
          <w:rFonts w:hint="cs"/>
          <w:rtl/>
        </w:rPr>
        <w:t>ٴ</w:t>
      </w:r>
      <w:r w:rsidRPr="009F0E2C">
        <w:rPr>
          <w:rStyle w:val="libArabicChar"/>
          <w:rFonts w:hint="eastAsia"/>
          <w:rtl/>
        </w:rPr>
        <w:t>صل</w:t>
      </w:r>
      <w:r w:rsidRPr="009F0E2C">
        <w:rPr>
          <w:rStyle w:val="libArabicChar"/>
          <w:rtl/>
        </w:rPr>
        <w:t xml:space="preserve"> کالمجاز قدّم عل</w:t>
      </w:r>
      <w:r w:rsidRPr="009F0E2C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="009F0E2C" w:rsidRPr="00F82107">
        <w:rPr>
          <w:rStyle w:val="libFootnotenumChar"/>
          <w:rFonts w:hint="cs"/>
          <w:rtl/>
        </w:rPr>
        <w:t>(2)</w:t>
      </w:r>
      <w:r w:rsidRPr="00B76D20">
        <w:rPr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کئ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جہتوں سے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سے 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ہے۔اول اس لحاظ سے کہ ان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کا لازمہ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صلاة کو مشترک لفظ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جبکہ اشتراک خلاف اصل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بعض نے اسے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 ر پر مسترد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جنہوں نے اسے ثابت جا نا ہے انھوں نے اسے مجاز اور اشتراک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</w:t>
      </w:r>
      <w:r w:rsidRPr="00CD3FC2">
        <w:rPr>
          <w:rFonts w:hint="eastAsia"/>
          <w:rtl/>
        </w:rPr>
        <w:t>ورت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مجاز کو اشتراک پر مقدم جانا ہے۔“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روزآباد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،صاحب</w:t>
      </w:r>
      <w:r w:rsidRPr="00CD3FC2">
        <w:rPr>
          <w:rtl/>
        </w:rPr>
        <w:t xml:space="preserve"> قاموس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صلوٰت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کتاب لکھ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9F0E2C">
        <w:rPr>
          <w:rStyle w:val="libAieChar"/>
          <w:rtl/>
        </w:rPr>
        <w:t>إنّ اللّ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 xml:space="preserve"> وملا ئکت</w:t>
      </w:r>
      <w:r w:rsidR="00E17DF7" w:rsidRPr="00BA57AE">
        <w:rPr>
          <w:rStyle w:val="libAieChar"/>
          <w:rFonts w:hint="cs"/>
          <w:rtl/>
        </w:rPr>
        <w:t>ه</w:t>
      </w:r>
      <w:r w:rsidR="00E17DF7" w:rsidRPr="009F0E2C">
        <w:rPr>
          <w:rStyle w:val="libAieChar"/>
          <w:rFonts w:hint="cs"/>
          <w:rtl/>
        </w:rPr>
        <w:t xml:space="preserve"> ی</w:t>
      </w:r>
      <w:r w:rsidR="00E17DF7" w:rsidRPr="009F0E2C">
        <w:rPr>
          <w:rStyle w:val="libAieChar"/>
          <w:rFonts w:hint="eastAsia"/>
          <w:rtl/>
        </w:rPr>
        <w:t>صلّون</w:t>
      </w:r>
      <w:r w:rsidR="00E17DF7" w:rsidRPr="009F0E2C">
        <w:rPr>
          <w:rStyle w:val="libAieChar"/>
          <w:rtl/>
        </w:rPr>
        <w:t xml:space="preserve"> عل</w:t>
      </w:r>
      <w:r w:rsidR="00E17DF7" w:rsidRPr="009F0E2C">
        <w:rPr>
          <w:rStyle w:val="libAieChar"/>
          <w:rFonts w:hint="cs"/>
          <w:rtl/>
        </w:rPr>
        <w:t>ی</w:t>
      </w:r>
      <w:r w:rsidR="00E17DF7" w:rsidRPr="009F0E2C">
        <w:rPr>
          <w:rStyle w:val="libAieChar"/>
          <w:rtl/>
        </w:rPr>
        <w:t xml:space="preserve"> النب</w:t>
      </w:r>
      <w:r w:rsidR="00E17DF7" w:rsidRPr="009F0E2C">
        <w:rPr>
          <w:rStyle w:val="libAieChar"/>
          <w:rFonts w:hint="cs"/>
          <w:rtl/>
        </w:rPr>
        <w:t>یّ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 xml:space="preserve">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اورمذکورہ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کو ابن ہشام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  <w:r w:rsidR="009F0E2C" w:rsidRPr="00F82107">
        <w:rPr>
          <w:rStyle w:val="libFootnotenumChar"/>
          <w:rFonts w:hint="cs"/>
          <w:rtl/>
        </w:rPr>
        <w:t>(3)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بناء پر،ولا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مفہوم </w:t>
      </w:r>
      <w:r w:rsidR="00A96ED8">
        <w:rPr>
          <w:rtl/>
        </w:rPr>
        <w:t xml:space="preserve">میں </w:t>
      </w:r>
      <w:r w:rsidRPr="00CD3FC2">
        <w:rPr>
          <w:rtl/>
        </w:rPr>
        <w:t>)جو کئ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ذکر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)سے جو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قدر مت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قّن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وہ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ہو نے 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ں،اور</w:t>
      </w:r>
      <w:r w:rsidRPr="00CD3FC2">
        <w:rPr>
          <w:rtl/>
        </w:rPr>
        <w:t xml:space="preserve"> دوسرے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سے،دوست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حدود سے خارج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اشتراک لفظ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سوال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</w:t>
      </w:r>
    </w:p>
    <w:p w:rsidR="009F0E2C" w:rsidRPr="009F0E2C" w:rsidRDefault="009F0E2C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۱۔احزاب/۵۶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۲۔مغن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</w:rPr>
        <w:t xml:space="preserve">۲،باب پنجم،ص۳۶۵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۳۔الصلوةوالبشرف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الصلوة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رالبشر،ص</w:t>
      </w:r>
      <w:r w:rsidRPr="00CD3FC2">
        <w:rPr>
          <w:rtl/>
        </w:rPr>
        <w:t>۳۳،دار 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9F0E2C" w:rsidRDefault="009F0E2C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9F0E2C" w:rsidRPr="00CD3FC2" w:rsidRDefault="009F0E2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لہذا</w:t>
      </w:r>
      <w:r w:rsidRPr="00CD3FC2">
        <w:rPr>
          <w:rtl/>
        </w:rPr>
        <w:t xml:space="preserve"> اگر مادئہ 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استعمال ہو تو وہ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ہو نے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ہوگا۔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tl/>
        </w:rPr>
        <w:t xml:space="preserve"> ا نکتہ بعض اہل لغت نے مادہ ”و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“کو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اصل پر مبن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جانا ہے اورمفہوم کا اصل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>)جڑ) کو ”قرب“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ہے۔اور بعض 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کلمہ”ول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“کو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پرذکر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چندمطالب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توجہ کر 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سب</w:t>
      </w:r>
      <w:r w:rsidRPr="00CD3FC2">
        <w:rPr>
          <w:rtl/>
        </w:rPr>
        <w:t xml:space="preserve"> سے پہلے اس بات کو ملحوظ رکھناچاہئے کہ لغو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اس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تحل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اوراس کاتجز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حدس وگمان اور خوامخواہ کے اجتہاد کے سواء کچھ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اوراس پرکوئ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وہ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جومعن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سمجھنے اوراس لفظ سے تبادر کے لئے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ہے وہ اس کے استعمال کازمانہ ہے۔ب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بہت سے مواقع پر”ول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قرب کامفہوم ذہن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ہوتاہے۔بعض مواقع پرکہ جہاں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موجودہوج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سے”المطرالول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>)وہ بارش جوپہل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بارش کے بعد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ااس</w:t>
      </w:r>
      <w:r w:rsidRPr="00CD3FC2">
        <w:rPr>
          <w:rtl/>
        </w:rPr>
        <w:t xml:space="preserve"> کے </w:t>
      </w:r>
      <w:r w:rsidRPr="00CD3FC2">
        <w:rPr>
          <w:rFonts w:hint="eastAsia"/>
          <w:rtl/>
        </w:rPr>
        <w:t>بہت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واقع ہو 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قسم کے استعمال کوقبول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جاسکتا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بناپراگرفرض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اجائے</w:t>
      </w:r>
      <w:r w:rsidRPr="00CD3FC2">
        <w:rPr>
          <w:rtl/>
        </w:rPr>
        <w:t xml:space="preserve"> کہ”قرب“اس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اورآغاز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“کامفہوم”قرب“کے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ہوتا تھا،ل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موجودہ استعمال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وہ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متروک ہو چکاہے اوراب اس کااستعمال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</w:t>
      </w:r>
      <w:r w:rsidRPr="00CD3FC2">
        <w:rPr>
          <w:rtl/>
        </w:rPr>
        <w:t xml:space="preserve"> بعض اہل لغت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ابن اث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رنے”النہا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  <w:lang w:bidi="fa-IR"/>
        </w:rPr>
        <w:t xml:space="preserve">۱“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اورابن منظورنے”لسان العرب</w:t>
      </w:r>
      <w:r w:rsidRPr="00CD3FC2">
        <w:rPr>
          <w:rtl/>
          <w:lang w:bidi="fa-IR"/>
        </w:rPr>
        <w:t>۲“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کرتے ہوئے کہا ہے کہ 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خداکے</w:t>
      </w:r>
    </w:p>
    <w:p w:rsidR="009F0E2C" w:rsidRPr="009F0E2C" w:rsidRDefault="009F0E2C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۱۔النہا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ة،ج</w:t>
      </w:r>
      <w:r w:rsidRPr="00CD3FC2">
        <w:rPr>
          <w:rtl/>
        </w:rPr>
        <w:t>۵،ص۲۲۸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۲۔لسان العرب ،ج۱۵،ص۱۰۶</w:t>
      </w:r>
    </w:p>
    <w:p w:rsidR="009F0E2C" w:rsidRDefault="009F0E2C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9F0E2C" w:rsidRPr="00CD3FC2" w:rsidRDefault="009F0E2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ناموں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نام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ناصرکے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اورکہاگ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امورجہان کے متول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منتظم 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 استفادہ ہوتاہے کہ”ول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“جوخداکے</w:t>
      </w:r>
      <w:r w:rsidRPr="00CD3FC2">
        <w:rPr>
          <w:rtl/>
        </w:rPr>
        <w:t xml:space="preserve"> ناموں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نام ہے،ان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ناصرکے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ہے،جبکہ مطلب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نکہ اگر 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ناصر کے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ہوں</w:t>
      </w:r>
      <w:r w:rsidRPr="00CD3FC2">
        <w:rPr>
          <w:rtl/>
        </w:rPr>
        <w:t xml:space="preserve"> گے)چونکہ”ول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مادہ اورا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ئت</w:t>
      </w:r>
      <w:r w:rsidRPr="00CD3FC2">
        <w:rPr>
          <w:rtl/>
        </w:rPr>
        <w:t xml:space="preserve"> ہے،اوراس کامادہ”ول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“”ول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“وہ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ئت</w:t>
      </w:r>
      <w:r w:rsidRPr="00CD3FC2">
        <w:rPr>
          <w:rtl/>
        </w:rPr>
        <w:t xml:space="preserve"> 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ہے)تواس کاتقاضا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مادہ”ول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“نصرکے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ئت</w:t>
      </w:r>
      <w:r w:rsidRPr="00CD3FC2">
        <w:rPr>
          <w:rtl/>
        </w:rPr>
        <w:t>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ئت</w:t>
      </w:r>
      <w:r w:rsidRPr="00CD3FC2">
        <w:rPr>
          <w:rtl/>
        </w:rPr>
        <w:t xml:space="preserve"> 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>) فاعل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بات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دونوں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اوردوسرے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صفت مشبہ ہے 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 لت ثبوت پرہے جبکہ فاعل حدوث پردلالت کرتاہے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دونوں مفہوم کے اعتبار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کے متغائ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لئے”ول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“اسم</w:t>
      </w:r>
      <w:r w:rsidRPr="00CD3FC2">
        <w:rPr>
          <w:rtl/>
        </w:rPr>
        <w:t xml:space="preserve"> الہ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اراورکائنات</w:t>
      </w:r>
      <w:r w:rsidRPr="00CD3FC2">
        <w:rPr>
          <w:rtl/>
        </w:rPr>
        <w:t xml:space="preserve"> کے امور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متول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کہ جس کو دونوں اھل لغت نے اپنے مختارنظر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بعد“ق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ل“کے</w:t>
      </w:r>
      <w:r w:rsidRPr="00CD3FC2">
        <w:rPr>
          <w:rtl/>
        </w:rPr>
        <w:t xml:space="preserve"> عنوان سے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چوتھانکتہ</w:t>
      </w:r>
      <w:r w:rsidRPr="00CD3FC2">
        <w:rPr>
          <w:rtl/>
        </w:rPr>
        <w:t>:قرآن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“،”نص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tl/>
        </w:rPr>
        <w:t xml:space="preserve"> کے مقابلہ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16F40">
        <w:rPr>
          <w:rStyle w:val="libAieChar"/>
          <w:rtl/>
        </w:rPr>
        <w:t>ومالکم من دون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16F40">
        <w:rPr>
          <w:rStyle w:val="libAieChar"/>
          <w:rFonts w:hint="cs"/>
          <w:rtl/>
        </w:rPr>
        <w:t xml:space="preserve"> من ولیّ</w:t>
      </w:r>
      <w:r w:rsidR="00E17DF7" w:rsidRPr="00016F40">
        <w:rPr>
          <w:rStyle w:val="libAieChar"/>
          <w:rtl/>
        </w:rPr>
        <w:t xml:space="preserve"> ولانص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Fonts w:hint="eastAsia"/>
          <w:rtl/>
        </w:rPr>
        <w:t>را</w:t>
      </w:r>
      <w:r w:rsidR="00E17DF7" w:rsidRPr="00016F40">
        <w:rPr>
          <w:rStyle w:val="libAieChar"/>
          <w:rtl/>
        </w:rPr>
        <w:t xml:space="preserve"> 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 xml:space="preserve"> </w:t>
      </w:r>
      <w:r w:rsidR="00016F40" w:rsidRPr="00F82107">
        <w:rPr>
          <w:rStyle w:val="libFootnotenumChar"/>
          <w:rFonts w:hint="cs"/>
          <w:rtl/>
        </w:rPr>
        <w:t>(1)</w:t>
      </w:r>
      <w:r w:rsidR="00BD32E1">
        <w:rPr>
          <w:rtl/>
          <w:lang w:bidi="fa-IR"/>
        </w:rPr>
        <w:t xml:space="preserve"> </w:t>
      </w:r>
      <w:r w:rsidRPr="00CD3FC2">
        <w:rPr>
          <w:rtl/>
        </w:rPr>
        <w:t>تمہارے لئے اس کے علاوہ نہ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سرپرست ہے اورنہ مددگار“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اگر”نص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ر“،”ول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ہوتاتواس کے مقابلہ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قرارنہ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تااوران دونوں لفظوں کاا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مقابلہ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واقع</w:t>
      </w:r>
      <w:r w:rsidRPr="00CD3FC2">
        <w:rPr>
          <w:rtl/>
        </w:rPr>
        <w:t xml:space="preserve"> ہو نااس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 مفہوم کے لحاظ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دونوں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مختلف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9F0E2C" w:rsidRPr="009F0E2C" w:rsidRDefault="009F0E2C" w:rsidP="00E17DF7">
      <w:pPr>
        <w:pStyle w:val="libLine"/>
        <w:rPr>
          <w:rtl/>
        </w:rPr>
      </w:pPr>
      <w:r w:rsidRPr="00E17DF7">
        <w:rPr>
          <w:rFonts w:hint="cs"/>
          <w:rtl/>
        </w:rPr>
        <w:t>____________________</w:t>
      </w:r>
      <w:r>
        <w:rPr>
          <w:rFonts w:hint="cs"/>
          <w:rtl/>
        </w:rPr>
        <w:t>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۱۔بقرہ/۱۰۷</w:t>
      </w:r>
    </w:p>
    <w:p w:rsidR="009F0E2C" w:rsidRDefault="009F0E2C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9F0E2C" w:rsidRPr="00CD3FC2" w:rsidRDefault="009F0E2C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پانچواں</w:t>
      </w:r>
      <w:r w:rsidRPr="00CD3FC2">
        <w:rPr>
          <w:rtl/>
        </w:rPr>
        <w:t xml:space="preserve"> نکتہ:بعض افرادنے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تصورک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نصرت اورمددکے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 ل ہوا 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16F40">
        <w:rPr>
          <w:rStyle w:val="libAieChar"/>
          <w:rtl/>
        </w:rPr>
        <w:t>مالکم من ولا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Fonts w:hint="eastAsia"/>
          <w:rtl/>
        </w:rPr>
        <w:t>ت</w:t>
      </w:r>
      <w:r w:rsidR="00E17DF7" w:rsidRPr="00BA57AE">
        <w:rPr>
          <w:rStyle w:val="libAieChar"/>
          <w:rFonts w:hint="cs"/>
          <w:rtl/>
        </w:rPr>
        <w:t>ه</w:t>
      </w:r>
      <w:r w:rsidR="00E17DF7" w:rsidRPr="00016F40">
        <w:rPr>
          <w:rStyle w:val="libAieChar"/>
          <w:rFonts w:hint="cs"/>
          <w:rtl/>
        </w:rPr>
        <w:t>م</w:t>
      </w:r>
      <w:r w:rsidR="00E17DF7" w:rsidRPr="00016F40">
        <w:rPr>
          <w:rStyle w:val="libAieChar"/>
          <w:rtl/>
        </w:rPr>
        <w:t xml:space="preserve"> من ش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Fonts w:hint="eastAsia"/>
          <w:rtl/>
        </w:rPr>
        <w:t>ء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016F40" w:rsidRPr="00F82107">
        <w:rPr>
          <w:rStyle w:val="libFootnotenumChar"/>
          <w:rFonts w:hint="cs"/>
          <w:rtl/>
        </w:rPr>
        <w:t>(1)</w:t>
      </w:r>
      <w:r w:rsidR="00BD32E1">
        <w:rPr>
          <w:rtl/>
          <w:lang w:bidi="fa-IR"/>
        </w:rPr>
        <w:t xml:space="preserve"> </w:t>
      </w:r>
      <w:r w:rsidRPr="00CD3FC2">
        <w:rPr>
          <w:rtl/>
        </w:rPr>
        <w:t>جب کہ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مراد”نصرت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ت“ہوسکتاہے</w:t>
      </w:r>
      <w:r w:rsidRPr="00CD3FC2">
        <w:rPr>
          <w:rtl/>
        </w:rPr>
        <w:t xml:space="preserve"> 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ت”نصرت“کے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نصرت ومددو</w:t>
      </w:r>
      <w:r w:rsidRPr="00CD3FC2">
        <w:rPr>
          <w:rFonts w:hint="eastAsia"/>
          <w:rtl/>
        </w:rPr>
        <w:t>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 سر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علا متوں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علا</w:t>
      </w:r>
      <w:r w:rsidRPr="00CD3FC2">
        <w:rPr>
          <w:rtl/>
        </w:rPr>
        <w:t xml:space="preserve"> مت ہے اس لحاظ سے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علاوہ کچھ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اوراس سے نصرت 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Fonts w:hint="cs"/>
          <w:rtl/>
        </w:rPr>
        <w:t>ی</w:t>
      </w:r>
      <w:r w:rsidR="00016F40">
        <w:rPr>
          <w:rFonts w:hint="cs"/>
          <w:rtl/>
        </w:rPr>
        <w:t xml:space="preserve"> 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مرادہے۔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جوکچھ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ا،اس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نظر،آ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صرف سرپرست اورصاحب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والا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مراد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موجودہ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جس سے مراد ”دوست“اور”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اور“نہ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دوضاحت</w:t>
      </w:r>
      <w:r w:rsidRPr="00CD3FC2">
        <w:rPr>
          <w:rtl/>
        </w:rPr>
        <w:t xml:space="preserve"> سوالات کے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ائے 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88" w:name="_Toc508103337"/>
      <w:r w:rsidRPr="00CD3FC2">
        <w:rPr>
          <w:rFonts w:hint="eastAsia"/>
          <w:rtl/>
        </w:rPr>
        <w:t>رکوع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bookmarkEnd w:id="88"/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لغت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”رکوع“کے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جھکنااورخم ہوناہے۔اس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لئے نماز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جھکنے کو”رکوع“کہتے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9F0E2C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زب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”تاج</w:t>
      </w:r>
      <w:r w:rsidRPr="00CD3FC2">
        <w:rPr>
          <w:rtl/>
        </w:rPr>
        <w:t xml:space="preserve"> العروس</w:t>
      </w:r>
      <w:r w:rsidR="009F0E2C" w:rsidRPr="00F82107">
        <w:rPr>
          <w:rStyle w:val="libFootnotenumChar"/>
          <w:rFonts w:hint="cs"/>
          <w:rtl/>
        </w:rPr>
        <w:t>(3)</w:t>
      </w:r>
      <w:r w:rsidRPr="00CD3FC2">
        <w:rPr>
          <w:rtl/>
          <w:lang w:bidi="fa-IR"/>
        </w:rPr>
        <w:t>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کہتاہے: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”اگررکوع</w:t>
      </w:r>
      <w:r w:rsidRPr="00CD3FC2">
        <w:rPr>
          <w:rtl/>
        </w:rPr>
        <w:t xml:space="preserve"> کوتنگدست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اورمفلس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لئے استعمال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اجائے</w:t>
      </w:r>
      <w:r w:rsidRPr="00CD3FC2">
        <w:rPr>
          <w:rtl/>
        </w:rPr>
        <w:t xml:space="preserve"> اور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شخص کوجوام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بعدفق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اورتنگدست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مبتلا ہو جا ئے اورزوال سے دوچارہو تواسے”رکع</w:t>
      </w:r>
    </w:p>
    <w:p w:rsidR="00016F40" w:rsidRPr="00016F40" w:rsidRDefault="00016F4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۱۔انفال/۷۲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۲۔الصاح جوہر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۳،ص۱۲۲۲،دارالعلم للملاب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ن،القاموس</w:t>
      </w:r>
      <w:r w:rsidRPr="00CD3FC2">
        <w:rPr>
          <w:rtl/>
        </w:rPr>
        <w:t xml:space="preserve"> 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ط،ف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روزآباد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۳، ص۳۱، دارالمعرفہ،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روت،المن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،ص</w:t>
      </w:r>
      <w:r w:rsidRPr="00CD3FC2">
        <w:rPr>
          <w:rtl/>
        </w:rPr>
        <w:t>۲۵۴،ط مصر،جمھرة اللغة،ابن 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د،ج</w:t>
      </w:r>
      <w:r w:rsidRPr="00CD3FC2">
        <w:rPr>
          <w:rtl/>
        </w:rPr>
        <w:t>۲، ص۱۷۷۰کتاب الع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بن احمد فراہ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۱،ص۲۰۰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۳۔تاج العروس،ج۲۱،ص۱۲۲،دارالہدا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للطباعة والنشر والتوز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>۔</w:t>
      </w:r>
    </w:p>
    <w:p w:rsidR="00016F40" w:rsidRDefault="00016F4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16F40" w:rsidRPr="00CD3FC2" w:rsidRDefault="00016F4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الرجل“کہتے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استعمال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لئے رکوع کاحق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جھکنااورخم ہوناہے اوراگراسے دوسرے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زوال اورخضوع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اجائے</w:t>
      </w:r>
      <w:r w:rsidRPr="00CD3FC2">
        <w:rPr>
          <w:rtl/>
        </w:rPr>
        <w:t xml:space="preserve"> 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کے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اوراس کے لئے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89" w:name="_Toc508103338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شان نزول</w:t>
      </w:r>
      <w:bookmarkEnd w:id="8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اوراہل سنّت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روں</w:t>
      </w:r>
      <w:r w:rsidRPr="00CD3FC2">
        <w:rPr>
          <w:rtl/>
        </w:rPr>
        <w:t xml:space="preserve"> کے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مطابق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 ل ہو 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</w:t>
      </w:r>
      <w:r w:rsidR="00BD32E1">
        <w:rPr>
          <w:rtl/>
        </w:rPr>
        <w:t xml:space="preserve"> </w:t>
      </w:r>
      <w:r w:rsidRPr="00CD3FC2">
        <w:rPr>
          <w:rtl/>
        </w:rPr>
        <w:t>الذ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آمنوا۔۔۔</w:t>
      </w:r>
      <w:r w:rsidR="00BD32E1">
        <w:rPr>
          <w:rtl/>
        </w:rPr>
        <w:t xml:space="preserve"> </w:t>
      </w:r>
      <w:r w:rsidRPr="00CD3FC2">
        <w:rPr>
          <w:rtl/>
        </w:rPr>
        <w:t>سے مرادوہ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حضرت(ع)ہ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 درج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ں،جس</w:t>
      </w:r>
      <w:r w:rsidRPr="00CD3FC2">
        <w:rPr>
          <w:rtl/>
        </w:rPr>
        <w:t xml:space="preserve"> کوثعلب</w:t>
      </w:r>
      <w:r w:rsidRPr="00CD3FC2">
        <w:rPr>
          <w:rFonts w:hint="cs"/>
          <w:rtl/>
        </w:rPr>
        <w:t>ی</w:t>
      </w:r>
      <w:r w:rsidRPr="00CD3FC2">
        <w:rPr>
          <w:rtl/>
          <w:lang w:bidi="fa-IR"/>
        </w:rPr>
        <w:t>۱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  <w:lang w:bidi="fa-IR"/>
        </w:rPr>
        <w:t>۲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محدث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 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بڑے مفسرش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طبرس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کو”مجمع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  <w:lang w:bidi="fa-IR"/>
        </w:rPr>
        <w:t>۳“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عن عبای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بن الربع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قال:ب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ناعبداللّٰ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بن عباس جالس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رزمزم</w:t>
      </w:r>
      <w:r w:rsidRPr="00CD3FC2">
        <w:rPr>
          <w:rtl/>
        </w:rPr>
        <w:t xml:space="preserve"> إذاا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قبل</w:t>
      </w:r>
      <w:r w:rsidRPr="00CD3FC2">
        <w:rPr>
          <w:rtl/>
        </w:rPr>
        <w:t xml:space="preserve"> رجل متعمّم بالعمامة؛فجعل ابن عباس 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قول</w:t>
      </w:r>
      <w:r w:rsidRPr="00CD3FC2">
        <w:rPr>
          <w:rtl/>
        </w:rPr>
        <w:t>:”قال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إلاّقال الرجل:قال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“!!فقال ابن عباس:سا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لتک</w:t>
      </w:r>
      <w:r w:rsidRPr="00CD3FC2">
        <w:rPr>
          <w:rtl/>
        </w:rPr>
        <w:t xml:space="preserve"> باللّٰ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،من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نت؟قال</w:t>
      </w:r>
      <w:r w:rsidRPr="00CD3FC2">
        <w:rPr>
          <w:rtl/>
        </w:rPr>
        <w:t>:فکشف العمامةعن وج</w:t>
      </w:r>
      <w:r w:rsidR="00BA57AE" w:rsidRPr="003A13AB">
        <w:rPr>
          <w:rFonts w:hint="cs"/>
          <w:rtl/>
        </w:rPr>
        <w:t>هه</w:t>
      </w:r>
      <w:r w:rsidRPr="00CD3FC2">
        <w:rPr>
          <w:rFonts w:hint="cs"/>
          <w:rtl/>
        </w:rPr>
        <w:t xml:space="preserve"> وقال:ی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االناس،من</w:t>
      </w:r>
      <w:r w:rsidRPr="00CD3FC2">
        <w:rPr>
          <w:rtl/>
        </w:rPr>
        <w:t xml:space="preserve"> عرفن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فقد عرفن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ومن لم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عرفن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“</w:t>
      </w:r>
    </w:p>
    <w:p w:rsidR="000B693F" w:rsidRPr="00CD3FC2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جندب</w:t>
      </w:r>
      <w:r w:rsidRPr="00CD3FC2">
        <w:rPr>
          <w:rtl/>
        </w:rPr>
        <w:t xml:space="preserve"> من جنادةالبدر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بوذرالغفار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،سمعت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</w:p>
    <w:p w:rsidR="00016F40" w:rsidRPr="00016F40" w:rsidRDefault="00016F40" w:rsidP="00107A4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___________________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قول دوسرے اعتراض کے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اجائے</w:t>
      </w:r>
      <w:r w:rsidRPr="00CD3FC2">
        <w:rPr>
          <w:rtl/>
        </w:rPr>
        <w:t xml:space="preserve"> گا۔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۲”</w:t>
      </w:r>
      <w:r w:rsidRPr="00CD3FC2">
        <w:rPr>
          <w:rtl/>
        </w:rPr>
        <w:t>الکشف والب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ان“ج</w:t>
      </w:r>
      <w:r w:rsidRPr="00CD3FC2">
        <w:rPr>
          <w:rtl/>
          <w:lang w:bidi="fa-IR"/>
        </w:rPr>
        <w:t>۴</w:t>
      </w:r>
      <w:r w:rsidRPr="00CD3FC2">
        <w:rPr>
          <w:rtl/>
        </w:rPr>
        <w:t>،ص</w:t>
      </w:r>
      <w:r w:rsidRPr="00CD3FC2">
        <w:rPr>
          <w:rtl/>
          <w:lang w:bidi="fa-IR"/>
        </w:rPr>
        <w:t>۸۱</w:t>
      </w:r>
      <w:r w:rsidRPr="00CD3FC2">
        <w:rPr>
          <w:rtl/>
        </w:rPr>
        <w:t>۔</w:t>
      </w:r>
      <w:r w:rsidRPr="00CD3FC2">
        <w:rPr>
          <w:rtl/>
          <w:lang w:bidi="fa-IR"/>
        </w:rPr>
        <w:t>۸۰</w:t>
      </w:r>
      <w:r w:rsidRPr="00CD3FC2">
        <w:rPr>
          <w:rtl/>
        </w:rPr>
        <w:t>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</w:p>
    <w:p w:rsidR="000B693F" w:rsidRDefault="000B693F" w:rsidP="00107A46">
      <w:pPr>
        <w:pStyle w:val="libNormal"/>
        <w:rPr>
          <w:rtl/>
          <w:lang w:bidi="fa-IR"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۔مجمع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ان،ج</w:t>
      </w:r>
      <w:r w:rsidRPr="00CD3FC2">
        <w:rPr>
          <w:rtl/>
          <w:lang w:bidi="fa-IR"/>
        </w:rPr>
        <w:t>۳</w:t>
      </w:r>
      <w:r w:rsidRPr="00CD3FC2">
        <w:rPr>
          <w:rtl/>
        </w:rPr>
        <w:t>،ص</w:t>
      </w:r>
      <w:r w:rsidRPr="00CD3FC2">
        <w:rPr>
          <w:rtl/>
          <w:lang w:bidi="fa-IR"/>
        </w:rPr>
        <w:t>۳۲۴</w:t>
      </w:r>
    </w:p>
    <w:p w:rsidR="00016F40" w:rsidRDefault="00016F40" w:rsidP="004B12A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B693F" w:rsidRPr="00CD3FC2" w:rsidRDefault="00E17DF7" w:rsidP="00BA57AE">
      <w:pPr>
        <w:pStyle w:val="libArabic"/>
        <w:rPr>
          <w:rtl/>
        </w:rPr>
      </w:pPr>
      <w:r w:rsidRPr="00E17DF7">
        <w:rPr>
          <w:rStyle w:val="libAlaemChar"/>
          <w:rtl/>
        </w:rPr>
        <w:lastRenderedPageBreak/>
        <w:t>(</w:t>
      </w:r>
      <w:r w:rsidR="000B693F" w:rsidRPr="00CD3FC2">
        <w:rPr>
          <w:rtl/>
        </w:rPr>
        <w:t>ص</w:t>
      </w:r>
      <w:r w:rsidRPr="00E17DF7">
        <w:rPr>
          <w:rStyle w:val="libAlaemChar"/>
          <w:rtl/>
        </w:rPr>
        <w:t>)</w:t>
      </w:r>
      <w:r w:rsidR="000B693F" w:rsidRPr="00CD3FC2">
        <w:rPr>
          <w:rtl/>
        </w:rPr>
        <w:t>ب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ا تی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 xml:space="preserve"> وإلاّصمّتا،ورا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ا</w:t>
      </w:r>
      <w:r w:rsidR="000B693F" w:rsidRPr="00CD3FC2">
        <w:rPr>
          <w:rtl/>
        </w:rPr>
        <w:t xml:space="preserve"> ت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 xml:space="preserve"> وإلاّفعم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تا،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قول</w:t>
      </w:r>
      <w:r w:rsidR="000B693F" w:rsidRPr="00CD3FC2">
        <w:rPr>
          <w:rtl/>
        </w:rPr>
        <w:t>:عل</w:t>
      </w:r>
      <w:r w:rsidR="000B693F" w:rsidRPr="00CD3FC2">
        <w:rPr>
          <w:rFonts w:hint="cs"/>
          <w:rtl/>
        </w:rPr>
        <w:t>یّ</w:t>
      </w:r>
      <w:r w:rsidR="000B693F" w:rsidRPr="00CD3FC2">
        <w:rPr>
          <w:rtl/>
        </w:rPr>
        <w:t xml:space="preserve"> قائد البررة،وقاتل الکفرة،منصورمن نصر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،مخذول منخذ ل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ماّ</w:t>
      </w:r>
      <w:r w:rsidR="000B693F" w:rsidRPr="00CD3FC2">
        <w:rPr>
          <w:rtl/>
        </w:rPr>
        <w:t xml:space="preserve"> إنّ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صلّ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مع رسول اللّٰ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وماًمن</w:t>
      </w:r>
      <w:r w:rsidR="000B693F" w:rsidRPr="00CD3FC2">
        <w:rPr>
          <w:rtl/>
        </w:rPr>
        <w:t xml:space="preserve"> الا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اّم</w:t>
      </w:r>
      <w:r w:rsidR="000B693F" w:rsidRPr="00CD3FC2">
        <w:rPr>
          <w:rtl/>
        </w:rPr>
        <w:t xml:space="preserve"> صلاةالظّ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ر،فدخل سائل فی</w:t>
      </w:r>
      <w:r w:rsidR="000B693F" w:rsidRPr="00CD3FC2">
        <w:rPr>
          <w:rtl/>
        </w:rPr>
        <w:t xml:space="preserve"> المسجدفلم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عط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حد،فرفع</w:t>
      </w:r>
      <w:r w:rsidR="000B693F" w:rsidRPr="00CD3FC2">
        <w:rPr>
          <w:rtl/>
        </w:rPr>
        <w:t xml:space="preserve"> السائل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د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إل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السّماء وقال:اللّ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مّ ا</w:t>
      </w:r>
      <w:r w:rsidR="000B693F" w:rsidRPr="003A13AB">
        <w:rPr>
          <w:rFonts w:hint="cs"/>
          <w:rtl/>
        </w:rPr>
        <w:t>ٴ</w:t>
      </w:r>
      <w:r w:rsidR="000B693F" w:rsidRPr="00CD3FC2">
        <w:rPr>
          <w:rtl/>
        </w:rPr>
        <w:t>ش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د إنّی</w:t>
      </w:r>
      <w:r w:rsidR="000B693F" w:rsidRPr="00CD3FC2">
        <w:rPr>
          <w:rtl/>
        </w:rPr>
        <w:t xml:space="preserve"> سا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لت</w:t>
      </w:r>
      <w:r w:rsidR="000B693F" w:rsidRPr="00CD3FC2">
        <w:rPr>
          <w:rtl/>
        </w:rPr>
        <w:t xml:space="preserve"> ف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مسجدرسول اللّٰ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فلم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عطن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احد ش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ئاً</w:t>
      </w:r>
      <w:r w:rsidR="000B693F" w:rsidRPr="00CD3FC2">
        <w:rPr>
          <w:rtl/>
        </w:rPr>
        <w:t xml:space="preserve"> - وکان عل</w:t>
      </w:r>
      <w:r w:rsidR="000B693F" w:rsidRPr="00CD3FC2">
        <w:rPr>
          <w:rFonts w:hint="cs"/>
          <w:rtl/>
        </w:rPr>
        <w:t>یّ</w:t>
      </w:r>
      <w:r w:rsidR="000B693F" w:rsidRPr="00CD3FC2">
        <w:rPr>
          <w:rtl/>
        </w:rPr>
        <w:t xml:space="preserve"> راکعاً - فا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وم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إل</w:t>
      </w:r>
      <w:r w:rsidR="000B693F"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بخنصر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 xml:space="preserve"> الی</w:t>
      </w:r>
      <w:r w:rsidR="000B693F" w:rsidRPr="00CD3FC2">
        <w:rPr>
          <w:rFonts w:hint="eastAsia"/>
          <w:rtl/>
        </w:rPr>
        <w:t>من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- وکان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تختّم</w:t>
      </w:r>
      <w:r w:rsidR="000B693F" w:rsidRPr="00CD3FC2">
        <w:rPr>
          <w:rtl/>
        </w:rPr>
        <w:t xml:space="preserve"> ف</w:t>
      </w:r>
      <w:r w:rsidR="000B693F"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ا</w:t>
      </w:r>
      <w:r w:rsidR="000B693F" w:rsidRPr="00CD3FC2">
        <w:rPr>
          <w:rtl/>
        </w:rPr>
        <w:t xml:space="preserve"> - فا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قبل</w:t>
      </w:r>
      <w:r w:rsidR="000B693F" w:rsidRPr="00CD3FC2">
        <w:rPr>
          <w:rtl/>
        </w:rPr>
        <w:t xml:space="preserve"> السائل حت</w:t>
      </w:r>
      <w:r w:rsidR="000B693F" w:rsidRPr="00CD3FC2">
        <w:rPr>
          <w:rFonts w:hint="cs"/>
          <w:rtl/>
        </w:rPr>
        <w:t>یّ</w:t>
      </w:r>
      <w:r w:rsidR="000B693F" w:rsidRPr="00CD3FC2">
        <w:rPr>
          <w:rFonts w:hint="eastAsia"/>
          <w:rtl/>
        </w:rPr>
        <w:t>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خذالخاتم</w:t>
      </w:r>
      <w:r w:rsidR="000B693F" w:rsidRPr="00CD3FC2">
        <w:rPr>
          <w:rtl/>
        </w:rPr>
        <w:t xml:space="preserve"> من خنصر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!وذلک بعی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 xml:space="preserve"> النب</w:t>
      </w:r>
      <w:r w:rsidR="000B693F" w:rsidRPr="00CD3FC2">
        <w:rPr>
          <w:rFonts w:hint="cs"/>
          <w:rtl/>
        </w:rPr>
        <w:t>یّی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فلماّ</w:t>
      </w:r>
      <w:r w:rsidRPr="00CD3FC2">
        <w:rPr>
          <w:rtl/>
        </w:rPr>
        <w:t xml:space="preserve"> فرغ النّب</w:t>
      </w:r>
      <w:r w:rsidRPr="00CD3FC2">
        <w:rPr>
          <w:rFonts w:hint="cs"/>
          <w:rtl/>
        </w:rPr>
        <w:t>یّی</w:t>
      </w:r>
      <w:r w:rsidRPr="00CD3FC2">
        <w:rPr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Pr="00CD3FC2">
        <w:rPr>
          <w:rtl/>
        </w:rPr>
        <w:t>ص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 xml:space="preserve">من الصلاةرفع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السّماء</w:t>
      </w:r>
      <w:r w:rsidRPr="00CD3FC2">
        <w:rPr>
          <w:rtl/>
        </w:rPr>
        <w:t xml:space="preserve"> وقال:اللّ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إنّ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لک</w:t>
      </w:r>
      <w:r w:rsidRPr="00CD3FC2">
        <w:rPr>
          <w:rtl/>
        </w:rPr>
        <w:t xml:space="preserve"> فقال: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16F40">
        <w:rPr>
          <w:rStyle w:val="libAieChar"/>
          <w:rtl/>
        </w:rPr>
        <w:t>ربّ اشرح ل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tl/>
        </w:rPr>
        <w:t xml:space="preserve"> صدر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tl/>
        </w:rPr>
        <w:t xml:space="preserve"> و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Fonts w:hint="eastAsia"/>
          <w:rtl/>
        </w:rPr>
        <w:t>سّرل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tl/>
        </w:rPr>
        <w:t xml:space="preserve"> امر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Fonts w:hint="eastAsia"/>
          <w:rtl/>
        </w:rPr>
        <w:t>،وا</w:t>
      </w:r>
      <w:r w:rsidR="00E17DF7" w:rsidRPr="00016F40">
        <w:rPr>
          <w:rStyle w:val="libAieChar"/>
          <w:rFonts w:hint="cs"/>
          <w:rtl/>
        </w:rPr>
        <w:t>ٴ</w:t>
      </w:r>
      <w:r w:rsidR="00E17DF7" w:rsidRPr="00016F40">
        <w:rPr>
          <w:rStyle w:val="libAieChar"/>
          <w:rFonts w:hint="eastAsia"/>
          <w:rtl/>
        </w:rPr>
        <w:t>جعل</w:t>
      </w:r>
      <w:r w:rsidR="00E17DF7" w:rsidRPr="00016F40">
        <w:rPr>
          <w:rStyle w:val="libAieChar"/>
          <w:rtl/>
        </w:rPr>
        <w:t xml:space="preserve"> ل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tl/>
        </w:rPr>
        <w:t xml:space="preserve"> وز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Fonts w:hint="eastAsia"/>
          <w:rtl/>
        </w:rPr>
        <w:t>راً</w:t>
      </w:r>
      <w:r w:rsidR="00E17DF7" w:rsidRPr="00016F40">
        <w:rPr>
          <w:rStyle w:val="libAieChar"/>
          <w:rtl/>
        </w:rPr>
        <w:t xml:space="preserve"> من ا</w:t>
      </w:r>
      <w:r w:rsidR="00E17DF7" w:rsidRPr="00016F40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016F40">
        <w:rPr>
          <w:rStyle w:val="libAieChar"/>
          <w:rFonts w:hint="cs"/>
          <w:rtl/>
        </w:rPr>
        <w:t>لی</w:t>
      </w:r>
      <w:r w:rsidR="00E17DF7" w:rsidRPr="00016F40">
        <w:rPr>
          <w:rStyle w:val="libAieChar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ه</w:t>
      </w:r>
      <w:r w:rsidR="00E17DF7" w:rsidRPr="00016F40">
        <w:rPr>
          <w:rStyle w:val="libAieChar"/>
          <w:rFonts w:hint="cs"/>
          <w:rtl/>
        </w:rPr>
        <w:t>ارون اٴ</w:t>
      </w:r>
      <w:r w:rsidR="00E17DF7" w:rsidRPr="00016F40">
        <w:rPr>
          <w:rStyle w:val="libAieChar"/>
          <w:rFonts w:hint="eastAsia"/>
          <w:rtl/>
        </w:rPr>
        <w:t>خ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tl/>
        </w:rPr>
        <w:t xml:space="preserve"> اشدد ب</w:t>
      </w:r>
      <w:r w:rsidR="00E17DF7" w:rsidRPr="00BA57AE">
        <w:rPr>
          <w:rStyle w:val="libAieChar"/>
          <w:rFonts w:hint="cs"/>
          <w:rtl/>
        </w:rPr>
        <w:t>ه</w:t>
      </w:r>
      <w:r w:rsidR="00E17DF7" w:rsidRPr="00016F40">
        <w:rPr>
          <w:rStyle w:val="libAieChar"/>
          <w:rtl/>
        </w:rPr>
        <w:t xml:space="preserve"> ا</w:t>
      </w:r>
      <w:r w:rsidR="00E17DF7" w:rsidRPr="00016F40">
        <w:rPr>
          <w:rStyle w:val="libAieChar"/>
          <w:rFonts w:hint="cs"/>
          <w:rtl/>
        </w:rPr>
        <w:t>ٴ</w:t>
      </w:r>
      <w:r w:rsidR="00E17DF7" w:rsidRPr="00016F40">
        <w:rPr>
          <w:rStyle w:val="libAieChar"/>
          <w:rFonts w:hint="eastAsia"/>
          <w:rtl/>
        </w:rPr>
        <w:t>زر</w:t>
      </w:r>
      <w:r w:rsidR="00E17DF7" w:rsidRPr="00016F40">
        <w:rPr>
          <w:rStyle w:val="libAieChar"/>
          <w:rFonts w:hint="cs"/>
          <w:rtl/>
        </w:rPr>
        <w:t>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Fonts w:hint="cs"/>
          <w:rtl/>
        </w:rPr>
        <w:t>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نزلتَ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قرآناًناطقاً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16F40">
        <w:rPr>
          <w:rStyle w:val="libAieChar"/>
          <w:rtl/>
        </w:rPr>
        <w:t>سنشدّعضدک با</w:t>
      </w:r>
      <w:r w:rsidR="00E17DF7" w:rsidRPr="00016F40">
        <w:rPr>
          <w:rStyle w:val="libAieChar"/>
          <w:rFonts w:hint="cs"/>
          <w:rtl/>
        </w:rPr>
        <w:t>ٴ</w:t>
      </w:r>
      <w:r w:rsidR="00E17DF7" w:rsidRPr="00016F40">
        <w:rPr>
          <w:rStyle w:val="libAieChar"/>
          <w:rFonts w:hint="eastAsia"/>
          <w:rtl/>
        </w:rPr>
        <w:t>خ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Fonts w:hint="eastAsia"/>
          <w:rtl/>
        </w:rPr>
        <w:t>ک</w:t>
      </w:r>
      <w:r w:rsidR="00E17DF7" w:rsidRPr="00016F40">
        <w:rPr>
          <w:rStyle w:val="libAieChar"/>
          <w:rtl/>
        </w:rPr>
        <w:t xml:space="preserve"> ونجعل لکما سلطا ناً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نامحمّدنب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وصف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مّ فاشرح لی</w:t>
      </w:r>
      <w:r w:rsidRPr="00CD3FC2">
        <w:rPr>
          <w:rtl/>
        </w:rPr>
        <w:t xml:space="preserve"> صدر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سّرل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جعل</w:t>
      </w:r>
      <w:r w:rsidRPr="00CD3FC2">
        <w:rPr>
          <w:rtl/>
        </w:rPr>
        <w:t xml:space="preserve"> 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راًمن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اً</w:t>
      </w:r>
      <w:r w:rsidRPr="00CD3FC2">
        <w:rPr>
          <w:rtl/>
        </w:rPr>
        <w:t xml:space="preserve"> اشددب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ظ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ری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قال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بوذر</w:t>
      </w:r>
      <w:r w:rsidRPr="00CD3FC2">
        <w:rPr>
          <w:rtl/>
        </w:rPr>
        <w:t>:فواللّٰ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مااستتمّ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الکلمة حتّی</w:t>
      </w:r>
      <w:r w:rsidRPr="00CD3FC2">
        <w:rPr>
          <w:rtl/>
        </w:rPr>
        <w:t xml:space="preserve"> اُنزل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من عنداللّٰ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،فقال ی</w:t>
      </w:r>
      <w:r w:rsidRPr="00CD3FC2">
        <w:rPr>
          <w:rFonts w:hint="eastAsia"/>
          <w:rtl/>
        </w:rPr>
        <w:t>امحمّد</w:t>
      </w:r>
      <w:r w:rsidRPr="00CD3FC2">
        <w:rPr>
          <w:rtl/>
        </w:rPr>
        <w:t>!إقرا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،فقال</w:t>
      </w:r>
      <w:r w:rsidRPr="00CD3FC2">
        <w:rPr>
          <w:rtl/>
        </w:rPr>
        <w:t>:وماا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قرا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؟قال</w:t>
      </w:r>
      <w:r w:rsidRPr="00CD3FC2">
        <w:rPr>
          <w:rtl/>
        </w:rPr>
        <w:t>:إقرا</w:t>
      </w:r>
      <w:r w:rsidRPr="003A13AB">
        <w:rPr>
          <w:rFonts w:hint="cs"/>
          <w:rtl/>
        </w:rPr>
        <w:t>ٴ</w:t>
      </w:r>
      <w:r w:rsidRPr="00CD3FC2">
        <w:rPr>
          <w:rtl/>
        </w:rPr>
        <w:t>:، ”إنّما ول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کم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ورسول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إلی</w:t>
      </w:r>
      <w:r w:rsidRPr="00CD3FC2">
        <w:rPr>
          <w:rtl/>
        </w:rPr>
        <w:t xml:space="preserve"> راکعون“الآ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”عبا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بن 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اس نے کہا:اس وقت جب عبداللہ بن عباس)مسجد الحرام </w:t>
      </w:r>
      <w:r w:rsidR="00A96ED8">
        <w:rPr>
          <w:rtl/>
        </w:rPr>
        <w:t xml:space="preserve">میں </w:t>
      </w:r>
      <w:r w:rsidRPr="00CD3FC2">
        <w:rPr>
          <w:rtl/>
        </w:rPr>
        <w:t>)زمزم کے کنارے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ٹھے</w:t>
      </w:r>
      <w:r w:rsidRPr="00CD3FC2">
        <w:rPr>
          <w:rtl/>
        </w:rPr>
        <w:t xml:space="preserve"> تھے ) اور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کررہے تھے)اچانک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عمامہ پوش شخص آپہونچا)اوررسول خدا (ص)سے اس طرح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نقل کرنا شروع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)کہ جب عبداللہ ابن عباس کہتے تھے:”قال رسول اللہ، (ص)“وہ شخص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کہتاتھا:”قال رسول اللہ (ص)۔“ابن عباس نے کہ:تمھ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بتاؤکہ تم کون ہو؟اس شخص نے اپنے چہرے سے نقاب ہٹائ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اورکہا:اے لوگو!جومجھے پہچانتاہے،وہ پہچانتاہے،اورجومجھے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پہچانتا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اسے اپنے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بتاد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ناچاہتاہوں</w:t>
      </w:r>
      <w:r w:rsidRPr="00CD3FC2">
        <w:rPr>
          <w:rtl/>
        </w:rPr>
        <w:t xml:space="preserve"> کہ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جندب،جنادئہ بدر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ٹا،ابوذرغفار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رسول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اپنے ان دونوں)کانوں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کرتے ہوئے)کا نوں سے سنا اگر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 ت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 ہو تو)م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کان)بہرے ہو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اوران دونوں انکھوں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کرتے ہوئے) آنکھوں سے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کھا</w:t>
      </w:r>
      <w:r w:rsidRPr="00CD3FC2">
        <w:rPr>
          <w:rtl/>
        </w:rPr>
        <w:t xml:space="preserve"> اگر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 ت درست نہ ہو تو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آنکھ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اندھ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سنا اور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کھا</w:t>
      </w:r>
      <w:r w:rsidRPr="00CD3FC2">
        <w:rPr>
          <w:rtl/>
        </w:rPr>
        <w:t>) فرما رہے تھے: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کوں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شوااور</w:t>
      </w:r>
      <w:r w:rsidRPr="00CD3FC2">
        <w:rPr>
          <w:rtl/>
        </w:rPr>
        <w:t xml:space="preserve"> کافروں کے قاتل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۔جوان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مددکرے گااس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خدا نصرت کرے گا،اورجوانھ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چھوڑدے گاخدااسے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چھوڑدے گا۔</w:t>
      </w:r>
    </w:p>
    <w:p w:rsidR="00016F40" w:rsidRDefault="00016F4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16F40" w:rsidRPr="00CD3FC2" w:rsidRDefault="00016F4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دن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رسول</w:t>
      </w:r>
      <w:r w:rsidRPr="00CD3FC2">
        <w:rPr>
          <w:rtl/>
        </w:rPr>
        <w:t xml:space="preserve"> خدا (ص)کے ساتھ ظہرک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نمازپڑھ رہاتھاکہ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سائل نے اہل مسجد سے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حاجت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>۔سائل نے اپنے ہاتھآسمان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بلند کئے اورکہا: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خداوندا</w:t>
      </w:r>
      <w:r w:rsidRPr="00CD3FC2">
        <w:rPr>
          <w:rtl/>
        </w:rPr>
        <w:t xml:space="preserve">! تو گواہ رہناکہ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مسجدالنب</w:t>
      </w:r>
      <w:r w:rsidRPr="00CD3FC2">
        <w:rPr>
          <w:rFonts w:hint="cs"/>
          <w:rtl/>
        </w:rPr>
        <w:t>ی</w:t>
      </w:r>
      <w:r w:rsidR="00016F40">
        <w:rPr>
          <w:rFonts w:hint="cs"/>
          <w:rtl/>
        </w:rPr>
        <w:t xml:space="preserve"> 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حاجت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>۔عل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السلام)رکوع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تھے،اپن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چھوٹ</w:t>
      </w:r>
      <w:r w:rsidRPr="00CD3FC2">
        <w:rPr>
          <w:rFonts w:hint="cs"/>
          <w:rtl/>
        </w:rPr>
        <w:t>ی</w:t>
      </w:r>
      <w:r w:rsidRPr="00CD3FC2">
        <w:rPr>
          <w:rtl/>
        </w:rPr>
        <w:t>)انگل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>)سے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۔سائل نے سامنے سے آکرانگوٹھ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آپ(ع)کے ہاتھ سے نکال 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۔رسول خدا (ص)اس واقع کے </w:t>
      </w:r>
      <w:r w:rsidRPr="00CD3FC2">
        <w:rPr>
          <w:rFonts w:hint="eastAsia"/>
          <w:rtl/>
        </w:rPr>
        <w:t>شاہد</w:t>
      </w:r>
      <w:r w:rsidRPr="00CD3FC2">
        <w:rPr>
          <w:rtl/>
        </w:rPr>
        <w:t xml:space="preserve"> اور گواہ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جب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(ص)نمازسے فارغ ہوئے آسمان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رخ کرکے عرض ک</w:t>
      </w:r>
      <w:r w:rsidRPr="00CD3FC2">
        <w:rPr>
          <w:rFonts w:hint="cs"/>
          <w:rtl/>
        </w:rPr>
        <w:t>ی</w:t>
      </w:r>
      <w:r w:rsidRPr="00CD3FC2">
        <w:rPr>
          <w:rtl/>
        </w:rPr>
        <w:t>:خداوندا!م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نے تجھ سے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 کہا”پروردگارا!م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کوکشادہ کردے،م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کام کو آسان کر دے اور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زبان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گرہوں کوکھول دے،تا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لوگ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سمجھ سک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ہارون کوم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دے،اس</w:t>
      </w:r>
      <w:r w:rsidRPr="00CD3FC2">
        <w:rPr>
          <w:rtl/>
        </w:rPr>
        <w:t xml:space="preserve"> سے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پشت کومضبوط کردے،اسے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کام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بنادے۔“)اس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درخواست کو بر لا)اور تو نے اس داستان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="00A96ED8">
        <w:rPr>
          <w:rFonts w:hint="eastAsia"/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:”ہم تمھارے بازؤں کوتمھارے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>)ہارون)سے مضبوط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گے</w:t>
      </w:r>
      <w:r w:rsidRPr="00CD3FC2">
        <w:rPr>
          <w:rtl/>
        </w:rPr>
        <w:t xml:space="preserve"> اورتمھ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 پرمسلط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خداوندا</w:t>
      </w:r>
      <w:r w:rsidRPr="00CD3FC2">
        <w:rPr>
          <w:rtl/>
        </w:rPr>
        <w:t>!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</w:t>
      </w:r>
      <w:r w:rsidRPr="00CD3FC2">
        <w:rPr>
          <w:rtl/>
        </w:rPr>
        <w:t xml:space="preserve"> بر گز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غمبرہوں،خداوندا</w:t>
      </w:r>
      <w:r w:rsidRPr="00CD3FC2">
        <w:rPr>
          <w:rtl/>
        </w:rPr>
        <w:t>!م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کوکشادہ کردے،م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کام کوآسان کر،م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(ع)کوم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رقراردے</w:t>
      </w:r>
      <w:r w:rsidRPr="00CD3FC2">
        <w:rPr>
          <w:rtl/>
        </w:rPr>
        <w:t xml:space="preserve"> اوراس سے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پشت کومضبوط کر۔)ابوذرکہتے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:)خدا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رسول خدا (ص)نے ابھ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تمام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tl/>
        </w:rPr>
        <w:t>ن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نازل ہوئے اورکہا:اے محمد!پڑھئے!) آنحضرت نے) کہا:ک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پڑھوں؟ )جبرئ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نے کہا)پڑھئ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ے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Pr="00CD3FC2">
        <w:rPr>
          <w:rtl/>
        </w:rPr>
        <w:t xml:space="preserve"> إ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016F40">
        <w:rPr>
          <w:rStyle w:val="libAieChar"/>
          <w:rtl/>
        </w:rPr>
        <w:t>نّماول</w:t>
      </w:r>
      <w:r w:rsidR="00E17DF7" w:rsidRPr="00016F40">
        <w:rPr>
          <w:rStyle w:val="libAieChar"/>
          <w:rFonts w:hint="cs"/>
          <w:rtl/>
        </w:rPr>
        <w:t>ی</w:t>
      </w:r>
      <w:r w:rsidR="00E17DF7" w:rsidRPr="00016F40">
        <w:rPr>
          <w:rStyle w:val="libAieChar"/>
          <w:rFonts w:hint="eastAsia"/>
          <w:rtl/>
        </w:rPr>
        <w:t>کم</w:t>
      </w:r>
      <w:r w:rsidR="00E17DF7" w:rsidRPr="00016F40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016F40">
        <w:rPr>
          <w:rStyle w:val="libAieChar"/>
          <w:rFonts w:hint="cs"/>
          <w:rtl/>
        </w:rPr>
        <w:t xml:space="preserve"> </w:t>
      </w:r>
      <w:r w:rsidR="00E17DF7" w:rsidRPr="00016F40">
        <w:rPr>
          <w:rStyle w:val="libAieChar"/>
          <w:rtl/>
        </w:rPr>
        <w:t>ورسول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طبرس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خاتمہ پرکہاہے:اس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کوابواسحاق 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سے)کہ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ذکرک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ہے)نقل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۔اس شان نزول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 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کوہم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مناسبتوں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اوران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د</w:t>
      </w:r>
      <w:r w:rsidRPr="00CD3FC2">
        <w:rPr>
          <w:rFonts w:hint="eastAsia"/>
          <w:rtl/>
        </w:rPr>
        <w:t>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حوالہ ابن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کے جواب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عرض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نظرواضح ہو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شان نزول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کے شک وشبہ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گنجا ئش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16F40" w:rsidRDefault="00016F4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90" w:name="_Toc508103339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سوالات اوران کے جوابات</w:t>
      </w:r>
      <w:bookmarkEnd w:id="9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چندسوالات کئے جا 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ں،مناسب</w:t>
      </w:r>
      <w:r w:rsidRPr="00CD3FC2">
        <w:rPr>
          <w:rtl/>
        </w:rPr>
        <w:t xml:space="preserve"> ہے ہم اس باب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کے جوابات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91" w:name="_Toc508103340"/>
      <w:r w:rsidRPr="00CD3FC2">
        <w:rPr>
          <w:rtl/>
          <w:lang w:bidi="fa-IR"/>
        </w:rPr>
        <w:t>۱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“کامعن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ہے؟</w:t>
      </w:r>
      <w:bookmarkEnd w:id="9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کہ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لئے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ہودونصار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کو اپنے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سے نہ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ہے۔چونکہ ان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’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اور“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ا’دوست“کے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ہے،اس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کے تحت درج ہے،لہذا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ہونا چاہئے۔اگرا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نہ ما ن</w:t>
      </w:r>
      <w:r w:rsidRPr="00CD3FC2">
        <w:rPr>
          <w:rFonts w:hint="cs"/>
          <w:rtl/>
        </w:rPr>
        <w:t>ی</w:t>
      </w:r>
      <w:r w:rsidRPr="00CD3FC2">
        <w:rPr>
          <w:rtl/>
        </w:rPr>
        <w:t>ں توس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واحد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تفک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لازم آ 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لئے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ہوتے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:”بس تمہارا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ادوست</w:t>
      </w:r>
      <w:r w:rsidRPr="00CD3FC2">
        <w:rPr>
          <w:rtl/>
        </w:rPr>
        <w:t xml:space="preserve"> اللہ اوراس کا رسول اور وہ صاحبان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نمازقائم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اورحالت خضوع اورانکسار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زکوٰةد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</w:p>
    <w:p w:rsidR="000B693F" w:rsidRPr="00CD3FC2" w:rsidRDefault="000B693F" w:rsidP="00107A46">
      <w:pPr>
        <w:pStyle w:val="Heading2Center"/>
        <w:rPr>
          <w:rtl/>
        </w:rPr>
      </w:pPr>
      <w:bookmarkStart w:id="92" w:name="_Toc508103341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9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اوّل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کا پا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نامنتف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>) چنانچہ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شان نزول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چکا ہے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دوضاحت</w:t>
      </w:r>
      <w:r w:rsidRPr="00CD3FC2">
        <w:rPr>
          <w:rtl/>
        </w:rPr>
        <w:t xml:space="preserve"> آگے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جائے گ</w:t>
      </w:r>
      <w:r w:rsidRPr="00CD3FC2">
        <w:rPr>
          <w:rFonts w:hint="cs"/>
          <w:rtl/>
        </w:rPr>
        <w:t>ی</w:t>
      </w:r>
      <w:r w:rsidRPr="00CD3FC2">
        <w:rPr>
          <w:rtl/>
        </w:rPr>
        <w:t>)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مستقل شان نزول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ہے۔نزول کامستقل ہونا اس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اپنے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مفا </w:t>
      </w: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کے لحاظ سے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سے مربوط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وتنظ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م،جس</w:t>
      </w:r>
      <w:r w:rsidRPr="00CD3FC2">
        <w:rPr>
          <w:rtl/>
        </w:rPr>
        <w:t xml:space="preserve"> طرح اس وقت موجود ہے،ا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اعتبار سے ہم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قرائت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باوجود اس کے کہ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نزول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کے لحاظ سے تناقض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جاتا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بعض سورہ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کہ جوپہلے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وہ موجودہ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قرآن کے آخر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نظ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آت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>:مک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سورے کہ جوقرآن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دکے</w:t>
      </w:r>
      <w:r w:rsidRPr="00CD3FC2">
        <w:rPr>
          <w:rtl/>
        </w:rPr>
        <w:t xml:space="preserve"> آخر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پارے </w:t>
      </w:r>
      <w:r w:rsidR="00A96ED8">
        <w:rPr>
          <w:rtl/>
        </w:rPr>
        <w:t xml:space="preserve">میں </w:t>
      </w:r>
    </w:p>
    <w:p w:rsidR="006D2A5E" w:rsidRDefault="006D2A5E" w:rsidP="004B12AB">
      <w:pPr>
        <w:pStyle w:val="libNormal"/>
        <w:rPr>
          <w:rtl/>
        </w:rPr>
      </w:pPr>
      <w:r>
        <w:rPr>
          <w:rtl/>
        </w:rPr>
        <w:br w:type="page"/>
      </w:r>
    </w:p>
    <w:p w:rsidR="006D2A5E" w:rsidRPr="00CD3FC2" w:rsidRDefault="006D2A5E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مو</w:t>
      </w:r>
      <w:r w:rsidRPr="00CD3FC2">
        <w:rPr>
          <w:rtl/>
        </w:rPr>
        <w:t xml:space="preserve"> جودہ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اورسور ے اس کے برعکس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>:سورئہ بقرہ کہ جوموجودہ تر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کے لحاظ سے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دکادوسراسورہ</w:t>
      </w:r>
      <w:r w:rsidRPr="00CD3FC2">
        <w:rPr>
          <w:rtl/>
        </w:rPr>
        <w:t xml:space="preserve"> ہے جب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ہونے والاپہلاسورہ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لہذا</w:t>
      </w:r>
      <w:r w:rsidRPr="00CD3FC2">
        <w:rPr>
          <w:rtl/>
        </w:rPr>
        <w:t xml:space="preserve"> مو جودہ تر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زمانہ نزول کے مطابق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ہے،اورمعلوم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ظہور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کا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زمانہ نزول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کہاجائے کہ:آ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اورسورتوں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تنظ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رنظرانجام</w:t>
      </w:r>
      <w:r w:rsidRPr="00CD3FC2">
        <w:rPr>
          <w:rtl/>
        </w:rPr>
        <w:t xml:space="preserve"> 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مناسبت اورمعنو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نظم کو مدنظررکھتے ہوئے ہرآ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اورسورہ کواپن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مناسب جگہ پرقرارد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۔اس لئے موجودہ تر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کا زمانہ نزول سے مختلف ہو ناس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کے لئے ضرر کا با</w:t>
      </w:r>
      <w:r w:rsidRPr="00CD3FC2">
        <w:rPr>
          <w:rFonts w:hint="eastAsia"/>
          <w:rtl/>
        </w:rPr>
        <w:t>عث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جواب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کہنا چا ئے:اگر 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ہے کہ موجودہ صوت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تنظ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اور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نگران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انجام 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مصلحت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جس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نظرہر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سورہ کو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جگ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پر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کے لئے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مصلحت نظم ومناسبت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رعا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معنو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رابطہ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مر بوط ہے 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لحا ظ سے ہر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نزول اگر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پچھل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سے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 پر ثابت ہوجائے تو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کاوجود ہے اورجس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نزول مستقل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مشکوک ہو تو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گزشتہ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متصل ہونا اس کے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کا سبب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 سکتا ہے۔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بحث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نزول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مستقل ہے اور مذکور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موجود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6D2A5E" w:rsidRDefault="006D2A5E" w:rsidP="004B12AB">
      <w:pPr>
        <w:pStyle w:val="libNormal"/>
        <w:rPr>
          <w:rtl/>
        </w:rPr>
      </w:pPr>
      <w:r>
        <w:rPr>
          <w:rtl/>
        </w:rPr>
        <w:br w:type="page"/>
      </w:r>
    </w:p>
    <w:p w:rsidR="006D2A5E" w:rsidRPr="00CD3FC2" w:rsidRDefault="006D2A5E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 اگر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پا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جائے پھر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گزشتہ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ثابت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”ول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“کا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دوست اور ناصر 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فرماتا ہے:</w:t>
      </w:r>
    </w:p>
    <w:p w:rsidR="000B693F" w:rsidRPr="00B76D20" w:rsidRDefault="00E17DF7" w:rsidP="00107A46">
      <w:pPr>
        <w:pStyle w:val="libNormal"/>
        <w:rPr>
          <w:rtl/>
        </w:rPr>
      </w:pPr>
      <w:r>
        <w:rPr>
          <w:rStyle w:val="libAieChar"/>
          <w:rFonts w:hint="cs"/>
          <w:rtl/>
        </w:rPr>
        <w:t xml:space="preserve"> </w:t>
      </w:r>
      <w:r w:rsidRPr="00E17DF7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ی</w:t>
      </w:r>
      <w:r w:rsidRPr="00016F40">
        <w:rPr>
          <w:rStyle w:val="libAieChar"/>
          <w:rFonts w:hint="eastAsia"/>
          <w:rtl/>
        </w:rPr>
        <w:t>اا</w:t>
      </w:r>
      <w:r w:rsidRPr="00016F40">
        <w:rPr>
          <w:rStyle w:val="libAieChar"/>
          <w:rFonts w:hint="cs"/>
          <w:rtl/>
        </w:rPr>
        <w:t>یّ</w:t>
      </w:r>
      <w:r w:rsidRPr="00BA57AE">
        <w:rPr>
          <w:rStyle w:val="libAieChar"/>
          <w:rFonts w:hint="cs"/>
          <w:rtl/>
        </w:rPr>
        <w:t>ه</w:t>
      </w:r>
      <w:r w:rsidRPr="00016F40">
        <w:rPr>
          <w:rStyle w:val="libAieChar"/>
          <w:rFonts w:hint="cs"/>
          <w:rtl/>
        </w:rPr>
        <w:t>االّذی</w:t>
      </w:r>
      <w:r w:rsidRPr="00016F40">
        <w:rPr>
          <w:rStyle w:val="libAieChar"/>
          <w:rFonts w:hint="eastAsia"/>
          <w:rtl/>
        </w:rPr>
        <w:t>ن</w:t>
      </w:r>
      <w:r w:rsidRPr="00016F40">
        <w:rPr>
          <w:rStyle w:val="libAieChar"/>
          <w:rtl/>
        </w:rPr>
        <w:t xml:space="preserve"> آمنوالا تتخذواال</w:t>
      </w:r>
      <w:r w:rsidRPr="00016F40">
        <w:rPr>
          <w:rStyle w:val="libAieChar"/>
          <w:rFonts w:hint="cs"/>
          <w:rtl/>
        </w:rPr>
        <w:t>ی</w:t>
      </w:r>
      <w:r w:rsidRPr="00BA57AE">
        <w:rPr>
          <w:rStyle w:val="libAieChar"/>
          <w:rFonts w:hint="cs"/>
          <w:rtl/>
        </w:rPr>
        <w:t>ه</w:t>
      </w:r>
      <w:r w:rsidRPr="00016F40">
        <w:rPr>
          <w:rStyle w:val="libAieChar"/>
          <w:rFonts w:hint="cs"/>
          <w:rtl/>
        </w:rPr>
        <w:t>ود</w:t>
      </w:r>
      <w:r w:rsidRPr="00016F40">
        <w:rPr>
          <w:rStyle w:val="libAieChar"/>
          <w:rtl/>
        </w:rPr>
        <w:t xml:space="preserve"> والنصار</w:t>
      </w:r>
      <w:r w:rsidRPr="00016F40">
        <w:rPr>
          <w:rStyle w:val="libAieChar"/>
          <w:rFonts w:hint="cs"/>
          <w:rtl/>
        </w:rPr>
        <w:t>یٰ</w:t>
      </w:r>
      <w:r w:rsidRPr="00016F40">
        <w:rPr>
          <w:rStyle w:val="libAieChar"/>
          <w:rtl/>
        </w:rPr>
        <w:t xml:space="preserve"> اول</w:t>
      </w:r>
      <w:r w:rsidRPr="00016F40">
        <w:rPr>
          <w:rStyle w:val="libAieChar"/>
          <w:rFonts w:hint="cs"/>
          <w:rtl/>
        </w:rPr>
        <w:t>ی</w:t>
      </w:r>
      <w:r w:rsidRPr="00016F40">
        <w:rPr>
          <w:rStyle w:val="libAieChar"/>
          <w:rFonts w:hint="eastAsia"/>
          <w:rtl/>
        </w:rPr>
        <w:t>اء</w:t>
      </w:r>
      <w:r w:rsidRPr="00016F40">
        <w:rPr>
          <w:rStyle w:val="libAieChar"/>
          <w:rtl/>
        </w:rPr>
        <w:t xml:space="preserve"> بعض</w:t>
      </w:r>
      <w:r w:rsidRPr="00BA57AE">
        <w:rPr>
          <w:rStyle w:val="libAieChar"/>
          <w:rFonts w:hint="cs"/>
          <w:rtl/>
        </w:rPr>
        <w:t>ه</w:t>
      </w:r>
      <w:r w:rsidRPr="00016F40">
        <w:rPr>
          <w:rStyle w:val="libAieChar"/>
          <w:rFonts w:hint="cs"/>
          <w:rtl/>
        </w:rPr>
        <w:t>م اولی</w:t>
      </w:r>
      <w:r w:rsidRPr="00016F40">
        <w:rPr>
          <w:rStyle w:val="libAieChar"/>
          <w:rFonts w:hint="eastAsia"/>
          <w:rtl/>
        </w:rPr>
        <w:t>ائ</w:t>
      </w:r>
      <w:r w:rsidRPr="00016F40">
        <w:rPr>
          <w:rStyle w:val="libAieChar"/>
          <w:rtl/>
        </w:rPr>
        <w:t xml:space="preserve"> بعض</w:t>
      </w:r>
      <w:r>
        <w:rPr>
          <w:rStyle w:val="libAieChar"/>
          <w:rFonts w:hint="cs"/>
          <w:rtl/>
        </w:rPr>
        <w:t xml:space="preserve"> </w:t>
      </w:r>
      <w:r w:rsidRPr="00E17DF7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0B693F" w:rsidRPr="00B76D20">
        <w:rPr>
          <w:rtl/>
        </w:rPr>
        <w:t>۔۔۔ )مائدہ/۵۱)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والو!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اور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کو اپنا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وسر پرست نہ قرار دو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خودآپس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کے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>) ہمارے مذکورہ اشارہ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نظر)ولا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ت،سر</w:t>
      </w:r>
      <w:r w:rsidRPr="00CD3FC2">
        <w:rPr>
          <w:rtl/>
        </w:rPr>
        <w:t xml:space="preserve">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اورصاحب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کہ:اگر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دوست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نصرت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 تواس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لازم آ ئے گا کہ اس کا مفہوم خلاف واقع ہو،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ہوں گے ” بس تمہارا مدد گار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ادوست</w:t>
      </w:r>
      <w:r w:rsidRPr="00CD3FC2">
        <w:rPr>
          <w:rtl/>
        </w:rPr>
        <w:t xml:space="preserve"> اللہ اور اس کا رسول اور وہ صاحبان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نماز قائم کرتے ہ</w:t>
      </w:r>
      <w:r w:rsidRPr="00CD3FC2">
        <w:rPr>
          <w:rFonts w:hint="cs"/>
          <w:rtl/>
        </w:rPr>
        <w:t>ی</w:t>
      </w:r>
      <w:r w:rsidRPr="00CD3FC2">
        <w:rPr>
          <w:rtl/>
        </w:rPr>
        <w:t>ں اور رکوع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زکواة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۔“جبکہ معلوم ہے کہ 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مدد گاراوردوست ان افراد تک محدود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جورکوع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زکواة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بلکہ تمام 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کے مدد گاراوردوست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!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”راکعون“کے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بارگاہ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خضوع وخشوع کرنے والے 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اوررکوع کے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جھکنے اور خم ہو نے 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 مطالب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نظر،س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موضوع بحث سے خارج ہے اور اس کے وجودک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مقصود کو</w:t>
      </w:r>
      <w:r w:rsidRPr="00CD3FC2">
        <w:rPr>
          <w:rFonts w:hint="eastAsia"/>
          <w:rtl/>
        </w:rPr>
        <w:t>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پہنچاتاہے ۔</w:t>
      </w:r>
    </w:p>
    <w:p w:rsidR="00016F40" w:rsidRDefault="00016F4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BA57AE">
      <w:pPr>
        <w:pStyle w:val="Heading2Center"/>
        <w:rPr>
          <w:rtl/>
        </w:rPr>
      </w:pPr>
      <w:bookmarkStart w:id="93" w:name="_Toc508103342"/>
      <w:r w:rsidRPr="00CD3FC2">
        <w:rPr>
          <w:rtl/>
          <w:lang w:bidi="fa-IR"/>
        </w:rPr>
        <w:lastRenderedPageBreak/>
        <w:t>۲</w:t>
      </w:r>
      <w:r w:rsidRPr="00CD3FC2">
        <w:rPr>
          <w:rtl/>
        </w:rPr>
        <w:t>۔مذکورہ شا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)حالت رکوع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(ع)کاانفاق کر نا)ثابت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  <w:bookmarkEnd w:id="93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بعض</w:t>
      </w:r>
      <w:r w:rsidRPr="00CD3FC2">
        <w:rPr>
          <w:rtl/>
        </w:rPr>
        <w:t xml:space="preserve"> افراد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پراعتراض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 کہا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واقعہ)ام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 نماز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انفاق کرنا اوراس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نازل ہونا)ثابت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ہے۔رہ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 ت کہ 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داستان کو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تووہ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اورغ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رو</w:t>
      </w: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زکرنے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ںرکھتاہے،اوربڑے</w:t>
      </w:r>
      <w:r w:rsidRPr="00CD3FC2">
        <w:rPr>
          <w:rtl/>
        </w:rPr>
        <w:t xml:space="preserve"> محدث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اورابن حاتم وغ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نے اس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داستانوں کونقل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اہے؟</w:t>
      </w:r>
      <w:r w:rsidRPr="00CD3FC2">
        <w:rPr>
          <w:rtl/>
        </w:rPr>
        <w:t>!</w:t>
      </w:r>
    </w:p>
    <w:p w:rsidR="000B693F" w:rsidRPr="00CD3FC2" w:rsidRDefault="000B693F" w:rsidP="00107A46">
      <w:pPr>
        <w:pStyle w:val="Heading2Center"/>
        <w:rPr>
          <w:rtl/>
        </w:rPr>
      </w:pPr>
      <w:bookmarkStart w:id="94" w:name="_Toc508103343"/>
      <w:r w:rsidRPr="00CD3FC2">
        <w:rPr>
          <w:rFonts w:hint="eastAsia"/>
          <w:rtl/>
        </w:rPr>
        <w:t>جواب</w:t>
      </w:r>
      <w:r w:rsidRPr="00CD3FC2">
        <w:rPr>
          <w:rtl/>
        </w:rPr>
        <w:t xml:space="preserve"> :</w:t>
      </w:r>
      <w:bookmarkEnd w:id="94"/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واہلسنت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اورحد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سندمعتبرہے۔چونکہ ان سب کو نقل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گنجائش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ہے،اس لئے ہم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کے حوالے 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ذکرکرتے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="00016F40" w:rsidRPr="00F82107">
        <w:rPr>
          <w:rStyle w:val="libFootnotenumChar"/>
          <w:rFonts w:hint="cs"/>
          <w:rtl/>
        </w:rPr>
        <w:t>(1)</w:t>
      </w:r>
    </w:p>
    <w:p w:rsidR="00016F40" w:rsidRPr="00016F40" w:rsidRDefault="00016F4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6D2A5E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 احقاق الحق/ج۳/ص۳۹۹ تا۴۱۱، احکام القرآن جصاص/ج۲/ص۴۴۶، اربع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الفوارس/ص۲۲مخطوط، ارجح المطالب/ص۱۶۹طبع لاہور )بہ نقل احقاق الحق) ، اسباب النزول/ص۱۳۳انتشارات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رض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اصول کاف</w:t>
      </w:r>
      <w:r w:rsidRPr="00CD3FC2">
        <w:rPr>
          <w:rFonts w:hint="cs"/>
          <w:rtl/>
        </w:rPr>
        <w:t>ی</w:t>
      </w:r>
      <w:r w:rsidRPr="00CD3FC2">
        <w:rPr>
          <w:rtl/>
        </w:rPr>
        <w:t>/ج۱/ص۱۴۳/ح ۷ وص۱۴۶/ح۱۶وص۲۲۸/ح۳ المکتبةالاسلام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، انساب الاشراف/ج۲/ص۳۸۱دار ال</w:t>
      </w:r>
      <w:r w:rsidRPr="00CD3FC2">
        <w:rPr>
          <w:rFonts w:hint="eastAsia"/>
          <w:rtl/>
        </w:rPr>
        <w:t>فکر،</w:t>
      </w:r>
      <w:r w:rsidRPr="00CD3FC2">
        <w:rPr>
          <w:rtl/>
        </w:rPr>
        <w:t xml:space="preserve"> البدا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والنہا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>)تار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)/ج۷/ص۳۷۱دارالکتب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بحرالعلوم)تفس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السمر قند</w:t>
      </w:r>
      <w:r w:rsidRPr="00CD3FC2">
        <w:rPr>
          <w:rFonts w:hint="cs"/>
          <w:rtl/>
        </w:rPr>
        <w:t>ی</w:t>
      </w:r>
      <w:r w:rsidRPr="00CD3FC2">
        <w:rPr>
          <w:rtl/>
        </w:rPr>
        <w:t>)/ج۱/ص۴۴۵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="006D2A5E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البحر</w:t>
      </w:r>
      <w:r w:rsidRPr="00CD3FC2">
        <w:rPr>
          <w:rtl/>
        </w:rPr>
        <w:t xml:space="preserve"> 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</w:t>
      </w:r>
      <w:r w:rsidRPr="00CD3FC2">
        <w:rPr>
          <w:rtl/>
        </w:rPr>
        <w:t>/ج۳/ص۵۱۴مؤ سسةالتار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دمشق/ج۴۲/ص۳۵۶و۳۵۷دارالفکر، ترجمة الامام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</w:t>
      </w:r>
      <w:r w:rsidRPr="00CD3FC2">
        <w:rPr>
          <w:rtl/>
        </w:rPr>
        <w:t xml:space="preserve">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/ج۲/ص۴۰۹و۴۱۰دار التعارف للمطبو عات، التسہ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لعلوم التنذ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>/ج۱۰ص۱۸۱دارالفکر</w:t>
      </w:r>
      <w:r w:rsidRPr="00CD3FC2">
        <w:rPr>
          <w:rFonts w:hint="eastAsia"/>
          <w:rtl/>
        </w:rPr>
        <w:t>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رابن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/ج۲/ص۷۴دارالمعرفة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ضاو</w:t>
      </w:r>
      <w:r w:rsidRPr="00CD3FC2">
        <w:rPr>
          <w:rFonts w:hint="cs"/>
          <w:rtl/>
        </w:rPr>
        <w:t>ی</w:t>
      </w:r>
      <w:r w:rsidRPr="00CD3FC2">
        <w:rPr>
          <w:rtl/>
        </w:rPr>
        <w:t>/ج۱/ص۲۷۲دار 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الخازن/ج۱/ص۴۶۸دار الفکر،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فرات/ج۱/ص۱۲۳۔۱۲۹،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القرآن /ابن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حاتم/ج۴/ص۱۱۶۲المکتبةالاہل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>/ج۶/جزء۱۲/ص۲۶داراح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جامع ا</w:t>
      </w:r>
      <w:r w:rsidRPr="00CD3FC2">
        <w:rPr>
          <w:rFonts w:hint="eastAsia"/>
          <w:rtl/>
        </w:rPr>
        <w:t>حکام</w:t>
      </w:r>
      <w:r w:rsidRPr="00CD3FC2">
        <w:rPr>
          <w:rtl/>
        </w:rPr>
        <w:t xml:space="preserve"> القرآن ۔ج۶/ص۲۲۱و۲۲۲دارالفکر، جامع الاصول/ج۹/ص۴۷۸/ح۶۵۰۳داراح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جامع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>/ج۴/جزء ۶/ص۱۸۶دار المعرفة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الجواہر الحسان/ج۲/ص۳۹۶داراح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ةالشہاب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/ج۳/ص۲۵۷دار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ةالصاو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رجلال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/ج۱/ص۲۹۱ دار الفکر، الحاو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للفتاو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مکتبة القدس قاہرہ)بہ نقل احقاق الحق)، الدر المنثور/ج۳/ص۱۰۵و۱۰۶ دارالفکر، ذخائر العقب</w:t>
      </w:r>
      <w:r w:rsidRPr="00CD3FC2">
        <w:rPr>
          <w:rFonts w:hint="cs"/>
          <w:rtl/>
        </w:rPr>
        <w:t>ی</w:t>
      </w:r>
      <w:r w:rsidRPr="00CD3FC2">
        <w:rPr>
          <w:rtl/>
        </w:rPr>
        <w:t>/ص۸۸ مؤسسة الوفائ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روح المعان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/ج۶/ص۱۶۷ 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الر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اض</w:t>
      </w:r>
      <w:r w:rsidRPr="00CD3FC2">
        <w:rPr>
          <w:rtl/>
        </w:rPr>
        <w:t xml:space="preserve"> النضرة /ج۲/ص۱۸۲دار الند وة الجد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دة،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شرح</w:t>
      </w:r>
      <w:r w:rsidRPr="00CD3FC2">
        <w:rPr>
          <w:rtl/>
        </w:rPr>
        <w:t xml:space="preserve"> المقاصد تفتازان</w:t>
      </w:r>
      <w:r w:rsidRPr="00CD3FC2">
        <w:rPr>
          <w:rFonts w:hint="cs"/>
          <w:rtl/>
        </w:rPr>
        <w:t>ی</w:t>
      </w:r>
      <w:r w:rsidRPr="00CD3FC2">
        <w:rPr>
          <w:rtl/>
        </w:rPr>
        <w:t>/ج۵/ص۲۷۰و۲۷۱، شرح المواقف جر جان</w:t>
      </w:r>
      <w:r w:rsidRPr="00CD3FC2">
        <w:rPr>
          <w:rFonts w:hint="cs"/>
          <w:rtl/>
        </w:rPr>
        <w:t>ی</w:t>
      </w:r>
      <w:r w:rsidRPr="00CD3FC2">
        <w:rPr>
          <w:rtl/>
        </w:rPr>
        <w:t>/ج۸/ص۳۶۰، شرح نہج البلاغہ/۱بن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</w:t>
      </w:r>
      <w:r w:rsidRPr="00CD3FC2">
        <w:rPr>
          <w:rtl/>
        </w:rPr>
        <w:t xml:space="preserve"> 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/ص۲۰۹ تاص۲۴۸)۲۶حد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>)، غرائب القرآن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شاپور</w:t>
      </w:r>
      <w:r w:rsidRPr="00CD3FC2">
        <w:rPr>
          <w:rFonts w:hint="cs"/>
          <w:rtl/>
        </w:rPr>
        <w:t>ی</w:t>
      </w:r>
      <w:r w:rsidRPr="00CD3FC2">
        <w:rPr>
          <w:rtl/>
        </w:rPr>
        <w:t>/ج۲/جزء۶/ص۶۰۶/دار 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فتح القد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)تفس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شوکان</w:t>
      </w:r>
      <w:r w:rsidRPr="00CD3FC2">
        <w:rPr>
          <w:rFonts w:hint="cs"/>
          <w:rtl/>
        </w:rPr>
        <w:t>ی</w:t>
      </w:r>
      <w:r w:rsidRPr="00CD3FC2">
        <w:rPr>
          <w:rtl/>
        </w:rPr>
        <w:t>)/ج۲ص۶۶/دار 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فرائد الس</w:t>
      </w:r>
      <w:r w:rsidRPr="00CD3FC2">
        <w:rPr>
          <w:rFonts w:hint="eastAsia"/>
          <w:rtl/>
        </w:rPr>
        <w:t>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/ابراہ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محمد 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/ج۱/ص۱۸۷وص۱۹۵/مؤسسة المحمود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الفصول المہمة/ص۱۲۳و۱۲۴/منثورات الا علم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تہران، الکشاف /زمخشر</w:t>
      </w:r>
      <w:r w:rsidRPr="00CD3FC2">
        <w:rPr>
          <w:rFonts w:hint="cs"/>
          <w:rtl/>
        </w:rPr>
        <w:t>ی</w:t>
      </w:r>
      <w:r w:rsidRPr="00CD3FC2">
        <w:rPr>
          <w:rtl/>
        </w:rPr>
        <w:t>/ج۱/ص۳۴۷دار المعرفة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کفا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الطالب/ص۲۴۹وص۲۵۰/داراح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تراث اہل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ت،</w:t>
      </w:r>
      <w:r w:rsidRPr="00CD3FC2">
        <w:rPr>
          <w:rtl/>
        </w:rPr>
        <w:t xml:space="preserve"> کنزالعمال/ج۱۳/ص۱۰۸وص۱۶۵/مؤسسةالرسالة، اللباب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علوم الکتاب /ج۷/ص۳۹۰ وص۳۹۸/دارالکتب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مجمع الزوائد/ج</w:t>
      </w:r>
      <w:r w:rsidR="006D2A5E">
        <w:rPr>
          <w:rFonts w:hint="cs"/>
          <w:rtl/>
        </w:rPr>
        <w:t xml:space="preserve"> </w:t>
      </w:r>
      <w:r w:rsidR="006D2A5E" w:rsidRPr="00CD3FC2">
        <w:rPr>
          <w:rtl/>
        </w:rPr>
        <w:t>۷/ص۸۰/دارالفکر۔ المرا جعات/ص۲۵۷،مرقاة المفات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ح</w:t>
      </w:r>
      <w:r w:rsidR="006D2A5E" w:rsidRPr="00CD3FC2">
        <w:rPr>
          <w:rtl/>
        </w:rPr>
        <w:t>/ج۱۰/ص۴۶۲/دارالفکر مطالب السؤول/ج۱/ص۸۶ و۸۷، معالم التنز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ل</w:t>
      </w:r>
      <w:r w:rsidR="006D2A5E" w:rsidRPr="00CD3FC2">
        <w:rPr>
          <w:rtl/>
        </w:rPr>
        <w:t>/ج۲/ص۴۷ المعجم الاوسط/ج۷/ص۱۲۹وص۱۳۰/مکتبة المعارف الر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اض،</w:t>
      </w:r>
      <w:r w:rsidR="006D2A5E" w:rsidRPr="00CD3FC2">
        <w:rPr>
          <w:rtl/>
        </w:rPr>
        <w:t xml:space="preserve"> معرفة علوم الحد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ث</w:t>
      </w:r>
      <w:r w:rsidR="006D2A5E" w:rsidRPr="00CD3FC2">
        <w:rPr>
          <w:rtl/>
        </w:rPr>
        <w:t>/ص۱۰۲/دارالکتب العلم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ة</w:t>
      </w:r>
      <w:r w:rsidR="006D2A5E" w:rsidRPr="00CD3FC2">
        <w:rPr>
          <w:rtl/>
        </w:rPr>
        <w:t xml:space="preserve"> ب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روت</w:t>
      </w:r>
      <w:r w:rsidR="006D2A5E" w:rsidRPr="00CD3FC2">
        <w:rPr>
          <w:rtl/>
        </w:rPr>
        <w:t xml:space="preserve"> منا قب ابن مغازل</w:t>
      </w:r>
      <w:r w:rsidR="006D2A5E" w:rsidRPr="00CD3FC2">
        <w:rPr>
          <w:rFonts w:hint="cs"/>
          <w:rtl/>
        </w:rPr>
        <w:t>ی</w:t>
      </w:r>
      <w:r w:rsidR="006D2A5E" w:rsidRPr="00CD3FC2">
        <w:rPr>
          <w:rtl/>
        </w:rPr>
        <w:t>/ص۳۱۱/المکتبة الاسلام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ة،</w:t>
      </w:r>
      <w:r w:rsidR="006D2A5E" w:rsidRPr="00CD3FC2">
        <w:rPr>
          <w:rtl/>
        </w:rPr>
        <w:t xml:space="preserve"> مناقب خو</w:t>
      </w:r>
      <w:r w:rsidR="006D2A5E" w:rsidRPr="00CD3FC2">
        <w:rPr>
          <w:rFonts w:hint="eastAsia"/>
          <w:rtl/>
        </w:rPr>
        <w:t>ارزم</w:t>
      </w:r>
      <w:r w:rsidR="006D2A5E" w:rsidRPr="00CD3FC2">
        <w:rPr>
          <w:rFonts w:hint="cs"/>
          <w:rtl/>
        </w:rPr>
        <w:t>ی</w:t>
      </w:r>
      <w:r w:rsidR="006D2A5E" w:rsidRPr="00CD3FC2">
        <w:rPr>
          <w:rtl/>
        </w:rPr>
        <w:t>/ص۲۶۴ وص۲۶۵وص۲۶۶/مؤسسة النشر الاسلام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،</w:t>
      </w:r>
      <w:r w:rsidR="006D2A5E" w:rsidRPr="00CD3FC2">
        <w:rPr>
          <w:rtl/>
        </w:rPr>
        <w:t xml:space="preserve"> مواقف ا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ج</w:t>
      </w:r>
      <w:r w:rsidR="006D2A5E" w:rsidRPr="00CD3FC2">
        <w:rPr>
          <w:rFonts w:hint="cs"/>
          <w:rtl/>
        </w:rPr>
        <w:t>ی</w:t>
      </w:r>
      <w:r w:rsidR="006D2A5E" w:rsidRPr="00CD3FC2">
        <w:rPr>
          <w:rtl/>
        </w:rPr>
        <w:t xml:space="preserve"> /ج۸/ص۳۶۰ نظم درر السمط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ن</w:t>
      </w:r>
      <w:r w:rsidR="006D2A5E" w:rsidRPr="00CD3FC2">
        <w:rPr>
          <w:rtl/>
        </w:rPr>
        <w:t>/ص۸۶/مطبعة القضاء)بہ نقل احقاق الحق)، النکت والع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ون</w:t>
      </w:r>
      <w:r w:rsidR="006D2A5E" w:rsidRPr="00CD3FC2">
        <w:rPr>
          <w:rtl/>
        </w:rPr>
        <w:t>)تفس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ر</w:t>
      </w:r>
      <w:r w:rsidR="006D2A5E" w:rsidRPr="00CD3FC2">
        <w:rPr>
          <w:rtl/>
        </w:rPr>
        <w:t xml:space="preserve"> الماورد</w:t>
      </w:r>
      <w:r w:rsidR="006D2A5E" w:rsidRPr="00CD3FC2">
        <w:rPr>
          <w:rFonts w:hint="cs"/>
          <w:rtl/>
        </w:rPr>
        <w:t>ی</w:t>
      </w:r>
      <w:r w:rsidR="006D2A5E" w:rsidRPr="00CD3FC2">
        <w:rPr>
          <w:rtl/>
        </w:rPr>
        <w:t>)/ج۲/ص۴۹/مؤسسة الکتب الثقا ف</w:t>
      </w:r>
      <w:r w:rsidR="006D2A5E" w:rsidRPr="00CD3FC2">
        <w:rPr>
          <w:rFonts w:hint="cs"/>
          <w:rtl/>
        </w:rPr>
        <w:t>ی</w:t>
      </w:r>
      <w:r w:rsidR="006D2A5E" w:rsidRPr="00CD3FC2">
        <w:rPr>
          <w:rFonts w:hint="eastAsia"/>
          <w:rtl/>
        </w:rPr>
        <w:t>ةنورالابصار</w:t>
      </w:r>
      <w:r w:rsidR="006D2A5E" w:rsidRPr="00CD3FC2">
        <w:rPr>
          <w:rtl/>
        </w:rPr>
        <w:t>/ص۸۶ و۸۷/دارالفکر</w:t>
      </w:r>
    </w:p>
    <w:p w:rsidR="00016F40" w:rsidRDefault="00016F4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16F40" w:rsidRPr="00CD3FC2" w:rsidRDefault="00016F4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قسم کے معتبرواقعہ کوجعل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کہنا،ام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مقدس بار گاہ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جسارت اور ان بڑے محدث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ہے کہ جنہوں نے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!اور 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متعلق اس طرح کے گستاخانہ اعترا ضات کہ وہ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اورغ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</w:t>
      </w:r>
      <w:r w:rsidRPr="00CD3FC2">
        <w:rPr>
          <w:rFonts w:hint="cs"/>
          <w:rtl/>
        </w:rPr>
        <w:t>ی</w:t>
      </w:r>
      <w:r w:rsidRPr="00CD3FC2">
        <w:rPr>
          <w:rtl/>
        </w:rPr>
        <w:t>ز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رکھتاہے،جب کہ اہل سنت کے علمائے رجال نے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تمج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مانے</w:t>
      </w:r>
      <w:r w:rsidRPr="00CD3FC2">
        <w:rPr>
          <w:rtl/>
        </w:rPr>
        <w:t xml:space="preserve"> پر اس کو سر اہا اور نوازاہے۔ہم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پرنمونہ کے طورپران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صرف دوبزرگوں کے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علمائاہل</w:t>
      </w:r>
      <w:r w:rsidRPr="00CD3FC2">
        <w:rPr>
          <w:rtl/>
        </w:rPr>
        <w:t xml:space="preserve"> سنت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 رجال کے ماہر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مشہور ومعروف عالم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شناس،ذہب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: 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6D2A5E">
        <w:rPr>
          <w:rStyle w:val="libArabicChar"/>
          <w:rFonts w:hint="eastAsia"/>
          <w:rtl/>
        </w:rPr>
        <w:t>الإمام</w:t>
      </w:r>
      <w:r w:rsidRPr="006D2A5E">
        <w:rPr>
          <w:rStyle w:val="libArabicChar"/>
          <w:rtl/>
        </w:rPr>
        <w:t xml:space="preserve"> الحافظ العلا مة ش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خ</w:t>
      </w:r>
      <w:r w:rsidRPr="006D2A5E">
        <w:rPr>
          <w:rStyle w:val="libArabicChar"/>
          <w:rtl/>
        </w:rPr>
        <w:t xml:space="preserve"> التفس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ر</w:t>
      </w:r>
      <w:r w:rsidRPr="006D2A5E">
        <w:rPr>
          <w:rStyle w:val="libArabicChar"/>
          <w:rtl/>
        </w:rPr>
        <w:t xml:space="preserve"> کان ا</w:t>
      </w:r>
      <w:r w:rsidRPr="006D2A5E">
        <w:rPr>
          <w:rStyle w:val="libArabicChar"/>
          <w:rFonts w:hint="cs"/>
          <w:rtl/>
        </w:rPr>
        <w:t>ٴ</w:t>
      </w:r>
      <w:r w:rsidRPr="006D2A5E">
        <w:rPr>
          <w:rStyle w:val="libArabicChar"/>
          <w:rFonts w:hint="eastAsia"/>
          <w:rtl/>
        </w:rPr>
        <w:t>حد</w:t>
      </w:r>
      <w:r w:rsidRPr="006D2A5E">
        <w:rPr>
          <w:rStyle w:val="libArabicChar"/>
          <w:rtl/>
        </w:rPr>
        <w:t xml:space="preserve"> ا</w:t>
      </w:r>
      <w:r w:rsidRPr="006D2A5E">
        <w:rPr>
          <w:rStyle w:val="libArabicChar"/>
          <w:rFonts w:hint="cs"/>
          <w:rtl/>
        </w:rPr>
        <w:t>ٴ</w:t>
      </w:r>
      <w:r w:rsidRPr="006D2A5E">
        <w:rPr>
          <w:rStyle w:val="libArabicChar"/>
          <w:rFonts w:hint="eastAsia"/>
          <w:rtl/>
        </w:rPr>
        <w:t>و</w:t>
      </w:r>
      <w:r w:rsidRPr="006D2A5E">
        <w:rPr>
          <w:rStyle w:val="libArabicChar"/>
          <w:rtl/>
        </w:rPr>
        <w:t xml:space="preserve"> ع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ة</w:t>
      </w:r>
      <w:r w:rsidRPr="006D2A5E">
        <w:rPr>
          <w:rStyle w:val="libArabicChar"/>
          <w:rtl/>
        </w:rPr>
        <w:t xml:space="preserve"> العلم وکان صادقاً موثقاًبص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راً</w:t>
      </w:r>
      <w:r w:rsidRPr="006D2A5E">
        <w:rPr>
          <w:rStyle w:val="libArabicChar"/>
          <w:rtl/>
        </w:rPr>
        <w:t xml:space="preserve"> بالعرب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ة</w:t>
      </w:r>
      <w:r w:rsidRPr="00B76D20">
        <w:rPr>
          <w:rFonts w:hint="eastAsia"/>
          <w:rtl/>
        </w:rPr>
        <w:t>“</w:t>
      </w:r>
      <w:r w:rsidR="006D2A5E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:وہ امام،حافظ،علامہ،استادتفس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علم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خزانہ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۔وہ سچّے،قابل اعتماداورعرب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 کے حوالے سے 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معلو مات اور گہر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نظررکھنے والے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۔عبدالغافر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”منتخب</w:t>
      </w:r>
      <w:r w:rsidRPr="00CD3FC2">
        <w:rPr>
          <w:rtl/>
        </w:rPr>
        <w:t xml:space="preserve">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شاپور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B76D20" w:rsidRDefault="000B693F" w:rsidP="00BA57AE">
      <w:pPr>
        <w:pStyle w:val="libNormal"/>
        <w:rPr>
          <w:rtl/>
        </w:rPr>
      </w:pPr>
      <w:r w:rsidRPr="00B76D20">
        <w:rPr>
          <w:rFonts w:hint="eastAsia"/>
          <w:rtl/>
        </w:rPr>
        <w:t>”</w:t>
      </w:r>
      <w:r w:rsidRPr="006D2A5E">
        <w:rPr>
          <w:rStyle w:val="libArabicChar"/>
          <w:rFonts w:hint="eastAsia"/>
          <w:rtl/>
        </w:rPr>
        <w:t>احمد</w:t>
      </w:r>
      <w:r w:rsidRPr="006D2A5E">
        <w:rPr>
          <w:rStyle w:val="libArabicChar"/>
          <w:rtl/>
        </w:rPr>
        <w:t xml:space="preserve"> بن محمدبن ابرا</w:t>
      </w:r>
      <w:r w:rsidR="00BA57AE" w:rsidRPr="003A13AB">
        <w:rPr>
          <w:rStyle w:val="libArabicChar"/>
          <w:rFonts w:hint="cs"/>
          <w:rtl/>
        </w:rPr>
        <w:t>ه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م</w:t>
      </w:r>
      <w:r w:rsidRPr="006D2A5E">
        <w:rPr>
          <w:rStyle w:val="libArabicChar"/>
          <w:rFonts w:hint="cs"/>
          <w:rtl/>
        </w:rPr>
        <w:t>المقری</w:t>
      </w:r>
      <w:r w:rsidRPr="006D2A5E">
        <w:rPr>
          <w:rStyle w:val="libArabicChar"/>
          <w:rFonts w:hint="eastAsia"/>
          <w:rtl/>
        </w:rPr>
        <w:t>ء</w:t>
      </w:r>
      <w:r w:rsidRPr="006D2A5E">
        <w:rPr>
          <w:rStyle w:val="libArabicChar"/>
          <w:rtl/>
        </w:rPr>
        <w:t xml:space="preserve"> المفسر الواعظ،الاد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ب،الثقة،الحافظ،صاحب</w:t>
      </w:r>
      <w:r w:rsidRPr="006D2A5E">
        <w:rPr>
          <w:rStyle w:val="libArabicChar"/>
          <w:rtl/>
        </w:rPr>
        <w:t xml:space="preserve"> التصان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ف</w:t>
      </w:r>
      <w:r w:rsidRPr="006D2A5E">
        <w:rPr>
          <w:rStyle w:val="libArabicChar"/>
          <w:rtl/>
        </w:rPr>
        <w:t xml:space="preserve"> الجل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لة</w:t>
      </w:r>
      <w:r w:rsidRPr="006D2A5E">
        <w:rPr>
          <w:rStyle w:val="libArabicChar"/>
          <w:rtl/>
        </w:rPr>
        <w:t xml:space="preserve"> من</w:t>
      </w:r>
    </w:p>
    <w:p w:rsidR="000B693F" w:rsidRPr="006D2A5E" w:rsidRDefault="006D2A5E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اعلام النبلاء،ج۱۷،ص۴۳۵،مؤسسہ الرسالة،ب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6D2A5E" w:rsidRDefault="006D2A5E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D2A5E" w:rsidRPr="00CD3FC2" w:rsidRDefault="006D2A5E" w:rsidP="00107A46">
      <w:pPr>
        <w:pStyle w:val="libNormal"/>
        <w:rPr>
          <w:rtl/>
        </w:rPr>
      </w:pPr>
    </w:p>
    <w:p w:rsidR="000B693F" w:rsidRPr="00B76D20" w:rsidRDefault="000B693F" w:rsidP="00107A46">
      <w:pPr>
        <w:pStyle w:val="libNormal"/>
        <w:rPr>
          <w:rtl/>
        </w:rPr>
      </w:pPr>
      <w:r w:rsidRPr="006D2A5E">
        <w:rPr>
          <w:rStyle w:val="libArabicChar"/>
          <w:rFonts w:hint="eastAsia"/>
          <w:rtl/>
        </w:rPr>
        <w:t>تفس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ر،الحاو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tl/>
        </w:rPr>
        <w:t xml:space="preserve"> لانواع الفوائد من المعان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tl/>
        </w:rPr>
        <w:t xml:space="preserve"> والإشارات، و</w:t>
      </w:r>
      <w:r w:rsidR="00BA57AE" w:rsidRPr="003A13AB">
        <w:rPr>
          <w:rStyle w:val="libArabicChar"/>
          <w:rFonts w:hint="cs"/>
          <w:rtl/>
        </w:rPr>
        <w:t>ه</w:t>
      </w:r>
      <w:r w:rsidRPr="006D2A5E">
        <w:rPr>
          <w:rStyle w:val="libArabicChar"/>
          <w:rFonts w:hint="cs"/>
          <w:rtl/>
        </w:rPr>
        <w:t>و صی</w:t>
      </w:r>
      <w:r w:rsidRPr="006D2A5E">
        <w:rPr>
          <w:rStyle w:val="libArabicChar"/>
          <w:rFonts w:hint="eastAsia"/>
          <w:rtl/>
        </w:rPr>
        <w:t>حع</w:t>
      </w:r>
      <w:r w:rsidRPr="006D2A5E">
        <w:rPr>
          <w:rStyle w:val="libArabicChar"/>
          <w:rtl/>
        </w:rPr>
        <w:t xml:space="preserve"> النقل موثق ب</w:t>
      </w:r>
      <w:r w:rsidR="00BA57AE" w:rsidRPr="003A13AB">
        <w:rPr>
          <w:rStyle w:val="libArabicChar"/>
          <w:rFonts w:hint="cs"/>
          <w:rtl/>
        </w:rPr>
        <w:t>ه</w:t>
      </w:r>
      <w:r w:rsidRPr="00B76D20">
        <w:rPr>
          <w:rtl/>
        </w:rPr>
        <w:t>۔“</w:t>
      </w:r>
      <w:r w:rsidR="006D2A5E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”عبد</w:t>
      </w:r>
      <w:r w:rsidRPr="00CD3FC2">
        <w:rPr>
          <w:rtl/>
        </w:rPr>
        <w:t xml:space="preserve"> الغافر نے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عبارت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احمدبن محمدبن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مقر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ء</w:t>
      </w:r>
      <w:r w:rsidRPr="00CD3FC2">
        <w:rPr>
          <w:rtl/>
        </w:rPr>
        <w:t>)علم قرات کے ماہر)،مفسر،واعظ،اد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ب،قابل</w:t>
      </w:r>
      <w:r w:rsidRPr="00CD3FC2">
        <w:rPr>
          <w:rtl/>
        </w:rPr>
        <w:t xml:space="preserve"> اعتماد،حافظ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اوراشارات پر قابل قدرکتابوں کے مصنف تھے۔ان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اورقابل اعتمادہ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باوثوق ہونے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عظمت کے علاوہ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سائل کو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داستان کو صرف 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نقل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۔بلکہ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واقعہ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اوراہل سنت کے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اورابن حاتم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داستان کونقل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اہے،جن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معترض نے کہاتھا:”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لوگ اس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داستان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نقل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  <w:r w:rsidRPr="00CD3FC2">
        <w:rPr>
          <w:rtl/>
        </w:rPr>
        <w:t xml:space="preserve">۔مناسب ہے ہم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پران دو نوں افرادک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کونقل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رنے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”قال</w:t>
      </w:r>
      <w:r w:rsidRPr="00CD3FC2">
        <w:rPr>
          <w:rtl/>
        </w:rPr>
        <w:t xml:space="preserve"> إبن </w:t>
      </w:r>
      <w:r w:rsidR="008F5E30">
        <w:rPr>
          <w:rtl/>
        </w:rPr>
        <w:t>ا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حاتم۔۔۔وحد ثناابو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ال</w:t>
      </w:r>
      <w:r w:rsidR="008F5E30">
        <w:rPr>
          <w:rtl/>
        </w:rPr>
        <w:t>ا</w:t>
      </w:r>
      <w:r w:rsidRPr="00CD3FC2">
        <w:rPr>
          <w:rFonts w:hint="eastAsia"/>
          <w:rtl/>
        </w:rPr>
        <w:t>شجّ،حدثناالفضل</w:t>
      </w:r>
      <w:r w:rsidRPr="00CD3FC2">
        <w:rPr>
          <w:rtl/>
        </w:rPr>
        <w:t xml:space="preserve"> بندک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ابونع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</w:t>
      </w:r>
      <w:r w:rsidR="008F5E30">
        <w:rPr>
          <w:rtl/>
        </w:rPr>
        <w:t>ا</w:t>
      </w:r>
      <w:r w:rsidRPr="00CD3FC2">
        <w:rPr>
          <w:rFonts w:hint="eastAsia"/>
          <w:rtl/>
        </w:rPr>
        <w:t>حول،حدثناموس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عن سلمة بن کھ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Fonts w:hint="eastAsia"/>
          <w:rtl/>
        </w:rPr>
        <w:t>قال</w:t>
      </w:r>
      <w:r w:rsidRPr="00B76D20">
        <w:rPr>
          <w:rtl/>
        </w:rPr>
        <w:t>: تصدّق عل</w:t>
      </w:r>
      <w:r w:rsidRPr="00B76D20">
        <w:rPr>
          <w:rFonts w:hint="cs"/>
          <w:rtl/>
        </w:rPr>
        <w:t>ی</w:t>
      </w:r>
      <w:r w:rsidRPr="00B76D20">
        <w:rPr>
          <w:rtl/>
        </w:rPr>
        <w:t xml:space="preserve"> بخاتمہ وہوراکع فنزلت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6D2A5E">
        <w:rPr>
          <w:rStyle w:val="libAieChar"/>
          <w:rtl/>
        </w:rPr>
        <w:t>إنّما ول</w:t>
      </w:r>
      <w:r w:rsidR="00E17DF7" w:rsidRPr="006D2A5E">
        <w:rPr>
          <w:rStyle w:val="libAieChar"/>
          <w:rFonts w:hint="cs"/>
          <w:rtl/>
        </w:rPr>
        <w:t>ی</w:t>
      </w:r>
      <w:r w:rsidR="00E17DF7" w:rsidRPr="006D2A5E">
        <w:rPr>
          <w:rStyle w:val="libAieChar"/>
          <w:rFonts w:hint="eastAsia"/>
          <w:rtl/>
        </w:rPr>
        <w:t>کم</w:t>
      </w:r>
      <w:r w:rsidR="00E17DF7" w:rsidRPr="006D2A5E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6D2A5E">
        <w:rPr>
          <w:rStyle w:val="libAieChar"/>
          <w:rFonts w:hint="cs"/>
          <w:rtl/>
        </w:rPr>
        <w:t xml:space="preserve"> ورسول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6D2A5E">
        <w:rPr>
          <w:rStyle w:val="libAieChar"/>
          <w:rFonts w:hint="cs"/>
          <w:rtl/>
        </w:rPr>
        <w:t xml:space="preserve"> والّذی</w:t>
      </w:r>
      <w:r w:rsidR="00E17DF7" w:rsidRPr="006D2A5E">
        <w:rPr>
          <w:rStyle w:val="libAieChar"/>
          <w:rFonts w:hint="eastAsia"/>
          <w:rtl/>
        </w:rPr>
        <w:t>ن</w:t>
      </w:r>
      <w:r w:rsidR="00E17DF7" w:rsidRPr="006D2A5E">
        <w:rPr>
          <w:rStyle w:val="libAieChar"/>
          <w:rtl/>
        </w:rPr>
        <w:t xml:space="preserve"> آمنواالذ</w:t>
      </w:r>
      <w:r w:rsidR="00E17DF7" w:rsidRPr="006D2A5E">
        <w:rPr>
          <w:rStyle w:val="libAieChar"/>
          <w:rFonts w:hint="cs"/>
          <w:rtl/>
        </w:rPr>
        <w:t>ی</w:t>
      </w:r>
      <w:r w:rsidR="00E17DF7" w:rsidRPr="006D2A5E">
        <w:rPr>
          <w:rStyle w:val="libAieChar"/>
          <w:rFonts w:hint="eastAsia"/>
          <w:rtl/>
        </w:rPr>
        <w:t>ن</w:t>
      </w:r>
      <w:r w:rsidR="00E17DF7" w:rsidRPr="006D2A5E">
        <w:rPr>
          <w:rStyle w:val="libAieChar"/>
          <w:rtl/>
        </w:rPr>
        <w:t xml:space="preserve"> </w:t>
      </w:r>
      <w:r w:rsidR="00E17DF7" w:rsidRPr="006D2A5E">
        <w:rPr>
          <w:rStyle w:val="libAieChar"/>
          <w:rFonts w:hint="cs"/>
          <w:rtl/>
        </w:rPr>
        <w:t>ی</w:t>
      </w:r>
      <w:r w:rsidR="00E17DF7" w:rsidRPr="006D2A5E">
        <w:rPr>
          <w:rStyle w:val="libAieChar"/>
          <w:rFonts w:hint="eastAsia"/>
          <w:rtl/>
        </w:rPr>
        <w:t>ق</w:t>
      </w:r>
      <w:r w:rsidR="00E17DF7" w:rsidRPr="006D2A5E">
        <w:rPr>
          <w:rStyle w:val="libAieChar"/>
          <w:rFonts w:hint="cs"/>
          <w:rtl/>
        </w:rPr>
        <w:t>ی</w:t>
      </w:r>
      <w:r w:rsidR="00E17DF7" w:rsidRPr="006D2A5E">
        <w:rPr>
          <w:rStyle w:val="libAieChar"/>
          <w:rFonts w:hint="eastAsia"/>
          <w:rtl/>
        </w:rPr>
        <w:t>مون</w:t>
      </w:r>
      <w:r w:rsidR="00E17DF7" w:rsidRPr="006D2A5E">
        <w:rPr>
          <w:rStyle w:val="libAieChar"/>
          <w:rtl/>
        </w:rPr>
        <w:t xml:space="preserve"> الصلوٰةو</w:t>
      </w:r>
      <w:r w:rsidR="00E17DF7" w:rsidRPr="006D2A5E">
        <w:rPr>
          <w:rStyle w:val="libAieChar"/>
          <w:rFonts w:hint="cs"/>
          <w:rtl/>
        </w:rPr>
        <w:t>ی</w:t>
      </w:r>
      <w:r w:rsidR="00E17DF7" w:rsidRPr="006D2A5E">
        <w:rPr>
          <w:rStyle w:val="libAieChar"/>
          <w:rFonts w:hint="eastAsia"/>
          <w:rtl/>
        </w:rPr>
        <w:t>ؤتون</w:t>
      </w:r>
      <w:r w:rsidR="00E17DF7" w:rsidRPr="006D2A5E">
        <w:rPr>
          <w:rStyle w:val="libAieChar"/>
          <w:rtl/>
        </w:rPr>
        <w:t xml:space="preserve"> الزکوٰة و</w:t>
      </w:r>
      <w:r w:rsidR="00E17DF7" w:rsidRPr="00BA57AE">
        <w:rPr>
          <w:rStyle w:val="libAieChar"/>
          <w:rFonts w:hint="cs"/>
          <w:rtl/>
        </w:rPr>
        <w:t>ه</w:t>
      </w:r>
      <w:r w:rsidR="00E17DF7" w:rsidRPr="006D2A5E">
        <w:rPr>
          <w:rStyle w:val="libAieChar"/>
          <w:rFonts w:hint="cs"/>
          <w:rtl/>
        </w:rPr>
        <w:t xml:space="preserve">م </w:t>
      </w:r>
      <w:r w:rsidR="00E17DF7" w:rsidRPr="006D2A5E">
        <w:rPr>
          <w:rStyle w:val="libAieChar"/>
          <w:rtl/>
        </w:rPr>
        <w:t>راکعون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B76D20">
        <w:rPr>
          <w:rtl/>
        </w:rPr>
        <w:t>۲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رابن</w:t>
      </w:r>
      <w:r w:rsidRPr="00CD3FC2">
        <w:rPr>
          <w:rtl/>
        </w:rPr>
        <w:t xml:space="preserve">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حاتم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سے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سند کے ساتھ سلمتہ بن کہ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سے،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متعلق حالت رکوع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بہ طور صدقہ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کا واقعہ نقل</w:t>
      </w:r>
    </w:p>
    <w:p w:rsidR="006D2A5E" w:rsidRPr="006D2A5E" w:rsidRDefault="006D2A5E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،ص۱۰۹ ۲۔تفس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۲،ص۷۴</w:t>
      </w:r>
    </w:p>
    <w:p w:rsidR="006D2A5E" w:rsidRDefault="006D2A5E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D2A5E" w:rsidRPr="00CD3FC2" w:rsidRDefault="006D2A5E" w:rsidP="00107A46">
      <w:pPr>
        <w:pStyle w:val="libNormal"/>
        <w:rPr>
          <w:rtl/>
        </w:rPr>
      </w:pPr>
    </w:p>
    <w:p w:rsidR="000B693F" w:rsidRPr="00B76D20" w:rsidRDefault="000B693F" w:rsidP="00BA57AE">
      <w:pPr>
        <w:pStyle w:val="libNormal"/>
        <w:rPr>
          <w:rtl/>
        </w:rPr>
      </w:pPr>
      <w:r w:rsidRPr="00B76D20">
        <w:rPr>
          <w:rFonts w:hint="eastAsia"/>
          <w:rtl/>
        </w:rPr>
        <w:t>کرتاہے</w:t>
      </w:r>
      <w:r w:rsidRPr="00B76D20">
        <w:rPr>
          <w:rtl/>
        </w:rPr>
        <w:t xml:space="preserve"> اورکہتاہے:اس قض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ہ</w:t>
      </w:r>
      <w:r w:rsidRPr="00B76D20">
        <w:rPr>
          <w:rtl/>
        </w:rPr>
        <w:t xml:space="preserve"> کے بعدآ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ہء</w:t>
      </w:r>
      <w:r w:rsidRPr="00B76D20">
        <w:rPr>
          <w:rtl/>
        </w:rPr>
        <w:t xml:space="preserve"> شر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فہ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6D2A5E">
        <w:rPr>
          <w:rStyle w:val="libAieChar"/>
          <w:rtl/>
        </w:rPr>
        <w:t>إنّماول</w:t>
      </w:r>
      <w:r w:rsidR="00E17DF7" w:rsidRPr="006D2A5E">
        <w:rPr>
          <w:rStyle w:val="libAieChar"/>
          <w:rFonts w:hint="cs"/>
          <w:rtl/>
        </w:rPr>
        <w:t>یّ</w:t>
      </w:r>
      <w:r w:rsidR="00E17DF7" w:rsidRPr="006D2A5E">
        <w:rPr>
          <w:rStyle w:val="libAieChar"/>
          <w:rFonts w:hint="eastAsia"/>
          <w:rtl/>
        </w:rPr>
        <w:t>کم</w:t>
      </w:r>
      <w:r w:rsidR="00E17DF7" w:rsidRPr="006D2A5E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B76D20">
        <w:rPr>
          <w:rtl/>
        </w:rPr>
        <w:t>۔۔۔</w:t>
      </w:r>
      <w:r w:rsidR="00BD32E1">
        <w:rPr>
          <w:rtl/>
        </w:rPr>
        <w:t xml:space="preserve"> </w:t>
      </w:r>
      <w:r w:rsidRPr="00B76D20">
        <w:rPr>
          <w:rtl/>
        </w:rPr>
        <w:t>نازل ہوئ</w:t>
      </w:r>
      <w:r w:rsidRPr="00B76D20">
        <w:rPr>
          <w:rFonts w:hint="cs"/>
          <w:rtl/>
        </w:rPr>
        <w:t>ی</w:t>
      </w:r>
      <w:r w:rsidRPr="00B76D20">
        <w:rPr>
          <w:rtl/>
        </w:rPr>
        <w:t>۔ابن جر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ر</w:t>
      </w:r>
      <w:r w:rsidRPr="00B76D20">
        <w:rPr>
          <w:rtl/>
        </w:rPr>
        <w:t xml:space="preserve"> طبر</w:t>
      </w:r>
      <w:r w:rsidRPr="00B76D20">
        <w:rPr>
          <w:rFonts w:hint="cs"/>
          <w:rtl/>
        </w:rPr>
        <w:t>ی</w:t>
      </w:r>
      <w:r w:rsidRPr="00B76D20">
        <w:rPr>
          <w:rtl/>
        </w:rPr>
        <w:t xml:space="preserve"> نے بھ</w:t>
      </w:r>
      <w:r w:rsidRPr="00B76D20">
        <w:rPr>
          <w:rFonts w:hint="cs"/>
          <w:rtl/>
        </w:rPr>
        <w:t>ی</w:t>
      </w:r>
      <w:r w:rsidRPr="00B76D20">
        <w:rPr>
          <w:rtl/>
        </w:rPr>
        <w:t xml:space="preserve"> اپن</w:t>
      </w:r>
      <w:r w:rsidRPr="00B76D20">
        <w:rPr>
          <w:rFonts w:hint="cs"/>
          <w:rtl/>
        </w:rPr>
        <w:t>ی</w:t>
      </w:r>
      <w:r w:rsidRPr="00B76D20">
        <w:rPr>
          <w:rtl/>
        </w:rPr>
        <w:t xml:space="preserve"> تفس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ر</w:t>
      </w:r>
      <w:r w:rsidRPr="00B76D20">
        <w:rPr>
          <w:rtl/>
        </w:rPr>
        <w:t xml:space="preserve"> </w:t>
      </w:r>
      <w:r w:rsidR="00A96ED8" w:rsidRPr="00B76D20">
        <w:rPr>
          <w:rtl/>
        </w:rPr>
        <w:t xml:space="preserve">میں </w:t>
      </w:r>
      <w:r w:rsidRPr="00B76D20">
        <w:rPr>
          <w:rtl/>
        </w:rPr>
        <w:t xml:space="preserve"> روا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ت</w:t>
      </w:r>
      <w:r w:rsidRPr="00B76D20">
        <w:rPr>
          <w:rtl/>
        </w:rPr>
        <w:t xml:space="preserve"> نقل ک</w:t>
      </w:r>
      <w:r w:rsidRPr="00B76D20">
        <w:rPr>
          <w:rFonts w:hint="cs"/>
          <w:rtl/>
        </w:rPr>
        <w:t>ی</w:t>
      </w:r>
      <w:r w:rsidRPr="00B76D20">
        <w:rPr>
          <w:rtl/>
        </w:rPr>
        <w:t xml:space="preserve"> ہے:”</w:t>
      </w:r>
      <w:r w:rsidRPr="006D2A5E">
        <w:rPr>
          <w:rStyle w:val="libArabicChar"/>
          <w:rtl/>
        </w:rPr>
        <w:t>حدثنامحمدابن الحس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Fonts w:hint="eastAsia"/>
          <w:rtl/>
        </w:rPr>
        <w:t>ن</w:t>
      </w:r>
      <w:r w:rsidRPr="006D2A5E">
        <w:rPr>
          <w:rStyle w:val="libArabicChar"/>
          <w:rtl/>
        </w:rPr>
        <w:t xml:space="preserve"> قال:حدثنااحمدبن المفضل قال:حدثناا</w:t>
      </w:r>
      <w:r w:rsidRPr="006D2A5E">
        <w:rPr>
          <w:rStyle w:val="libArabicChar"/>
          <w:rFonts w:hint="cs"/>
          <w:rtl/>
        </w:rPr>
        <w:t>ٴ</w:t>
      </w:r>
      <w:r w:rsidRPr="006D2A5E">
        <w:rPr>
          <w:rStyle w:val="libArabicChar"/>
          <w:rFonts w:hint="eastAsia"/>
          <w:rtl/>
        </w:rPr>
        <w:t>سباط</w:t>
      </w:r>
      <w:r w:rsidRPr="006D2A5E">
        <w:rPr>
          <w:rStyle w:val="libArabicChar"/>
          <w:rtl/>
        </w:rPr>
        <w:t xml:space="preserve"> عن السدّ</w:t>
      </w:r>
      <w:r w:rsidRPr="006D2A5E">
        <w:rPr>
          <w:rStyle w:val="libArabicChar"/>
          <w:rFonts w:hint="cs"/>
          <w:rtl/>
        </w:rPr>
        <w:t>یعلی</w:t>
      </w:r>
      <w:r w:rsidRPr="006D2A5E">
        <w:rPr>
          <w:rStyle w:val="libArabicChar"/>
          <w:rtl/>
        </w:rPr>
        <w:t xml:space="preserve"> بن ا</w:t>
      </w:r>
      <w:r w:rsidRPr="006D2A5E">
        <w:rPr>
          <w:rStyle w:val="libArabicChar"/>
          <w:rFonts w:hint="cs"/>
          <w:rtl/>
        </w:rPr>
        <w:t>ٴ</w:t>
      </w:r>
      <w:r w:rsidRPr="006D2A5E">
        <w:rPr>
          <w:rStyle w:val="libArabicChar"/>
          <w:rFonts w:hint="eastAsia"/>
          <w:rtl/>
        </w:rPr>
        <w:t>ب</w:t>
      </w:r>
      <w:r w:rsidRPr="006D2A5E">
        <w:rPr>
          <w:rStyle w:val="libArabicChar"/>
          <w:rFonts w:hint="cs"/>
          <w:rtl/>
        </w:rPr>
        <w:t>ی</w:t>
      </w:r>
      <w:r w:rsidRPr="006D2A5E">
        <w:rPr>
          <w:rStyle w:val="libArabicChar"/>
          <w:rtl/>
        </w:rPr>
        <w:t xml:space="preserve"> طالب مرّ ب</w:t>
      </w:r>
      <w:r w:rsidR="00BA57AE" w:rsidRPr="003A13AB">
        <w:rPr>
          <w:rStyle w:val="libArabicChar"/>
          <w:rFonts w:hint="cs"/>
          <w:rtl/>
        </w:rPr>
        <w:t>ه</w:t>
      </w:r>
      <w:r w:rsidRPr="006D2A5E">
        <w:rPr>
          <w:rStyle w:val="libArabicChar"/>
          <w:rFonts w:hint="cs"/>
          <w:rtl/>
        </w:rPr>
        <w:t xml:space="preserve"> سائل و</w:t>
      </w:r>
      <w:r w:rsidR="00BA57AE" w:rsidRPr="003A13AB">
        <w:rPr>
          <w:rStyle w:val="libArabicChar"/>
          <w:rFonts w:hint="cs"/>
          <w:rtl/>
        </w:rPr>
        <w:t>ه</w:t>
      </w:r>
      <w:r w:rsidRPr="006D2A5E">
        <w:rPr>
          <w:rStyle w:val="libArabicChar"/>
          <w:rFonts w:hint="cs"/>
          <w:rtl/>
        </w:rPr>
        <w:t>وراکع فی</w:t>
      </w:r>
      <w:r w:rsidRPr="006D2A5E">
        <w:rPr>
          <w:rStyle w:val="libArabicChar"/>
          <w:rtl/>
        </w:rPr>
        <w:t xml:space="preserve"> المسجد فا</w:t>
      </w:r>
      <w:r w:rsidRPr="006D2A5E">
        <w:rPr>
          <w:rStyle w:val="libArabicChar"/>
          <w:rFonts w:hint="cs"/>
          <w:rtl/>
        </w:rPr>
        <w:t>ٴ</w:t>
      </w:r>
      <w:r w:rsidRPr="006D2A5E">
        <w:rPr>
          <w:rStyle w:val="libArabicChar"/>
          <w:rFonts w:hint="eastAsia"/>
          <w:rtl/>
        </w:rPr>
        <w:t>عطا</w:t>
      </w:r>
      <w:r w:rsidR="00BA57AE" w:rsidRPr="003A13AB">
        <w:rPr>
          <w:rStyle w:val="libArabicChar"/>
          <w:rFonts w:hint="cs"/>
          <w:rtl/>
        </w:rPr>
        <w:t>ه</w:t>
      </w:r>
      <w:r w:rsidRPr="006D2A5E">
        <w:rPr>
          <w:rStyle w:val="libArabicChar"/>
          <w:rtl/>
        </w:rPr>
        <w:t xml:space="preserve"> خا</w:t>
      </w:r>
      <w:r w:rsidRPr="006D2A5E">
        <w:rPr>
          <w:rStyle w:val="libArabicChar"/>
          <w:rFonts w:hint="eastAsia"/>
          <w:rtl/>
        </w:rPr>
        <w:t>تم</w:t>
      </w:r>
      <w:r w:rsidR="00BA57AE" w:rsidRPr="003A13AB">
        <w:rPr>
          <w:rStyle w:val="libArabicChar"/>
          <w:rFonts w:hint="cs"/>
          <w:rtl/>
        </w:rPr>
        <w:t>ه</w:t>
      </w:r>
      <w:r w:rsidRPr="00B76D20">
        <w:rPr>
          <w:rFonts w:hint="eastAsia"/>
          <w:rtl/>
        </w:rPr>
        <w:t>“</w:t>
      </w:r>
      <w:r w:rsidR="006D2A5E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حا لت رکوع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انگشتر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راہ خدا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95" w:name="_Toc508103344"/>
      <w:r w:rsidRPr="00CD3FC2">
        <w:rPr>
          <w:rtl/>
          <w:lang w:bidi="fa-IR"/>
        </w:rPr>
        <w:t>۳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ا”إنمّا“حصرپردلالت</w:t>
      </w:r>
      <w:r w:rsidRPr="00CD3FC2">
        <w:rPr>
          <w:rtl/>
        </w:rPr>
        <w:t xml:space="preserve"> کرتاہے؟</w:t>
      </w:r>
      <w:bookmarkEnd w:id="95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کہاہے کہ”إنّما“حصرکے لئے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خدا وندمتعال کا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قول ہے کہإنّمامثل الح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اة</w:t>
      </w:r>
      <w:r w:rsidRPr="00CD3FC2">
        <w:rPr>
          <w:rtl/>
        </w:rPr>
        <w:t xml:space="preserve"> الدن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اکماء</w:t>
      </w:r>
      <w:r w:rsidRPr="00CD3FC2">
        <w:rPr>
          <w:rtl/>
        </w:rPr>
        <w:t xml:space="preserve"> </w:t>
      </w:r>
      <w:r w:rsidR="008F5E30">
        <w:rPr>
          <w:rtl/>
        </w:rPr>
        <w:t>ا</w:t>
      </w:r>
      <w:r w:rsidRPr="00CD3FC2">
        <w:rPr>
          <w:rFonts w:hint="eastAsia"/>
          <w:rtl/>
        </w:rPr>
        <w:t>نزلناہ</w:t>
      </w:r>
      <w:r w:rsidRPr="00CD3FC2">
        <w:rPr>
          <w:rtl/>
        </w:rPr>
        <w:t xml:space="preserve"> من السماء۔۔۔</w:t>
      </w:r>
      <w:r w:rsidRPr="00CD3FC2">
        <w:rPr>
          <w:rtl/>
          <w:lang w:bidi="fa-IR"/>
        </w:rPr>
        <w:t>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:زندگان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 صرف اس بارش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جسے ہم نے آسمان سے نازل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صرف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مثال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بلکہ اس کے لئے اور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لئے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”إنّما“حصرپردلالت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کرتاہے۔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96" w:name="_Toc508103345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9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کہ:جس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کو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مثال کے طورپرپ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اہے،اس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”إنمّا“حصر کے طور پراستعمال ہواہے۔ل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حصر دوقسم کاہے:حصرحق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مخاطب کے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</w:t>
      </w:r>
      <w:r w:rsidRPr="00CD3FC2">
        <w:rPr>
          <w:rtl/>
        </w:rPr>
        <w:t xml:space="preserve"> اورتصور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 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مثلا اگر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کہے :”ز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کھڑا ہے “ اس کے مقا بلہ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کہاجا تا ہے: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”إنّماقائم</w:t>
      </w:r>
      <w:r w:rsidRPr="00CD3FC2">
        <w:rPr>
          <w:rtl/>
        </w:rPr>
        <w:t xml:space="preserve"> عمرو“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کھڑا شخص صرف عمروہے نہ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۔ اس جملہ کامقصد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کھڑے انسان عمرو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منحصرقراردئے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ں،بلکہ</w:t>
      </w:r>
      <w:r w:rsidRPr="00CD3FC2">
        <w:rPr>
          <w:rtl/>
        </w:rPr>
        <w:t xml:space="preserve"> مقصود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مقابل کے اس تصور کو زائل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اجائے</w:t>
      </w:r>
      <w:r w:rsidRPr="00CD3FC2">
        <w:rPr>
          <w:rtl/>
        </w:rPr>
        <w:t xml:space="preserve"> کہ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دکھڑاہے</w:t>
      </w:r>
      <w:r w:rsidRPr="00CD3FC2">
        <w:rPr>
          <w:rtl/>
        </w:rPr>
        <w:t xml:space="preserve"> اوراسے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سمجھا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اجائے</w:t>
      </w:r>
      <w:r w:rsidRPr="00CD3FC2">
        <w:rPr>
          <w:rtl/>
        </w:rPr>
        <w:t xml:space="preserve"> کہ صرف عمروکھڑاہے۔</w:t>
      </w:r>
    </w:p>
    <w:p w:rsidR="006D2A5E" w:rsidRPr="006D2A5E" w:rsidRDefault="006D2A5E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،ج۶،ص۱۸۶،دار 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۲۔سورئہ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ونس</w:t>
      </w:r>
      <w:r w:rsidRPr="00CD3FC2">
        <w:rPr>
          <w:rtl/>
        </w:rPr>
        <w:t>/۲۴</w:t>
      </w:r>
    </w:p>
    <w:p w:rsidR="006D2A5E" w:rsidRDefault="006D2A5E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D2A5E" w:rsidRPr="00CD3FC2" w:rsidRDefault="006D2A5E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مطلب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صرف آسمان سے برسنے والے پان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 اورتشب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چاہئے جس کے برسنے کے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پودااگتا ہے اور سرانجام وہ پودا خشک ہو جاتاہے،ک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مثال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فان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منقطع ہو 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حکا</w:t>
      </w:r>
      <w:r w:rsidRPr="00CD3FC2">
        <w:rPr>
          <w:rFonts w:hint="cs"/>
          <w:rtl/>
        </w:rPr>
        <w:t>ی</w:t>
      </w:r>
      <w:r w:rsidRPr="00CD3FC2">
        <w:rPr>
          <w:rtl/>
        </w:rPr>
        <w:t>ت کر 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،نہ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مثال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جائے جو اس کے دوام،استمرار اوربقا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کہ:لغو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وضع کے لحاظ سے ”إنّما“حصر کے لئے ہے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موجود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حصر کے لئے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 طورمجاز استعمال ہو سکتا ہے۔فخرراز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بہ طوراعتراض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اگر”انما“غ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رحصر</w:t>
      </w:r>
      <w:r w:rsidRPr="00CD3FC2">
        <w:rPr>
          <w:rtl/>
        </w:rPr>
        <w:t xml:space="preserve"> کے لئے استعمال ہوا ہے تو وہ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موجود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بہ طورمجاز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استعمال ہو اہے۔اس لئے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”إنّما“کا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حصر،مقصودہے۔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97" w:name="_Toc508103346"/>
      <w:r w:rsidRPr="00CD3FC2">
        <w:rPr>
          <w:rtl/>
          <w:lang w:bidi="fa-IR"/>
        </w:rPr>
        <w:t>۴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ا”الذ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آمنوا“کا اطلاق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لئے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</w:t>
      </w:r>
      <w:bookmarkEnd w:id="97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اگر”الذ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آمنوا“کہ جوجمع ہے اس سے مراد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ہوں گے تولفظ جمع کا استعمال مفرد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 گا۔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استعمال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استعمال کو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قبول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جاسکتا ہے۔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98" w:name="_Toc508103347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98"/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مطابق”الذ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آمنوا“صرف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</w:t>
      </w:r>
      <w:r w:rsidRPr="00CD3FC2">
        <w:rPr>
          <w:rtl/>
        </w:rPr>
        <w:t xml:space="preserve">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سے مخضوص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بلکہ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دوسرے معصوم ائمہ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۔ہمار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مطابق تمام ائمہء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اس کرامت وشرافت کے مالک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رکوع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سائل کو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4C0800" w:rsidRPr="00F82107">
        <w:rPr>
          <w:rStyle w:val="libFootnotenumChar"/>
          <w:rFonts w:hint="cs"/>
          <w:rtl/>
        </w:rPr>
        <w:t>(1)</w:t>
      </w:r>
    </w:p>
    <w:p w:rsidR="004C0800" w:rsidRPr="004C0800" w:rsidRDefault="004C080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۱۔اصول کاف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۱ص۱۴۳،ح۷وص۱۴۶،ح۱۶ وص۲۲۸،ح۳ المک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>۔کمال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،ح۱،ص۲۷۴۔۲۷۹ دار الکتب الاسلا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فرائد السبط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،ج۱،ص۳۱۲،ح۲۵ مؤسسہ المحمود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لطاعة والنشر۔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المودة،ص۱۱۴۔۱۱۶</w:t>
      </w:r>
    </w:p>
    <w:p w:rsidR="004C0800" w:rsidRDefault="004C080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C0800" w:rsidRPr="00CD3FC2" w:rsidRDefault="004C080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کہ:بالفرض اس موضوع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مصداق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کاارادہ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استعمال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ہے،اس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استعمال کے لئے وہ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 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99" w:name="_Toc508103348"/>
      <w:r w:rsidRPr="00CD3FC2">
        <w:rPr>
          <w:rtl/>
          <w:lang w:bidi="fa-IR"/>
        </w:rPr>
        <w:t>۵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پاس انفاق کے لئے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bookmarkEnd w:id="9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مشہور ہے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اورغر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تھے اوران کے پاس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00" w:name="_Toc508103349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10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گواہ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غر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اور 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تھے۔ حضرت(ع)اپنے ہاتھوں سے اور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محنت وکوشش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نہر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کھودتے تھے اور نخلستان آباد کرتے تھے،اپنے لئے مال ودولت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اندوز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تھے بلکہ اپنے مال کوخدا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انفاق کرت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تھے۔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01" w:name="_Toc508103350"/>
      <w:r w:rsidRPr="00CD3FC2">
        <w:rPr>
          <w:rtl/>
          <w:lang w:bidi="fa-IR"/>
        </w:rPr>
        <w:t>۶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)راہ خدا </w:t>
      </w:r>
      <w:r w:rsidR="00A96ED8">
        <w:rPr>
          <w:rtl/>
        </w:rPr>
        <w:t xml:space="preserve">میں </w:t>
      </w:r>
      <w:r w:rsidRPr="00CD3FC2">
        <w:rPr>
          <w:rtl/>
        </w:rPr>
        <w:t>)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انفاق کرنا حضور قلب)خضوع وخشوع) کے ساتھ ھم آھنگ وسازگارہے؟</w:t>
      </w:r>
      <w:bookmarkEnd w:id="10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السلام)نمازک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مکمل طور پرحضور قلب کے ساتھ منہمک ہو تے تھے۔جو اس طرح حضور قلب کے ساتھ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خدا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ڈوبا ہوا ہووہ دوسرے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سن سکتا۔اس خشوع وخضوع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حضرت(ع)نے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سائل کے سوال اوراس کے مدد کے مطالبہ کوسن کر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کوانفاق ک</w:t>
      </w:r>
      <w:r w:rsidRPr="00CD3FC2">
        <w:rPr>
          <w:rFonts w:hint="cs"/>
          <w:rtl/>
        </w:rPr>
        <w:t>ی</w:t>
      </w:r>
      <w:r w:rsidRPr="00CD3FC2">
        <w:rPr>
          <w:rtl/>
        </w:rPr>
        <w:t>!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02" w:name="_Toc508103351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10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اگر چہ فطر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طورپر)نماز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خاص حضورقلب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سے) دوسروں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 پر توجہ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تھے،ل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حرج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مقلب القلوب اوردلوں کو تغ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والا خداوند متعال،سائل کے سؤال کے وقت آپ(ع)ک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توجہ کواس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متوجہ کرے تاکہ اس صدقہ کوجوا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اہم عبادت ہے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نزول کا سبب قرار دے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آپ(ع)ک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سے مربوط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)جن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آپ(ع)نے سائل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متو جہ ہو کرمذکورہ صدقہ کو اپنے ہاتھوں سے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4C0800" w:rsidRDefault="004C0800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03" w:name="_Toc508103352"/>
      <w:r w:rsidRPr="00CD3FC2">
        <w:rPr>
          <w:rtl/>
          <w:lang w:bidi="fa-IR"/>
        </w:rPr>
        <w:t>۷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انفاق،نمازک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کو توڑ نے کا سبب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بنتا؟</w:t>
      </w:r>
      <w:bookmarkEnd w:id="103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نماز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انفاق کرنا،نمازک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ظاہر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کوتوڑنے کا سبب ہے۔اس لئے حضرت(ع)سے اس قسم کا فعل انجام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پاسکتا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04" w:name="_Toc508103353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10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جو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زنماز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کو توڑ نے کا سبب ہے وہ فعل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ہے اوراس قسم کامختصر فعل نمازکو توڑنے کاسبب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سکتاہے۔ش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فقہا اس قسم کے امورکونمازکو باطل کرنے کاسبب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ابوبکرجصاص</w:t>
      </w:r>
      <w:r w:rsidRPr="00CD3FC2">
        <w:rPr>
          <w:rtl/>
        </w:rPr>
        <w:t xml:space="preserve"> کتاب”</w:t>
      </w:r>
      <w:r w:rsidR="008F5E30">
        <w:rPr>
          <w:rtl/>
        </w:rPr>
        <w:t>ا</w:t>
      </w:r>
      <w:r w:rsidRPr="00CD3FC2">
        <w:rPr>
          <w:rFonts w:hint="eastAsia"/>
          <w:rtl/>
        </w:rPr>
        <w:t>حکام</w:t>
      </w:r>
      <w:r w:rsidRPr="00CD3FC2">
        <w:rPr>
          <w:rtl/>
        </w:rPr>
        <w:t xml:space="preserve"> القرآن“</w:t>
      </w:r>
      <w:r w:rsidRPr="00CD3FC2">
        <w:rPr>
          <w:rtl/>
          <w:lang w:bidi="fa-IR"/>
        </w:rPr>
        <w:t>۱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”باب</w:t>
      </w:r>
      <w:r w:rsidRPr="00CD3FC2">
        <w:rPr>
          <w:rtl/>
        </w:rPr>
        <w:t xml:space="preserve"> العمل 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الصلاة‘کے عنوان سے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کرتے ہوئے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:اگرآ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سے مراد رکوع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صدقہ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ہے 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اس بات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نماز کے دوران چھوٹے اورجزئ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کام مباح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(ص)س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نمازک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چھوٹے اورجزئ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کام کے جائز ہونے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اس بات پردلالت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آنحضرت (ص)نے نماز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اپنے جوتے اُتارے اوراپنے 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مبارک پر ہاتھ پھ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رااوراپنے</w:t>
      </w:r>
      <w:r w:rsidRPr="00CD3FC2">
        <w:rPr>
          <w:rtl/>
        </w:rPr>
        <w:t xml:space="preserve"> ہاتھ سے )کس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طرف)اشارہ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لئے نماز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صدقہ</w:t>
      </w:r>
    </w:p>
    <w:p w:rsidR="000B693F" w:rsidRPr="004C0800" w:rsidRDefault="004C080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۱۔احکام القرآن ،ج۲،ص۴۴۶،دار 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4C0800" w:rsidRDefault="004C080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C0800" w:rsidRPr="00CD3FC2" w:rsidRDefault="004C080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کے مباح ہونے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واضح اورروشن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قرطب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”جامع“</w:t>
      </w:r>
      <w:r w:rsidRPr="00CD3FC2">
        <w:rPr>
          <w:rtl/>
        </w:rPr>
        <w:t xml:space="preserve"> </w:t>
      </w:r>
      <w:r w:rsidR="008F5E30">
        <w:rPr>
          <w:rtl/>
        </w:rPr>
        <w:t>ا</w:t>
      </w:r>
      <w:r w:rsidRPr="00CD3FC2">
        <w:rPr>
          <w:rFonts w:hint="eastAsia"/>
          <w:rtl/>
        </w:rPr>
        <w:t>حکام</w:t>
      </w:r>
      <w:r w:rsidRPr="00CD3FC2">
        <w:rPr>
          <w:rtl/>
        </w:rPr>
        <w:t xml:space="preserve"> القرآن</w:t>
      </w:r>
      <w:r w:rsidRPr="00CD3FC2">
        <w:rPr>
          <w:rtl/>
          <w:lang w:bidi="fa-IR"/>
        </w:rPr>
        <w:t>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کہا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>)ام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توسط سے نماز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بہ طور صدقہ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>)اس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 چھوٹے اورجزئ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امور نمازکو باطل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صدقہ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امر تھاجو نماز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نماز کو باطل کرنے کا سبب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بنا۔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05" w:name="_Toc508103354"/>
      <w:r w:rsidRPr="00CD3FC2">
        <w:rPr>
          <w:rtl/>
          <w:lang w:bidi="fa-IR"/>
        </w:rPr>
        <w:t>۸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مستحب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صدقہ کو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زکوٰة کہاجاسکتاہے؟</w:t>
      </w:r>
      <w:bookmarkEnd w:id="105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کہا ہے کہ زکوٰة، کے نام کا اطلاق ”زکوٰة“واجب کے لئے ہے اورمستحب صدقہ پرزکوٰة اطلاق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ہوتاہے،اس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خداوند متعال نے)بہت سے مواقع پر)فرما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C0800">
        <w:rPr>
          <w:rStyle w:val="libAieChar"/>
          <w:rtl/>
        </w:rPr>
        <w:t>وآتواالزکوٰة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:زکوٰةاداکرو۔فعل امر واجب پر دلالت کرتا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</w:t>
      </w:r>
      <w:r w:rsidRPr="00CD3FC2">
        <w:rPr>
          <w:rtl/>
        </w:rPr>
        <w:t xml:space="preserve"> جب کہ زکوٰة، کا اطلاق صدقہ واجبہ کے لئے ہو تا ہے تواگرعل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واجب زکوٰة کونماز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ادا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توآپ(ع)نے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واجب امرکواپنے اول وقت سے موخ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اکثر علماء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گناہ شمار ہوتا ہے۔اس لئے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</w:t>
      </w:r>
      <w:r w:rsidRPr="00CD3FC2">
        <w:rPr>
          <w:rFonts w:hint="eastAsia"/>
          <w:rtl/>
        </w:rPr>
        <w:t>نسبت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ہے۔اگر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کہا جائے کہ:زکوٰة سے مراد مستحب صدقہ ہے،تو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اصل کے خلاف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فہآتواالزکوٰة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استفادہ ہوتاہے کہ جوبھ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صدقہ زکوٰة کا عنوان رکھتا ہے وہ واجب ہے۔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06" w:name="_Toc508103355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10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زکوٰة سے مرادب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زکوٰہ مستحب ہے اورش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مطلب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کہنا کہ”آ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فہ“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C0800">
        <w:rPr>
          <w:rStyle w:val="libAieChar"/>
          <w:rtl/>
        </w:rPr>
        <w:t>آتواالزکوٰة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زکوٰة</w:t>
      </w:r>
      <w:r w:rsidRPr="00CD3FC2">
        <w:rPr>
          <w:rtl/>
        </w:rPr>
        <w:t xml:space="preserve"> سے مرادزکوٰة واجب ہے اس لئے جس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پرزکوٰةاطلاق ہو گا وہ</w:t>
      </w:r>
    </w:p>
    <w:p w:rsidR="000B693F" w:rsidRPr="004C0800" w:rsidRDefault="004C080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۱۔”جامع الاحکام القرآن“،ج۶،ص۲۲۱،دارالفکر</w:t>
      </w:r>
    </w:p>
    <w:p w:rsidR="004C0800" w:rsidRDefault="004C080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C0800" w:rsidRPr="00CD3FC2" w:rsidRDefault="004C0800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واجب</w:t>
      </w:r>
      <w:r w:rsidRPr="00CD3FC2">
        <w:rPr>
          <w:rtl/>
        </w:rPr>
        <w:t xml:space="preserve"> ہو گا“اس کاصح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 ہونا واضح اورع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طرف جملہء</w:t>
      </w:r>
      <w:r w:rsidR="00BD32E1">
        <w:rPr>
          <w:rtl/>
        </w:rPr>
        <w:t xml:space="preserve"> </w:t>
      </w:r>
      <w:r w:rsidRPr="00CD3FC2">
        <w:rPr>
          <w:rtl/>
        </w:rPr>
        <w:t>وآتواالزکوٰة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وجوب پر دلالت کرنے والا لفظ”آتوا“فعلامرہے اور لفظ زکوٰة کا استعمال ماہ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زکوٰة کے علاوہ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ہواہے۔اور ماہ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زکوٰة،واجب اورمستحب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قابل تقس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تقس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رواقع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ہے۔اس سے ثابت ہوتا ہے کہ وجوب واستحباب لفظ کے دائرے سے خارج ہے۔دوسر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اورفقہاکے فتوؤں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زکوٰة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دوقس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ں،زکوٰةواجب</w:t>
      </w:r>
      <w:r w:rsidRPr="00CD3FC2">
        <w:rPr>
          <w:rtl/>
        </w:rPr>
        <w:t xml:space="preserve"> اورزکوٰةمستحب لہذا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کہنا کہ جوبھ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زکوٰةہو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واجب ہوگ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اطلاق کے خلاف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 صورت فعل امر”آتوا “نہ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بلکہ جملہ”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ؤ</w:t>
      </w:r>
      <w:r w:rsidRPr="00CD3FC2">
        <w:rPr>
          <w:rtl/>
        </w:rPr>
        <w:t xml:space="preserve"> تون الزکوٰة“اخبارہے نہ انشاء۔اور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صدقہ</w:t>
      </w:r>
      <w:r w:rsidRPr="00CD3FC2">
        <w:rPr>
          <w:rtl/>
        </w:rPr>
        <w:t xml:space="preserve"> سے مرادمستحب صدقہ ہے،اس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بعض اہل سنت فقہا اورمفسر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تصد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جصاص”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حکام</w:t>
      </w:r>
      <w:r w:rsidRPr="00CD3FC2">
        <w:rPr>
          <w:rtl/>
        </w:rPr>
        <w:t xml:space="preserve"> القرآن“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ؤتون</w:t>
      </w:r>
      <w:r w:rsidR="00E17DF7" w:rsidRPr="004C0800">
        <w:rPr>
          <w:rStyle w:val="libAieChar"/>
          <w:rtl/>
        </w:rPr>
        <w:t xml:space="preserve"> الزکوٰةو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 xml:space="preserve">م </w:t>
      </w:r>
      <w:r w:rsidR="00E17DF7" w:rsidRPr="004C0800">
        <w:rPr>
          <w:rStyle w:val="libAieChar"/>
          <w:rtl/>
        </w:rPr>
        <w:t>راکعون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کاجملہ اس بات پردلالت کرتاہے کہ مستحب صدقہ کوزکوٰةکہاجاسکتاہے،ک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انگوٹھ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کوصدقہ مستحب</w:t>
      </w:r>
      <w:r w:rsidRPr="00CD3FC2">
        <w:rPr>
          <w:rFonts w:hint="cs"/>
          <w:rtl/>
        </w:rPr>
        <w:t>ی</w:t>
      </w:r>
      <w:r w:rsidRPr="00CD3FC2">
        <w:rPr>
          <w:rtl/>
        </w:rPr>
        <w:t>)زکوٰة مستحب</w:t>
      </w:r>
      <w:r w:rsidRPr="00CD3FC2">
        <w:rPr>
          <w:rFonts w:hint="cs"/>
          <w:rtl/>
        </w:rPr>
        <w:t>ی</w:t>
      </w:r>
      <w:r w:rsidRPr="00CD3FC2">
        <w:rPr>
          <w:rtl/>
        </w:rPr>
        <w:t>)کے طورپرانفاق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C0800">
        <w:rPr>
          <w:rStyle w:val="libAieChar"/>
          <w:rtl/>
        </w:rPr>
        <w:t>وماآت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تم</w:t>
      </w:r>
      <w:r w:rsidR="00E17DF7" w:rsidRPr="004C0800">
        <w:rPr>
          <w:rStyle w:val="libAieChar"/>
          <w:rtl/>
        </w:rPr>
        <w:t xml:space="preserve"> من زکوٰةتر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دون</w:t>
      </w:r>
      <w:r w:rsidR="00E17DF7" w:rsidRPr="004C0800">
        <w:rPr>
          <w:rStyle w:val="libAieChar"/>
          <w:rtl/>
        </w:rPr>
        <w:t xml:space="preserve"> وج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 xml:space="preserve"> ال</w:t>
      </w:r>
      <w:r w:rsidR="00E17DF7" w:rsidRPr="004C0800">
        <w:rPr>
          <w:rStyle w:val="libAieChar"/>
          <w:rFonts w:hint="eastAsia"/>
          <w:rtl/>
        </w:rPr>
        <w:t>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tl/>
        </w:rPr>
        <w:t xml:space="preserve"> فا</w:t>
      </w:r>
      <w:r w:rsidR="00E17DF7" w:rsidRPr="004C0800">
        <w:rPr>
          <w:rStyle w:val="libAieChar"/>
          <w:rFonts w:hint="cs"/>
          <w:rtl/>
        </w:rPr>
        <w:t>ٴ</w:t>
      </w:r>
      <w:r w:rsidR="00E17DF7" w:rsidRPr="004C0800">
        <w:rPr>
          <w:rStyle w:val="libAieChar"/>
          <w:rFonts w:hint="eastAsia"/>
          <w:rtl/>
        </w:rPr>
        <w:t>ولئک</w:t>
      </w:r>
      <w:r w:rsidR="00E17DF7" w:rsidRPr="004C0800">
        <w:rPr>
          <w:rStyle w:val="libAieChar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>م</w:t>
      </w:r>
      <w:r w:rsidR="00E17DF7">
        <w:rPr>
          <w:rStyle w:val="libAieChar"/>
          <w:rFonts w:hint="cs"/>
          <w:rtl/>
        </w:rPr>
        <w:t xml:space="preserve"> </w:t>
      </w:r>
      <w:r w:rsidR="00E17DF7" w:rsidRPr="004C0800">
        <w:rPr>
          <w:rStyle w:val="libAieChar"/>
          <w:rFonts w:hint="eastAsia"/>
          <w:rtl/>
        </w:rPr>
        <w:t>المضعفون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4C0800" w:rsidRPr="00F82107">
        <w:rPr>
          <w:rStyle w:val="libFootnotenumChar"/>
          <w:rFonts w:hint="cs"/>
          <w:rtl/>
        </w:rPr>
        <w:t>(1)</w:t>
      </w:r>
      <w:r w:rsidR="004C0800" w:rsidRPr="00B76D20">
        <w:rPr>
          <w:rFonts w:hint="cs"/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:جوزکوٰةد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ہو اوراس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رضائے</w:t>
      </w:r>
      <w:r w:rsidRPr="00CD3FC2">
        <w:rPr>
          <w:rtl/>
        </w:rPr>
        <w:t xml:space="preserve"> خداکاارادہ ہوتاہے توا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لوگوں کودگنا جزا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 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ہے“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لفظ”زکوٰة“صدقہء</w:t>
      </w:r>
      <w:r w:rsidRPr="00CD3FC2">
        <w:rPr>
          <w:rtl/>
        </w:rPr>
        <w:t xml:space="preserve"> واجب اورصدقہء مستحب دونوں کوشامل ہوتا ہے۔”زکوٰة کا اطلاق“واجب اورمستحب دونوں پرمشتمل ہوتاہے،ج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نماز کا اطلاق صرف نمازواجب کے لئے مخصوص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بلکہ مستحب نماز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ہے۔</w:t>
      </w:r>
      <w:r w:rsidR="004C0800" w:rsidRPr="00F82107">
        <w:rPr>
          <w:rStyle w:val="libFootnotenumChar"/>
          <w:rFonts w:hint="cs"/>
          <w:rtl/>
        </w:rPr>
        <w:t>(2)</w:t>
      </w:r>
    </w:p>
    <w:p w:rsidR="004C0800" w:rsidRPr="004C0800" w:rsidRDefault="004C080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۱۔سورہ روم/۳۹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۲۔احکام القرآن،ج۲،ص۲۴۶</w:t>
      </w:r>
    </w:p>
    <w:p w:rsidR="004C0800" w:rsidRDefault="004C080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Heading2Center"/>
        <w:rPr>
          <w:rtl/>
        </w:rPr>
      </w:pPr>
      <w:bookmarkStart w:id="107" w:name="_Toc508103356"/>
      <w:r w:rsidRPr="00CD3FC2">
        <w:rPr>
          <w:rtl/>
          <w:lang w:bidi="fa-IR"/>
        </w:rPr>
        <w:lastRenderedPageBreak/>
        <w:t>۹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رکوع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زکوٰة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خاص اہم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ہے؟</w:t>
      </w:r>
      <w:bookmarkEnd w:id="107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اگررکوع</w:t>
      </w:r>
      <w:r w:rsidRPr="00CD3FC2">
        <w:rPr>
          <w:rtl/>
        </w:rPr>
        <w:t xml:space="preserve"> سے مرادنمازک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رکوع</w:t>
      </w:r>
      <w:r w:rsidRPr="00CD3FC2">
        <w:rPr>
          <w:rtl/>
        </w:rPr>
        <w:t xml:space="preserve"> ہے 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قابل مدح وستائش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رکوع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انفاق کرنا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انمازک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 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 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انفاق کرنا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فرق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ہے؟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08" w:name="_Toc508103357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10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رکوع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زکوٰة کے لئے ظرف واقع ہوا 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لحاظ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اس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انفاق کرنا قابل تمج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دوستائش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خاص تعر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کا باعث ہے بلکہ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لحاظ سے ہے کہ سائل کا سوال حضرت(ع)کے رکوع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واقع</w:t>
      </w:r>
      <w:r w:rsidRPr="00CD3FC2">
        <w:rPr>
          <w:rtl/>
        </w:rPr>
        <w:t xml:space="preserve"> ہوا</w:t>
      </w:r>
      <w:r w:rsidRPr="00CD3FC2">
        <w:rPr>
          <w:rFonts w:hint="eastAsia"/>
          <w:rtl/>
        </w:rPr>
        <w:t>ہے</w:t>
      </w:r>
      <w:r w:rsidRPr="00CD3FC2">
        <w:rPr>
          <w:rtl/>
        </w:rPr>
        <w:t xml:space="preserve"> اورعلمائے اصول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اصطلاح کے مطابق”اس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ہ،قض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خارج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اور رکوع کا عنوان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خصو 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 موضوع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رکھتاہے۔“اور تعر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وتمج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اس لحاظ سے ہے کہ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اس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عباد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عمل کو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ہے۔اگرحضرت(ع) نے رکوع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انفاق </w:t>
      </w:r>
      <w:r w:rsidRPr="00CD3FC2">
        <w:rPr>
          <w:rFonts w:hint="eastAsia"/>
          <w:rtl/>
        </w:rPr>
        <w:t>انجام</w:t>
      </w:r>
      <w:r w:rsidRPr="00CD3FC2">
        <w:rPr>
          <w:rtl/>
        </w:rPr>
        <w:t xml:space="preserve"> نہ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ہو تو وہ سائل ناام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محروم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مسجد سے واپس چلاجاتا۔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09" w:name="_Toc508103358"/>
      <w:r w:rsidRPr="00CD3FC2">
        <w:rPr>
          <w:rtl/>
          <w:lang w:bidi="fa-IR"/>
        </w:rPr>
        <w:t>۱۰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کامفہوم سابقہ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</w:t>
      </w:r>
      <w:bookmarkEnd w:id="10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کاکہناہے:اگر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پردلالت کرے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اپنے سے پہلے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جوابوبکر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مشروع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پردلالت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CB2B64" w:rsidRDefault="00CB2B64" w:rsidP="004B12AB">
      <w:pPr>
        <w:pStyle w:val="libNormal"/>
        <w:rPr>
          <w:rtl/>
        </w:rPr>
      </w:pPr>
      <w:r>
        <w:rPr>
          <w:rtl/>
        </w:rPr>
        <w:br w:type="page"/>
      </w:r>
    </w:p>
    <w:p w:rsidR="00CB2B64" w:rsidRPr="00CD3FC2" w:rsidRDefault="00CB2B64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10" w:name="_Toc508103359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11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سے پہلے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ابوبکر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مشروع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ہے۔اس سے پہلے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ہے: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اا</w:t>
      </w:r>
      <w:r w:rsidR="00E17DF7" w:rsidRPr="004C0800">
        <w:rPr>
          <w:rStyle w:val="libAieChar"/>
          <w:rFonts w:hint="cs"/>
          <w:rtl/>
        </w:rPr>
        <w:t>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>االّذی</w:t>
      </w:r>
      <w:r w:rsidR="00E17DF7" w:rsidRPr="004C0800">
        <w:rPr>
          <w:rStyle w:val="libAieChar"/>
          <w:rFonts w:hint="eastAsia"/>
          <w:rtl/>
        </w:rPr>
        <w:t>ن</w:t>
      </w:r>
      <w:r w:rsidR="00E17DF7" w:rsidRPr="004C0800">
        <w:rPr>
          <w:rStyle w:val="libAieChar"/>
          <w:rtl/>
        </w:rPr>
        <w:t xml:space="preserve"> آمنوامن 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رتدّمنکم</w:t>
      </w:r>
      <w:r w:rsidR="00E17DF7" w:rsidRPr="004C0800">
        <w:rPr>
          <w:rStyle w:val="libAieChar"/>
          <w:rtl/>
        </w:rPr>
        <w:t xml:space="preserve"> عن د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ن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tl/>
        </w:rPr>
        <w:t xml:space="preserve"> فسوف 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ا</w:t>
      </w:r>
      <w:r w:rsidR="00E17DF7" w:rsidRPr="004C0800">
        <w:rPr>
          <w:rStyle w:val="libAieChar"/>
          <w:rFonts w:hint="cs"/>
          <w:rtl/>
        </w:rPr>
        <w:t>ٴ</w:t>
      </w:r>
      <w:r w:rsidR="00E17DF7" w:rsidRPr="004C0800">
        <w:rPr>
          <w:rStyle w:val="libAieChar"/>
          <w:rFonts w:hint="eastAsia"/>
          <w:rtl/>
        </w:rPr>
        <w:t>ت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 xml:space="preserve"> بقوم ی</w:t>
      </w:r>
      <w:r w:rsidR="00E17DF7" w:rsidRPr="004C0800">
        <w:rPr>
          <w:rStyle w:val="libAieChar"/>
          <w:rFonts w:hint="eastAsia"/>
          <w:rtl/>
        </w:rPr>
        <w:t>حبّ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>م</w:t>
      </w:r>
      <w:r w:rsidR="00E17DF7" w:rsidRPr="004C0800">
        <w:rPr>
          <w:rStyle w:val="libAieChar"/>
          <w:rtl/>
        </w:rPr>
        <w:t xml:space="preserve"> و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حبّون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tl/>
        </w:rPr>
        <w:t xml:space="preserve"> إذلّةٍ عل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tl/>
        </w:rPr>
        <w:t xml:space="preserve"> المؤمن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ن</w:t>
      </w:r>
      <w:r w:rsidR="00E17DF7" w:rsidRPr="004C0800">
        <w:rPr>
          <w:rStyle w:val="libAieChar"/>
          <w:rtl/>
        </w:rPr>
        <w:t xml:space="preserve"> ا</w:t>
      </w:r>
      <w:r w:rsidR="00E17DF7" w:rsidRPr="004C0800">
        <w:rPr>
          <w:rStyle w:val="libAieChar"/>
          <w:rFonts w:hint="cs"/>
          <w:rtl/>
        </w:rPr>
        <w:t>ٴ</w:t>
      </w:r>
      <w:r w:rsidR="00E17DF7" w:rsidRPr="004C0800">
        <w:rPr>
          <w:rStyle w:val="libAieChar"/>
          <w:rFonts w:hint="eastAsia"/>
          <w:rtl/>
        </w:rPr>
        <w:t>عزّة</w:t>
      </w:r>
      <w:r w:rsidR="00E17DF7" w:rsidRPr="004C0800">
        <w:rPr>
          <w:rStyle w:val="libAieChar"/>
          <w:rtl/>
        </w:rPr>
        <w:t xml:space="preserve"> عل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tl/>
        </w:rPr>
        <w:t xml:space="preserve"> الکافر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ن</w:t>
      </w:r>
      <w:r w:rsidR="00E17DF7" w:rsidRPr="004C0800">
        <w:rPr>
          <w:rStyle w:val="libAieChar"/>
          <w:rtl/>
        </w:rPr>
        <w:t xml:space="preserve"> 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جا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>دون</w:t>
      </w:r>
      <w:r w:rsidR="00E17DF7" w:rsidRPr="004C0800">
        <w:rPr>
          <w:rStyle w:val="libAieChar"/>
          <w:rtl/>
        </w:rPr>
        <w:t xml:space="preserve"> ف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tl/>
        </w:rPr>
        <w:t xml:space="preserve"> سب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ل</w:t>
      </w:r>
      <w:r w:rsidR="00E17DF7" w:rsidRPr="004C0800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 xml:space="preserve"> ولا ی</w:t>
      </w:r>
      <w:r w:rsidR="00E17DF7" w:rsidRPr="004C0800">
        <w:rPr>
          <w:rStyle w:val="libAieChar"/>
          <w:rFonts w:hint="eastAsia"/>
          <w:rtl/>
        </w:rPr>
        <w:t>خافون</w:t>
      </w:r>
      <w:r w:rsidR="00E17DF7" w:rsidRPr="004C0800">
        <w:rPr>
          <w:rStyle w:val="libAieChar"/>
          <w:rtl/>
        </w:rPr>
        <w:t xml:space="preserve"> لومة لائم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0B693F" w:rsidRPr="00B76D20">
        <w:rPr>
          <w:rtl/>
        </w:rPr>
        <w:t>۔۔۔</w:t>
      </w:r>
      <w:r>
        <w:rPr>
          <w:rtl/>
        </w:rPr>
        <w:t xml:space="preserve"> </w:t>
      </w:r>
      <w:r w:rsidR="000B693F" w:rsidRPr="00B76D20">
        <w:rPr>
          <w:rtl/>
        </w:rPr>
        <w:t xml:space="preserve"> (سورہ مائدہ/۵۴)</w:t>
      </w:r>
    </w:p>
    <w:p w:rsidR="000B693F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”اے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والو!تم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جو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پلٹ جائے گا تو عنقر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خدا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کو لا ئے گا جس کو وہ دوست رکھتا ہو گا اور وہ لو گ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خدا کو دوست رکھتے ہوں گے،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لئے متوا ضع اورکفارکے لئے سر سخت ہو ں گے،راہ خدا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جہاد کرنے والے اورکس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ملامت کر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والے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ملامت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پروانہ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گے-</w:t>
      </w:r>
      <w:r w:rsidRPr="00CD3FC2">
        <w:rPr>
          <w:rFonts w:hint="cs"/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کہاہے: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ابوبکر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مشروع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پردلالت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خدا وند متعال نے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خطاب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اگر وہ اپنے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پلٹ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توآ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مذکورصفات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 مل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قوم کولا ئے گاتاکہ وہ ان کے ساتھ جنگ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بعد جس نے مرتدوں سے </w:t>
      </w:r>
      <w:r w:rsidRPr="00CD3FC2">
        <w:rPr>
          <w:rFonts w:hint="eastAsia"/>
          <w:rtl/>
        </w:rPr>
        <w:t>جنگ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تنہاابوبکرتھے۔چونکہ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ابوبکرک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وتمج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شمار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ہے،لہذاان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مشروع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ابوبکر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کو شر 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جواز فراہم کر نے کے لئے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جملہ کا اضافہ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فر 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:اگر تم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پلٹ جائے گاتوخداوندمتعال عنقر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قوم کو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جے</w:t>
      </w:r>
      <w:r w:rsidRPr="00CD3FC2">
        <w:rPr>
          <w:rtl/>
        </w:rPr>
        <w:t xml:space="preserve"> گا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مذکورہ اوصاف من جملہ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جہاد کرنے کا وصف ہوگا۔</w:t>
      </w:r>
    </w:p>
    <w:p w:rsidR="00CB2B64" w:rsidRDefault="00CB2B64" w:rsidP="004B12AB">
      <w:pPr>
        <w:pStyle w:val="libNormal"/>
        <w:rPr>
          <w:rtl/>
        </w:rPr>
      </w:pPr>
      <w:r>
        <w:rPr>
          <w:rtl/>
        </w:rPr>
        <w:br w:type="page"/>
      </w:r>
    </w:p>
    <w:p w:rsidR="00CB2B64" w:rsidRPr="00CD3FC2" w:rsidRDefault="00CB2B64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کہ”وہ مرتدوں سے جنگ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گے“ل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جملہ کو اپنے استدلال کے لئے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اضافہ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متعدد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مضمون سے مشابہ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اگر تم لوگ کافر ہوگئے توخدا وند متعال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افراد کو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جے</w:t>
      </w:r>
      <w:r w:rsidRPr="00CD3FC2">
        <w:rPr>
          <w:rtl/>
        </w:rPr>
        <w:t xml:space="preserve"> گا جوا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گے۔ملا حظہ ہو: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tl/>
        </w:rPr>
        <w:t>۱۔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C0800">
        <w:rPr>
          <w:rStyle w:val="libAieChar"/>
          <w:rtl/>
        </w:rPr>
        <w:t xml:space="preserve">فإن 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کفرب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>ا</w:t>
      </w:r>
      <w:r w:rsidR="00E17DF7" w:rsidRPr="004C0800">
        <w:rPr>
          <w:rStyle w:val="libAieChar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>ؤلائ فقدوکلّناب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>اقوماً لی</w:t>
      </w:r>
      <w:r w:rsidR="00E17DF7" w:rsidRPr="004C0800">
        <w:rPr>
          <w:rStyle w:val="libAieChar"/>
          <w:rFonts w:hint="eastAsia"/>
          <w:rtl/>
        </w:rPr>
        <w:t>سواب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Fonts w:hint="cs"/>
          <w:rtl/>
        </w:rPr>
        <w:t>اب</w:t>
      </w:r>
      <w:r w:rsidR="00E17DF7" w:rsidRPr="004C0800">
        <w:rPr>
          <w:rStyle w:val="libAieChar"/>
          <w:rFonts w:hint="eastAsia"/>
          <w:rtl/>
        </w:rPr>
        <w:t>کافر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</w:p>
    <w:p w:rsidR="000B693F" w:rsidRPr="00CD3FC2" w:rsidRDefault="004C0800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سورئہ انعام/</w:t>
      </w:r>
      <w:r w:rsidR="000B693F" w:rsidRPr="00CD3FC2">
        <w:rPr>
          <w:rtl/>
          <w:lang w:bidi="fa-IR"/>
        </w:rPr>
        <w:t>۸۹)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لوگ ان سے کفر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کر 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)انکارکرتے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)توہم ان پرا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کو مسلط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کہ جو کفر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کر نے والے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گے)انکارکرنے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ہے)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tl/>
        </w:rPr>
        <w:t>۲۔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C0800">
        <w:rPr>
          <w:rStyle w:val="libAieChar"/>
          <w:rtl/>
        </w:rPr>
        <w:t xml:space="preserve">وإن تتولّوا 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ستبدل</w:t>
      </w:r>
      <w:r w:rsidR="00E17DF7" w:rsidRPr="004C0800">
        <w:rPr>
          <w:rStyle w:val="libAieChar"/>
          <w:rtl/>
        </w:rPr>
        <w:t xml:space="preserve"> قوماً غ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رکم</w:t>
      </w:r>
      <w:r w:rsidR="00E17DF7" w:rsidRPr="004C0800">
        <w:rPr>
          <w:rStyle w:val="libAieChar"/>
          <w:rtl/>
        </w:rPr>
        <w:t xml:space="preserve"> ثم لا 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کونواا</w:t>
      </w:r>
      <w:r w:rsidR="00E17DF7" w:rsidRPr="004C0800">
        <w:rPr>
          <w:rStyle w:val="libAieChar"/>
          <w:rFonts w:hint="cs"/>
          <w:rtl/>
        </w:rPr>
        <w:t>ٴ</w:t>
      </w:r>
      <w:r w:rsidR="00E17DF7" w:rsidRPr="004C0800">
        <w:rPr>
          <w:rStyle w:val="libAieChar"/>
          <w:rFonts w:hint="eastAsia"/>
          <w:rtl/>
        </w:rPr>
        <w:t>مثالکم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</w:p>
    <w:p w:rsidR="000B693F" w:rsidRPr="00CD3FC2" w:rsidRDefault="004C0800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سورئہ محمد/</w:t>
      </w:r>
      <w:r w:rsidR="000B693F" w:rsidRPr="00CD3FC2">
        <w:rPr>
          <w:rtl/>
          <w:lang w:bidi="fa-IR"/>
        </w:rPr>
        <w:t>۳۸)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”اوراگرتم</w:t>
      </w:r>
      <w:r w:rsidRPr="00CD3FC2">
        <w:rPr>
          <w:rtl/>
        </w:rPr>
        <w:t xml:space="preserve"> منہ پھ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لوگے تووہ تمھارے بدلے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کوبھ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</w:t>
      </w:r>
      <w:r w:rsidRPr="00CD3FC2">
        <w:rPr>
          <w:rtl/>
        </w:rPr>
        <w:t xml:space="preserve"> دے گاجواس کے بعدتم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نہ ہوں گے۔</w:t>
      </w:r>
    </w:p>
    <w:p w:rsidR="000B693F" w:rsidRPr="00B76D20" w:rsidRDefault="000B693F" w:rsidP="00107A46">
      <w:pPr>
        <w:pStyle w:val="libNormal"/>
        <w:rPr>
          <w:rtl/>
        </w:rPr>
      </w:pPr>
      <w:r w:rsidRPr="00B76D20">
        <w:rPr>
          <w:rtl/>
        </w:rPr>
        <w:t>۳۔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C0800">
        <w:rPr>
          <w:rStyle w:val="libAieChar"/>
          <w:rtl/>
        </w:rPr>
        <w:t>إلاّ تنفروا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عذّبکم</w:t>
      </w:r>
      <w:r w:rsidR="00E17DF7" w:rsidRPr="004C0800">
        <w:rPr>
          <w:rStyle w:val="libAieChar"/>
          <w:rtl/>
        </w:rPr>
        <w:t xml:space="preserve"> عذاباً ا</w:t>
      </w:r>
      <w:r w:rsidR="00E17DF7" w:rsidRPr="004C0800">
        <w:rPr>
          <w:rStyle w:val="libAieChar"/>
          <w:rFonts w:hint="cs"/>
          <w:rtl/>
        </w:rPr>
        <w:t>ٴ</w:t>
      </w:r>
      <w:r w:rsidR="00E17DF7" w:rsidRPr="004C0800">
        <w:rPr>
          <w:rStyle w:val="libAieChar"/>
          <w:rFonts w:hint="eastAsia"/>
          <w:rtl/>
        </w:rPr>
        <w:t>ل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ماً</w:t>
      </w:r>
      <w:r w:rsidR="00E17DF7" w:rsidRPr="004C0800">
        <w:rPr>
          <w:rStyle w:val="libAieChar"/>
          <w:rtl/>
        </w:rPr>
        <w:t xml:space="preserve"> و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ستبدل</w:t>
      </w:r>
      <w:r w:rsidR="00E17DF7" w:rsidRPr="004C0800">
        <w:rPr>
          <w:rStyle w:val="libAieChar"/>
          <w:rtl/>
        </w:rPr>
        <w:t xml:space="preserve"> قوماً غ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رکم</w:t>
      </w:r>
      <w:r w:rsidR="00E17DF7" w:rsidRPr="004C0800">
        <w:rPr>
          <w:rStyle w:val="libAieChar"/>
          <w:rtl/>
        </w:rPr>
        <w:t xml:space="preserve"> ولا تضرّو</w:t>
      </w:r>
      <w:r w:rsidR="00E17DF7" w:rsidRPr="00BA57AE">
        <w:rPr>
          <w:rStyle w:val="libAieChar"/>
          <w:rFonts w:hint="cs"/>
          <w:rtl/>
        </w:rPr>
        <w:t>ه</w:t>
      </w:r>
      <w:r w:rsidR="00E17DF7" w:rsidRPr="004C0800">
        <w:rPr>
          <w:rStyle w:val="libAieChar"/>
          <w:rtl/>
        </w:rPr>
        <w:t xml:space="preserve"> ش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ئاً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B76D20">
        <w:rPr>
          <w:rtl/>
        </w:rPr>
        <w:t xml:space="preserve"> (سورئہ توبہ/۳۹)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”اگر</w:t>
      </w:r>
      <w:r w:rsidRPr="00CD3FC2">
        <w:rPr>
          <w:rtl/>
        </w:rPr>
        <w:t xml:space="preserve"> تم راہ خدا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 نکلو گے توخدا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دردناک عذاب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مبتلاکرے گااورتمھارے بدلے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کو لے آئے گا اورتم اسے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نقصان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پہنچاسکوگے۔“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لہذااس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کامضمون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مذکورہ مضام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مشابہ ہے،اورآ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موجود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خداوند متعال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قوم کو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</w:t>
      </w:r>
      <w:r w:rsidRPr="00CD3FC2">
        <w:rPr>
          <w:rtl/>
        </w:rPr>
        <w:t xml:space="preserve"> دے گا جومرتدوں سے جنگ کرے 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CB2B64" w:rsidRDefault="00CB2B64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11" w:name="_Toc508103360"/>
      <w:r w:rsidRPr="00CD3FC2">
        <w:rPr>
          <w:rtl/>
          <w:lang w:bidi="fa-IR"/>
        </w:rPr>
        <w:t>۱۱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حصرائمہ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کے مناف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</w:t>
      </w:r>
      <w:bookmarkEnd w:id="11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مذہب کے عقا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دسے</w:t>
      </w:r>
      <w:r w:rsidRPr="00CD3FC2">
        <w:rPr>
          <w:rtl/>
        </w:rPr>
        <w:t xml:space="preserve"> متناقض ہے جس طرح اہل سنت مذہب سے اس کاتناقض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صرف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کے معتقد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بلکہ بارہ اماموں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اعتقادرکھتے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12" w:name="_Toc508103361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11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کہ:مذکورہ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شواہدک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پرہ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ہواکہ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مرادسرپرست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اوررکوع سے مراد”نمازکارکوع“ہے۔اس سے واضح ہوجاتاہے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نے والاحصر،حصراضاف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نہ حصر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واضح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اورائمہ معصو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السلام)کے علاوہ کچھ دوسرے اول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فقہا،حکام، قاض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،باپ،دادااوروص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۔اگرہم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حصرسے حصرحق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مرادل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ان تمام اول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کرے،جبکہ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بذات خود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ہے کہ 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موجودحصر، حصراضاف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اوراس سے م</w:t>
      </w:r>
      <w:r w:rsidRPr="00CD3FC2">
        <w:rPr>
          <w:rFonts w:hint="eastAsia"/>
          <w:rtl/>
        </w:rPr>
        <w:t>رادرسول</w:t>
      </w:r>
      <w:r w:rsidRPr="00CD3FC2">
        <w:rPr>
          <w:rtl/>
        </w:rPr>
        <w:t xml:space="preserve"> اکرم (ص)کے بعدحضرت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ہے۔موجودہ دلائل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دوسرے ائمہ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ثابت ہے اوراس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کا منافات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اوراہل 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 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متعدد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</w:t>
      </w:r>
      <w:r w:rsidRPr="00CD3FC2">
        <w:rPr>
          <w:rFonts w:hint="eastAsia"/>
          <w:rtl/>
        </w:rPr>
        <w:t>مطابق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C0800">
        <w:rPr>
          <w:rStyle w:val="libAieChar"/>
          <w:rtl/>
        </w:rPr>
        <w:t>الذ</w:t>
      </w:r>
      <w:r w:rsidR="00E17DF7" w:rsidRPr="004C0800">
        <w:rPr>
          <w:rStyle w:val="libAieChar"/>
          <w:rFonts w:hint="cs"/>
          <w:rtl/>
        </w:rPr>
        <w:t>ی</w:t>
      </w:r>
      <w:r w:rsidR="00E17DF7" w:rsidRPr="004C0800">
        <w:rPr>
          <w:rStyle w:val="libAieChar"/>
          <w:rFonts w:hint="eastAsia"/>
          <w:rtl/>
        </w:rPr>
        <w:t>ن</w:t>
      </w:r>
      <w:r w:rsidR="00E17DF7" w:rsidRPr="004C0800">
        <w:rPr>
          <w:rStyle w:val="libAieChar"/>
          <w:rtl/>
        </w:rPr>
        <w:t xml:space="preserve"> آمنوا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سے مرادصرف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="004C0800" w:rsidRPr="00F82107">
        <w:rPr>
          <w:rStyle w:val="libFootnotenumChar"/>
          <w:rFonts w:hint="cs"/>
          <w:rtl/>
        </w:rPr>
        <w:t>(1)</w:t>
      </w:r>
      <w:r w:rsidR="004C0800" w:rsidRPr="00B76D20">
        <w:rPr>
          <w:rFonts w:hint="cs"/>
          <w:rtl/>
        </w:rPr>
        <w:t xml:space="preserve"> </w:t>
      </w:r>
      <w:r w:rsidRPr="00CD3FC2">
        <w:rPr>
          <w:rtl/>
        </w:rPr>
        <w:t>بلکہ تمام ائمہ معصو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4C0800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مستحب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زکوٰةکوحالت رکوع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اب</w:t>
      </w:r>
      <w:r w:rsidRPr="00CD3FC2">
        <w:rPr>
          <w:rtl/>
        </w:rPr>
        <w:t xml:space="preserve">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نے آغازہ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امامت کو ان سچے اماموں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منحصرکرد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13" w:name="_Toc508103362"/>
      <w:r w:rsidRPr="00CD3FC2">
        <w:rPr>
          <w:rtl/>
          <w:lang w:bidi="fa-IR"/>
        </w:rPr>
        <w:t>۱۲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اعل</w:t>
      </w:r>
      <w:r w:rsidRPr="00CD3FC2">
        <w:rPr>
          <w:rFonts w:hint="cs"/>
          <w:rtl/>
        </w:rPr>
        <w:t>ی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(ص)کے 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عہدہ پرفائزتھے؟</w:t>
      </w:r>
      <w:bookmarkEnd w:id="113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پر دلالت کرے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تواس کالازمہ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ہوگاکہ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دوران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وسرپرست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جبکہ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4C0800" w:rsidRPr="004C0800" w:rsidRDefault="004C080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۱۔اصول کاف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۱،ص۱۴۳،ح۷وص۱۴۶،ح۱۶وص۲۲۸،ح۳الحکمتبةالاسلام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>۔کمال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ن،ج</w:t>
      </w:r>
      <w:r w:rsidRPr="00CD3FC2">
        <w:rPr>
          <w:rtl/>
        </w:rPr>
        <w:t>۱،ص۲۷۴۔۲۷۹،دارالکتب 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فرائدالسمط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،ج۱،ص۳۱۲،ح۲۵۰،موسستہ المحمود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للطباعة ونشر۔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المودة،ص۱۱۴۔۱۱۶</w:t>
      </w:r>
    </w:p>
    <w:p w:rsidR="004C0800" w:rsidRDefault="004C080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Heading2Center"/>
        <w:rPr>
          <w:rtl/>
        </w:rPr>
      </w:pPr>
      <w:bookmarkStart w:id="114" w:name="_Toc508103363"/>
      <w:r w:rsidRPr="00CD3FC2">
        <w:rPr>
          <w:rFonts w:hint="eastAsia"/>
          <w:rtl/>
        </w:rPr>
        <w:lastRenderedPageBreak/>
        <w:t>جواب</w:t>
      </w:r>
      <w:r w:rsidRPr="00CD3FC2">
        <w:rPr>
          <w:rtl/>
        </w:rPr>
        <w:t>:</w:t>
      </w:r>
      <w:bookmarkEnd w:id="11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بہت سے دلائل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وسر پرست تھے۔ل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سر پرست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جب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ہوتے تھے،عل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ہوا کرتے تھے۔حد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منزلت اس کا واض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ثبوت ہے اس طرح سے کہ وہ تمام منصب و عہدے جو حضرت ہارون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پاس حضرت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سے تھے ،وہ سب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لئے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اکرم)ص)ک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سے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ثابت ہو 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موس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کوہ طور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روانہ ہوتے وقت اپنے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مخاطب ہوکر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60237D">
        <w:rPr>
          <w:rStyle w:val="libAieChar"/>
          <w:rtl/>
        </w:rPr>
        <w:t>إخلفن</w:t>
      </w:r>
      <w:r w:rsidR="00E17DF7" w:rsidRPr="0060237D">
        <w:rPr>
          <w:rStyle w:val="libAieChar"/>
          <w:rFonts w:hint="cs"/>
          <w:rtl/>
        </w:rPr>
        <w:t>ی</w:t>
      </w:r>
      <w:r w:rsidR="00E17DF7" w:rsidRPr="0060237D">
        <w:rPr>
          <w:rStyle w:val="libAieChar"/>
          <w:rtl/>
        </w:rPr>
        <w:t xml:space="preserve"> ف</w:t>
      </w:r>
      <w:r w:rsidR="00E17DF7" w:rsidRPr="0060237D">
        <w:rPr>
          <w:rStyle w:val="libAieChar"/>
          <w:rFonts w:hint="cs"/>
          <w:rtl/>
        </w:rPr>
        <w:t>ی</w:t>
      </w:r>
      <w:r w:rsidR="00E17DF7" w:rsidRPr="0060237D">
        <w:rPr>
          <w:rStyle w:val="libAieChar"/>
          <w:rtl/>
        </w:rPr>
        <w:t xml:space="preserve"> قوم</w:t>
      </w:r>
      <w:r w:rsidR="00E17DF7" w:rsidRPr="0060237D">
        <w:rPr>
          <w:rStyle w:val="libAieChar"/>
          <w:rFonts w:hint="cs"/>
          <w:rtl/>
        </w:rPr>
        <w:t>ی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ہو“۔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خلافت کوہ طور پر جانے کے زمانہ سے مخصوص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محقق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اہل سنت نے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  <w:r w:rsidR="00AE1CBE" w:rsidRPr="00F82107">
        <w:rPr>
          <w:rStyle w:val="libFootnotenumChar"/>
          <w:rFonts w:hint="cs"/>
          <w:rtl/>
        </w:rPr>
        <w:t>(1)</w:t>
      </w:r>
      <w:r w:rsidR="00AE1CBE" w:rsidRPr="00B76D20">
        <w:rPr>
          <w:rFonts w:hint="cs"/>
          <w:rtl/>
        </w:rPr>
        <w:t xml:space="preserve"> ا</w:t>
      </w:r>
      <w:r w:rsidRPr="00CD3FC2">
        <w:rPr>
          <w:rtl/>
        </w:rPr>
        <w:t xml:space="preserve"> س بناء پرحضر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تھے۔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کہ:فرض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(ص)کے 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لئے ثابت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تواس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="00AE1CBE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کے</w:t>
      </w:r>
      <w:r w:rsidRPr="00CD3FC2">
        <w:rPr>
          <w:rtl/>
        </w:rPr>
        <w:t xml:space="preserve"> بعد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اطلاق مق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ہو گااوراس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رحلت کے وقت سے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لئے ثابت ہو جا ئے 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15" w:name="_Toc508103364"/>
      <w:r w:rsidRPr="00CD3FC2">
        <w:rPr>
          <w:rtl/>
          <w:lang w:bidi="fa-IR"/>
        </w:rPr>
        <w:t>۱۳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نظرچوتھا 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جاناجاسکتاہے؟</w:t>
      </w:r>
      <w:bookmarkEnd w:id="115"/>
    </w:p>
    <w:p w:rsidR="0060237D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فرض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السلام)سے پہلے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نوں</w:t>
      </w:r>
      <w:r w:rsidRPr="00CD3FC2">
        <w:rPr>
          <w:rtl/>
        </w:rPr>
        <w:t xml:space="preserve"> خلفاء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کے مناف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اجماع اورشور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بناپرپہلے ہم ان خلفاء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کے قائل ہوں گے اور پھر ان خلا فتوں کے بعد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="0060237D" w:rsidRPr="0060237D">
        <w:rPr>
          <w:rFonts w:hint="eastAsia"/>
          <w:rtl/>
        </w:rPr>
        <w:t xml:space="preserve"> </w:t>
      </w:r>
      <w:r w:rsidR="0060237D" w:rsidRPr="00CD3FC2">
        <w:rPr>
          <w:rFonts w:hint="eastAsia"/>
          <w:rtl/>
        </w:rPr>
        <w:t>پر</w:t>
      </w:r>
      <w:r w:rsidR="0060237D" w:rsidRPr="00CD3FC2">
        <w:rPr>
          <w:rtl/>
        </w:rPr>
        <w:t xml:space="preserve"> عمل کر</w:t>
      </w:r>
      <w:r w:rsidR="0060237D" w:rsidRPr="00CD3FC2">
        <w:rPr>
          <w:rFonts w:hint="cs"/>
          <w:rtl/>
        </w:rPr>
        <w:t>ی</w:t>
      </w:r>
      <w:r w:rsidR="0060237D" w:rsidRPr="00CD3FC2">
        <w:rPr>
          <w:rFonts w:hint="eastAsia"/>
          <w:rtl/>
        </w:rPr>
        <w:t>ں</w:t>
      </w:r>
      <w:r w:rsidR="0060237D" w:rsidRPr="00CD3FC2">
        <w:rPr>
          <w:rtl/>
        </w:rPr>
        <w:t xml:space="preserve"> گے جوحضرت(ع)ک</w:t>
      </w:r>
      <w:r w:rsidR="0060237D" w:rsidRPr="00CD3FC2">
        <w:rPr>
          <w:rFonts w:hint="cs"/>
          <w:rtl/>
        </w:rPr>
        <w:t>ی</w:t>
      </w:r>
      <w:r w:rsidR="0060237D" w:rsidRPr="00CD3FC2">
        <w:rPr>
          <w:rtl/>
        </w:rPr>
        <w:t xml:space="preserve"> امامت ب</w:t>
      </w:r>
      <w:r w:rsidR="0060237D" w:rsidRPr="00CD3FC2">
        <w:rPr>
          <w:rFonts w:hint="cs"/>
          <w:rtl/>
        </w:rPr>
        <w:t>ی</w:t>
      </w:r>
      <w:r w:rsidR="0060237D" w:rsidRPr="00CD3FC2">
        <w:rPr>
          <w:rFonts w:hint="eastAsia"/>
          <w:rtl/>
        </w:rPr>
        <w:t>ان</w:t>
      </w:r>
      <w:r w:rsidR="0060237D" w:rsidRPr="00CD3FC2">
        <w:rPr>
          <w:rtl/>
        </w:rPr>
        <w:t xml:space="preserve"> کرنے وال</w:t>
      </w:r>
      <w:r w:rsidR="0060237D" w:rsidRPr="00CD3FC2">
        <w:rPr>
          <w:rFonts w:hint="cs"/>
          <w:rtl/>
        </w:rPr>
        <w:t>ی</w:t>
      </w:r>
      <w:r w:rsidR="0060237D" w:rsidRPr="00CD3FC2">
        <w:rPr>
          <w:rtl/>
        </w:rPr>
        <w:t xml:space="preserve"> ہے۔</w:t>
      </w:r>
    </w:p>
    <w:p w:rsidR="000B693F" w:rsidRPr="0060237D" w:rsidRDefault="0060237D" w:rsidP="00E17DF7">
      <w:pPr>
        <w:pStyle w:val="libLine"/>
        <w:rPr>
          <w:rtl/>
        </w:rPr>
      </w:pPr>
      <w:r w:rsidRPr="00E17DF7">
        <w:rPr>
          <w:rFonts w:hint="cs"/>
          <w:rtl/>
        </w:rPr>
        <w:t>____________________</w:t>
      </w:r>
      <w:r>
        <w:rPr>
          <w:rFonts w:hint="cs"/>
          <w:rtl/>
        </w:rPr>
        <w:t>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۱۔شرح مقاصد،تفتازان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،ج۵،ص۲۷۶،منشورات الشر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الرض</w:t>
      </w:r>
      <w:r w:rsidRPr="00CD3FC2">
        <w:rPr>
          <w:rFonts w:hint="cs"/>
          <w:rtl/>
        </w:rPr>
        <w:t>ی</w:t>
      </w:r>
    </w:p>
    <w:p w:rsidR="0060237D" w:rsidRDefault="0060237D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16" w:name="_Toc508103365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11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سب</w:t>
      </w:r>
      <w:r w:rsidRPr="00CD3FC2">
        <w:rPr>
          <w:rtl/>
        </w:rPr>
        <w:t xml:space="preserve"> سے پہلے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کہ:مسئلہ خلافت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اجماع اورشور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استدلال و استنادا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ہے جب اجماع وشور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کے اعتبار کے لئے معتبر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موجود ہو۔اوراس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جانے والا استدلال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کہ:جس شور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اوراجماع کا دعو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اہے،وہ</w:t>
      </w:r>
      <w:r w:rsidRPr="00CD3FC2">
        <w:rPr>
          <w:rtl/>
        </w:rPr>
        <w:t xml:space="preserve">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واقع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ہواہے۔</w:t>
      </w:r>
    </w:p>
    <w:p w:rsidR="000B693F" w:rsidRPr="00B76D20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کہ:اجماع اورشور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ہے کہ مسئلہ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نص موجود نہ ہواوراگر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مسئلہ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نص موجود ہے تواس مسئلہ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 اجماع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کام کاہے اورنہ شور</w:t>
      </w:r>
      <w:r w:rsidRPr="00CD3FC2">
        <w:rPr>
          <w:rFonts w:hint="cs"/>
          <w:rtl/>
        </w:rPr>
        <w:t>یٰ</w:t>
      </w:r>
      <w:r w:rsidRPr="00CD3FC2">
        <w:rPr>
          <w:rtl/>
        </w:rPr>
        <w:t>۔چنانچہ خداوند متعال فرماتاہے: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60237D">
        <w:rPr>
          <w:rStyle w:val="libAieChar"/>
          <w:rtl/>
        </w:rPr>
        <w:t>وماکان لمؤمن ولامؤمنة اذ اقض</w:t>
      </w:r>
      <w:r w:rsidR="00E17DF7" w:rsidRPr="0060237D">
        <w:rPr>
          <w:rStyle w:val="libAieChar"/>
          <w:rFonts w:hint="cs"/>
          <w:rtl/>
        </w:rPr>
        <w:t>ی</w:t>
      </w:r>
      <w:r w:rsidR="00E17DF7" w:rsidRPr="0060237D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60237D">
        <w:rPr>
          <w:rStyle w:val="libAieChar"/>
          <w:rFonts w:hint="cs"/>
          <w:rtl/>
        </w:rPr>
        <w:t xml:space="preserve"> ورسول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60237D">
        <w:rPr>
          <w:rStyle w:val="libAieChar"/>
          <w:rFonts w:hint="cs"/>
          <w:rtl/>
        </w:rPr>
        <w:t xml:space="preserve"> اٴ</w:t>
      </w:r>
      <w:r w:rsidR="00E17DF7" w:rsidRPr="0060237D">
        <w:rPr>
          <w:rStyle w:val="libAieChar"/>
          <w:rtl/>
        </w:rPr>
        <w:t xml:space="preserve"> مراً ا</w:t>
      </w:r>
      <w:r w:rsidR="00E17DF7" w:rsidRPr="0060237D">
        <w:rPr>
          <w:rStyle w:val="libAieChar"/>
          <w:rFonts w:hint="cs"/>
          <w:rtl/>
        </w:rPr>
        <w:t>ٴ</w:t>
      </w:r>
      <w:r w:rsidR="00E17DF7" w:rsidRPr="0060237D">
        <w:rPr>
          <w:rStyle w:val="libAieChar"/>
          <w:rFonts w:hint="eastAsia"/>
          <w:rtl/>
        </w:rPr>
        <w:t>ن</w:t>
      </w:r>
      <w:r w:rsidR="00E17DF7" w:rsidRPr="0060237D">
        <w:rPr>
          <w:rStyle w:val="libAieChar"/>
          <w:rtl/>
        </w:rPr>
        <w:t xml:space="preserve"> </w:t>
      </w:r>
      <w:r w:rsidR="00E17DF7" w:rsidRPr="0060237D">
        <w:rPr>
          <w:rStyle w:val="libAieChar"/>
          <w:rFonts w:hint="cs"/>
          <w:rtl/>
        </w:rPr>
        <w:t>ی</w:t>
      </w:r>
      <w:r w:rsidR="00E17DF7" w:rsidRPr="0060237D">
        <w:rPr>
          <w:rStyle w:val="libAieChar"/>
          <w:rFonts w:hint="eastAsia"/>
          <w:rtl/>
        </w:rPr>
        <w:t>کون</w:t>
      </w:r>
      <w:r w:rsidR="00E17DF7" w:rsidRPr="0060237D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60237D">
        <w:rPr>
          <w:rStyle w:val="libAieChar"/>
          <w:rFonts w:hint="cs"/>
          <w:rtl/>
        </w:rPr>
        <w:t>م الخی</w:t>
      </w:r>
      <w:r w:rsidR="00E17DF7" w:rsidRPr="0060237D">
        <w:rPr>
          <w:rStyle w:val="libAieChar"/>
          <w:rFonts w:hint="eastAsia"/>
          <w:rtl/>
        </w:rPr>
        <w:t>رة</w:t>
      </w:r>
      <w:r w:rsidR="00E17DF7" w:rsidRPr="0060237D">
        <w:rPr>
          <w:rStyle w:val="libAieChar"/>
          <w:rtl/>
        </w:rPr>
        <w:t xml:space="preserve"> من امر</w:t>
      </w:r>
      <w:r w:rsidR="00E17DF7" w:rsidRPr="00BA57AE">
        <w:rPr>
          <w:rStyle w:val="libAieChar"/>
          <w:rFonts w:hint="cs"/>
          <w:rtl/>
        </w:rPr>
        <w:t>ه</w:t>
      </w:r>
      <w:r w:rsidR="00E17DF7" w:rsidRPr="0060237D">
        <w:rPr>
          <w:rStyle w:val="libAieChar"/>
          <w:rFonts w:hint="cs"/>
          <w:rtl/>
        </w:rPr>
        <w:t>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60237D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مومن مرد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عورت 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جب خداورسول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امر کے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بارے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امر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اپنا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ارجتائے“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17" w:name="_Toc508103366"/>
      <w:r w:rsidRPr="00CD3FC2">
        <w:rPr>
          <w:rtl/>
          <w:lang w:bidi="fa-IR"/>
        </w:rPr>
        <w:t>۱۴</w:t>
      </w:r>
      <w:r w:rsidRPr="00CD3FC2">
        <w:rPr>
          <w:rtl/>
        </w:rPr>
        <w:t>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احضر</w:t>
      </w:r>
      <w:r w:rsidRPr="00CD3FC2">
        <w:rPr>
          <w:rtl/>
        </w:rPr>
        <w:t xml:space="preserve"> 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احتجاج واستدلال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ہے؟</w:t>
      </w:r>
      <w:bookmarkEnd w:id="117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پردلالت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حضرت (ع)نے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کے لئے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استدلال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ا؟جبکہ</w:t>
      </w:r>
      <w:r w:rsidRPr="00CD3FC2">
        <w:rPr>
          <w:rtl/>
        </w:rPr>
        <w:t xml:space="preserve"> آپ(ع)نے شور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کے دن اوردوسرے مواقع پراپنے حر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فوں</w:t>
      </w:r>
      <w:r w:rsidRPr="00CD3FC2">
        <w:rPr>
          <w:rtl/>
        </w:rPr>
        <w:t xml:space="preserve"> کے سا منے اپنے بہت سے فضائل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60237D" w:rsidRDefault="0060237D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۱۔سورئہ احزاب/۳۶</w:t>
      </w:r>
    </w:p>
    <w:p w:rsidR="0060237D" w:rsidRDefault="0060237D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0237D" w:rsidRPr="00CD3FC2" w:rsidRDefault="0060237D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18" w:name="_Toc508103367"/>
      <w:r w:rsidRPr="00CD3FC2">
        <w:rPr>
          <w:rFonts w:hint="eastAsia"/>
          <w:rtl/>
        </w:rPr>
        <w:t>جواب</w:t>
      </w:r>
      <w:r w:rsidRPr="00CD3FC2">
        <w:rPr>
          <w:rtl/>
        </w:rPr>
        <w:t>:</w:t>
      </w:r>
      <w:bookmarkEnd w:id="11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بعض</w:t>
      </w:r>
      <w:r w:rsidRPr="00CD3FC2">
        <w:rPr>
          <w:rtl/>
        </w:rPr>
        <w:t xml:space="preserve"> بزرگ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محدث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مواقع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دلائل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کرتے ہوئے من جملہ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محمدجو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فرائدالسمط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60237D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اور)ش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علماء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سے)ابن بابو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 کمال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60237D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کہ:”حضرت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عثمان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خلافت کے دوران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دن مسجدالنب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مھاجر وانصار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جماعت کے سامنے اپنے فضائل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کرتے ہوئے ا</w:t>
      </w:r>
      <w:r w:rsidRPr="00CD3FC2">
        <w:rPr>
          <w:rFonts w:hint="eastAsia"/>
          <w:rtl/>
        </w:rPr>
        <w:t>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نزول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نے اس مفصل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لامر“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بحث کے آخر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ذکرک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 کتاب”فرائدالسمط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ن“کے</w:t>
      </w:r>
      <w:r w:rsidRPr="00CD3FC2">
        <w:rPr>
          <w:rtl/>
        </w:rPr>
        <w:t xml:space="preserve"> مصنف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شخص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پہنچاننے کے لئے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”اول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الامر“ک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آخر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حصہ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جائے۔</w:t>
      </w:r>
    </w:p>
    <w:p w:rsidR="0060237D" w:rsidRPr="0060237D" w:rsidRDefault="0060237D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۱۔فرائد اسمط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،ج۱،ص۳۱۲،مؤسسہ المحمود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للطبا عة والنشر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۲۔کماالد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>۱ ،ص۲۷۴</w:t>
      </w:r>
    </w:p>
    <w:p w:rsidR="0060237D" w:rsidRDefault="0060237D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Heading2Center"/>
        <w:rPr>
          <w:rtl/>
        </w:rPr>
      </w:pPr>
      <w:bookmarkStart w:id="119" w:name="_Toc508103368"/>
      <w:r w:rsidRPr="00CD3FC2">
        <w:rPr>
          <w:rFonts w:hint="eastAsia"/>
          <w:rtl/>
        </w:rPr>
        <w:lastRenderedPageBreak/>
        <w:t>پانچواں</w:t>
      </w:r>
      <w:r w:rsidRPr="00CD3FC2">
        <w:rPr>
          <w:rtl/>
        </w:rPr>
        <w:t xml:space="preserve"> باب :</w:t>
      </w:r>
      <w:bookmarkEnd w:id="119"/>
    </w:p>
    <w:p w:rsidR="000B693F" w:rsidRPr="00CD3FC2" w:rsidRDefault="000B693F" w:rsidP="00107A46">
      <w:pPr>
        <w:pStyle w:val="Heading2Center"/>
        <w:rPr>
          <w:rtl/>
        </w:rPr>
      </w:pPr>
      <w:bookmarkStart w:id="120" w:name="_Toc508103369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اما مت</w:t>
      </w:r>
      <w:bookmarkEnd w:id="120"/>
      <w:r w:rsidRPr="00CD3FC2">
        <w:rPr>
          <w:rtl/>
        </w:rPr>
        <w:t xml:space="preserve"> </w:t>
      </w:r>
    </w:p>
    <w:p w:rsidR="000B693F" w:rsidRPr="00B76D20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AE1CBE">
        <w:rPr>
          <w:rStyle w:val="libAieChar"/>
          <w:rFonts w:hint="cs"/>
          <w:rtl/>
        </w:rPr>
        <w:t>ی</w:t>
      </w:r>
      <w:r w:rsidR="00E17DF7" w:rsidRPr="00AE1CBE">
        <w:rPr>
          <w:rStyle w:val="libAieChar"/>
          <w:rFonts w:hint="eastAsia"/>
          <w:rtl/>
        </w:rPr>
        <w:t>اا</w:t>
      </w:r>
      <w:r w:rsidR="00E17DF7" w:rsidRPr="00AE1CBE">
        <w:rPr>
          <w:rStyle w:val="libAieChar"/>
          <w:rFonts w:hint="cs"/>
          <w:rtl/>
        </w:rPr>
        <w:t>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AE1CBE">
        <w:rPr>
          <w:rStyle w:val="libAieChar"/>
          <w:rFonts w:hint="cs"/>
          <w:rtl/>
        </w:rPr>
        <w:t>االذی</w:t>
      </w:r>
      <w:r w:rsidR="00E17DF7" w:rsidRPr="00AE1CBE">
        <w:rPr>
          <w:rStyle w:val="libAieChar"/>
          <w:rFonts w:hint="eastAsia"/>
          <w:rtl/>
        </w:rPr>
        <w:t>ن</w:t>
      </w:r>
      <w:r w:rsidR="00E17DF7" w:rsidRPr="00AE1CBE">
        <w:rPr>
          <w:rStyle w:val="libAieChar"/>
          <w:rtl/>
        </w:rPr>
        <w:t xml:space="preserve"> آمنوااتقوااللّٰ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AE1CBE">
        <w:rPr>
          <w:rStyle w:val="libAieChar"/>
          <w:rFonts w:hint="cs"/>
          <w:rtl/>
        </w:rPr>
        <w:t xml:space="preserve"> وکونوامع ال</w:t>
      </w:r>
      <w:r w:rsidR="00E17DF7" w:rsidRPr="00AE1CBE">
        <w:rPr>
          <w:rStyle w:val="libAieChar"/>
          <w:rtl/>
        </w:rPr>
        <w:t>صادق</w:t>
      </w:r>
      <w:r w:rsidR="00E17DF7" w:rsidRPr="00AE1CBE">
        <w:rPr>
          <w:rStyle w:val="libAieChar"/>
          <w:rFonts w:hint="cs"/>
          <w:rtl/>
        </w:rPr>
        <w:t>ی</w:t>
      </w:r>
      <w:r w:rsidR="00E17DF7" w:rsidRPr="00AE1CBE">
        <w:rPr>
          <w:rStyle w:val="libAieChar"/>
          <w:rFonts w:hint="eastAsia"/>
          <w:rtl/>
        </w:rPr>
        <w:t>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</w:t>
      </w:r>
      <w:r w:rsidR="000B693F" w:rsidRPr="00B76D20">
        <w:rPr>
          <w:rtl/>
        </w:rPr>
        <w:t xml:space="preserve"> (سورئہ توبہ/۱۱۹)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”اے</w:t>
      </w:r>
      <w:r w:rsidRPr="00CD3FC2">
        <w:rPr>
          <w:rtl/>
        </w:rPr>
        <w:t xml:space="preserve"> صا حبا ن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>!اللہ سے ڈرواورصادق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ساتھ ہوجاؤ“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بحث وتحق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کرنا چاہتے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ں،اس</w:t>
      </w:r>
      <w:r w:rsidRPr="00CD3FC2">
        <w:rPr>
          <w:rtl/>
        </w:rPr>
        <w:t xml:space="preserve"> پر سر 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نگاہ ڈالنے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ہوتا ہے کہ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اخلاق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پہلوہے مذ کورہ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تقو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کے بعد مو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کہا جا رہا ہے کہ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ساتھ ہوجاؤ۔ل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رہے کہ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سرسر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نگاہ کرنے سے پرہ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کرنا چاہئے۔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کا ارشادہے:</w:t>
      </w:r>
    </w:p>
    <w:p w:rsidR="000B693F" w:rsidRPr="00B76D20" w:rsidRDefault="00BD32E1" w:rsidP="00BA57AE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07A46">
        <w:rPr>
          <w:rStyle w:val="libAieChar"/>
          <w:rtl/>
        </w:rPr>
        <w:t>فارجع البصر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>ل تریٰ</w:t>
      </w:r>
      <w:r w:rsidR="00E17DF7" w:rsidRPr="00107A46">
        <w:rPr>
          <w:rStyle w:val="libAieChar"/>
          <w:rtl/>
        </w:rPr>
        <w:t xml:space="preserve"> من فطور</w:t>
      </w:r>
      <w:r w:rsidR="00E17DF7" w:rsidRPr="00107A46">
        <w:rPr>
          <w:rStyle w:val="libAieChar"/>
          <w:rFonts w:hint="cs"/>
          <w:rtl/>
        </w:rPr>
        <w:t>ثمّ ارجع البصرکرّتی</w:t>
      </w:r>
      <w:r w:rsidR="00E17DF7" w:rsidRPr="00107A46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0B693F" w:rsidRPr="00B76D20">
        <w:rPr>
          <w:rtl/>
        </w:rPr>
        <w:t xml:space="preserve"> </w:t>
      </w:r>
      <w:r>
        <w:rPr>
          <w:rtl/>
        </w:rPr>
        <w:t xml:space="preserve"> </w:t>
      </w:r>
      <w:r w:rsidR="000B693F" w:rsidRPr="00B76D20">
        <w:rPr>
          <w:rtl/>
        </w:rPr>
        <w:t xml:space="preserve"> (سورہ ملک/۳۔۴)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”پھر</w:t>
      </w:r>
      <w:r w:rsidRPr="00CD3FC2">
        <w:rPr>
          <w:rtl/>
        </w:rPr>
        <w:t xml:space="preserve"> نظراٹھاکرد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کھوکہ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شگاف تو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ہے۔اس کے بعدباربارنگاہ ڈالو 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خاص</w:t>
      </w:r>
      <w:r w:rsidRPr="00CD3FC2">
        <w:rPr>
          <w:rtl/>
        </w:rPr>
        <w:t xml:space="preserve"> کر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کے بلندمعارف تک رسائ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اوراس کے مفاہ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گہرائ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تک پہنچنے کے لئے اس 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رعا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بہت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چنانچہ بعض مواقع پر خودقرآن نے تدبرکرنے کاحکم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اور بار بارغوروخوض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ہے۔ اس لئے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ابتدائ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اورس</w:t>
      </w:r>
      <w:r w:rsidRPr="00CD3FC2">
        <w:rPr>
          <w:rFonts w:hint="eastAsia"/>
          <w:rtl/>
        </w:rPr>
        <w:t>رسر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نگاہ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کرنا چاہئے بلکہ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پر تدبر اور غورو خوض کرناچاہئے۔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اگرہم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کا اس نقطہ نظر سے مطا لعہ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معلوم ہو گا کہ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اور اصل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معارف،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 مت و رہبر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مسئلہ ، کو بہتر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107A46" w:rsidRDefault="00107A46" w:rsidP="004B12AB">
      <w:pPr>
        <w:pStyle w:val="libNormal"/>
        <w:rPr>
          <w:rtl/>
        </w:rPr>
      </w:pPr>
      <w:r>
        <w:rPr>
          <w:rtl/>
        </w:rPr>
        <w:br w:type="page"/>
      </w:r>
    </w:p>
    <w:p w:rsidR="00107A46" w:rsidRPr="00CD3FC2" w:rsidRDefault="00107A46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لحاظ سے امامت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بحث و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اور قابل توجہ ہے۔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 و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چند محوروں پرمشتمل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مفردات اور مفاہ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۔مذکورہ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کااس سے پہلے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سے ربط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کامسئلہ رہبر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ربطہ اور اس کے قرائن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چھان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پڑتال۔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۔علما ء ومفسر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انات</w:t>
      </w:r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عہ،سن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وروا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21" w:name="_Toc508103370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مفردات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</w:t>
      </w:r>
      <w:bookmarkEnd w:id="12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حصہ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جن الفاظ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لفظ”صدق“اور”صادق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 ہم ان کے لغو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نظرڈال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اور ان کے بعد اس کے قرآن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استعمالات پر بحث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</w:t>
      </w:r>
    </w:p>
    <w:p w:rsidR="000B693F" w:rsidRPr="00CD3FC2" w:rsidRDefault="000B693F" w:rsidP="00107A46">
      <w:pPr>
        <w:pStyle w:val="Heading2Center"/>
        <w:rPr>
          <w:rtl/>
        </w:rPr>
      </w:pPr>
      <w:bookmarkStart w:id="122" w:name="_Toc508103371"/>
      <w:r w:rsidRPr="00CD3FC2">
        <w:rPr>
          <w:rFonts w:hint="eastAsia"/>
          <w:rtl/>
        </w:rPr>
        <w:t>استعمالا</w:t>
      </w:r>
      <w:r w:rsidRPr="00CD3FC2">
        <w:rPr>
          <w:rtl/>
        </w:rPr>
        <w:t xml:space="preserve"> ت لغو</w:t>
      </w:r>
      <w:r w:rsidRPr="00CD3FC2">
        <w:rPr>
          <w:rFonts w:hint="cs"/>
          <w:rtl/>
        </w:rPr>
        <w:t>ی</w:t>
      </w:r>
      <w:bookmarkEnd w:id="12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دو اہل لغت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 ابن منظور نے ”لسان العرب</w:t>
      </w:r>
      <w:r w:rsidR="00107A46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>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لفظ”صدق“کے مختلف استعمالات 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الصدق</w:t>
      </w:r>
      <w:r w:rsidRPr="00CD3FC2">
        <w:rPr>
          <w:rtl/>
        </w:rPr>
        <w:t>:نق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</w:t>
      </w:r>
      <w:r w:rsidRPr="00CD3FC2">
        <w:rPr>
          <w:rtl/>
        </w:rPr>
        <w:t xml:space="preserve"> الکذب،سچ،جھوٹ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ضدہے۔</w:t>
      </w:r>
    </w:p>
    <w:p w:rsidR="000B693F" w:rsidRPr="00CD3FC2" w:rsidRDefault="000B693F" w:rsidP="00107A46">
      <w:pPr>
        <w:pStyle w:val="libNormal"/>
        <w:rPr>
          <w:rtl/>
        </w:rPr>
      </w:pPr>
      <w:r w:rsidRPr="00107A46">
        <w:rPr>
          <w:rStyle w:val="libArabicChar"/>
          <w:rFonts w:hint="eastAsia"/>
          <w:rtl/>
        </w:rPr>
        <w:t>رجل</w:t>
      </w:r>
      <w:r w:rsidRPr="00107A46">
        <w:rPr>
          <w:rStyle w:val="libArabicChar"/>
          <w:rtl/>
        </w:rPr>
        <w:t xml:space="preserve"> صدق:نق</w:t>
      </w:r>
      <w:r w:rsidRPr="00107A46">
        <w:rPr>
          <w:rStyle w:val="libArabicChar"/>
          <w:rFonts w:hint="cs"/>
          <w:rtl/>
        </w:rPr>
        <w:t>ی</w:t>
      </w:r>
      <w:r w:rsidRPr="00107A46">
        <w:rPr>
          <w:rStyle w:val="libArabicChar"/>
          <w:rFonts w:hint="eastAsia"/>
          <w:rtl/>
        </w:rPr>
        <w:t>ض</w:t>
      </w:r>
      <w:r w:rsidRPr="00107A46">
        <w:rPr>
          <w:rStyle w:val="libArabicChar"/>
          <w:rtl/>
        </w:rPr>
        <w:t xml:space="preserve"> رجل سوء</w:t>
      </w:r>
      <w:r w:rsidRPr="00CD3FC2">
        <w:rPr>
          <w:rtl/>
        </w:rPr>
        <w:t>۔اچھاانسان برے انسان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ضدہے۔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اچھائ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برائ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صفت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وکذالک</w:t>
      </w:r>
      <w:r w:rsidRPr="00CD3FC2">
        <w:rPr>
          <w:rtl/>
        </w:rPr>
        <w:t xml:space="preserve"> ثواب صدق وخمارصدق،اس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کہا جاتا ہے اچھا لباس اوراچھابرقعہ۔</w:t>
      </w:r>
    </w:p>
    <w:p w:rsidR="000B693F" w:rsidRPr="00B76D20" w:rsidRDefault="000B693F" w:rsidP="00107A46">
      <w:pPr>
        <w:pStyle w:val="libNormal"/>
        <w:rPr>
          <w:rtl/>
        </w:rPr>
      </w:pPr>
      <w:r w:rsidRPr="00107A46">
        <w:rPr>
          <w:rStyle w:val="libArabicChar"/>
          <w:rFonts w:hint="eastAsia"/>
          <w:rtl/>
        </w:rPr>
        <w:t>و</w:t>
      </w:r>
      <w:r w:rsidRPr="00107A46">
        <w:rPr>
          <w:rStyle w:val="libArabicChar"/>
          <w:rFonts w:hint="cs"/>
          <w:rtl/>
        </w:rPr>
        <w:t>ی</w:t>
      </w:r>
      <w:r w:rsidRPr="00107A46">
        <w:rPr>
          <w:rStyle w:val="libArabicChar"/>
          <w:rFonts w:hint="eastAsia"/>
          <w:rtl/>
        </w:rPr>
        <w:t>قال</w:t>
      </w:r>
      <w:r w:rsidRPr="00107A46">
        <w:rPr>
          <w:rStyle w:val="libArabicChar"/>
          <w:rtl/>
        </w:rPr>
        <w:t>: رجل صدق،مضاف بکسرالصادومعنا</w:t>
      </w:r>
      <w:r w:rsidR="00BA57AE" w:rsidRPr="003A13AB">
        <w:rPr>
          <w:rStyle w:val="libArabicChar"/>
          <w:rFonts w:hint="cs"/>
          <w:rtl/>
        </w:rPr>
        <w:t>ه</w:t>
      </w:r>
      <w:r w:rsidRPr="00107A46">
        <w:rPr>
          <w:rStyle w:val="libArabicChar"/>
          <w:rFonts w:hint="cs"/>
          <w:rtl/>
        </w:rPr>
        <w:t xml:space="preserve"> نعم ال</w:t>
      </w:r>
      <w:r w:rsidRPr="00107A46">
        <w:rPr>
          <w:rStyle w:val="libArabicChar"/>
          <w:rtl/>
        </w:rPr>
        <w:t xml:space="preserve">رجل </w:t>
      </w:r>
      <w:r w:rsidR="00BA57AE" w:rsidRPr="003A13AB">
        <w:rPr>
          <w:rStyle w:val="libArabicChar"/>
          <w:rFonts w:hint="cs"/>
          <w:rtl/>
        </w:rPr>
        <w:t>ه</w:t>
      </w:r>
      <w:r w:rsidRPr="00107A46">
        <w:rPr>
          <w:rStyle w:val="libArabicChar"/>
          <w:rFonts w:hint="cs"/>
          <w:rtl/>
        </w:rPr>
        <w:t>و</w:t>
      </w:r>
      <w:r w:rsidRPr="00B76D20">
        <w:rPr>
          <w:rtl/>
        </w:rPr>
        <w:t>ن</w:t>
      </w:r>
      <w:r w:rsidRPr="00B76D20">
        <w:rPr>
          <w:rFonts w:hint="cs"/>
          <w:rtl/>
        </w:rPr>
        <w:t>ی</w:t>
      </w:r>
      <w:r w:rsidRPr="00B76D20">
        <w:rPr>
          <w:rFonts w:hint="eastAsia"/>
          <w:rtl/>
        </w:rPr>
        <w:t>زاس</w:t>
      </w:r>
      <w:r w:rsidRPr="00B76D20">
        <w:rPr>
          <w:rFonts w:hint="cs"/>
          <w:rtl/>
        </w:rPr>
        <w:t>ی</w:t>
      </w:r>
    </w:p>
    <w:p w:rsidR="00107A46" w:rsidRPr="00107A46" w:rsidRDefault="00107A46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۱۔لسان العرب ،ج۱۰،ص۳۰۹۔۳۰۷</w:t>
      </w:r>
    </w:p>
    <w:p w:rsidR="00107A46" w:rsidRDefault="00107A46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107A46" w:rsidRPr="00CD3FC2" w:rsidRDefault="00107A46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طرح</w:t>
      </w:r>
      <w:r w:rsidRPr="00CD3FC2">
        <w:rPr>
          <w:rtl/>
        </w:rPr>
        <w:t xml:space="preserve"> حالت اضا فت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صاد کے کسرے کے ساتھ استعمال ہو تا ہے”رجل صدق“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اچھا مردہے۔</w:t>
      </w:r>
    </w:p>
    <w:p w:rsidR="000B693F" w:rsidRPr="00CD3FC2" w:rsidRDefault="000B693F" w:rsidP="00107A46">
      <w:pPr>
        <w:pStyle w:val="libNormal"/>
        <w:rPr>
          <w:rtl/>
        </w:rPr>
      </w:pPr>
      <w:r w:rsidRPr="00107A46">
        <w:rPr>
          <w:rStyle w:val="libArabicChar"/>
          <w:rFonts w:hint="eastAsia"/>
          <w:rtl/>
        </w:rPr>
        <w:t>رجل</w:t>
      </w:r>
      <w:r w:rsidRPr="00107A46">
        <w:rPr>
          <w:rStyle w:val="libArabicChar"/>
          <w:rtl/>
        </w:rPr>
        <w:t xml:space="preserve"> صدق اللقاء وصدق النظر،</w:t>
      </w:r>
      <w:r w:rsidRPr="00CD3FC2">
        <w:rPr>
          <w:rtl/>
        </w:rPr>
        <w:t>خوش اخلاق مرداور خوش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انسان۔</w:t>
      </w:r>
    </w:p>
    <w:p w:rsidR="00107A46" w:rsidRPr="003A13AB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والصّدق</w:t>
      </w:r>
      <w:r w:rsidRPr="00CD3FC2">
        <w:rPr>
          <w:rtl/>
        </w:rPr>
        <w:t>:بالفتح الصلب من الرماح وغ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ا،</w:t>
      </w:r>
      <w:r w:rsidRPr="00CD3FC2">
        <w:rPr>
          <w:rtl/>
        </w:rPr>
        <w:t xml:space="preserve"> ورمح صدق:</w:t>
      </w:r>
      <w:r w:rsidRPr="00107A46">
        <w:rPr>
          <w:rStyle w:val="libArabicChar"/>
          <w:rFonts w:hint="eastAsia"/>
          <w:rtl/>
        </w:rPr>
        <w:t>مستو،وکذالک</w:t>
      </w:r>
      <w:r w:rsidRPr="00107A46">
        <w:rPr>
          <w:rStyle w:val="libArabicChar"/>
          <w:rtl/>
        </w:rPr>
        <w:t xml:space="preserve"> س</w:t>
      </w:r>
      <w:r w:rsidRPr="00107A46">
        <w:rPr>
          <w:rStyle w:val="libArabicChar"/>
          <w:rFonts w:hint="cs"/>
          <w:rtl/>
        </w:rPr>
        <w:t>ی</w:t>
      </w:r>
      <w:r w:rsidRPr="00107A46">
        <w:rPr>
          <w:rStyle w:val="libArabicChar"/>
          <w:rFonts w:hint="eastAsia"/>
          <w:rtl/>
        </w:rPr>
        <w:t>ف</w:t>
      </w:r>
      <w:r w:rsidRPr="00107A46">
        <w:rPr>
          <w:rStyle w:val="libArabicChar"/>
          <w:rtl/>
        </w:rPr>
        <w:t xml:space="preserve"> صدق</w:t>
      </w:r>
      <w:r w:rsidRPr="003A13AB">
        <w:rPr>
          <w:rtl/>
        </w:rPr>
        <w:t>:</w:t>
      </w:r>
    </w:p>
    <w:p w:rsidR="000B693F" w:rsidRPr="00107A46" w:rsidRDefault="000B693F" w:rsidP="00107A46">
      <w:pPr>
        <w:pStyle w:val="libNormal"/>
        <w:rPr>
          <w:rtl/>
        </w:rPr>
      </w:pPr>
      <w:r w:rsidRPr="00107A46">
        <w:rPr>
          <w:rtl/>
        </w:rPr>
        <w:t>صاف اورس</w:t>
      </w:r>
      <w:r w:rsidRPr="00107A46">
        <w:rPr>
          <w:rFonts w:hint="cs"/>
          <w:rtl/>
        </w:rPr>
        <w:t>ی</w:t>
      </w:r>
      <w:r w:rsidRPr="00107A46">
        <w:rPr>
          <w:rFonts w:hint="eastAsia"/>
          <w:rtl/>
        </w:rPr>
        <w:t>دھا</w:t>
      </w:r>
      <w:r w:rsidRPr="00107A46">
        <w:rPr>
          <w:rtl/>
        </w:rPr>
        <w:t xml:space="preserve"> ن</w:t>
      </w:r>
      <w:r w:rsidRPr="00107A46">
        <w:rPr>
          <w:rFonts w:hint="cs"/>
          <w:rtl/>
        </w:rPr>
        <w:t>ی</w:t>
      </w:r>
      <w:r w:rsidRPr="00107A46">
        <w:rPr>
          <w:rFonts w:hint="eastAsia"/>
          <w:rtl/>
        </w:rPr>
        <w:t>زہ</w:t>
      </w:r>
      <w:r w:rsidRPr="00107A46">
        <w:rPr>
          <w:rtl/>
        </w:rPr>
        <w:t xml:space="preserve"> ،اوراس</w:t>
      </w:r>
      <w:r w:rsidRPr="00107A46">
        <w:rPr>
          <w:rFonts w:hint="cs"/>
          <w:rtl/>
        </w:rPr>
        <w:t>ی</w:t>
      </w:r>
      <w:r w:rsidRPr="00107A46">
        <w:rPr>
          <w:rtl/>
        </w:rPr>
        <w:t xml:space="preserve"> طرح س</w:t>
      </w:r>
      <w:r w:rsidRPr="00107A46">
        <w:rPr>
          <w:rFonts w:hint="cs"/>
          <w:rtl/>
        </w:rPr>
        <w:t>ی</w:t>
      </w:r>
      <w:r w:rsidRPr="00107A46">
        <w:rPr>
          <w:rFonts w:hint="eastAsia"/>
          <w:rtl/>
        </w:rPr>
        <w:t>دھ</w:t>
      </w:r>
      <w:r w:rsidRPr="00107A46">
        <w:rPr>
          <w:rFonts w:hint="cs"/>
          <w:rtl/>
        </w:rPr>
        <w:t>ی</w:t>
      </w:r>
      <w:r w:rsidRPr="00107A46">
        <w:rPr>
          <w:rtl/>
        </w:rPr>
        <w:t xml:space="preserve"> تلوارکو بھ</w:t>
      </w:r>
      <w:r w:rsidRPr="00107A46">
        <w:rPr>
          <w:rFonts w:hint="cs"/>
          <w:rtl/>
        </w:rPr>
        <w:t>ی</w:t>
      </w:r>
      <w:r w:rsidRPr="00107A46">
        <w:rPr>
          <w:rtl/>
        </w:rPr>
        <w:t xml:space="preserve"> صدق کہتے ہ</w:t>
      </w:r>
      <w:r w:rsidRPr="00107A46">
        <w:rPr>
          <w:rFonts w:hint="cs"/>
          <w:rtl/>
        </w:rPr>
        <w:t>ی</w:t>
      </w:r>
      <w:r w:rsidRPr="00107A46">
        <w:rPr>
          <w:rFonts w:hint="eastAsia"/>
          <w:rtl/>
        </w:rPr>
        <w:t>ں</w:t>
      </w:r>
      <w:r w:rsidRPr="00107A46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عن</w:t>
      </w:r>
      <w:r w:rsidRPr="00CD3FC2">
        <w:rPr>
          <w:rtl/>
        </w:rPr>
        <w:t xml:space="preserve"> ابن درستو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>:قال إنّما لصدق الجامع لل</w:t>
      </w:r>
      <w:r w:rsidR="008F5E30">
        <w:rPr>
          <w:rtl/>
        </w:rPr>
        <w:t>ا</w:t>
      </w:r>
      <w:r w:rsidRPr="00CD3FC2">
        <w:rPr>
          <w:rFonts w:hint="eastAsia"/>
          <w:rtl/>
        </w:rPr>
        <w:t>وصاف</w:t>
      </w:r>
      <w:r w:rsidRPr="00CD3FC2">
        <w:rPr>
          <w:rtl/>
        </w:rPr>
        <w:t xml:space="preserve"> المحمودة۔ابن درستو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 کہنا ہے کہ”صدق“اس شخص کوکہاجاتاہے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تمام پسند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اوصاف موجودہوں۔</w:t>
      </w:r>
    </w:p>
    <w:p w:rsidR="000B693F" w:rsidRPr="00CD3FC2" w:rsidRDefault="000B693F" w:rsidP="00107A46">
      <w:pPr>
        <w:pStyle w:val="libNormal"/>
        <w:rPr>
          <w:rtl/>
        </w:rPr>
      </w:pPr>
      <w:r w:rsidRPr="00107A46">
        <w:rPr>
          <w:rStyle w:val="libArabicChar"/>
          <w:rFonts w:hint="eastAsia"/>
          <w:rtl/>
        </w:rPr>
        <w:t>قال</w:t>
      </w:r>
      <w:r w:rsidRPr="00107A46">
        <w:rPr>
          <w:rStyle w:val="libArabicChar"/>
          <w:rtl/>
        </w:rPr>
        <w:t xml:space="preserve"> الخل</w:t>
      </w:r>
      <w:r w:rsidRPr="00107A46">
        <w:rPr>
          <w:rStyle w:val="libArabicChar"/>
          <w:rFonts w:hint="cs"/>
          <w:rtl/>
        </w:rPr>
        <w:t>ی</w:t>
      </w:r>
      <w:r w:rsidRPr="00107A46">
        <w:rPr>
          <w:rStyle w:val="libArabicChar"/>
          <w:rFonts w:hint="eastAsia"/>
          <w:rtl/>
        </w:rPr>
        <w:t>ل</w:t>
      </w:r>
      <w:r w:rsidRPr="00107A46">
        <w:rPr>
          <w:rStyle w:val="libArabicChar"/>
          <w:rtl/>
        </w:rPr>
        <w:t>:الصدق:الکامل کلّ ش</w:t>
      </w:r>
      <w:r w:rsidRPr="00107A46">
        <w:rPr>
          <w:rStyle w:val="libArabicChar"/>
          <w:rFonts w:hint="cs"/>
          <w:rtl/>
        </w:rPr>
        <w:t>ی</w:t>
      </w:r>
      <w:r w:rsidRPr="00107A46">
        <w:rPr>
          <w:rStyle w:val="libArabicChar"/>
          <w:rFonts w:hint="eastAsia"/>
          <w:rtl/>
        </w:rPr>
        <w:t>ءٍ</w:t>
      </w:r>
      <w:r w:rsidRPr="00CD3FC2">
        <w:rPr>
          <w:rtl/>
        </w:rPr>
        <w:t>۔خل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نے کہاہے کہ ہرمکمل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زکو”صدق“کہتے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 xml:space="preserve">۔”مفردات قرآن </w:t>
      </w:r>
      <w:r w:rsidR="00107A46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“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راغب</w:t>
      </w:r>
      <w:r w:rsidRPr="00CD3FC2">
        <w:rPr>
          <w:rtl/>
        </w:rPr>
        <w:t xml:space="preserve"> کاکہناہے:</w:t>
      </w:r>
      <w:r w:rsidRPr="00107A46">
        <w:rPr>
          <w:rStyle w:val="libArabicChar"/>
          <w:rtl/>
        </w:rPr>
        <w:t>و</w:t>
      </w:r>
      <w:r w:rsidRPr="00107A46">
        <w:rPr>
          <w:rStyle w:val="libArabicChar"/>
          <w:rFonts w:hint="cs"/>
          <w:rtl/>
        </w:rPr>
        <w:t>ی</w:t>
      </w:r>
      <w:r w:rsidRPr="00107A46">
        <w:rPr>
          <w:rStyle w:val="libArabicChar"/>
          <w:rFonts w:hint="eastAsia"/>
          <w:rtl/>
        </w:rPr>
        <w:t>عبّرعن</w:t>
      </w:r>
      <w:r w:rsidRPr="00107A46">
        <w:rPr>
          <w:rStyle w:val="libArabicChar"/>
          <w:rtl/>
        </w:rPr>
        <w:t xml:space="preserve"> کل فعل فاضل ظا</w:t>
      </w:r>
      <w:r w:rsidR="00BA57AE" w:rsidRPr="003A13AB">
        <w:rPr>
          <w:rStyle w:val="libArabicChar"/>
          <w:rFonts w:hint="cs"/>
          <w:rtl/>
        </w:rPr>
        <w:t>ه</w:t>
      </w:r>
      <w:r w:rsidRPr="00107A46">
        <w:rPr>
          <w:rStyle w:val="libArabicChar"/>
          <w:rFonts w:hint="cs"/>
          <w:rtl/>
        </w:rPr>
        <w:t>راًوباطناًًبا لصدق،فی</w:t>
      </w:r>
      <w:r w:rsidRPr="00107A46">
        <w:rPr>
          <w:rStyle w:val="libArabicChar"/>
          <w:rFonts w:hint="eastAsia"/>
          <w:rtl/>
        </w:rPr>
        <w:t>ضاف</w:t>
      </w:r>
      <w:r w:rsidRPr="00107A46">
        <w:rPr>
          <w:rStyle w:val="libArabicChar"/>
          <w:rtl/>
        </w:rPr>
        <w:t xml:space="preserve"> إل</w:t>
      </w:r>
      <w:r w:rsidRPr="00107A46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107A46">
        <w:rPr>
          <w:rStyle w:val="libArabicChar"/>
          <w:rtl/>
        </w:rPr>
        <w:t xml:space="preserve"> ذٰلک الفعل الّذ</w:t>
      </w:r>
      <w:r w:rsidRPr="00107A46">
        <w:rPr>
          <w:rStyle w:val="libArabicChar"/>
          <w:rFonts w:hint="cs"/>
          <w:rtl/>
        </w:rPr>
        <w:t>ی</w:t>
      </w:r>
      <w:r w:rsidRPr="00107A46">
        <w:rPr>
          <w:rStyle w:val="libArabicChar"/>
          <w:rtl/>
        </w:rPr>
        <w:t xml:space="preserve"> </w:t>
      </w:r>
      <w:r w:rsidRPr="00107A46">
        <w:rPr>
          <w:rStyle w:val="libArabicChar"/>
          <w:rFonts w:hint="cs"/>
          <w:rtl/>
        </w:rPr>
        <w:t>ی</w:t>
      </w:r>
      <w:r w:rsidRPr="00107A46">
        <w:rPr>
          <w:rStyle w:val="libArabicChar"/>
          <w:rFonts w:hint="eastAsia"/>
          <w:rtl/>
        </w:rPr>
        <w:t>وصف</w:t>
      </w:r>
      <w:r w:rsidRPr="00107A46">
        <w:rPr>
          <w:rStyle w:val="libArabicChar"/>
          <w:rtl/>
        </w:rPr>
        <w:t xml:space="preserve"> ب</w:t>
      </w:r>
      <w:r w:rsidR="00BA57AE" w:rsidRPr="003A13AB">
        <w:rPr>
          <w:rStyle w:val="libArabicChar"/>
          <w:rFonts w:hint="cs"/>
          <w:rtl/>
        </w:rPr>
        <w:t>ه</w:t>
      </w:r>
      <w:r w:rsidRPr="00107A46">
        <w:rPr>
          <w:rStyle w:val="libArabicChar"/>
          <w:rFonts w:hint="cs"/>
          <w:rtl/>
        </w:rPr>
        <w:t xml:space="preserve"> نح</w:t>
      </w:r>
      <w:r w:rsidRPr="00107A46">
        <w:rPr>
          <w:rStyle w:val="libArabicChar"/>
          <w:rtl/>
        </w:rPr>
        <w:t>و قول</w:t>
      </w:r>
      <w:r w:rsidR="00BA57AE" w:rsidRPr="003A13AB">
        <w:rPr>
          <w:rStyle w:val="libArabicChar"/>
          <w:rFonts w:hint="cs"/>
          <w:rtl/>
        </w:rPr>
        <w:t>ه</w:t>
      </w:r>
      <w:r w:rsidRPr="00CD3FC2">
        <w:rPr>
          <w:rtl/>
        </w:rPr>
        <w:t>۔۔۔“ہروہ کام جوظاہروباطن کے اعتبارسے اچھا اور پسند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ہو اسے”صدق“ سے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جاتا ہے اوراس کے موصوف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”صدق“ک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)اضافت)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ہے</w:t>
      </w:r>
      <w:r w:rsidRPr="00CD3FC2">
        <w:rPr>
          <w:rtl/>
        </w:rPr>
        <w:t>۔استعما لات قرآ 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وقت ہم اس کے شاہدپ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23" w:name="_Toc508103372"/>
      <w:r w:rsidRPr="00CD3FC2">
        <w:rPr>
          <w:rFonts w:hint="eastAsia"/>
          <w:rtl/>
        </w:rPr>
        <w:t>استعمالات</w:t>
      </w:r>
      <w:r w:rsidRPr="00CD3FC2">
        <w:rPr>
          <w:rtl/>
        </w:rPr>
        <w:t xml:space="preserve"> قرآن</w:t>
      </w:r>
      <w:r w:rsidRPr="00CD3FC2">
        <w:rPr>
          <w:rFonts w:hint="cs"/>
          <w:rtl/>
        </w:rPr>
        <w:t>ی</w:t>
      </w:r>
      <w:bookmarkEnd w:id="123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قرآن</w:t>
      </w:r>
      <w:r w:rsidRPr="00CD3FC2">
        <w:rPr>
          <w:rtl/>
        </w:rPr>
        <w:t xml:space="preserve">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نظر آت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لفظ”صدق“کوا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صفت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جوگفتگووکلام کے مقولہ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ہےں۔نمونہ کے طور پر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ملاحظ ہوں:</w:t>
      </w:r>
    </w:p>
    <w:p w:rsidR="00107A46" w:rsidRPr="00107A46" w:rsidRDefault="00107A46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۱۔مفردات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القرآن،ص۲۷۷،دارالمعرفة،ب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 xml:space="preserve"> </w:t>
      </w:r>
    </w:p>
    <w:p w:rsidR="00107A46" w:rsidRDefault="00107A46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107A46" w:rsidRPr="00CD3FC2" w:rsidRDefault="00107A46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(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107A46">
        <w:rPr>
          <w:rStyle w:val="libAieChar"/>
          <w:rFonts w:hint="eastAsia"/>
          <w:rtl/>
        </w:rPr>
        <w:t>وبشّرالّذ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Fonts w:hint="eastAsia"/>
          <w:rtl/>
        </w:rPr>
        <w:t>ن</w:t>
      </w:r>
      <w:r w:rsidR="00E17DF7" w:rsidRPr="00107A46">
        <w:rPr>
          <w:rStyle w:val="libAieChar"/>
          <w:rtl/>
        </w:rPr>
        <w:t xml:space="preserve"> آمنوا ا</w:t>
      </w:r>
      <w:r w:rsidR="00E17DF7" w:rsidRPr="00107A46">
        <w:rPr>
          <w:rStyle w:val="libAieChar"/>
          <w:rFonts w:hint="cs"/>
          <w:rtl/>
        </w:rPr>
        <w:t>ٴ</w:t>
      </w:r>
      <w:r w:rsidR="00E17DF7" w:rsidRPr="00107A46">
        <w:rPr>
          <w:rStyle w:val="libAieChar"/>
          <w:rFonts w:hint="eastAsia"/>
          <w:rtl/>
        </w:rPr>
        <w:t>نّ</w:t>
      </w:r>
      <w:r w:rsidR="00E17DF7" w:rsidRPr="00107A46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>م قدم صدق عن</w:t>
      </w:r>
      <w:r w:rsidR="00E17DF7" w:rsidRPr="00107A46">
        <w:rPr>
          <w:rStyle w:val="libAieChar"/>
          <w:rtl/>
        </w:rPr>
        <w:t>دربّ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>م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)</w:t>
      </w:r>
      <w:r w:rsidR="00E17DF7">
        <w:rPr>
          <w:rStyle w:val="libAieChar"/>
          <w:rFonts w:hint="eastAsia"/>
          <w:rtl/>
        </w:rPr>
        <w:t xml:space="preserve"> </w:t>
      </w:r>
      <w:r w:rsidR="00BD32E1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 xml:space="preserve">(سورہ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ونس</w:t>
      </w:r>
      <w:r w:rsidRPr="00CD3FC2">
        <w:rPr>
          <w:rtl/>
        </w:rPr>
        <w:t>/</w:t>
      </w:r>
      <w:r w:rsidRPr="00CD3FC2">
        <w:rPr>
          <w:rtl/>
          <w:lang w:bidi="fa-IR"/>
        </w:rPr>
        <w:t>۲)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’</w:t>
      </w:r>
      <w:r w:rsidRPr="00CD3FC2">
        <w:rPr>
          <w:rtl/>
        </w:rPr>
        <w:t xml:space="preserve"> صدق“،”قدم“ک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صفت واقع ہے۔</w:t>
      </w:r>
    </w:p>
    <w:p w:rsidR="000B693F" w:rsidRPr="00CD3FC2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0B693F" w:rsidRPr="00107A46">
        <w:rPr>
          <w:rStyle w:val="libArabicChar"/>
          <w:rtl/>
        </w:rPr>
        <w:t>ولقدبوّا</w:t>
      </w:r>
      <w:r w:rsidR="000B693F" w:rsidRPr="00107A46">
        <w:rPr>
          <w:rStyle w:val="libArabicChar"/>
          <w:rFonts w:hint="cs"/>
          <w:rtl/>
        </w:rPr>
        <w:t>ٴ</w:t>
      </w:r>
      <w:r w:rsidR="000B693F" w:rsidRPr="00107A46">
        <w:rPr>
          <w:rStyle w:val="libArabicChar"/>
          <w:rFonts w:hint="eastAsia"/>
          <w:rtl/>
        </w:rPr>
        <w:t>نا</w:t>
      </w:r>
      <w:r w:rsidR="000B693F" w:rsidRPr="00107A46">
        <w:rPr>
          <w:rStyle w:val="libArabicChar"/>
          <w:rtl/>
        </w:rPr>
        <w:t xml:space="preserve"> بن</w:t>
      </w:r>
      <w:r w:rsidR="000B693F" w:rsidRPr="00107A46">
        <w:rPr>
          <w:rStyle w:val="libArabicChar"/>
          <w:rFonts w:hint="cs"/>
          <w:rtl/>
        </w:rPr>
        <w:t>ی</w:t>
      </w:r>
      <w:r w:rsidR="000B693F" w:rsidRPr="00107A46">
        <w:rPr>
          <w:rStyle w:val="libArabicChar"/>
          <w:rtl/>
        </w:rPr>
        <w:t xml:space="preserve"> اسرائ</w:t>
      </w:r>
      <w:r w:rsidR="000B693F" w:rsidRPr="00107A46">
        <w:rPr>
          <w:rStyle w:val="libArabicChar"/>
          <w:rFonts w:hint="cs"/>
          <w:rtl/>
        </w:rPr>
        <w:t>ی</w:t>
      </w:r>
      <w:r w:rsidR="000B693F" w:rsidRPr="00107A46">
        <w:rPr>
          <w:rStyle w:val="libArabicChar"/>
          <w:rFonts w:hint="eastAsia"/>
          <w:rtl/>
        </w:rPr>
        <w:t>ل</w:t>
      </w:r>
      <w:r w:rsidR="000B693F" w:rsidRPr="00107A46">
        <w:rPr>
          <w:rStyle w:val="libArabicChar"/>
          <w:rtl/>
        </w:rPr>
        <w:t xml:space="preserve"> مبوّا</w:t>
      </w:r>
      <w:r w:rsidR="000B693F" w:rsidRPr="00107A46">
        <w:rPr>
          <w:rStyle w:val="libArabicChar"/>
          <w:rFonts w:hint="cs"/>
          <w:rtl/>
        </w:rPr>
        <w:t>ٴ</w:t>
      </w:r>
      <w:r w:rsidR="000B693F" w:rsidRPr="00107A46">
        <w:rPr>
          <w:rStyle w:val="libArabicChar"/>
          <w:rFonts w:hint="eastAsia"/>
          <w:rtl/>
        </w:rPr>
        <w:t>صدق</w:t>
      </w:r>
      <w:r>
        <w:rPr>
          <w:rtl/>
        </w:rPr>
        <w:t xml:space="preserve"> </w:t>
      </w:r>
      <w:r w:rsidR="000B693F" w:rsidRPr="00CD3FC2">
        <w:rPr>
          <w:rtl/>
        </w:rPr>
        <w:t xml:space="preserve">)سورئہ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ونس</w:t>
      </w:r>
      <w:r w:rsidR="000B693F" w:rsidRPr="00CD3FC2">
        <w:rPr>
          <w:rtl/>
        </w:rPr>
        <w:t>/</w:t>
      </w:r>
      <w:r w:rsidR="000B693F" w:rsidRPr="00CD3FC2">
        <w:rPr>
          <w:rtl/>
          <w:lang w:bidi="fa-IR"/>
        </w:rPr>
        <w:t>۹۳)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”صدق“کو”جگہ“ک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صفت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0B693F" w:rsidRPr="00107A46">
        <w:rPr>
          <w:rStyle w:val="libArabicChar"/>
          <w:rtl/>
        </w:rPr>
        <w:t>وقل ربّ ا</w:t>
      </w:r>
      <w:r w:rsidR="000B693F" w:rsidRPr="00107A46">
        <w:rPr>
          <w:rStyle w:val="libArabicChar"/>
          <w:rFonts w:hint="cs"/>
          <w:rtl/>
        </w:rPr>
        <w:t>ٴ</w:t>
      </w:r>
      <w:r w:rsidR="000B693F" w:rsidRPr="00107A46">
        <w:rPr>
          <w:rStyle w:val="libArabicChar"/>
          <w:rFonts w:hint="eastAsia"/>
          <w:rtl/>
        </w:rPr>
        <w:t>دخلن</w:t>
      </w:r>
      <w:r w:rsidR="000B693F" w:rsidRPr="00107A46">
        <w:rPr>
          <w:rStyle w:val="libArabicChar"/>
          <w:rFonts w:hint="cs"/>
          <w:rtl/>
        </w:rPr>
        <w:t>ی</w:t>
      </w:r>
      <w:r w:rsidR="000B693F" w:rsidRPr="00107A46">
        <w:rPr>
          <w:rStyle w:val="libArabicChar"/>
          <w:rtl/>
        </w:rPr>
        <w:t xml:space="preserve"> مدخل صدق وا</w:t>
      </w:r>
      <w:r w:rsidR="000B693F" w:rsidRPr="00107A46">
        <w:rPr>
          <w:rStyle w:val="libArabicChar"/>
          <w:rFonts w:hint="cs"/>
          <w:rtl/>
        </w:rPr>
        <w:t>ٴ</w:t>
      </w:r>
      <w:r w:rsidR="000B693F" w:rsidRPr="00107A46">
        <w:rPr>
          <w:rStyle w:val="libArabicChar"/>
          <w:rFonts w:hint="eastAsia"/>
          <w:rtl/>
        </w:rPr>
        <w:t>خرجن</w:t>
      </w:r>
      <w:r w:rsidR="000B693F" w:rsidRPr="00107A46">
        <w:rPr>
          <w:rStyle w:val="libArabicChar"/>
          <w:rFonts w:hint="cs"/>
          <w:rtl/>
        </w:rPr>
        <w:t>ی</w:t>
      </w:r>
      <w:r w:rsidR="000B693F" w:rsidRPr="00107A46">
        <w:rPr>
          <w:rStyle w:val="libArabicChar"/>
          <w:rtl/>
        </w:rPr>
        <w:t xml:space="preserve"> مخرج صدق</w:t>
      </w:r>
      <w:r>
        <w:rPr>
          <w:rtl/>
        </w:rPr>
        <w:t xml:space="preserve"> </w:t>
      </w:r>
      <w:r w:rsidR="000B693F" w:rsidRPr="00CD3FC2">
        <w:rPr>
          <w:rtl/>
        </w:rPr>
        <w:t>سورئہ اسراء/</w:t>
      </w:r>
      <w:r w:rsidR="000B693F" w:rsidRPr="00CD3FC2">
        <w:rPr>
          <w:rtl/>
          <w:lang w:bidi="fa-IR"/>
        </w:rPr>
        <w:t>۸۰)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”مدخل“ و ”مخرج“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ااسم</w:t>
      </w:r>
      <w:r w:rsidRPr="00CD3FC2">
        <w:rPr>
          <w:rtl/>
        </w:rPr>
        <w:t xml:space="preserve"> مکان)داخل اورخارج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جگہ)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مصدر) خودکوداخل کرنا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اخارج</w:t>
      </w:r>
      <w:r w:rsidRPr="00CD3FC2">
        <w:rPr>
          <w:rtl/>
        </w:rPr>
        <w:t xml:space="preserve"> کرنا)ہ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۔بہرحال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مقولہ کلام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0B693F" w:rsidRPr="00107A46">
        <w:rPr>
          <w:rStyle w:val="libArabicChar"/>
          <w:rtl/>
        </w:rPr>
        <w:t>ف</w:t>
      </w:r>
      <w:r w:rsidR="000B693F" w:rsidRPr="00107A46">
        <w:rPr>
          <w:rStyle w:val="libArabicChar"/>
          <w:rFonts w:hint="cs"/>
          <w:rtl/>
        </w:rPr>
        <w:t>ی</w:t>
      </w:r>
      <w:r w:rsidR="000B693F" w:rsidRPr="00107A46">
        <w:rPr>
          <w:rStyle w:val="libArabicChar"/>
          <w:rtl/>
        </w:rPr>
        <w:t xml:space="preserve"> مقعد صدق عند مل</w:t>
      </w:r>
      <w:r w:rsidR="000B693F" w:rsidRPr="00107A46">
        <w:rPr>
          <w:rStyle w:val="libArabicChar"/>
          <w:rFonts w:hint="cs"/>
          <w:rtl/>
        </w:rPr>
        <w:t>ی</w:t>
      </w:r>
      <w:r w:rsidR="000B693F" w:rsidRPr="00107A46">
        <w:rPr>
          <w:rStyle w:val="libArabicChar"/>
          <w:rFonts w:hint="eastAsia"/>
          <w:rtl/>
        </w:rPr>
        <w:t>ک</w:t>
      </w:r>
      <w:r w:rsidR="000B693F" w:rsidRPr="00107A46">
        <w:rPr>
          <w:rStyle w:val="libArabicChar"/>
          <w:rtl/>
        </w:rPr>
        <w:t xml:space="preserve"> مقتدر</w:t>
      </w:r>
      <w:r>
        <w:rPr>
          <w:rtl/>
        </w:rPr>
        <w:t xml:space="preserve"> </w:t>
      </w:r>
      <w:r w:rsidR="00107A46">
        <w:rPr>
          <w:rFonts w:hint="cs"/>
          <w:rtl/>
        </w:rPr>
        <w:t>(</w:t>
      </w:r>
      <w:r w:rsidR="000B693F" w:rsidRPr="00CD3FC2">
        <w:rPr>
          <w:rtl/>
        </w:rPr>
        <w:t>سورئہ قمر/</w:t>
      </w:r>
      <w:r w:rsidR="000B693F" w:rsidRPr="00CD3FC2">
        <w:rPr>
          <w:rtl/>
          <w:lang w:bidi="fa-IR"/>
        </w:rPr>
        <w:t>۵۰)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”صدق“،”مقعد“)جگہ اورب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ٹھنے</w:t>
      </w:r>
      <w:r w:rsidRPr="00CD3FC2">
        <w:rPr>
          <w:rtl/>
        </w:rPr>
        <w:t>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صفت ہے۔</w:t>
      </w:r>
    </w:p>
    <w:p w:rsidR="000B693F" w:rsidRPr="00CD3FC2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07A46">
        <w:rPr>
          <w:rStyle w:val="libAieChar"/>
          <w:rtl/>
        </w:rPr>
        <w:t>ل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Fonts w:hint="eastAsia"/>
          <w:rtl/>
        </w:rPr>
        <w:t>س</w:t>
      </w:r>
      <w:r w:rsidR="00E17DF7" w:rsidRPr="00107A46">
        <w:rPr>
          <w:rStyle w:val="libAieChar"/>
          <w:rtl/>
        </w:rPr>
        <w:t xml:space="preserve"> البرّا</w:t>
      </w:r>
      <w:r w:rsidR="00E17DF7" w:rsidRPr="00107A46">
        <w:rPr>
          <w:rStyle w:val="libAieChar"/>
          <w:rFonts w:hint="cs"/>
          <w:rtl/>
        </w:rPr>
        <w:t>ٴ</w:t>
      </w:r>
      <w:r w:rsidR="00E17DF7" w:rsidRPr="00107A46">
        <w:rPr>
          <w:rStyle w:val="libAieChar"/>
          <w:rFonts w:hint="eastAsia"/>
          <w:rtl/>
        </w:rPr>
        <w:t>ن</w:t>
      </w:r>
      <w:r w:rsidR="00E17DF7" w:rsidRPr="00107A46">
        <w:rPr>
          <w:rStyle w:val="libAieChar"/>
          <w:rtl/>
        </w:rPr>
        <w:t xml:space="preserve"> ُتوَلّوُاوجو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>کم قبل المشرق والمغرب ولکنّ البرّمن آمن باللّٰ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 xml:space="preserve"> والی</w:t>
      </w:r>
      <w:r w:rsidR="00E17DF7" w:rsidRPr="00107A46">
        <w:rPr>
          <w:rStyle w:val="libAieChar"/>
          <w:rFonts w:hint="eastAsia"/>
          <w:rtl/>
        </w:rPr>
        <w:t>وم</w:t>
      </w:r>
      <w:r w:rsidR="00E17DF7" w:rsidRPr="00107A46">
        <w:rPr>
          <w:rStyle w:val="libAieChar"/>
          <w:rtl/>
        </w:rPr>
        <w:t xml:space="preserve"> الآخروالملائکة والکتاب والنب</w:t>
      </w:r>
      <w:r w:rsidR="00E17DF7" w:rsidRPr="00107A46">
        <w:rPr>
          <w:rStyle w:val="libAieChar"/>
          <w:rFonts w:hint="cs"/>
          <w:rtl/>
        </w:rPr>
        <w:t>یّی</w:t>
      </w:r>
      <w:r w:rsidR="00E17DF7" w:rsidRPr="00107A46">
        <w:rPr>
          <w:rStyle w:val="libAieChar"/>
          <w:rFonts w:hint="eastAsia"/>
          <w:rtl/>
        </w:rPr>
        <w:t>ن</w:t>
      </w:r>
      <w:r w:rsidR="00E17DF7" w:rsidRPr="00107A46">
        <w:rPr>
          <w:rStyle w:val="libAieChar"/>
          <w:rtl/>
        </w:rPr>
        <w:t xml:space="preserve"> وآت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tl/>
        </w:rPr>
        <w:t xml:space="preserve"> المال عل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tl/>
        </w:rPr>
        <w:t xml:space="preserve"> حبّ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 xml:space="preserve"> ذوی</w:t>
      </w:r>
      <w:r w:rsidR="00E17DF7" w:rsidRPr="00107A46">
        <w:rPr>
          <w:rStyle w:val="libAieChar"/>
          <w:rtl/>
        </w:rPr>
        <w:t xml:space="preserve"> القرب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tl/>
        </w:rPr>
        <w:t xml:space="preserve"> وال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Fonts w:hint="eastAsia"/>
          <w:rtl/>
        </w:rPr>
        <w:t>تام</w:t>
      </w:r>
      <w:r w:rsidR="00E17DF7" w:rsidRPr="00107A46">
        <w:rPr>
          <w:rStyle w:val="libAieChar"/>
          <w:rFonts w:hint="cs"/>
          <w:rtl/>
        </w:rPr>
        <w:t>یٰ</w:t>
      </w:r>
      <w:r w:rsidR="00E17DF7" w:rsidRPr="00107A46">
        <w:rPr>
          <w:rStyle w:val="libAieChar"/>
          <w:rtl/>
        </w:rPr>
        <w:t xml:space="preserve"> والمساک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Fonts w:hint="eastAsia"/>
          <w:rtl/>
        </w:rPr>
        <w:t>ن</w:t>
      </w:r>
      <w:r w:rsidR="00E17DF7" w:rsidRPr="00107A46">
        <w:rPr>
          <w:rStyle w:val="libAieChar"/>
          <w:rtl/>
        </w:rPr>
        <w:t xml:space="preserve"> وابن السب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Fonts w:hint="eastAsia"/>
          <w:rtl/>
        </w:rPr>
        <w:t>ل</w:t>
      </w:r>
      <w:r w:rsidR="00E17DF7" w:rsidRPr="00107A46">
        <w:rPr>
          <w:rStyle w:val="libAieChar"/>
          <w:rtl/>
        </w:rPr>
        <w:t xml:space="preserve"> والسائل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Fonts w:hint="eastAsia"/>
          <w:rtl/>
        </w:rPr>
        <w:t>ن</w:t>
      </w:r>
      <w:r w:rsidR="00E17DF7" w:rsidRPr="00107A46">
        <w:rPr>
          <w:rStyle w:val="libAieChar"/>
          <w:rtl/>
        </w:rPr>
        <w:t xml:space="preserve"> وف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tl/>
        </w:rPr>
        <w:t xml:space="preserve"> الرقاب واقام الصلوة وآت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tl/>
        </w:rPr>
        <w:t xml:space="preserve"> الزکوةوالموفون بع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>د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>م إذاعا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>دواوالصابری</w:t>
      </w:r>
      <w:r w:rsidR="00E17DF7" w:rsidRPr="00107A46">
        <w:rPr>
          <w:rStyle w:val="libAieChar"/>
          <w:rFonts w:hint="eastAsia"/>
          <w:rtl/>
        </w:rPr>
        <w:t>ن</w:t>
      </w:r>
      <w:r w:rsidR="00E17DF7" w:rsidRPr="00107A46">
        <w:rPr>
          <w:rStyle w:val="libAieChar"/>
          <w:rtl/>
        </w:rPr>
        <w:t xml:space="preserve"> ف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tl/>
        </w:rPr>
        <w:t xml:space="preserve"> البا</w:t>
      </w:r>
      <w:r w:rsidR="00E17DF7" w:rsidRPr="00107A46">
        <w:rPr>
          <w:rStyle w:val="libAieChar"/>
          <w:rFonts w:hint="cs"/>
          <w:rtl/>
        </w:rPr>
        <w:t>ٴ</w:t>
      </w:r>
      <w:r w:rsidR="00E17DF7" w:rsidRPr="00107A46">
        <w:rPr>
          <w:rStyle w:val="libAieChar"/>
          <w:rFonts w:hint="eastAsia"/>
          <w:rtl/>
        </w:rPr>
        <w:t>سائ</w:t>
      </w:r>
      <w:r w:rsidR="00E17DF7" w:rsidRPr="00107A46">
        <w:rPr>
          <w:rStyle w:val="libAieChar"/>
          <w:rtl/>
        </w:rPr>
        <w:t xml:space="preserve"> والضرّاء وح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Fonts w:hint="eastAsia"/>
          <w:rtl/>
        </w:rPr>
        <w:t>ن</w:t>
      </w:r>
      <w:r w:rsidR="00E17DF7" w:rsidRPr="00107A46">
        <w:rPr>
          <w:rStyle w:val="libAieChar"/>
          <w:rtl/>
        </w:rPr>
        <w:t xml:space="preserve"> البا</w:t>
      </w:r>
      <w:r w:rsidR="00E17DF7" w:rsidRPr="00107A46">
        <w:rPr>
          <w:rStyle w:val="libAieChar"/>
          <w:rFonts w:hint="cs"/>
          <w:rtl/>
        </w:rPr>
        <w:t>ٴ</w:t>
      </w:r>
      <w:r w:rsidR="00E17DF7" w:rsidRPr="00107A46">
        <w:rPr>
          <w:rStyle w:val="libAieChar"/>
          <w:rFonts w:hint="eastAsia"/>
          <w:rtl/>
        </w:rPr>
        <w:t>س</w:t>
      </w:r>
      <w:r w:rsidR="00E17DF7" w:rsidRPr="00107A46">
        <w:rPr>
          <w:rStyle w:val="libAieChar"/>
          <w:rtl/>
        </w:rPr>
        <w:t xml:space="preserve"> اولئک الّذ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Fonts w:hint="eastAsia"/>
          <w:rtl/>
        </w:rPr>
        <w:t>ن</w:t>
      </w:r>
      <w:r w:rsidR="00E17DF7" w:rsidRPr="00107A46">
        <w:rPr>
          <w:rStyle w:val="libAieChar"/>
          <w:rtl/>
        </w:rPr>
        <w:t xml:space="preserve"> صدقواوا</w:t>
      </w:r>
      <w:r w:rsidR="00E17DF7" w:rsidRPr="00107A46">
        <w:rPr>
          <w:rStyle w:val="libAieChar"/>
          <w:rFonts w:hint="cs"/>
          <w:rtl/>
        </w:rPr>
        <w:t>ٴُ</w:t>
      </w:r>
      <w:r w:rsidR="00E17DF7" w:rsidRPr="00107A46">
        <w:rPr>
          <w:rStyle w:val="libAieChar"/>
          <w:rFonts w:hint="eastAsia"/>
          <w:rtl/>
        </w:rPr>
        <w:t>ولئک</w:t>
      </w:r>
      <w:r w:rsidR="00E17DF7" w:rsidRPr="00107A46">
        <w:rPr>
          <w:rStyle w:val="libAieChar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ه</w:t>
      </w:r>
      <w:r w:rsidR="00E17DF7" w:rsidRPr="00107A46">
        <w:rPr>
          <w:rStyle w:val="libAieChar"/>
          <w:rFonts w:hint="cs"/>
          <w:rtl/>
        </w:rPr>
        <w:t>م ال</w:t>
      </w:r>
      <w:r w:rsidR="00E17DF7" w:rsidRPr="00107A46">
        <w:rPr>
          <w:rStyle w:val="libAieChar"/>
          <w:rtl/>
        </w:rPr>
        <w:t>متّقون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B693F" w:rsidRPr="00CD3FC2">
        <w:rPr>
          <w:rtl/>
        </w:rPr>
        <w:t>)سورئہ بقرہ/</w:t>
      </w:r>
      <w:r w:rsidR="000B693F" w:rsidRPr="00CD3FC2">
        <w:rPr>
          <w:rtl/>
          <w:lang w:bidi="fa-IR"/>
        </w:rPr>
        <w:t>۱۷۷)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خداوندمتعال نے پہلے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کوعقائد کے شعبہ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خدا،ق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امت،فرشتوں،آسمان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اورانب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پرا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کے بعدعمل کے شعبہ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رشتہ داروں،محتاجوں،ابن سب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اورسائلوں کوانفاق کرنا،خداک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بندوں کو آزادکرنان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فائے</w:t>
      </w:r>
      <w:r w:rsidRPr="00CD3FC2">
        <w:rPr>
          <w:rtl/>
        </w:rPr>
        <w:t xml:space="preserve"> عہدکرنا وغ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وغ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۔اس کے بعداخلاق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شعبہ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مشکلات و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شاں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صبروتحمل</w:t>
      </w:r>
      <w:r w:rsidRPr="00CD3FC2">
        <w:rPr>
          <w:rtl/>
        </w:rPr>
        <w:t xml:space="preserve"> استقامت و پائ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مظا ہرہ کر 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کرتا ہے۔اورمذکورہ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نوں</w:t>
      </w:r>
      <w:r w:rsidRPr="00CD3FC2">
        <w:rPr>
          <w:rtl/>
        </w:rPr>
        <w:t xml:space="preserve"> شعبوں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کرنے والوںصد ق وتقو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تعر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کرتاہے۔</w:t>
      </w:r>
    </w:p>
    <w:p w:rsidR="00107A46" w:rsidRDefault="00107A46" w:rsidP="004B12AB">
      <w:pPr>
        <w:pStyle w:val="libNormal"/>
        <w:rPr>
          <w:rtl/>
        </w:rPr>
      </w:pPr>
      <w:r>
        <w:rPr>
          <w:rtl/>
        </w:rPr>
        <w:br w:type="page"/>
      </w:r>
    </w:p>
    <w:p w:rsidR="00107A46" w:rsidRPr="00CD3FC2" w:rsidRDefault="00107A46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لغت</w:t>
      </w:r>
      <w:r w:rsidRPr="00CD3FC2">
        <w:rPr>
          <w:rtl/>
        </w:rPr>
        <w:t xml:space="preserve"> 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مذکورہ استعمالات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نظرواضح ہوجاتاہے کہ”صدق“کاا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مفہوم ہے کہ جس کا دائرہ صرف مقولہء،کلام،وعدہ وخبرتک محدود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ہے،بلکہ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فکرواند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عقا ئد و اخلا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زانسان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رفتارج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گر</w:t>
      </w:r>
      <w:r w:rsidRPr="00CD3FC2">
        <w:rPr>
          <w:rtl/>
        </w:rPr>
        <w:t xml:space="preserve"> مواردپربھ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اطلاق کرتا ہے اوراس کااستعمال 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موا رد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24" w:name="_Toc508103373"/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گزشتہ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سے ربط</w:t>
      </w:r>
      <w:bookmarkEnd w:id="124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)ج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)ان 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کہ جنہوں 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ہمراہ جنگ تبوک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جانے سے انکار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 اوراس کے بعدنادم اورپش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ہوکرانھوں نے توبہ کرل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،مسلمانوں</w:t>
      </w:r>
      <w:r w:rsidRPr="00CD3FC2">
        <w:rPr>
          <w:rtl/>
        </w:rPr>
        <w:t xml:space="preserve"> 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حکم سے ان کے ساتھ اپنے رشتہ نا طے توڑ دئے تھے،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کہ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سے بات کرنا چھوڑد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انہوں</w:t>
      </w:r>
      <w:r w:rsidRPr="00CD3FC2">
        <w:rPr>
          <w:rtl/>
        </w:rPr>
        <w:t xml:space="preserve"> نے جب شہر سے باہرنکل کربارگاہ الٰہ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التماس والتجا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بار گاہ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توبہ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 خدا وند متعال نے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توبہ قبول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اوروہ پھرسے اپنے لوگوں اوراپنے خانوادوں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واپس لوٹے۔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بعد</w:t>
      </w:r>
      <w:r w:rsidRPr="00CD3FC2">
        <w:rPr>
          <w:rtl/>
        </w:rPr>
        <w:t xml:space="preserve">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خدا وند متعال فرماتا ہے”اہل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اوراس کے اطراف کے لوگوں کو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چا ہئ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خدا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مخالفت اوران سے رو گردان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اس کے بعد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مشکلات و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اں،بھوک</w:t>
      </w:r>
      <w:r w:rsidRPr="00CD3FC2">
        <w:rPr>
          <w:rtl/>
        </w:rPr>
        <w:t xml:space="preserve"> وپ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برداشت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قدرواہم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اشارہ ک</w:t>
      </w:r>
      <w:r w:rsidRPr="00CD3FC2">
        <w:rPr>
          <w:rFonts w:hint="eastAsia"/>
          <w:rtl/>
        </w:rPr>
        <w:t>رتاہے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>)ز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بحث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کومخاطب کرکے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تقو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و پر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ہے،اورانھ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بات کا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غام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وہ”صادق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ن“کے</w:t>
      </w:r>
      <w:r w:rsidRPr="00CD3FC2">
        <w:rPr>
          <w:rtl/>
        </w:rPr>
        <w:t xml:space="preserve"> ساتھ ہوجائ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کھنا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ن“سے</w:t>
      </w:r>
      <w:r w:rsidRPr="00CD3FC2">
        <w:rPr>
          <w:rtl/>
        </w:rPr>
        <w:t xml:space="preserve"> مراد کون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107A46" w:rsidRDefault="00107A46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25" w:name="_Toc508103374"/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امامت سے ربط</w:t>
      </w:r>
      <w:bookmarkEnd w:id="125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ابتدائ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)ج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کہ”صدق“ کا مفہوم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کرتے ہوئے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)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سالگتاہے</w:t>
      </w:r>
      <w:r w:rsidRPr="00CD3FC2">
        <w:rPr>
          <w:rtl/>
        </w:rPr>
        <w:t xml:space="preserve"> کہ جملہ</w:t>
      </w:r>
      <w:r w:rsidR="00BD32E1">
        <w:rPr>
          <w:rtl/>
        </w:rPr>
        <w:t xml:space="preserve"> </w:t>
      </w:r>
      <w:r w:rsidRPr="00CD3FC2">
        <w:rPr>
          <w:rtl/>
        </w:rPr>
        <w:t>کونوامع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BD32E1">
        <w:rPr>
          <w:rtl/>
        </w:rPr>
        <w:t xml:space="preserve"> </w:t>
      </w:r>
      <w:r w:rsidRPr="00CD3FC2">
        <w:rPr>
          <w:rtl/>
        </w:rPr>
        <w:t xml:space="preserve">سے مرادسچوں کے ساتھ ہونے کاحکم ہے۔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قابل</w:t>
      </w:r>
      <w:r w:rsidRPr="00CD3FC2">
        <w:rPr>
          <w:rtl/>
        </w:rPr>
        <w:t xml:space="preserve"> غور بات اورجو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سچ بولنااورجھوٹ بولنے سے پر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کر نا ہے۔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سچ بولنے والوں کے ساتھ ہونا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 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واجبات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ہے،جبکہ سچوں کے ساتھ ہونے کا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حکم ہواہے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امروجوب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جملہ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07A46">
        <w:rPr>
          <w:rStyle w:val="libAieChar"/>
          <w:rtl/>
        </w:rPr>
        <w:t>کونوامع الصادق</w:t>
      </w:r>
      <w:r w:rsidR="00E17DF7" w:rsidRPr="00107A46">
        <w:rPr>
          <w:rStyle w:val="libAieChar"/>
          <w:rFonts w:hint="cs"/>
          <w:rtl/>
        </w:rPr>
        <w:t>ی</w:t>
      </w:r>
      <w:r w:rsidR="00E17DF7" w:rsidRPr="00107A46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کا وقوع”إ تقواال</w:t>
      </w:r>
      <w:r w:rsidRPr="00CD3FC2">
        <w:rPr>
          <w:rFonts w:hint="eastAsia"/>
          <w:rtl/>
        </w:rPr>
        <w:t>لّٰہ“کے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کہ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تقوائے الٰہ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حکم تھالہذا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وجوب کے لئے ہے اوراس سے وجوب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مفہوم</w:t>
      </w:r>
      <w:r w:rsidRPr="00CD3FC2">
        <w:rPr>
          <w:rtl/>
        </w:rPr>
        <w:t xml:space="preserve"> صدق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وسعت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نظرمقولہ کلا م و گفتگو تک محدود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بلکہ اس کا دائرہ فکرو عقائد،اخلاق وکردار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زرفتار</w:t>
      </w:r>
      <w:r w:rsidRPr="00CD3FC2">
        <w:rPr>
          <w:rtl/>
        </w:rPr>
        <w:t xml:space="preserve"> و عمل تک پھ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لا</w:t>
      </w:r>
      <w:r w:rsidRPr="00CD3FC2">
        <w:rPr>
          <w:rtl/>
        </w:rPr>
        <w:t xml:space="preserve"> ہواہے کہ جس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ہونے کو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واجب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اہے،ہم</w:t>
      </w:r>
      <w:r w:rsidRPr="00CD3FC2">
        <w:rPr>
          <w:rtl/>
        </w:rPr>
        <w:t xml:space="preserve"> اس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پرپہنچتے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ساتھ ہونے سے مرادجس</w:t>
      </w:r>
      <w:r w:rsidRPr="00CD3FC2">
        <w:rPr>
          <w:rFonts w:hint="eastAsia"/>
          <w:rtl/>
        </w:rPr>
        <w:t>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اورہمراہ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بلکہ ہمراہ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ہراس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صحت وسچائ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پا 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مرادوہ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جوصدق مطلق کے مالک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نہ مطلق صدق کے۔او رصدق مطلق وہ ہے جوہر جہت سے سچااورصح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ہواورفکروعقائد،گفتاروکرداراور اخلاق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لحا</w:t>
      </w:r>
      <w:r w:rsidRPr="00CD3FC2">
        <w:rPr>
          <w:rFonts w:hint="eastAsia"/>
          <w:rtl/>
        </w:rPr>
        <w:t>ظ</w:t>
      </w:r>
      <w:r w:rsidRPr="00CD3FC2">
        <w:rPr>
          <w:rtl/>
        </w:rPr>
        <w:t xml:space="preserve"> سے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کا انحراف نہ رکھتاہو۔اس طرح کا شخص معصوم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ہوسکتاہے۔اس طرح کے انسان کے ساتھ ہونے کامطلب اس کے افکار و عقائد، کردارواخلاق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 نا ہے۔</w:t>
      </w:r>
    </w:p>
    <w:p w:rsidR="00107A46" w:rsidRDefault="00107A46" w:rsidP="004B12AB">
      <w:pPr>
        <w:pStyle w:val="libNormal"/>
        <w:rPr>
          <w:rtl/>
        </w:rPr>
      </w:pPr>
      <w:r>
        <w:rPr>
          <w:rtl/>
        </w:rPr>
        <w:br w:type="page"/>
      </w:r>
    </w:p>
    <w:p w:rsidR="00107A46" w:rsidRPr="00CD3FC2" w:rsidRDefault="00107A46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چونکہ</w:t>
      </w:r>
      <w:r w:rsidRPr="00CD3FC2">
        <w:rPr>
          <w:rtl/>
        </w:rPr>
        <w:t xml:space="preserve"> مسلمانوں کااس بات پراجماع ہے کہ چودہ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صاحب عصمت اور صدق مطلق کا مالک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ہے،اس لئے”صادق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 xml:space="preserve"> سے مرادپ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اور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ہوں گے۔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26" w:name="_Toc508103375"/>
      <w:r w:rsidRPr="00CD3FC2">
        <w:rPr>
          <w:rFonts w:hint="eastAsia"/>
          <w:rtl/>
        </w:rPr>
        <w:t>علماء</w:t>
      </w:r>
      <w:r w:rsidRPr="00CD3FC2">
        <w:rPr>
          <w:rtl/>
        </w:rPr>
        <w:t xml:space="preserve"> ومفسر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bookmarkEnd w:id="126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صرف دوبزرگ علماء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Heading2Center"/>
        <w:rPr>
          <w:rtl/>
        </w:rPr>
      </w:pPr>
      <w:bookmarkStart w:id="127" w:name="_Toc508103376"/>
      <w:r w:rsidRPr="00CD3FC2">
        <w:rPr>
          <w:rFonts w:hint="eastAsia"/>
          <w:rtl/>
        </w:rPr>
        <w:t>علامہ</w:t>
      </w:r>
      <w:r w:rsidR="00107A46">
        <w:rPr>
          <w:rFonts w:hint="cs"/>
          <w:rtl/>
        </w:rPr>
        <w:t xml:space="preserve"> </w:t>
      </w:r>
      <w:r w:rsidRPr="00CD3FC2">
        <w:rPr>
          <w:rtl/>
        </w:rPr>
        <w:t>بہبہان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قول:</w:t>
      </w:r>
      <w:bookmarkEnd w:id="127"/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</w:t>
      </w:r>
      <w:r w:rsidRPr="00CD3FC2">
        <w:rPr>
          <w:rtl/>
        </w:rPr>
        <w:t xml:space="preserve"> قول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شخص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وبزرگ عالم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ن،گراں</w:t>
      </w:r>
      <w:r w:rsidRPr="00CD3FC2">
        <w:rPr>
          <w:rtl/>
        </w:rPr>
        <w:t xml:space="preserve"> قدرمفکرمرحوم علامہ محقق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بہبہان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کاہے۔وہ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کتاب”مصباح الھدا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ہ“</w:t>
      </w:r>
      <w:r w:rsidRPr="00CD3FC2">
        <w:rPr>
          <w:rtl/>
        </w:rPr>
        <w:t xml:space="preserve">)کہ جوواقعاًامامت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بے نظ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رکتاب</w:t>
      </w:r>
      <w:r w:rsidRPr="00CD3FC2">
        <w:rPr>
          <w:rtl/>
        </w:rPr>
        <w:t xml:space="preserve"> ہے 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کرتے ہوئے 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”وقداستفاضت</w:t>
      </w:r>
      <w:r w:rsidRPr="00CD3FC2">
        <w:rPr>
          <w:rtl/>
        </w:rPr>
        <w:t xml:space="preserve"> الروا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من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قناوطر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العامةا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النب</w:t>
      </w:r>
      <w:r w:rsidRPr="00CD3FC2">
        <w:rPr>
          <w:rFonts w:hint="cs"/>
          <w:rtl/>
        </w:rPr>
        <w:t>یّی</w:t>
      </w:r>
      <w:r w:rsidRPr="00CD3FC2">
        <w:rPr>
          <w:rtl/>
        </w:rPr>
        <w:t xml:space="preserve"> المط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ّرون“وقد ذکرفی</w:t>
      </w:r>
      <w:r w:rsidRPr="00CD3FC2">
        <w:rPr>
          <w:rtl/>
        </w:rPr>
        <w:t xml:space="preserve"> غا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المرام عشرةخبارمن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قنا</w:t>
      </w:r>
      <w:r w:rsidRPr="00CD3FC2">
        <w:rPr>
          <w:rtl/>
        </w:rPr>
        <w:t xml:space="preserve"> وسبعة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خبار</w:t>
      </w:r>
      <w:r w:rsidRPr="00CD3FC2">
        <w:rPr>
          <w:rtl/>
        </w:rPr>
        <w:t xml:space="preserve"> من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العامة</w:t>
      </w:r>
      <w:r w:rsidR="00107A46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قول</w:t>
      </w:r>
      <w:r w:rsidRPr="00CD3FC2">
        <w:rPr>
          <w:rtl/>
        </w:rPr>
        <w:t>:و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دّل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اختصاص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ةالکر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ئمّة</w:t>
      </w:r>
      <w:r w:rsidRPr="00CD3FC2">
        <w:rPr>
          <w:rtl/>
        </w:rPr>
        <w:t xml:space="preserve"> المعصوم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الطبّ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من آل محمد </w:t>
      </w:r>
      <w:r w:rsidR="00E17DF7" w:rsidRPr="00E17DF7">
        <w:rPr>
          <w:rStyle w:val="libAlaemChar"/>
          <w:rtl/>
        </w:rPr>
        <w:t>(</w:t>
      </w:r>
      <w:r w:rsidRPr="00CD3FC2">
        <w:rPr>
          <w:rtl/>
        </w:rPr>
        <w:t>ص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وعدم إرادة مطلق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کمادلّت علی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المستف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ضة</w:t>
      </w:r>
      <w:r w:rsidRPr="00CD3FC2">
        <w:rPr>
          <w:rtl/>
        </w:rPr>
        <w:t xml:space="preserve"> من الطر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:ا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لوکان المراد بالصدق مطلق الصدقالشامل لکلّ مرتبة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المطلوب من کلّ مؤ من،وبالصادقی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المعن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العام الشامل</w:t>
      </w:r>
    </w:p>
    <w:p w:rsidR="000B693F" w:rsidRPr="00107A46" w:rsidRDefault="00107A46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۱۔نما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المرام ،ص۲۴۸</w:t>
      </w:r>
    </w:p>
    <w:p w:rsidR="00107A46" w:rsidRDefault="00107A46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107A46" w:rsidRPr="00CD3FC2" w:rsidRDefault="00107A46" w:rsidP="00107A46">
      <w:pPr>
        <w:pStyle w:val="libNormal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لکلّ</w:t>
      </w:r>
      <w:r w:rsidRPr="00CD3FC2">
        <w:rPr>
          <w:rtl/>
        </w:rPr>
        <w:t xml:space="preserve"> من اتّصف بالصدق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مرتبة کان،،لوجب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عبّرمکان”مع“</w:t>
      </w:r>
      <w:r w:rsidRPr="00CD3FC2">
        <w:rPr>
          <w:rtl/>
        </w:rPr>
        <w:t xml:space="preserve"> بکلمة”من“ضرورةا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کلّ مؤمن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تحرزعن</w:t>
      </w:r>
      <w:r w:rsidRPr="00CD3FC2">
        <w:rPr>
          <w:rtl/>
        </w:rPr>
        <w:t xml:space="preserve"> الکذب 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مع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فالعدول عن کلمة ”من“إلی</w:t>
      </w:r>
      <w:r w:rsidRPr="00CD3FC2">
        <w:rPr>
          <w:rFonts w:hint="eastAsia"/>
          <w:rtl/>
        </w:rPr>
        <w:t>”مع“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کشف</w:t>
      </w:r>
      <w:r w:rsidRPr="00CD3FC2">
        <w:rPr>
          <w:rtl/>
        </w:rPr>
        <w:t xml:space="preserve"> عن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المراد ”باالصدق“مرتبةمخص صةو”باالصادق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 xml:space="preserve"> طائفة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Fonts w:hint="cs"/>
          <w:rtl/>
        </w:rPr>
        <w:t>ومن المعلوم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المر</w:t>
      </w:r>
      <w:r w:rsidRPr="00CD3FC2">
        <w:rPr>
          <w:rFonts w:hint="eastAsia"/>
          <w:rtl/>
        </w:rPr>
        <w:t>تبة</w:t>
      </w:r>
      <w:r w:rsidRPr="00CD3FC2">
        <w:rPr>
          <w:rtl/>
        </w:rPr>
        <w:t xml:space="preserve"> مرتبة کاملة،بح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ستحقالمتصفون</w:t>
      </w:r>
      <w:r w:rsidRPr="00CD3FC2">
        <w:rPr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تبع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سائر 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جم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عاً،و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ذاالمرتبة</w:t>
      </w:r>
      <w:r w:rsidRPr="00CD3FC2">
        <w:rPr>
          <w:rtl/>
        </w:rPr>
        <w:t xml:space="preserve"> الکاملة الت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تکون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المثا بة لی</w:t>
      </w:r>
      <w:r w:rsidRPr="00CD3FC2">
        <w:rPr>
          <w:rFonts w:hint="eastAsia"/>
          <w:rtl/>
        </w:rPr>
        <w:t>ست</w:t>
      </w:r>
      <w:r w:rsidRPr="00CD3FC2">
        <w:rPr>
          <w:rtl/>
        </w:rPr>
        <w:t xml:space="preserve"> إلاّ العصمة والط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ارة التی</w:t>
      </w:r>
      <w:r w:rsidRPr="00CD3FC2">
        <w:rPr>
          <w:rtl/>
        </w:rPr>
        <w:t xml:space="preserve"> لم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تطرّق</w:t>
      </w:r>
      <w:r w:rsidRPr="00CD3FC2">
        <w:rPr>
          <w:rtl/>
        </w:rPr>
        <w:t xml:space="preserve"> مع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کذب فی</w:t>
      </w:r>
      <w:r w:rsidRPr="00CD3FC2">
        <w:rPr>
          <w:rtl/>
        </w:rPr>
        <w:t xml:space="preserve"> القول والفعل،إذف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مّة</w:t>
      </w:r>
      <w:r w:rsidRPr="00CD3FC2">
        <w:rPr>
          <w:rtl/>
        </w:rPr>
        <w:t xml:space="preserve"> من 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ّر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ب</w:t>
      </w:r>
      <w:r w:rsidRPr="00CD3FC2">
        <w:rPr>
          <w:rtl/>
        </w:rPr>
        <w:t xml:space="preserve"> عن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الرجس!و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النب</w:t>
      </w:r>
      <w:r w:rsidRPr="00CD3FC2">
        <w:rPr>
          <w:rFonts w:hint="cs"/>
          <w:rtl/>
        </w:rPr>
        <w:t>یّی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بنصّا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التط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رواتّفاق</w:t>
      </w:r>
      <w:r w:rsidRPr="00CD3FC2">
        <w:rPr>
          <w:rtl/>
        </w:rPr>
        <w:t xml:space="preserve"> جم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المسلم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</w:p>
    <w:p w:rsidR="000B693F" w:rsidRPr="00CD3FC2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فلوا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من الصّادق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لزم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المعصومون ما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بمتا بعة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المتطرّق ف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الکذب و لو ج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لاً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س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واً 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قبی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عقلاً ، و تع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المراد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المط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ّری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الحائز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جم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مراتب الصدق قولاً و فعلاً،ولا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صدق</w:t>
      </w:r>
      <w:r w:rsidRPr="00CD3FC2">
        <w:rPr>
          <w:rtl/>
        </w:rPr>
        <w:t xml:space="preserve"> ذلک إلاّ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النب</w:t>
      </w:r>
      <w:r w:rsidRPr="00CD3FC2">
        <w:rPr>
          <w:rFonts w:hint="cs"/>
          <w:rtl/>
        </w:rPr>
        <w:t>یّی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الّذ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ب</w:t>
      </w:r>
      <w:r w:rsidRPr="00CD3FC2">
        <w:rPr>
          <w:rtl/>
        </w:rPr>
        <w:t xml:space="preserve"> اللّٰٰ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الرجس و 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رَّ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>م تط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راً،</w:t>
      </w:r>
      <w:r w:rsidRPr="00CD3FC2">
        <w:rPr>
          <w:rtl/>
        </w:rPr>
        <w:t xml:space="preserve"> و إل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قول مولانا الرضا </w:t>
      </w:r>
      <w:r w:rsidR="00E17DF7" w:rsidRPr="00E17DF7">
        <w:rPr>
          <w:rStyle w:val="libAlaemChar"/>
          <w:rtl/>
        </w:rPr>
        <w:t>(</w:t>
      </w:r>
      <w:r w:rsidRPr="00CD3FC2">
        <w:rPr>
          <w:rtl/>
        </w:rPr>
        <w:t>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”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ئمّة</w:t>
      </w:r>
      <w:r w:rsidRPr="00CD3FC2">
        <w:rPr>
          <w:rtl/>
        </w:rPr>
        <w:t xml:space="preserve"> الصد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قون</w:t>
      </w:r>
      <w:r w:rsidRPr="00CD3FC2">
        <w:rPr>
          <w:rtl/>
        </w:rPr>
        <w:t xml:space="preserve"> بطا عت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م“</w:t>
      </w:r>
      <w:r w:rsidR="00107A46" w:rsidRPr="00F82107">
        <w:rPr>
          <w:rStyle w:val="libFootnotenumChar"/>
          <w:rFonts w:hint="cs"/>
          <w:rtl/>
        </w:rPr>
        <w:t>(1)</w:t>
      </w:r>
    </w:p>
    <w:p w:rsidR="000B693F" w:rsidRDefault="000B693F" w:rsidP="00107A46">
      <w:pPr>
        <w:pStyle w:val="libArabic"/>
        <w:rPr>
          <w:rtl/>
        </w:rPr>
      </w:pP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دلّ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ئمّة</w:t>
      </w:r>
      <w:r w:rsidRPr="00CD3FC2">
        <w:rPr>
          <w:rtl/>
        </w:rPr>
        <w:t xml:space="preserve"> کمانبّ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مولانا الرضا </w:t>
      </w:r>
      <w:r w:rsidR="00E17DF7" w:rsidRPr="00E17DF7">
        <w:rPr>
          <w:rStyle w:val="libAlaemChar"/>
          <w:rtl/>
        </w:rPr>
        <w:t>(</w:t>
      </w:r>
      <w:r w:rsidRPr="00CD3FC2">
        <w:rPr>
          <w:rtl/>
        </w:rPr>
        <w:t>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الروای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سبحان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وتعالی</w:t>
      </w:r>
      <w:r w:rsidRPr="00CD3FC2">
        <w:rPr>
          <w:rtl/>
        </w:rPr>
        <w:t xml:space="preserve"> جم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المؤ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بعد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بالا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تّقاء</w:t>
      </w:r>
      <w:r w:rsidRPr="00CD3FC2">
        <w:rPr>
          <w:rtl/>
        </w:rPr>
        <w:t xml:space="preserve"> عن محارم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با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کونوا</w:t>
      </w:r>
      <w:r w:rsidRPr="00CD3FC2">
        <w:rPr>
          <w:rtl/>
        </w:rPr>
        <w:t xml:space="preserve"> مع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و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صدق</w:t>
      </w:r>
      <w:r w:rsidRPr="00CD3FC2">
        <w:rPr>
          <w:rtl/>
        </w:rPr>
        <w:t xml:space="preserve"> الکون</w:t>
      </w:r>
    </w:p>
    <w:p w:rsidR="00107A46" w:rsidRPr="00107A46" w:rsidRDefault="00107A46" w:rsidP="00C85646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0B693F" w:rsidRDefault="000B693F" w:rsidP="00C85646">
      <w:pPr>
        <w:pStyle w:val="libFootnote"/>
        <w:rPr>
          <w:rtl/>
        </w:rPr>
      </w:pPr>
      <w:r w:rsidRPr="00CD3FC2">
        <w:rPr>
          <w:rtl/>
        </w:rPr>
        <w:t>۱۔ف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المصدر:”والصد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قون</w:t>
      </w:r>
      <w:r w:rsidRPr="00CD3FC2">
        <w:rPr>
          <w:rtl/>
        </w:rPr>
        <w:t xml:space="preserve"> بطا عتہم “فراجع</w:t>
      </w:r>
    </w:p>
    <w:p w:rsidR="00107A46" w:rsidRDefault="00107A46" w:rsidP="004B12AB">
      <w:pPr>
        <w:pStyle w:val="libNormal"/>
        <w:rPr>
          <w:rtl/>
        </w:rPr>
      </w:pPr>
      <w:r>
        <w:rPr>
          <w:rtl/>
        </w:rPr>
        <w:br w:type="page"/>
      </w:r>
    </w:p>
    <w:p w:rsidR="00107A46" w:rsidRPr="00CD3FC2" w:rsidRDefault="00107A46" w:rsidP="00107A46">
      <w:pPr>
        <w:pStyle w:val="libNormal"/>
        <w:rPr>
          <w:rtl/>
        </w:rPr>
      </w:pPr>
    </w:p>
    <w:p w:rsidR="000B693F" w:rsidRPr="00B76D20" w:rsidRDefault="000B693F" w:rsidP="00BA57AE">
      <w:pPr>
        <w:pStyle w:val="libNormal"/>
        <w:rPr>
          <w:rtl/>
        </w:rPr>
      </w:pPr>
      <w:r w:rsidRPr="00BA5E50">
        <w:rPr>
          <w:rStyle w:val="libArabicChar"/>
          <w:rFonts w:hint="eastAsia"/>
          <w:rtl/>
        </w:rPr>
        <w:t>مع</w:t>
      </w:r>
      <w:r w:rsidR="00BA57AE" w:rsidRPr="003A13AB">
        <w:rPr>
          <w:rStyle w:val="libArabicChar"/>
          <w:rFonts w:hint="cs"/>
          <w:rtl/>
        </w:rPr>
        <w:t>ه</w:t>
      </w:r>
      <w:r w:rsidRPr="00BA5E50">
        <w:rPr>
          <w:rStyle w:val="libArabicChar"/>
          <w:rFonts w:hint="cs"/>
          <w:rtl/>
        </w:rPr>
        <w:t>م</w:t>
      </w:r>
      <w:r w:rsidRPr="00BA5E50">
        <w:rPr>
          <w:rStyle w:val="libArabicChar"/>
          <w:rtl/>
        </w:rPr>
        <w:t xml:space="preserve"> إلا با</w:t>
      </w:r>
      <w:r w:rsidRPr="00BA5E50">
        <w:rPr>
          <w:rStyle w:val="libArabicChar"/>
          <w:rFonts w:hint="cs"/>
          <w:rtl/>
        </w:rPr>
        <w:t>ٴ</w:t>
      </w:r>
      <w:r w:rsidRPr="00BA5E50">
        <w:rPr>
          <w:rStyle w:val="libArabicChar"/>
          <w:rFonts w:hint="eastAsia"/>
          <w:rtl/>
        </w:rPr>
        <w:t>ن</w:t>
      </w:r>
      <w:r w:rsidRPr="00BA5E50">
        <w:rPr>
          <w:rStyle w:val="libArabicChar"/>
          <w:rtl/>
        </w:rPr>
        <w:t xml:space="preserve"> </w:t>
      </w:r>
      <w:r w:rsidRPr="00BA5E50">
        <w:rPr>
          <w:rStyle w:val="libArabicChar"/>
          <w:rFonts w:hint="cs"/>
          <w:rtl/>
        </w:rPr>
        <w:t>ی</w:t>
      </w:r>
      <w:r w:rsidRPr="00BA5E50">
        <w:rPr>
          <w:rStyle w:val="libArabicChar"/>
          <w:rFonts w:hint="eastAsia"/>
          <w:rtl/>
        </w:rPr>
        <w:t>کونوا</w:t>
      </w:r>
      <w:r w:rsidRPr="00BA5E50">
        <w:rPr>
          <w:rStyle w:val="libArabicChar"/>
          <w:rtl/>
        </w:rPr>
        <w:t xml:space="preserve"> تحت طاعت</w:t>
      </w:r>
      <w:r w:rsidR="00BA57AE" w:rsidRPr="003A13AB">
        <w:rPr>
          <w:rStyle w:val="libArabicChar"/>
          <w:rFonts w:hint="cs"/>
          <w:rtl/>
        </w:rPr>
        <w:t>ه</w:t>
      </w:r>
      <w:r w:rsidRPr="00BA5E50">
        <w:rPr>
          <w:rStyle w:val="libArabicChar"/>
          <w:rFonts w:hint="cs"/>
          <w:rtl/>
        </w:rPr>
        <w:t>م ،متحرّزی</w:t>
      </w:r>
      <w:r w:rsidRPr="00BA5E50">
        <w:rPr>
          <w:rStyle w:val="libArabicChar"/>
          <w:rFonts w:hint="eastAsia"/>
          <w:rtl/>
        </w:rPr>
        <w:t>ن</w:t>
      </w:r>
      <w:r w:rsidRPr="00BA5E50">
        <w:rPr>
          <w:rStyle w:val="libArabicChar"/>
          <w:rtl/>
        </w:rPr>
        <w:t xml:space="preserve"> عن مخا لفت</w:t>
      </w:r>
      <w:r w:rsidR="00BA57AE" w:rsidRPr="003A13AB">
        <w:rPr>
          <w:rStyle w:val="libArabicChar"/>
          <w:rFonts w:hint="cs"/>
          <w:rtl/>
        </w:rPr>
        <w:t>ه</w:t>
      </w:r>
      <w:r w:rsidRPr="00BA5E50">
        <w:rPr>
          <w:rStyle w:val="libArabicChar"/>
          <w:rFonts w:hint="cs"/>
          <w:rtl/>
        </w:rPr>
        <w:t>م  ولی</w:t>
      </w:r>
      <w:r w:rsidRPr="00BA5E50">
        <w:rPr>
          <w:rStyle w:val="libArabicChar"/>
          <w:rFonts w:hint="eastAsia"/>
          <w:rtl/>
        </w:rPr>
        <w:t>س</w:t>
      </w:r>
      <w:r w:rsidRPr="00BA5E50">
        <w:rPr>
          <w:rStyle w:val="libArabicChar"/>
          <w:rtl/>
        </w:rPr>
        <w:t xml:space="preserve"> للإمامة معن</w:t>
      </w:r>
      <w:r w:rsidRPr="00BA5E50">
        <w:rPr>
          <w:rStyle w:val="libArabicChar"/>
          <w:rFonts w:hint="cs"/>
          <w:rtl/>
        </w:rPr>
        <w:t>ی</w:t>
      </w:r>
      <w:r w:rsidRPr="00BA5E50">
        <w:rPr>
          <w:rStyle w:val="libArabicChar"/>
          <w:rtl/>
        </w:rPr>
        <w:t xml:space="preserve"> إلاّافتراض طاعة الإمام عل</w:t>
      </w:r>
      <w:r w:rsidRPr="00BA5E50">
        <w:rPr>
          <w:rStyle w:val="libArabicChar"/>
          <w:rFonts w:hint="cs"/>
          <w:rtl/>
        </w:rPr>
        <w:t>ی</w:t>
      </w:r>
      <w:r w:rsidRPr="00BA5E50">
        <w:rPr>
          <w:rStyle w:val="libArabicChar"/>
          <w:rtl/>
        </w:rPr>
        <w:t xml:space="preserve"> الما</w:t>
      </w:r>
      <w:r w:rsidRPr="00BA5E50">
        <w:rPr>
          <w:rStyle w:val="libArabicChar"/>
          <w:rFonts w:hint="cs"/>
          <w:rtl/>
        </w:rPr>
        <w:t>ٴ</w:t>
      </w:r>
      <w:r w:rsidRPr="00BA5E50">
        <w:rPr>
          <w:rStyle w:val="libArabicChar"/>
          <w:rFonts w:hint="eastAsia"/>
          <w:rtl/>
        </w:rPr>
        <w:t>موم</w:t>
      </w:r>
      <w:r w:rsidRPr="00BA5E50">
        <w:rPr>
          <w:rStyle w:val="libArabicChar"/>
          <w:rtl/>
        </w:rPr>
        <w:t xml:space="preserve"> من قبل</w:t>
      </w:r>
      <w:r w:rsidR="00BA57AE" w:rsidRPr="003A13AB">
        <w:rPr>
          <w:rStyle w:val="libArabicChar"/>
          <w:rFonts w:hint="cs"/>
          <w:rtl/>
        </w:rPr>
        <w:t>ه</w:t>
      </w:r>
      <w:r w:rsidRPr="00BA5E50">
        <w:rPr>
          <w:rStyle w:val="libArabicChar"/>
          <w:rFonts w:hint="cs"/>
          <w:rtl/>
        </w:rPr>
        <w:t xml:space="preserve"> تعالی</w:t>
      </w:r>
      <w:r w:rsidRPr="00BA5E50">
        <w:rPr>
          <w:rStyle w:val="libArabicChar"/>
          <w:rFonts w:hint="eastAsia"/>
          <w:rtl/>
        </w:rPr>
        <w:t>،بل</w:t>
      </w:r>
      <w:r w:rsidRPr="00BA5E50">
        <w:rPr>
          <w:rStyle w:val="libArabicChar"/>
          <w:rtl/>
        </w:rPr>
        <w:t xml:space="preserve"> لا تعب</w:t>
      </w:r>
      <w:r w:rsidRPr="00BA5E50">
        <w:rPr>
          <w:rStyle w:val="libArabicChar"/>
          <w:rFonts w:hint="cs"/>
          <w:rtl/>
        </w:rPr>
        <w:t>ی</w:t>
      </w:r>
      <w:r w:rsidRPr="00BA5E50">
        <w:rPr>
          <w:rStyle w:val="libArabicChar"/>
          <w:rFonts w:hint="eastAsia"/>
          <w:rtl/>
        </w:rPr>
        <w:t>را</w:t>
      </w:r>
      <w:r w:rsidRPr="00BA5E50">
        <w:rPr>
          <w:rStyle w:val="libArabicChar"/>
          <w:rFonts w:hint="cs"/>
          <w:rtl/>
        </w:rPr>
        <w:t>ٴ</w:t>
      </w:r>
      <w:r w:rsidRPr="00BA5E50">
        <w:rPr>
          <w:rStyle w:val="libArabicChar"/>
          <w:rFonts w:hint="eastAsia"/>
          <w:rtl/>
        </w:rPr>
        <w:t>قرب</w:t>
      </w:r>
      <w:r w:rsidRPr="00BA5E50">
        <w:rPr>
          <w:rStyle w:val="libArabicChar"/>
          <w:rtl/>
        </w:rPr>
        <w:t xml:space="preserve"> إل</w:t>
      </w:r>
      <w:r w:rsidRPr="00BA5E50">
        <w:rPr>
          <w:rStyle w:val="libArabicChar"/>
          <w:rFonts w:hint="cs"/>
          <w:rtl/>
        </w:rPr>
        <w:t>ی</w:t>
      </w:r>
      <w:r w:rsidRPr="00BA5E50">
        <w:rPr>
          <w:rStyle w:val="libArabicChar"/>
          <w:rtl/>
        </w:rPr>
        <w:t xml:space="preserve"> معن</w:t>
      </w:r>
      <w:r w:rsidRPr="00BA5E50">
        <w:rPr>
          <w:rStyle w:val="libArabicChar"/>
          <w:rFonts w:hint="cs"/>
          <w:rtl/>
        </w:rPr>
        <w:t>ی</w:t>
      </w:r>
      <w:r w:rsidRPr="00BA5E50">
        <w:rPr>
          <w:rStyle w:val="libArabicChar"/>
          <w:rtl/>
        </w:rPr>
        <w:t xml:space="preserve"> الإمامة من ا</w:t>
      </w:r>
      <w:r w:rsidRPr="00BA5E50">
        <w:rPr>
          <w:rStyle w:val="libArabicChar"/>
          <w:rFonts w:hint="cs"/>
          <w:rtl/>
        </w:rPr>
        <w:t>ٴ</w:t>
      </w:r>
      <w:r w:rsidRPr="00BA5E50">
        <w:rPr>
          <w:rStyle w:val="libArabicChar"/>
          <w:rFonts w:hint="eastAsia"/>
          <w:rtl/>
        </w:rPr>
        <w:t>مر</w:t>
      </w:r>
      <w:r w:rsidRPr="00BA5E50">
        <w:rPr>
          <w:rStyle w:val="libArabicChar"/>
          <w:rtl/>
        </w:rPr>
        <w:t xml:space="preserve"> المؤمن</w:t>
      </w:r>
      <w:r w:rsidRPr="00BA5E50">
        <w:rPr>
          <w:rStyle w:val="libArabicChar"/>
          <w:rFonts w:hint="cs"/>
          <w:rtl/>
        </w:rPr>
        <w:t>ی</w:t>
      </w:r>
      <w:r w:rsidRPr="00BA5E50">
        <w:rPr>
          <w:rStyle w:val="libArabicChar"/>
          <w:rFonts w:hint="eastAsia"/>
          <w:rtl/>
        </w:rPr>
        <w:t>ن</w:t>
      </w:r>
      <w:r w:rsidRPr="00BA5E50">
        <w:rPr>
          <w:rStyle w:val="libArabicChar"/>
          <w:rtl/>
        </w:rPr>
        <w:t xml:space="preserve"> با</w:t>
      </w:r>
      <w:r w:rsidRPr="00BA5E50">
        <w:rPr>
          <w:rStyle w:val="libArabicChar"/>
          <w:rFonts w:hint="cs"/>
          <w:rtl/>
        </w:rPr>
        <w:t>ٴ</w:t>
      </w:r>
      <w:r w:rsidRPr="00BA5E50">
        <w:rPr>
          <w:rStyle w:val="libArabicChar"/>
          <w:rFonts w:hint="eastAsia"/>
          <w:rtl/>
        </w:rPr>
        <w:t>ن</w:t>
      </w:r>
      <w:r w:rsidRPr="00BA5E50">
        <w:rPr>
          <w:rStyle w:val="libArabicChar"/>
          <w:rtl/>
        </w:rPr>
        <w:t xml:space="preserve"> </w:t>
      </w:r>
      <w:r w:rsidRPr="00BA5E50">
        <w:rPr>
          <w:rStyle w:val="libArabicChar"/>
          <w:rFonts w:hint="cs"/>
          <w:rtl/>
        </w:rPr>
        <w:t>ی</w:t>
      </w:r>
      <w:r w:rsidRPr="00BA5E50">
        <w:rPr>
          <w:rStyle w:val="libArabicChar"/>
          <w:rFonts w:hint="eastAsia"/>
          <w:rtl/>
        </w:rPr>
        <w:t>کونوامع</w:t>
      </w:r>
      <w:r w:rsidR="00BA57AE" w:rsidRPr="003A13AB">
        <w:rPr>
          <w:rStyle w:val="libArabicChar"/>
          <w:rFonts w:hint="cs"/>
          <w:rtl/>
        </w:rPr>
        <w:t>ه</w:t>
      </w:r>
      <w:r w:rsidRPr="00BA5E50">
        <w:rPr>
          <w:rStyle w:val="libArabicChar"/>
          <w:rFonts w:hint="cs"/>
          <w:rtl/>
        </w:rPr>
        <w:t>،إ</w:t>
      </w:r>
      <w:r w:rsidRPr="00BA5E50">
        <w:rPr>
          <w:rStyle w:val="libArabicChar"/>
          <w:rFonts w:hint="eastAsia"/>
          <w:rtl/>
        </w:rPr>
        <w:t>ذ</w:t>
      </w:r>
      <w:r w:rsidRPr="00BA5E50">
        <w:rPr>
          <w:rStyle w:val="libArabicChar"/>
          <w:rtl/>
        </w:rPr>
        <w:t xml:space="preserve"> حق</w:t>
      </w:r>
      <w:r w:rsidRPr="00BA5E50">
        <w:rPr>
          <w:rStyle w:val="libArabicChar"/>
          <w:rFonts w:hint="cs"/>
          <w:rtl/>
        </w:rPr>
        <w:t>ی</w:t>
      </w:r>
      <w:r w:rsidRPr="00BA5E50">
        <w:rPr>
          <w:rStyle w:val="libArabicChar"/>
          <w:rFonts w:hint="eastAsia"/>
          <w:rtl/>
        </w:rPr>
        <w:t>قة</w:t>
      </w:r>
      <w:r w:rsidRPr="00BA5E50">
        <w:rPr>
          <w:rStyle w:val="libArabicChar"/>
          <w:rtl/>
        </w:rPr>
        <w:t xml:space="preserve"> الإئتمام عبارة عن متابعة الما</w:t>
      </w:r>
      <w:r w:rsidRPr="00BA5E50">
        <w:rPr>
          <w:rStyle w:val="libArabicChar"/>
          <w:rFonts w:hint="cs"/>
          <w:rtl/>
        </w:rPr>
        <w:t>ٴ</w:t>
      </w:r>
      <w:r w:rsidRPr="00BA5E50">
        <w:rPr>
          <w:rStyle w:val="libArabicChar"/>
          <w:rFonts w:hint="eastAsia"/>
          <w:rtl/>
        </w:rPr>
        <w:t>موم</w:t>
      </w:r>
      <w:r w:rsidRPr="00BA5E50">
        <w:rPr>
          <w:rStyle w:val="libArabicChar"/>
          <w:rtl/>
        </w:rPr>
        <w:t xml:space="preserve"> إمام</w:t>
      </w:r>
      <w:r w:rsidR="00BA57AE" w:rsidRPr="003A13AB">
        <w:rPr>
          <w:rStyle w:val="libArabicChar"/>
          <w:rFonts w:hint="cs"/>
          <w:rtl/>
        </w:rPr>
        <w:t>ه</w:t>
      </w:r>
      <w:r w:rsidRPr="00BA5E50">
        <w:rPr>
          <w:rStyle w:val="libArabicChar"/>
          <w:rFonts w:hint="cs"/>
          <w:rtl/>
        </w:rPr>
        <w:t xml:space="preserve"> وعدم مف</w:t>
      </w:r>
      <w:r w:rsidRPr="00BA5E50">
        <w:rPr>
          <w:rStyle w:val="libArabicChar"/>
          <w:rFonts w:hint="eastAsia"/>
          <w:rtl/>
        </w:rPr>
        <w:t>ارقت</w:t>
      </w:r>
      <w:r w:rsidR="00BA57AE" w:rsidRPr="003A13AB">
        <w:rPr>
          <w:rStyle w:val="libArabicChar"/>
          <w:rFonts w:hint="cs"/>
          <w:rtl/>
        </w:rPr>
        <w:t>ه</w:t>
      </w:r>
      <w:r w:rsidRPr="00BA5E50">
        <w:rPr>
          <w:rStyle w:val="libArabicChar"/>
          <w:rtl/>
        </w:rPr>
        <w:t xml:space="preserve"> عن</w:t>
      </w:r>
      <w:r w:rsidR="00BA57AE" w:rsidRPr="003A13AB">
        <w:rPr>
          <w:rStyle w:val="libArabicChar"/>
          <w:rFonts w:hint="cs"/>
          <w:rtl/>
        </w:rPr>
        <w:t>ه</w:t>
      </w:r>
      <w:r w:rsidRPr="00CD3FC2">
        <w:rPr>
          <w:rtl/>
        </w:rPr>
        <w:t>۔</w:t>
      </w:r>
      <w:r w:rsidR="00BA5E50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BA5E50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اور اہل سنّت سے مستف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</w:t>
      </w:r>
      <w:r w:rsidR="00BA5E50" w:rsidRPr="00F82107">
        <w:rPr>
          <w:rStyle w:val="libFootnotenumChar"/>
          <w:rFonts w:hint="cs"/>
          <w:rtl/>
        </w:rPr>
        <w:t>(2)</w:t>
      </w:r>
      <w:r w:rsidR="001F5A3B" w:rsidRPr="00B76D20">
        <w:rPr>
          <w:rFonts w:hint="cs"/>
          <w:rtl/>
        </w:rPr>
        <w:t xml:space="preserve"> </w:t>
      </w:r>
      <w:r w:rsidRPr="00CD3FC2">
        <w:rPr>
          <w:rtl/>
        </w:rPr>
        <w:t>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مراد)پ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(ص))کے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۔مرحوم بحران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”غا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المرام“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سے دس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سے سات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ن“سے</w:t>
      </w:r>
      <w:r w:rsidRPr="00CD3FC2">
        <w:rPr>
          <w:rtl/>
        </w:rPr>
        <w:t xml:space="preserve"> مراد)ج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)ائمہء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اگر ”صدق“)سچائ</w:t>
      </w:r>
      <w:r w:rsidRPr="00CD3FC2">
        <w:rPr>
          <w:rFonts w:hint="cs"/>
          <w:rtl/>
        </w:rPr>
        <w:t>ی</w:t>
      </w:r>
      <w:r w:rsidRPr="00CD3FC2">
        <w:rPr>
          <w:rtl/>
        </w:rPr>
        <w:t>)کہ جو”صادق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ن“کے</w:t>
      </w:r>
      <w:r w:rsidRPr="00CD3FC2">
        <w:rPr>
          <w:rtl/>
        </w:rPr>
        <w:t xml:space="preserve"> عنوان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ماخوذہے،اس سے مرادمطلق سچائ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جوہرمرتبہ کو شامل ہے اور”صادق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ن“کے</w:t>
      </w:r>
      <w:r w:rsidRPr="00CD3FC2">
        <w:rPr>
          <w:rtl/>
        </w:rPr>
        <w:t xml:space="preserve"> زمرے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ہروہ شخص شامل ہوک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جو صفت صدق کے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مرتبہ سے متصف ہے تو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”کو نوا من الصا 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ن“ہون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چا ہئے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اوراسصورت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 تے کہ ہرمسلمان پر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وہ سچ بو لنے والوں سے ہو اورجھوٹ سے پرہ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زکرے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جو”مع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خوداس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کہ”صدق“سے مراد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مرتبہ و مقام ہے اور”صادق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ن“سے</w:t>
      </w:r>
      <w:r w:rsidRPr="00CD3FC2">
        <w:rPr>
          <w:rtl/>
        </w:rPr>
        <w:t xml:space="preserve"> مرادا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مخصوص اور ممتازگروہ)اورصادق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ساتھ ہونے کا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کرنا)ہے۔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صفت</w:t>
      </w:r>
      <w:r w:rsidRPr="00CD3FC2">
        <w:rPr>
          <w:rtl/>
        </w:rPr>
        <w:t xml:space="preserve"> صد ق کا کا مل اور نہائ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مرتبہ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وطہارت ہے 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گفتار وکردار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سچائ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مکمل طورپرمحقق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BA5E50" w:rsidRDefault="00BA5E5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D3BA5" w:rsidRDefault="000B693F" w:rsidP="00E17DF7">
      <w:pPr>
        <w:pStyle w:val="libFootnote"/>
        <w:rPr>
          <w:rtl/>
        </w:rPr>
      </w:pPr>
      <w:r w:rsidRPr="00CD3FC2">
        <w:rPr>
          <w:rtl/>
        </w:rPr>
        <w:t>۱-”مصباح الہدا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ة“ص</w:t>
      </w:r>
      <w:r w:rsidRPr="00CD3FC2">
        <w:rPr>
          <w:rtl/>
        </w:rPr>
        <w:t>۹۳۔۹۲،مطبع سلمان فارس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قم</w:t>
      </w:r>
    </w:p>
    <w:p w:rsidR="001F5A3B" w:rsidRDefault="000B693F" w:rsidP="00E17DF7">
      <w:pPr>
        <w:pStyle w:val="libFootnote"/>
        <w:rPr>
          <w:rtl/>
        </w:rPr>
      </w:pPr>
      <w:r w:rsidRPr="00CD3FC2">
        <w:rPr>
          <w:rtl/>
        </w:rPr>
        <w:t>۲۔سے دس تک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پر”حد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مستف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ض“اطلاق</w:t>
      </w:r>
      <w:r w:rsidRPr="00CD3FC2">
        <w:rPr>
          <w:rtl/>
        </w:rPr>
        <w:t xml:space="preserve"> ہوتا ہے </w:t>
      </w:r>
    </w:p>
    <w:p w:rsidR="001F5A3B" w:rsidRDefault="001F5A3B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1F5A3B" w:rsidP="00107A46">
      <w:pPr>
        <w:pStyle w:val="libNormal"/>
        <w:rPr>
          <w:rtl/>
        </w:rPr>
      </w:pPr>
      <w:r>
        <w:rPr>
          <w:rFonts w:hint="cs"/>
          <w:rtl/>
        </w:rPr>
        <w:lastRenderedPageBreak/>
        <w:t>(</w:t>
      </w:r>
      <w:r w:rsidR="000B693F" w:rsidRPr="00CD3FC2">
        <w:rPr>
          <w:rtl/>
        </w:rPr>
        <w:t>اس مطلب کاقطع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ثبوت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ہے کہ)اگر”صادق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ن“سے</w:t>
      </w:r>
      <w:r w:rsidR="000B693F" w:rsidRPr="00CD3FC2">
        <w:rPr>
          <w:rtl/>
        </w:rPr>
        <w:t xml:space="preserve"> مرادائمہ معصوم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>(ع)کے علاوہ کوئ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اورہوں تواس فرض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بن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ادپرکہ</w:t>
      </w:r>
      <w:r w:rsidR="000B693F" w:rsidRPr="00CD3FC2">
        <w:rPr>
          <w:rtl/>
        </w:rPr>
        <w:t xml:space="preserve"> آ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ہء</w:t>
      </w:r>
      <w:r w:rsidR="000B693F" w:rsidRPr="00CD3FC2">
        <w:rPr>
          <w:rtl/>
        </w:rPr>
        <w:t xml:space="preserve"> تطہ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نص مو جود ہے اورتمام مسلمانوں کا اہل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کے معصوم ہو نے پر اتفاق ہے ،اس کالازمہ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ہوتا کہ تمام انسان حت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کہ ائمہ معصو م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 xml:space="preserve"> بھ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غ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رمعصوم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اطاعت وپ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رو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کر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اور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عقلاًقب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ح</w:t>
      </w:r>
      <w:r w:rsidR="000B693F" w:rsidRPr="00CD3FC2">
        <w:rPr>
          <w:rtl/>
        </w:rPr>
        <w:t xml:space="preserve"> ہے۔لہذا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مرتبہ)عصمت وطہارت)پ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غمبر</w:t>
      </w:r>
      <w:r w:rsidR="000B693F" w:rsidRPr="00CD3FC2">
        <w:rPr>
          <w:rtl/>
        </w:rPr>
        <w:t xml:space="preserve"> (ص)کے خاندان کے علاوہ کہ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اورنہ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پا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جاسکتاہے۔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دوسراثبوت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خدا وند متعال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ابتداء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تمام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تقو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اورگناہوں سے اجتبا ب کر نے کاحکم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اوراس کے بعد 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 xml:space="preserve"> کے ساتھ ہونے کا فرمان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ہے،اوران کے ساتھ ہونے کا مطلب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کرنے اوران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نافرمان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 کرنے کے علاوہ کچ</w:t>
      </w:r>
      <w:r w:rsidRPr="00CD3FC2">
        <w:rPr>
          <w:rFonts w:hint="eastAsia"/>
          <w:rtl/>
        </w:rPr>
        <w:t>ھ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امامت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علاوہ کچھ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ہےں کہ م</w:t>
      </w:r>
      <w:r w:rsidR="008F5E30">
        <w:rPr>
          <w:rtl/>
        </w:rPr>
        <w:t>ا</w:t>
      </w:r>
      <w:r w:rsidRPr="00CD3FC2">
        <w:rPr>
          <w:rFonts w:hint="eastAsia"/>
          <w:rtl/>
        </w:rPr>
        <w:t>موم</w:t>
      </w:r>
      <w:r w:rsidRPr="00CD3FC2">
        <w:rPr>
          <w:rtl/>
        </w:rPr>
        <w:t xml:space="preserve"> پر امام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واجب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اگرہم</w:t>
      </w:r>
      <w:r w:rsidRPr="00CD3FC2">
        <w:rPr>
          <w:rtl/>
        </w:rPr>
        <w:t xml:space="preserve"> امامت واطاعت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کرناچاہ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توبہتر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امام کے ساتھ ہونا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اطا عت سے جدانہ ہو ناہے۔</w:t>
      </w:r>
    </w:p>
    <w:p w:rsidR="000B693F" w:rsidRPr="00CD3FC2" w:rsidRDefault="000B693F" w:rsidP="001F5A3B">
      <w:pPr>
        <w:pStyle w:val="Heading2Center"/>
        <w:rPr>
          <w:rtl/>
        </w:rPr>
      </w:pPr>
      <w:bookmarkStart w:id="128" w:name="_Toc508103377"/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قول</w:t>
      </w:r>
      <w:bookmarkEnd w:id="12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دوسراقول</w:t>
      </w:r>
      <w:r w:rsidRPr="00CD3FC2">
        <w:rPr>
          <w:rtl/>
        </w:rPr>
        <w:t xml:space="preserve"> اہل سنت کے مشہورومعرو ف علا مہ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کاہے۔وہ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”و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مسائل: المسا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لة</w:t>
      </w:r>
      <w:r w:rsidRPr="00CD3FC2">
        <w:rPr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tl/>
        </w:rPr>
        <w:t>: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تعال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بالکون مع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! و مت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وجب الکون مع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فلا بدّمن وجود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کلّ وقت، و ذلک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منع</w:t>
      </w:r>
      <w:r w:rsidRPr="00CD3FC2">
        <w:rPr>
          <w:rtl/>
        </w:rPr>
        <w:t xml:space="preserve"> من إطباق الکلّ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الباطل، و مت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إمتنع إطباق الکلّ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الباطل وجب إذا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طبقوا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ء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کونوا</w:t>
      </w:r>
      <w:r w:rsidRPr="00CD3FC2">
        <w:rPr>
          <w:rtl/>
        </w:rPr>
        <w:t xml:space="preserve"> محقّ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 xml:space="preserve"> 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ی</w:t>
      </w:r>
      <w:r w:rsidRPr="00CD3FC2">
        <w:rPr>
          <w:rFonts w:hint="eastAsia"/>
          <w:rtl/>
        </w:rPr>
        <w:t>دل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إجماع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مّة</w:t>
      </w:r>
      <w:r w:rsidRPr="00CD3FC2">
        <w:rPr>
          <w:rtl/>
        </w:rPr>
        <w:t xml:space="preserve"> حجّة</w:t>
      </w:r>
    </w:p>
    <w:p w:rsidR="000B693F" w:rsidRPr="00CD3FC2" w:rsidRDefault="000B693F" w:rsidP="001F5A3B">
      <w:pPr>
        <w:pStyle w:val="libArabic"/>
        <w:rPr>
          <w:rtl/>
        </w:rPr>
      </w:pPr>
      <w:r w:rsidRPr="00CD3FC2">
        <w:rPr>
          <w:rFonts w:hint="eastAsia"/>
          <w:rtl/>
        </w:rPr>
        <w:t>فإن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: لمَ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جوز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قال</w:t>
      </w:r>
      <w:r w:rsidRPr="00CD3FC2">
        <w:rPr>
          <w:rtl/>
        </w:rPr>
        <w:t>: المراد بقول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: </w:t>
      </w:r>
      <w:r w:rsid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5D3BA5">
        <w:rPr>
          <w:rStyle w:val="libAieChar"/>
          <w:rFonts w:hint="cs"/>
          <w:rtl/>
        </w:rPr>
        <w:t>کونوا مع الصادقی</w:t>
      </w:r>
      <w:r w:rsidR="00E17DF7" w:rsidRPr="005D3BA5">
        <w:rPr>
          <w:rStyle w:val="libAieChar"/>
          <w:rFonts w:hint="eastAsia"/>
          <w:rtl/>
        </w:rPr>
        <w:t>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کونوا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قة</w:t>
      </w:r>
      <w:r w:rsidRPr="00CD3FC2">
        <w:rPr>
          <w:rtl/>
        </w:rPr>
        <w:t xml:space="preserve">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کما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الرجل إذا قال لولد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>: ”کن مع الصالح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 xml:space="preserve">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إلاّ ذلک؟</w:t>
      </w:r>
    </w:p>
    <w:p w:rsidR="000B693F" w:rsidRPr="003A13AB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سلّمنا</w:t>
      </w:r>
      <w:r w:rsidRPr="00CD3FC2">
        <w:rPr>
          <w:rtl/>
        </w:rPr>
        <w:t xml:space="preserve"> ذلک، لکن نقول: إن ّ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کان موجوداً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زمان الرسول فقط، فکان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مراً</w:t>
      </w:r>
      <w:r w:rsidRPr="00CD3FC2">
        <w:rPr>
          <w:rtl/>
        </w:rPr>
        <w:t xml:space="preserve"> بالکون مع الرسول، فلا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دّل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وجود صادق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سائر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منة</w:t>
      </w:r>
    </w:p>
    <w:p w:rsidR="005D3BA5" w:rsidRDefault="005D3BA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5D3BA5" w:rsidRPr="005D3BA5" w:rsidRDefault="005D3BA5" w:rsidP="005D3BA5">
      <w:pPr>
        <w:pStyle w:val="libNormal"/>
        <w:rPr>
          <w:rtl/>
        </w:rPr>
      </w:pPr>
    </w:p>
    <w:p w:rsidR="000B693F" w:rsidRPr="00CD3FC2" w:rsidRDefault="000B693F" w:rsidP="001F5A3B">
      <w:pPr>
        <w:pStyle w:val="libArabic"/>
        <w:rPr>
          <w:rtl/>
        </w:rPr>
      </w:pPr>
      <w:r w:rsidRPr="00CD3FC2">
        <w:rPr>
          <w:rFonts w:hint="eastAsia"/>
          <w:rtl/>
        </w:rPr>
        <w:t>سلّمنا</w:t>
      </w:r>
      <w:r w:rsidRPr="00CD3FC2">
        <w:rPr>
          <w:rtl/>
        </w:rPr>
        <w:t xml:space="preserve"> ذلک لکن لم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جوز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الصادق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المعصوم الذی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متنع</w:t>
      </w:r>
      <w:r w:rsidRPr="00CD3FC2">
        <w:rPr>
          <w:rtl/>
        </w:rPr>
        <w:t xml:space="preserve"> خلوّ زمان التکل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عن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کما تقو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الشی</w:t>
      </w:r>
      <w:r w:rsidRPr="00CD3FC2">
        <w:rPr>
          <w:rFonts w:hint="eastAsia"/>
          <w:rtl/>
        </w:rPr>
        <w:t>عة؟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الجواب عن الاول: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: </w:t>
      </w:r>
      <w:r w:rsid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5D3BA5">
        <w:rPr>
          <w:rStyle w:val="libAieChar"/>
          <w:rFonts w:hint="cs"/>
          <w:rtl/>
        </w:rPr>
        <w:t>کونوا مع الصادقی</w:t>
      </w:r>
      <w:r w:rsidR="00E17DF7" w:rsidRPr="005D3BA5">
        <w:rPr>
          <w:rStyle w:val="libAieChar"/>
          <w:rFonts w:hint="eastAsia"/>
          <w:rtl/>
        </w:rPr>
        <w:t>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بموافقة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و 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عن مفارقت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م، و ذلک مشروط بوجود الصادقی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وما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تمّ</w:t>
      </w:r>
      <w:r w:rsidRPr="00CD3FC2">
        <w:rPr>
          <w:rtl/>
        </w:rPr>
        <w:t xml:space="preserve"> الواجب إلاّ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و واجب فدّلت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الآی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وجود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 xml:space="preserve"> و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: ” إنّ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عدول عن الظا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ر من غی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قول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: ”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مختصّ بزمان الرسول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التکال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المذکورة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القرآن متوج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ة إلی</w:t>
      </w:r>
      <w:r w:rsidRPr="00CD3FC2">
        <w:rPr>
          <w:rtl/>
        </w:rPr>
        <w:t xml:space="preserve"> المکلّف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الق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امة،</w:t>
      </w:r>
      <w:r w:rsidRPr="00CD3FC2">
        <w:rPr>
          <w:rtl/>
        </w:rPr>
        <w:t xml:space="preserve"> فکان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التکلی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کذلک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الثان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: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الص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غة</w:t>
      </w:r>
      <w:r w:rsidRPr="00CD3FC2">
        <w:rPr>
          <w:rtl/>
        </w:rPr>
        <w:t xml:space="preserve"> تتناولال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وقات</w:t>
      </w:r>
      <w:r w:rsidRPr="00CD3FC2">
        <w:rPr>
          <w:rtl/>
        </w:rPr>
        <w:t xml:space="preserve"> کلّ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بدلی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صحة الاستثناء</w:t>
      </w:r>
      <w:r w:rsidRPr="00CD3FC2">
        <w:rPr>
          <w:rFonts w:hint="cs"/>
          <w:rtl/>
        </w:rPr>
        <w:t xml:space="preserve"> الثالث: لمّا لم 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الوقت المع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مذکوراً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لفظ الآ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لم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حمل الآ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البعض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 حمل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Pr="00CD3FC2">
        <w:rPr>
          <w:rtl/>
        </w:rPr>
        <w:t xml:space="preserve"> الباق</w:t>
      </w:r>
      <w:r w:rsidRPr="00CD3FC2">
        <w:rPr>
          <w:rFonts w:hint="cs"/>
          <w:rtl/>
        </w:rPr>
        <w:t>ی فإماّ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حمل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ء</w:t>
      </w:r>
      <w:r w:rsidRPr="00CD3FC2">
        <w:rPr>
          <w:rtl/>
        </w:rPr>
        <w:t xml:space="preserve"> من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وقات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التعط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باطل !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الکلّ 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</w:t>
      </w:r>
      <w:r w:rsidRPr="00CD3FC2">
        <w:rPr>
          <w:rtl/>
        </w:rPr>
        <w:t xml:space="preserve"> المطلوب</w:t>
      </w:r>
      <w:r w:rsidRPr="00CD3FC2">
        <w:rPr>
          <w:rFonts w:hint="cs"/>
          <w:rtl/>
        </w:rPr>
        <w:t xml:space="preserve">و الرابع: 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: </w:t>
      </w:r>
      <w:r w:rsid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5D3BA5">
        <w:rPr>
          <w:rStyle w:val="libAieChar"/>
          <w:rFonts w:hint="cs"/>
          <w:rtl/>
        </w:rPr>
        <w:t>ی</w:t>
      </w:r>
      <w:r w:rsidR="00E17DF7" w:rsidRPr="005D3BA5">
        <w:rPr>
          <w:rStyle w:val="libAieChar"/>
          <w:rFonts w:hint="eastAsia"/>
          <w:rtl/>
        </w:rPr>
        <w:t>ا</w:t>
      </w:r>
      <w:r w:rsidR="00E17DF7" w:rsidRPr="005D3BA5">
        <w:rPr>
          <w:rStyle w:val="libAieChar"/>
          <w:rtl/>
        </w:rPr>
        <w:t xml:space="preserve"> ا</w:t>
      </w:r>
      <w:r w:rsidR="00E17DF7" w:rsidRPr="005D3BA5">
        <w:rPr>
          <w:rStyle w:val="libAieChar"/>
          <w:rFonts w:hint="cs"/>
          <w:rtl/>
        </w:rPr>
        <w:t>ٴیّ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5D3BA5">
        <w:rPr>
          <w:rStyle w:val="libAieChar"/>
          <w:rFonts w:hint="cs"/>
          <w:rtl/>
        </w:rPr>
        <w:t>ا</w:t>
      </w:r>
      <w:r w:rsidR="00E17DF7" w:rsidRPr="005D3BA5">
        <w:rPr>
          <w:rStyle w:val="libAieChar"/>
          <w:rtl/>
        </w:rPr>
        <w:t xml:space="preserve"> الّذ</w:t>
      </w:r>
      <w:r w:rsidR="00E17DF7" w:rsidRPr="005D3BA5">
        <w:rPr>
          <w:rStyle w:val="libAieChar"/>
          <w:rFonts w:hint="cs"/>
          <w:rtl/>
        </w:rPr>
        <w:t>ی</w:t>
      </w:r>
      <w:r w:rsidR="00E17DF7" w:rsidRPr="005D3BA5">
        <w:rPr>
          <w:rStyle w:val="libAieChar"/>
          <w:rFonts w:hint="eastAsia"/>
          <w:rtl/>
        </w:rPr>
        <w:t>ن</w:t>
      </w:r>
      <w:r w:rsidR="00E17DF7" w:rsidRPr="005D3BA5">
        <w:rPr>
          <w:rStyle w:val="libAieChar"/>
          <w:rtl/>
        </w:rPr>
        <w:t xml:space="preserve"> آمنوا اتّقوا اللّٰ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Pr="00CD3FC2">
        <w:rPr>
          <w:rFonts w:hint="cs"/>
          <w:rtl/>
        </w:rPr>
        <w:t xml:space="preserve"> </w:t>
      </w:r>
      <w:r w:rsid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بالت</w:t>
      </w:r>
      <w:r w:rsidRPr="00CD3FC2">
        <w:rPr>
          <w:rtl/>
        </w:rPr>
        <w:t>قو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</w:t>
      </w:r>
      <w:r w:rsidRPr="00CD3FC2">
        <w:rPr>
          <w:rtl/>
        </w:rPr>
        <w:t xml:space="preserve"> إنّما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تناول</w:t>
      </w:r>
      <w:r w:rsidRPr="00CD3FC2">
        <w:rPr>
          <w:rtl/>
        </w:rPr>
        <w:t xml:space="preserve"> من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صحّ</w:t>
      </w:r>
      <w:r w:rsidRPr="00CD3FC2">
        <w:rPr>
          <w:rtl/>
        </w:rPr>
        <w:t xml:space="preserve">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متّق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اً،</w:t>
      </w:r>
      <w:r w:rsidRPr="00CD3FC2">
        <w:rPr>
          <w:rtl/>
        </w:rPr>
        <w:t xml:space="preserve"> و إنّما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کذلک لو کان جائز الخطا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 xml:space="preserve"> فکانت الآی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دالّة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من کان جائز الخطا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وجب کون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مقتدی</w:t>
      </w:r>
      <w:r w:rsidRPr="00CD3FC2">
        <w:rPr>
          <w:rFonts w:hint="eastAsia"/>
          <w:rtl/>
        </w:rPr>
        <w:t>اً</w:t>
      </w:r>
      <w:r w:rsidRPr="00CD3FC2">
        <w:rPr>
          <w:rtl/>
        </w:rPr>
        <w:t xml:space="preserve"> بمن کان واجب المعصمة، 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الّذی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حکم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Pr="00CD3FC2">
        <w:rPr>
          <w:rtl/>
        </w:rPr>
        <w:t xml:space="preserve"> بکون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صادقی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 xml:space="preserve"> ف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 ای</w:t>
      </w:r>
      <w:r w:rsidRPr="00CD3FC2">
        <w:rPr>
          <w:rFonts w:hint="eastAsia"/>
          <w:rtl/>
        </w:rPr>
        <w:t>دّل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واجب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جائز الخطا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کون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مع المعصوم عن الخطا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المعصوم عن الخطا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مانعا لجائز الخطا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عن الخطا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! و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المعنی</w:t>
      </w:r>
      <w:r w:rsidRPr="00CD3FC2">
        <w:rPr>
          <w:rtl/>
        </w:rPr>
        <w:t xml:space="preserve"> قائم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زمان،</w:t>
      </w:r>
      <w:r w:rsidRPr="00CD3FC2">
        <w:rPr>
          <w:rtl/>
        </w:rPr>
        <w:t xml:space="preserve"> فوجب حصول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فی</w:t>
      </w:r>
      <w:r w:rsidRPr="00CD3FC2">
        <w:rPr>
          <w:rtl/>
        </w:rPr>
        <w:t xml:space="preserve"> کل الازمان</w:t>
      </w:r>
    </w:p>
    <w:p w:rsidR="000B693F" w:rsidRPr="00CD3FC2" w:rsidRDefault="000B693F" w:rsidP="001F5A3B">
      <w:pPr>
        <w:pStyle w:val="libArabic"/>
        <w:rPr>
          <w:rtl/>
        </w:rPr>
      </w:pPr>
      <w:r w:rsidRPr="00CD3FC2">
        <w:rPr>
          <w:rFonts w:hint="eastAsia"/>
          <w:rtl/>
        </w:rPr>
        <w:t>قول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:”لم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جوزا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المراد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کون المؤمن مع المعصوم الموجود فی</w:t>
      </w:r>
      <w:r w:rsidRPr="00CD3FC2">
        <w:rPr>
          <w:rtl/>
        </w:rPr>
        <w:t xml:space="preserve"> کلّ زمان“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قلنا</w:t>
      </w:r>
      <w:r w:rsidRPr="00CD3FC2">
        <w:rPr>
          <w:rtl/>
        </w:rPr>
        <w:t>:نحن نعترف با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لابدّ من معصوم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کلّ زمان،إلا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ناّ</w:t>
      </w:r>
      <w:r w:rsidRPr="00CD3FC2">
        <w:rPr>
          <w:rtl/>
        </w:rPr>
        <w:t xml:space="preserve"> نقول: ذلک المعصوم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مجموع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مّة</w:t>
      </w:r>
      <w:r w:rsidRPr="00CD3FC2">
        <w:rPr>
          <w:rtl/>
        </w:rPr>
        <w:t xml:space="preserve">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نتم</w:t>
      </w:r>
      <w:r w:rsidRPr="00CD3FC2">
        <w:rPr>
          <w:rtl/>
        </w:rPr>
        <w:t xml:space="preserve"> تقولون ذلک المعصوم واحد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م فنقول: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الثانی</w:t>
      </w:r>
      <w:r w:rsidRPr="00CD3FC2">
        <w:rPr>
          <w:rtl/>
        </w:rPr>
        <w:t xml:space="preserve"> باطل، 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تعال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وجب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کلّ واحدمن 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کون</w:t>
      </w:r>
      <w:r w:rsidRPr="00CD3FC2">
        <w:rPr>
          <w:rtl/>
        </w:rPr>
        <w:t xml:space="preserve"> مع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ن،وإنّما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مکن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ذلک لو کان عالماً بان ذلک الصادق من 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>و ،لاالجا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لبا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من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</w:t>
      </w:r>
    </w:p>
    <w:p w:rsidR="000B693F" w:rsidRDefault="000B693F" w:rsidP="001F5A3B">
      <w:pPr>
        <w:pStyle w:val="libArabic"/>
        <w:rPr>
          <w:rtl/>
        </w:rPr>
      </w:pPr>
      <w:r w:rsidRPr="00CD3FC2">
        <w:rPr>
          <w:rFonts w:hint="eastAsia"/>
          <w:rtl/>
        </w:rPr>
        <w:t>فلو</w:t>
      </w:r>
      <w:r w:rsidRPr="00CD3FC2">
        <w:rPr>
          <w:rtl/>
        </w:rPr>
        <w:t xml:space="preserve"> کان ما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موراً</w:t>
      </w:r>
      <w:r w:rsidRPr="00CD3FC2">
        <w:rPr>
          <w:rtl/>
        </w:rPr>
        <w:t xml:space="preserve"> بالکون مع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کان ذلک تکلی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مالا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طاق،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جوز،</w:t>
      </w:r>
      <w:r w:rsidRPr="00CD3FC2">
        <w:rPr>
          <w:rtl/>
        </w:rPr>
        <w:t xml:space="preserve"> لکنّا لا نعلم إنساناً مع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ناً</w:t>
      </w:r>
      <w:r w:rsidRPr="00CD3FC2">
        <w:rPr>
          <w:rtl/>
        </w:rPr>
        <w:t xml:space="preserve"> موصوفاً بوصف العصمة، و العلم</w:t>
      </w:r>
    </w:p>
    <w:p w:rsidR="005D3BA5" w:rsidRDefault="005D3BA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5D3BA5" w:rsidRPr="005D3BA5" w:rsidRDefault="005D3BA5" w:rsidP="005D3BA5">
      <w:pPr>
        <w:pStyle w:val="libNormal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با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نّا</w:t>
      </w:r>
      <w:r w:rsidRPr="00CD3FC2">
        <w:rPr>
          <w:rtl/>
        </w:rPr>
        <w:t xml:space="preserve"> لانعلم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الانسان حاصل بالضرورة، فثبت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:</w:t>
      </w:r>
      <w:r w:rsid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>وکونوا مع الصادقی</w:t>
      </w:r>
      <w:r w:rsidRPr="00CD3FC2">
        <w:rPr>
          <w:rFonts w:hint="eastAsia"/>
          <w:rtl/>
        </w:rPr>
        <w:t>ن</w:t>
      </w:r>
      <w:r w:rsidR="00BD32E1">
        <w:rPr>
          <w:rtl/>
        </w:rPr>
        <w:t xml:space="preserve"> </w:t>
      </w:r>
      <w:r w:rsidRPr="00CD3FC2">
        <w:rPr>
          <w:rtl/>
        </w:rPr>
        <w:t xml:space="preserve">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مراً</w:t>
      </w:r>
      <w:r w:rsidRPr="00CD3FC2">
        <w:rPr>
          <w:rtl/>
        </w:rPr>
        <w:t xml:space="preserve"> بالکون مع شخص مع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ن</w:t>
      </w:r>
    </w:p>
    <w:p w:rsidR="000B693F" w:rsidRPr="00CD3FC2" w:rsidRDefault="000B693F" w:rsidP="001F5A3B">
      <w:pPr>
        <w:pStyle w:val="libArabic"/>
        <w:rPr>
          <w:rtl/>
        </w:rPr>
      </w:pP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لمّا بطل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بقی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المراد من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الکون مع مجموع الاُمّة، وذلک ی</w:t>
      </w:r>
      <w:r w:rsidRPr="00CD3FC2">
        <w:rPr>
          <w:rFonts w:hint="eastAsia"/>
          <w:rtl/>
        </w:rPr>
        <w:t>دل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قول مجموع الاُمّة حقّ و صواب ، و لا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لقولنا،”الإجماع حجة“إلاّ ذلک“</w:t>
      </w:r>
      <w:r w:rsidR="001F5A3B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ترجمہ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”خداوند</w:t>
      </w:r>
      <w:r w:rsidRPr="00CD3FC2">
        <w:rPr>
          <w:rtl/>
        </w:rPr>
        <w:t xml:space="preserve"> متعال نے مو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ساتھ ہو نے 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ہے۔اس مطلب کا لازمہ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ہرزمانہ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کاوجودہو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بات کے لئے ما نع ہے کہ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باطل امر پر ا تفاق کر ے ۔اس لئے اگر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امت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پر اتفاق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 ان کا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اتفاق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و</w:t>
      </w:r>
      <w:r w:rsidRPr="00CD3FC2">
        <w:rPr>
          <w:rtl/>
        </w:rPr>
        <w:t xml:space="preserve"> بر حق ہو گا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ہ،اجماع</w:t>
      </w:r>
      <w:r w:rsidRPr="00CD3FC2">
        <w:rPr>
          <w:rtl/>
        </w:rPr>
        <w:t xml:space="preserve"> امت کے حجت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</w:t>
      </w:r>
      <w:r w:rsidRPr="00CD3FC2">
        <w:rPr>
          <w:rtl/>
        </w:rPr>
        <w:t xml:space="preserve"> کہا جائے:صادق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ساتھ ہو نے کا مقصد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کار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کرے ،چنانچہ اگر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باپ اپنے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سے کہے:”صالح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ساتھ ہو جاؤ“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صالح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 پر چلو )اور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امر اس بات پر 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 ہے کہ ہرزمانہ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 وجود ہو)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جواب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خلاف ظاہر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="00BD32E1">
        <w:rPr>
          <w:rtl/>
        </w:rPr>
        <w:t xml:space="preserve"> </w:t>
      </w:r>
      <w:r w:rsidRPr="00CD3FC2">
        <w:rPr>
          <w:rtl/>
        </w:rPr>
        <w:t>وکون امع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BD32E1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پہلے ان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 و جود ہو جن کے ساتھ ہو نے 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5D3BA5" w:rsidRPr="00CD3FC2" w:rsidRDefault="000B693F" w:rsidP="005D3BA5">
      <w:pPr>
        <w:pStyle w:val="libNormal"/>
        <w:rPr>
          <w:rtl/>
        </w:rPr>
      </w:pPr>
      <w:r w:rsidRPr="00CD3FC2">
        <w:rPr>
          <w:rFonts w:hint="eastAsia"/>
          <w:rtl/>
        </w:rPr>
        <w:t>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کہا جائے کہ: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جملہ صرف رسول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موضوع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رکھتا تھا،ک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زمانہ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صرف</w:t>
      </w:r>
      <w:r w:rsidRPr="00CD3FC2">
        <w:rPr>
          <w:rtl/>
        </w:rPr>
        <w:t xml:space="preserve"> آنحضرت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صادق کے عنوان سے مو جود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بات پردلالت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کرتاہے کہ ہرزمانہ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موجود ہوں۔</w:t>
      </w:r>
      <w:r w:rsidR="005D3BA5" w:rsidRPr="005D3BA5">
        <w:rPr>
          <w:rFonts w:hint="eastAsia"/>
          <w:rtl/>
        </w:rPr>
        <w:t xml:space="preserve"> </w:t>
      </w:r>
      <w:r w:rsidR="005D3BA5" w:rsidRPr="00CD3FC2">
        <w:rPr>
          <w:rFonts w:hint="eastAsia"/>
          <w:rtl/>
        </w:rPr>
        <w:t>اس</w:t>
      </w:r>
      <w:r w:rsidR="005D3BA5" w:rsidRPr="00CD3FC2">
        <w:rPr>
          <w:rtl/>
        </w:rPr>
        <w:t xml:space="preserve"> کا جواب </w:t>
      </w:r>
      <w:r w:rsidR="005D3BA5" w:rsidRPr="00CD3FC2">
        <w:rPr>
          <w:rFonts w:hint="cs"/>
          <w:rtl/>
        </w:rPr>
        <w:t>ی</w:t>
      </w:r>
      <w:r w:rsidR="005D3BA5" w:rsidRPr="00CD3FC2">
        <w:rPr>
          <w:rFonts w:hint="eastAsia"/>
          <w:rtl/>
        </w:rPr>
        <w:t>ہ</w:t>
      </w:r>
      <w:r w:rsidR="005D3BA5" w:rsidRPr="00CD3FC2">
        <w:rPr>
          <w:rtl/>
        </w:rPr>
        <w:t xml:space="preserve"> ہے کہ:</w:t>
      </w:r>
      <w:r w:rsidR="005D3BA5" w:rsidRPr="00CD3FC2">
        <w:rPr>
          <w:rFonts w:hint="cs"/>
          <w:rtl/>
        </w:rPr>
        <w:t>ی</w:t>
      </w:r>
      <w:r w:rsidR="005D3BA5" w:rsidRPr="00CD3FC2">
        <w:rPr>
          <w:rFonts w:hint="eastAsia"/>
          <w:rtl/>
        </w:rPr>
        <w:t>ہ</w:t>
      </w:r>
      <w:r w:rsidR="005D3BA5" w:rsidRPr="00CD3FC2">
        <w:rPr>
          <w:rtl/>
        </w:rPr>
        <w:t xml:space="preserve"> خطاب قرآن مج</w:t>
      </w:r>
      <w:r w:rsidR="005D3BA5" w:rsidRPr="00CD3FC2">
        <w:rPr>
          <w:rFonts w:hint="cs"/>
          <w:rtl/>
        </w:rPr>
        <w:t>ی</w:t>
      </w:r>
      <w:r w:rsidR="005D3BA5" w:rsidRPr="00CD3FC2">
        <w:rPr>
          <w:rFonts w:hint="eastAsia"/>
          <w:rtl/>
        </w:rPr>
        <w:t>د</w:t>
      </w:r>
      <w:r w:rsidR="005D3BA5" w:rsidRPr="00CD3FC2">
        <w:rPr>
          <w:rtl/>
        </w:rPr>
        <w:t xml:space="preserve"> کے دوسرے خطابوں کے مانندق</w:t>
      </w:r>
      <w:r w:rsidR="005D3BA5" w:rsidRPr="00CD3FC2">
        <w:rPr>
          <w:rFonts w:hint="cs"/>
          <w:rtl/>
        </w:rPr>
        <w:t>ی</w:t>
      </w:r>
      <w:r w:rsidR="005D3BA5" w:rsidRPr="00CD3FC2">
        <w:rPr>
          <w:rFonts w:hint="eastAsia"/>
          <w:rtl/>
        </w:rPr>
        <w:t>امت</w:t>
      </w:r>
      <w:r w:rsidR="005D3BA5" w:rsidRPr="00CD3FC2">
        <w:rPr>
          <w:rtl/>
        </w:rPr>
        <w:t xml:space="preserve"> تک</w:t>
      </w:r>
    </w:p>
    <w:p w:rsidR="005D3BA5" w:rsidRPr="005D3BA5" w:rsidRDefault="005D3BA5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۱۔التفس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،فخرراز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،ص۲۲۱۔۲۲۰،دار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5D3BA5" w:rsidRDefault="005D3BA5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lastRenderedPageBreak/>
        <w:t>کے</w:t>
      </w:r>
      <w:r w:rsidRPr="00CD3FC2">
        <w:rPr>
          <w:rtl/>
        </w:rPr>
        <w:t xml:space="preserve"> لئے تمام مکلف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متعلق و مر بوط ہے اوراس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ہر زمانہ کے مکلف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مخطاب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خطاب رسول اللہ (ص)کے زمانہ سے مخصوص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استثناء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ہے)اوراستثناء کے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ہو 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مستثن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عموم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پا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تا ہے ) 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خدا وند متعال نے پہلے مرحلہ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مؤ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تقو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تمام افراد کے لئے تقو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کا حکم ہے کہ جن کے لئے امکان ہے کہ متق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 ہوں اوراس خطاب کے مخاطب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وہ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جائزالخطاء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۔لہذاآ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اس امر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جائز الخطاء افراد کو 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لوگوں کے ساتھ ہونا چاہئے کہ جو خطا سے معصوم ہوں تاکہ وہ معصوم لوگ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خطا سے بچا سک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۔اور اس طرح کاامکان ہرزمانہ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ہے۔اس لئے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تمام زمانوں سے متعلق ہے اورصرف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زمانہ سے مخصوص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واضح ہو جا 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مراد خطا سے معصوم افراد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افراد ہر 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اور نا قابل اشکال ہے۔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کاکہنا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”معصوم”صادق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 xml:space="preserve"> امت کے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افراد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امت کے خاص اورمشخص افراد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پر لازم ہے کہ ان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مشخص افراد کو پہچانے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معرفت حاصل کرے تا کہ ان کے ساتھ ہو جائے جبکہ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معرفت اورآگا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ممکن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اورہم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خاص ا</w:t>
      </w:r>
      <w:r w:rsidRPr="00CD3FC2">
        <w:rPr>
          <w:rFonts w:hint="eastAsia"/>
          <w:rtl/>
        </w:rPr>
        <w:t>فراد</w:t>
      </w:r>
      <w:r w:rsidRPr="00CD3FC2">
        <w:rPr>
          <w:rtl/>
        </w:rPr>
        <w:t xml:space="preserve"> کو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پہچانتے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جو خطا و غلط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پاک اورمعصوم ہوں۔ لہذااس بات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معصوم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مراد مجموعہ امت ہے کہ جس کا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اجماع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حج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ہے۔“</w:t>
      </w:r>
    </w:p>
    <w:p w:rsidR="005D3BA5" w:rsidRDefault="005D3BA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5D3BA5">
      <w:pPr>
        <w:pStyle w:val="Heading2Center"/>
        <w:rPr>
          <w:rtl/>
        </w:rPr>
      </w:pPr>
      <w:bookmarkStart w:id="129" w:name="_Toc508103378"/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قول کا جواب</w:t>
      </w:r>
      <w:bookmarkEnd w:id="12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دونما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نکتے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پہلانکتہ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معصوم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مراد مشخص و مع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افراد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 وآگاہ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قول کا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 ہو نا واضح و روشن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 موں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کرنا ہرا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کے لئے ممکن ہے،جن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معصوم اما موں کاصراحتاًنام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ہے،وہ تواتر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مقدار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بعض 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منابع اور بے شما ر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ذکر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</w:t>
      </w:r>
      <w:r w:rsidRPr="00CD3FC2">
        <w:rPr>
          <w:rtl/>
        </w:rPr>
        <w:t xml:space="preserve"> نکتہ: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کہ” معصوم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مراد تمام امت ہے“اس پر بہت سا رے اعتراضات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کے عبا 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ملا حظہ ہو: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۔چودہ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کے علاوہ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کا قول تمام مسلمانوں کے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اجماع کے خلاف ہے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عنوان )جو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عام عنوان ہے )سے جو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ظاہر ہے وہ اس کااستغراق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اورشمول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نا ہے نہ کہ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ہونا اور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کلام سے جو بات ظاہر اور واضح ہے کہ عصمت مجموعہ 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نہ جم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اور”مجموعہ“ا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اعتبار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عنو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ہے جووحدت افراد کو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منسلک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</w:t>
      </w:r>
      <w:r w:rsidRPr="00CD3FC2">
        <w:rPr>
          <w:rtl/>
        </w:rPr>
        <w:t xml:space="preserve"> ہے۔عنوان عام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اصل”استغراق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نا“ہے،ک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عام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مجازہے اور اسے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ہے جبکہ اصالةالحق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قة</w:t>
      </w:r>
      <w:r w:rsidRPr="00CD3FC2">
        <w:rPr>
          <w:rtl/>
        </w:rPr>
        <w:t xml:space="preserve"> کا تقاضا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عام،جس کا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عنوان استغراق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نا ہے اس پر حمل ہو۔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۔عصمت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عنوان ہے اوراسے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موضوع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ہے،اور عام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اعتبار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موضوع ہے اورحق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موجود کا اعتبار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موضوع پر قائم ہو نا محال ہے۔</w:t>
      </w:r>
    </w:p>
    <w:p w:rsidR="005D3BA5" w:rsidRDefault="005D3BA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5D3BA5" w:rsidRPr="00CD3FC2" w:rsidRDefault="005D3BA5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قول”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5D3BA5">
        <w:rPr>
          <w:rStyle w:val="libAieChar"/>
          <w:rFonts w:hint="cs"/>
          <w:rtl/>
        </w:rPr>
        <w:t>ی</w:t>
      </w:r>
      <w:r w:rsidR="00E17DF7" w:rsidRPr="005D3BA5">
        <w:rPr>
          <w:rStyle w:val="libAieChar"/>
          <w:rFonts w:hint="eastAsia"/>
          <w:rtl/>
        </w:rPr>
        <w:t>اا</w:t>
      </w:r>
      <w:r w:rsidR="00E17DF7" w:rsidRPr="005D3BA5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5D3BA5">
        <w:rPr>
          <w:rStyle w:val="libAieChar"/>
          <w:rFonts w:hint="cs"/>
          <w:rtl/>
        </w:rPr>
        <w:t>االذی</w:t>
      </w:r>
      <w:r w:rsidR="00E17DF7" w:rsidRPr="005D3BA5">
        <w:rPr>
          <w:rStyle w:val="libAieChar"/>
          <w:rFonts w:hint="eastAsia"/>
          <w:rtl/>
        </w:rPr>
        <w:t>ن</w:t>
      </w:r>
      <w:r w:rsidR="00E17DF7" w:rsidRPr="005D3BA5">
        <w:rPr>
          <w:rStyle w:val="libAieChar"/>
          <w:rtl/>
        </w:rPr>
        <w:t xml:space="preserve"> آمنوا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Pr="00CD3FC2">
        <w:rPr>
          <w:rtl/>
        </w:rPr>
        <w:t>“اور صا 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نکے</w:t>
      </w:r>
      <w:r w:rsidRPr="00CD3FC2">
        <w:rPr>
          <w:rtl/>
        </w:rPr>
        <w:t xml:space="preserve">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مقابل ہو نے کا جو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پا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تا ہے اس کے خلاف ہے اور ان دو عناو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مقا بلہ کا تقاضا ہے کہ وہ 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کہ جن کو خطاب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رہا ہے وہ دوسرے ہوں اور وہ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جوان کے مقا بل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قرا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ئے</w:t>
      </w:r>
      <w:r w:rsidRPr="00CD3FC2">
        <w:rPr>
          <w:rtl/>
        </w:rPr>
        <w:t xml:space="preserve">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جن کے ساتھ ہو نے 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وہ دوسرے ہوں۔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مراد مجموعہ امت )عام 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>) ہونا خود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 متناقص ہے،ک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نے اس مطلب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 اطلاق فقط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منحصر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،کہاہے: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اس پہلو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 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ہرزمانے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مؤ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 وجود رہا ہے کہ جو جائزالخطا ہوں اور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پائے جاتے رہے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جوخطا سے محفوظ اورمعصوم ہوں اور ان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چاہئ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کہ 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ان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ساتھ ہوں۔“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لہذا</w:t>
      </w:r>
      <w:r w:rsidRPr="00CD3FC2">
        <w:rPr>
          <w:rtl/>
        </w:rPr>
        <w:t xml:space="preserve"> فخر 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ان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کہ جن کوخطاب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جائز الخطا اور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خطا سے معصوم فرض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5D3BA5">
      <w:pPr>
        <w:pStyle w:val="Heading2Center"/>
        <w:rPr>
          <w:rtl/>
        </w:rPr>
      </w:pPr>
      <w:bookmarkStart w:id="130" w:name="_Toc508103379"/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اورسنّ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bookmarkEnd w:id="130"/>
    </w:p>
    <w:p w:rsidR="000B693F" w:rsidRDefault="000B693F" w:rsidP="005D3BA5">
      <w:pPr>
        <w:pStyle w:val="libNormal"/>
        <w:rPr>
          <w:rtl/>
        </w:rPr>
      </w:pPr>
      <w:r w:rsidRPr="00CD3FC2">
        <w:rPr>
          <w:rFonts w:hint="eastAsia"/>
          <w:rtl/>
        </w:rPr>
        <w:t>حاکم</w:t>
      </w:r>
      <w:r w:rsidRPr="00CD3FC2">
        <w:rPr>
          <w:rtl/>
        </w:rPr>
        <w:t xml:space="preserve"> حسکان</w:t>
      </w:r>
      <w:r w:rsidRPr="00CD3FC2">
        <w:rPr>
          <w:rFonts w:hint="cs"/>
          <w:rtl/>
        </w:rPr>
        <w:t>ی</w:t>
      </w:r>
      <w:r w:rsidR="005D3BA5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نے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ر”شواہد</w:t>
      </w:r>
      <w:r w:rsidRPr="00CD3FC2">
        <w:rPr>
          <w:rtl/>
        </w:rPr>
        <w:t xml:space="preserve">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="005D3BA5" w:rsidRPr="00F82107">
        <w:rPr>
          <w:rStyle w:val="libFootnotenumChar"/>
          <w:rFonts w:hint="cs"/>
          <w:rtl/>
        </w:rPr>
        <w:t>(2)</w:t>
      </w:r>
      <w:r w:rsidRPr="00CD3FC2">
        <w:rPr>
          <w:rtl/>
          <w:lang w:bidi="fa-IR"/>
        </w:rPr>
        <w:t>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="005D3BA5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ذکرک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ں،جن</w:t>
      </w:r>
      <w:r w:rsidRPr="00CD3FC2">
        <w:rPr>
          <w:rtl/>
        </w:rPr>
        <w:t xml:space="preserve"> سے ثابت ہو تا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 xml:space="preserve"> سے مراد (ص)اورحضرت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(ص)کے اھل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(ع)ہ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پرہم 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صرف</w:t>
      </w:r>
    </w:p>
    <w:p w:rsidR="005D3BA5" w:rsidRPr="005D3BA5" w:rsidRDefault="005D3BA5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5D3BA5" w:rsidRDefault="000B693F" w:rsidP="00E17DF7">
      <w:pPr>
        <w:pStyle w:val="libFootnote"/>
        <w:rPr>
          <w:rtl/>
        </w:rPr>
      </w:pPr>
      <w:r w:rsidRPr="00CD3FC2">
        <w:rPr>
          <w:rtl/>
        </w:rPr>
        <w:t>۱۔اہل سنت کے بڑے مشہور معروف عالم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حسکان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کہاہے:”ش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متقن ذوعنا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تامة بعلم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ث،وکان</w:t>
      </w:r>
      <w:r w:rsidRPr="00CD3FC2">
        <w:rPr>
          <w:rtl/>
        </w:rPr>
        <w:t xml:space="preserve"> معمّراً عال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الاسناد۔تذکرة الحفاظ،ج۳،ص۱۲۰۰،دارالکتب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:متقن اورمحکم اسناد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خاص اہم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 توجہ کے کامل رکھت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۔انہوں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طولان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عمر گذار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اور)حد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)عال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اسنادکے مالک تھے 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ل،ج</w:t>
      </w:r>
      <w:r w:rsidRPr="00CD3FC2">
        <w:rPr>
          <w:rtl/>
        </w:rPr>
        <w:t>۱،ص۳۴۱</w:t>
      </w:r>
    </w:p>
    <w:p w:rsidR="005D3BA5" w:rsidRDefault="005D3BA5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5D3BA5" w:rsidRPr="00CD3FC2" w:rsidRDefault="005D3BA5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 نب اشارہ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5D3BA5">
      <w:pPr>
        <w:pStyle w:val="libArabic"/>
        <w:rPr>
          <w:rtl/>
        </w:rPr>
      </w:pPr>
      <w:r w:rsidRPr="00CD3FC2">
        <w:rPr>
          <w:rFonts w:hint="eastAsia"/>
          <w:rtl/>
        </w:rPr>
        <w:t>”حدثنا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عقوب</w:t>
      </w:r>
      <w:r w:rsidRPr="00CD3FC2">
        <w:rPr>
          <w:rtl/>
        </w:rPr>
        <w:t xml:space="preserve"> بن سف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البسو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قال:حدثناابن قعنب،عن مالک بن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نس،عن</w:t>
      </w:r>
      <w:r w:rsidRPr="00CD3FC2">
        <w:rPr>
          <w:rtl/>
        </w:rPr>
        <w:t xml:space="preserve"> نافع،عن عبداللّٰ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بن عمرفی</w:t>
      </w:r>
      <w:r w:rsidRPr="00CD3FC2">
        <w:rPr>
          <w:rtl/>
        </w:rPr>
        <w:t xml:space="preserve">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Pr="00CD3FC2">
        <w:rPr>
          <w:rtl/>
        </w:rPr>
        <w:t>:</w:t>
      </w:r>
    </w:p>
    <w:p w:rsidR="000B693F" w:rsidRPr="00CD3FC2" w:rsidRDefault="00BD32E1" w:rsidP="00BA57AE">
      <w:pPr>
        <w:pStyle w:val="libArabic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5D3BA5">
        <w:rPr>
          <w:rStyle w:val="libAieChar"/>
          <w:rtl/>
        </w:rPr>
        <w:t>اتقوااللّٰ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Fonts w:hint="cs"/>
          <w:rtl/>
        </w:rPr>
        <w:t xml:space="preserve"> </w:t>
      </w:r>
      <w:r w:rsidR="000B693F" w:rsidRPr="00CD3FC2">
        <w:rPr>
          <w:rFonts w:hint="cs"/>
          <w:rtl/>
        </w:rPr>
        <w:t>قال:ا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مراللّٰ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 xml:space="preserve"> اصحاب محمد </w:t>
      </w:r>
      <w:r w:rsidR="00E17DF7" w:rsidRPr="00E17DF7">
        <w:rPr>
          <w:rStyle w:val="libAlaemChar"/>
          <w:rtl/>
        </w:rPr>
        <w:t>(</w:t>
      </w:r>
      <w:r w:rsidR="000B693F" w:rsidRPr="00CD3FC2">
        <w:rPr>
          <w:rtl/>
        </w:rPr>
        <w:t>ص</w:t>
      </w:r>
      <w:r w:rsidR="00E17DF7" w:rsidRPr="00E17DF7">
        <w:rPr>
          <w:rStyle w:val="libAlaemChar"/>
          <w:rtl/>
        </w:rPr>
        <w:t>)</w:t>
      </w:r>
      <w:r w:rsidR="000B693F" w:rsidRPr="00CD3FC2">
        <w:rPr>
          <w:rtl/>
        </w:rPr>
        <w:t>با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جمع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م</w:t>
      </w:r>
      <w:r w:rsidR="000B693F" w:rsidRPr="00CD3FC2">
        <w:rPr>
          <w:rtl/>
        </w:rPr>
        <w:t xml:space="preserve"> ا</w:t>
      </w:r>
      <w:r w:rsidR="000B693F" w:rsidRPr="003A13AB">
        <w:rPr>
          <w:rFonts w:hint="cs"/>
          <w:rtl/>
        </w:rPr>
        <w:t>ٴ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 xml:space="preserve">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خافوا</w:t>
      </w:r>
      <w:r w:rsidR="000B693F" w:rsidRPr="00CD3FC2">
        <w:rPr>
          <w:rtl/>
        </w:rPr>
        <w:t xml:space="preserve"> للّٰ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،ثمّ قال ل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م :</w:t>
      </w:r>
      <w:r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5D3BA5">
        <w:rPr>
          <w:rStyle w:val="libAieChar"/>
          <w:rtl/>
        </w:rPr>
        <w:t>کونوامع الصادق</w:t>
      </w:r>
      <w:r w:rsidR="00E17DF7" w:rsidRPr="005D3BA5">
        <w:rPr>
          <w:rStyle w:val="libAieChar"/>
          <w:rFonts w:hint="cs"/>
          <w:rtl/>
        </w:rPr>
        <w:t>ی</w:t>
      </w:r>
      <w:r w:rsidR="00E17DF7" w:rsidRPr="005D3BA5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عن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محمداً وا</w:t>
      </w:r>
      <w:r w:rsidR="00BA57AE" w:rsidRPr="003A13AB">
        <w:rPr>
          <w:rFonts w:hint="cs"/>
          <w:rtl/>
        </w:rPr>
        <w:t>ه</w:t>
      </w:r>
      <w:r w:rsidR="000B693F" w:rsidRPr="00CD3FC2">
        <w:rPr>
          <w:rtl/>
        </w:rPr>
        <w:t>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BA57AE" w:rsidRPr="003A13AB">
        <w:rPr>
          <w:rFonts w:hint="cs"/>
          <w:rtl/>
        </w:rPr>
        <w:t>ه</w:t>
      </w:r>
      <w:r w:rsidR="000B693F" w:rsidRPr="00CD3FC2">
        <w:rPr>
          <w:rFonts w:hint="cs"/>
          <w:rtl/>
        </w:rPr>
        <w:t>“</w:t>
      </w:r>
      <w:r w:rsidR="005D3BA5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عقوب</w:t>
      </w:r>
      <w:r w:rsidRPr="00CD3FC2">
        <w:rPr>
          <w:rtl/>
        </w:rPr>
        <w:t xml:space="preserve"> بن سف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بسو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ابن قنعب سے،اس نے مالک بن انس سے،اس نے نافع سے اس نے عبداللہ بن عمر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خداوندمتعال کے اس قول:”اتقوااللّٰہ“کے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کہا:خداوندمتعال 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(ص)کے تمام اصحاب کوحکم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خداسے 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کے بعدان سے کہا’:’صادق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(ص)اور ان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ساتھ ہوجائ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</w:p>
    <w:p w:rsidR="000B693F" w:rsidRPr="00CD3FC2" w:rsidRDefault="000B693F" w:rsidP="001772ED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محدث اوربزرگ عالم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ابن شہر آشوب</w:t>
      </w:r>
      <w:r w:rsidR="001772ED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نے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عقوب</w:t>
      </w:r>
      <w:r w:rsidRPr="00CD3FC2">
        <w:rPr>
          <w:rtl/>
        </w:rPr>
        <w:t xml:space="preserve"> بن سف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سے،مالک بن انس سے،نافع بن عمرسے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بہت بڑے محدث کل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اصول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5D3BA5" w:rsidRDefault="000B693F" w:rsidP="00B76D20">
      <w:pPr>
        <w:pStyle w:val="libNormal"/>
        <w:rPr>
          <w:rtl/>
          <w:lang w:bidi="fa-IR"/>
        </w:rPr>
      </w:pPr>
      <w:r w:rsidRPr="005D3BA5">
        <w:rPr>
          <w:rStyle w:val="libArabicChar"/>
          <w:rFonts w:hint="eastAsia"/>
          <w:rtl/>
        </w:rPr>
        <w:t>”عن</w:t>
      </w:r>
      <w:r w:rsidRPr="005D3BA5">
        <w:rPr>
          <w:rStyle w:val="libArabicChar"/>
          <w:rtl/>
        </w:rPr>
        <w:t xml:space="preserve"> ابن اُذ</w:t>
      </w:r>
      <w:r w:rsidRPr="005D3BA5">
        <w:rPr>
          <w:rStyle w:val="libArabicChar"/>
          <w:rFonts w:hint="cs"/>
          <w:rtl/>
        </w:rPr>
        <w:t>ی</w:t>
      </w:r>
      <w:r w:rsidRPr="005D3BA5">
        <w:rPr>
          <w:rStyle w:val="libArabicChar"/>
          <w:rFonts w:hint="eastAsia"/>
          <w:rtl/>
        </w:rPr>
        <w:t>ن</w:t>
      </w:r>
      <w:r w:rsidR="00BA57AE" w:rsidRPr="003A13AB">
        <w:rPr>
          <w:rStyle w:val="libArabicChar"/>
          <w:rFonts w:hint="cs"/>
          <w:rtl/>
        </w:rPr>
        <w:t>ه</w:t>
      </w:r>
      <w:r w:rsidRPr="005D3BA5">
        <w:rPr>
          <w:rStyle w:val="libArabicChar"/>
          <w:rFonts w:hint="cs"/>
          <w:rtl/>
        </w:rPr>
        <w:t>،عن</w:t>
      </w:r>
      <w:r w:rsidRPr="005D3BA5">
        <w:rPr>
          <w:rStyle w:val="libArabicChar"/>
          <w:rtl/>
        </w:rPr>
        <w:t xml:space="preserve"> بر</w:t>
      </w:r>
      <w:r w:rsidRPr="005D3BA5">
        <w:rPr>
          <w:rStyle w:val="libArabicChar"/>
          <w:rFonts w:hint="cs"/>
          <w:rtl/>
        </w:rPr>
        <w:t>ی</w:t>
      </w:r>
      <w:r w:rsidRPr="005D3BA5">
        <w:rPr>
          <w:rStyle w:val="libArabicChar"/>
          <w:rFonts w:hint="eastAsia"/>
          <w:rtl/>
        </w:rPr>
        <w:t>د</w:t>
      </w:r>
      <w:r w:rsidRPr="005D3BA5">
        <w:rPr>
          <w:rStyle w:val="libArabicChar"/>
          <w:rtl/>
        </w:rPr>
        <w:t xml:space="preserve"> بن معاو</w:t>
      </w:r>
      <w:r w:rsidRPr="005D3BA5">
        <w:rPr>
          <w:rStyle w:val="libArabicChar"/>
          <w:rFonts w:hint="cs"/>
          <w:rtl/>
        </w:rPr>
        <w:t>ی</w:t>
      </w:r>
      <w:r w:rsidRPr="005D3BA5">
        <w:rPr>
          <w:rStyle w:val="libArabicChar"/>
          <w:rFonts w:hint="eastAsia"/>
          <w:rtl/>
        </w:rPr>
        <w:t>ةالعجل</w:t>
      </w:r>
      <w:r w:rsidRPr="005D3BA5">
        <w:rPr>
          <w:rStyle w:val="libArabicChar"/>
          <w:rFonts w:hint="cs"/>
          <w:rtl/>
        </w:rPr>
        <w:t>ی</w:t>
      </w:r>
      <w:r w:rsidRPr="005D3BA5">
        <w:rPr>
          <w:rStyle w:val="libArabicChar"/>
          <w:rtl/>
        </w:rPr>
        <w:t xml:space="preserve"> قال: ا</w:t>
      </w:r>
      <w:r w:rsidRPr="005D3BA5">
        <w:rPr>
          <w:rStyle w:val="libArabicChar"/>
          <w:rFonts w:hint="cs"/>
          <w:rtl/>
        </w:rPr>
        <w:t>ٴ</w:t>
      </w:r>
      <w:r w:rsidRPr="005D3BA5">
        <w:rPr>
          <w:rStyle w:val="libArabicChar"/>
          <w:rFonts w:hint="eastAsia"/>
          <w:rtl/>
        </w:rPr>
        <w:t>باجعفر</w:t>
      </w:r>
      <w:r w:rsidRPr="005D3BA5">
        <w:rPr>
          <w:rStyle w:val="libArabicChar"/>
          <w:rtl/>
        </w:rPr>
        <w:t>-عل</w:t>
      </w:r>
      <w:r w:rsidRPr="005D3BA5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5D3BA5">
        <w:rPr>
          <w:rStyle w:val="libArabicChar"/>
          <w:rtl/>
        </w:rPr>
        <w:t xml:space="preserve"> السلام-عن قول اللّٰ</w:t>
      </w:r>
      <w:r w:rsidR="00BA57AE" w:rsidRPr="003A13AB">
        <w:rPr>
          <w:rStyle w:val="libArabicChar"/>
          <w:rFonts w:hint="cs"/>
          <w:rtl/>
        </w:rPr>
        <w:t>ه</w:t>
      </w:r>
      <w:r w:rsidRPr="005D3BA5">
        <w:rPr>
          <w:rStyle w:val="libArabicChar"/>
          <w:rFonts w:hint="cs"/>
          <w:rtl/>
        </w:rPr>
        <w:t xml:space="preserve"> عزّوجلّ:</w:t>
      </w:r>
      <w:r w:rsidR="00BD32E1">
        <w:rPr>
          <w:rStyle w:val="libArabicChar"/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5D3BA5">
        <w:rPr>
          <w:rStyle w:val="libAieChar"/>
          <w:rtl/>
        </w:rPr>
        <w:t>اتقوااللّٰ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5D3BA5">
        <w:rPr>
          <w:rStyle w:val="libAieChar"/>
          <w:rFonts w:hint="cs"/>
          <w:rtl/>
        </w:rPr>
        <w:t xml:space="preserve"> وکونوامع الصادقی</w:t>
      </w:r>
      <w:r w:rsidR="00E17DF7" w:rsidRPr="005D3BA5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Style w:val="libArabicChar"/>
          <w:rtl/>
        </w:rPr>
        <w:t xml:space="preserve"> </w:t>
      </w:r>
      <w:r w:rsidRPr="005D3BA5">
        <w:rPr>
          <w:rStyle w:val="libArabicChar"/>
          <w:rtl/>
        </w:rPr>
        <w:t>قال: إ</w:t>
      </w:r>
      <w:r w:rsidRPr="005D3BA5">
        <w:rPr>
          <w:rStyle w:val="libArabicChar"/>
          <w:rFonts w:hint="cs"/>
          <w:rtl/>
        </w:rPr>
        <w:t>ی</w:t>
      </w:r>
      <w:r w:rsidRPr="005D3BA5">
        <w:rPr>
          <w:rStyle w:val="libArabicChar"/>
          <w:rFonts w:hint="eastAsia"/>
          <w:rtl/>
        </w:rPr>
        <w:t>اّ</w:t>
      </w:r>
      <w:r w:rsidRPr="005D3BA5">
        <w:rPr>
          <w:rStyle w:val="libArabicChar"/>
          <w:rtl/>
        </w:rPr>
        <w:t xml:space="preserve"> نا عن</w:t>
      </w:r>
      <w:r w:rsidRPr="005D3BA5">
        <w:rPr>
          <w:rStyle w:val="libArabicChar"/>
          <w:rFonts w:hint="cs"/>
          <w:rtl/>
        </w:rPr>
        <w:t>ی</w:t>
      </w:r>
      <w:r w:rsidRPr="005D3BA5">
        <w:rPr>
          <w:rStyle w:val="libArabicChar"/>
          <w:rFonts w:hint="eastAsia"/>
          <w:rtl/>
        </w:rPr>
        <w:t>“</w:t>
      </w:r>
      <w:r w:rsidRPr="00CD3FC2">
        <w:rPr>
          <w:rtl/>
        </w:rPr>
        <w:t>۔</w:t>
      </w:r>
      <w:r w:rsidR="005D3BA5" w:rsidRPr="00F82107">
        <w:rPr>
          <w:rStyle w:val="libFootnotenumChar"/>
          <w:rFonts w:hint="cs"/>
          <w:rtl/>
        </w:rPr>
        <w:t>(3)</w:t>
      </w:r>
    </w:p>
    <w:p w:rsidR="005D3BA5" w:rsidRPr="005D3BA5" w:rsidRDefault="005D3BA5" w:rsidP="00C85646">
      <w:pPr>
        <w:pStyle w:val="libLine"/>
        <w:rPr>
          <w:rtl/>
        </w:rPr>
      </w:pPr>
      <w:r>
        <w:rPr>
          <w:rFonts w:hint="cs"/>
          <w:rtl/>
          <w:lang w:bidi="fa-IR"/>
        </w:rPr>
        <w:t>___________________</w:t>
      </w:r>
    </w:p>
    <w:p w:rsidR="000B693F" w:rsidRPr="00CD3FC2" w:rsidRDefault="000B693F" w:rsidP="00C85646">
      <w:pPr>
        <w:pStyle w:val="libFootnote"/>
        <w:rPr>
          <w:rtl/>
        </w:rPr>
      </w:pPr>
      <w:r w:rsidRPr="00CD3FC2">
        <w:rPr>
          <w:rtl/>
        </w:rPr>
        <w:t>۱۔شواہد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ل،ج</w:t>
      </w:r>
      <w:r w:rsidRPr="00CD3FC2">
        <w:rPr>
          <w:rtl/>
        </w:rPr>
        <w:t>۱،ص۳۴۵،ح۳۵۷</w:t>
      </w:r>
    </w:p>
    <w:p w:rsidR="001772ED" w:rsidRDefault="000B693F" w:rsidP="00C85646">
      <w:pPr>
        <w:pStyle w:val="libFootnote"/>
        <w:rPr>
          <w:rtl/>
        </w:rPr>
      </w:pPr>
      <w:r w:rsidRPr="00CD3FC2">
        <w:rPr>
          <w:rtl/>
        </w:rPr>
        <w:t>۲۔ذہب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اسلام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۵۸۱ئھ سے ۵۹۰ئھ کے حوادث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بعض بزرگ علماء )ابن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</w:t>
      </w:r>
      <w:r w:rsidRPr="00CD3FC2">
        <w:rPr>
          <w:rFonts w:hint="cs"/>
          <w:rtl/>
        </w:rPr>
        <w:t>ی</w:t>
      </w:r>
      <w:r w:rsidRPr="00CD3FC2">
        <w:rPr>
          <w:rtl/>
        </w:rPr>
        <w:t>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زبان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اسے اپنے زمانہ کے امام اورمختلف علوم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بے مثال شمار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اورعلم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اسے خط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بغداد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ہم پلہ اورعلم رجال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</w:t>
      </w:r>
      <w:r w:rsidRPr="00CD3FC2">
        <w:rPr>
          <w:rtl/>
        </w:rPr>
        <w:t xml:space="preserve"> 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مانن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سچائ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معلو مات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ز،کثرت</w:t>
      </w:r>
      <w:r w:rsidRPr="00CD3FC2">
        <w:rPr>
          <w:rtl/>
        </w:rPr>
        <w:t xml:space="preserve"> خشوع وعبادت اورتہجدکا پابند ہو نے سے متصف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۔مناقب،ابن شہرآشوب،ج۳،ص۱۱۱،ذو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القرب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</w:t>
      </w:r>
    </w:p>
    <w:p w:rsidR="000B693F" w:rsidRDefault="000B693F" w:rsidP="00C85646">
      <w:pPr>
        <w:pStyle w:val="libFootnote"/>
        <w:rPr>
          <w:rtl/>
        </w:rPr>
      </w:pPr>
      <w:r w:rsidRPr="00CD3FC2">
        <w:rPr>
          <w:rtl/>
        </w:rPr>
        <w:t>۳۔اصول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،ج۱،ص۲۰۸،مکتبةالصدق</w:t>
      </w:r>
    </w:p>
    <w:p w:rsidR="005D3BA5" w:rsidRDefault="005D3BA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5D3BA5" w:rsidRPr="00CD3FC2" w:rsidRDefault="005D3BA5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”ابن</w:t>
      </w:r>
      <w:r w:rsidRPr="00CD3FC2">
        <w:rPr>
          <w:rtl/>
        </w:rPr>
        <w:t xml:space="preserve"> اذ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نے 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معاو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عجل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انھوں نے کہا: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نےخداوندمتعال کے قول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اتقوااللّٰ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 xml:space="preserve"> وکونوامع الصادقی</w:t>
      </w:r>
      <w:r w:rsidR="00E17DF7" w:rsidRPr="001772ED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امام باقر(عل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السلام)سے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ا،حضرت</w:t>
      </w:r>
      <w:r w:rsidRPr="00CD3FC2">
        <w:rPr>
          <w:rtl/>
        </w:rPr>
        <w:t>(ع)نے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:خداوندمتعال نے اس سے صرف ہمارے)اہل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کے)بارے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قصدک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اہل</w:t>
      </w:r>
      <w:r w:rsidRPr="00CD3FC2">
        <w:rPr>
          <w:rtl/>
        </w:rPr>
        <w:t xml:space="preserve"> سنّت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بہت بڑے محدث 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</w:t>
      </w:r>
    </w:p>
    <w:p w:rsidR="000B693F" w:rsidRPr="00CD3FC2" w:rsidRDefault="000B693F" w:rsidP="005D3BA5">
      <w:pPr>
        <w:pStyle w:val="libArabic"/>
        <w:rPr>
          <w:rtl/>
        </w:rPr>
      </w:pPr>
      <w:r w:rsidRPr="00CD3FC2">
        <w:rPr>
          <w:rFonts w:hint="eastAsia"/>
          <w:rtl/>
        </w:rPr>
        <w:t>”ثمّ</w:t>
      </w:r>
      <w:r w:rsidRPr="00CD3FC2">
        <w:rPr>
          <w:rtl/>
        </w:rPr>
        <w:t xml:space="preserve"> قال عل</w:t>
      </w:r>
      <w:r w:rsidRPr="00CD3FC2">
        <w:rPr>
          <w:rFonts w:hint="cs"/>
          <w:rtl/>
        </w:rPr>
        <w:t>یّ</w:t>
      </w:r>
      <w:r w:rsidR="00E17DF7" w:rsidRPr="00E17DF7">
        <w:rPr>
          <w:rStyle w:val="libAlaemChar"/>
          <w:rtl/>
        </w:rPr>
        <w:t>(</w:t>
      </w:r>
      <w:r w:rsidRPr="00CD3FC2">
        <w:rPr>
          <w:rtl/>
        </w:rPr>
        <w:t>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:ا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نشدکم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تعلمون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نزل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اا</w:t>
      </w:r>
      <w:r w:rsidR="00E17DF7" w:rsidRPr="001772ED">
        <w:rPr>
          <w:rStyle w:val="libAieChar"/>
          <w:rFonts w:hint="cs"/>
          <w:rtl/>
        </w:rPr>
        <w:t>ٴیّ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االّذی</w:t>
      </w:r>
      <w:r w:rsidR="00E17DF7" w:rsidRPr="001772ED">
        <w:rPr>
          <w:rStyle w:val="libAieChar"/>
          <w:rFonts w:hint="eastAsia"/>
          <w:rtl/>
        </w:rPr>
        <w:t>ن</w:t>
      </w:r>
      <w:r w:rsidR="00E17DF7" w:rsidRPr="001772ED">
        <w:rPr>
          <w:rStyle w:val="libAieChar"/>
          <w:rtl/>
        </w:rPr>
        <w:t xml:space="preserve"> آمنوااتّقوااللّٰ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 xml:space="preserve"> وکونوامع ال</w:t>
      </w:r>
      <w:r w:rsidR="00E17DF7" w:rsidRPr="001772ED">
        <w:rPr>
          <w:rStyle w:val="libAieChar"/>
          <w:rtl/>
        </w:rPr>
        <w:t>صادق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فقال سلمان: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،عامّة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خاصّة؟قال:ا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ماّ</w:t>
      </w:r>
      <w:r w:rsidRPr="00CD3FC2">
        <w:rPr>
          <w:rtl/>
        </w:rPr>
        <w:t xml:space="preserve"> المؤمنون فعامّة 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مروابذلک،وا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مّاالصادقون</w:t>
      </w:r>
      <w:r w:rsidRPr="00CD3FC2">
        <w:rPr>
          <w:rtl/>
        </w:rPr>
        <w:t xml:space="preserve"> فخاصّة 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 بعد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tl/>
        </w:rPr>
        <w:t xml:space="preserve"> الق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امة</w:t>
      </w:r>
      <w:r w:rsidRPr="00CD3FC2">
        <w:rPr>
          <w:rtl/>
        </w:rPr>
        <w:t xml:space="preserve"> قالوا:اللّ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>مّ نعم</w:t>
      </w:r>
      <w:r w:rsidRPr="00CD3FC2">
        <w:rPr>
          <w:rFonts w:hint="cs"/>
          <w:rtl/>
        </w:rPr>
        <w:t>“</w:t>
      </w:r>
      <w:r w:rsidR="001772ED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”اس</w:t>
      </w:r>
      <w:r w:rsidRPr="00CD3FC2">
        <w:rPr>
          <w:rtl/>
        </w:rPr>
        <w:t xml:space="preserve"> کے بعد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خداکا واسطہ دے کر کہتا ہوں۔ک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اتم</w:t>
      </w:r>
      <w:r w:rsidRPr="00CD3FC2">
        <w:rPr>
          <w:rtl/>
        </w:rPr>
        <w:t xml:space="preserve"> جانتے ہو،جب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="00BD32E1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ہاالذ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آمنوا اتقوااللّٰہ وکونوامع الصادق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BD32E1">
        <w:rPr>
          <w:rtl/>
        </w:rPr>
        <w:t xml:space="preserve"> </w:t>
      </w:r>
      <w:r w:rsidRPr="00CD3FC2">
        <w:rPr>
          <w:rtl/>
        </w:rPr>
        <w:t>نازل ہوئ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،توسلمان</w:t>
      </w:r>
      <w:r w:rsidRPr="00CD3FC2">
        <w:rPr>
          <w:rtl/>
        </w:rPr>
        <w:t xml:space="preserve"> نے آنحضرت سے کہا 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 (ص)ک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اس قدرعموم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تمام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</w:t>
      </w:r>
      <w:r w:rsidRPr="00CD3FC2">
        <w:rPr>
          <w:rFonts w:hint="eastAsia"/>
          <w:rtl/>
        </w:rPr>
        <w:t>ہو</w:t>
      </w:r>
      <w:r w:rsidRPr="00CD3FC2">
        <w:rPr>
          <w:rtl/>
        </w:rPr>
        <w:t xml:space="preserve"> جا 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سے کچھ خاص افراد مراد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:جنہ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اس سے مرادعام 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مرادم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السلام)اوراس کے بعدق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</w:t>
      </w:r>
      <w:r w:rsidRPr="00CD3FC2">
        <w:rPr>
          <w:rtl/>
        </w:rPr>
        <w:t xml:space="preserve"> تک آنے والے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دوسرے اوص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ں؟انہوں</w:t>
      </w:r>
      <w:r w:rsidRPr="00CD3FC2">
        <w:rPr>
          <w:rtl/>
        </w:rPr>
        <w:t xml:space="preserve"> نے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کہا:خداشاہدہے،ج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ہاں۔“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البتہ</w:t>
      </w:r>
      <w:r w:rsidRPr="00CD3FC2">
        <w:rPr>
          <w:rtl/>
        </w:rPr>
        <w:t xml:space="preserve"> اہل 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وتفس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بعض کتا 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نقل</w:t>
      </w:r>
    </w:p>
    <w:p w:rsidR="001772ED" w:rsidRPr="001772ED" w:rsidRDefault="001772ED" w:rsidP="00C85646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0B693F" w:rsidRDefault="000B693F" w:rsidP="00C85646">
      <w:pPr>
        <w:pStyle w:val="libFootnote"/>
        <w:rPr>
          <w:rtl/>
        </w:rPr>
      </w:pPr>
      <w:r w:rsidRPr="00CD3FC2">
        <w:rPr>
          <w:rtl/>
        </w:rPr>
        <w:t>۱۔فرائدالسبط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،ج۱،ص،۳۱۷،مؤسسہ المحمود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للطبا عة والنشر 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روت،کماالد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،ص۲۶۴۔بحار الا نور ،ج۳۳ص۱۴۹۔مصباح الہدا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ة،ص</w:t>
      </w:r>
      <w:r w:rsidRPr="00CD3FC2">
        <w:rPr>
          <w:rtl/>
        </w:rPr>
        <w:t>۹۱طبع سلمان الفارس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۔قابل ذکر ہے کہ مؤخر الذکر مد رک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بجائے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نشدکم</w:t>
      </w:r>
      <w:r w:rsidRPr="00CD3FC2">
        <w:rPr>
          <w:rtl/>
        </w:rPr>
        <w:t xml:space="preserve"> اللّٰہ“’اسالکم باللّٰہ“آ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1772ED" w:rsidRDefault="001772ED" w:rsidP="004B12AB">
      <w:pPr>
        <w:pStyle w:val="libNormal"/>
        <w:rPr>
          <w:rtl/>
        </w:rPr>
      </w:pPr>
      <w:r>
        <w:rPr>
          <w:rtl/>
        </w:rPr>
        <w:br w:type="page"/>
      </w:r>
    </w:p>
    <w:p w:rsidR="001772ED" w:rsidRPr="00CD3FC2" w:rsidRDefault="001772ED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ن“سے</w:t>
      </w:r>
      <w:r w:rsidRPr="00CD3FC2">
        <w:rPr>
          <w:rtl/>
        </w:rPr>
        <w:t xml:space="preserve"> مرادکے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ابوبکروعمر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دوسرے اصحاب کو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ہے۔البتہ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سندکے لحاظ سے قابل اعتماد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۔ہم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772ED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۔ابن عساکرنے ضحاک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کہ: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اا</w:t>
      </w:r>
      <w:r w:rsidR="00E17DF7" w:rsidRPr="001772ED">
        <w:rPr>
          <w:rStyle w:val="libAieChar"/>
          <w:rFonts w:hint="cs"/>
          <w:rtl/>
        </w:rPr>
        <w:t>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االذی</w:t>
      </w:r>
      <w:r w:rsidR="00E17DF7" w:rsidRPr="001772ED">
        <w:rPr>
          <w:rStyle w:val="libAieChar"/>
          <w:rFonts w:hint="eastAsia"/>
          <w:rtl/>
        </w:rPr>
        <w:t>ن</w:t>
      </w:r>
      <w:r w:rsidR="00E17DF7" w:rsidRPr="001772ED">
        <w:rPr>
          <w:rStyle w:val="libAieChar"/>
          <w:rtl/>
        </w:rPr>
        <w:t xml:space="preserve"> آمنوااتقوااللّٰ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 xml:space="preserve"> وکونوامع</w:t>
      </w:r>
      <w:r w:rsidR="00E17DF7" w:rsidRPr="001772ED">
        <w:rPr>
          <w:rStyle w:val="libAieChar"/>
          <w:rtl/>
        </w:rPr>
        <w:t xml:space="preserve"> الصادق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Style w:val="libArabicChar"/>
          <w:rtl/>
        </w:rPr>
        <w:t xml:space="preserve"> </w:t>
      </w:r>
      <w:r w:rsidRPr="001772ED">
        <w:rPr>
          <w:rStyle w:val="libArabicChar"/>
          <w:rtl/>
        </w:rPr>
        <w:t>قال:مع اب</w:t>
      </w:r>
      <w:r w:rsidRPr="001772ED">
        <w:rPr>
          <w:rStyle w:val="libArabicChar"/>
          <w:rFonts w:hint="cs"/>
          <w:rtl/>
        </w:rPr>
        <w:t>ی</w:t>
      </w:r>
      <w:r w:rsidRPr="001772ED">
        <w:rPr>
          <w:rStyle w:val="libArabicChar"/>
          <w:rtl/>
        </w:rPr>
        <w:t xml:space="preserve"> بکروعمراصحاب</w:t>
      </w:r>
      <w:r w:rsidR="00BA57AE" w:rsidRPr="003A13AB">
        <w:rPr>
          <w:rStyle w:val="libArabicChar"/>
          <w:rFonts w:hint="cs"/>
          <w:rtl/>
        </w:rPr>
        <w:t>ه</w:t>
      </w:r>
      <w:r w:rsidRPr="001772ED">
        <w:rPr>
          <w:rStyle w:val="libArabicChar"/>
          <w:rFonts w:hint="cs"/>
          <w:rtl/>
        </w:rPr>
        <w:t>ما</w:t>
      </w:r>
      <w:r w:rsidR="001772ED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>“</w:t>
      </w:r>
    </w:p>
    <w:p w:rsidR="000B693F" w:rsidRPr="00B76D20" w:rsidRDefault="000B693F" w:rsidP="001772ED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ن“سے</w:t>
      </w:r>
      <w:r w:rsidRPr="00CD3FC2">
        <w:rPr>
          <w:rtl/>
        </w:rPr>
        <w:t xml:space="preserve"> ابوبکر،عمراوران کے اصحاب کا قصد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</w:t>
      </w:r>
      <w:r w:rsidRPr="00CD3FC2">
        <w:rPr>
          <w:rtl/>
          <w:lang w:bidi="fa-IR"/>
        </w:rPr>
        <w:t>۲</w:t>
      </w:r>
      <w:r w:rsidRPr="00CD3FC2">
        <w:rPr>
          <w:rtl/>
        </w:rPr>
        <w:t>۔طبر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جب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رسے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ن“سے</w:t>
      </w:r>
      <w:r w:rsidRPr="00CD3FC2">
        <w:rPr>
          <w:rtl/>
        </w:rPr>
        <w:t xml:space="preserve"> مراد ابوبکروعمرہ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1772ED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772ED">
      <w:pPr>
        <w:pStyle w:val="Heading2Center"/>
        <w:rPr>
          <w:rtl/>
        </w:rPr>
      </w:pPr>
      <w:bookmarkStart w:id="131" w:name="_Toc508103380"/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کاجواب:</w:t>
      </w:r>
      <w:bookmarkEnd w:id="131"/>
    </w:p>
    <w:p w:rsidR="000B693F" w:rsidRPr="00CD3FC2" w:rsidRDefault="000B693F" w:rsidP="001772ED">
      <w:pPr>
        <w:pStyle w:val="libNormal"/>
        <w:rPr>
          <w:rtl/>
        </w:rPr>
      </w:pPr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بربن</w:t>
      </w:r>
      <w:r w:rsidRPr="00CD3FC2">
        <w:rPr>
          <w:rtl/>
        </w:rPr>
        <w:t xml:space="preserve">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دازد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ابن حجرنے 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="001772ED" w:rsidRPr="00F82107">
        <w:rPr>
          <w:rStyle w:val="libFootnotenumChar"/>
          <w:rFonts w:hint="cs"/>
          <w:rtl/>
        </w:rPr>
        <w:t>(3)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 رجال کے بہت سارے علما،ج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ن،ابن</w:t>
      </w:r>
      <w:r w:rsidRPr="00CD3FC2">
        <w:rPr>
          <w:rtl/>
        </w:rPr>
        <w:t xml:space="preserve"> داؤد،ابن عد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اورنسائ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قول سے اسے ضع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بتا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اہے،اورطبر</w:t>
      </w:r>
      <w:r w:rsidRPr="00CD3FC2">
        <w:rPr>
          <w:rFonts w:hint="cs"/>
          <w:rtl/>
        </w:rPr>
        <w:t>ی</w:t>
      </w:r>
      <w:r w:rsidR="001772ED" w:rsidRPr="00F82107">
        <w:rPr>
          <w:rStyle w:val="libFootnotenumChar"/>
          <w:rFonts w:hint="cs"/>
          <w:rtl/>
        </w:rPr>
        <w:t>(4)</w:t>
      </w:r>
      <w:r w:rsidRPr="00CD3FC2">
        <w:rPr>
          <w:rtl/>
        </w:rPr>
        <w:t>نے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کوضحاک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برہے</w:t>
      </w:r>
      <w:r w:rsidRPr="00CD3FC2">
        <w:rPr>
          <w:rtl/>
        </w:rPr>
        <w:t>۔</w:t>
      </w:r>
    </w:p>
    <w:p w:rsidR="000B693F" w:rsidRPr="00CD3FC2" w:rsidRDefault="000B693F" w:rsidP="001772ED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اسحاق بن بشرکاہل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الاعتدال </w:t>
      </w:r>
      <w:r w:rsidR="00A96ED8">
        <w:rPr>
          <w:rtl/>
        </w:rPr>
        <w:t xml:space="preserve">میں </w:t>
      </w:r>
      <w:r w:rsidR="001772ED" w:rsidRPr="00F82107">
        <w:rPr>
          <w:rStyle w:val="libFootnotenumChar"/>
          <w:rFonts w:hint="cs"/>
          <w:rtl/>
        </w:rPr>
        <w:t>(5)</w:t>
      </w:r>
      <w:r w:rsidRPr="00CD3FC2">
        <w:rPr>
          <w:rtl/>
        </w:rPr>
        <w:t>ابن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بہ،موس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ہارون،ابوذرعہ اوردارقطن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اسے جھوٹا اور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اسے جھوٹااورحد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جعل کرنے والابتا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B76D20" w:rsidRDefault="000B693F" w:rsidP="00E17DF7">
      <w:pPr>
        <w:pStyle w:val="libLine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کہ:اس کے بعدکہ ہم نے خود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اوراس کے شواہد سے جان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 xml:space="preserve"> سے مرادوہ معصوم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کے ساتھ ہونے کا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اہے،اور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ہم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مسلمانوں کے اتفاق نظر سے معصوم نہ ہووہ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دائرے) سے خارج ہے۔</w:t>
      </w:r>
      <w:r w:rsidRPr="00CD3FC2">
        <w:rPr>
          <w:rtl/>
        </w:rPr>
        <w:cr/>
      </w:r>
      <w:r w:rsidR="001772ED" w:rsidRPr="00E17DF7"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نةدمشق،ج</w:t>
      </w:r>
      <w:r w:rsidRPr="00CD3FC2">
        <w:rPr>
          <w:rtl/>
        </w:rPr>
        <w:t xml:space="preserve">۳۰،ص۳۱۰دارالفکر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۲۔جامع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ان،ج</w:t>
      </w:r>
      <w:r w:rsidRPr="00CD3FC2">
        <w:rPr>
          <w:rtl/>
        </w:rPr>
        <w:t xml:space="preserve"> ۱۱،ص۴۶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</w:t>
      </w:r>
      <w:r w:rsidRPr="00CD3FC2">
        <w:rPr>
          <w:rtl/>
        </w:rPr>
        <w:t xml:space="preserve"> ج۲ص۱۰۶دارالفکر۔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۴۔جامع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ان،ج</w:t>
      </w:r>
      <w:r w:rsidRPr="00CD3FC2">
        <w:rPr>
          <w:rtl/>
        </w:rPr>
        <w:t xml:space="preserve">۱۱،ص۴۶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۵۔م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الاعتدال،ج۱،ص۱۸۶،دارالفکر</w:t>
      </w:r>
    </w:p>
    <w:p w:rsidR="001772ED" w:rsidRDefault="001772ED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772ED">
      <w:pPr>
        <w:pStyle w:val="Heading2Center"/>
        <w:rPr>
          <w:rtl/>
        </w:rPr>
      </w:pPr>
      <w:bookmarkStart w:id="132" w:name="_Toc508103381"/>
      <w:r w:rsidRPr="00CD3FC2">
        <w:rPr>
          <w:rFonts w:hint="eastAsia"/>
          <w:rtl/>
        </w:rPr>
        <w:lastRenderedPageBreak/>
        <w:t>چھٹاباب</w:t>
      </w:r>
      <w:r w:rsidRPr="00CD3FC2">
        <w:rPr>
          <w:rtl/>
        </w:rPr>
        <w:t xml:space="preserve"> :</w:t>
      </w:r>
      <w:bookmarkEnd w:id="132"/>
    </w:p>
    <w:p w:rsidR="000B693F" w:rsidRPr="00CD3FC2" w:rsidRDefault="000B693F" w:rsidP="001772ED">
      <w:pPr>
        <w:pStyle w:val="Heading2Center"/>
        <w:rPr>
          <w:rtl/>
        </w:rPr>
      </w:pPr>
      <w:bookmarkStart w:id="133" w:name="_Toc508103382"/>
      <w:r w:rsidRPr="00CD3FC2">
        <w:rPr>
          <w:rFonts w:hint="eastAsia"/>
          <w:rtl/>
        </w:rPr>
        <w:t>امامت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>میں</w:t>
      </w:r>
      <w:bookmarkEnd w:id="133"/>
      <w:r w:rsidR="00A96ED8">
        <w:rPr>
          <w:rtl/>
        </w:rPr>
        <w:t xml:space="preserve"> </w:t>
      </w:r>
      <w:r w:rsidRPr="00CD3FC2">
        <w:rPr>
          <w:rtl/>
        </w:rPr>
        <w:t xml:space="preserve"> </w:t>
      </w:r>
    </w:p>
    <w:p w:rsidR="000B693F" w:rsidRPr="00CD3FC2" w:rsidRDefault="00E17DF7" w:rsidP="00107A46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1772ED">
        <w:rPr>
          <w:rStyle w:val="libAieChar"/>
          <w:rFonts w:hint="eastAsia"/>
          <w:rtl/>
        </w:rPr>
        <w:t>إنّما</w:t>
      </w:r>
      <w:r w:rsidRPr="001772ED">
        <w:rPr>
          <w:rStyle w:val="libAieChar"/>
          <w:rFonts w:hint="cs"/>
          <w:rtl/>
        </w:rPr>
        <w:t>ی</w:t>
      </w:r>
      <w:r w:rsidRPr="001772ED">
        <w:rPr>
          <w:rStyle w:val="libAieChar"/>
          <w:rFonts w:hint="eastAsia"/>
          <w:rtl/>
        </w:rPr>
        <w:t>ر</w:t>
      </w:r>
      <w:r w:rsidRPr="001772ED">
        <w:rPr>
          <w:rStyle w:val="libAieChar"/>
          <w:rFonts w:hint="cs"/>
          <w:rtl/>
        </w:rPr>
        <w:t>ی</w:t>
      </w:r>
      <w:r w:rsidRPr="001772ED">
        <w:rPr>
          <w:rStyle w:val="libAieChar"/>
          <w:rFonts w:hint="eastAsia"/>
          <w:rtl/>
        </w:rPr>
        <w:t>داللّٰ</w:t>
      </w:r>
      <w:r w:rsidRPr="00BA57AE">
        <w:rPr>
          <w:rStyle w:val="libAieChar"/>
          <w:rFonts w:hint="cs"/>
          <w:rtl/>
        </w:rPr>
        <w:t>ه</w:t>
      </w:r>
      <w:r w:rsidRPr="001772ED">
        <w:rPr>
          <w:rStyle w:val="libAieChar"/>
          <w:rtl/>
        </w:rPr>
        <w:t xml:space="preserve"> ل</w:t>
      </w:r>
      <w:r w:rsidRPr="001772ED">
        <w:rPr>
          <w:rStyle w:val="libAieChar"/>
          <w:rFonts w:hint="cs"/>
          <w:rtl/>
        </w:rPr>
        <w:t>ی</w:t>
      </w:r>
      <w:r w:rsidRPr="001772ED">
        <w:rPr>
          <w:rStyle w:val="libAieChar"/>
          <w:rFonts w:hint="eastAsia"/>
          <w:rtl/>
        </w:rPr>
        <w:t>ذ</w:t>
      </w:r>
      <w:r w:rsidRPr="00BA57AE">
        <w:rPr>
          <w:rStyle w:val="libAieChar"/>
          <w:rFonts w:hint="cs"/>
          <w:rtl/>
        </w:rPr>
        <w:t>ه</w:t>
      </w:r>
      <w:r w:rsidRPr="001772ED">
        <w:rPr>
          <w:rStyle w:val="libAieChar"/>
          <w:rFonts w:hint="cs"/>
          <w:rtl/>
        </w:rPr>
        <w:t>ب</w:t>
      </w:r>
      <w:r w:rsidRPr="001772ED">
        <w:rPr>
          <w:rStyle w:val="libAieChar"/>
          <w:rtl/>
        </w:rPr>
        <w:t xml:space="preserve"> عنکم الرجس ا</w:t>
      </w:r>
      <w:r w:rsidRPr="001772ED">
        <w:rPr>
          <w:rStyle w:val="libAieChar"/>
          <w:rFonts w:hint="cs"/>
          <w:rtl/>
        </w:rPr>
        <w:t>ٴ</w:t>
      </w:r>
      <w:r w:rsidRPr="00BA57AE">
        <w:rPr>
          <w:rStyle w:val="libAieChar"/>
          <w:rFonts w:hint="cs"/>
          <w:rtl/>
        </w:rPr>
        <w:t>ه</w:t>
      </w:r>
      <w:r w:rsidRPr="001772ED">
        <w:rPr>
          <w:rStyle w:val="libAieChar"/>
          <w:rFonts w:hint="cs"/>
          <w:rtl/>
        </w:rPr>
        <w:t>ل</w:t>
      </w:r>
      <w:r w:rsidRPr="001772ED">
        <w:rPr>
          <w:rStyle w:val="libAieChar"/>
          <w:rtl/>
        </w:rPr>
        <w:t xml:space="preserve"> الب</w:t>
      </w:r>
      <w:r w:rsidRPr="001772ED">
        <w:rPr>
          <w:rStyle w:val="libAieChar"/>
          <w:rFonts w:hint="cs"/>
          <w:rtl/>
        </w:rPr>
        <w:t>ی</w:t>
      </w:r>
      <w:r w:rsidRPr="001772ED">
        <w:rPr>
          <w:rStyle w:val="libAieChar"/>
          <w:rFonts w:hint="eastAsia"/>
          <w:rtl/>
        </w:rPr>
        <w:t>ت</w:t>
      </w:r>
      <w:r w:rsidRPr="001772ED">
        <w:rPr>
          <w:rStyle w:val="libAieChar"/>
          <w:rtl/>
        </w:rPr>
        <w:t xml:space="preserve"> و</w:t>
      </w:r>
      <w:r w:rsidRPr="001772ED">
        <w:rPr>
          <w:rStyle w:val="libAieChar"/>
          <w:rFonts w:hint="cs"/>
          <w:rtl/>
        </w:rPr>
        <w:t>ی</w:t>
      </w:r>
      <w:r w:rsidRPr="001772ED">
        <w:rPr>
          <w:rStyle w:val="libAieChar"/>
          <w:rFonts w:hint="eastAsia"/>
          <w:rtl/>
        </w:rPr>
        <w:t>ط</w:t>
      </w:r>
      <w:r w:rsidRPr="00BA57AE">
        <w:rPr>
          <w:rStyle w:val="libAieChar"/>
          <w:rFonts w:hint="cs"/>
          <w:rtl/>
        </w:rPr>
        <w:t>ه</w:t>
      </w:r>
      <w:r w:rsidRPr="001772ED">
        <w:rPr>
          <w:rStyle w:val="libAieChar"/>
          <w:rFonts w:hint="cs"/>
          <w:rtl/>
        </w:rPr>
        <w:t>ّرکم</w:t>
      </w:r>
      <w:r w:rsidRPr="001772ED">
        <w:rPr>
          <w:rStyle w:val="libAieChar"/>
          <w:rtl/>
        </w:rPr>
        <w:t xml:space="preserve"> تط</w:t>
      </w:r>
      <w:r w:rsidRPr="00BA57AE">
        <w:rPr>
          <w:rStyle w:val="libAieChar"/>
          <w:rFonts w:hint="cs"/>
          <w:rtl/>
        </w:rPr>
        <w:t>ه</w:t>
      </w:r>
      <w:r w:rsidRPr="001772ED">
        <w:rPr>
          <w:rStyle w:val="libAieChar"/>
          <w:rFonts w:hint="cs"/>
          <w:rtl/>
        </w:rPr>
        <w:t>را</w:t>
      </w: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BD32E1">
        <w:rPr>
          <w:rtl/>
        </w:rPr>
        <w:t xml:space="preserve"> </w:t>
      </w:r>
      <w:r w:rsidR="000B693F" w:rsidRPr="00CD3FC2">
        <w:rPr>
          <w:rtl/>
        </w:rPr>
        <w:t xml:space="preserve"> (سورہرئہ احزاب/</w:t>
      </w:r>
      <w:r w:rsidR="000B693F" w:rsidRPr="00CD3FC2">
        <w:rPr>
          <w:rtl/>
          <w:lang w:bidi="fa-IR"/>
        </w:rPr>
        <w:t>۳۳)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”بس</w:t>
      </w:r>
      <w:r w:rsidRPr="00CD3FC2">
        <w:rPr>
          <w:rtl/>
        </w:rPr>
        <w:t xml:space="preserve"> اللہ کاارادہ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اے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!تم سے ہرقسم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کودوررکھے اوراس طرح 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رکھے جوپاک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رکھنے کاحق ہے۔“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جوش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ائمہء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رہے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آپکے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 فاطمہ زہراسلام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ہااورش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بارہ معصوم اماموں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پردلالت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کرنے کے لئے اس کے چند پہلوقابل بحث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لفظ”إنّما“فقط اورانحصارپردلالت کرتاہے۔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ارادہ سے مرادارادہ،تکو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نہ ارادہ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مرادصرف حضرت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،فاطمہ،وحسن</w:t>
      </w:r>
      <w:r w:rsidRPr="00CD3FC2">
        <w:rPr>
          <w:rtl/>
        </w:rPr>
        <w:t xml:space="preserve">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السلام)اوران کے علاوہ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دوسرے ائمہ معصو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اس سے خارج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چندسوالات اوران کے جوابات</w:t>
      </w:r>
    </w:p>
    <w:p w:rsidR="001772ED" w:rsidRDefault="001772ED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772ED">
      <w:pPr>
        <w:pStyle w:val="Heading2Center"/>
        <w:rPr>
          <w:rtl/>
        </w:rPr>
      </w:pPr>
      <w:bookmarkStart w:id="134" w:name="_Toc508103383"/>
      <w:r w:rsidRPr="00CD3FC2">
        <w:rPr>
          <w:rFonts w:hint="eastAsia"/>
          <w:rtl/>
        </w:rPr>
        <w:t>”إنّما“حصرکا</w:t>
      </w:r>
      <w:r w:rsidRPr="00CD3FC2">
        <w:rPr>
          <w:rtl/>
        </w:rPr>
        <w:t xml:space="preserve"> فائدئہ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</w:t>
      </w:r>
      <w:r w:rsidRPr="00CD3FC2">
        <w:rPr>
          <w:rtl/>
        </w:rPr>
        <w:t xml:space="preserve"> ہے</w:t>
      </w:r>
      <w:bookmarkEnd w:id="13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ساکہ</w:t>
      </w:r>
      <w:r w:rsidRPr="00CD3FC2">
        <w:rPr>
          <w:rtl/>
        </w:rPr>
        <w:t xml:space="preserve"> ہم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علمائے لغت وادب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نے صراحتاًب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لفظ”إنّما“حصرپردلالت کرتاہے۔لہذااس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جوکچھ ہم نے وہاں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اجائے</w:t>
      </w:r>
      <w:r w:rsidRPr="00CD3FC2">
        <w:rPr>
          <w:rtl/>
        </w:rPr>
        <w:t xml:space="preserve">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فخرراز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اعتراض کاجواب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ولا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اعتراضات کے جوابات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772ED">
      <w:pPr>
        <w:pStyle w:val="Heading2Center"/>
        <w:rPr>
          <w:rtl/>
        </w:rPr>
      </w:pPr>
      <w:bookmarkStart w:id="135" w:name="_Toc508103384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ارادے سے مرادارادہ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نہ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bookmarkEnd w:id="135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 کادوسراپہلو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جوارادہ ذکر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اہے،اس</w:t>
      </w:r>
      <w:r w:rsidRPr="00CD3FC2">
        <w:rPr>
          <w:rtl/>
        </w:rPr>
        <w:t xml:space="preserve"> سے مرادارادہ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نہ ارادہ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>۔خداوندمتعال کے ارادے دوقسم کے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:اس ارادہ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ارادہ کامتعلق اس کے ساتھ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واقع ہوتاہے،ج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سے،</w:t>
      </w:r>
      <w:r w:rsidRPr="00CD3FC2">
        <w:rPr>
          <w:rtl/>
        </w:rPr>
        <w:t xml:space="preserve"> خداوندمتعال نے ارادہ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پرآگ ٹھنڈ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اورسالم)بے ضرر)ہو جائے توا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۔ارادہ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ارادہ انسانوں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تکال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سے متعلق ہے۔واضح ر ہے کہ اس قسم کے ارادہ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ارادہ اپنے مراداورمقصودکے لئے لازم وملزوم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ہے۔خداوندمتعال نے چاہاہے کہ تمام انسان نماز پڑھ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tl/>
        </w:rPr>
        <w:t xml:space="preserve">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بہت سے لوگ نماز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پڑھتے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ارادہ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مقصود اور مراد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خلات</w:t>
      </w:r>
      <w:r w:rsidRPr="00CD3FC2">
        <w:rPr>
          <w:rtl/>
        </w:rPr>
        <w:t xml:space="preserve"> ورز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ممکن ہے، اس کے برعکس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ارادہ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مراد اور مقصود سے خلاف ورز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ممکن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ارادے سے مراد 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نہ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کہ:خداوند متعال نے ارادہ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اسلام)کو ہرقسم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ناپاک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 جملہ گناہ و معص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محفوظ رکھے اورانھ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پاک و 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قراردے۔</w:t>
      </w:r>
    </w:p>
    <w:p w:rsidR="001772ED" w:rsidRDefault="001772ED" w:rsidP="004B12AB">
      <w:pPr>
        <w:pStyle w:val="libNormal"/>
        <w:rPr>
          <w:rtl/>
        </w:rPr>
      </w:pPr>
      <w:r>
        <w:rPr>
          <w:rtl/>
        </w:rPr>
        <w:br w:type="page"/>
      </w:r>
    </w:p>
    <w:p w:rsidR="001772ED" w:rsidRPr="00CD3FC2" w:rsidRDefault="001772ED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خداوندمتعال</w:t>
      </w:r>
      <w:r w:rsidRPr="00CD3FC2">
        <w:rPr>
          <w:rtl/>
        </w:rPr>
        <w:t xml:space="preserve"> کے اس ارادہ کے ساتھ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اطہارسے ناپاک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دور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زمعنو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طہارت اور 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محقق ہوگئ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،خداوندمتعال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ارادہ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کہ وہ خود اپنے آپ کو گناہ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ناپاک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محفوظ رکھ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اورخداوندمتعال کے حکم اور فرائض پر عمل کرکے اپنے آپ کوپ</w:t>
      </w:r>
      <w:r w:rsidRPr="00CD3FC2">
        <w:rPr>
          <w:rFonts w:hint="eastAsia"/>
          <w:rtl/>
        </w:rPr>
        <w:t>اک</w:t>
      </w:r>
      <w:r w:rsidRPr="00CD3FC2">
        <w:rPr>
          <w:rtl/>
        </w:rPr>
        <w:t xml:space="preserve">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بنائ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772ED">
      <w:pPr>
        <w:pStyle w:val="Heading2Center"/>
        <w:rPr>
          <w:rtl/>
        </w:rPr>
      </w:pPr>
      <w:bookmarkStart w:id="136" w:name="_Toc508103385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ارادہ کے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کے دلائل:</w:t>
      </w:r>
      <w:bookmarkEnd w:id="13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۔ارادہ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ضہ</w:t>
      </w:r>
      <w:r w:rsidRPr="00CD3FC2">
        <w:rPr>
          <w:rtl/>
        </w:rPr>
        <w:t xml:space="preserve"> شرع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مانند،دوسروں کے امورسے متعلق ہوتا ہے، جبکہ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ارادہ کا تعلق ناپاک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کودورکرنے سے ہے جو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الہ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فعل ہے جو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 دے سے مرادارادہ،تشر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 انسانوں کوپل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ناپاک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دور رہنے اورپاک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ہونے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خداوند متعال کا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ارادہ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 (ص)کے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(ع)سے مخصوص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بلکہ خدا وند متعال کا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ارادہ ہے کہ تمام انسان ناپاک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محفوظ 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اورطہارت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مالک بن 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Pr="00CD3FC2">
        <w:rPr>
          <w:rFonts w:hint="eastAsia"/>
          <w:rtl/>
        </w:rPr>
        <w:t>جبکہ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رسے</w:t>
      </w:r>
      <w:r w:rsidRPr="00CD3FC2">
        <w:rPr>
          <w:rtl/>
        </w:rPr>
        <w:t xml:space="preserve"> استفادہ ہوتاہے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ارادہ صرف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سے مخصوص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کلمہ حصر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ہے کہ جو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شروع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اس سے بالکل واضح ہو جا تا ہے کہ ارادہ کامتعلق)جوناپا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دور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 نب سے خاص طہ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رت ہے )خارج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متحقق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اورسن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کے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 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مذکوربے شمار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کے مطابق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وستائش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ضامن ہے۔ اگرآ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ارادہ الہ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مراد،ارادہ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ہوتاتو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وستائش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tl/>
        </w:rPr>
        <w:t>۔اس بناپر،جوکچھ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سے معلوم ہوتاہے،وہ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(ص)سے مخصوص طہارت و 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اوران کاپل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اورناپاک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دور ہو ناارادہ الٰہ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تحقق سے مر بوط ہے۔اور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ان منتخب انسانوں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جانب سے عصمت ہے۔ اس ارادہ الٰہ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اورثبوت وہ احا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خاص طور سے خدا وند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طہارت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۔ہم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دوحد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ثوں</w:t>
      </w:r>
      <w:r w:rsidRPr="00CD3FC2">
        <w:rPr>
          <w:rtl/>
        </w:rPr>
        <w:t xml:space="preserve"> کونمونہ کے طورپرذکرکرتے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1772ED" w:rsidRDefault="001772ED" w:rsidP="004B12AB">
      <w:pPr>
        <w:pStyle w:val="libNormal"/>
        <w:rPr>
          <w:rtl/>
        </w:rPr>
      </w:pPr>
      <w:r>
        <w:rPr>
          <w:rtl/>
        </w:rPr>
        <w:br w:type="page"/>
      </w:r>
    </w:p>
    <w:p w:rsidR="001772ED" w:rsidRPr="00CD3FC2" w:rsidRDefault="001772ED" w:rsidP="00107A46">
      <w:pPr>
        <w:pStyle w:val="libNormal"/>
        <w:rPr>
          <w:rtl/>
        </w:rPr>
      </w:pPr>
    </w:p>
    <w:p w:rsidR="000B693F" w:rsidRPr="00CD3FC2" w:rsidRDefault="000B693F" w:rsidP="003A13AB">
      <w:pPr>
        <w:pStyle w:val="libArabic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واخرج الحک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الترمذ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والطبران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وابن مردو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وابونع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والب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معاً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الدلائل عن ابن عباس رض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ما قال رسول الل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-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- انّ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قسّم الخلاق قس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فجعلن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ما</w:t>
      </w:r>
      <w:r w:rsidRPr="00CD3FC2">
        <w:rPr>
          <w:rtl/>
        </w:rPr>
        <w:t xml:space="preserve"> قسماً، فذلک قول</w:t>
      </w:r>
      <w:r w:rsidR="00BA57AE" w:rsidRPr="003A13AB">
        <w:rPr>
          <w:rFonts w:hint="cs"/>
          <w:rtl/>
        </w:rPr>
        <w:t>ه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واصحاب ال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م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Fonts w:hint="cs"/>
          <w:rtl/>
        </w:rPr>
        <w:t xml:space="preserve"> </w:t>
      </w:r>
      <w:r w:rsidR="001772ED" w:rsidRPr="00F82107">
        <w:rPr>
          <w:rStyle w:val="libFootnotenumChar"/>
          <w:rFonts w:hint="cs"/>
          <w:rtl/>
        </w:rPr>
        <w:t>(1)</w:t>
      </w:r>
      <w:r w:rsidR="00BD32E1">
        <w:rPr>
          <w:rtl/>
          <w:lang w:bidi="fa-IR"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واصحاب الشمال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Fonts w:hint="cs"/>
          <w:rtl/>
        </w:rPr>
        <w:t xml:space="preserve"> </w:t>
      </w:r>
      <w:r w:rsidR="001772ED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نامن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صحاب</w:t>
      </w:r>
      <w:r w:rsidRPr="00CD3FC2">
        <w:rPr>
          <w:rtl/>
        </w:rPr>
        <w:t xml:space="preserve"> 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ناخبرا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صحاب</w:t>
      </w:r>
      <w:r w:rsidRPr="00CD3FC2">
        <w:rPr>
          <w:rtl/>
        </w:rPr>
        <w:t xml:space="preserve"> 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ثمّ جعل القسم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ثلاثاً،فجعلن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ثلثاً،فذلک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: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وا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صحاب</w:t>
      </w:r>
      <w:r w:rsidR="00E17DF7" w:rsidRPr="001772ED">
        <w:rPr>
          <w:rStyle w:val="libAieChar"/>
          <w:rtl/>
        </w:rPr>
        <w:t xml:space="preserve"> الم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منة</w:t>
      </w:r>
      <w:r w:rsidR="00E17DF7" w:rsidRPr="001772ED">
        <w:rPr>
          <w:rStyle w:val="libAieChar"/>
          <w:rtl/>
        </w:rPr>
        <w:t xml:space="preserve"> ماا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صحاب</w:t>
      </w:r>
      <w:r w:rsidR="00E17DF7" w:rsidRPr="001772ED">
        <w:rPr>
          <w:rStyle w:val="libAieChar"/>
          <w:rtl/>
        </w:rPr>
        <w:t xml:space="preserve"> الم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منةوا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صحاب</w:t>
      </w:r>
      <w:r w:rsidR="00E17DF7" w:rsidRPr="001772ED">
        <w:rPr>
          <w:rStyle w:val="libAieChar"/>
          <w:rtl/>
        </w:rPr>
        <w:t xml:space="preserve"> المشئمة ماا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صحاب</w:t>
      </w:r>
      <w:r w:rsidR="00E17DF7" w:rsidRPr="001772ED">
        <w:rPr>
          <w:rStyle w:val="libAieChar"/>
          <w:rtl/>
        </w:rPr>
        <w:t xml:space="preserve"> المشئمةالسابقون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Fonts w:hint="cs"/>
          <w:rtl/>
        </w:rPr>
        <w:t xml:space="preserve"> </w:t>
      </w:r>
      <w:r w:rsidR="001772ED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>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نامن</w:t>
      </w:r>
      <w:r w:rsidRPr="00CD3FC2">
        <w:rPr>
          <w:rtl/>
        </w:rPr>
        <w:t xml:space="preserve"> السابق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رالسابق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ثمّ جعل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ثلاث</w:t>
      </w:r>
      <w:r w:rsidRPr="00CD3FC2">
        <w:rPr>
          <w:rtl/>
        </w:rPr>
        <w:t xml:space="preserve"> قبائل،فجعلن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قب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لة،وذلک</w:t>
      </w:r>
      <w:r w:rsidRPr="00CD3FC2">
        <w:rPr>
          <w:rtl/>
        </w:rPr>
        <w:t xml:space="preserve">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: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وجعلنا کم شعوبا</w:t>
      </w:r>
      <w:r w:rsidR="00E17DF7" w:rsidRPr="001772ED">
        <w:rPr>
          <w:rStyle w:val="libAieChar"/>
          <w:rFonts w:hint="eastAsia"/>
          <w:rtl/>
        </w:rPr>
        <w:t>ًوقبائل</w:t>
      </w:r>
      <w:r w:rsidR="00E17DF7" w:rsidRPr="001772ED">
        <w:rPr>
          <w:rStyle w:val="libAieChar"/>
          <w:rtl/>
        </w:rPr>
        <w:t xml:space="preserve"> لتعارفواإنّ 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کرمکم</w:t>
      </w:r>
      <w:r w:rsidR="00E17DF7" w:rsidRPr="001772ED">
        <w:rPr>
          <w:rStyle w:val="libAieChar"/>
          <w:rtl/>
        </w:rPr>
        <w:t xml:space="preserve"> عنداللّٰ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 xml:space="preserve"> اٴ</w:t>
      </w:r>
      <w:r w:rsidR="00E17DF7" w:rsidRPr="001772ED">
        <w:rPr>
          <w:rStyle w:val="libAieChar"/>
          <w:rFonts w:hint="eastAsia"/>
          <w:rtl/>
        </w:rPr>
        <w:t>تقاکم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1772ED" w:rsidRPr="00F82107">
        <w:rPr>
          <w:rStyle w:val="libFootnotenumChar"/>
          <w:rFonts w:hint="cs"/>
          <w:rtl/>
        </w:rPr>
        <w:t>(4)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تق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ولدآدم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کرم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عنداللّٰ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تعالی</w:t>
      </w:r>
      <w:r w:rsidRPr="00CD3FC2">
        <w:rPr>
          <w:rtl/>
        </w:rPr>
        <w:t xml:space="preserve"> ولافخر،ثمّ جعل القبائل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وتاًوجعلن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تاً،فذلک</w:t>
      </w:r>
      <w:r w:rsidRPr="00CD3FC2">
        <w:rPr>
          <w:rtl/>
        </w:rPr>
        <w:t xml:space="preserve"> قول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:</w:t>
      </w:r>
      <w:r w:rsid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>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 xml:space="preserve">ٕنّما 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ر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داللّٰ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tl/>
        </w:rPr>
        <w:t xml:space="preserve"> ل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ب</w:t>
      </w:r>
      <w:r w:rsidR="00E17DF7" w:rsidRPr="001772ED">
        <w:rPr>
          <w:rStyle w:val="libAieChar"/>
          <w:rtl/>
        </w:rPr>
        <w:t xml:space="preserve"> عنکم الرجس ا</w:t>
      </w:r>
      <w:r w:rsidR="00E17DF7" w:rsidRPr="001772ED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ل</w:t>
      </w:r>
      <w:r w:rsidR="00E17DF7" w:rsidRPr="001772ED">
        <w:rPr>
          <w:rStyle w:val="libAieChar"/>
          <w:rtl/>
        </w:rPr>
        <w:t xml:space="preserve"> الب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ت</w:t>
      </w:r>
      <w:r w:rsidR="00E17DF7" w:rsidRPr="001772ED">
        <w:rPr>
          <w:rStyle w:val="libAieChar"/>
          <w:rtl/>
        </w:rPr>
        <w:t xml:space="preserve"> و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ّرکم</w:t>
      </w:r>
      <w:r w:rsidR="00E17DF7" w:rsidRPr="001772ED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1772ED" w:rsidRPr="00F82107">
        <w:rPr>
          <w:rStyle w:val="libFootnotenumChar"/>
          <w:rFonts w:hint="cs"/>
          <w:rtl/>
        </w:rPr>
        <w:t>(5)</w:t>
      </w:r>
      <w:r w:rsidR="001772ED">
        <w:rPr>
          <w:rFonts w:hint="cs"/>
          <w:rtl/>
          <w:lang w:bidi="fa-IR"/>
        </w:rPr>
        <w:t xml:space="preserve"> </w:t>
      </w:r>
      <w:r w:rsidRPr="00CD3FC2">
        <w:rPr>
          <w:rtl/>
        </w:rPr>
        <w:t>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ناوا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ّرون من الذن</w:t>
      </w:r>
      <w:r w:rsidRPr="00CD3FC2">
        <w:rPr>
          <w:rtl/>
        </w:rPr>
        <w:t>وب</w:t>
      </w:r>
      <w:r w:rsidRPr="00CD3FC2">
        <w:rPr>
          <w:rFonts w:hint="cs"/>
          <w:rtl/>
        </w:rPr>
        <w:t>“</w:t>
      </w:r>
      <w:r w:rsidR="001772ED" w:rsidRPr="00F82107">
        <w:rPr>
          <w:rStyle w:val="libFootnotenumChar"/>
          <w:rFonts w:hint="cs"/>
          <w:rtl/>
        </w:rPr>
        <w:t>(6)</w:t>
      </w:r>
    </w:p>
    <w:p w:rsidR="000B693F" w:rsidRPr="001772ED" w:rsidRDefault="001772ED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۱۔سورئہ واقعہ/۲۷ ۲۔سورئہ واقعہ/۴۱ ۳۔سورئہ واقعہ/۸۔۱۰ ۴۔سورئہ حجرات/۱۳ ۵۔سورئہ/احزاب/۳۳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۶۔الدرالمنثور، ج ۵، ص ۳۷۸، دارالکتاب،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فتح، القد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شوکاف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ج ۴، ص ۳۵۰ دارالکتاب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۔المعروفہ و التار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خ،</w:t>
      </w:r>
      <w:r w:rsidRPr="00CD3FC2">
        <w:rPr>
          <w:rtl/>
        </w:rPr>
        <w:t xml:space="preserve"> ج ۱، ص ۲۹۸</w:t>
      </w:r>
    </w:p>
    <w:p w:rsidR="001772ED" w:rsidRDefault="001772ED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1772ED" w:rsidRPr="00CD3FC2" w:rsidRDefault="001772ED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”حک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ترمذ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،طبران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،ابن</w:t>
      </w:r>
      <w:r w:rsidRPr="00CD3FC2">
        <w:rPr>
          <w:rtl/>
        </w:rPr>
        <w:t xml:space="preserve"> مردو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ہ،ابو</w:t>
      </w:r>
      <w:r w:rsidRPr="00CD3FC2">
        <w:rPr>
          <w:rtl/>
        </w:rPr>
        <w:t xml:space="preserve"> نع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اور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کتاب”الدلائل‘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ابن عباس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:خداوندمتعال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مخلوقات کودو حصوں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تقس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مجھ کوان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برترقرارد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اورخداوندمتعال کاقول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و اصحاب ال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م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واصحاب الشمال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اور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اصحاب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سب سے افضل ہوں۔اس کے بعدمذکورہ دوقسموں)اصحاب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اوراصحاب شمال)کوپھرسے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حصوں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تقس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ااورمجھ</w:t>
      </w:r>
      <w:r w:rsidRPr="00CD3FC2">
        <w:rPr>
          <w:rtl/>
        </w:rPr>
        <w:t xml:space="preserve"> کوان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افضل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لو 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خدا وند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کا قول: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وا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صحاب</w:t>
      </w:r>
      <w:r w:rsidR="00E17DF7" w:rsidRPr="001772ED">
        <w:rPr>
          <w:rStyle w:val="libAieChar"/>
          <w:rtl/>
        </w:rPr>
        <w:t xml:space="preserve"> الم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منةماا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صحاب</w:t>
      </w:r>
      <w:r w:rsidR="00E17DF7" w:rsidRPr="001772ED">
        <w:rPr>
          <w:rStyle w:val="libAieChar"/>
          <w:rtl/>
        </w:rPr>
        <w:t xml:space="preserve"> الم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منة</w:t>
      </w:r>
      <w:r w:rsidR="00E17DF7" w:rsidRPr="001772ED">
        <w:rPr>
          <w:rStyle w:val="libAieChar"/>
          <w:rtl/>
        </w:rPr>
        <w:t xml:space="preserve"> وا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صحاب</w:t>
      </w:r>
      <w:r w:rsidR="00E17DF7" w:rsidRPr="001772ED">
        <w:rPr>
          <w:rStyle w:val="libAieChar"/>
          <w:rtl/>
        </w:rPr>
        <w:t xml:space="preserve"> المش</w:t>
      </w:r>
      <w:r w:rsidR="00E17DF7" w:rsidRPr="001772ED">
        <w:rPr>
          <w:rStyle w:val="libAieChar"/>
          <w:rFonts w:hint="eastAsia"/>
          <w:rtl/>
        </w:rPr>
        <w:t>ئمة</w:t>
      </w:r>
      <w:r w:rsidR="00E17DF7" w:rsidRPr="001772ED">
        <w:rPr>
          <w:rStyle w:val="libAieChar"/>
          <w:rtl/>
        </w:rPr>
        <w:t xml:space="preserve"> ماا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صحاب</w:t>
      </w:r>
      <w:r w:rsidR="00E17DF7" w:rsidRPr="001772ED">
        <w:rPr>
          <w:rStyle w:val="libAieChar"/>
          <w:rtl/>
        </w:rPr>
        <w:t xml:space="preserve"> المسئمةوالسابقون السابقون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اور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سابق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 افضل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لو 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ہوں۔اس کے بعدان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نوں</w:t>
      </w:r>
      <w:r w:rsidRPr="00CD3FC2">
        <w:rPr>
          <w:rtl/>
        </w:rPr>
        <w:t xml:space="preserve"> گروہوں کوکئ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تقس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ا،چنانچہ</w:t>
      </w:r>
      <w:r w:rsidRPr="00CD3FC2">
        <w:rPr>
          <w:rtl/>
        </w:rPr>
        <w:t xml:space="preserve"> فر ما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0B693F" w:rsidRPr="00CD3FC2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وجعلناکم شعوباًوقبائل لتعارفواإنّ اکرمکم عنداللّ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 xml:space="preserve"> اٴ</w:t>
      </w:r>
      <w:r w:rsidR="00E17DF7" w:rsidRPr="001772ED">
        <w:rPr>
          <w:rStyle w:val="libAieChar"/>
          <w:rFonts w:hint="eastAsia"/>
          <w:rtl/>
        </w:rPr>
        <w:t>تقاکم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”اورپھرتم</w:t>
      </w:r>
      <w:r w:rsidRPr="00CD3FC2">
        <w:rPr>
          <w:rtl/>
        </w:rPr>
        <w:t xml:space="preserve"> کو خاندان اور قبائل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بانٹ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اتاکہ</w:t>
      </w:r>
      <w:r w:rsidRPr="00CD3FC2">
        <w:rPr>
          <w:rtl/>
        </w:rPr>
        <w:t xml:space="preserve"> آپس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کوپہچان سکوب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تم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خداکے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محترم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پرہ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زگارہے“</w:t>
      </w:r>
      <w:r w:rsidRPr="00CD3FC2">
        <w:rPr>
          <w:rtl/>
        </w:rPr>
        <w:t xml:space="preserve"> اور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فرزندان آدم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زگار</w:t>
      </w:r>
      <w:r w:rsidRPr="00CD3FC2">
        <w:rPr>
          <w:rtl/>
        </w:rPr>
        <w:t xml:space="preserve">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 خدا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محترم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بندہ ہوں اورفخرنہ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کرتاہوں۔</w:t>
      </w:r>
    </w:p>
    <w:p w:rsidR="000B693F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”اس</w:t>
      </w:r>
      <w:r w:rsidRPr="00CD3FC2">
        <w:rPr>
          <w:rtl/>
        </w:rPr>
        <w:t xml:space="preserve"> کے بعدقب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لوں</w:t>
      </w:r>
      <w:r w:rsidRPr="00CD3FC2">
        <w:rPr>
          <w:rtl/>
        </w:rPr>
        <w:t xml:space="preserve"> کوگھرانوں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تقس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گھرانے کوبہتر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گھرانہ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 xml:space="preserve">انمّا 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ر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د</w:t>
      </w:r>
      <w:r w:rsidR="00E17DF7" w:rsidRPr="001772ED">
        <w:rPr>
          <w:rStyle w:val="libAieChar"/>
          <w:rtl/>
        </w:rPr>
        <w:t xml:space="preserve"> اللّ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 xml:space="preserve"> لی</w:t>
      </w:r>
      <w:r w:rsidR="00E17DF7" w:rsidRPr="001772ED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ب</w:t>
      </w:r>
      <w:r w:rsidR="00E17DF7" w:rsidRPr="001772ED">
        <w:rPr>
          <w:rStyle w:val="libAieChar"/>
          <w:rtl/>
        </w:rPr>
        <w:t xml:space="preserve"> عنکم الرجس ا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ل البی</w:t>
      </w:r>
      <w:r w:rsidR="00E17DF7" w:rsidRPr="001772ED">
        <w:rPr>
          <w:rStyle w:val="libAieChar"/>
          <w:rFonts w:hint="eastAsia"/>
          <w:rtl/>
        </w:rPr>
        <w:t>ت</w:t>
      </w:r>
      <w:r w:rsidR="00E17DF7" w:rsidRPr="001772ED">
        <w:rPr>
          <w:rStyle w:val="libAieChar"/>
          <w:rtl/>
        </w:rPr>
        <w:t xml:space="preserve"> و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ّرکم</w:t>
      </w:r>
      <w:r w:rsidR="00E17DF7" w:rsidRPr="001772ED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”بس اللّہ کاارادہ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اے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!تم سے ہر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آلودگ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وبرائ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کودوررکھے اور اس طرح 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رکھے </w:t>
      </w:r>
      <w:r w:rsidRPr="00CD3FC2">
        <w:rPr>
          <w:rFonts w:hint="eastAsia"/>
          <w:rtl/>
        </w:rPr>
        <w:t>جوپاک</w:t>
      </w:r>
      <w:r w:rsidRPr="00CD3FC2">
        <w:rPr>
          <w:rtl/>
        </w:rPr>
        <w:t xml:space="preserve"> و 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رکھنے کاحق ہے</w:t>
      </w:r>
      <w:r w:rsidRPr="00CD3FC2">
        <w:rPr>
          <w:rFonts w:hint="cs"/>
          <w:rtl/>
        </w:rPr>
        <w:t>“پس مجھے اورمی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)برائ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>) گناہوں سے پاک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۔“</w:t>
      </w:r>
    </w:p>
    <w:p w:rsidR="001772ED" w:rsidRDefault="001772ED" w:rsidP="004B12AB">
      <w:pPr>
        <w:pStyle w:val="libNormal"/>
        <w:rPr>
          <w:rtl/>
        </w:rPr>
      </w:pPr>
      <w:r>
        <w:rPr>
          <w:rtl/>
        </w:rPr>
        <w:br w:type="page"/>
      </w:r>
    </w:p>
    <w:p w:rsidR="001772ED" w:rsidRPr="00CD3FC2" w:rsidRDefault="001772ED" w:rsidP="00107A46">
      <w:pPr>
        <w:pStyle w:val="libNormal"/>
        <w:rPr>
          <w:rtl/>
        </w:rPr>
      </w:pPr>
    </w:p>
    <w:p w:rsidR="000B693F" w:rsidRPr="00CD3FC2" w:rsidRDefault="000B693F" w:rsidP="003A13AB">
      <w:pPr>
        <w:pStyle w:val="libArabic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Fonts w:hint="cs"/>
          <w:rtl/>
        </w:rPr>
        <w:t xml:space="preserve"> ” حدثني الحسن بن زی</w:t>
      </w:r>
      <w:r w:rsidRPr="00CD3FC2">
        <w:rPr>
          <w:rFonts w:hint="eastAsia"/>
          <w:rtl/>
        </w:rPr>
        <w:t>د،</w:t>
      </w:r>
      <w:r w:rsidRPr="00CD3FC2">
        <w:rPr>
          <w:rtl/>
        </w:rPr>
        <w:t xml:space="preserve"> عن عمربن علي، عن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عليّ بن 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قال خطب الحسن بن علي الناس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قتل عليّ فحمداللّ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ثن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ثمّ قال:لقد قبض في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اللی</w:t>
      </w:r>
      <w:r w:rsidRPr="00CD3FC2">
        <w:rPr>
          <w:rFonts w:hint="eastAsia"/>
          <w:rtl/>
        </w:rPr>
        <w:t>لة</w:t>
      </w:r>
      <w:r w:rsidRPr="00CD3FC2">
        <w:rPr>
          <w:rtl/>
        </w:rPr>
        <w:t xml:space="preserve"> رجل 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سبق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وّلون</w:t>
      </w:r>
      <w:r w:rsidRPr="00CD3FC2">
        <w:rPr>
          <w:rtl/>
        </w:rPr>
        <w:t xml:space="preserve"> بعمل و 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درک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الآخرون، و قدکان رسول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عط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قاتل</w:t>
      </w:r>
      <w:r w:rsidRPr="00CD3FC2">
        <w:rPr>
          <w:rtl/>
        </w:rPr>
        <w:t xml:space="preserve"> وجبرئ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ع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عن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سار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فتح</w:t>
      </w:r>
      <w:r w:rsidRPr="00CD3FC2">
        <w:rPr>
          <w:rtl/>
        </w:rPr>
        <w:t xml:space="preserve">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</w:t>
      </w:r>
      <w:r w:rsidRPr="00CD3FC2">
        <w:rPr>
          <w:rtl/>
        </w:rPr>
        <w:t xml:space="preserve"> وما ترک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رض</w:t>
      </w:r>
      <w:r w:rsidRPr="00CD3FC2">
        <w:rPr>
          <w:rtl/>
        </w:rPr>
        <w:t xml:space="preserve"> صفراء ولاب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ضاء</w:t>
      </w:r>
      <w:r w:rsidRPr="00CD3FC2">
        <w:rPr>
          <w:rtl/>
        </w:rPr>
        <w:t xml:space="preserve"> إلّا سبع مائة در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فضلت عن عطای</w:t>
      </w:r>
      <w:r w:rsidRPr="00CD3FC2">
        <w:rPr>
          <w:rFonts w:hint="eastAsia"/>
          <w:rtl/>
        </w:rPr>
        <w:t>ا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راد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بتاع</w:t>
      </w:r>
      <w:r w:rsidRPr="00CD3FC2">
        <w:rPr>
          <w:rtl/>
        </w:rPr>
        <w:t xml:space="preserve"> 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اخادماً لا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="00BA57AE" w:rsidRPr="003A13AB">
        <w:rPr>
          <w:rFonts w:hint="cs"/>
          <w:rtl/>
        </w:rPr>
        <w:t>ه</w:t>
      </w:r>
    </w:p>
    <w:p w:rsidR="000B693F" w:rsidRDefault="000B693F" w:rsidP="003A13AB">
      <w:pPr>
        <w:pStyle w:val="libArabic"/>
        <w:rPr>
          <w:rtl/>
          <w:lang w:bidi="fa-IR"/>
        </w:rPr>
      </w:pPr>
      <w:r w:rsidRPr="00CD3FC2">
        <w:rPr>
          <w:rFonts w:hint="eastAsia"/>
          <w:rtl/>
        </w:rPr>
        <w:t>ثمّ</w:t>
      </w:r>
      <w:r w:rsidRPr="00CD3FC2">
        <w:rPr>
          <w:rtl/>
        </w:rPr>
        <w:t xml:space="preserve"> قال: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یّ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الناس! من عرفني فقد عرفني ومن ُلم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عرفنيفا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الحسن بن علي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ابن النبيّ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ابن الوصيّ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ناابن</w:t>
      </w:r>
      <w:r w:rsidRPr="00CD3FC2">
        <w:rPr>
          <w:rtl/>
        </w:rPr>
        <w:t xml:space="preserve"> البش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ابن النذ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ناابن</w:t>
      </w:r>
      <w:r w:rsidRPr="00CD3FC2">
        <w:rPr>
          <w:rtl/>
        </w:rPr>
        <w:t xml:space="preserve"> الداعي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باذن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ابن السراج المن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من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الّذ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کان 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نزل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صعدمن</w:t>
      </w:r>
      <w:r w:rsidRPr="00CD3FC2">
        <w:rPr>
          <w:rtl/>
        </w:rPr>
        <w:t xml:space="preserve"> عندنا،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نامن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الّذ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کان 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نزل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صعدمن</w:t>
      </w:r>
      <w:r w:rsidRPr="00CD3FC2">
        <w:rPr>
          <w:rtl/>
        </w:rPr>
        <w:t xml:space="preserve"> عندنا، وا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من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الّذ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ب</w:t>
      </w:r>
      <w:r w:rsidRPr="00CD3FC2">
        <w:rPr>
          <w:rtl/>
        </w:rPr>
        <w:t xml:space="preserve">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الرجس وط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ّر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تط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راً</w:t>
      </w:r>
      <w:r w:rsidRPr="00CD3FC2">
        <w:rPr>
          <w:rtl/>
        </w:rPr>
        <w:t xml:space="preserve">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من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الّذ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افترض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مودّت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علی</w:t>
      </w:r>
      <w:r w:rsidRPr="00CD3FC2">
        <w:rPr>
          <w:rtl/>
        </w:rPr>
        <w:t xml:space="preserve"> کلّ مسلم، فقال تبارک و تعال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772ED">
        <w:rPr>
          <w:rStyle w:val="libAieChar"/>
          <w:rtl/>
        </w:rPr>
        <w:t>قل لاا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سئلکم</w:t>
      </w:r>
      <w:r w:rsidR="00E17DF7" w:rsidRPr="001772ED">
        <w:rPr>
          <w:rStyle w:val="libAieChar"/>
          <w:rtl/>
        </w:rPr>
        <w:t xml:space="preserve"> عل</w:t>
      </w:r>
      <w:r w:rsidR="00E17DF7" w:rsidRPr="001772ED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tl/>
        </w:rPr>
        <w:t xml:space="preserve"> ا</w:t>
      </w:r>
      <w:r w:rsidR="00E17DF7" w:rsidRPr="001772ED">
        <w:rPr>
          <w:rStyle w:val="libAieChar"/>
          <w:rFonts w:hint="cs"/>
          <w:rtl/>
        </w:rPr>
        <w:t>ٴ</w:t>
      </w:r>
      <w:r w:rsidR="00E17DF7" w:rsidRPr="001772ED">
        <w:rPr>
          <w:rStyle w:val="libAieChar"/>
          <w:rFonts w:hint="eastAsia"/>
          <w:rtl/>
        </w:rPr>
        <w:t>جراً،إلّاالمودّة</w:t>
      </w:r>
      <w:r w:rsidR="00E17DF7" w:rsidRPr="001772ED">
        <w:rPr>
          <w:rStyle w:val="libAieChar"/>
          <w:rtl/>
        </w:rPr>
        <w:t xml:space="preserve"> ف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tl/>
        </w:rPr>
        <w:t xml:space="preserve"> ا لقرب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tl/>
        </w:rPr>
        <w:t xml:space="preserve"> و من </w:t>
      </w:r>
      <w:r w:rsidR="00E17DF7" w:rsidRPr="001772ED">
        <w:rPr>
          <w:rStyle w:val="libAieChar"/>
          <w:rFonts w:hint="cs"/>
          <w:rtl/>
        </w:rPr>
        <w:t>ی</w:t>
      </w:r>
      <w:r w:rsidR="00E17DF7" w:rsidRPr="001772ED">
        <w:rPr>
          <w:rStyle w:val="libAieChar"/>
          <w:rFonts w:hint="eastAsia"/>
          <w:rtl/>
        </w:rPr>
        <w:t>قترف</w:t>
      </w:r>
      <w:r w:rsidR="00E17DF7" w:rsidRPr="001772ED">
        <w:rPr>
          <w:rStyle w:val="libAieChar"/>
          <w:rtl/>
        </w:rPr>
        <w:t xml:space="preserve"> حسنة نزدل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cs"/>
          <w:rtl/>
        </w:rPr>
        <w:t xml:space="preserve"> فی</w:t>
      </w:r>
      <w:r w:rsidR="00E17DF7" w:rsidRPr="00BA57AE">
        <w:rPr>
          <w:rStyle w:val="libAieChar"/>
          <w:rFonts w:hint="cs"/>
          <w:rtl/>
        </w:rPr>
        <w:t>ه</w:t>
      </w:r>
      <w:r w:rsidR="00E17DF7" w:rsidRPr="001772ED">
        <w:rPr>
          <w:rStyle w:val="libAieChar"/>
          <w:rFonts w:hint="eastAsia"/>
          <w:rtl/>
        </w:rPr>
        <w:t>احسناً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1772ED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فاقتراف الحسنة مودّتناا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="003A13AB">
        <w:rPr>
          <w:rFonts w:hint="cs"/>
          <w:rtl/>
          <w:lang w:bidi="fa-IR"/>
        </w:rPr>
        <w:t xml:space="preserve"> </w:t>
      </w:r>
      <w:r w:rsidR="001772ED" w:rsidRPr="00F82107">
        <w:rPr>
          <w:rStyle w:val="libFootnotenumChar"/>
          <w:rFonts w:hint="cs"/>
          <w:rtl/>
        </w:rPr>
        <w:t>(2)</w:t>
      </w:r>
      <w:r w:rsidRPr="00CD3FC2">
        <w:rPr>
          <w:rtl/>
          <w:lang w:bidi="fa-IR"/>
        </w:rPr>
        <w:t>“</w:t>
      </w:r>
    </w:p>
    <w:p w:rsidR="001772ED" w:rsidRPr="001772ED" w:rsidRDefault="001772ED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 سورہ شور</w:t>
      </w:r>
      <w:r w:rsidRPr="00CD3FC2">
        <w:rPr>
          <w:rFonts w:hint="cs"/>
          <w:rtl/>
        </w:rPr>
        <w:t>یٰ</w:t>
      </w:r>
      <w:r w:rsidRPr="00CD3FC2">
        <w:rPr>
          <w:rtl/>
        </w:rPr>
        <w:t>/۲۳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۲۔مستدرک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ج۳،ص۱۷۲،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1772ED" w:rsidRDefault="001772ED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1772ED" w:rsidRPr="00CD3FC2" w:rsidRDefault="001772ED" w:rsidP="00107A46">
      <w:pPr>
        <w:pStyle w:val="libNormal"/>
        <w:rPr>
          <w:rtl/>
        </w:rPr>
      </w:pP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عمربن علی</w:t>
      </w:r>
      <w:r w:rsidRPr="00CD3FC2">
        <w:rPr>
          <w:rtl/>
        </w:rPr>
        <w:t xml:space="preserve"> نے اپنے باپ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انہوں نے کہا: حسن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السلام)نے)اپنے والدگرام</w:t>
      </w:r>
      <w:r w:rsidRPr="00CD3FC2">
        <w:rPr>
          <w:rFonts w:hint="cs"/>
          <w:rtl/>
        </w:rPr>
        <w:t>ی</w:t>
      </w:r>
      <w:r w:rsidRPr="00CD3FC2">
        <w:rPr>
          <w:rtl/>
        </w:rPr>
        <w:t>)حضرت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شہادت کے بعدلوگوں کے در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خطبہ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جس </w:t>
      </w:r>
      <w:r w:rsidR="00A96ED8">
        <w:rPr>
          <w:rtl/>
        </w:rPr>
        <w:t xml:space="preserve">میں </w:t>
      </w:r>
      <w:r w:rsidRPr="00CD3FC2">
        <w:rPr>
          <w:rtl/>
        </w:rPr>
        <w:t>۔حمدوثنائے الہ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بعدفرما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آج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شب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ساشخص</w:t>
      </w:r>
      <w:r w:rsidRPr="00CD3FC2">
        <w:rPr>
          <w:rtl/>
        </w:rPr>
        <w:t xml:space="preserve"> اس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سے رحلت کرگ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گزشتہ انسانوں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ان پرسبقت حاصل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اورنہ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مستقبل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 س کے مراتب و مدا رج تک پہو نچنے والا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(ص)اسلام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جنگوں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کے ہاتھ پرچم اسلام تھما کر 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جنگ کے لئے روانہ کر تے تھے، جبکہ اس طرح سے کہ 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>)امورتشر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</w:t>
      </w:r>
      <w:r w:rsidRPr="00CD3FC2">
        <w:rPr>
          <w:rtl/>
        </w:rPr>
        <w:t xml:space="preserve">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لہ</w:t>
      </w:r>
      <w:r w:rsidRPr="00CD3FC2">
        <w:rPr>
          <w:rtl/>
        </w:rPr>
        <w:t>)ان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جانب اورم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)امورارزاق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</w:t>
      </w:r>
      <w:r w:rsidRPr="00CD3FC2">
        <w:rPr>
          <w:rtl/>
        </w:rPr>
        <w:t xml:space="preserve">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>)ان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جانب ہوا کرتے تھے۔او روہ جنگ سے فتح کامران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حاصل ہو نے تک واپس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لوٹتے تھے۔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انھوں</w:t>
      </w:r>
      <w:r w:rsidRPr="00CD3FC2">
        <w:rPr>
          <w:rtl/>
        </w:rPr>
        <w:t xml:space="preserve"> نے اپنے بعد زر وجواہرات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صرف سات سودرہم بہ طور ”تر کہ“ چھوڑے جو صدقہ و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رات</w:t>
      </w:r>
      <w:r w:rsidRPr="00CD3FC2">
        <w:rPr>
          <w:rtl/>
        </w:rPr>
        <w:t xml:space="preserve"> کے بعد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بچ گئے تھے اور وہ اس سے 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خادم خر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دناچاہئے</w:t>
      </w:r>
      <w:r w:rsidRPr="00CD3FC2">
        <w:rPr>
          <w:rtl/>
        </w:rPr>
        <w:t xml:space="preserve"> تھے۔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:اے لوگو!جو مجھے پہچانتا ہے، وہ پہنچاتا ہے اورجونہ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پہچانتاوہ پہچان لے کہ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حسن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(ع) ہوں،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کافرزندہوں، ان کے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کا فرزند، بش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)بشارت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والے)ونذ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)ڈرانے والے)کافرزندہوں،جوخداکے حکم سے لوگوں کوخداک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دعوت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تاتھا،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شمع فروزان الٰہ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ٹاہوں،</w:t>
      </w:r>
      <w:r w:rsidRPr="00CD3FC2">
        <w:rPr>
          <w:rtl/>
        </w:rPr>
        <w:t xml:space="preserve"> اس خاندان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فرد ہوں کہ جہاں ملائکہ نزول اور 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رفت وآمد کر تے تھے۔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خاندان سے تعلق رکھتا ہوں کہ خدائے متعال نے ان سے برائ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کودورک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خاص طور سے 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بنا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ہوں کہ خداوندمتعال نے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کوہرمسلمان پرواجب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اورخدا وندمتعال نے اپنے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غمبرسے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 اے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!کہد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جئے</w:t>
      </w:r>
      <w:r w:rsidRPr="00CD3FC2">
        <w:rPr>
          <w:rtl/>
        </w:rPr>
        <w:t xml:space="preserve"> کہ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 سے اس تبل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</w:t>
      </w:r>
      <w:r w:rsidRPr="00CD3FC2">
        <w:rPr>
          <w:rtl/>
        </w:rPr>
        <w:t xml:space="preserve"> رسالت کے بد لے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اجرت کا مطا لبہ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 تا ہوں سواء اس کے کہ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قرابتداروں سے محبت کرواورجوشخص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دے گا ہم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جزا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اضافہ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”لہذان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عمل کاکام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ہم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ہے۔“</w:t>
      </w:r>
    </w:p>
    <w:p w:rsidR="00C35E02" w:rsidRDefault="00C35E0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دواحاد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حاصل ہوتا ہے 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مخصوص طہارت کے خارج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متحقق ہو نے سے مرادان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واضح طور پر اس بات کو ثابت کرتا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ارادہ سے مراد ارادہ،تکو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C35E02">
      <w:pPr>
        <w:pStyle w:val="Heading2Center"/>
        <w:rPr>
          <w:rtl/>
        </w:rPr>
      </w:pPr>
      <w:bookmarkStart w:id="137" w:name="_Toc508103386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</w:t>
      </w:r>
      <w:bookmarkEnd w:id="137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بحث کات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سراپہلو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”اہل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مراد“کون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ں؟اس</w:t>
      </w:r>
      <w:r w:rsidRPr="00CD3FC2">
        <w:rPr>
          <w:rtl/>
        </w:rPr>
        <w:t xml:space="preserve"> بحث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دوزاو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توجہ مبذول کرناضرور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مفہوم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اہے؟</w:t>
      </w:r>
      <w:r w:rsidRPr="00CD3FC2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مصاد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کون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اگرلفظ”اہل“کا</w:t>
      </w:r>
      <w:r w:rsidRPr="00CD3FC2">
        <w:rPr>
          <w:rtl/>
        </w:rPr>
        <w:t xml:space="preserve"> استعمال تنہاہوتو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مستحق اورشائستہ ہو نے کامعن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تاہے</w:t>
      </w:r>
      <w:r w:rsidRPr="00CD3FC2">
        <w:rPr>
          <w:rtl/>
        </w:rPr>
        <w:t xml:space="preserve"> اوراگراس لفظ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اضافت ونسبت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جائے توا س اضا فت کے لحاظ سے 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 گے۔مثلاً”اہل علم“اس سے مرادوہ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علم ومعرفت موجودہے اور”اہل شہروقر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ہ“سے</w:t>
      </w:r>
      <w:r w:rsidRPr="00CD3FC2">
        <w:rPr>
          <w:rtl/>
        </w:rPr>
        <w:t xml:space="preserve"> مرادوہ لوگ ہ</w:t>
      </w:r>
      <w:r w:rsidRPr="00CD3FC2">
        <w:rPr>
          <w:rFonts w:hint="cs"/>
          <w:rtl/>
        </w:rPr>
        <w:t>ی</w:t>
      </w:r>
      <w:r w:rsidRPr="00CD3FC2">
        <w:rPr>
          <w:rtl/>
        </w:rPr>
        <w:t>ں جواس شہر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بسرکرتے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ں،اہل</w:t>
      </w:r>
      <w:r w:rsidRPr="00CD3FC2">
        <w:rPr>
          <w:rtl/>
        </w:rPr>
        <w:t xml:space="preserve"> خانہ سے مراد وہ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اس گھر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سکونت پذ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ں،مختصر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کہ:”اہل“کامفہوم اضافت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اس ش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خصوص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پردلالت کرتاہے کہ 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ہے۔۔۔</w:t>
      </w:r>
    </w:p>
    <w:p w:rsidR="00C35E02" w:rsidRDefault="00C35E0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لفظ”ب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احتمال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مراد مسکن اور گھرہواور دوسرااحتمال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مراد حسب ونَسَب ہوکہ اس صورت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ت“کامعن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خاندان کے ہوں گے۔ا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اوراحتمال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کہ”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“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مراد،خا نہ نبوت ہواور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قابل مقبول احتمال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="00C35E02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موخرالذکراحتمال</w:t>
      </w:r>
      <w:r w:rsidRPr="00CD3FC2">
        <w:rPr>
          <w:rtl/>
        </w:rPr>
        <w:t xml:space="preserve"> ہے،اس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وضاحت انشاء اللہ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ندہ</w:t>
      </w:r>
      <w:r w:rsidRPr="00CD3FC2">
        <w:rPr>
          <w:rtl/>
        </w:rPr>
        <w:t xml:space="preserve"> چل کر آئے 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صفات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مرادوہ افراد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جواس گھرکے محرم اسرار ہوں اورجوکچھ نب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(ص)کے گھر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واقع ہوتاہے اس سے واقف ہوں۔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</w:t>
      </w:r>
      <w:r w:rsidRPr="00CD3FC2">
        <w:rPr>
          <w:rtl/>
        </w:rPr>
        <w:t xml:space="preserve"> جبکہ”اہل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ت“کامفہوم</w:t>
      </w:r>
      <w:r w:rsidRPr="00CD3FC2">
        <w:rPr>
          <w:rtl/>
        </w:rPr>
        <w:t xml:space="preserve"> واضح اورمعلوم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توہم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خارج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کے مصاد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کون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عنوان کن افرادپر صادق آتاہے؟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قول پائے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C35E02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مرادصرف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C35E02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</w:t>
      </w:r>
    </w:p>
    <w:p w:rsidR="000B693F" w:rsidRPr="00B76D20" w:rsidRDefault="000B693F" w:rsidP="00C35E02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 خودپ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C35E02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(ص)آپک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دختر گرام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 فاطمہ زہرا(سلام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)اوربارہ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بعض</w:t>
      </w:r>
      <w:r w:rsidRPr="00CD3FC2">
        <w:rPr>
          <w:rtl/>
        </w:rPr>
        <w:t xml:space="preserve"> 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علماء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>:طحاو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نے”مشکل ا لآثار“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اورحاکم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نے”المستدرک“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صرف پنجتن پاک )علہ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السلام )کو مراد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ت“کوواضح</w:t>
      </w:r>
      <w:r w:rsidRPr="00CD3FC2">
        <w:rPr>
          <w:rtl/>
        </w:rPr>
        <w:t xml:space="preserve"> کرنے کے لئے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ہم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دوجہات سے</w:t>
      </w:r>
    </w:p>
    <w:p w:rsidR="00C35E02" w:rsidRPr="00C35E02" w:rsidRDefault="00C35E0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رابن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۳،ص۲۹۱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رابن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۳،ص۴۹۲</w:t>
      </w:r>
    </w:p>
    <w:p w:rsidR="00C35E02" w:rsidRDefault="00C35E0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بحث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مفاد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ضمن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بارے بحث۔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C35E02">
      <w:pPr>
        <w:pStyle w:val="Heading2Center"/>
        <w:rPr>
          <w:rtl/>
        </w:rPr>
      </w:pPr>
      <w:bookmarkStart w:id="138" w:name="_Toc508103387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مفاد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</w:t>
      </w:r>
      <w:bookmarkEnd w:id="13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مفہوم پر بحث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چند نکات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کہ:لغو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عرف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لحاظ سے”اہل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ت“کا</w:t>
      </w:r>
      <w:r w:rsidRPr="00CD3FC2">
        <w:rPr>
          <w:rtl/>
        </w:rPr>
        <w:t xml:space="preserve"> مفہوم پنجتن پاک کے عنوان کوشامل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ر”عنکم</w:t>
      </w:r>
      <w:r w:rsidRPr="00CD3FC2">
        <w:rPr>
          <w:rtl/>
        </w:rPr>
        <w:t>)جوجمع مذکر کے لئے ہے)ک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مفہوم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شامل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مو جودہ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ت“کے</w:t>
      </w:r>
      <w:r w:rsidRPr="00CD3FC2">
        <w:rPr>
          <w:rtl/>
        </w:rPr>
        <w:t xml:space="preserve"> مرادسے پنجتن پاک)عل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السلام)کو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۔لہذا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قول 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مرادصرف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بے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بلکہ برخلاف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قول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قول عکرمہ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وہ کہتاتھا:</w:t>
      </w:r>
    </w:p>
    <w:p w:rsidR="000B693F" w:rsidRPr="00CD3FC2" w:rsidRDefault="000B693F" w:rsidP="00C85646">
      <w:pPr>
        <w:pStyle w:val="libNormal"/>
        <w:rPr>
          <w:rtl/>
        </w:rPr>
      </w:pPr>
      <w:r w:rsidRPr="00CD3FC2">
        <w:rPr>
          <w:rFonts w:hint="eastAsia"/>
          <w:rtl/>
        </w:rPr>
        <w:t>”جوچاہتا</w:t>
      </w:r>
      <w:r w:rsidRPr="00CD3FC2">
        <w:rPr>
          <w:rtl/>
        </w:rPr>
        <w:t xml:space="preserve"> ہے،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کے ساتھ اس بابت مباہلہ کرنے کے لئے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ہوں کہ 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مفہوم“پ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مختص ہے</w:t>
      </w:r>
      <w:r w:rsidR="00C85646" w:rsidRPr="00C85646">
        <w:rPr>
          <w:rStyle w:val="libFootnotenumChar"/>
          <w:rFonts w:hint="cs"/>
          <w:rtl/>
        </w:rPr>
        <w:t>(1)</w:t>
      </w:r>
      <w:r w:rsidRPr="00C85646">
        <w:rPr>
          <w:rStyle w:val="libFootnotenumChar"/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اے</w:t>
      </w:r>
      <w:r w:rsidRPr="00CD3FC2">
        <w:rPr>
          <w:rtl/>
        </w:rPr>
        <w:t xml:space="preserve"> کاش کہ اس نے)اس قول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>)مباہلہ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اہوتا</w:t>
      </w:r>
      <w:r w:rsidRPr="00CD3FC2">
        <w:rPr>
          <w:rtl/>
        </w:rPr>
        <w:t xml:space="preserve"> اورعذاب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گرفتار ہواہوتا!ک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نے پنجتن پاک(ع)ک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تمام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چشم بستہ انکار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شان نزول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35E02" w:rsidRDefault="00C35E0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۱۔روح المعان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،ج۲۲،ص۱۳،داراح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C35E02" w:rsidRDefault="00C35E0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دوسرے قول کہ جس کے مطابق”اہل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مفہوم“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،فاطمہ،حسن</w:t>
      </w:r>
      <w:r w:rsidRPr="00CD3FC2">
        <w:rPr>
          <w:rtl/>
        </w:rPr>
        <w:t xml:space="preserve"> اورحس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کوبہت سے اہل سنت،بلکہ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اکثر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نے قبول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اور</w:t>
      </w:r>
      <w:r w:rsidRPr="00CD3FC2">
        <w:rPr>
          <w:rtl/>
        </w:rPr>
        <w:t xml:space="preserve"> انھوں نے،اس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کو ثابت کر نے کے لئے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سے استدلال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وضاحت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رسے</w:t>
      </w:r>
      <w:r w:rsidRPr="00CD3FC2">
        <w:rPr>
          <w:rtl/>
        </w:rPr>
        <w:t xml:space="preserve"> پہلے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بعد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متعلق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۔چونکہ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ان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واقع ہے،اس لئے مفہوم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نہء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کے لحاظ سے،اس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نہء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 رپر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فہرست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جاناہے۔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C35E02">
      <w:pPr>
        <w:pStyle w:val="Heading2Center"/>
        <w:rPr>
          <w:rtl/>
        </w:rPr>
      </w:pPr>
      <w:bookmarkStart w:id="139" w:name="_Toc508103388"/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3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دعو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قابل انعقادہے؟اورپ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زمرے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ہونے کو ثابت کرسکتاہے؟مطلب کوواضح کرنے کے لئے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چند نکات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کہ:چند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بعد صرف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واقع ہو نا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کے واقع ہو نے کا سبب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 سکتا ہے اوردوسر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جاسکتا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ساتھ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مر تبہ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کے واقع ہو نے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 ط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کا نزول ا</w:t>
      </w:r>
      <w:r w:rsidRPr="00CD3FC2">
        <w:rPr>
          <w:rFonts w:hint="cs"/>
          <w:rtl/>
        </w:rPr>
        <w:t>ی</w:t>
      </w:r>
      <w:r w:rsidRPr="00CD3FC2">
        <w:rPr>
          <w:rtl/>
        </w:rPr>
        <w:t>ک دوسرے کے ساتھ انجام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ہو۔لہذاہم شک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اورممکن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ہم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کو احراز)متع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)کر سک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جبکہ موجودہ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نزول قرآن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کے متفاوت ہے،اس لئے اس مسئلہ پرکبھ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نان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سکتا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کا نزول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بعد واقع ہواہے۔</w:t>
      </w:r>
    </w:p>
    <w:p w:rsidR="00C35E02" w:rsidRDefault="00C35E0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کہا جائے کہ:اگرچہ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ساتھ نازل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ہر</w:t>
      </w:r>
      <w:r w:rsidR="00F50110">
        <w:rPr>
          <w:rtl/>
        </w:rPr>
        <w:t xml:space="preserve">آیہ </w:t>
      </w:r>
      <w:r w:rsidRPr="00CD3FC2">
        <w:rPr>
          <w:rtl/>
        </w:rPr>
        <w:t xml:space="preserve"> اورسورئہ کو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 جودگ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نظروں کے سامنے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جگہ پرانھ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رکھا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ہے،اس لئے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کے ساتھ معنو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رابطہ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نظران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واقع ہو اہے لہذاپ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پنجتن پاک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ساتھ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زمرے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ہوں 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کا جواب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کہ:اس پر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کا اس خاص جگہ پرواقع ہو ناآ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معنو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وند</w:t>
      </w:r>
      <w:r w:rsidRPr="00CD3FC2">
        <w:rPr>
          <w:rtl/>
        </w:rPr>
        <w:t xml:space="preserve"> کے لحاظ سے ہے اور وہ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کہ جس پر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قائم ہے صرف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مصلحت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مصلحت صرف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معنو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رابطہ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ہے اس پر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موجود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ہے۔ممکن ہے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مصلحت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کے لئے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انتباہ ہوکہ تمہارااہل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ت“کے</w:t>
      </w:r>
      <w:r w:rsidRPr="00CD3FC2">
        <w:rPr>
          <w:rtl/>
        </w:rPr>
        <w:t xml:space="preserve"> ساتھ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رابطہ اور ہے ،اس لئے اپنے اعمال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رہنا،نہ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وہ خود”</w:t>
      </w:r>
      <w:r w:rsidRPr="00CD3FC2">
        <w:rPr>
          <w:rFonts w:hint="eastAsia"/>
          <w:rtl/>
        </w:rPr>
        <w:t>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مصداق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جہتوں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ثابت ہو تا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کا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قبل اور بعد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کے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سے متفاوت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 الگ الگ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،ا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مستقل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رکھتا ہے جس کا دوسرے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ربط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ہے۔وہ جہت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حسب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جہت:پ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کا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سرزنش کے ساتھ ہے)چنانچہ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  <w:lang w:bidi="fa-IR"/>
        </w:rPr>
        <w:t>۲۸</w:t>
      </w:r>
      <w:r w:rsidRPr="00CD3FC2">
        <w:rPr>
          <w:rtl/>
        </w:rPr>
        <w:t xml:space="preserve"> کے بعدغورکرنے سے معلوم ہو تا ہے)اوران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ستائش اور تعر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ہے،جبکہ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وبزرگ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اورمدح و ستا ئش ہے </w:t>
      </w:r>
      <w:r w:rsidRPr="00CD3FC2">
        <w:rPr>
          <w:rFonts w:hint="eastAsia"/>
          <w:rtl/>
        </w:rPr>
        <w:t>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ہو 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اور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روشن و نما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ہو جا تا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جہت: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مستقل ہے اورآنحضرت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مستقل ہے چنانچہ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نے اپنے حق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نفقہ کاتقاضا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تھا لہذا مذکورہ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مناسبت سے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حاصل کرنے کے لئے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جاسکتا ہے۔</w:t>
      </w:r>
    </w:p>
    <w:p w:rsidR="00C35E0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 ہم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 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اور اس کے بعد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ترجمہ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جسے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نے ان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</w:t>
      </w:r>
    </w:p>
    <w:p w:rsidR="00C35E02" w:rsidRDefault="00C35E0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BD32E1" w:rsidP="00C856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اا</w:t>
      </w:r>
      <w:r w:rsidR="00E17DF7" w:rsidRPr="00C35E02">
        <w:rPr>
          <w:rStyle w:val="libAieChar"/>
          <w:rFonts w:hint="cs"/>
          <w:rtl/>
        </w:rPr>
        <w:t>ٴیّ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االنبیّ</w:t>
      </w:r>
      <w:r w:rsidR="00E17DF7" w:rsidRPr="00C35E02">
        <w:rPr>
          <w:rStyle w:val="libAieChar"/>
          <w:rtl/>
        </w:rPr>
        <w:t xml:space="preserve"> قل لازواجک ان کنتنّ تردن الح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وةالدن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ا</w:t>
      </w:r>
      <w:r w:rsidR="00E17DF7" w:rsidRPr="00C35E02">
        <w:rPr>
          <w:rStyle w:val="libAieChar"/>
          <w:rtl/>
        </w:rPr>
        <w:t xml:space="preserve"> وز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نت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ا</w:t>
      </w:r>
      <w:r w:rsidR="00E17DF7" w:rsidRPr="00C35E02">
        <w:rPr>
          <w:rStyle w:val="libAieChar"/>
          <w:rtl/>
        </w:rPr>
        <w:t xml:space="preserve"> فتعال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ن</w:t>
      </w:r>
      <w:r w:rsidR="00E17DF7" w:rsidRPr="00C35E02">
        <w:rPr>
          <w:rStyle w:val="libAieChar"/>
          <w:rtl/>
        </w:rPr>
        <w:t xml:space="preserve"> ا</w:t>
      </w:r>
      <w:r w:rsidR="00E17DF7" w:rsidRPr="00C35E02">
        <w:rPr>
          <w:rStyle w:val="libAieChar"/>
          <w:rFonts w:hint="cs"/>
          <w:rtl/>
        </w:rPr>
        <w:t>ٴُ</w:t>
      </w:r>
      <w:r w:rsidR="00E17DF7" w:rsidRPr="00C35E02">
        <w:rPr>
          <w:rStyle w:val="libAieChar"/>
          <w:rFonts w:hint="eastAsia"/>
          <w:rtl/>
        </w:rPr>
        <w:t>مّتعکنّ</w:t>
      </w:r>
      <w:r w:rsidR="00E17DF7" w:rsidRPr="00C35E02">
        <w:rPr>
          <w:rStyle w:val="libAieChar"/>
          <w:rtl/>
        </w:rPr>
        <w:t xml:space="preserve"> وا</w:t>
      </w:r>
      <w:r w:rsidR="00E17DF7" w:rsidRPr="00C35E02">
        <w:rPr>
          <w:rStyle w:val="libAieChar"/>
          <w:rFonts w:hint="cs"/>
          <w:rtl/>
        </w:rPr>
        <w:t>ٴُ</w:t>
      </w:r>
      <w:r w:rsidR="00E17DF7" w:rsidRPr="00C35E02">
        <w:rPr>
          <w:rStyle w:val="libAieChar"/>
          <w:rFonts w:hint="eastAsia"/>
          <w:rtl/>
        </w:rPr>
        <w:t>سرّحکنّ</w:t>
      </w:r>
      <w:r w:rsidR="00E17DF7" w:rsidRPr="00C35E02">
        <w:rPr>
          <w:rStyle w:val="libAieChar"/>
          <w:rtl/>
        </w:rPr>
        <w:t xml:space="preserve"> سراحاًجم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لاً</w:t>
      </w:r>
      <w:r w:rsidR="00E17DF7" w:rsidRPr="00C35E02">
        <w:rPr>
          <w:rStyle w:val="libAieChar"/>
          <w:rFonts w:hint="cs"/>
          <w:rtl/>
        </w:rPr>
        <w:t>وإن کنتنّتردن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ورسول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والدار الآخرة فإنّ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اٴ</w:t>
      </w:r>
      <w:r w:rsidR="00E17DF7" w:rsidRPr="00C35E02">
        <w:rPr>
          <w:rStyle w:val="libAieChar"/>
          <w:rFonts w:hint="eastAsia"/>
          <w:rtl/>
        </w:rPr>
        <w:t>عدّ</w:t>
      </w:r>
      <w:r w:rsidR="00E17DF7" w:rsidRPr="00C35E02">
        <w:rPr>
          <w:rStyle w:val="libAieChar"/>
          <w:rtl/>
        </w:rPr>
        <w:t xml:space="preserve"> للمحسنات منکنّ ا</w:t>
      </w:r>
      <w:r w:rsidR="00E17DF7" w:rsidRPr="00C35E02">
        <w:rPr>
          <w:rStyle w:val="libAieChar"/>
          <w:rFonts w:hint="cs"/>
          <w:rtl/>
        </w:rPr>
        <w:t>ٴ</w:t>
      </w:r>
      <w:r w:rsidR="00E17DF7" w:rsidRPr="00C35E02">
        <w:rPr>
          <w:rStyle w:val="libAieChar"/>
          <w:rFonts w:hint="eastAsia"/>
          <w:rtl/>
        </w:rPr>
        <w:t>جراً</w:t>
      </w:r>
      <w:r w:rsidR="00E17DF7" w:rsidRPr="00C35E02">
        <w:rPr>
          <w:rStyle w:val="libAieChar"/>
          <w:rtl/>
        </w:rPr>
        <w:t xml:space="preserve"> عظ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ماً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انساء</w:t>
      </w:r>
      <w:r w:rsidR="00E17DF7" w:rsidRPr="00C35E02">
        <w:rPr>
          <w:rStyle w:val="libAieChar"/>
          <w:rtl/>
        </w:rPr>
        <w:t xml:space="preserve"> النب</w:t>
      </w:r>
      <w:r w:rsidR="00E17DF7" w:rsidRPr="00C35E02">
        <w:rPr>
          <w:rStyle w:val="libAieChar"/>
          <w:rFonts w:hint="cs"/>
          <w:rtl/>
        </w:rPr>
        <w:t>یّ</w:t>
      </w:r>
      <w:r w:rsidR="00E17DF7" w:rsidRPr="00C35E02">
        <w:rPr>
          <w:rStyle w:val="libAieChar"/>
          <w:rtl/>
        </w:rPr>
        <w:t xml:space="preserve"> من 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ا</w:t>
      </w:r>
      <w:r w:rsidR="00E17DF7" w:rsidRPr="00C35E02">
        <w:rPr>
          <w:rStyle w:val="libAieChar"/>
          <w:rFonts w:hint="cs"/>
          <w:rtl/>
        </w:rPr>
        <w:t>ٴ</w:t>
      </w:r>
      <w:r w:rsidR="00E17DF7" w:rsidRPr="00C35E02">
        <w:rPr>
          <w:rStyle w:val="libAieChar"/>
          <w:rFonts w:hint="eastAsia"/>
          <w:rtl/>
        </w:rPr>
        <w:t>ت</w:t>
      </w:r>
      <w:r w:rsidR="00E17DF7" w:rsidRPr="00C35E02">
        <w:rPr>
          <w:rStyle w:val="libAieChar"/>
          <w:rtl/>
        </w:rPr>
        <w:t xml:space="preserve"> منکنّ بفاحشة مب</w:t>
      </w:r>
      <w:r w:rsidR="00E17DF7" w:rsidRPr="00C35E02">
        <w:rPr>
          <w:rStyle w:val="libAieChar"/>
          <w:rFonts w:hint="cs"/>
          <w:rtl/>
        </w:rPr>
        <w:t>یّ</w:t>
      </w:r>
      <w:r w:rsidR="00E17DF7" w:rsidRPr="00C35E02">
        <w:rPr>
          <w:rStyle w:val="libAieChar"/>
          <w:rFonts w:hint="eastAsia"/>
          <w:rtl/>
        </w:rPr>
        <w:t>نة</w:t>
      </w:r>
      <w:r w:rsidR="00E17DF7" w:rsidRPr="00C35E02">
        <w:rPr>
          <w:rStyle w:val="libAieChar"/>
          <w:rtl/>
        </w:rPr>
        <w:t xml:space="preserve"> 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ضاعف</w:t>
      </w:r>
      <w:r w:rsidR="00E17DF7" w:rsidRPr="00C35E02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ا العذاب </w:t>
      </w:r>
      <w:r w:rsidR="00E17DF7" w:rsidRPr="00C35E02">
        <w:rPr>
          <w:rStyle w:val="libAieChar"/>
          <w:rFonts w:hint="eastAsia"/>
          <w:rtl/>
        </w:rPr>
        <w:t>ضعف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ن</w:t>
      </w:r>
      <w:r w:rsidR="00E17DF7" w:rsidRPr="00C35E02">
        <w:rPr>
          <w:rStyle w:val="libAieChar"/>
          <w:rtl/>
        </w:rPr>
        <w:t xml:space="preserve"> وکان ذلک عل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ی</w:t>
      </w:r>
      <w:r w:rsidR="00E17DF7" w:rsidRPr="00C35E02">
        <w:rPr>
          <w:rStyle w:val="libAieChar"/>
          <w:rFonts w:hint="eastAsia"/>
          <w:rtl/>
        </w:rPr>
        <w:t>س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راًً</w:t>
      </w:r>
      <w:r w:rsidR="00E17DF7" w:rsidRPr="00C35E02">
        <w:rPr>
          <w:rStyle w:val="libAieChar"/>
          <w:rtl/>
        </w:rPr>
        <w:t xml:space="preserve"> ومن 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قنت</w:t>
      </w:r>
      <w:r w:rsidR="00E17DF7" w:rsidRPr="00C35E02">
        <w:rPr>
          <w:rStyle w:val="libAieChar"/>
          <w:rtl/>
        </w:rPr>
        <w:t xml:space="preserve"> منکنّ 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ورسول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وتعمل صالحاً نؤت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ااجر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امرّتی</w:t>
      </w:r>
      <w:r w:rsidR="00E17DF7" w:rsidRPr="00C35E02">
        <w:rPr>
          <w:rStyle w:val="libAieChar"/>
          <w:rFonts w:hint="eastAsia"/>
          <w:rtl/>
        </w:rPr>
        <w:t>ن</w:t>
      </w:r>
      <w:r w:rsidR="00E17DF7" w:rsidRPr="00C35E02">
        <w:rPr>
          <w:rStyle w:val="libAieChar"/>
          <w:rtl/>
        </w:rPr>
        <w:t xml:space="preserve"> وا</w:t>
      </w:r>
      <w:r w:rsidR="00E17DF7" w:rsidRPr="00C35E02">
        <w:rPr>
          <w:rStyle w:val="libAieChar"/>
          <w:rFonts w:hint="cs"/>
          <w:rtl/>
        </w:rPr>
        <w:t>ٴ</w:t>
      </w:r>
      <w:r w:rsidR="00E17DF7" w:rsidRPr="00C35E02">
        <w:rPr>
          <w:rStyle w:val="libAieChar"/>
          <w:rFonts w:hint="eastAsia"/>
          <w:rtl/>
        </w:rPr>
        <w:t>عتد</w:t>
      </w:r>
      <w:r w:rsidR="00E17DF7" w:rsidRPr="00C35E02">
        <w:rPr>
          <w:rStyle w:val="libAieChar"/>
          <w:rtl/>
        </w:rPr>
        <w:t xml:space="preserve"> نا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ارزقاً کری</w:t>
      </w:r>
      <w:r w:rsidR="00E17DF7" w:rsidRPr="00C35E02">
        <w:rPr>
          <w:rStyle w:val="libAieChar"/>
          <w:rFonts w:hint="eastAsia"/>
          <w:rtl/>
        </w:rPr>
        <w:t>ماً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انساء</w:t>
      </w:r>
      <w:r w:rsidR="00E17DF7" w:rsidRPr="00C35E02">
        <w:rPr>
          <w:rStyle w:val="libAieChar"/>
          <w:rtl/>
        </w:rPr>
        <w:t xml:space="preserve"> النب</w:t>
      </w:r>
      <w:r w:rsidR="00E17DF7" w:rsidRPr="00C35E02">
        <w:rPr>
          <w:rStyle w:val="libAieChar"/>
          <w:rFonts w:hint="cs"/>
          <w:rtl/>
        </w:rPr>
        <w:t>یّ</w:t>
      </w:r>
      <w:r w:rsidR="00E17DF7" w:rsidRPr="00C35E02">
        <w:rPr>
          <w:rStyle w:val="libAieChar"/>
          <w:rtl/>
        </w:rPr>
        <w:t xml:space="preserve"> لستنّ کا</w:t>
      </w:r>
      <w:r w:rsidR="00E17DF7" w:rsidRPr="00C35E02">
        <w:rPr>
          <w:rStyle w:val="libAieChar"/>
          <w:rFonts w:hint="cs"/>
          <w:rtl/>
        </w:rPr>
        <w:t>ٴ</w:t>
      </w:r>
      <w:r w:rsidR="00E17DF7" w:rsidRPr="00C35E02">
        <w:rPr>
          <w:rStyle w:val="libAieChar"/>
          <w:rFonts w:hint="eastAsia"/>
          <w:rtl/>
        </w:rPr>
        <w:t>حد</w:t>
      </w:r>
      <w:r w:rsidR="00E17DF7" w:rsidRPr="00C35E02">
        <w:rPr>
          <w:rStyle w:val="libAieChar"/>
          <w:rtl/>
        </w:rPr>
        <w:t xml:space="preserve"> من النساء إن اتق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تنّ</w:t>
      </w:r>
      <w:r w:rsidR="00E17DF7" w:rsidRPr="00C35E02">
        <w:rPr>
          <w:rStyle w:val="libAieChar"/>
          <w:rtl/>
        </w:rPr>
        <w:t xml:space="preserve"> فلا تخضعن بالقول ف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طمع</w:t>
      </w:r>
      <w:r w:rsidR="00E17DF7" w:rsidRPr="00C35E02">
        <w:rPr>
          <w:rStyle w:val="libAieChar"/>
          <w:rtl/>
        </w:rPr>
        <w:t xml:space="preserve"> الذ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tl/>
        </w:rPr>
        <w:t xml:space="preserve"> ف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tl/>
        </w:rPr>
        <w:t xml:space="preserve"> قلب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مرض وقلن قولاً معروفاًوقرن فی</w:t>
      </w:r>
      <w:r w:rsidR="00E17DF7" w:rsidRPr="00C35E02">
        <w:rPr>
          <w:rStyle w:val="libAieChar"/>
          <w:rtl/>
        </w:rPr>
        <w:t xml:space="preserve"> ب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وتکنّ</w:t>
      </w:r>
      <w:r w:rsidR="00E17DF7" w:rsidRPr="00C35E02">
        <w:rPr>
          <w:rStyle w:val="libAieChar"/>
          <w:rtl/>
        </w:rPr>
        <w:t xml:space="preserve"> ولا تبرّجن الجا 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لی</w:t>
      </w:r>
      <w:r w:rsidR="00E17DF7" w:rsidRPr="00C35E02">
        <w:rPr>
          <w:rStyle w:val="libAieChar"/>
          <w:rFonts w:hint="eastAsia"/>
          <w:rtl/>
        </w:rPr>
        <w:t>ة</w:t>
      </w:r>
      <w:r w:rsidR="00E17DF7" w:rsidRPr="00C35E02">
        <w:rPr>
          <w:rStyle w:val="libAieChar"/>
          <w:rtl/>
        </w:rPr>
        <w:t xml:space="preserve"> الاُول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tl/>
        </w:rPr>
        <w:t xml:space="preserve"> وا</w:t>
      </w:r>
      <w:r w:rsidR="00E17DF7" w:rsidRPr="00C35E02">
        <w:rPr>
          <w:rStyle w:val="libAieChar"/>
          <w:rFonts w:hint="cs"/>
          <w:rtl/>
        </w:rPr>
        <w:t>ٴ</w:t>
      </w:r>
      <w:r w:rsidR="00E17DF7" w:rsidRPr="00C35E02">
        <w:rPr>
          <w:rStyle w:val="libAieChar"/>
          <w:rFonts w:hint="eastAsia"/>
          <w:rtl/>
        </w:rPr>
        <w:t>قمن</w:t>
      </w:r>
      <w:r w:rsidR="00E17DF7" w:rsidRPr="00C35E02">
        <w:rPr>
          <w:rStyle w:val="libAieChar"/>
          <w:rtl/>
        </w:rPr>
        <w:t xml:space="preserve"> الصلوة وء ات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ن</w:t>
      </w:r>
      <w:r w:rsidR="00E17DF7" w:rsidRPr="00C35E02">
        <w:rPr>
          <w:rStyle w:val="libAieChar"/>
          <w:rtl/>
        </w:rPr>
        <w:t xml:space="preserve"> الزکوة وا</w:t>
      </w:r>
      <w:r w:rsidR="00E17DF7" w:rsidRPr="00C35E02">
        <w:rPr>
          <w:rStyle w:val="libAieChar"/>
          <w:rFonts w:hint="cs"/>
          <w:rtl/>
        </w:rPr>
        <w:t>ٴ</w:t>
      </w:r>
      <w:r w:rsidR="00E17DF7" w:rsidRPr="00C35E02">
        <w:rPr>
          <w:rStyle w:val="libAieChar"/>
          <w:rFonts w:hint="eastAsia"/>
          <w:rtl/>
        </w:rPr>
        <w:t>طعن</w:t>
      </w:r>
      <w:r w:rsidR="00E17DF7" w:rsidRPr="00C35E02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ورسول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إنّما ی</w:t>
      </w:r>
      <w:r w:rsidR="00E17DF7" w:rsidRPr="00C35E02">
        <w:rPr>
          <w:rStyle w:val="libAieChar"/>
          <w:rFonts w:hint="eastAsia"/>
          <w:rtl/>
        </w:rPr>
        <w:t>ر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د</w:t>
      </w:r>
      <w:r w:rsidR="00E17DF7" w:rsidRPr="00C35E02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لی</w:t>
      </w:r>
      <w:r w:rsidR="00E17DF7" w:rsidRPr="00C35E02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ب</w:t>
      </w:r>
      <w:r w:rsidR="00E17DF7" w:rsidRPr="00C35E02">
        <w:rPr>
          <w:rStyle w:val="libAieChar"/>
          <w:rtl/>
        </w:rPr>
        <w:t xml:space="preserve"> عنکم الرجس ا</w:t>
      </w:r>
      <w:r w:rsidR="00E17DF7" w:rsidRPr="00C35E02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ل</w:t>
      </w:r>
      <w:r w:rsidR="00E17DF7" w:rsidRPr="00C35E02">
        <w:rPr>
          <w:rStyle w:val="libAieChar"/>
          <w:rtl/>
        </w:rPr>
        <w:t xml:space="preserve"> الب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ت</w:t>
      </w:r>
      <w:r w:rsidR="00E17DF7" w:rsidRPr="00C35E02">
        <w:rPr>
          <w:rStyle w:val="libAieChar"/>
          <w:rtl/>
        </w:rPr>
        <w:t xml:space="preserve"> و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ّرکم</w:t>
      </w:r>
      <w:r w:rsidR="00E17DF7" w:rsidRPr="00C35E02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راً</w:t>
      </w:r>
      <w:r w:rsidR="00E17DF7" w:rsidRPr="00C35E02">
        <w:rPr>
          <w:rStyle w:val="libAieChar"/>
          <w:rFonts w:hint="cs"/>
          <w:rtl/>
        </w:rPr>
        <w:t>واذکرن مای</w:t>
      </w:r>
      <w:r w:rsidR="00E17DF7" w:rsidRPr="00C35E02">
        <w:rPr>
          <w:rStyle w:val="libAieChar"/>
          <w:rFonts w:hint="eastAsia"/>
          <w:rtl/>
        </w:rPr>
        <w:t>تل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tl/>
        </w:rPr>
        <w:t xml:space="preserve"> ف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tl/>
        </w:rPr>
        <w:t xml:space="preserve"> ب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وتکنّ</w:t>
      </w:r>
      <w:r w:rsidR="00E17DF7" w:rsidRPr="00C35E02">
        <w:rPr>
          <w:rStyle w:val="libAieChar"/>
          <w:rtl/>
        </w:rPr>
        <w:t xml:space="preserve"> من آ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ات</w:t>
      </w:r>
      <w:r w:rsidR="00E17DF7" w:rsidRPr="00C35E02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والحکمةإنّ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کان لطی</w:t>
      </w:r>
      <w:r w:rsidR="00E17DF7" w:rsidRPr="00C35E02">
        <w:rPr>
          <w:rStyle w:val="libAieChar"/>
          <w:rFonts w:hint="eastAsia"/>
          <w:rtl/>
        </w:rPr>
        <w:t>فاًخب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را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C85646">
        <w:rPr>
          <w:rFonts w:hint="cs"/>
          <w:rtl/>
        </w:rPr>
        <w:t>(</w:t>
      </w:r>
      <w:r w:rsidR="000B693F" w:rsidRPr="00CD3FC2">
        <w:rPr>
          <w:rtl/>
        </w:rPr>
        <w:t>احزاب/</w:t>
      </w:r>
      <w:r w:rsidR="000B693F" w:rsidRPr="00CD3FC2">
        <w:rPr>
          <w:rtl/>
          <w:lang w:bidi="fa-IR"/>
        </w:rPr>
        <w:t>۲۸</w:t>
      </w:r>
      <w:r w:rsidR="000B693F" w:rsidRPr="00CD3FC2">
        <w:rPr>
          <w:rtl/>
        </w:rPr>
        <w:t>۔</w:t>
      </w:r>
      <w:r w:rsidR="000B693F" w:rsidRPr="00CD3FC2">
        <w:rPr>
          <w:rtl/>
          <w:lang w:bidi="fa-IR"/>
        </w:rPr>
        <w:t>۳۴)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!آپ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کہد جئے کہ اگر تم سب زندگان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طلبگارہوتوآؤ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تمہارامہرتمھ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دوں</w:t>
      </w:r>
      <w:r w:rsidRPr="00CD3FC2">
        <w:rPr>
          <w:rtl/>
        </w:rPr>
        <w:t xml:space="preserve"> اورخوبصورت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ساتھ رخصت کردوں اوراگراللہ اور رسول اورآخرت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طلبگار ہو تو خدا نے تم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کردار عورتوں کے لئے اجر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۔اے زن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غمبرجو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کھل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کاارتکاب کرے گااس کو دھرا عذاب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گا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بات خد اکے لئے بہت آسان ہے۔اورجوبھ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خدااوررسول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کرے اورن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عمل انجام دے اسے دہرا اجر عطا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گا اورہم نے اس کے لئے بہتر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رزق فراہم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۔اے زنان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!تم اگر تقو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کرو تو تمھارامرتبہ عام عورتوں کے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ہے،لہذا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آدم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نازک</w:t>
      </w:r>
      <w:r w:rsidRPr="00CD3FC2">
        <w:rPr>
          <w:rFonts w:hint="cs"/>
          <w:rtl/>
        </w:rPr>
        <w:t>ی</w:t>
      </w:r>
      <w:r w:rsidRPr="00CD3FC2">
        <w:rPr>
          <w:rtl/>
        </w:rPr>
        <w:t>)دل لبھانے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 سے بات نہ کرو کہ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مار</w:t>
      </w:r>
      <w:r w:rsidRPr="00CD3FC2">
        <w:rPr>
          <w:rtl/>
        </w:rPr>
        <w:t xml:space="preserve"> دل افراد کوتمہار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طمع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</w:t>
      </w:r>
      <w:r w:rsidRPr="00CD3FC2">
        <w:rPr>
          <w:rtl/>
        </w:rPr>
        <w:t xml:space="preserve"> ہو اور 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شہ</w:t>
      </w:r>
      <w:r w:rsidRPr="00CD3FC2">
        <w:rPr>
          <w:rtl/>
        </w:rPr>
        <w:t xml:space="preserve"> شائستہ و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بات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کرواور اپنے گھروں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رہواور جاہل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زما نہ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بناؤ سنگار نہ کرواور نماز قائم کرو اورزکوةادا کرو اوراللہ اوراس کے رسول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کرو۔بس اللہ کا ارادہ ہے اے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!کہ تم سے ہر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دور رکھے اوراس طرح 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رکھے جوپاک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رکھنے کا حق ہے۔اورازواج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!تمھارے گھروں 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جن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الہٰ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حکمت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باتوں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تلاوت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ادرکھو</w:t>
      </w:r>
      <w:r w:rsidRPr="00CD3FC2">
        <w:rPr>
          <w:rtl/>
        </w:rPr>
        <w:t xml:space="preserve"> خدا لط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اور ہرشے سے آگاہ ہے۔“</w:t>
      </w:r>
    </w:p>
    <w:p w:rsidR="00C35E02" w:rsidRDefault="00C35E0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نے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الزب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سے اوراس نے جابر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C35E02">
      <w:pPr>
        <w:pStyle w:val="libNormal"/>
        <w:rPr>
          <w:rtl/>
        </w:rPr>
      </w:pPr>
      <w:r w:rsidRPr="00CD3FC2">
        <w:rPr>
          <w:rFonts w:hint="eastAsia"/>
          <w:rtl/>
        </w:rPr>
        <w:t>”لوگ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(ص)کے گھر کے سامنے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ٹھے</w:t>
      </w:r>
      <w:r w:rsidRPr="00CD3FC2">
        <w:rPr>
          <w:rtl/>
        </w:rPr>
        <w:t xml:space="preserve"> تھے،اس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ابوبکراورعمرآگئے اورداخل خا نہ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اجازت چاہ</w:t>
      </w:r>
      <w:r w:rsidRPr="00CD3FC2">
        <w:rPr>
          <w:rFonts w:hint="cs"/>
          <w:rtl/>
        </w:rPr>
        <w:t>ی</w:t>
      </w:r>
      <w:r w:rsidRPr="00CD3FC2">
        <w:rPr>
          <w:rtl/>
        </w:rPr>
        <w:t>۔پہلے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اجازت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>۔جب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اجازت مل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وہ خا نہ رسول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ہوئے توانہوں نے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کھاکہ</w:t>
      </w:r>
      <w:r w:rsidRPr="00CD3FC2">
        <w:rPr>
          <w:rtl/>
        </w:rPr>
        <w:t xml:space="preserve"> آنحضرت (ص)ب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ٹھے</w:t>
      </w:r>
      <w:r w:rsidRPr="00CD3FC2">
        <w:rPr>
          <w:rtl/>
        </w:rPr>
        <w:t xml:space="preserve">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آپکے گردب</w:t>
      </w:r>
      <w:r w:rsidRPr="00CD3FC2">
        <w:rPr>
          <w:rFonts w:hint="cs"/>
          <w:rtl/>
        </w:rPr>
        <w:t>ی</w:t>
      </w:r>
      <w:r w:rsidRPr="00CD3FC2">
        <w:rPr>
          <w:rtl/>
        </w:rPr>
        <w:t>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،خاموش تھے۔عمر نے آنحضرت (ص)کو ہنسا نے کے قصد سے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اللہ!اگرآپ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کھتے</w:t>
      </w:r>
      <w:r w:rsidRPr="00CD3FC2">
        <w:rPr>
          <w:rtl/>
        </w:rPr>
        <w:t xml:space="preserve"> کہ بنت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>) اس سے مراد عمر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زوجہ ہے) نے جب مجھ سے نفقہ کا تقاضا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تو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پٹائ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>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سن کرپ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ہنسے کہ آپکے دندان مبارک ظاہر ہوگئے۔پ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)م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>)م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گردجمع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 ور مجھ سے)ب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شتر</w:t>
      </w:r>
      <w:r w:rsidRPr="00CD3FC2">
        <w:rPr>
          <w:rtl/>
        </w:rPr>
        <w:t>)نفقہ کا تقاضا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وقت ابوبکرعائشہ کو مار نے کے لئے آگے بڑھے اور عمر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اٹھے اوردونوں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نص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حت</w:t>
      </w:r>
      <w:r w:rsidRPr="00CD3FC2">
        <w:rPr>
          <w:rtl/>
        </w:rPr>
        <w:t xml:space="preserve"> کر تے ہو ئے کہا:تم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زکامطالبہ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ہوجوپ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کے پا س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ہے؟آنحضرت (ص)نے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مار نے سے منع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۔اس قض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بعد آنحضرت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نے کہا:ہم آج کے بعد سے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(ص)سے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کا تقاضا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گے،جوان کے پاس موجود نہ ہو۔خدا وند متعال نے مذکورہ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کو نازل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آنحضرت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زوج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طلاق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آنحضرت کو چھوڑ کے جا نے کا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  <w:r w:rsidR="00C35E02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>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،آنحضرت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ازواج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نزول۔جبکہ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پنجتن آل عبا اورائمہ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سے متعلق ہے۔اس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اورحد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 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تعداد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۔ہم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چند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کا ذکر ا</w:t>
      </w:r>
      <w:r w:rsidRPr="00CD3FC2">
        <w:rPr>
          <w:rFonts w:hint="eastAsia"/>
          <w:rtl/>
        </w:rPr>
        <w:t>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</w:t>
      </w:r>
    </w:p>
    <w:p w:rsidR="00C35E02" w:rsidRPr="00C35E02" w:rsidRDefault="00C35E0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۳،ص۴۹۱</w:t>
      </w:r>
    </w:p>
    <w:p w:rsidR="00C35E02" w:rsidRDefault="00C35E0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ازواج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نزول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احتمالاً کئ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سالوں کا فاصلہ ہے۔اب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 کے در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وحدت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کے قول کو تسل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سکتا ہے اورک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اان</w:t>
      </w:r>
      <w:r w:rsidRPr="00CD3FC2">
        <w:rPr>
          <w:rtl/>
        </w:rPr>
        <w:t xml:space="preserve"> دو مختلف واقعات کو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ضم کرکے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توج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جہت: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کے انعقادکو مختل کرنے کاا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اورسبب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نے والا اختلاف ہے۔مجموع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طورپر مذکورہ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جمع مونث مخاطب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tl/>
          <w:lang w:bidi="fa-IR"/>
        </w:rPr>
        <w:t>۲۲</w:t>
      </w:r>
      <w:r w:rsidRPr="00CD3FC2">
        <w:rPr>
          <w:rtl/>
        </w:rPr>
        <w:t>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</w:t>
      </w:r>
      <w:r w:rsidRPr="00CD3FC2">
        <w:rPr>
          <w:rtl/>
          <w:lang w:bidi="fa-IR"/>
        </w:rPr>
        <w:t>۲۰</w:t>
      </w:r>
      <w:r w:rsidRPr="00CD3FC2">
        <w:rPr>
          <w:rtl/>
        </w:rPr>
        <w:t>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رسے</w:t>
      </w:r>
      <w:r w:rsidRPr="00CD3FC2">
        <w:rPr>
          <w:rtl/>
        </w:rPr>
        <w:t xml:space="preserve"> پہلے اوردوضم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بعداستعمال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ں،جبکہ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مخاطب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اوردونوں مذکر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۔اس اختلاف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محقق ہوسکتا 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اعتراض</w:t>
      </w:r>
      <w:r w:rsidRPr="00CD3FC2">
        <w:rPr>
          <w:rtl/>
        </w:rPr>
        <w:t>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”عنکم“اور”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طھّرکم“سے</w:t>
      </w:r>
      <w:r w:rsidRPr="00CD3FC2">
        <w:rPr>
          <w:rtl/>
        </w:rPr>
        <w:t xml:space="preserve"> مراد صرف مرد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عورتوں کے علاوہ خود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تھے۔اس لئے”کم“ک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آئ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ادب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قسم کے استعمال کو ”تغل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ب“کہتے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</w:t>
      </w:r>
      <w:r w:rsidRPr="00CD3FC2">
        <w:rPr>
          <w:rFonts w:hint="eastAsia"/>
          <w:rtl/>
        </w:rPr>
        <w:t>اگر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حکم کا ذکرکرنا چاہ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دوجنس کے افراد شامل ہوں،تو مذکر کو مونث پر غلبہ دے کر لفظ مذکر کو ذکر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اوراس سے دونوں جنسوں کا ارادہ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</w:t>
      </w:r>
    </w:p>
    <w:p w:rsidR="000B693F" w:rsidRPr="00CD3FC2" w:rsidRDefault="000B693F" w:rsidP="00C35E02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علاوہ،مذکرک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رکا</w:t>
      </w:r>
      <w:r w:rsidRPr="00CD3FC2">
        <w:rPr>
          <w:rtl/>
        </w:rPr>
        <w:t xml:space="preserve"> استعمال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پر کہ جہاں مونث کا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ارادہ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جگہوں پر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کھنے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C35E02">
        <w:rPr>
          <w:rStyle w:val="libAieChar"/>
          <w:rtl/>
        </w:rPr>
        <w:t>قالو اا</w:t>
      </w:r>
      <w:r w:rsidR="00E17DF7" w:rsidRPr="00C35E02">
        <w:rPr>
          <w:rStyle w:val="libAieChar"/>
          <w:rFonts w:hint="cs"/>
          <w:rtl/>
        </w:rPr>
        <w:t>ٴ</w:t>
      </w:r>
      <w:r w:rsidR="00E17DF7" w:rsidRPr="00C35E02">
        <w:rPr>
          <w:rStyle w:val="libAieChar"/>
          <w:rFonts w:hint="eastAsia"/>
          <w:rtl/>
        </w:rPr>
        <w:t>تعجب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ن</w:t>
      </w:r>
      <w:r w:rsidR="00E17DF7" w:rsidRPr="00C35E02">
        <w:rPr>
          <w:rStyle w:val="libAieChar"/>
          <w:rtl/>
        </w:rPr>
        <w:t xml:space="preserve"> من ا</w:t>
      </w:r>
      <w:r w:rsidR="00E17DF7" w:rsidRPr="00C35E02">
        <w:rPr>
          <w:rStyle w:val="libAieChar"/>
          <w:rFonts w:hint="cs"/>
          <w:rtl/>
        </w:rPr>
        <w:t>ٴ</w:t>
      </w:r>
      <w:r w:rsidR="00E17DF7" w:rsidRPr="00C35E02">
        <w:rPr>
          <w:rStyle w:val="libAieChar"/>
          <w:rFonts w:hint="eastAsia"/>
          <w:rtl/>
        </w:rPr>
        <w:t>مراللهرحمت</w:t>
      </w:r>
      <w:r w:rsidR="00E17DF7" w:rsidRPr="00C35E02">
        <w:rPr>
          <w:rStyle w:val="libAieChar"/>
          <w:rtl/>
        </w:rPr>
        <w:t xml:space="preserve"> اللهوبرکات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</w:t>
      </w:r>
      <w:r w:rsidR="00E17DF7" w:rsidRPr="00C35E02">
        <w:rPr>
          <w:rStyle w:val="libAieChar"/>
          <w:rtl/>
        </w:rPr>
        <w:t>عل</w:t>
      </w:r>
      <w:r w:rsidR="00E17DF7" w:rsidRPr="00BA57AE">
        <w:rPr>
          <w:rStyle w:val="libAieChar"/>
          <w:rFonts w:hint="cs"/>
          <w:rtl/>
        </w:rPr>
        <w:t>ي</w:t>
      </w:r>
      <w:r w:rsidR="00E17DF7" w:rsidRPr="00C35E02">
        <w:rPr>
          <w:rStyle w:val="libAieChar"/>
          <w:rFonts w:hint="cs"/>
          <w:rtl/>
        </w:rPr>
        <w:t>کم اٴ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ل</w:t>
      </w:r>
      <w:r w:rsidR="00E17DF7" w:rsidRPr="00C35E02">
        <w:rPr>
          <w:rStyle w:val="libAieChar"/>
          <w:rtl/>
        </w:rPr>
        <w:t xml:space="preserve"> الب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ت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C35E02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کہ حضرت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زوجہ سے خطاب کے بعد جمع مذکر حاضر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اور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عنوان ذکر ہوا ہے۔</w:t>
      </w:r>
    </w:p>
    <w:p w:rsidR="000B693F" w:rsidRDefault="00BD32E1" w:rsidP="00C856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C35E02">
        <w:rPr>
          <w:rStyle w:val="libAieChar"/>
          <w:rtl/>
        </w:rPr>
        <w:t>قال لا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ل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امکثوا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85646">
        <w:rPr>
          <w:rStyle w:val="libFootnotenumChar"/>
          <w:rtl/>
        </w:rPr>
        <w:t xml:space="preserve"> </w:t>
      </w:r>
      <w:r w:rsidR="00C85646" w:rsidRPr="00C85646">
        <w:rPr>
          <w:rStyle w:val="libFootnotenumChar"/>
          <w:rFonts w:hint="cs"/>
          <w:rtl/>
        </w:rPr>
        <w:t>(2)</w:t>
      </w:r>
      <w:r w:rsidR="000B693F" w:rsidRPr="00CD3FC2">
        <w:rPr>
          <w:rtl/>
        </w:rPr>
        <w:t>کہ حضرت موس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عل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اسلام کے اہل خاندان )کہ جس سے</w:t>
      </w:r>
    </w:p>
    <w:p w:rsidR="00C35E02" w:rsidRPr="00C35E02" w:rsidRDefault="00C35E0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 ہود/۷۳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۲۔قصص/۲۹</w:t>
      </w:r>
    </w:p>
    <w:p w:rsidR="00C35E02" w:rsidRDefault="00C35E0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مرادان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زوجہ ہے) کے ذکرکے بعد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رجمع</w:t>
      </w:r>
      <w:r w:rsidRPr="00CD3FC2">
        <w:rPr>
          <w:rtl/>
        </w:rPr>
        <w:t xml:space="preserve"> مذکر حاضر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خطاب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C35E02">
      <w:pPr>
        <w:pStyle w:val="libNormal"/>
        <w:rPr>
          <w:rtl/>
        </w:rPr>
      </w:pPr>
      <w:r w:rsidRPr="00CD3FC2">
        <w:rPr>
          <w:rFonts w:hint="eastAsia"/>
          <w:rtl/>
        </w:rPr>
        <w:t>جواب</w:t>
      </w:r>
      <w:r w:rsidRPr="00CD3FC2">
        <w:rPr>
          <w:rtl/>
        </w:rPr>
        <w:t xml:space="preserve">: ہر کلام کا اصول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الفاظ کو اس کے حق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حمل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اور”اصالة الحق</w:t>
      </w:r>
      <w:r w:rsidR="00C35E02">
        <w:rPr>
          <w:rFonts w:hint="cs"/>
          <w:rtl/>
        </w:rPr>
        <w:t>یق</w:t>
      </w:r>
      <w:r w:rsidRPr="00CD3FC2">
        <w:rPr>
          <w:rtl/>
        </w:rPr>
        <w:t>ة“</w:t>
      </w:r>
      <w:r w:rsidR="00BD32E1">
        <w:rPr>
          <w:rtl/>
        </w:rPr>
        <w:t>ایک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عقلائ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قاعدہ ہے کہ جس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ہر لغت وزبان کے محاورات و مکالمات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استناد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جاتاہے۔</w:t>
      </w:r>
    </w:p>
    <w:p w:rsidR="000B693F" w:rsidRPr="00CD3FC2" w:rsidRDefault="000B693F" w:rsidP="00C35E02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عقلائ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قاعدے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پر جس لفظ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شک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</w:t>
      </w:r>
      <w:r w:rsidRPr="00CD3FC2">
        <w:rPr>
          <w:rtl/>
        </w:rPr>
        <w:t xml:space="preserve"> ہو کہ وہ اپنے حق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ہوا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tl/>
        </w:rPr>
        <w:t xml:space="preserve"> اسے اس کے حق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حمل کرنا چاہے۔ اس لحاظ سے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="00C35E02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دو</w:t>
      </w:r>
      <w:r w:rsidRPr="00CD3FC2">
        <w:rPr>
          <w:rtl/>
        </w:rPr>
        <w:t xml:space="preserve"> جگہ پراستعمال ہوئ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”کم“ک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رسے</w:t>
      </w:r>
      <w:r w:rsidRPr="00CD3FC2">
        <w:rPr>
          <w:rtl/>
        </w:rPr>
        <w:t xml:space="preserve"> مراد اس کے حق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آ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ہء مذکور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تمام افراد اہلب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مذکر تھے، صرف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خارج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 پر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ہوتا ہے 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فہرست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فاطمہ زہراسل</w:t>
      </w: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الله</w:t>
      </w:r>
      <w:r w:rsidR="00C35E02">
        <w:rPr>
          <w:rFonts w:hint="cs"/>
          <w:rtl/>
        </w:rPr>
        <w:t xml:space="preserve"> </w:t>
      </w:r>
      <w:r w:rsidRPr="00CD3FC2">
        <w:rPr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tl/>
        </w:rPr>
        <w:t xml:space="preserve"> اور ان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مونث فرد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 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قاعدئہ”اقرب المجازات“جار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ہوگا۔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ل</w:t>
      </w:r>
      <w:r w:rsidR="009B178F">
        <w:rPr>
          <w:rFonts w:hint="eastAsia"/>
          <w:rtl/>
        </w:rPr>
        <w:t>یک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شواہدکے طور پر پ</w:t>
      </w:r>
      <w:r w:rsidR="00662AF6">
        <w:rPr>
          <w:rtl/>
        </w:rPr>
        <w:t>یش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مونث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مذکر کا استعمال ہوا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استعمال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</w:t>
      </w:r>
      <w:r w:rsidR="00BD32E1">
        <w:rPr>
          <w:rtl/>
        </w:rPr>
        <w:t>ایک</w:t>
      </w:r>
      <w:r w:rsidRPr="00CD3FC2">
        <w:rPr>
          <w:rtl/>
        </w:rPr>
        <w:t xml:space="preserve"> لفظ کا مجاز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استعمال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کے ساتھ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 سکتا ہے کہ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عمل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اور ج</w:t>
      </w:r>
      <w:r w:rsidR="009B178F">
        <w:rPr>
          <w:rtl/>
        </w:rPr>
        <w:t>یس</w:t>
      </w:r>
      <w:r w:rsidRPr="00CD3FC2">
        <w:rPr>
          <w:rtl/>
        </w:rPr>
        <w:t>ا کہ کہا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اکہ</w:t>
      </w:r>
      <w:r w:rsidRPr="00CD3FC2">
        <w:rPr>
          <w:rtl/>
        </w:rPr>
        <w:t xml:space="preserve"> اصل استع</w:t>
      </w:r>
      <w:r w:rsidRPr="00CD3FC2">
        <w:rPr>
          <w:rFonts w:hint="eastAsia"/>
          <w:rtl/>
        </w:rPr>
        <w:t>مال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لفظ اس کے حق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ہواور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نہ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قاعدہ”اقرب المجازات“ک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رعآ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چاہئے۔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C35E02">
      <w:pPr>
        <w:pStyle w:val="Heading2Center"/>
        <w:rPr>
          <w:rtl/>
        </w:rPr>
      </w:pPr>
      <w:bookmarkStart w:id="140" w:name="_Toc508103389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bookmarkEnd w:id="140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="00EB4D70">
        <w:rPr>
          <w:rFonts w:hint="eastAsia"/>
          <w:rtl/>
        </w:rPr>
        <w:t xml:space="preserve"> یع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اور اہل سنت کے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تعداد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ہونے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واضح طور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ہوجاتا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 صرف پنجتن پاک)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پیغ</w:t>
      </w:r>
      <w:r w:rsidRPr="00CD3FC2">
        <w:rPr>
          <w:rtl/>
        </w:rPr>
        <w:t xml:space="preserve">مبر اسلام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EB4D70">
        <w:rPr>
          <w:rtl/>
        </w:rPr>
        <w:t>یو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جہت سے شامل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مذکورہ</w:t>
      </w:r>
    </w:p>
    <w:p w:rsidR="00C35E02" w:rsidRDefault="00C35E0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C85646">
      <w:pPr>
        <w:pStyle w:val="libNormal"/>
        <w:rPr>
          <w:rtl/>
        </w:rPr>
      </w:pPr>
      <w:r w:rsidRPr="00CD3FC2">
        <w:rPr>
          <w:rFonts w:hint="eastAsia"/>
          <w:rtl/>
        </w:rPr>
        <w:t>منابع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اتن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حاکم حسکان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C35E02" w:rsidRPr="00F82107">
        <w:rPr>
          <w:rStyle w:val="libFootnotenumChar"/>
          <w:rFonts w:hint="cs"/>
          <w:rtl/>
        </w:rPr>
        <w:t>(</w:t>
      </w:r>
      <w:r w:rsidR="00C85646" w:rsidRPr="00C40222">
        <w:rPr>
          <w:rStyle w:val="libFootnotenumChar"/>
          <w:rFonts w:hint="cs"/>
          <w:rtl/>
        </w:rPr>
        <w:t>1</w:t>
      </w:r>
      <w:r w:rsidR="00C35E02" w:rsidRPr="00F82107">
        <w:rPr>
          <w:rStyle w:val="libFootnotenumChar"/>
          <w:rFonts w:hint="cs"/>
          <w:rtl/>
        </w:rPr>
        <w:t>)</w:t>
      </w:r>
      <w:r w:rsidRPr="00CD3FC2">
        <w:rPr>
          <w:rtl/>
        </w:rPr>
        <w:t>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کتاب”شواہد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ل“</w:t>
      </w:r>
      <w:r w:rsidRPr="00CD3FC2">
        <w:rPr>
          <w:rtl/>
        </w:rPr>
        <w:t xml:space="preserve"> کے صفحہ</w:t>
      </w:r>
      <w:r w:rsidRPr="00CD3FC2">
        <w:rPr>
          <w:rtl/>
          <w:lang w:bidi="fa-IR"/>
        </w:rPr>
        <w:t>۱۸</w:t>
      </w:r>
      <w:r w:rsidRPr="00CD3FC2">
        <w:rPr>
          <w:rtl/>
        </w:rPr>
        <w:t>سے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کر</w:t>
      </w:r>
      <w:r w:rsidRPr="00CD3FC2">
        <w:rPr>
          <w:rtl/>
          <w:lang w:bidi="fa-IR"/>
        </w:rPr>
        <w:t>۱۴۰</w:t>
      </w:r>
      <w:r w:rsidRPr="00CD3FC2">
        <w:rPr>
          <w:rtl/>
        </w:rPr>
        <w:t>تک انہ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مخصوص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  <w:r w:rsidR="00C35E02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ہم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)حاش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)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سنت</w:t>
      </w:r>
    </w:p>
    <w:p w:rsidR="000B693F" w:rsidRPr="00C35E02" w:rsidRDefault="00C35E0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۱۔ذہب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،تذکرةالحافظ،ج</w:t>
      </w:r>
      <w:r w:rsidRPr="00CD3FC2">
        <w:rPr>
          <w:rtl/>
        </w:rPr>
        <w:t>۲،ص۱۲۰۰پر کہتا ہے:حاکم حسکان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علم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کامل عنا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رکھنے والاا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محکم اورمتقن سند ہے۔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 اسدالغابة/ج۵ص۵۲۱/داراح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الاصابة/ج۲/ص۵۰۹/دارالفکر، اضوائ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/ج۶/ص۵۷۸/عالم الکتب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انساب الاشراف/ج۲/ص۳۵۴/دارالفکر، بحار الانوار،ج۳۵،ازص۲۰۶،باب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تاص۲۳۲ مؤسسة الوفائ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بغداد /ج۹/ص۱۲۶/ وج۱۰/ص۲۷۸/دارالفکر، </w:t>
      </w:r>
      <w:r w:rsidRPr="00CD3FC2">
        <w:rPr>
          <w:rFonts w:hint="eastAsia"/>
          <w:rtl/>
        </w:rPr>
        <w:t>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دمشق/ج۱۳/ص۲۰۳و ۲۰۶و۲۰۷وج۱۴/ ص۱۴۱و۱۴۵،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حاتم /ج۹/ص۳۱۲۹/المکتبة المصربة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السعود/ ج۷/ ص۱۰۳/دارالح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ضاو</w:t>
      </w:r>
      <w:r w:rsidRPr="00CD3FC2">
        <w:rPr>
          <w:rFonts w:hint="cs"/>
          <w:rtl/>
        </w:rPr>
        <w:t>ی</w:t>
      </w:r>
      <w:r w:rsidRPr="00CD3FC2">
        <w:rPr>
          <w:rtl/>
        </w:rPr>
        <w:t>/ج۲۳/ص ۳۸۲/دارالکتاب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فرات الکوف</w:t>
      </w:r>
      <w:r w:rsidRPr="00CD3FC2">
        <w:rPr>
          <w:rFonts w:hint="cs"/>
          <w:rtl/>
        </w:rPr>
        <w:t>ی</w:t>
      </w:r>
      <w:r w:rsidRPr="00CD3FC2">
        <w:rPr>
          <w:rtl/>
        </w:rPr>
        <w:t>/ج۱/ص۳۳۲ تا۳۴۲/مؤسسة النعمان،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القرآن العظ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/ج۳/ص۵۴۸/دارالکتب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اللباب ابن عادل دمشق</w:t>
      </w:r>
      <w:r w:rsidRPr="00CD3FC2">
        <w:rPr>
          <w:rFonts w:hint="cs"/>
          <w:rtl/>
        </w:rPr>
        <w:t>ی</w:t>
      </w:r>
      <w:r w:rsidRPr="00CD3FC2">
        <w:rPr>
          <w:rtl/>
        </w:rPr>
        <w:t>/ج۱۵/ص۵۴۸/ دارالکتاب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الماورد</w:t>
      </w:r>
      <w:r w:rsidRPr="00CD3FC2">
        <w:rPr>
          <w:rFonts w:hint="cs"/>
          <w:rtl/>
        </w:rPr>
        <w:t>ی</w:t>
      </w:r>
      <w:r w:rsidRPr="00CD3FC2">
        <w:rPr>
          <w:rtl/>
        </w:rPr>
        <w:t>/ج۴/ص۴۰۱/دارالمعرفة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التفس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المنبر/ج۲۳/ص۱۴/دارالفکرالمعاصر، تھذ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التھذ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>/ج۲/ص۲۵۸/دارالفکر، جامع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>/ طبر</w:t>
      </w:r>
      <w:r w:rsidRPr="00CD3FC2">
        <w:rPr>
          <w:rFonts w:hint="cs"/>
          <w:rtl/>
        </w:rPr>
        <w:t>ی</w:t>
      </w:r>
      <w:r w:rsidRPr="00CD3FC2">
        <w:rPr>
          <w:rtl/>
        </w:rPr>
        <w:t>/ج۲۲/ص۵/دارالمعرفة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جامع احکام القرآن/ قرطب</w:t>
      </w:r>
      <w:r w:rsidRPr="00CD3FC2">
        <w:rPr>
          <w:rFonts w:hint="cs"/>
          <w:rtl/>
        </w:rPr>
        <w:t>ی</w:t>
      </w:r>
      <w:r w:rsidRPr="00CD3FC2">
        <w:rPr>
          <w:rtl/>
        </w:rPr>
        <w:t>/ج۱۴/ص۱۸۳/دارالفکر، الدار المنثور/ج۶/ص۶۰۴/دارالفکر، ذخائر العقب</w:t>
      </w:r>
      <w:r w:rsidRPr="00CD3FC2">
        <w:rPr>
          <w:rFonts w:hint="cs"/>
          <w:rtl/>
        </w:rPr>
        <w:t>ی</w:t>
      </w:r>
      <w:r w:rsidRPr="00CD3FC2">
        <w:rPr>
          <w:rtl/>
        </w:rPr>
        <w:t>/ص۲۱تا۲۴، روح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>/ج۷/ص۱۷۱/داراح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روح المعان</w:t>
      </w:r>
      <w:r w:rsidRPr="00CD3FC2">
        <w:rPr>
          <w:rFonts w:hint="cs"/>
          <w:rtl/>
        </w:rPr>
        <w:t>ی</w:t>
      </w:r>
      <w:r w:rsidRPr="00CD3FC2">
        <w:rPr>
          <w:rtl/>
        </w:rPr>
        <w:t>/ آلوس</w:t>
      </w:r>
      <w:r w:rsidRPr="00CD3FC2">
        <w:rPr>
          <w:rFonts w:hint="cs"/>
          <w:rtl/>
        </w:rPr>
        <w:t>ی</w:t>
      </w:r>
      <w:r w:rsidRPr="00CD3FC2">
        <w:rPr>
          <w:rtl/>
        </w:rPr>
        <w:t>/ج۲۲/ص۱۴/دار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>/الر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اض</w:t>
      </w:r>
      <w:r w:rsidRPr="00CD3FC2">
        <w:rPr>
          <w:rtl/>
        </w:rPr>
        <w:t xml:space="preserve"> النضرة/ج۲)۴-۴)/ص۱۳۵/دار الندوة الجد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زاد المس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/ ابن جوز</w:t>
      </w:r>
      <w:r w:rsidRPr="00CD3FC2">
        <w:rPr>
          <w:rFonts w:hint="cs"/>
          <w:rtl/>
        </w:rPr>
        <w:t>ی</w:t>
      </w:r>
      <w:r w:rsidRPr="00CD3FC2">
        <w:rPr>
          <w:rtl/>
        </w:rPr>
        <w:t>/ج۶/ص۱۹۸/ دارالفکر، سنن الترمذ</w:t>
      </w:r>
      <w:r w:rsidRPr="00CD3FC2">
        <w:rPr>
          <w:rFonts w:hint="cs"/>
          <w:rtl/>
        </w:rPr>
        <w:t>ی</w:t>
      </w:r>
      <w:r w:rsidRPr="00CD3FC2">
        <w:rPr>
          <w:rtl/>
        </w:rPr>
        <w:t>/ج۵/ص۳۲۸-۳۲۷و ۶۵۶/ دارالفکر، السنن الکبر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/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ھق</w:t>
      </w:r>
      <w:r w:rsidRPr="00CD3FC2">
        <w:rPr>
          <w:rFonts w:hint="cs"/>
          <w:rtl/>
        </w:rPr>
        <w:t>ی</w:t>
      </w:r>
      <w:r w:rsidRPr="00CD3FC2">
        <w:rPr>
          <w:rtl/>
        </w:rPr>
        <w:t>/ ج۲ / ص۱۴۹/ دارالمعرفة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اعلام النبلاء/ ذہب</w:t>
      </w:r>
      <w:r w:rsidRPr="00CD3FC2">
        <w:rPr>
          <w:rFonts w:hint="cs"/>
          <w:rtl/>
        </w:rPr>
        <w:t>ی</w:t>
      </w:r>
      <w:r w:rsidRPr="00CD3FC2">
        <w:rPr>
          <w:rtl/>
        </w:rPr>
        <w:t>/ج۳/ص۲۵۴و ۲۸۳/ مؤسسة الرسالة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شرح السنة بغو</w:t>
      </w:r>
      <w:r w:rsidRPr="00CD3FC2">
        <w:rPr>
          <w:rFonts w:hint="cs"/>
          <w:rtl/>
        </w:rPr>
        <w:t>ی</w:t>
      </w:r>
      <w:r w:rsidRPr="00CD3FC2">
        <w:rPr>
          <w:rtl/>
        </w:rPr>
        <w:t>/ج۱۴/ص۱۱۶/المکتب الاسلام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شواہد التنز</w:t>
      </w:r>
      <w:r w:rsidRPr="00CD3FC2">
        <w:rPr>
          <w:rFonts w:hint="eastAsia"/>
          <w:rtl/>
        </w:rPr>
        <w:t>بل</w:t>
      </w:r>
      <w:r w:rsidRPr="00CD3FC2">
        <w:rPr>
          <w:rtl/>
        </w:rPr>
        <w:t>/ج۲/ص۸۱-۱۴۰/ موسسة الطبع و النشر لوزرارة الارشاد،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ابن حبان/ج۱۵/ص۴۴۲ الٰ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۴۴۳/موسسة 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سالة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مسلم/ج۵/ص۳۷/ کتاب الفضائل باب فضائل / مؤسسة عزالد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فتح القد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/ شوکان</w:t>
      </w:r>
      <w:r w:rsidRPr="00CD3FC2">
        <w:rPr>
          <w:rFonts w:hint="cs"/>
          <w:rtl/>
        </w:rPr>
        <w:t>ی</w:t>
      </w:r>
      <w:r w:rsidRPr="00CD3FC2">
        <w:rPr>
          <w:rtl/>
        </w:rPr>
        <w:t>/ج۴/ص۳۴۹تا۳۵۰/ دار الکتاب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فرائد السمط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/ 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>/ج۱/ص۳۶۷/مؤسسة المحمود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کفا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الطالب/ص۳۷۱تا۳۷۷/داراح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تراث اہل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ت،</w:t>
      </w:r>
      <w:r w:rsidRPr="00CD3FC2">
        <w:rPr>
          <w:rtl/>
        </w:rPr>
        <w:t xml:space="preserve"> مجمع الزوائد/ج۹/ص۱۶۶-۱۶۹/دارالکتب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المستدرک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/ج۲/ص۴۱۶وج۳/ص۱۴۷/دارالمعرفة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مسند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tl/>
        </w:rPr>
        <w:t>/ج۱۲/ ص۳۴۴و۴۵۶/ دار الہامون للتراث، مسند احمد/ج۴/ص۱۰۷وج۶/ص۲۹۲/دارص</w:t>
      </w:r>
      <w:r w:rsidRPr="00CD3FC2">
        <w:rPr>
          <w:rFonts w:hint="eastAsia"/>
          <w:rtl/>
        </w:rPr>
        <w:t>ادر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مسند اسحاق بن راہو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>/ ج۳/ص۶۷۸/مکتبة الا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المنورة، مسندط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الس</w:t>
      </w:r>
      <w:r w:rsidRPr="00CD3FC2">
        <w:rPr>
          <w:rFonts w:hint="cs"/>
          <w:rtl/>
        </w:rPr>
        <w:t>ی</w:t>
      </w:r>
      <w:r w:rsidRPr="00CD3FC2">
        <w:rPr>
          <w:rtl/>
        </w:rPr>
        <w:t>/ص۲۷۴/ دارالکتب اللبنان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مشکل الآثار/ طحاو</w:t>
      </w:r>
      <w:r w:rsidRPr="00CD3FC2">
        <w:rPr>
          <w:rFonts w:hint="cs"/>
          <w:rtl/>
        </w:rPr>
        <w:t>ی</w:t>
      </w:r>
      <w:r w:rsidRPr="00CD3FC2">
        <w:rPr>
          <w:rtl/>
        </w:rPr>
        <w:t>/ج۱/ص۳۳۵/دارالباز، المعجم الصغ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/طبران</w:t>
      </w:r>
      <w:r w:rsidRPr="00CD3FC2">
        <w:rPr>
          <w:rFonts w:hint="cs"/>
          <w:rtl/>
        </w:rPr>
        <w:t>ی</w:t>
      </w:r>
      <w:r w:rsidRPr="00CD3FC2">
        <w:rPr>
          <w:rtl/>
        </w:rPr>
        <w:t>/ج۱/ص ۱۳۵/ دارالفکر، المعجم الاوسط/طبران</w:t>
      </w:r>
      <w:r w:rsidRPr="00CD3FC2">
        <w:rPr>
          <w:rFonts w:hint="cs"/>
          <w:rtl/>
        </w:rPr>
        <w:t>ی</w:t>
      </w:r>
      <w:r w:rsidRPr="00CD3FC2">
        <w:rPr>
          <w:rtl/>
        </w:rPr>
        <w:t>/ج۲/ص۴۹۱/ مکتبة المعارف 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اض،</w:t>
      </w:r>
      <w:r w:rsidRPr="00CD3FC2">
        <w:rPr>
          <w:rtl/>
        </w:rPr>
        <w:t xml:space="preserve"> المعجم 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/طبران</w:t>
      </w:r>
      <w:r w:rsidRPr="00CD3FC2">
        <w:rPr>
          <w:rFonts w:hint="cs"/>
          <w:rtl/>
        </w:rPr>
        <w:t>ی</w:t>
      </w:r>
      <w:r w:rsidRPr="00CD3FC2">
        <w:rPr>
          <w:rtl/>
        </w:rPr>
        <w:t>/ ج۲۳/ ص۲۴۵و۲۸۱و ۲۸۶و ۳۰۸و۳۲۷و۳۳۰و۳۳۳و۳۳۴و۳۳۷و۳۵۷و۳۹۳و۳۹۶، المعرفة و التار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بسو</w:t>
      </w:r>
      <w:r w:rsidRPr="00CD3FC2">
        <w:rPr>
          <w:rFonts w:hint="cs"/>
          <w:rtl/>
        </w:rPr>
        <w:t>ی</w:t>
      </w:r>
      <w:r w:rsidRPr="00CD3FC2">
        <w:rPr>
          <w:rtl/>
        </w:rPr>
        <w:t>/ ج۱/۳۹۸، المنتخب من مسند عبد بن حم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>/ص۱۷۳ و ۳۶۷/عالم الکتب قاہرہ مناقب ابن مغازل</w:t>
      </w:r>
      <w:r w:rsidRPr="00CD3FC2">
        <w:rPr>
          <w:rFonts w:hint="cs"/>
          <w:rtl/>
        </w:rPr>
        <w:t>ی</w:t>
      </w:r>
      <w:r w:rsidRPr="00CD3FC2">
        <w:rPr>
          <w:rtl/>
        </w:rPr>
        <w:t>/ص۳۰۱-۳۰۲/ المکتبةالاسلام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</w:p>
    <w:p w:rsidR="00C35E02" w:rsidRDefault="00C35E0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کے</w:t>
      </w:r>
      <w:r w:rsidRPr="00CD3FC2">
        <w:rPr>
          <w:rtl/>
        </w:rPr>
        <w:t xml:space="preserve"> بعض منابع کا ذکرکرتے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درج ہو 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راد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کا سلسلہ جن اصحاب پرمنتہ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تا ہے وہ حسب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 حضرت فاطمہ زہراء سلام الله</w:t>
      </w:r>
      <w:r w:rsidR="00C35E02">
        <w:rPr>
          <w:rFonts w:hint="cs"/>
          <w:rtl/>
        </w:rPr>
        <w:t xml:space="preserve"> </w:t>
      </w:r>
      <w:r w:rsidRPr="00CD3FC2">
        <w:rPr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 حسن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 انس بن مالک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 براء بن عازب انصار</w:t>
      </w:r>
      <w:r w:rsidRPr="00CD3FC2">
        <w:rPr>
          <w:rFonts w:hint="cs"/>
          <w:rtl/>
        </w:rPr>
        <w:t>ی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۶</w:t>
      </w:r>
      <w:r w:rsidRPr="00CD3FC2">
        <w:rPr>
          <w:rtl/>
        </w:rPr>
        <w:t>۔ جابربن عبد الله انصار</w:t>
      </w:r>
      <w:r w:rsidRPr="00CD3FC2">
        <w:rPr>
          <w:rFonts w:hint="cs"/>
          <w:rtl/>
        </w:rPr>
        <w:t>ی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۷</w:t>
      </w:r>
      <w:r w:rsidRPr="00CD3FC2">
        <w:rPr>
          <w:rtl/>
        </w:rPr>
        <w:t>۔ سعد 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وقاص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۸</w:t>
      </w:r>
      <w:r w:rsidRPr="00CD3FC2">
        <w:rPr>
          <w:rtl/>
        </w:rPr>
        <w:t>۔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مالک)ابو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خدوم</w:t>
      </w:r>
      <w:r w:rsidRPr="00CD3FC2">
        <w:rPr>
          <w:rFonts w:hint="cs"/>
          <w:rtl/>
        </w:rPr>
        <w:t>ی</w:t>
      </w:r>
      <w:r w:rsidRPr="00CD3FC2">
        <w:rPr>
          <w:rtl/>
        </w:rPr>
        <w:t>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۹</w:t>
      </w:r>
      <w:r w:rsidRPr="00CD3FC2">
        <w:rPr>
          <w:rtl/>
        </w:rPr>
        <w:t>۔ عبد اللهبن عباس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۱۰</w:t>
      </w:r>
      <w:r w:rsidRPr="00CD3FC2">
        <w:rPr>
          <w:rtl/>
        </w:rPr>
        <w:t>۔ عبدالله بن جعفرط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۱۱</w:t>
      </w:r>
      <w:r w:rsidRPr="00CD3FC2">
        <w:rPr>
          <w:rtl/>
        </w:rPr>
        <w:t>۔ عائشہ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۲۱</w:t>
      </w:r>
      <w:r w:rsidRPr="00CD3FC2">
        <w:rPr>
          <w:rtl/>
        </w:rPr>
        <w:t>۔ ام سلمہ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۱۳</w:t>
      </w:r>
      <w:r w:rsidRPr="00CD3FC2">
        <w:rPr>
          <w:rtl/>
        </w:rPr>
        <w:t>۔ عمربن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سلم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۱۴</w:t>
      </w:r>
      <w:r w:rsidRPr="00CD3FC2">
        <w:rPr>
          <w:rtl/>
        </w:rPr>
        <w:t>۔ واثلة بن اسقع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۱۵</w:t>
      </w:r>
      <w:r w:rsidRPr="00CD3FC2">
        <w:rPr>
          <w:rtl/>
        </w:rPr>
        <w:t>۔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الحمرائ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اور بعض اہل سنت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اور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سے استفادہ ہو تا ہے کہ ”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“سے مراد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اسلام (ص)عل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فاطمہ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ارہ</w:t>
      </w:r>
      <w:r w:rsidRPr="00CD3FC2">
        <w:rPr>
          <w:rtl/>
        </w:rPr>
        <w:t xml:space="preserve">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C35E02" w:rsidRDefault="00C35E0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C35E02">
      <w:pPr>
        <w:pStyle w:val="Heading2Center"/>
        <w:rPr>
          <w:rtl/>
        </w:rPr>
      </w:pPr>
      <w:bookmarkStart w:id="141" w:name="_Toc508103390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طبقہ بند</w:t>
      </w:r>
      <w:r w:rsidRPr="00CD3FC2">
        <w:rPr>
          <w:rFonts w:hint="cs"/>
          <w:rtl/>
        </w:rPr>
        <w:t>ی</w:t>
      </w:r>
      <w:bookmarkEnd w:id="14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سے مربوط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 اہل سنت کے مصادر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مطالعہ کرنے اور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منابع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سرسر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جائزہ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کے بعد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چند طبقوں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تقس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سکتا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 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فاطمہ،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 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کا مضمون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اسلام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وفاطمہ،حسن و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کو کساء کے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چے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پھر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تطہر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واقعہ ”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کساء “ کے نام سے مشہور ہے ۔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ام سلمہ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عائشہ نے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: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ہم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 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ہرروز صبح کو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روزانہ پانچوں وقت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فاطمہ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 xml:space="preserve"> کے کھرکے دروازے پر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لے جاتے تھے اور سلام کر تے تھے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تلاوت فرماتے تھے۔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 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جواس بات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پنجتن پاک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پنجتن پاک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پرمناسب ہے کہ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مذکورہ چارطبقات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چند نمونوں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جاے:</w:t>
      </w:r>
    </w:p>
    <w:p w:rsidR="00C35E02" w:rsidRDefault="00C35E0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C35E02">
      <w:pPr>
        <w:pStyle w:val="Heading2Center"/>
        <w:rPr>
          <w:rtl/>
        </w:rPr>
      </w:pPr>
      <w:bookmarkStart w:id="142" w:name="_Toc508103391"/>
      <w:r w:rsidRPr="00CD3FC2">
        <w:rPr>
          <w:rtl/>
          <w:lang w:bidi="fa-IR"/>
        </w:rPr>
        <w:t>۱</w:t>
      </w:r>
      <w:r w:rsidRPr="00CD3FC2">
        <w:rPr>
          <w:rtl/>
        </w:rPr>
        <w:t>۔ 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پنجتن پاک سے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4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رپنجتن</w:t>
      </w:r>
      <w:r w:rsidRPr="00CD3FC2">
        <w:rPr>
          <w:rtl/>
        </w:rPr>
        <w:t xml:space="preserve"> پاک)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)سے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الف</w:t>
      </w:r>
      <w:r w:rsidRPr="00CD3FC2">
        <w:rPr>
          <w:rtl/>
        </w:rPr>
        <w:t>:کتاب”المستدرک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عبداللہ بن جعفر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B76D20" w:rsidRDefault="000B693F" w:rsidP="00BA57AE">
      <w:pPr>
        <w:pStyle w:val="libNormal"/>
        <w:rPr>
          <w:rtl/>
        </w:rPr>
      </w:pPr>
      <w:r w:rsidRPr="00C35E02">
        <w:rPr>
          <w:rStyle w:val="libArabicChar"/>
          <w:rFonts w:hint="eastAsia"/>
          <w:rtl/>
        </w:rPr>
        <w:t>لمّا</w:t>
      </w:r>
      <w:r w:rsidRPr="00C35E02">
        <w:rPr>
          <w:rStyle w:val="libArabicChar"/>
          <w:rtl/>
        </w:rPr>
        <w:t xml:space="preserve"> نظر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35E02">
        <w:rPr>
          <w:rStyle w:val="libArabicChar"/>
          <w:rFonts w:hint="cs"/>
          <w:rtl/>
        </w:rPr>
        <w:t>إلی</w:t>
      </w:r>
      <w:r w:rsidRPr="00C35E02">
        <w:rPr>
          <w:rStyle w:val="libArabicChar"/>
          <w:rtl/>
        </w:rPr>
        <w:t xml:space="preserve"> الرحمة 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>ابطة قال: اٴُ</w:t>
      </w:r>
      <w:r w:rsidRPr="00C35E02">
        <w:rPr>
          <w:rStyle w:val="libArabicChar"/>
          <w:rFonts w:hint="eastAsia"/>
          <w:rtl/>
        </w:rPr>
        <w:t>دعوال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Fonts w:hint="eastAsia"/>
          <w:rtl/>
        </w:rPr>
        <w:t>،</w:t>
      </w:r>
      <w:r w:rsidRPr="00C35E02">
        <w:rPr>
          <w:rStyle w:val="libArabicChar"/>
          <w:rtl/>
        </w:rPr>
        <w:t xml:space="preserve"> ا</w:t>
      </w:r>
      <w:r w:rsidRPr="00C35E02">
        <w:rPr>
          <w:rStyle w:val="libArabicChar"/>
          <w:rFonts w:hint="cs"/>
          <w:rtl/>
        </w:rPr>
        <w:t>ٴُ</w:t>
      </w:r>
      <w:r w:rsidRPr="00C35E02">
        <w:rPr>
          <w:rStyle w:val="libArabicChar"/>
          <w:rFonts w:hint="eastAsia"/>
          <w:rtl/>
        </w:rPr>
        <w:t>دعوال</w:t>
      </w:r>
      <w:r w:rsidRPr="00C35E02">
        <w:rPr>
          <w:rStyle w:val="libArabicChar"/>
          <w:rFonts w:hint="cs"/>
          <w:rtl/>
        </w:rPr>
        <w:t>ی فقالت صفی</w:t>
      </w:r>
      <w:r w:rsidRPr="00C35E02">
        <w:rPr>
          <w:rStyle w:val="libArabicChar"/>
          <w:rFonts w:hint="eastAsia"/>
          <w:rtl/>
        </w:rPr>
        <w:t>ة</w:t>
      </w:r>
      <w:r w:rsidRPr="00C35E02">
        <w:rPr>
          <w:rStyle w:val="libArabicChar"/>
          <w:rtl/>
        </w:rPr>
        <w:t xml:space="preserve">: من 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Fonts w:hint="eastAsia"/>
          <w:rtl/>
        </w:rPr>
        <w:t>ا</w:t>
      </w:r>
      <w:r w:rsidRPr="00C35E02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>؟ قال:اٴ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>ل</w:t>
      </w:r>
      <w:r w:rsidRPr="00C35E02">
        <w:rPr>
          <w:rStyle w:val="libArabicChar"/>
          <w:rtl/>
        </w:rPr>
        <w:t xml:space="preserve"> ب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Fonts w:hint="eastAsia"/>
          <w:rtl/>
        </w:rPr>
        <w:t>ت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tl/>
        </w:rPr>
        <w:t>:عل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Fonts w:hint="eastAsia"/>
          <w:rtl/>
        </w:rPr>
        <w:t>اً</w:t>
      </w:r>
      <w:r w:rsidRPr="00C35E02">
        <w:rPr>
          <w:rStyle w:val="libArabicChar"/>
          <w:rtl/>
        </w:rPr>
        <w:t xml:space="preserve"> وفاطم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 xml:space="preserve"> والحسن و الحسی</w:t>
      </w:r>
      <w:r w:rsidRPr="00C35E02">
        <w:rPr>
          <w:rStyle w:val="libArabicChar"/>
          <w:rFonts w:hint="eastAsia"/>
          <w:rtl/>
        </w:rPr>
        <w:t>ن</w:t>
      </w:r>
      <w:r w:rsidRPr="00C35E02">
        <w:rPr>
          <w:rStyle w:val="libArabicChar"/>
          <w:rtl/>
        </w:rPr>
        <w:t xml:space="preserve"> - عل</w:t>
      </w:r>
      <w:r w:rsidRPr="00C35E02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>م</w:t>
      </w:r>
      <w:r w:rsidRPr="00C35E02">
        <w:rPr>
          <w:rStyle w:val="libArabicChar"/>
          <w:rtl/>
        </w:rPr>
        <w:t xml:space="preserve"> السلام - فج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Fonts w:hint="eastAsia"/>
          <w:rtl/>
        </w:rPr>
        <w:t>ئ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tl/>
        </w:rPr>
        <w:t xml:space="preserve"> ب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>م،فاٴ</w:t>
      </w:r>
      <w:r w:rsidRPr="00C35E02">
        <w:rPr>
          <w:rStyle w:val="libArabicChar"/>
          <w:rFonts w:hint="eastAsia"/>
          <w:rtl/>
        </w:rPr>
        <w:t>لق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tl/>
        </w:rPr>
        <w:t xml:space="preserve"> عل</w:t>
      </w:r>
      <w:r w:rsidRPr="00C35E02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>م</w:t>
      </w:r>
      <w:r w:rsidRPr="00C35E02">
        <w:rPr>
          <w:rStyle w:val="libArabicChar"/>
          <w:rtl/>
        </w:rPr>
        <w:t xml:space="preserve"> النب</w:t>
      </w:r>
      <w:r w:rsidRPr="00C35E02">
        <w:rPr>
          <w:rStyle w:val="libArabicChar"/>
          <w:rFonts w:hint="cs"/>
          <w:rtl/>
        </w:rPr>
        <w:t>ییّ</w:t>
      </w:r>
      <w:r w:rsidRPr="00C35E02">
        <w:rPr>
          <w:rStyle w:val="libArabicChar"/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35E02">
        <w:rPr>
          <w:rStyle w:val="libArabicChar"/>
          <w:rtl/>
        </w:rPr>
        <w:t xml:space="preserve">کساء 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 xml:space="preserve"> ثم رفع ی</w:t>
      </w:r>
      <w:r w:rsidRPr="00C35E02">
        <w:rPr>
          <w:rStyle w:val="libArabicChar"/>
          <w:rFonts w:hint="eastAsia"/>
          <w:rtl/>
        </w:rPr>
        <w:t>د</w:t>
      </w:r>
      <w:r w:rsidRPr="00C35E02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tl/>
        </w:rPr>
        <w:t xml:space="preserve"> ثمّ قال: ”اللّ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 xml:space="preserve">مّ 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>ؤلاء آلی</w:t>
      </w:r>
      <w:r w:rsidRPr="00C35E02">
        <w:rPr>
          <w:rStyle w:val="libArabicChar"/>
          <w:rtl/>
        </w:rPr>
        <w:t xml:space="preserve"> فصل عل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tl/>
        </w:rPr>
        <w:t xml:space="preserve"> محمد </w:t>
      </w:r>
      <w:r w:rsidRPr="00C35E02">
        <w:rPr>
          <w:rStyle w:val="libArabicChar"/>
          <w:rFonts w:hint="eastAsia"/>
          <w:rtl/>
        </w:rPr>
        <w:t>و</w:t>
      </w:r>
      <w:r w:rsidRPr="00C35E02">
        <w:rPr>
          <w:rStyle w:val="libArabicChar"/>
          <w:rtl/>
        </w:rPr>
        <w:t xml:space="preserve"> عل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tl/>
        </w:rPr>
        <w:t xml:space="preserve"> آل محمد“ و ا</w:t>
      </w:r>
      <w:r w:rsidRPr="00C35E02">
        <w:rPr>
          <w:rStyle w:val="libArabicChar"/>
          <w:rFonts w:hint="cs"/>
          <w:rtl/>
        </w:rPr>
        <w:t>ٴ</w:t>
      </w:r>
      <w:r w:rsidRPr="00C35E02">
        <w:rPr>
          <w:rStyle w:val="libArabicChar"/>
          <w:rFonts w:hint="eastAsia"/>
          <w:rtl/>
        </w:rPr>
        <w:t>نزل</w:t>
      </w:r>
      <w:r w:rsidRPr="00C35E02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 xml:space="preserve"> عزّوجلّ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C35E02">
        <w:rPr>
          <w:rStyle w:val="libAieChar"/>
          <w:rtl/>
        </w:rPr>
        <w:t>:</w:t>
      </w:r>
      <w:r w:rsidR="00E17DF7">
        <w:rPr>
          <w:rStyle w:val="libAieChar"/>
          <w:rtl/>
        </w:rPr>
        <w:t xml:space="preserve"> </w:t>
      </w:r>
      <w:r w:rsidR="00E17DF7" w:rsidRPr="00C35E02">
        <w:rPr>
          <w:rStyle w:val="libAieChar"/>
          <w:rtl/>
        </w:rPr>
        <w:t xml:space="preserve"> إنّما 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ر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د</w:t>
      </w:r>
      <w:r w:rsidR="00E17DF7" w:rsidRPr="00C35E02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لی</w:t>
      </w:r>
      <w:r w:rsidR="00E17DF7" w:rsidRPr="00C35E02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ب</w:t>
      </w:r>
      <w:r w:rsidR="00E17DF7" w:rsidRPr="00C35E02">
        <w:rPr>
          <w:rStyle w:val="libAieChar"/>
          <w:rtl/>
        </w:rPr>
        <w:t xml:space="preserve"> عنکم الرجس ا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ل البی</w:t>
      </w:r>
      <w:r w:rsidR="00E17DF7" w:rsidRPr="00C35E02">
        <w:rPr>
          <w:rStyle w:val="libAieChar"/>
          <w:rFonts w:hint="eastAsia"/>
          <w:rtl/>
        </w:rPr>
        <w:t>ت</w:t>
      </w:r>
      <w:r w:rsidR="00E17DF7" w:rsidRPr="00C35E02">
        <w:rPr>
          <w:rStyle w:val="libAieChar"/>
          <w:rtl/>
        </w:rPr>
        <w:t xml:space="preserve"> و 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ّرکم</w:t>
      </w:r>
      <w:r w:rsidR="00E17DF7" w:rsidRPr="00C35E02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Style w:val="libArabicChar"/>
          <w:rtl/>
        </w:rPr>
        <w:t xml:space="preserve"> </w:t>
      </w:r>
      <w:r w:rsidRPr="00C35E02">
        <w:rPr>
          <w:rStyle w:val="libArabicChar"/>
          <w:rtl/>
        </w:rPr>
        <w:t xml:space="preserve"> 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>ذا حدی</w:t>
      </w:r>
      <w:r w:rsidRPr="00C35E02">
        <w:rPr>
          <w:rStyle w:val="libArabicChar"/>
          <w:rFonts w:hint="eastAsia"/>
          <w:rtl/>
        </w:rPr>
        <w:t>ث</w:t>
      </w:r>
      <w:r w:rsidRPr="00C35E02">
        <w:rPr>
          <w:rStyle w:val="libArabicChar"/>
          <w:rtl/>
        </w:rPr>
        <w:t xml:space="preserve"> صح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Fonts w:hint="eastAsia"/>
          <w:rtl/>
        </w:rPr>
        <w:t>ح</w:t>
      </w:r>
      <w:r w:rsidRPr="00C35E02">
        <w:rPr>
          <w:rStyle w:val="libArabicChar"/>
          <w:rtl/>
        </w:rPr>
        <w:t xml:space="preserve"> الاسناد</w:t>
      </w:r>
      <w:r w:rsidRPr="00CD3FC2">
        <w:rPr>
          <w:rtl/>
        </w:rPr>
        <w:t xml:space="preserve">۔ </w:t>
      </w:r>
      <w:r w:rsidR="00C35E02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”جب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خدا (ص)نے رحمت الہ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)جو آسمان سے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>) کا مشاہدہ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تو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پاس بلاؤ!م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پاس بلاؤ!صف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 کس کو بلاؤں؟آپ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جب</w:t>
      </w:r>
      <w:r w:rsidRPr="00CD3FC2">
        <w:rPr>
          <w:rtl/>
        </w:rPr>
        <w:t xml:space="preserve"> ان کو بلا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ا،تو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کساء )ردا)کوان پر ڈال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ااوراپنے</w:t>
      </w:r>
      <w:r w:rsidRPr="00CD3FC2">
        <w:rPr>
          <w:rtl/>
        </w:rPr>
        <w:t xml:space="preserve"> ہاتھ پھ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لاکر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دعا ک</w:t>
      </w:r>
      <w:r w:rsidRPr="00CD3FC2">
        <w:rPr>
          <w:rFonts w:hint="cs"/>
          <w:rtl/>
        </w:rPr>
        <w:t>ی</w:t>
      </w:r>
      <w:r w:rsidRPr="00CD3FC2">
        <w:rPr>
          <w:rtl/>
        </w:rPr>
        <w:t>:خدا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!”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۔محمد اور ان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پر دورد ورحمت نازل کر۔“اس وقت خدا وند متعال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="00BD32E1">
        <w:rPr>
          <w:rtl/>
        </w:rPr>
        <w:t xml:space="preserve"> </w:t>
      </w:r>
      <w:r w:rsidRPr="00CD3FC2">
        <w:rPr>
          <w:rtl/>
        </w:rPr>
        <w:t xml:space="preserve">إنمّا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اللہ۔۔۔</w:t>
      </w:r>
      <w:r w:rsidR="00BD32E1">
        <w:rPr>
          <w:rtl/>
        </w:rPr>
        <w:t xml:space="preserve"> </w:t>
      </w:r>
      <w:r w:rsidRPr="00CD3FC2">
        <w:rPr>
          <w:rtl/>
        </w:rPr>
        <w:t>نازل فرمائ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حاکم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کہنا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="00BA57AE" w:rsidRPr="003A13AB">
        <w:rPr>
          <w:rStyle w:val="libArabicChar"/>
          <w:rFonts w:hint="cs"/>
          <w:rtl/>
        </w:rPr>
        <w:t>ه</w:t>
      </w:r>
      <w:r w:rsidRPr="00C35E02">
        <w:rPr>
          <w:rStyle w:val="libArabicChar"/>
          <w:rFonts w:hint="cs"/>
          <w:rtl/>
        </w:rPr>
        <w:t>ذا</w:t>
      </w:r>
      <w:r w:rsidRPr="00C35E02">
        <w:rPr>
          <w:rStyle w:val="libArabicChar"/>
          <w:rtl/>
        </w:rPr>
        <w:t xml:space="preserve"> حد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Fonts w:hint="eastAsia"/>
          <w:rtl/>
        </w:rPr>
        <w:t>ث</w:t>
      </w:r>
      <w:r w:rsidRPr="00C35E02">
        <w:rPr>
          <w:rStyle w:val="libArabicChar"/>
          <w:rtl/>
        </w:rPr>
        <w:t xml:space="preserve"> صح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Fonts w:hint="eastAsia"/>
          <w:rtl/>
        </w:rPr>
        <w:t>ح</w:t>
      </w:r>
      <w:r w:rsidRPr="00C35E02">
        <w:rPr>
          <w:rStyle w:val="libArabicChar"/>
          <w:rtl/>
        </w:rPr>
        <w:t xml:space="preserve"> الاسناد ولم </w:t>
      </w:r>
      <w:r w:rsidRPr="00C35E02">
        <w:rPr>
          <w:rStyle w:val="libArabicChar"/>
          <w:rFonts w:hint="cs"/>
          <w:rtl/>
        </w:rPr>
        <w:t>ی</w:t>
      </w:r>
      <w:r w:rsidRPr="00C35E02">
        <w:rPr>
          <w:rStyle w:val="libArabicChar"/>
          <w:rFonts w:hint="eastAsia"/>
          <w:rtl/>
        </w:rPr>
        <w:t>خرجا</w:t>
      </w:r>
      <w:r w:rsidR="00BA57AE" w:rsidRPr="003A13AB">
        <w:rPr>
          <w:rStyle w:val="libArabicChar"/>
          <w:rFonts w:hint="cs"/>
          <w:rtl/>
        </w:rPr>
        <w:t>ه</w:t>
      </w:r>
      <w:r w:rsidRPr="00CD3FC2">
        <w:rPr>
          <w:rtl/>
        </w:rPr>
        <w:t>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ہے اگرچہ بخار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اورمسلم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نقل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</w:p>
    <w:p w:rsidR="00C35E02" w:rsidRPr="00C35E02" w:rsidRDefault="00C35E02" w:rsidP="00E17DF7">
      <w:pPr>
        <w:pStyle w:val="libLine"/>
        <w:rPr>
          <w:rtl/>
        </w:rPr>
      </w:pPr>
      <w:r w:rsidRPr="00E17DF7">
        <w:rPr>
          <w:rFonts w:hint="cs"/>
          <w:rtl/>
        </w:rPr>
        <w:t>____________________</w:t>
      </w:r>
      <w:r>
        <w:rPr>
          <w:rFonts w:hint="cs"/>
          <w:rtl/>
        </w:rPr>
        <w:t>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۱۔المستدرک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ن،ج</w:t>
      </w:r>
      <w:r w:rsidRPr="00CD3FC2">
        <w:rPr>
          <w:rtl/>
        </w:rPr>
        <w:t>۳،ص۱۴۸</w:t>
      </w:r>
    </w:p>
    <w:p w:rsidR="00C35E02" w:rsidRDefault="00C35E0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C35E02" w:rsidRPr="00CD3FC2" w:rsidRDefault="00C35E02" w:rsidP="00107A46">
      <w:pPr>
        <w:pStyle w:val="libNormal"/>
        <w:rPr>
          <w:rtl/>
        </w:rPr>
      </w:pP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ہے۔“</w:t>
      </w:r>
      <w:r w:rsidR="0039767A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قابل</w:t>
      </w:r>
      <w:r w:rsidRPr="00CD3FC2">
        <w:rPr>
          <w:rtl/>
        </w:rPr>
        <w:t xml:space="preserve"> غوربات ہے کہ حاکم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خود اہل سنت کے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ورجال کے بزرگ علماء اور امام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شمار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جاتا ہے ۔</w:t>
      </w:r>
    </w:p>
    <w:p w:rsidR="000B693F" w:rsidRPr="00B76D20" w:rsidRDefault="000B693F" w:rsidP="00BA57AE">
      <w:pPr>
        <w:pStyle w:val="libNormal"/>
        <w:rPr>
          <w:rtl/>
        </w:rPr>
      </w:pPr>
      <w:r w:rsidRPr="0039767A">
        <w:rPr>
          <w:rStyle w:val="libArabicChar"/>
          <w:rFonts w:hint="eastAsia"/>
          <w:rtl/>
        </w:rPr>
        <w:t>ب</w:t>
      </w:r>
      <w:r w:rsidRPr="0039767A">
        <w:rPr>
          <w:rStyle w:val="libArabicChar"/>
          <w:rtl/>
        </w:rPr>
        <w:t>:عن اب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سع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د</w:t>
      </w:r>
      <w:r w:rsidRPr="0039767A">
        <w:rPr>
          <w:rStyle w:val="libArabicChar"/>
          <w:rtl/>
        </w:rPr>
        <w:t xml:space="preserve"> الخدر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عن ا</w:t>
      </w:r>
      <w:r w:rsidRPr="0039767A">
        <w:rPr>
          <w:rStyle w:val="libArabicChar"/>
          <w:rFonts w:hint="cs"/>
          <w:rtl/>
        </w:rPr>
        <w:t>ٴُ</w:t>
      </w:r>
      <w:r w:rsidRPr="0039767A">
        <w:rPr>
          <w:rStyle w:val="libArabicChar"/>
          <w:rFonts w:hint="eastAsia"/>
          <w:rtl/>
        </w:rPr>
        <w:t>م</w:t>
      </w:r>
      <w:r w:rsidRPr="0039767A">
        <w:rPr>
          <w:rStyle w:val="libArabicChar"/>
          <w:rtl/>
        </w:rPr>
        <w:t xml:space="preserve"> سلمة قالت: ”نزلت 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الآی</w:t>
      </w:r>
      <w:r w:rsidRPr="0039767A">
        <w:rPr>
          <w:rStyle w:val="libArabicChar"/>
          <w:rFonts w:hint="eastAsia"/>
          <w:rtl/>
        </w:rPr>
        <w:t>ة</w:t>
      </w:r>
      <w:r w:rsidRPr="0039767A">
        <w:rPr>
          <w:rStyle w:val="libArabicChar"/>
          <w:rtl/>
        </w:rPr>
        <w:t xml:space="preserve"> ف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>:</w:t>
      </w:r>
      <w:r w:rsidR="00BD32E1">
        <w:rPr>
          <w:rStyle w:val="libArabicChar"/>
          <w:rtl/>
        </w:rPr>
        <w:t xml:space="preserve"> </w:t>
      </w:r>
      <w:r w:rsidRPr="0039767A">
        <w:rPr>
          <w:rStyle w:val="libArabicChar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39767A">
        <w:rPr>
          <w:rStyle w:val="libAieChar"/>
          <w:rtl/>
        </w:rPr>
        <w:t xml:space="preserve">إنّما 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ر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د</w:t>
      </w:r>
      <w:r w:rsidR="00E17DF7" w:rsidRPr="0039767A">
        <w:rPr>
          <w:rStyle w:val="libAieChar"/>
          <w:rtl/>
        </w:rPr>
        <w:t xml:space="preserve"> اللّ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>ٰ لی</w:t>
      </w:r>
      <w:r w:rsidR="00E17DF7" w:rsidRPr="0039767A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>ب</w:t>
      </w:r>
      <w:r w:rsidR="00E17DF7" w:rsidRPr="0039767A">
        <w:rPr>
          <w:rStyle w:val="libAieChar"/>
          <w:rtl/>
        </w:rPr>
        <w:t xml:space="preserve"> عنکم الرجس ا</w:t>
      </w:r>
      <w:r w:rsidR="00E17DF7" w:rsidRPr="0039767A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>ل</w:t>
      </w:r>
      <w:r w:rsidR="00E17DF7" w:rsidRPr="0039767A">
        <w:rPr>
          <w:rStyle w:val="libAieChar"/>
          <w:rtl/>
        </w:rPr>
        <w:t xml:space="preserve"> الب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ت</w:t>
      </w:r>
      <w:r w:rsidR="00E17DF7" w:rsidRPr="0039767A">
        <w:rPr>
          <w:rStyle w:val="libAieChar"/>
          <w:rtl/>
        </w:rPr>
        <w:t xml:space="preserve"> و 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>ّرکم</w:t>
      </w:r>
      <w:r w:rsidR="00E17DF7" w:rsidRPr="0039767A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39767A">
        <w:rPr>
          <w:rStyle w:val="libArabicChar"/>
          <w:rtl/>
        </w:rPr>
        <w:t xml:space="preserve"> </w:t>
      </w:r>
      <w:r w:rsidR="00BD32E1">
        <w:rPr>
          <w:rStyle w:val="libArabicChar"/>
          <w:rtl/>
        </w:rPr>
        <w:t xml:space="preserve"> </w:t>
      </w:r>
      <w:r w:rsidRPr="0039767A">
        <w:rPr>
          <w:rStyle w:val="libArabicChar"/>
          <w:rtl/>
        </w:rPr>
        <w:t xml:space="preserve"> قلت: 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ا</w:t>
      </w:r>
      <w:r w:rsidRPr="0039767A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، اٴ</w:t>
      </w:r>
      <w:r w:rsidRPr="0039767A">
        <w:rPr>
          <w:rStyle w:val="libArabicChar"/>
          <w:rFonts w:hint="eastAsia"/>
          <w:rtl/>
        </w:rPr>
        <w:t>لست</w:t>
      </w:r>
      <w:r w:rsidRPr="0039767A">
        <w:rPr>
          <w:rStyle w:val="libArabicChar"/>
          <w:rtl/>
        </w:rPr>
        <w:t xml:space="preserve"> من ا</w:t>
      </w:r>
      <w:r w:rsidRPr="0039767A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</w:t>
      </w:r>
      <w:r w:rsidRPr="0039767A">
        <w:rPr>
          <w:rStyle w:val="libArabicChar"/>
          <w:rtl/>
        </w:rPr>
        <w:t xml:space="preserve"> الب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ت؟</w:t>
      </w:r>
      <w:r w:rsidRPr="0039767A">
        <w:rPr>
          <w:rStyle w:val="libArabicChar"/>
          <w:rtl/>
        </w:rPr>
        <w:t xml:space="preserve"> قال: إنّک إل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ر،</w:t>
      </w:r>
      <w:r w:rsidRPr="0039767A">
        <w:rPr>
          <w:rStyle w:val="libArabicChar"/>
          <w:rtl/>
        </w:rPr>
        <w:t xml:space="preserve"> إنّک من 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زواج</w:t>
      </w:r>
      <w:r w:rsidRPr="0039767A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39767A">
        <w:rPr>
          <w:rStyle w:val="libArabicChar"/>
          <w:rFonts w:hint="cs"/>
          <w:rtl/>
        </w:rPr>
        <w:t>قالت: و اٴ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</w:t>
      </w:r>
      <w:r w:rsidRPr="0039767A">
        <w:rPr>
          <w:rStyle w:val="libArabicChar"/>
          <w:rtl/>
        </w:rPr>
        <w:t xml:space="preserve"> الب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tl/>
        </w:rPr>
        <w:t xml:space="preserve"> رسول الل</w:t>
      </w:r>
      <w:r w:rsidRPr="0039767A">
        <w:rPr>
          <w:rStyle w:val="libArabicChar"/>
          <w:rFonts w:hint="eastAsia"/>
          <w:rtl/>
        </w:rPr>
        <w:t>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tl/>
        </w:rPr>
        <w:t xml:space="preserve"> و عل</w:t>
      </w:r>
      <w:r w:rsidRPr="0039767A">
        <w:rPr>
          <w:rStyle w:val="libArabicChar"/>
          <w:rFonts w:hint="cs"/>
          <w:rtl/>
        </w:rPr>
        <w:t>یّ</w:t>
      </w:r>
      <w:r w:rsidRPr="0039767A">
        <w:rPr>
          <w:rStyle w:val="libArabicChar"/>
          <w:rtl/>
        </w:rPr>
        <w:t xml:space="preserve"> و فاطمة والحسن والحسن</w:t>
      </w:r>
      <w:r w:rsidRPr="00CD3FC2">
        <w:rPr>
          <w:rtl/>
        </w:rPr>
        <w:t xml:space="preserve">“ </w:t>
      </w:r>
      <w:r w:rsidR="0039767A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دخدر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ام سلمہ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انھوں نے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:</w:t>
      </w:r>
    </w:p>
    <w:p w:rsidR="000B693F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C35E02">
        <w:rPr>
          <w:rStyle w:val="libAieChar"/>
          <w:rtl/>
        </w:rPr>
        <w:t xml:space="preserve">إنّما 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ر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د</w:t>
      </w:r>
      <w:r w:rsidR="00E17DF7" w:rsidRPr="00C35E02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 xml:space="preserve"> لی</w:t>
      </w:r>
      <w:r w:rsidR="00E17DF7" w:rsidRPr="00C35E02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ب</w:t>
      </w:r>
      <w:r w:rsidR="00E17DF7" w:rsidRPr="00C35E02">
        <w:rPr>
          <w:rStyle w:val="libAieChar"/>
          <w:rtl/>
        </w:rPr>
        <w:t xml:space="preserve"> عنکم الّرجس ا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ل البی</w:t>
      </w:r>
      <w:r w:rsidR="00E17DF7" w:rsidRPr="00C35E02">
        <w:rPr>
          <w:rStyle w:val="libAieChar"/>
          <w:rFonts w:hint="eastAsia"/>
          <w:rtl/>
        </w:rPr>
        <w:t>ت</w:t>
      </w:r>
      <w:r w:rsidR="00E17DF7" w:rsidRPr="00C35E02">
        <w:rPr>
          <w:rStyle w:val="libAieChar"/>
          <w:rtl/>
        </w:rPr>
        <w:t xml:space="preserve"> و 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ّرکم</w:t>
      </w:r>
      <w:r w:rsidR="00E17DF7" w:rsidRPr="00C35E02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C35E02">
        <w:rPr>
          <w:rStyle w:val="libAieChar"/>
          <w:rFonts w:hint="cs"/>
          <w:rtl/>
        </w:rPr>
        <w:t>ی</w:t>
      </w:r>
      <w:r w:rsidR="00E17DF7" w:rsidRPr="00C35E02">
        <w:rPr>
          <w:rStyle w:val="libAieChar"/>
          <w:rFonts w:hint="eastAsia"/>
          <w:rtl/>
        </w:rPr>
        <w:t>را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B693F" w:rsidRPr="00CD3FC2">
        <w:rPr>
          <w:rtl/>
        </w:rPr>
        <w:t xml:space="preserve"> م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رے</w:t>
      </w:r>
      <w:r w:rsidR="000B693F" w:rsidRPr="00CD3FC2">
        <w:rPr>
          <w:rtl/>
        </w:rPr>
        <w:t xml:space="preserve"> گھر </w:t>
      </w:r>
      <w:r w:rsidR="00A96ED8">
        <w:rPr>
          <w:rtl/>
        </w:rPr>
        <w:t xml:space="preserve">میں </w:t>
      </w:r>
      <w:r w:rsidR="000B693F" w:rsidRPr="00CD3FC2">
        <w:rPr>
          <w:rtl/>
        </w:rPr>
        <w:t xml:space="preserve"> نازل ہوئ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="000B693F" w:rsidRPr="00CD3FC2">
        <w:rPr>
          <w:rtl/>
        </w:rPr>
        <w:t xml:space="preserve"> نے عرض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ارسول</w:t>
      </w:r>
      <w:r w:rsidR="000B693F" w:rsidRPr="00CD3FC2">
        <w:rPr>
          <w:rtl/>
        </w:rPr>
        <w:t xml:space="preserve"> اللہ!ک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="000B693F" w:rsidRPr="00CD3FC2">
        <w:rPr>
          <w:rtl/>
        </w:rPr>
        <w:t xml:space="preserve"> اہل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="000B693F" w:rsidRPr="00CD3FC2">
        <w:rPr>
          <w:rtl/>
        </w:rPr>
        <w:t xml:space="preserve"> سے نہ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ہوں؟فرما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>:تمھارا انجام بخ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</w:t>
      </w:r>
      <w:r w:rsidR="000B693F" w:rsidRPr="00CD3FC2">
        <w:rPr>
          <w:rtl/>
        </w:rPr>
        <w:t xml:space="preserve"> ہے،تم رسولک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و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ہوپھرام سلمہ نے کہا:”اہل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ت“رسول</w:t>
      </w:r>
      <w:r w:rsidR="000B693F" w:rsidRPr="00CD3FC2">
        <w:rPr>
          <w:rtl/>
        </w:rPr>
        <w:t xml:space="preserve"> اللہ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="000B693F" w:rsidRPr="00CD3FC2">
        <w:rPr>
          <w:rtl/>
        </w:rPr>
        <w:t>عل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و فاطمہ، حسن وحس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 xml:space="preserve"> (عل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ہم</w:t>
      </w:r>
      <w:r w:rsidR="000B693F" w:rsidRPr="00CD3FC2">
        <w:rPr>
          <w:rtl/>
        </w:rPr>
        <w:t xml:space="preserve"> السلام) 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>۔</w:t>
      </w:r>
    </w:p>
    <w:p w:rsidR="0039767A" w:rsidRPr="0039767A" w:rsidRDefault="0039767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۱۔حاکم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”المستدرک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ان ا 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کودرج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جو بخار</w:t>
      </w:r>
      <w:r w:rsidRPr="00CD3FC2">
        <w:rPr>
          <w:rFonts w:hint="cs"/>
          <w:rtl/>
        </w:rPr>
        <w:t>ی</w:t>
      </w:r>
      <w:r w:rsidR="00C35E02">
        <w:rPr>
          <w:rFonts w:hint="cs"/>
          <w:rtl/>
        </w:rPr>
        <w:t xml:space="preserve"> </w:t>
      </w:r>
      <w:r w:rsidRPr="00CD3FC2">
        <w:rPr>
          <w:rFonts w:hint="eastAsia"/>
          <w:rtl/>
        </w:rPr>
        <w:t>کے</w:t>
      </w:r>
      <w:r w:rsidRPr="00CD3FC2">
        <w:rPr>
          <w:rtl/>
        </w:rPr>
        <w:t xml:space="preserve">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ہو 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شرط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انہوں 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ہے۔جو کچھ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خلاصہ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۔ اس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راو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۔مل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کہتا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کہ:”قلت: المل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ذاھب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ث“اس</w:t>
      </w:r>
      <w:r w:rsidRPr="00CD3FC2">
        <w:rPr>
          <w:rtl/>
        </w:rPr>
        <w:t xml:space="preserve"> کے عدم اعتماد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ابن حجر نے”تہذ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ب“ج</w:t>
      </w:r>
      <w:r w:rsidRPr="00CD3FC2">
        <w:rPr>
          <w:rtl/>
        </w:rPr>
        <w:t>۶،ص۱۳۲ پر”ساج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“سے</w:t>
      </w:r>
      <w:r w:rsidRPr="00CD3FC2">
        <w:rPr>
          <w:rtl/>
        </w:rPr>
        <w:t xml:space="preserve"> نقل کر کے”صدوق“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صداقت اور سچ کہنے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ہے۔اوراس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مدح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رات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وہ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اورخود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بخار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ومسلم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ہم بہت سے ابواب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کے </w:t>
      </w:r>
      <w:r w:rsidRPr="00CD3FC2">
        <w:rPr>
          <w:rFonts w:hint="eastAsia"/>
          <w:rtl/>
        </w:rPr>
        <w:t>راو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کوپاتے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تعرف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دمشق،ج۱۳،ص۲۰۶</w:t>
      </w:r>
    </w:p>
    <w:p w:rsidR="0039767A" w:rsidRDefault="0039767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39767A">
      <w:pPr>
        <w:pStyle w:val="Heading2Center"/>
        <w:rPr>
          <w:rtl/>
        </w:rPr>
      </w:pPr>
      <w:bookmarkStart w:id="143" w:name="_Toc508103392"/>
      <w:r w:rsidRPr="00CD3FC2">
        <w:rPr>
          <w:rtl/>
          <w:lang w:bidi="fa-IR"/>
        </w:rPr>
        <w:t>۲</w:t>
      </w:r>
      <w:r w:rsidRPr="00CD3FC2">
        <w:rPr>
          <w:rtl/>
        </w:rPr>
        <w:t>۔آ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کساء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43"/>
    </w:p>
    <w:p w:rsidR="000B693F" w:rsidRPr="00CD3FC2" w:rsidRDefault="000B693F" w:rsidP="0039767A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="00EB4D70">
        <w:rPr>
          <w:rFonts w:hint="eastAsia"/>
          <w:rtl/>
        </w:rPr>
        <w:t xml:space="preserve"> یع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اور اہل 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تفاس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مضمون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فراون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موجود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</w:t>
      </w:r>
      <w:r w:rsidR="00BD32E1">
        <w:rPr>
          <w:rtl/>
        </w:rPr>
        <w:t>پیغ</w:t>
      </w:r>
      <w:r w:rsidRPr="00CD3FC2">
        <w:rPr>
          <w:rtl/>
        </w:rPr>
        <w:t>مبر اسلام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الله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کو ا</w:t>
      </w:r>
      <w:r w:rsidR="0039767A">
        <w:rPr>
          <w:rFonts w:hint="cs"/>
          <w:rtl/>
        </w:rPr>
        <w:t>ی</w:t>
      </w:r>
      <w:r w:rsidRPr="00CD3FC2">
        <w:rPr>
          <w:rtl/>
        </w:rPr>
        <w:t>ک کساء کے ن</w:t>
      </w:r>
      <w:r w:rsidR="00662AF6">
        <w:rPr>
          <w:rtl/>
        </w:rPr>
        <w:t>یچ</w:t>
      </w:r>
      <w:r w:rsidRPr="00CD3FC2">
        <w:rPr>
          <w:rtl/>
        </w:rPr>
        <w:t>ے جمع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 اس کے بعد 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۔ ہم اس کتاب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چند </w:t>
      </w:r>
      <w:r w:rsidR="00BD32E1">
        <w:rPr>
          <w:rtl/>
        </w:rPr>
        <w:t>ایک</w:t>
      </w:r>
      <w:r w:rsidRPr="00CD3FC2">
        <w:rPr>
          <w:rtl/>
        </w:rPr>
        <w:t xml:space="preserve"> کو نمونہ کے طور پر پ</w:t>
      </w:r>
      <w:r w:rsidR="00662AF6">
        <w:rPr>
          <w:rtl/>
        </w:rPr>
        <w:t>یش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39767A">
      <w:pPr>
        <w:pStyle w:val="libNormal"/>
        <w:rPr>
          <w:rtl/>
        </w:rPr>
      </w:pPr>
      <w:r w:rsidRPr="00CD3FC2">
        <w:rPr>
          <w:rFonts w:hint="eastAsia"/>
          <w:rtl/>
        </w:rPr>
        <w:t>قابل</w:t>
      </w:r>
      <w:r w:rsidRPr="00CD3FC2">
        <w:rPr>
          <w:rtl/>
        </w:rPr>
        <w:t xml:space="preserve"> توجہ بات ہے کہ ش</w:t>
      </w:r>
      <w:r w:rsidR="00EB4D70">
        <w:rPr>
          <w:rtl/>
        </w:rPr>
        <w:t xml:space="preserve"> یع</w:t>
      </w:r>
      <w:r w:rsidRPr="00CD3FC2">
        <w:rPr>
          <w:rtl/>
        </w:rPr>
        <w:t>ہ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نزد</w:t>
      </w:r>
      <w:r w:rsidR="009B178F">
        <w:rPr>
          <w:rtl/>
        </w:rPr>
        <w:t>یک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کساء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اہم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 منزلت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حامل ہے۔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مرحوم بحران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39767A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کتاب،”عوالم العلوم“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فاطمہ زہرا )سلام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 سے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مختلف زمانوں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="00EB4D70">
        <w:rPr>
          <w:rtl/>
        </w:rPr>
        <w:t xml:space="preserve"> یع</w:t>
      </w:r>
      <w:r w:rsidRPr="00CD3FC2">
        <w:rPr>
          <w:rtl/>
        </w:rPr>
        <w:t>وں کے نا مور علماء اور فقہا کے نام سے مزّ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اسن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کے ساتھ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ش</w:t>
      </w:r>
      <w:r w:rsidR="00EB4D70">
        <w:rPr>
          <w:rtl/>
        </w:rPr>
        <w:t xml:space="preserve"> یع</w:t>
      </w:r>
      <w:r w:rsidRPr="00CD3FC2">
        <w:rPr>
          <w:rtl/>
        </w:rPr>
        <w:t>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مجلسوں اور محفلوں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پڑھ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توسّل اور تبّرک کا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اس گروہ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درجہ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توجہ کا باعث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ان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ہر </w:t>
      </w:r>
      <w:r w:rsidR="00BD32E1">
        <w:rPr>
          <w:rtl/>
        </w:rPr>
        <w:t>ایک</w:t>
      </w:r>
      <w:r w:rsidRPr="00CD3FC2">
        <w:rPr>
          <w:rtl/>
        </w:rPr>
        <w:t xml:space="preserve"> 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“ کے دائرے کو پنجتن پاک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اسلام)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متع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: 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۔”إ</w:t>
      </w:r>
      <w:r w:rsidRPr="0039767A">
        <w:rPr>
          <w:rStyle w:val="libArabicChar"/>
          <w:rtl/>
        </w:rPr>
        <w:t>نّک ال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جملہء”</w:t>
      </w:r>
      <w:r w:rsidRPr="0039767A">
        <w:rPr>
          <w:rStyle w:val="libArabicChar"/>
          <w:rtl/>
        </w:rPr>
        <w:t>انّک من ازواج النبّ</w:t>
      </w:r>
      <w:r w:rsidRPr="0039767A">
        <w:rPr>
          <w:rStyle w:val="libArabicChar"/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سے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کے ساتھ</w:t>
      </w:r>
      <w:r w:rsidR="0039767A" w:rsidRPr="00F82107">
        <w:rPr>
          <w:rStyle w:val="libFootnotenumChar"/>
          <w:rFonts w:hint="cs"/>
          <w:rtl/>
        </w:rPr>
        <w:t>(2)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تنحّ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،</w:t>
      </w:r>
      <w:r w:rsidRPr="0039767A">
        <w:rPr>
          <w:rStyle w:val="libArabicChar"/>
          <w:rtl/>
        </w:rPr>
        <w:t xml:space="preserve"> فإنّک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(3)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فجذب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من ی</w:t>
      </w:r>
      <w:r w:rsidRPr="0039767A">
        <w:rPr>
          <w:rStyle w:val="libArabicChar"/>
          <w:rFonts w:hint="eastAsia"/>
          <w:rtl/>
        </w:rPr>
        <w:t>د</w:t>
      </w:r>
      <w:r w:rsidRPr="0039767A">
        <w:rPr>
          <w:rStyle w:val="libArabicChar"/>
          <w:rFonts w:hint="cs"/>
          <w:rtl/>
        </w:rPr>
        <w:t>ی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(4)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ماقال إنّک من ٍ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</w:t>
      </w:r>
      <w:r w:rsidRPr="0039767A">
        <w:rPr>
          <w:rStyle w:val="libArabicChar"/>
          <w:rtl/>
        </w:rPr>
        <w:t xml:space="preserve"> الب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(5)</w:t>
      </w:r>
    </w:p>
    <w:p w:rsidR="000B693F" w:rsidRPr="0039767A" w:rsidRDefault="000B693F" w:rsidP="00B76D20">
      <w:pPr>
        <w:pStyle w:val="libNormal"/>
        <w:rPr>
          <w:rtl/>
          <w:lang w:bidi="fa-IR"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لا،وا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نت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(6)</w:t>
      </w:r>
    </w:p>
    <w:p w:rsidR="0039767A" w:rsidRPr="0039767A" w:rsidRDefault="0039767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 عوام العوم، جلد حضرت زہراء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ہماسلام</w:t>
      </w:r>
      <w:r w:rsidRPr="00CD3FC2">
        <w:rPr>
          <w:rtl/>
        </w:rPr>
        <w:t>۔ ج۱۱،ص ۶۳۸موسسہ الامامم مھد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اسلام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۲۔الدر المنثور،ج۶،ص۶۳۸،موسسة الامام مھد</w:t>
      </w:r>
      <w:r w:rsidRPr="00CD3FC2">
        <w:rPr>
          <w:rFonts w:hint="cs"/>
          <w:rtl/>
        </w:rPr>
        <w:t>ی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رابن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۳،ص۴۹۳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۴۔الدر المنثور،ج۶،ص۱۶۰۴۔المعجم 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رج،</w:t>
      </w:r>
      <w:r w:rsidRPr="00CD3FC2">
        <w:rPr>
          <w:rtl/>
        </w:rPr>
        <w:t>۲۳،ص۳۳۶ ۵۔تار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نةدمشق</w:t>
      </w:r>
      <w:r w:rsidRPr="00CD3FC2">
        <w:rPr>
          <w:rtl/>
        </w:rPr>
        <w:t xml:space="preserve"> ج۱۴،ص۱۴۵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۶۔تار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نةدمشق،ج</w:t>
      </w:r>
      <w:r w:rsidRPr="00CD3FC2">
        <w:rPr>
          <w:rtl/>
        </w:rPr>
        <w:t xml:space="preserve">۱۳،ص۰۶ ۲ </w:t>
      </w:r>
    </w:p>
    <w:p w:rsidR="0039767A" w:rsidRDefault="0039767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lastRenderedPageBreak/>
        <w:t>۶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فواللّٰ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مااٴ</w:t>
      </w:r>
      <w:r w:rsidRPr="0039767A">
        <w:rPr>
          <w:rStyle w:val="libArabicChar"/>
          <w:rFonts w:hint="eastAsia"/>
          <w:rtl/>
        </w:rPr>
        <w:t>نعم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(1)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۷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مکانک،ا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نت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(2)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۸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فوددت 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نّ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tl/>
        </w:rPr>
        <w:t xml:space="preserve"> قال:نعم</w:t>
      </w:r>
      <w:r w:rsidRPr="00CD3FC2">
        <w:rPr>
          <w:rtl/>
        </w:rPr>
        <w:t>۔۔۔“</w:t>
      </w:r>
      <w:r w:rsidR="0039767A" w:rsidRPr="00F82107">
        <w:rPr>
          <w:rStyle w:val="libFootnotenumChar"/>
          <w:rFonts w:hint="cs"/>
          <w:rtl/>
        </w:rPr>
        <w:t>(3)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۹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تنح</w:t>
      </w:r>
      <w:r w:rsidRPr="0039767A">
        <w:rPr>
          <w:rStyle w:val="libArabicChar"/>
          <w:rFonts w:hint="cs"/>
          <w:rtl/>
        </w:rPr>
        <w:t>یّ</w:t>
      </w:r>
      <w:r w:rsidRPr="0039767A">
        <w:rPr>
          <w:rStyle w:val="libArabicChar"/>
          <w:rtl/>
        </w:rPr>
        <w:t xml:space="preserve"> 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عن ا</w:t>
      </w:r>
      <w:r w:rsidRPr="0039767A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</w:t>
      </w:r>
      <w:r w:rsidRPr="0039767A">
        <w:rPr>
          <w:rStyle w:val="libArabicChar"/>
          <w:rtl/>
        </w:rPr>
        <w:t xml:space="preserve"> 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Fonts w:hint="cs"/>
          <w:rtl/>
        </w:rPr>
        <w:t>ی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(4)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۱۰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إنّک لعل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ر،ولم</w:t>
      </w:r>
      <w:r w:rsidRPr="0039767A">
        <w:rPr>
          <w:rStyle w:val="libArabicChar"/>
          <w:rtl/>
        </w:rPr>
        <w:t xml:space="preserve"> 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د</w:t>
      </w:r>
      <w:r w:rsidRPr="0039767A">
        <w:rPr>
          <w:rStyle w:val="libArabicChar"/>
          <w:rtl/>
        </w:rPr>
        <w:t xml:space="preserve"> خلن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مع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(5)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۱۱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فواللّٰ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ماقال:اٴ</w:t>
      </w:r>
      <w:r w:rsidRPr="0039767A">
        <w:rPr>
          <w:rStyle w:val="libArabicChar"/>
          <w:rFonts w:hint="eastAsia"/>
          <w:rtl/>
        </w:rPr>
        <w:t>نت</w:t>
      </w:r>
      <w:r w:rsidRPr="0039767A">
        <w:rPr>
          <w:rStyle w:val="libArabicChar"/>
          <w:rtl/>
        </w:rPr>
        <w:t xml:space="preserve"> مع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(6)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۱۲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اجلس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مکا نک،فانک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(7)</w:t>
      </w:r>
    </w:p>
    <w:p w:rsidR="000B693F" w:rsidRPr="00B76D20" w:rsidRDefault="000B693F" w:rsidP="0039767A">
      <w:pPr>
        <w:pStyle w:val="libNormal"/>
        <w:rPr>
          <w:rtl/>
        </w:rPr>
      </w:pPr>
      <w:r w:rsidRPr="00CD3FC2">
        <w:rPr>
          <w:rtl/>
          <w:lang w:bidi="fa-IR"/>
        </w:rPr>
        <w:t>۱۳</w:t>
      </w:r>
      <w:r w:rsidRPr="00CD3FC2">
        <w:rPr>
          <w:rtl/>
        </w:rPr>
        <w:t>۔”ا</w:t>
      </w:r>
      <w:r w:rsidRPr="0039767A">
        <w:rPr>
          <w:rStyle w:val="libArabicChar"/>
          <w:rtl/>
        </w:rPr>
        <w:t>ٕنّک لعل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ر،و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eastAsia"/>
          <w:rtl/>
        </w:rPr>
        <w:t>ؤلائ</w:t>
      </w:r>
      <w:r w:rsidRPr="0039767A">
        <w:rPr>
          <w:rStyle w:val="libArabicChar"/>
          <w:rtl/>
        </w:rPr>
        <w:t xml:space="preserve"> ا</w:t>
      </w:r>
      <w:r w:rsidRPr="0039767A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</w:t>
      </w:r>
      <w:r w:rsidRPr="0039767A">
        <w:rPr>
          <w:rStyle w:val="libArabicChar"/>
          <w:rtl/>
        </w:rPr>
        <w:t xml:space="preserve"> 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Fonts w:hint="cs"/>
          <w:rtl/>
        </w:rPr>
        <w:t>ی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(8)</w:t>
      </w:r>
    </w:p>
    <w:p w:rsidR="000B693F" w:rsidRPr="00CD3FC2" w:rsidRDefault="000B693F" w:rsidP="0039767A">
      <w:pPr>
        <w:pStyle w:val="Heading2Center"/>
        <w:rPr>
          <w:rtl/>
        </w:rPr>
      </w:pPr>
      <w:bookmarkStart w:id="144" w:name="_Toc508103393"/>
      <w:r w:rsidRPr="00CD3FC2">
        <w:rPr>
          <w:rtl/>
          <w:lang w:bidi="fa-IR"/>
        </w:rPr>
        <w:t>۱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إنک إل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Fonts w:hint="eastAsia"/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44"/>
    </w:p>
    <w:p w:rsidR="000B693F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خرج</w:t>
      </w:r>
      <w:r w:rsidRPr="00CD3FC2">
        <w:rPr>
          <w:rtl/>
        </w:rPr>
        <w:t xml:space="preserve"> ابن جر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 ابن حاتم و الطبران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ابن مردو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عن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مّ</w:t>
      </w:r>
      <w:r w:rsidRPr="00CD3FC2">
        <w:rPr>
          <w:rtl/>
        </w:rPr>
        <w:t xml:space="preserve"> سلمة زوج النب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إنّ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کان ببی</w:t>
      </w:r>
      <w:r w:rsidRPr="00CD3FC2">
        <w:rPr>
          <w:rFonts w:hint="eastAsia"/>
          <w:rtl/>
        </w:rPr>
        <w:t>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منامة 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کساء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بر</w:t>
      </w:r>
      <w:r w:rsidRPr="00CD3FC2">
        <w:rPr>
          <w:rFonts w:hint="cs"/>
          <w:rtl/>
        </w:rPr>
        <w:t>یّ</w:t>
      </w:r>
      <w:r w:rsidRPr="00CD3FC2">
        <w:rPr>
          <w:rtl/>
        </w:rPr>
        <w:t>! فجا ء ت فاطمة - رض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- ببرمة فی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خز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فقال رسول 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: اُدع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زوجک و ابن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حسناً و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ناً</w:t>
      </w:r>
      <w:r w:rsidRPr="00CD3FC2">
        <w:rPr>
          <w:rFonts w:hint="cs"/>
          <w:rtl/>
        </w:rPr>
        <w:t xml:space="preserve"> فدعت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م، فبی</w:t>
      </w:r>
      <w:r w:rsidRPr="00CD3FC2">
        <w:rPr>
          <w:rFonts w:hint="eastAsia"/>
          <w:rtl/>
        </w:rPr>
        <w:t>نما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ی</w:t>
      </w:r>
      <w:r w:rsidRPr="00CD3FC2">
        <w:rPr>
          <w:rFonts w:hint="eastAsia"/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کلون</w:t>
      </w:r>
      <w:r w:rsidRPr="00CD3FC2">
        <w:rPr>
          <w:rtl/>
        </w:rPr>
        <w:t xml:space="preserve"> إذنزلت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:</w:t>
      </w:r>
      <w:r w:rsidR="00BD32E1">
        <w:rPr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39767A">
        <w:rPr>
          <w:rStyle w:val="libAieChar"/>
          <w:rtl/>
        </w:rPr>
        <w:t xml:space="preserve"> إنّما 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ر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د</w:t>
      </w:r>
      <w:r w:rsidR="00E17DF7" w:rsidRPr="0039767A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 xml:space="preserve"> لی</w:t>
      </w:r>
      <w:r w:rsidR="00E17DF7" w:rsidRPr="0039767A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>ب</w:t>
      </w:r>
      <w:r w:rsidR="00E17DF7" w:rsidRPr="0039767A">
        <w:rPr>
          <w:rStyle w:val="libAieChar"/>
          <w:rtl/>
        </w:rPr>
        <w:t xml:space="preserve"> عنکم الرجس ا</w:t>
      </w:r>
      <w:r w:rsidR="00E17DF7" w:rsidRPr="0039767A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>ل</w:t>
      </w:r>
      <w:r w:rsidR="00E17DF7" w:rsidRPr="0039767A">
        <w:rPr>
          <w:rStyle w:val="libAieChar"/>
          <w:rtl/>
        </w:rPr>
        <w:t xml:space="preserve"> الب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ت</w:t>
      </w:r>
      <w:r w:rsidR="00E17DF7" w:rsidRPr="0039767A">
        <w:rPr>
          <w:rStyle w:val="libAieChar"/>
          <w:rtl/>
        </w:rPr>
        <w:t xml:space="preserve"> و 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>ّرکم</w:t>
      </w:r>
      <w:r w:rsidR="00E17DF7" w:rsidRPr="0039767A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خذ</w:t>
      </w:r>
      <w:r w:rsidRPr="00CD3FC2">
        <w:rPr>
          <w:rtl/>
        </w:rPr>
        <w:t xml:space="preserve"> النب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بفضلة ازارا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فشّا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إی</w:t>
      </w:r>
      <w:r w:rsidRPr="00CD3FC2">
        <w:rPr>
          <w:rFonts w:hint="eastAsia"/>
          <w:rtl/>
        </w:rPr>
        <w:t>اّ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ا،</w:t>
      </w:r>
      <w:r w:rsidRPr="00CD3FC2">
        <w:rPr>
          <w:rtl/>
        </w:rPr>
        <w:t xml:space="preserve"> ثمّ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خرج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من الکساء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وماب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السماء ثمّ قال: ”اللّ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مَّ 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>ؤلاء</w:t>
      </w:r>
    </w:p>
    <w:p w:rsidR="0039767A" w:rsidRPr="0039767A" w:rsidRDefault="0039767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رابن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۳،ص۴۹۲،تفس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ج،۲۲ص،۵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نةدمشق،ج</w:t>
      </w:r>
      <w:r w:rsidRPr="00CD3FC2">
        <w:rPr>
          <w:rtl/>
        </w:rPr>
        <w:t xml:space="preserve">۱۴،ص۱۴۱ ۳۔مشکلا آثار،ج۱،ص۳۳۶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۴۔تار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نةدمشق،ج</w:t>
      </w:r>
      <w:r w:rsidRPr="00CD3FC2">
        <w:rPr>
          <w:rtl/>
        </w:rPr>
        <w:t xml:space="preserve">۱۳،ص۲۰۳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۵۔شواہدالتنز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ل،ج</w:t>
      </w:r>
      <w:r w:rsidRPr="00CD3FC2">
        <w:rPr>
          <w:rtl/>
        </w:rPr>
        <w:t xml:space="preserve">۲،ص۶۱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۶۔شواہد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ل،ج</w:t>
      </w:r>
      <w:r w:rsidRPr="00CD3FC2">
        <w:rPr>
          <w:rtl/>
        </w:rPr>
        <w:t>۲،ص۱۳۴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۷۔شواہدالتنز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ل،ج</w:t>
      </w:r>
      <w:r w:rsidRPr="00CD3FC2">
        <w:rPr>
          <w:rtl/>
        </w:rPr>
        <w:t xml:space="preserve">۲،ص۱۹ 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۸۔المستدرک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ن،ج</w:t>
      </w:r>
      <w:r w:rsidRPr="00CD3FC2">
        <w:rPr>
          <w:rtl/>
        </w:rPr>
        <w:t>۲،ص۴۱۶</w:t>
      </w:r>
    </w:p>
    <w:p w:rsidR="0039767A" w:rsidRDefault="0039767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39767A" w:rsidRPr="00CD3FC2" w:rsidRDefault="0039767A" w:rsidP="00107A46">
      <w:pPr>
        <w:pStyle w:val="libNormal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خاصّت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ب</w:t>
      </w:r>
      <w:r w:rsidRPr="00CD3FC2">
        <w:rPr>
          <w:rtl/>
        </w:rPr>
        <w:t xml:space="preserve"> عن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الرجس و 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ّر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 تط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راً“،</w:t>
      </w:r>
      <w:r w:rsidRPr="00CD3FC2">
        <w:rPr>
          <w:rtl/>
        </w:rPr>
        <w:t xml:space="preserve"> قال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ثلاث مرّات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قالت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سلمة - رض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-: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دخلت</w:t>
      </w:r>
      <w:r w:rsidRPr="00CD3FC2">
        <w:rPr>
          <w:rtl/>
        </w:rPr>
        <w:t xml:space="preserve"> را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الستر فقلت: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معکم؟ فقال: ”إنّک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ر“مرّت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“</w:t>
      </w:r>
      <w:r w:rsidR="0039767A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،حضرت</w:t>
      </w:r>
      <w:r w:rsidRPr="00CD3FC2">
        <w:rPr>
          <w:rtl/>
        </w:rPr>
        <w:t xml:space="preserve"> فاطمہ زہرا 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 xml:space="preserve"> کے توسط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کھانا حاضرکرنے کے بعدپ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ان سے 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تم اپنے شوہر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اوراپنے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کو بلاؤ اور وہ حضرات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لاتے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۔کھانا تناول کرتے وقت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رنازل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:”خداوندا!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خواص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۔تو ان سے ہر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دورکر اورانھ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رکھ۔ام سلمہ کہت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سر اٹھاکر کہا: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آپ کے ساتھ ہوں؟حضرت نے دومر تبہ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ہو۔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نکتہ قابل غور ہے کہ اگر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مطابق حضرت ام سلمہ”اہل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ں،توآنحضرت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صراحتاًانھ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مثبت 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>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موردتائ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دقرار</w:t>
      </w:r>
      <w:r w:rsidRPr="00CD3FC2">
        <w:rPr>
          <w:rtl/>
        </w:rPr>
        <w:t xml:space="preserve">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اآپکا</w:t>
      </w:r>
      <w:r w:rsidRPr="00CD3FC2">
        <w:rPr>
          <w:rtl/>
        </w:rPr>
        <w:t xml:space="preserve"> خلق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ہرگزآپکو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اجازت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تاکہ</w:t>
      </w:r>
      <w:r w:rsidRPr="00CD3FC2">
        <w:rPr>
          <w:rtl/>
        </w:rPr>
        <w:t xml:space="preserve"> آپ ام سلمہ کو صراحتاً منف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۔مذکورہ جملہ جو متعدد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ہے،اس نکتہ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کے 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ت“کے</w:t>
      </w:r>
      <w:r w:rsidRPr="00CD3FC2">
        <w:rPr>
          <w:rtl/>
        </w:rPr>
        <w:t xml:space="preserve"> دائرہ سے خارج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واضح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ہے۔</w:t>
      </w:r>
    </w:p>
    <w:p w:rsidR="000B693F" w:rsidRPr="0039767A" w:rsidRDefault="0039767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۱۔الدرّالمنثور،ج۶،ص۶۰۳،دارالفکر</w:t>
      </w:r>
    </w:p>
    <w:p w:rsidR="0039767A" w:rsidRDefault="0039767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39767A">
      <w:pPr>
        <w:pStyle w:val="Heading2Center"/>
        <w:rPr>
          <w:rtl/>
        </w:rPr>
      </w:pPr>
      <w:bookmarkStart w:id="145" w:name="_Toc508103394"/>
      <w:r w:rsidRPr="00CD3FC2">
        <w:rPr>
          <w:rtl/>
          <w:lang w:bidi="fa-IR"/>
        </w:rPr>
        <w:t>۲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تنح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فإنّک ال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الخ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Fonts w:hint="eastAsia"/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45"/>
    </w:p>
    <w:p w:rsidR="000B693F" w:rsidRPr="00B76D20" w:rsidRDefault="000B693F" w:rsidP="00BA57AE">
      <w:pPr>
        <w:pStyle w:val="libNormal"/>
        <w:rPr>
          <w:rtl/>
        </w:rPr>
      </w:pPr>
      <w:r w:rsidRPr="0039767A">
        <w:rPr>
          <w:rStyle w:val="libArabicChar"/>
          <w:rFonts w:hint="eastAsia"/>
          <w:rtl/>
        </w:rPr>
        <w:t>”عن</w:t>
      </w:r>
      <w:r w:rsidRPr="0039767A">
        <w:rPr>
          <w:rStyle w:val="libArabicChar"/>
          <w:rtl/>
        </w:rPr>
        <w:t xml:space="preserve"> العوام 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عن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ابن حوشب،عن ابن عم ل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قال:دخلت مع اٴ</w:t>
      </w:r>
      <w:r w:rsidRPr="0039767A">
        <w:rPr>
          <w:rStyle w:val="libArabicChar"/>
          <w:rFonts w:hint="eastAsia"/>
          <w:rtl/>
        </w:rPr>
        <w:t>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عائشة</w:t>
      </w:r>
      <w:r w:rsidRPr="0039767A">
        <w:rPr>
          <w:rStyle w:val="libArabicChar"/>
          <w:rFonts w:hint="cs"/>
          <w:rtl/>
        </w:rPr>
        <w:t>فساٴ</w:t>
      </w:r>
      <w:r w:rsidRPr="0039767A">
        <w:rPr>
          <w:rStyle w:val="libArabicChar"/>
          <w:rFonts w:hint="eastAsia"/>
          <w:rtl/>
        </w:rPr>
        <w:t>لت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ا</w:t>
      </w:r>
      <w:r w:rsidRPr="0039767A">
        <w:rPr>
          <w:rStyle w:val="libArabicChar"/>
          <w:rtl/>
        </w:rPr>
        <w:t xml:space="preserve"> عن عل</w:t>
      </w:r>
      <w:r w:rsidRPr="0039767A">
        <w:rPr>
          <w:rStyle w:val="libArabicChar"/>
          <w:rFonts w:hint="cs"/>
          <w:rtl/>
        </w:rPr>
        <w:t>یّفقالت:تساٴ</w:t>
      </w:r>
      <w:r w:rsidRPr="0039767A">
        <w:rPr>
          <w:rStyle w:val="libArabicChar"/>
          <w:rFonts w:hint="eastAsia"/>
          <w:rtl/>
        </w:rPr>
        <w:t>لن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عن رجل کان من 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حبّ</w:t>
      </w:r>
      <w:r w:rsidRPr="0039767A">
        <w:rPr>
          <w:rStyle w:val="libArabicChar"/>
          <w:rtl/>
        </w:rPr>
        <w:t xml:space="preserve"> الناس إل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رسول اللٰ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39767A">
        <w:rPr>
          <w:rStyle w:val="libArabicChar"/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39767A">
        <w:rPr>
          <w:rStyle w:val="libArabicChar"/>
          <w:rFonts w:hint="cs"/>
          <w:rtl/>
        </w:rPr>
        <w:t>وکانت تحت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ابنت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واٴ</w:t>
      </w:r>
      <w:r w:rsidRPr="0039767A">
        <w:rPr>
          <w:rStyle w:val="libArabicChar"/>
          <w:rFonts w:hint="eastAsia"/>
          <w:rtl/>
        </w:rPr>
        <w:t>حبّ</w:t>
      </w:r>
      <w:r w:rsidRPr="0039767A">
        <w:rPr>
          <w:rStyle w:val="libArabicChar"/>
          <w:rtl/>
        </w:rPr>
        <w:t xml:space="preserve"> الناس إل</w:t>
      </w:r>
      <w:r w:rsidRPr="0039767A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لقد راٴی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39767A">
        <w:rPr>
          <w:rStyle w:val="libArabicChar"/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39767A">
        <w:rPr>
          <w:rStyle w:val="libArabicChar"/>
          <w:rFonts w:hint="cs"/>
          <w:rtl/>
        </w:rPr>
        <w:t>دعا علیّ</w:t>
      </w:r>
      <w:r w:rsidRPr="0039767A">
        <w:rPr>
          <w:rStyle w:val="libArabicChar"/>
          <w:rFonts w:hint="eastAsia"/>
          <w:rtl/>
        </w:rPr>
        <w:t>اً</w:t>
      </w:r>
      <w:r w:rsidRPr="0039767A">
        <w:rPr>
          <w:rStyle w:val="libArabicChar"/>
          <w:rtl/>
        </w:rPr>
        <w:t xml:space="preserve"> و فاطم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و حسناً وحسی</w:t>
      </w:r>
      <w:r w:rsidRPr="0039767A">
        <w:rPr>
          <w:rStyle w:val="libArabicChar"/>
          <w:rFonts w:hint="eastAsia"/>
          <w:rtl/>
        </w:rPr>
        <w:t>ناً</w:t>
      </w:r>
      <w:r w:rsidRPr="0039767A">
        <w:rPr>
          <w:rStyle w:val="libArabicChar"/>
          <w:rtl/>
        </w:rPr>
        <w:t xml:space="preserve"> - رض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عن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</w:t>
      </w:r>
      <w:r w:rsidRPr="0039767A">
        <w:rPr>
          <w:rStyle w:val="libArabicChar"/>
          <w:rtl/>
        </w:rPr>
        <w:t xml:space="preserve"> - فا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لق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</w:t>
      </w:r>
      <w:r w:rsidRPr="0039767A">
        <w:rPr>
          <w:rStyle w:val="libArabicChar"/>
          <w:rtl/>
        </w:rPr>
        <w:t xml:space="preserve"> ثوباً</w:t>
      </w:r>
      <w:r w:rsidRPr="0039767A">
        <w:rPr>
          <w:rStyle w:val="libArabicChar"/>
          <w:rFonts w:hint="cs"/>
          <w:rtl/>
        </w:rPr>
        <w:t xml:space="preserve"> فقال: اللّ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م 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ؤلائ اٴ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</w:t>
      </w:r>
      <w:r w:rsidRPr="0039767A">
        <w:rPr>
          <w:rStyle w:val="libArabicChar"/>
          <w:rtl/>
        </w:rPr>
        <w:t xml:space="preserve"> 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،</w:t>
      </w:r>
      <w:r w:rsidRPr="0039767A">
        <w:rPr>
          <w:rStyle w:val="libArabicChar"/>
          <w:rtl/>
        </w:rPr>
        <w:t xml:space="preserve"> فا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ب</w:t>
      </w:r>
      <w:r w:rsidRPr="0039767A">
        <w:rPr>
          <w:rStyle w:val="libArabicChar"/>
          <w:rtl/>
        </w:rPr>
        <w:t xml:space="preserve"> عن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 الرجس و ط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ّر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 تط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راً</w:t>
      </w:r>
      <w:r w:rsidRPr="0039767A">
        <w:rPr>
          <w:rStyle w:val="libArabicChar"/>
          <w:rFonts w:hint="cs"/>
          <w:rtl/>
        </w:rPr>
        <w:t xml:space="preserve"> قالت: فدنوت من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 و قلت: ی</w:t>
      </w:r>
      <w:r w:rsidRPr="0039767A">
        <w:rPr>
          <w:rStyle w:val="libArabicChar"/>
          <w:rFonts w:hint="eastAsia"/>
          <w:rtl/>
        </w:rPr>
        <w:t>ا</w:t>
      </w:r>
      <w:r w:rsidRPr="0039767A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tl/>
        </w:rPr>
        <w:t>، و 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نا</w:t>
      </w:r>
      <w:r w:rsidRPr="0039767A">
        <w:rPr>
          <w:rStyle w:val="libArabicChar"/>
          <w:rtl/>
        </w:rPr>
        <w:t xml:space="preserve"> من ا</w:t>
      </w:r>
      <w:r w:rsidRPr="0039767A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</w:t>
      </w:r>
      <w:r w:rsidRPr="0039767A">
        <w:rPr>
          <w:rStyle w:val="libArabicChar"/>
          <w:rtl/>
        </w:rPr>
        <w:t xml:space="preserve"> 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تک؟</w:t>
      </w:r>
      <w:r w:rsidRPr="0039767A">
        <w:rPr>
          <w:rStyle w:val="libArabicChar"/>
          <w:rtl/>
        </w:rPr>
        <w:t xml:space="preserve"> فقال </w:t>
      </w:r>
      <w:r w:rsidR="00E17DF7" w:rsidRPr="00E17DF7">
        <w:rPr>
          <w:rStyle w:val="libAlaemChar"/>
          <w:rtl/>
        </w:rPr>
        <w:t>(</w:t>
      </w:r>
      <w:r w:rsidRPr="0039767A">
        <w:rPr>
          <w:rStyle w:val="libArabicChar"/>
          <w:rtl/>
        </w:rPr>
        <w:t>ص</w:t>
      </w:r>
      <w:r w:rsidR="00E17DF7" w:rsidRPr="00E17DF7">
        <w:rPr>
          <w:rStyle w:val="libAlaemChar"/>
          <w:rtl/>
        </w:rPr>
        <w:t>)</w:t>
      </w:r>
      <w:r w:rsidRPr="0039767A">
        <w:rPr>
          <w:rStyle w:val="libArabicChar"/>
          <w:rtl/>
        </w:rPr>
        <w:t>:تنح</w:t>
      </w:r>
      <w:r w:rsidRPr="0039767A">
        <w:rPr>
          <w:rStyle w:val="libArabicChar"/>
          <w:rFonts w:hint="cs"/>
          <w:rtl/>
        </w:rPr>
        <w:t>یّ</w:t>
      </w:r>
      <w:r w:rsidRPr="0039767A">
        <w:rPr>
          <w:rStyle w:val="libArabicChar"/>
          <w:rFonts w:hint="eastAsia"/>
          <w:rtl/>
        </w:rPr>
        <w:t>،فإنّک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”عوام</w:t>
      </w:r>
      <w:r w:rsidRPr="00CD3FC2">
        <w:rPr>
          <w:rtl/>
        </w:rPr>
        <w:t xml:space="preserve"> بن حوشب نے اپنے چچازاد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اس نے کہا: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اپنے باپ کے ہمراہ عائشہ کے پاس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ان سے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۔عائشہ نے کہا:تم مجھ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شخص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پوچھتے ہو،جو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(ص)کے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محبوب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فردہے۔پ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عز</w:t>
      </w:r>
      <w:r w:rsidRPr="00CD3FC2">
        <w:rPr>
          <w:rFonts w:hint="cs"/>
          <w:rtl/>
        </w:rPr>
        <w:t>ی</w:t>
      </w:r>
      <w:r w:rsidRPr="00CD3FC2">
        <w:rPr>
          <w:rtl/>
        </w:rPr>
        <w:t>ز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ہے۔</w:t>
      </w:r>
    </w:p>
    <w:p w:rsidR="000B693F" w:rsidRPr="00CD3FC2" w:rsidRDefault="00A96ED8" w:rsidP="00107A4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B693F" w:rsidRPr="00CD3FC2">
        <w:rPr>
          <w:rtl/>
        </w:rPr>
        <w:t xml:space="preserve"> نے رسول خدا (ص)کو د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کھا</w:t>
      </w:r>
      <w:r w:rsidR="000B693F" w:rsidRPr="00CD3FC2">
        <w:rPr>
          <w:rtl/>
        </w:rPr>
        <w:t xml:space="preserve"> کہ آپنے عل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وفاطمہ،حسن وحس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 xml:space="preserve"> )عل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ہم</w:t>
      </w:r>
      <w:r w:rsidR="000B693F" w:rsidRPr="00CD3FC2">
        <w:rPr>
          <w:rtl/>
        </w:rPr>
        <w:t xml:space="preserve"> السلام)کو بلا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اوران کے اوپر 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ک</w:t>
      </w:r>
      <w:r w:rsidR="000B693F" w:rsidRPr="00CD3FC2">
        <w:rPr>
          <w:rtl/>
        </w:rPr>
        <w:t xml:space="preserve"> کپڑے سے سا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اورفرما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>:خدا وندا!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م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رے</w:t>
      </w:r>
      <w:r w:rsidR="000B693F" w:rsidRPr="00CD3FC2">
        <w:rPr>
          <w:rtl/>
        </w:rPr>
        <w:t xml:space="preserve"> اہل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>۔ان سے برائ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کو دور رکھ اورانھ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خاص طور سے پاک وپاک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زہ</w:t>
      </w:r>
      <w:r w:rsidR="000B693F" w:rsidRPr="00CD3FC2">
        <w:rPr>
          <w:rtl/>
        </w:rPr>
        <w:t xml:space="preserve"> قرار دے۔عائشہ نے کہا:</w:t>
      </w:r>
      <w:r>
        <w:rPr>
          <w:rtl/>
        </w:rPr>
        <w:t xml:space="preserve">میں </w:t>
      </w:r>
      <w:r w:rsidR="000B693F" w:rsidRPr="00CD3FC2">
        <w:rPr>
          <w:rtl/>
        </w:rPr>
        <w:t xml:space="preserve"> ان کے نزد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ک</w:t>
      </w:r>
      <w:r w:rsidR="000B693F" w:rsidRPr="00CD3FC2">
        <w:rPr>
          <w:rtl/>
        </w:rPr>
        <w:t xml:space="preserve"> گئ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اورکہا: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ارسول</w:t>
      </w:r>
      <w:r w:rsidR="000B693F" w:rsidRPr="00CD3FC2">
        <w:rPr>
          <w:rtl/>
        </w:rPr>
        <w:t xml:space="preserve"> اللہ! ک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</w:t>
      </w:r>
      <w:r>
        <w:rPr>
          <w:rtl/>
        </w:rPr>
        <w:t xml:space="preserve">میں </w:t>
      </w:r>
      <w:r w:rsidR="000B693F" w:rsidRPr="00CD3FC2">
        <w:rPr>
          <w:rtl/>
        </w:rPr>
        <w:t xml:space="preserve"> آپ کے اہل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</w:t>
      </w:r>
      <w:r>
        <w:rPr>
          <w:rtl/>
        </w:rPr>
        <w:t xml:space="preserve">میں </w:t>
      </w:r>
      <w:r w:rsidR="000B693F" w:rsidRPr="00CD3FC2">
        <w:rPr>
          <w:rtl/>
        </w:rPr>
        <w:t xml:space="preserve"> سے ہوں؟فرما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>:تم خ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رون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پر ہو۔“</w:t>
      </w:r>
    </w:p>
    <w:p w:rsidR="000B693F" w:rsidRPr="0039767A" w:rsidRDefault="0039767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رابن</w:t>
      </w:r>
      <w:r w:rsidRPr="00CD3FC2">
        <w:rPr>
          <w:rtl/>
        </w:rPr>
        <w:t xml:space="preserve">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۳،ص۲۹۳،دارالمعرفة،ب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39767A" w:rsidRDefault="0039767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39767A">
      <w:pPr>
        <w:pStyle w:val="Heading2Center"/>
        <w:rPr>
          <w:rtl/>
        </w:rPr>
      </w:pPr>
      <w:bookmarkStart w:id="146" w:name="_Toc508103395"/>
      <w:r w:rsidRPr="00CD3FC2">
        <w:rPr>
          <w:rtl/>
          <w:lang w:bidi="fa-IR"/>
        </w:rPr>
        <w:t>۳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فجذب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من ی</w:t>
      </w:r>
      <w:r w:rsidRPr="0039767A">
        <w:rPr>
          <w:rStyle w:val="libArabicChar"/>
          <w:rFonts w:hint="eastAsia"/>
          <w:rtl/>
        </w:rPr>
        <w:t>د</w:t>
      </w:r>
      <w:r w:rsidRPr="0039767A">
        <w:rPr>
          <w:rStyle w:val="libArabicChar"/>
          <w:rFonts w:hint="cs"/>
          <w:rtl/>
        </w:rPr>
        <w:t>ی</w:t>
      </w:r>
      <w:r w:rsidRPr="00CD3FC2">
        <w:rPr>
          <w:rFonts w:hint="eastAsia"/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46"/>
    </w:p>
    <w:p w:rsidR="000B693F" w:rsidRPr="00B76D20" w:rsidRDefault="000B693F" w:rsidP="00BA57AE">
      <w:pPr>
        <w:pStyle w:val="libNormal"/>
        <w:rPr>
          <w:rtl/>
        </w:rPr>
      </w:pPr>
      <w:r w:rsidRPr="0039767A">
        <w:rPr>
          <w:rStyle w:val="libArabicChar"/>
          <w:rFonts w:hint="eastAsia"/>
          <w:rtl/>
        </w:rPr>
        <w:t>”</w:t>
      </w:r>
      <w:r w:rsidRPr="0039767A">
        <w:rPr>
          <w:rStyle w:val="libArabicChar"/>
          <w:rFonts w:hint="cs"/>
          <w:rtl/>
        </w:rPr>
        <w:t>عن اُم سلمة اٴ</w:t>
      </w:r>
      <w:r w:rsidRPr="0039767A">
        <w:rPr>
          <w:rStyle w:val="libArabicChar"/>
          <w:rFonts w:hint="eastAsia"/>
          <w:rtl/>
        </w:rPr>
        <w:t>ن</w:t>
      </w:r>
      <w:r w:rsidRPr="0039767A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39767A">
        <w:rPr>
          <w:rStyle w:val="libArabicChar"/>
          <w:rFonts w:hint="cs"/>
          <w:rtl/>
        </w:rPr>
        <w:t>قال لفاطمة: ای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ن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بزوجک و ابن</w:t>
      </w:r>
      <w:r w:rsidRPr="0039767A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فجائت ب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م، فاٴ</w:t>
      </w:r>
      <w:r w:rsidRPr="0039767A">
        <w:rPr>
          <w:rStyle w:val="libArabicChar"/>
          <w:rFonts w:hint="eastAsia"/>
          <w:rtl/>
        </w:rPr>
        <w:t>لق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39767A">
        <w:rPr>
          <w:rStyle w:val="libArabicChar"/>
          <w:rFonts w:hint="cs"/>
          <w:rtl/>
        </w:rPr>
        <w:t>علی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</w:t>
      </w:r>
      <w:r w:rsidRPr="0039767A">
        <w:rPr>
          <w:rStyle w:val="libArabicChar"/>
          <w:rtl/>
        </w:rPr>
        <w:t xml:space="preserve"> کساءً فدک</w:t>
      </w:r>
      <w:r w:rsidRPr="0039767A">
        <w:rPr>
          <w:rStyle w:val="libArabicChar"/>
          <w:rFonts w:hint="cs"/>
          <w:rtl/>
        </w:rPr>
        <w:t>یّ</w:t>
      </w:r>
      <w:r w:rsidRPr="0039767A">
        <w:rPr>
          <w:rStyle w:val="libArabicChar"/>
          <w:rFonts w:hint="eastAsia"/>
          <w:rtl/>
        </w:rPr>
        <w:t>اً</w:t>
      </w:r>
      <w:r w:rsidRPr="0039767A">
        <w:rPr>
          <w:rStyle w:val="libArabicChar"/>
          <w:rtl/>
        </w:rPr>
        <w:t xml:space="preserve"> ثمّ وضع 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د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</w:t>
      </w:r>
      <w:r w:rsidRPr="0039767A">
        <w:rPr>
          <w:rStyle w:val="libArabicChar"/>
          <w:rtl/>
        </w:rPr>
        <w:t xml:space="preserve"> ثمّ قال: اللّ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مّ إنّ 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ؤلاء ا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 محمد - و فی</w:t>
      </w:r>
      <w:r w:rsidRPr="0039767A">
        <w:rPr>
          <w:rStyle w:val="libArabicChar"/>
          <w:rtl/>
        </w:rPr>
        <w:t xml:space="preserve"> لفظ آل محمد - ، فاجعل صلواتک و برکاتک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آل محمد، کما جعلت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ا علی</w:t>
      </w:r>
      <w:r w:rsidRPr="0039767A">
        <w:rPr>
          <w:rStyle w:val="libArabicChar"/>
          <w:rtl/>
        </w:rPr>
        <w:t xml:space="preserve"> آل ا</w:t>
      </w:r>
      <w:r w:rsidRPr="0039767A">
        <w:rPr>
          <w:rStyle w:val="libArabicChar"/>
          <w:rFonts w:hint="eastAsia"/>
          <w:rtl/>
        </w:rPr>
        <w:t>برا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م</w:t>
      </w:r>
      <w:r w:rsidRPr="0039767A">
        <w:rPr>
          <w:rStyle w:val="libArabicChar"/>
          <w:rtl/>
        </w:rPr>
        <w:t xml:space="preserve"> إنّک حم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د</w:t>
      </w:r>
      <w:r w:rsidRPr="0039767A">
        <w:rPr>
          <w:rStyle w:val="libArabicChar"/>
          <w:rtl/>
        </w:rPr>
        <w:t xml:space="preserve"> مج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د</w:t>
      </w:r>
      <w:r w:rsidRPr="0039767A">
        <w:rPr>
          <w:rStyle w:val="libArabicChar"/>
          <w:rFonts w:hint="cs"/>
          <w:rtl/>
        </w:rPr>
        <w:t xml:space="preserve"> قالت اٴُ</w:t>
      </w:r>
      <w:r w:rsidRPr="0039767A">
        <w:rPr>
          <w:rStyle w:val="libArabicChar"/>
          <w:rFonts w:hint="eastAsia"/>
          <w:rtl/>
        </w:rPr>
        <w:t>م</w:t>
      </w:r>
      <w:r w:rsidRPr="0039767A">
        <w:rPr>
          <w:rStyle w:val="libArabicChar"/>
          <w:rtl/>
        </w:rPr>
        <w:t xml:space="preserve"> سلمة</w:t>
      </w:r>
      <w:r w:rsidRPr="0039767A">
        <w:rPr>
          <w:rStyle w:val="libArabicChar"/>
          <w:rFonts w:hint="cs"/>
          <w:rtl/>
        </w:rPr>
        <w:t>: فرفعت الکساء لاٴ</w:t>
      </w:r>
      <w:r w:rsidRPr="0039767A">
        <w:rPr>
          <w:rStyle w:val="libArabicChar"/>
          <w:rFonts w:hint="eastAsia"/>
          <w:rtl/>
        </w:rPr>
        <w:t>دخل</w:t>
      </w:r>
      <w:r w:rsidRPr="0039767A">
        <w:rPr>
          <w:rStyle w:val="libArabicChar"/>
          <w:rtl/>
        </w:rPr>
        <w:t xml:space="preserve"> مع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م، فجذب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من ی</w:t>
      </w:r>
      <w:r w:rsidRPr="0039767A">
        <w:rPr>
          <w:rStyle w:val="libArabicChar"/>
          <w:rFonts w:hint="eastAsia"/>
          <w:rtl/>
        </w:rPr>
        <w:t>د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و قال: إنّک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”ام</w:t>
      </w:r>
      <w:r w:rsidRPr="00CD3FC2">
        <w:rPr>
          <w:rtl/>
        </w:rPr>
        <w:t xml:space="preserve"> سلمہ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(ص)نے فاطمہ(سلام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)سے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:اپنے شوہراورب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ٹوں</w:t>
      </w:r>
      <w:r w:rsidRPr="00CD3FC2">
        <w:rPr>
          <w:rtl/>
        </w:rPr>
        <w:t xml:space="preserve"> کوم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پاس بلاؤ۔فاطمہ (سلام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>) 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(ص)نے فدک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کساء)ا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لباس جو فدک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بناتھا)کو ان پر ڈال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ااوراس</w:t>
      </w:r>
      <w:r w:rsidRPr="00CD3FC2">
        <w:rPr>
          <w:rtl/>
        </w:rPr>
        <w:t xml:space="preserve"> کے بعد اپنا ہاتھ ان پر رکھ کر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</w:t>
      </w:r>
      <w:r w:rsidRPr="00CD3FC2">
        <w:rPr>
          <w:rtl/>
        </w:rPr>
        <w:t xml:space="preserve"> وندا!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آل محمدہ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۔تو ان پر درود وبرکتوں کا نزول فرما،جس طرح آل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پر ناز ل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تو لائق حمد و ستائش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سلمہ نے کہا: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کساء کا سرا اٹھا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تاکہ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کساء ان کے ساتھ ملحق ہو جاؤں۔پس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(ص)نے اسے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ہاتھ سے کھ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</w:t>
      </w:r>
      <w:r w:rsidRPr="00CD3FC2">
        <w:rPr>
          <w:rtl/>
        </w:rPr>
        <w:t xml:space="preserve">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ہو۔“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39767A">
      <w:pPr>
        <w:pStyle w:val="Heading2Center"/>
        <w:rPr>
          <w:rtl/>
        </w:rPr>
      </w:pPr>
      <w:bookmarkStart w:id="147" w:name="_Toc508103396"/>
      <w:r w:rsidRPr="00CD3FC2">
        <w:rPr>
          <w:rtl/>
          <w:lang w:bidi="fa-IR"/>
        </w:rPr>
        <w:t>۴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ماقال:إنّک من ا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 البی</w:t>
      </w:r>
      <w:r w:rsidRPr="0039767A">
        <w:rPr>
          <w:rStyle w:val="libArabicChar"/>
          <w:rFonts w:hint="eastAsia"/>
          <w:rtl/>
        </w:rPr>
        <w:t>ت</w:t>
      </w:r>
      <w:r w:rsidRPr="00CD3FC2">
        <w:rPr>
          <w:rFonts w:hint="eastAsia"/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47"/>
    </w:p>
    <w:p w:rsidR="000B693F" w:rsidRDefault="000B693F" w:rsidP="0039767A">
      <w:pPr>
        <w:pStyle w:val="libArabic"/>
        <w:rPr>
          <w:rtl/>
        </w:rPr>
      </w:pPr>
      <w:r w:rsidRPr="00CD3FC2">
        <w:rPr>
          <w:rFonts w:hint="eastAsia"/>
          <w:rtl/>
        </w:rPr>
        <w:t>”عن</w:t>
      </w:r>
      <w:r w:rsidRPr="00CD3FC2">
        <w:rPr>
          <w:rtl/>
        </w:rPr>
        <w:t xml:space="preserve"> عمرة بنت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فع</w:t>
      </w:r>
      <w:r w:rsidRPr="00CD3FC2">
        <w:rPr>
          <w:rFonts w:hint="cs"/>
          <w:rtl/>
        </w:rPr>
        <w:t>یٰ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قالت: سمعت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سلمة تقول: نزلت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</w:p>
    <w:p w:rsidR="0039767A" w:rsidRPr="0039767A" w:rsidRDefault="0039767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۱۔الدر المنثورج۶،ص۶۰۴،دارالفکر۔المعجم 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۲۳،ص۳۳۶</w:t>
      </w:r>
    </w:p>
    <w:p w:rsidR="0039767A" w:rsidRDefault="0039767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39767A" w:rsidRPr="00CD3FC2" w:rsidRDefault="0039767A" w:rsidP="00107A46">
      <w:pPr>
        <w:pStyle w:val="libNormal"/>
        <w:rPr>
          <w:rtl/>
        </w:rPr>
      </w:pPr>
    </w:p>
    <w:p w:rsidR="000B693F" w:rsidRPr="00B76D20" w:rsidRDefault="000B693F" w:rsidP="00BA57AE">
      <w:pPr>
        <w:pStyle w:val="libNormal"/>
        <w:rPr>
          <w:rtl/>
        </w:rPr>
      </w:pPr>
      <w:r w:rsidRPr="0039767A">
        <w:rPr>
          <w:rStyle w:val="libArabicChar"/>
          <w:rFonts w:hint="eastAsia"/>
          <w:rtl/>
        </w:rPr>
        <w:t>الآ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ة</w:t>
      </w:r>
      <w:r w:rsidRPr="0039767A">
        <w:rPr>
          <w:rStyle w:val="libArabicChar"/>
          <w:rtl/>
        </w:rPr>
        <w:t xml:space="preserve"> ف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>:</w:t>
      </w:r>
      <w:r w:rsidR="00BD32E1">
        <w:rPr>
          <w:rStyle w:val="libArabicChar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39767A">
        <w:rPr>
          <w:rStyle w:val="libAieChar"/>
          <w:rtl/>
        </w:rPr>
        <w:t>إنّما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ر</w:t>
      </w:r>
      <w:r w:rsidR="00E17DF7" w:rsidRPr="0039767A">
        <w:rPr>
          <w:rStyle w:val="libAieChar"/>
          <w:rFonts w:hint="cs"/>
          <w:rtl/>
        </w:rPr>
        <w:t>ی</w:t>
      </w:r>
      <w:r w:rsidR="00E17DF7" w:rsidRPr="0039767A">
        <w:rPr>
          <w:rStyle w:val="libAieChar"/>
          <w:rFonts w:hint="eastAsia"/>
          <w:rtl/>
        </w:rPr>
        <w:t>داللّٰ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Style w:val="libArabicChar"/>
          <w:rFonts w:hint="cs"/>
          <w:rtl/>
        </w:rPr>
        <w:t xml:space="preserve"> </w:t>
      </w:r>
      <w:r w:rsidRPr="0039767A">
        <w:rPr>
          <w:rStyle w:val="libArabicChar"/>
          <w:rFonts w:hint="cs"/>
          <w:rtl/>
        </w:rPr>
        <w:t>و فی</w:t>
      </w:r>
      <w:r w:rsidRPr="0039767A">
        <w:rPr>
          <w:rStyle w:val="libArabicChar"/>
          <w:rtl/>
        </w:rPr>
        <w:t xml:space="preserve"> الب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tl/>
        </w:rPr>
        <w:t xml:space="preserve"> سبعة: جبر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ل</w:t>
      </w:r>
      <w:r w:rsidRPr="0039767A">
        <w:rPr>
          <w:rStyle w:val="libArabicChar"/>
          <w:rtl/>
        </w:rPr>
        <w:t xml:space="preserve"> و م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کائ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ل</w:t>
      </w:r>
      <w:r w:rsidRPr="0039767A">
        <w:rPr>
          <w:rStyle w:val="libArabicChar"/>
          <w:rtl/>
        </w:rPr>
        <w:t xml:space="preserve"> و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39767A">
        <w:rPr>
          <w:rStyle w:val="libArabicChar"/>
          <w:rFonts w:hint="cs"/>
          <w:rtl/>
        </w:rPr>
        <w:t>و علی</w:t>
      </w:r>
      <w:r w:rsidRPr="0039767A">
        <w:rPr>
          <w:rStyle w:val="libArabicChar"/>
          <w:rtl/>
        </w:rPr>
        <w:t xml:space="preserve"> و فاطم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و الحسن و الحسی</w:t>
      </w:r>
      <w:r w:rsidRPr="0039767A">
        <w:rPr>
          <w:rStyle w:val="libArabicChar"/>
          <w:rFonts w:hint="eastAsia"/>
          <w:rtl/>
        </w:rPr>
        <w:t>ن</w:t>
      </w:r>
      <w:r w:rsidRPr="0039767A">
        <w:rPr>
          <w:rStyle w:val="libArabicChar"/>
          <w:rFonts w:hint="cs"/>
          <w:rtl/>
        </w:rPr>
        <w:t xml:space="preserve"> قالت: و اٴ</w:t>
      </w:r>
      <w:r w:rsidRPr="0039767A">
        <w:rPr>
          <w:rStyle w:val="libArabicChar"/>
          <w:rFonts w:hint="eastAsia"/>
          <w:rtl/>
        </w:rPr>
        <w:t>نا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باب الب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Fonts w:hint="cs"/>
          <w:rtl/>
        </w:rPr>
        <w:t xml:space="preserve"> فقلت: ی</w:t>
      </w:r>
      <w:r w:rsidRPr="0039767A">
        <w:rPr>
          <w:rStyle w:val="libArabicChar"/>
          <w:rFonts w:hint="eastAsia"/>
          <w:rtl/>
        </w:rPr>
        <w:t>ا</w:t>
      </w:r>
      <w:r w:rsidRPr="0039767A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، اٴ</w:t>
      </w:r>
      <w:r w:rsidRPr="0039767A">
        <w:rPr>
          <w:rStyle w:val="libArabicChar"/>
          <w:rFonts w:hint="eastAsia"/>
          <w:rtl/>
        </w:rPr>
        <w:t>لستُ</w:t>
      </w:r>
      <w:r w:rsidRPr="0039767A">
        <w:rPr>
          <w:rStyle w:val="libArabicChar"/>
          <w:rtl/>
        </w:rPr>
        <w:t xml:space="preserve"> من ا</w:t>
      </w:r>
      <w:r w:rsidRPr="0039767A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</w:t>
      </w:r>
      <w:r w:rsidRPr="0039767A">
        <w:rPr>
          <w:rStyle w:val="libArabicChar"/>
          <w:rtl/>
        </w:rPr>
        <w:t xml:space="preserve"> الب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ت؟</w:t>
      </w:r>
      <w:r w:rsidRPr="0039767A">
        <w:rPr>
          <w:rStyle w:val="libArabicChar"/>
          <w:rtl/>
        </w:rPr>
        <w:t xml:space="preserve"> قال:</w:t>
      </w:r>
      <w:r w:rsidR="00BD32E1">
        <w:rPr>
          <w:rStyle w:val="libArabicChar"/>
          <w:rtl/>
        </w:rPr>
        <w:t xml:space="preserve"> </w:t>
      </w:r>
      <w:r w:rsidRPr="0039767A">
        <w:rPr>
          <w:rStyle w:val="libArabicChar"/>
          <w:rtl/>
        </w:rPr>
        <w:t>إنّک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39767A">
        <w:rPr>
          <w:rStyle w:val="libArabicChar"/>
          <w:rtl/>
        </w:rPr>
        <w:t>! إنّک من 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زواج</w:t>
      </w:r>
      <w:r w:rsidRPr="0039767A">
        <w:rPr>
          <w:rStyle w:val="libArabicChar"/>
          <w:rtl/>
        </w:rPr>
        <w:t xml:space="preserve"> النب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“وماقال</w:t>
      </w:r>
      <w:r w:rsidRPr="0039767A">
        <w:rPr>
          <w:rStyle w:val="libArabicChar"/>
          <w:rtl/>
        </w:rPr>
        <w:t>:”إنّک من ا</w:t>
      </w:r>
      <w:r w:rsidRPr="0039767A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eastAsia"/>
          <w:rtl/>
        </w:rPr>
        <w:t>لالب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CD3FC2">
        <w:rPr>
          <w:rFonts w:hint="eastAsia"/>
          <w:rtl/>
        </w:rPr>
        <w:t>“</w:t>
      </w:r>
      <w:r w:rsidR="0039767A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عمرہ بنت افع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اس نے کہا: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ام سلمہ سے سنا ہے کہ وہ کہت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انّما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الله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ذھب</w:t>
      </w:r>
      <w:r w:rsidRPr="00CD3FC2">
        <w:rPr>
          <w:rtl/>
        </w:rPr>
        <w:t xml:space="preserve"> عنکم الرجس اھل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="00BD32E1" w:rsidRPr="003A5866">
        <w:rPr>
          <w:rFonts w:hint="cs"/>
          <w:rtl/>
        </w:rPr>
        <w:t xml:space="preserve"> </w:t>
      </w:r>
      <w:r w:rsidRPr="00CD3FC2">
        <w:rPr>
          <w:rFonts w:hint="cs"/>
          <w:rtl/>
        </w:rPr>
        <w:t xml:space="preserve"> می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گھر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وقت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 جب گھر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سات افراد تھے: 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،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(ص)،عل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 طمہ، حسن و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السلام)۔ام سلمہ نے کہا: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گھر کے دروازہ کے پاس کھڑ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کہا: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الله!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ہوں؟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تم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ہو، تم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ہو “ اور آپ نے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 تم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ہو۔“ </w:t>
      </w:r>
    </w:p>
    <w:p w:rsidR="000B693F" w:rsidRPr="00CD3FC2" w:rsidRDefault="000B693F" w:rsidP="0039767A">
      <w:pPr>
        <w:pStyle w:val="Heading2Center"/>
        <w:rPr>
          <w:rtl/>
        </w:rPr>
      </w:pPr>
      <w:bookmarkStart w:id="148" w:name="_Toc508103397"/>
      <w:r w:rsidRPr="00CD3FC2">
        <w:rPr>
          <w:rtl/>
          <w:lang w:bidi="fa-IR"/>
        </w:rPr>
        <w:t>۵</w:t>
      </w:r>
      <w:r w:rsidRPr="00CD3FC2">
        <w:rPr>
          <w:rtl/>
        </w:rPr>
        <w:t xml:space="preserve">۔” </w:t>
      </w:r>
      <w:r w:rsidRPr="0039767A">
        <w:rPr>
          <w:rStyle w:val="libArabicChar"/>
          <w:rtl/>
        </w:rPr>
        <w:t>لا، وانت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tl/>
        </w:rPr>
        <w:t xml:space="preserve"> 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48"/>
    </w:p>
    <w:p w:rsidR="000B693F" w:rsidRPr="0039767A" w:rsidRDefault="000B693F" w:rsidP="00B76D20">
      <w:pPr>
        <w:pStyle w:val="libNormal"/>
        <w:rPr>
          <w:rtl/>
          <w:lang w:bidi="fa-IR"/>
        </w:rPr>
      </w:pPr>
      <w:r w:rsidRPr="0039767A">
        <w:rPr>
          <w:rStyle w:val="libArabicChar"/>
          <w:rFonts w:hint="eastAsia"/>
          <w:rtl/>
        </w:rPr>
        <w:t>”</w:t>
      </w:r>
      <w:r w:rsidRPr="0039767A">
        <w:rPr>
          <w:rStyle w:val="libArabicChar"/>
          <w:rtl/>
        </w:rPr>
        <w:t xml:space="preserve"> عن عط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ة،</w:t>
      </w:r>
      <w:r w:rsidRPr="0039767A">
        <w:rPr>
          <w:rStyle w:val="libArabicChar"/>
          <w:rtl/>
        </w:rPr>
        <w:t xml:space="preserve"> عن 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بي</w:t>
      </w:r>
      <w:r w:rsidRPr="0039767A">
        <w:rPr>
          <w:rStyle w:val="libArabicChar"/>
          <w:rtl/>
        </w:rPr>
        <w:t xml:space="preserve"> سع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د،</w:t>
      </w:r>
      <w:r w:rsidRPr="0039767A">
        <w:rPr>
          <w:rStyle w:val="libArabicChar"/>
          <w:rtl/>
        </w:rPr>
        <w:t xml:space="preserve"> عن 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مّ</w:t>
      </w:r>
      <w:r w:rsidRPr="0039767A">
        <w:rPr>
          <w:rStyle w:val="libArabicChar"/>
          <w:rtl/>
        </w:rPr>
        <w:t xml:space="preserve"> سلمة 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ن</w:t>
      </w:r>
      <w:r w:rsidRPr="0039767A">
        <w:rPr>
          <w:rStyle w:val="libArabicChar"/>
          <w:rtl/>
        </w:rPr>
        <w:t xml:space="preserve"> النب</w:t>
      </w:r>
      <w:r w:rsidRPr="0039767A">
        <w:rPr>
          <w:rStyle w:val="libArabicChar"/>
          <w:rFonts w:hint="cs"/>
          <w:rtl/>
        </w:rPr>
        <w:t>یّ</w:t>
      </w:r>
      <w:r w:rsidRPr="0039767A">
        <w:rPr>
          <w:rStyle w:val="libArabic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Pr="0039767A">
        <w:rPr>
          <w:rStyle w:val="libArabicChar"/>
          <w:rtl/>
        </w:rPr>
        <w:t>ص</w:t>
      </w:r>
      <w:r w:rsidR="00E17DF7" w:rsidRPr="00E17DF7">
        <w:rPr>
          <w:rStyle w:val="libAlaemChar"/>
          <w:rtl/>
        </w:rPr>
        <w:t>)</w:t>
      </w:r>
      <w:r w:rsidRPr="0039767A">
        <w:rPr>
          <w:rStyle w:val="libArabicChar"/>
          <w:rtl/>
        </w:rPr>
        <w:t>غطّ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یّ</w:t>
      </w:r>
      <w:r w:rsidRPr="0039767A">
        <w:rPr>
          <w:rStyle w:val="libArabicChar"/>
          <w:rtl/>
        </w:rPr>
        <w:t xml:space="preserve"> و فاطم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و حسن وحسی</w:t>
      </w:r>
      <w:r w:rsidRPr="0039767A">
        <w:rPr>
          <w:rStyle w:val="libArabicChar"/>
          <w:rFonts w:hint="eastAsia"/>
          <w:rtl/>
        </w:rPr>
        <w:t>ن</w:t>
      </w:r>
      <w:r w:rsidRPr="0039767A">
        <w:rPr>
          <w:rStyle w:val="libArabicChar"/>
          <w:rtl/>
        </w:rPr>
        <w:t xml:space="preserve"> کساءً، ثمّ قال: 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ؤلاء اٴ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ل</w:t>
      </w:r>
      <w:r w:rsidRPr="0039767A">
        <w:rPr>
          <w:rStyle w:val="libArabicChar"/>
          <w:rtl/>
        </w:rPr>
        <w:t xml:space="preserve"> 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،</w:t>
      </w:r>
      <w:r w:rsidRPr="0039767A">
        <w:rPr>
          <w:rStyle w:val="libArabicChar"/>
          <w:rtl/>
        </w:rPr>
        <w:t xml:space="preserve"> إل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ک</w:t>
      </w:r>
      <w:r w:rsidRPr="0039767A">
        <w:rPr>
          <w:rStyle w:val="libArabicChar"/>
          <w:rtl/>
        </w:rPr>
        <w:t xml:space="preserve"> لا إل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النار</w:t>
      </w:r>
      <w:r w:rsidRPr="0039767A">
        <w:rPr>
          <w:rStyle w:val="libArabicChar"/>
          <w:rFonts w:hint="cs"/>
          <w:rtl/>
        </w:rPr>
        <w:t xml:space="preserve"> قلت امّ سلمة:فقلت: ی</w:t>
      </w:r>
      <w:r w:rsidRPr="0039767A">
        <w:rPr>
          <w:rStyle w:val="libArabicChar"/>
          <w:rFonts w:hint="eastAsia"/>
          <w:rtl/>
        </w:rPr>
        <w:t>ا</w:t>
      </w:r>
      <w:r w:rsidRPr="0039767A">
        <w:rPr>
          <w:rStyle w:val="libArabicChar"/>
          <w:rtl/>
        </w:rPr>
        <w:t xml:space="preserve"> رسول الله، و ا</w:t>
      </w:r>
      <w:r w:rsidRPr="0039767A">
        <w:rPr>
          <w:rStyle w:val="libArabicChar"/>
          <w:rFonts w:hint="cs"/>
          <w:rtl/>
        </w:rPr>
        <w:t>ٴ</w:t>
      </w:r>
      <w:r w:rsidRPr="0039767A">
        <w:rPr>
          <w:rStyle w:val="libArabicChar"/>
          <w:rFonts w:hint="eastAsia"/>
          <w:rtl/>
        </w:rPr>
        <w:t>نا</w:t>
      </w:r>
      <w:r w:rsidRPr="0039767A">
        <w:rPr>
          <w:rStyle w:val="libArabicChar"/>
          <w:rtl/>
        </w:rPr>
        <w:t xml:space="preserve"> مع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م؟ قال: لا، واٴ</w:t>
      </w:r>
      <w:r w:rsidRPr="0039767A">
        <w:rPr>
          <w:rStyle w:val="libArabicChar"/>
          <w:rFonts w:hint="eastAsia"/>
          <w:rtl/>
        </w:rPr>
        <w:t>نت</w:t>
      </w:r>
      <w:r w:rsidRPr="0039767A">
        <w:rPr>
          <w:rStyle w:val="libArabicChar"/>
          <w:rtl/>
        </w:rPr>
        <w:t xml:space="preserve">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Fonts w:hint="eastAsia"/>
          <w:rtl/>
        </w:rPr>
        <w:t>“</w:t>
      </w:r>
      <w:r w:rsidR="0039767A" w:rsidRPr="00F82107">
        <w:rPr>
          <w:rStyle w:val="libFootnotenumChar"/>
          <w:rFonts w:hint="cs"/>
          <w:rtl/>
        </w:rPr>
        <w:t>(2)</w:t>
      </w:r>
    </w:p>
    <w:p w:rsidR="0039767A" w:rsidRPr="0039767A" w:rsidRDefault="0039767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۱- مشکل الآثار، ج۱، ص۳۳۳، دارالباز۔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دمشق ج ۱۴،صفحہ۱۴۵ دارالفکر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 -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دمشق، ج۱۳، ص۲۰۶، دارالفکر۔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: </w:t>
      </w:r>
    </w:p>
    <w:p w:rsidR="000B693F" w:rsidRPr="00956330" w:rsidRDefault="008F5E30" w:rsidP="00A368AD">
      <w:pPr>
        <w:pStyle w:val="libFootNoteArabic"/>
        <w:rPr>
          <w:rtl/>
        </w:rPr>
      </w:pPr>
      <w:r>
        <w:rPr>
          <w:rFonts w:hint="eastAsia"/>
          <w:rtl/>
        </w:rPr>
        <w:t>ا</w:t>
      </w:r>
      <w:r w:rsidR="000B693F" w:rsidRPr="00CD3FC2">
        <w:rPr>
          <w:rFonts w:hint="eastAsia"/>
          <w:rtl/>
        </w:rPr>
        <w:t>خبرنا</w:t>
      </w:r>
      <w:r w:rsidR="000B693F" w:rsidRPr="00CD3FC2">
        <w:rPr>
          <w:rtl/>
        </w:rPr>
        <w:t xml:space="preserve"> </w:t>
      </w:r>
      <w:r>
        <w:rPr>
          <w:rtl/>
        </w:rPr>
        <w:t>ا</w:t>
      </w:r>
      <w:r w:rsidR="000B693F" w:rsidRPr="00CD3FC2">
        <w:rPr>
          <w:rFonts w:hint="eastAsia"/>
          <w:rtl/>
        </w:rPr>
        <w:t>بو</w:t>
      </w:r>
      <w:r w:rsidR="000B693F" w:rsidRPr="00CD3FC2">
        <w:rPr>
          <w:rtl/>
        </w:rPr>
        <w:t xml:space="preserve"> عبد الله الفراو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و </w:t>
      </w:r>
      <w:r>
        <w:rPr>
          <w:rtl/>
        </w:rPr>
        <w:t>ا</w:t>
      </w:r>
      <w:r w:rsidR="000B693F" w:rsidRPr="00CD3FC2">
        <w:rPr>
          <w:rFonts w:hint="eastAsia"/>
          <w:rtl/>
        </w:rPr>
        <w:t>بو</w:t>
      </w:r>
      <w:r w:rsidR="000B693F" w:rsidRPr="00CD3FC2">
        <w:rPr>
          <w:rtl/>
        </w:rPr>
        <w:t xml:space="preserve"> المظفر الفش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،</w:t>
      </w:r>
      <w:r w:rsidR="000B693F" w:rsidRPr="00CD3FC2">
        <w:rPr>
          <w:rtl/>
        </w:rPr>
        <w:t xml:space="preserve"> قالا: </w:t>
      </w:r>
      <w:r>
        <w:rPr>
          <w:rtl/>
        </w:rPr>
        <w:t>ا</w:t>
      </w:r>
      <w:r w:rsidR="000B693F" w:rsidRPr="00CD3FC2">
        <w:rPr>
          <w:rFonts w:hint="eastAsia"/>
          <w:rtl/>
        </w:rPr>
        <w:t>نا</w:t>
      </w:r>
      <w:r w:rsidR="000B693F" w:rsidRPr="00CD3FC2">
        <w:rPr>
          <w:rtl/>
        </w:rPr>
        <w:t xml:space="preserve"> </w:t>
      </w:r>
      <w:r>
        <w:rPr>
          <w:rtl/>
        </w:rPr>
        <w:t>ا</w:t>
      </w:r>
      <w:r w:rsidR="000B693F" w:rsidRPr="00CD3FC2">
        <w:rPr>
          <w:rFonts w:hint="eastAsia"/>
          <w:rtl/>
        </w:rPr>
        <w:t>بوسعد</w:t>
      </w:r>
      <w:r w:rsidR="000B693F" w:rsidRPr="00CD3FC2">
        <w:rPr>
          <w:rtl/>
        </w:rPr>
        <w:t xml:space="preserve"> الاد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ب،</w:t>
      </w:r>
      <w:r w:rsidR="000B693F" w:rsidRPr="00CD3FC2">
        <w:rPr>
          <w:rtl/>
        </w:rPr>
        <w:t xml:space="preserve"> </w:t>
      </w:r>
      <w:r>
        <w:rPr>
          <w:rtl/>
        </w:rPr>
        <w:t>ا</w:t>
      </w:r>
      <w:r w:rsidR="000B693F" w:rsidRPr="00CD3FC2">
        <w:rPr>
          <w:rFonts w:hint="eastAsia"/>
          <w:rtl/>
        </w:rPr>
        <w:t>نا</w:t>
      </w:r>
      <w:r w:rsidR="000B693F" w:rsidRPr="00CD3FC2">
        <w:rPr>
          <w:rtl/>
        </w:rPr>
        <w:t xml:space="preserve"> </w:t>
      </w:r>
      <w:r>
        <w:rPr>
          <w:rtl/>
        </w:rPr>
        <w:t>ا</w:t>
      </w:r>
      <w:r w:rsidR="000B693F" w:rsidRPr="00CD3FC2">
        <w:rPr>
          <w:rFonts w:hint="eastAsia"/>
          <w:rtl/>
        </w:rPr>
        <w:t>بو</w:t>
      </w:r>
      <w:r w:rsidR="000B693F" w:rsidRPr="00CD3FC2">
        <w:rPr>
          <w:rtl/>
        </w:rPr>
        <w:t xml:space="preserve"> عمرو بن حمدان ، و </w:t>
      </w:r>
      <w:r>
        <w:rPr>
          <w:rtl/>
        </w:rPr>
        <w:t>ا</w:t>
      </w:r>
      <w:r w:rsidR="000B693F" w:rsidRPr="00CD3FC2">
        <w:rPr>
          <w:rFonts w:hint="eastAsia"/>
          <w:rtl/>
        </w:rPr>
        <w:t>خبرتنا</w:t>
      </w:r>
      <w:r w:rsidR="000B693F" w:rsidRPr="00CD3FC2">
        <w:rPr>
          <w:rtl/>
        </w:rPr>
        <w:t xml:space="preserve"> </w:t>
      </w:r>
      <w:r>
        <w:rPr>
          <w:rtl/>
        </w:rPr>
        <w:t>ا</w:t>
      </w:r>
      <w:r w:rsidR="000B693F" w:rsidRPr="00956330">
        <w:rPr>
          <w:rFonts w:hint="eastAsia"/>
          <w:rtl/>
        </w:rPr>
        <w:t>مّ</w:t>
      </w:r>
      <w:r w:rsidR="000B693F" w:rsidRPr="00956330">
        <w:rPr>
          <w:rtl/>
        </w:rPr>
        <w:t xml:space="preserve"> المجتب</w:t>
      </w:r>
      <w:r w:rsidR="000B693F" w:rsidRPr="00956330">
        <w:rPr>
          <w:rFonts w:hint="cs"/>
          <w:rtl/>
        </w:rPr>
        <w:t>ی</w:t>
      </w:r>
      <w:r w:rsidR="000B693F" w:rsidRPr="00956330">
        <w:rPr>
          <w:rtl/>
        </w:rPr>
        <w:t xml:space="preserve"> العلو</w:t>
      </w:r>
      <w:r w:rsidR="000B693F" w:rsidRPr="00956330">
        <w:rPr>
          <w:rFonts w:hint="cs"/>
          <w:rtl/>
        </w:rPr>
        <w:t>یّ</w:t>
      </w:r>
      <w:r w:rsidR="00956330" w:rsidRPr="00956330">
        <w:rPr>
          <w:rFonts w:hint="cs"/>
          <w:rtl/>
        </w:rPr>
        <w:t>ه</w:t>
      </w:r>
      <w:r w:rsidR="000B693F" w:rsidRPr="00956330">
        <w:rPr>
          <w:rFonts w:hint="cs"/>
          <w:rtl/>
        </w:rPr>
        <w:t>،</w:t>
      </w:r>
      <w:r w:rsidR="000B693F" w:rsidRPr="00956330">
        <w:rPr>
          <w:rtl/>
        </w:rPr>
        <w:t xml:space="preserve"> قالت: قر</w:t>
      </w:r>
      <w:r w:rsidR="000B693F" w:rsidRPr="00956330">
        <w:rPr>
          <w:rFonts w:hint="cs"/>
          <w:rtl/>
        </w:rPr>
        <w:t>ی</w:t>
      </w:r>
      <w:r w:rsidR="000B693F" w:rsidRPr="00956330">
        <w:rPr>
          <w:rFonts w:hint="eastAsia"/>
          <w:rtl/>
        </w:rPr>
        <w:t>ئ</w:t>
      </w:r>
      <w:r w:rsidR="000B693F" w:rsidRPr="00956330">
        <w:rPr>
          <w:rtl/>
        </w:rPr>
        <w:t xml:space="preserve"> عل</w:t>
      </w:r>
      <w:r w:rsidR="000B693F" w:rsidRPr="00956330">
        <w:rPr>
          <w:rFonts w:hint="cs"/>
          <w:rtl/>
        </w:rPr>
        <w:t>ی</w:t>
      </w:r>
      <w:r w:rsidR="000B693F" w:rsidRPr="00956330">
        <w:rPr>
          <w:rtl/>
        </w:rPr>
        <w:t xml:space="preserve"> إبرا</w:t>
      </w:r>
      <w:r w:rsidR="00956330" w:rsidRPr="00956330">
        <w:rPr>
          <w:rFonts w:hint="cs"/>
          <w:rtl/>
        </w:rPr>
        <w:t>ه</w:t>
      </w:r>
      <w:r w:rsidR="000B693F" w:rsidRPr="00956330">
        <w:rPr>
          <w:rFonts w:hint="cs"/>
          <w:rtl/>
        </w:rPr>
        <w:t>ی</w:t>
      </w:r>
      <w:r w:rsidR="000B693F" w:rsidRPr="00956330">
        <w:rPr>
          <w:rFonts w:hint="eastAsia"/>
          <w:rtl/>
        </w:rPr>
        <w:t>م</w:t>
      </w:r>
      <w:r w:rsidR="000B693F" w:rsidRPr="00956330">
        <w:rPr>
          <w:rtl/>
        </w:rPr>
        <w:t xml:space="preserve"> بن</w:t>
      </w:r>
      <w:r w:rsidR="000B693F" w:rsidRPr="00CD3FC2">
        <w:rPr>
          <w:rtl/>
        </w:rPr>
        <w:t xml:space="preserve"> منصور </w:t>
      </w:r>
      <w:r>
        <w:rPr>
          <w:rtl/>
        </w:rPr>
        <w:t>ا</w:t>
      </w:r>
      <w:r w:rsidR="000B693F" w:rsidRPr="00CD3FC2">
        <w:rPr>
          <w:rFonts w:hint="eastAsia"/>
          <w:rtl/>
        </w:rPr>
        <w:t>نا</w:t>
      </w:r>
      <w:r w:rsidR="000B693F" w:rsidRPr="00CD3FC2">
        <w:rPr>
          <w:rtl/>
        </w:rPr>
        <w:t xml:space="preserve"> </w:t>
      </w:r>
      <w:r>
        <w:rPr>
          <w:rtl/>
        </w:rPr>
        <w:t>ا</w:t>
      </w:r>
      <w:r w:rsidR="000B693F" w:rsidRPr="00CD3FC2">
        <w:rPr>
          <w:rFonts w:hint="eastAsia"/>
          <w:rtl/>
        </w:rPr>
        <w:t>بوبکر</w:t>
      </w:r>
      <w:r w:rsidR="000B693F" w:rsidRPr="00CD3FC2">
        <w:rPr>
          <w:rtl/>
        </w:rPr>
        <w:t xml:space="preserve"> بن المقر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ء</w:t>
      </w:r>
      <w:r w:rsidR="000B693F" w:rsidRPr="00CD3FC2">
        <w:rPr>
          <w:rtl/>
        </w:rPr>
        <w:t xml:space="preserve"> قالا:</w:t>
      </w:r>
      <w:r>
        <w:rPr>
          <w:rtl/>
        </w:rPr>
        <w:t>ا</w:t>
      </w:r>
      <w:r w:rsidR="000B693F" w:rsidRPr="00CD3FC2">
        <w:rPr>
          <w:rFonts w:hint="eastAsia"/>
          <w:rtl/>
        </w:rPr>
        <w:t>نا</w:t>
      </w:r>
      <w:r w:rsidR="000B693F" w:rsidRPr="00CD3FC2">
        <w:rPr>
          <w:rtl/>
        </w:rPr>
        <w:t xml:space="preserve"> </w:t>
      </w:r>
      <w:r>
        <w:rPr>
          <w:rtl/>
        </w:rPr>
        <w:t>ا</w:t>
      </w:r>
      <w:r w:rsidR="000B693F" w:rsidRPr="00CD3FC2">
        <w:rPr>
          <w:rFonts w:hint="eastAsia"/>
          <w:rtl/>
        </w:rPr>
        <w:t>بوبعل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،</w:t>
      </w:r>
      <w:r w:rsidR="000B693F" w:rsidRPr="00CD3FC2">
        <w:rPr>
          <w:rtl/>
        </w:rPr>
        <w:t xml:space="preserve"> نا محمد بن اسماع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ل</w:t>
      </w:r>
      <w:r w:rsidR="000B693F" w:rsidRPr="00CD3FC2">
        <w:rPr>
          <w:rtl/>
        </w:rPr>
        <w:t xml:space="preserve"> بن </w:t>
      </w:r>
      <w:r>
        <w:rPr>
          <w:rtl/>
        </w:rPr>
        <w:t>ا</w:t>
      </w:r>
      <w:r w:rsidR="000B693F" w:rsidRPr="00CD3FC2">
        <w:rPr>
          <w:rFonts w:hint="eastAsia"/>
          <w:rtl/>
        </w:rPr>
        <w:t>بي</w:t>
      </w:r>
      <w:r w:rsidR="000B693F" w:rsidRPr="00CD3FC2">
        <w:rPr>
          <w:rtl/>
        </w:rPr>
        <w:t xml:space="preserve"> سم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نة،</w:t>
      </w:r>
      <w:r w:rsidR="000B693F" w:rsidRPr="00CD3FC2">
        <w:rPr>
          <w:rtl/>
        </w:rPr>
        <w:t xml:space="preserve"> نا عب</w:t>
      </w:r>
      <w:r w:rsidR="000B693F" w:rsidRPr="00CD3FC2">
        <w:rPr>
          <w:rFonts w:hint="eastAsia"/>
          <w:rtl/>
        </w:rPr>
        <w:t>دالله</w:t>
      </w:r>
      <w:r w:rsidR="000B693F" w:rsidRPr="00CD3FC2">
        <w:rPr>
          <w:rtl/>
        </w:rPr>
        <w:t xml:space="preserve"> بن داوود، عن فض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ل</w:t>
      </w:r>
      <w:r w:rsidR="000B693F" w:rsidRPr="00CD3FC2">
        <w:rPr>
          <w:rtl/>
        </w:rPr>
        <w:t xml:space="preserve"> عن عط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ة</w:t>
      </w:r>
    </w:p>
    <w:p w:rsidR="0039767A" w:rsidRPr="00B76D20" w:rsidRDefault="0039767A" w:rsidP="00E17DF7">
      <w:pPr>
        <w:pStyle w:val="libFootnote"/>
        <w:rPr>
          <w:rtl/>
        </w:rPr>
      </w:pPr>
      <w:r w:rsidRPr="00B76D20">
        <w:rPr>
          <w:rtl/>
        </w:rPr>
        <w:br w:type="page"/>
      </w:r>
    </w:p>
    <w:p w:rsidR="0039767A" w:rsidRPr="00CD3FC2" w:rsidRDefault="0039767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عط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د،ام</w:t>
      </w:r>
      <w:r w:rsidRPr="00CD3FC2">
        <w:rPr>
          <w:rtl/>
        </w:rPr>
        <w:t xml:space="preserve"> سلمہ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(ص)نے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کساء کو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پر ڈال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:خداوندا!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بار گاہ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 کہ آگ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طرف۔ام سلمہ نے کہا: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کہا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کے ساتھ)اہل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)ہوجاؤں؟فرما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،تم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ہو۔“ 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39767A">
      <w:pPr>
        <w:pStyle w:val="Heading2Center"/>
        <w:rPr>
          <w:rtl/>
        </w:rPr>
      </w:pPr>
      <w:bookmarkStart w:id="149" w:name="_Toc508103398"/>
      <w:r w:rsidRPr="00CD3FC2">
        <w:rPr>
          <w:rFonts w:hint="eastAsia"/>
          <w:rtl/>
        </w:rPr>
        <w:t>سندحد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>:</w:t>
      </w:r>
      <w:bookmarkEnd w:id="14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”ابو</w:t>
      </w:r>
      <w:r w:rsidRPr="00CD3FC2">
        <w:rPr>
          <w:rtl/>
        </w:rPr>
        <w:t xml:space="preserve"> عبدالله فراو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محمدبن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بن احمد“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کہناہے:”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، امام، فقہ، مفت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مسند)علم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معروف عالم) خراسان اور 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حرم“ سمعان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عبدالرش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مرو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سنا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کہتے تھے: الفراو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ہزار راو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کے برابر ہے۔)س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اعلام النبلاء ج </w:t>
      </w:r>
      <w:r w:rsidRPr="00CD3FC2">
        <w:rPr>
          <w:rtl/>
          <w:lang w:bidi="fa-IR"/>
        </w:rPr>
        <w:t>۱۸</w:t>
      </w:r>
      <w:r w:rsidRPr="00CD3FC2">
        <w:rPr>
          <w:rtl/>
        </w:rPr>
        <w:t>، ص</w:t>
      </w:r>
      <w:r w:rsidRPr="00CD3FC2">
        <w:rPr>
          <w:rtl/>
          <w:lang w:bidi="fa-IR"/>
        </w:rPr>
        <w:t>۷۳</w:t>
      </w:r>
      <w:r w:rsidRPr="00CD3FC2">
        <w:rPr>
          <w:rtl/>
        </w:rPr>
        <w:t>موسسہ الرسالہ) ” ابوسعد 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کنجرود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“،</w:t>
      </w:r>
      <w:r w:rsidRPr="00CD3FC2">
        <w:rPr>
          <w:rtl/>
        </w:rPr>
        <w:t xml:space="preserve">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خ،</w:t>
      </w:r>
      <w:r w:rsidRPr="00CD3FC2">
        <w:rPr>
          <w:rtl/>
        </w:rPr>
        <w:t xml:space="preserve"> 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امام، 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</w:t>
      </w:r>
      <w:r w:rsidRPr="00CD3FC2">
        <w:rPr>
          <w:rtl/>
        </w:rPr>
        <w:t xml:space="preserve"> نحو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</w:t>
      </w:r>
      <w:r w:rsidRPr="00CD3FC2">
        <w:rPr>
          <w:rtl/>
        </w:rPr>
        <w:t xml:space="preserve"> مسند خراسان</w:t>
      </w:r>
      <w:r w:rsidRPr="00CD3FC2">
        <w:rPr>
          <w:rFonts w:hint="cs"/>
          <w:rtl/>
        </w:rPr>
        <w:t>ی</w:t>
      </w:r>
      <w:r w:rsidRPr="00CD3FC2">
        <w:rPr>
          <w:rtl/>
        </w:rPr>
        <w:t>)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راعلام</w:t>
      </w:r>
      <w:r w:rsidRPr="00CD3FC2">
        <w:rPr>
          <w:rtl/>
        </w:rPr>
        <w:t xml:space="preserve"> النبلاء، ج</w:t>
      </w:r>
      <w:r w:rsidRPr="00CD3FC2">
        <w:rPr>
          <w:rtl/>
          <w:lang w:bidi="fa-IR"/>
        </w:rPr>
        <w:t>۱۸</w:t>
      </w:r>
      <w:r w:rsidRPr="00CD3FC2">
        <w:rPr>
          <w:rtl/>
        </w:rPr>
        <w:t xml:space="preserve">، ص </w:t>
      </w:r>
      <w:r w:rsidRPr="00CD3FC2">
        <w:rPr>
          <w:rtl/>
          <w:lang w:bidi="fa-IR"/>
        </w:rPr>
        <w:t xml:space="preserve">۱۰۱) </w:t>
      </w:r>
      <w:r w:rsidRPr="00CD3FC2">
        <w:rPr>
          <w:rtl/>
        </w:rPr>
        <w:t>سمعان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 ” وہ 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</w:t>
      </w:r>
      <w:r w:rsidRPr="00CD3FC2">
        <w:rPr>
          <w:rtl/>
        </w:rPr>
        <w:t xml:space="preserve"> فاضل، عاقل، خوش رفتار، باوثوق اورسچاتھا“)الانساب ،ج</w:t>
      </w:r>
      <w:r w:rsidRPr="00CD3FC2">
        <w:rPr>
          <w:rtl/>
          <w:lang w:bidi="fa-IR"/>
        </w:rPr>
        <w:t>۵</w:t>
      </w:r>
      <w:r w:rsidRPr="00CD3FC2">
        <w:rPr>
          <w:rtl/>
        </w:rPr>
        <w:t>، ص</w:t>
      </w:r>
      <w:r w:rsidRPr="00CD3FC2">
        <w:rPr>
          <w:rtl/>
          <w:lang w:bidi="fa-IR"/>
        </w:rPr>
        <w:t>۱۰۰</w:t>
      </w:r>
      <w:r w:rsidRPr="00CD3FC2">
        <w:rPr>
          <w:rtl/>
        </w:rPr>
        <w:t>،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”ابو</w:t>
      </w:r>
      <w:r w:rsidRPr="00CD3FC2">
        <w:rPr>
          <w:rtl/>
        </w:rPr>
        <w:t xml:space="preserve"> عمرو بن حمدان“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کہتا ہے:“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صالح ، قابل وثوق ہے )س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راعلام</w:t>
      </w:r>
      <w:r w:rsidRPr="00CD3FC2">
        <w:rPr>
          <w:rtl/>
        </w:rPr>
        <w:t xml:space="preserve"> النبلاء، ج</w:t>
      </w:r>
      <w:r w:rsidRPr="00CD3FC2">
        <w:rPr>
          <w:rtl/>
          <w:lang w:bidi="fa-IR"/>
        </w:rPr>
        <w:t>۱۸</w:t>
      </w:r>
      <w:r w:rsidRPr="00CD3FC2">
        <w:rPr>
          <w:rtl/>
        </w:rPr>
        <w:t>،ص</w:t>
      </w:r>
      <w:r w:rsidRPr="00CD3FC2">
        <w:rPr>
          <w:rtl/>
          <w:lang w:bidi="fa-IR"/>
        </w:rPr>
        <w:t>۷۳)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”ابو</w:t>
      </w:r>
      <w:r w:rsidRPr="00CD3FC2">
        <w:rPr>
          <w:rtl/>
        </w:rPr>
        <w:t xml:space="preserve"> بکربن المقر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،محمد</w:t>
      </w:r>
      <w:r w:rsidRPr="00CD3FC2">
        <w:rPr>
          <w:rtl/>
        </w:rPr>
        <w:t xml:space="preserve"> بن 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م“اس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ذھب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حافظ اورسچا ہے“)س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راعلام</w:t>
      </w:r>
      <w:r w:rsidRPr="00CD3FC2">
        <w:rPr>
          <w:rtl/>
        </w:rPr>
        <w:t xml:space="preserve"> النبلاء،ج</w:t>
      </w:r>
      <w:r w:rsidRPr="00CD3FC2">
        <w:rPr>
          <w:rtl/>
          <w:lang w:bidi="fa-IR"/>
        </w:rPr>
        <w:t>۱۶</w:t>
      </w:r>
      <w:r w:rsidRPr="00CD3FC2">
        <w:rPr>
          <w:rtl/>
        </w:rPr>
        <w:t>،ص</w:t>
      </w:r>
      <w:r w:rsidRPr="00CD3FC2">
        <w:rPr>
          <w:rtl/>
          <w:lang w:bidi="fa-IR"/>
        </w:rPr>
        <w:t>۳۹۸)</w:t>
      </w:r>
    </w:p>
    <w:p w:rsidR="000B693F" w:rsidRDefault="000B693F" w:rsidP="00107A46">
      <w:pPr>
        <w:pStyle w:val="libNormal"/>
        <w:rPr>
          <w:rtl/>
          <w:lang w:bidi="fa-IR"/>
        </w:rPr>
      </w:pPr>
      <w:r w:rsidRPr="00CD3FC2">
        <w:rPr>
          <w:rFonts w:hint="eastAsia"/>
          <w:rtl/>
        </w:rPr>
        <w:t>”ابو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“صاحب</w:t>
      </w:r>
      <w:r w:rsidRPr="00CD3FC2">
        <w:rPr>
          <w:rtl/>
        </w:rPr>
        <w:t xml:space="preserve"> مسند،احمد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مثن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،محدث</w:t>
      </w:r>
      <w:r w:rsidRPr="00CD3FC2">
        <w:rPr>
          <w:rtl/>
        </w:rPr>
        <w:t xml:space="preserve"> موصل)س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راعلام</w:t>
      </w:r>
      <w:r w:rsidRPr="00CD3FC2">
        <w:rPr>
          <w:rtl/>
        </w:rPr>
        <w:t xml:space="preserve"> النبلاء،ج</w:t>
      </w:r>
      <w:r w:rsidRPr="00CD3FC2">
        <w:rPr>
          <w:rtl/>
          <w:lang w:bidi="fa-IR"/>
        </w:rPr>
        <w:t>۱۴۰</w:t>
      </w:r>
      <w:r w:rsidRPr="00CD3FC2">
        <w:rPr>
          <w:rtl/>
        </w:rPr>
        <w:t>،ص</w:t>
      </w:r>
      <w:r w:rsidRPr="00CD3FC2">
        <w:rPr>
          <w:rtl/>
          <w:lang w:bidi="fa-IR"/>
        </w:rPr>
        <w:t>۱۷۴)</w:t>
      </w:r>
    </w:p>
    <w:p w:rsidR="00460A52" w:rsidRDefault="00460A52" w:rsidP="004B12A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60A52" w:rsidRPr="00CD3FC2" w:rsidRDefault="00460A52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”محمد</w:t>
      </w:r>
      <w:r w:rsidRPr="00CD3FC2">
        <w:rPr>
          <w:rtl/>
        </w:rPr>
        <w:t xml:space="preserve"> بن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نہ“ابن</w:t>
      </w:r>
      <w:r w:rsidRPr="00CD3FC2">
        <w:rPr>
          <w:rtl/>
        </w:rPr>
        <w:t xml:space="preserve"> حجر نے 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ابوحاتم وصالح بن محمد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وہ ثقہ اور قابل اعتماد ہے۔)تہذ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  <w:lang w:bidi="fa-IR"/>
        </w:rPr>
        <w:t>۹</w:t>
      </w:r>
      <w:r w:rsidRPr="00CD3FC2">
        <w:rPr>
          <w:rtl/>
        </w:rPr>
        <w:t>،ص</w:t>
      </w:r>
      <w:r w:rsidRPr="00CD3FC2">
        <w:rPr>
          <w:rtl/>
          <w:lang w:bidi="fa-IR"/>
        </w:rPr>
        <w:t>۵۰</w:t>
      </w:r>
      <w:r w:rsidRPr="00CD3FC2">
        <w:rPr>
          <w:rtl/>
        </w:rPr>
        <w:t>،دارالفکر)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”عبداللہ</w:t>
      </w:r>
      <w:r w:rsidRPr="00CD3FC2">
        <w:rPr>
          <w:rtl/>
        </w:rPr>
        <w:t xml:space="preserve"> بن داؤد“مز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محمد بن سعد سے طبقات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وہ ثقہ اور عابد تھا)تہذ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الکمال،ج</w:t>
      </w:r>
      <w:r w:rsidRPr="00CD3FC2">
        <w:rPr>
          <w:rtl/>
          <w:lang w:bidi="fa-IR"/>
        </w:rPr>
        <w:t>۴</w:t>
      </w:r>
      <w:r w:rsidRPr="00CD3FC2">
        <w:rPr>
          <w:rtl/>
        </w:rPr>
        <w:t>،ص</w:t>
      </w:r>
      <w:r w:rsidRPr="00CD3FC2">
        <w:rPr>
          <w:rtl/>
          <w:lang w:bidi="fa-IR"/>
        </w:rPr>
        <w:t>۴۵۸)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”فضل</w:t>
      </w:r>
      <w:r w:rsidRPr="00CD3FC2">
        <w:rPr>
          <w:rtl/>
        </w:rPr>
        <w:t xml:space="preserve"> بن غزوان“ابن حجر نے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ہے:احمداور ابن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کہاہے:وہ ثقہ ہے۔اورابن حبان نے”کتاب الثقات“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کا ذکر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  <w:lang w:bidi="fa-IR"/>
        </w:rPr>
        <w:t>۸</w:t>
      </w:r>
      <w:r w:rsidRPr="00CD3FC2">
        <w:rPr>
          <w:rtl/>
        </w:rPr>
        <w:t>،ص</w:t>
      </w:r>
      <w:r w:rsidRPr="00CD3FC2">
        <w:rPr>
          <w:rtl/>
          <w:lang w:bidi="fa-IR"/>
        </w:rPr>
        <w:t>۲۶۷)”</w:t>
      </w:r>
      <w:r w:rsidRPr="00CD3FC2">
        <w:rPr>
          <w:rtl/>
        </w:rPr>
        <w:t>عط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)بن سعد)اس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ج</w:t>
      </w:r>
      <w:r w:rsidRPr="00CD3FC2">
        <w:rPr>
          <w:rtl/>
          <w:lang w:bidi="fa-IR"/>
        </w:rPr>
        <w:t>۷</w:t>
      </w:r>
      <w:r w:rsidRPr="00CD3FC2">
        <w:rPr>
          <w:rtl/>
        </w:rPr>
        <w:t>،ص</w:t>
      </w:r>
      <w:r w:rsidRPr="00CD3FC2">
        <w:rPr>
          <w:rtl/>
          <w:lang w:bidi="fa-IR"/>
        </w:rPr>
        <w:t>۲۰۰</w:t>
      </w:r>
      <w:r w:rsidRPr="00CD3FC2">
        <w:rPr>
          <w:rtl/>
        </w:rPr>
        <w:t>سے استفادہ ہوتا ہے کہ:وہ ابن سعد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قابل وثوق ق</w:t>
      </w:r>
      <w:r w:rsidRPr="00CD3FC2">
        <w:rPr>
          <w:rFonts w:hint="eastAsia"/>
          <w:rtl/>
        </w:rPr>
        <w:t>رار</w:t>
      </w:r>
      <w:r w:rsidRPr="00CD3FC2">
        <w:rPr>
          <w:rtl/>
        </w:rPr>
        <w:t xml:space="preserve">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ہے۔اورابن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نے)ا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)اسے شائستہ جانا ہے اورعلم رجال کے بعض علماء نے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اس کا جرح کرنے والے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نسائ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جرح کرنے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سخت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اہل سنت کے اہل فن ودرا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 علم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علماء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تہانو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کتاب”قواعدف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علوم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ث“ص</w:t>
      </w:r>
      <w:r w:rsidRPr="00CD3FC2">
        <w:rPr>
          <w:rtl/>
          <w:lang w:bidi="fa-IR"/>
        </w:rPr>
        <w:t>۱۱۷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،اس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جرح کرنے والے افراد کونا قابل اعتبار جانا ہے اورعط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ان افراد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کے خلاف سب وشتم سے انکار کرنے پر حجاج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چارسو کوڑے مارے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معاملہ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طرح ث</w:t>
      </w:r>
      <w:r w:rsidRPr="00CD3FC2">
        <w:rPr>
          <w:rFonts w:hint="eastAsia"/>
          <w:rtl/>
        </w:rPr>
        <w:t>ابت</w:t>
      </w:r>
      <w:r w:rsidRPr="00CD3FC2">
        <w:rPr>
          <w:rtl/>
        </w:rPr>
        <w:t xml:space="preserve"> قدم اورپائ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دار</w:t>
      </w:r>
      <w:r w:rsidRPr="00CD3FC2">
        <w:rPr>
          <w:rtl/>
        </w:rPr>
        <w:t xml:space="preserve"> ہو،وہ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جھوٹا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 سکتا ہے۔ممکن ہے اہل رجال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جرح و تنق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داس</w:t>
      </w:r>
      <w:r w:rsidRPr="00CD3FC2">
        <w:rPr>
          <w:rtl/>
        </w:rPr>
        <w:t xml:space="preserve"> کے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ہو۔</w:t>
      </w:r>
    </w:p>
    <w:p w:rsidR="00460A52" w:rsidRDefault="00460A5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39767A">
      <w:pPr>
        <w:pStyle w:val="Heading2Center"/>
        <w:rPr>
          <w:rtl/>
        </w:rPr>
      </w:pPr>
      <w:bookmarkStart w:id="150" w:name="_Toc508103399"/>
      <w:r w:rsidRPr="00CD3FC2">
        <w:rPr>
          <w:rtl/>
          <w:lang w:bidi="fa-IR"/>
        </w:rPr>
        <w:t>۶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فوالل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ما انعم</w:t>
      </w:r>
      <w:r w:rsidRPr="00CD3FC2">
        <w:rPr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5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>۔۔۔عن ال</w:t>
      </w:r>
      <w:r w:rsidR="008F5E30">
        <w:rPr>
          <w:rtl/>
        </w:rPr>
        <w:t>ا</w:t>
      </w:r>
      <w:r w:rsidRPr="00CD3FC2">
        <w:rPr>
          <w:rFonts w:hint="eastAsia"/>
          <w:rtl/>
        </w:rPr>
        <w:t>عمش</w:t>
      </w:r>
      <w:r w:rsidRPr="00CD3FC2">
        <w:rPr>
          <w:rtl/>
        </w:rPr>
        <w:t xml:space="preserve"> عن حک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سعدقال:ذکرنا عل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بن </w:t>
      </w:r>
      <w:r w:rsidR="008F5E30">
        <w:rPr>
          <w:rtl/>
        </w:rPr>
        <w:t>ا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طالب - رض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اللّٰہ عنہ - عند</w:t>
      </w:r>
      <w:r w:rsidR="008F5E30">
        <w:rPr>
          <w:rtl/>
        </w:rPr>
        <w:t>ا</w:t>
      </w:r>
      <w:r w:rsidRPr="00CD3FC2">
        <w:rPr>
          <w:rFonts w:hint="eastAsia"/>
          <w:rtl/>
        </w:rPr>
        <w:t>مّ</w:t>
      </w:r>
      <w:r w:rsidRPr="00CD3FC2">
        <w:rPr>
          <w:rtl/>
        </w:rPr>
        <w:t xml:space="preserve"> سلمة!قالت:ف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نزلت:</w:t>
      </w:r>
      <w:r w:rsidR="00BD32E1">
        <w:rPr>
          <w:rtl/>
        </w:rPr>
        <w:t xml:space="preserve"> </w:t>
      </w:r>
      <w:r w:rsidRPr="00CD3FC2">
        <w:rPr>
          <w:rtl/>
        </w:rPr>
        <w:t>إنّما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اللّٰہ۔۔۔</w:t>
      </w:r>
      <w:r w:rsidR="00BD32E1">
        <w:rPr>
          <w:rtl/>
        </w:rPr>
        <w:t xml:space="preserve"> </w:t>
      </w:r>
      <w:r w:rsidRPr="00CD3FC2">
        <w:rPr>
          <w:rtl/>
        </w:rPr>
        <w:t>!</w:t>
      </w:r>
    </w:p>
    <w:p w:rsidR="000B693F" w:rsidRPr="00B76D20" w:rsidRDefault="000B693F" w:rsidP="00BA57AE">
      <w:pPr>
        <w:pStyle w:val="libNormal"/>
        <w:rPr>
          <w:rtl/>
        </w:rPr>
      </w:pPr>
      <w:r w:rsidRPr="0039767A">
        <w:rPr>
          <w:rStyle w:val="libArabicChar"/>
          <w:rFonts w:hint="eastAsia"/>
          <w:rtl/>
        </w:rPr>
        <w:t>”قالت</w:t>
      </w:r>
      <w:r w:rsidRPr="0039767A">
        <w:rPr>
          <w:rStyle w:val="libArabicChar"/>
          <w:rtl/>
        </w:rPr>
        <w:t>:ا</w:t>
      </w:r>
      <w:r w:rsidRPr="0039767A">
        <w:rPr>
          <w:rStyle w:val="libArabicChar"/>
          <w:rFonts w:hint="cs"/>
          <w:rtl/>
        </w:rPr>
        <w:t>ٴُ</w:t>
      </w:r>
      <w:r w:rsidRPr="0039767A">
        <w:rPr>
          <w:rStyle w:val="libArabicChar"/>
          <w:rFonts w:hint="eastAsia"/>
          <w:rtl/>
        </w:rPr>
        <w:t>م</w:t>
      </w:r>
      <w:r w:rsidRPr="0039767A">
        <w:rPr>
          <w:rStyle w:val="libArabicChar"/>
          <w:rtl/>
        </w:rPr>
        <w:t xml:space="preserve"> سلمة:جاء النب</w:t>
      </w:r>
      <w:r w:rsidRPr="0039767A">
        <w:rPr>
          <w:rStyle w:val="libArabicChar"/>
          <w:rFonts w:hint="cs"/>
          <w:rtl/>
        </w:rPr>
        <w:t>یّ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39767A">
        <w:rPr>
          <w:rStyle w:val="libArabicChar"/>
          <w:rtl/>
        </w:rPr>
        <w:t>إل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ب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ت</w:t>
      </w:r>
      <w:r w:rsidRPr="0039767A">
        <w:rPr>
          <w:rStyle w:val="libArabicChar"/>
          <w:rFonts w:hint="cs"/>
          <w:rtl/>
        </w:rPr>
        <w:t>یفجلّل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م نبیّ</w:t>
      </w:r>
      <w:r w:rsidRPr="0039767A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بکساءفنزلت 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الآی</w:t>
      </w:r>
      <w:r w:rsidRPr="0039767A">
        <w:rPr>
          <w:rStyle w:val="libArabicChar"/>
          <w:rFonts w:hint="eastAsia"/>
          <w:rtl/>
        </w:rPr>
        <w:t>ة</w:t>
      </w:r>
      <w:r w:rsidRPr="0039767A">
        <w:rPr>
          <w:rStyle w:val="libArabicChar"/>
          <w:rFonts w:hint="cs"/>
          <w:rtl/>
        </w:rPr>
        <w:t>فقلت:ی</w:t>
      </w:r>
      <w:r w:rsidRPr="0039767A">
        <w:rPr>
          <w:rStyle w:val="libArabicChar"/>
          <w:rFonts w:hint="eastAsia"/>
          <w:rtl/>
        </w:rPr>
        <w:t>ارسول</w:t>
      </w:r>
      <w:r w:rsidRPr="0039767A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>، واٴ</w:t>
      </w:r>
      <w:r w:rsidRPr="0039767A">
        <w:rPr>
          <w:rStyle w:val="libArabicChar"/>
          <w:rFonts w:hint="eastAsia"/>
          <w:rtl/>
        </w:rPr>
        <w:t>نا؟</w:t>
      </w:r>
      <w:r w:rsidRPr="0039767A">
        <w:rPr>
          <w:rStyle w:val="libArabicChar"/>
          <w:rtl/>
        </w:rPr>
        <w:t xml:space="preserve"> قالت:فواللّٰ</w:t>
      </w:r>
      <w:r w:rsidR="00BA57AE" w:rsidRPr="003A13AB">
        <w:rPr>
          <w:rStyle w:val="libArabicChar"/>
          <w:rFonts w:hint="cs"/>
          <w:rtl/>
        </w:rPr>
        <w:t>ه</w:t>
      </w:r>
      <w:r w:rsidRPr="0039767A">
        <w:rPr>
          <w:rStyle w:val="libArabicChar"/>
          <w:rFonts w:hint="cs"/>
          <w:rtl/>
        </w:rPr>
        <w:t xml:space="preserve"> مااٴ</w:t>
      </w:r>
      <w:r w:rsidRPr="0039767A">
        <w:rPr>
          <w:rStyle w:val="libArabicChar"/>
          <w:rFonts w:hint="eastAsia"/>
          <w:rtl/>
        </w:rPr>
        <w:t>نعم،</w:t>
      </w:r>
      <w:r w:rsidRPr="0039767A">
        <w:rPr>
          <w:rStyle w:val="libArabicChar"/>
          <w:rtl/>
        </w:rPr>
        <w:t xml:space="preserve"> وقال:إنّک إل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tl/>
        </w:rPr>
        <w:t>۔“</w:t>
      </w:r>
      <w:r w:rsidR="0039767A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غمبراسلام</w:t>
      </w:r>
      <w:r w:rsidRPr="00CD3FC2">
        <w:rPr>
          <w:rtl/>
        </w:rPr>
        <w:t xml:space="preserve"> (ص)نے جب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کو کساء کے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چے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پھر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>۔ام سلمہ نے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 !ک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 ؟ل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انھوں نے مثبت جواب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سنا،پر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شان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کاان الفاظ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اظہار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Pr="00CD3FC2">
        <w:rPr>
          <w:rFonts w:hint="eastAsia"/>
          <w:rtl/>
        </w:rPr>
        <w:t>”فواللہ،ما</w:t>
      </w:r>
      <w:r w:rsidR="008F5E30">
        <w:rPr>
          <w:rFonts w:hint="eastAsia"/>
          <w:rtl/>
        </w:rPr>
        <w:t>ا</w:t>
      </w:r>
      <w:r w:rsidRPr="00CD3FC2">
        <w:rPr>
          <w:rFonts w:hint="eastAsia"/>
          <w:rtl/>
        </w:rPr>
        <w:t>نعم“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(ص)نے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:”ہاں“بلکہ صرف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:”تم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ہو۔“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39767A">
      <w:pPr>
        <w:pStyle w:val="Heading2Center"/>
        <w:rPr>
          <w:rtl/>
        </w:rPr>
      </w:pPr>
      <w:bookmarkStart w:id="151" w:name="_Toc508103400"/>
      <w:r w:rsidRPr="00CD3FC2">
        <w:rPr>
          <w:rtl/>
          <w:lang w:bidi="fa-IR"/>
        </w:rPr>
        <w:t>۷</w:t>
      </w:r>
      <w:r w:rsidRPr="00CD3FC2">
        <w:rPr>
          <w:rtl/>
        </w:rPr>
        <w:t>۔”</w:t>
      </w:r>
      <w:r w:rsidRPr="0039767A">
        <w:rPr>
          <w:rStyle w:val="libArabicChar"/>
          <w:rtl/>
        </w:rPr>
        <w:t>مکانک،انت عل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tl/>
        </w:rPr>
        <w:t xml:space="preserve"> خ</w:t>
      </w:r>
      <w:r w:rsidRPr="0039767A">
        <w:rPr>
          <w:rStyle w:val="libArabicChar"/>
          <w:rFonts w:hint="cs"/>
          <w:rtl/>
        </w:rPr>
        <w:t>ی</w:t>
      </w:r>
      <w:r w:rsidRPr="0039767A">
        <w:rPr>
          <w:rStyle w:val="libArabicChar"/>
          <w:rFonts w:hint="eastAsia"/>
          <w:rtl/>
        </w:rPr>
        <w:t>ر</w:t>
      </w:r>
      <w:r w:rsidRPr="00CD3FC2">
        <w:rPr>
          <w:rFonts w:hint="eastAsia"/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51"/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عن 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ر بن حوشب، عن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سلمة:إن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خذ</w:t>
      </w:r>
      <w:r w:rsidRPr="00CD3FC2">
        <w:rPr>
          <w:rtl/>
        </w:rPr>
        <w:t xml:space="preserve"> ثوباً فجلّل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وفاطمةوالحسن والحس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 xml:space="preserve"> ثمّ قرا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الآی</w:t>
      </w:r>
      <w:r w:rsidRPr="00CD3FC2">
        <w:rPr>
          <w:rFonts w:hint="eastAsia"/>
          <w:rtl/>
        </w:rPr>
        <w:t>ة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60A52">
        <w:rPr>
          <w:rStyle w:val="libAieChar"/>
          <w:rtl/>
        </w:rPr>
        <w:t xml:space="preserve">إنّما </w:t>
      </w:r>
      <w:r w:rsidR="00E17DF7" w:rsidRPr="00460A52">
        <w:rPr>
          <w:rStyle w:val="libAieChar"/>
          <w:rFonts w:hint="cs"/>
          <w:rtl/>
        </w:rPr>
        <w:t>ی</w:t>
      </w:r>
      <w:r w:rsidR="00E17DF7" w:rsidRPr="00460A52">
        <w:rPr>
          <w:rStyle w:val="libAieChar"/>
          <w:rFonts w:hint="eastAsia"/>
          <w:rtl/>
        </w:rPr>
        <w:t>ر</w:t>
      </w:r>
      <w:r w:rsidR="00E17DF7" w:rsidRPr="00460A52">
        <w:rPr>
          <w:rStyle w:val="libAieChar"/>
          <w:rFonts w:hint="cs"/>
          <w:rtl/>
        </w:rPr>
        <w:t>ی</w:t>
      </w:r>
      <w:r w:rsidR="00E17DF7" w:rsidRPr="00460A52">
        <w:rPr>
          <w:rStyle w:val="libAieChar"/>
          <w:rFonts w:hint="eastAsia"/>
          <w:rtl/>
        </w:rPr>
        <w:t>د</w:t>
      </w:r>
      <w:r w:rsidR="00E17DF7" w:rsidRPr="00460A52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460A52">
        <w:rPr>
          <w:rStyle w:val="libAieChar"/>
          <w:rFonts w:hint="cs"/>
          <w:rtl/>
        </w:rPr>
        <w:t xml:space="preserve"> لی</w:t>
      </w:r>
      <w:r w:rsidR="00E17DF7" w:rsidRPr="00460A52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460A52">
        <w:rPr>
          <w:rStyle w:val="libAieChar"/>
          <w:rFonts w:hint="cs"/>
          <w:rtl/>
        </w:rPr>
        <w:t>ب</w:t>
      </w:r>
      <w:r w:rsidR="00E17DF7" w:rsidRPr="00460A52">
        <w:rPr>
          <w:rStyle w:val="libAieChar"/>
          <w:rtl/>
        </w:rPr>
        <w:t xml:space="preserve"> عنکم الرجس ا</w:t>
      </w:r>
      <w:r w:rsidR="00E17DF7" w:rsidRPr="00460A52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460A52">
        <w:rPr>
          <w:rStyle w:val="libAieChar"/>
          <w:rFonts w:hint="cs"/>
          <w:rtl/>
        </w:rPr>
        <w:t>ل</w:t>
      </w:r>
      <w:r w:rsidR="00E17DF7" w:rsidRPr="00460A52">
        <w:rPr>
          <w:rStyle w:val="libAieChar"/>
          <w:rtl/>
        </w:rPr>
        <w:t xml:space="preserve"> الب</w:t>
      </w:r>
      <w:r w:rsidR="00E17DF7" w:rsidRPr="00460A52">
        <w:rPr>
          <w:rStyle w:val="libAieChar"/>
          <w:rFonts w:hint="cs"/>
          <w:rtl/>
        </w:rPr>
        <w:t>ی</w:t>
      </w:r>
      <w:r w:rsidR="00E17DF7" w:rsidRPr="00460A52">
        <w:rPr>
          <w:rStyle w:val="libAieChar"/>
          <w:rFonts w:hint="eastAsia"/>
          <w:rtl/>
        </w:rPr>
        <w:t>ت</w:t>
      </w:r>
      <w:r w:rsidR="00E17DF7" w:rsidRPr="00460A52">
        <w:rPr>
          <w:rStyle w:val="libAieChar"/>
          <w:rtl/>
        </w:rPr>
        <w:t xml:space="preserve"> و</w:t>
      </w:r>
      <w:r w:rsidR="00E17DF7" w:rsidRPr="00460A52">
        <w:rPr>
          <w:rStyle w:val="libAieChar"/>
          <w:rFonts w:hint="cs"/>
          <w:rtl/>
        </w:rPr>
        <w:t>ی</w:t>
      </w:r>
      <w:r w:rsidR="00E17DF7" w:rsidRPr="00460A52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460A52">
        <w:rPr>
          <w:rStyle w:val="libAieChar"/>
          <w:rFonts w:hint="cs"/>
          <w:rtl/>
        </w:rPr>
        <w:t>ّرکم</w:t>
      </w:r>
      <w:r w:rsidR="00E17DF7" w:rsidRPr="00460A52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460A52">
        <w:rPr>
          <w:rStyle w:val="libAieChar"/>
          <w:rFonts w:hint="cs"/>
          <w:rtl/>
        </w:rPr>
        <w:t>ی</w:t>
      </w:r>
      <w:r w:rsidR="00E17DF7" w:rsidRPr="00460A52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قالت:فجئت 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دخل</w:t>
      </w:r>
      <w:r w:rsidRPr="00CD3FC2">
        <w:rPr>
          <w:rtl/>
        </w:rPr>
        <w:t xml:space="preserve"> مع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م، فقال:مکانک،ا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</w:p>
    <w:p w:rsidR="000B693F" w:rsidRPr="00460A52" w:rsidRDefault="00460A5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۱۔جامع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۲۲،ص۷،دارالمعرفة،ب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رابنکث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رج</w:t>
      </w:r>
      <w:r w:rsidRPr="00CD3FC2">
        <w:rPr>
          <w:rtl/>
        </w:rPr>
        <w:t>۳ص۴۹۳،دارالمعرفة،ب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460A52" w:rsidRDefault="00460A5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60A52" w:rsidRPr="00CD3FC2" w:rsidRDefault="00460A52" w:rsidP="00107A46">
      <w:pPr>
        <w:pStyle w:val="libNormal"/>
        <w:rPr>
          <w:rtl/>
        </w:rPr>
      </w:pPr>
    </w:p>
    <w:p w:rsidR="000B693F" w:rsidRPr="00B76D20" w:rsidRDefault="000B693F" w:rsidP="00460A52">
      <w:pPr>
        <w:pStyle w:val="libNormal"/>
        <w:rPr>
          <w:rtl/>
        </w:rPr>
      </w:pPr>
      <w:r w:rsidRPr="00460A52">
        <w:rPr>
          <w:rStyle w:val="libArabicChar"/>
          <w:rFonts w:hint="eastAsia"/>
          <w:rtl/>
        </w:rPr>
        <w:t>خ</w:t>
      </w:r>
      <w:r w:rsidRPr="00460A52">
        <w:rPr>
          <w:rStyle w:val="libArabicChar"/>
          <w:rFonts w:hint="cs"/>
          <w:rtl/>
        </w:rPr>
        <w:t>ی</w:t>
      </w:r>
      <w:r w:rsidRPr="00460A52">
        <w:rPr>
          <w:rStyle w:val="libArabicChar"/>
          <w:rFonts w:hint="eastAsia"/>
          <w:rtl/>
        </w:rPr>
        <w:t>ر</w:t>
      </w:r>
      <w:r w:rsidRPr="00CD3FC2">
        <w:rPr>
          <w:rFonts w:hint="eastAsia"/>
          <w:rtl/>
        </w:rPr>
        <w:t>“</w:t>
      </w:r>
      <w:r w:rsidR="00460A52" w:rsidRPr="00F82107">
        <w:rPr>
          <w:rStyle w:val="libFootnotenumChar"/>
          <w:rFonts w:hint="cs"/>
          <w:rtl/>
        </w:rPr>
        <w:t>(1)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 سلمہ کہت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  <w:r w:rsidR="00BD32E1">
        <w:rPr>
          <w:rtl/>
        </w:rPr>
        <w:t>پیغ</w:t>
      </w:r>
      <w:r w:rsidRPr="00CD3FC2">
        <w:rPr>
          <w:rtl/>
        </w:rPr>
        <w:t xml:space="preserve">مبر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اسلام)کو </w:t>
      </w:r>
      <w:r w:rsidR="00BD32E1">
        <w:rPr>
          <w:rtl/>
        </w:rPr>
        <w:t>ایک</w:t>
      </w:r>
      <w:r w:rsidRPr="00CD3FC2">
        <w:rPr>
          <w:rtl/>
        </w:rPr>
        <w:t xml:space="preserve"> پارچہ کے ن</w:t>
      </w:r>
      <w:r w:rsidR="00662AF6">
        <w:rPr>
          <w:rtl/>
        </w:rPr>
        <w:t>یچ</w:t>
      </w:r>
      <w:r w:rsidRPr="00CD3FC2">
        <w:rPr>
          <w:rtl/>
        </w:rPr>
        <w:t>ے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 اس کے بعد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 قرات فرمائ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۔ جب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پارچہ کے نزد</w:t>
      </w:r>
      <w:r w:rsidR="009B178F">
        <w:rPr>
          <w:rtl/>
        </w:rPr>
        <w:t>یک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 کہ اس کے ن</w:t>
      </w:r>
      <w:r w:rsidR="00662AF6">
        <w:rPr>
          <w:rtl/>
        </w:rPr>
        <w:t>یچ</w:t>
      </w:r>
      <w:r w:rsidRPr="00CD3FC2">
        <w:rPr>
          <w:rtl/>
        </w:rPr>
        <w:t xml:space="preserve">ے داخل ہو جاوں،تو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پر بےٹھ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رہو،</w:t>
      </w:r>
      <w:r w:rsidRPr="00CD3FC2">
        <w:rPr>
          <w:rFonts w:hint="eastAsia"/>
          <w:rtl/>
        </w:rPr>
        <w:t>تم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 ن</w:t>
      </w:r>
      <w:r w:rsidR="009B178F">
        <w:rPr>
          <w:rtl/>
        </w:rPr>
        <w:t>یک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ہو۔</w:t>
      </w:r>
    </w:p>
    <w:p w:rsidR="00460A52" w:rsidRPr="00460A52" w:rsidRDefault="00460A5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دمشق،ج۱۴،ص۱۴۱،دارالفکر۔اس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ہے:”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خبرنا</w:t>
      </w:r>
      <w:r w:rsidRPr="00460A52">
        <w:rPr>
          <w:rStyle w:val="libFootNoteArabicChar"/>
          <w:rtl/>
        </w:rPr>
        <w:t xml:space="preserve"> 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بوطالب</w:t>
      </w:r>
      <w:r w:rsidRPr="00460A52">
        <w:rPr>
          <w:rStyle w:val="libFootNoteArabicChar"/>
          <w:rtl/>
        </w:rPr>
        <w:t xml:space="preserve"> بن 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ب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tl/>
        </w:rPr>
        <w:t xml:space="preserve"> عق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Fonts w:hint="eastAsia"/>
          <w:rtl/>
        </w:rPr>
        <w:t>ل</w:t>
      </w:r>
      <w:r w:rsidRPr="00460A52">
        <w:rPr>
          <w:rStyle w:val="libFootNoteArabicChar"/>
          <w:rtl/>
        </w:rPr>
        <w:t xml:space="preserve">: 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نا</w:t>
      </w:r>
      <w:r w:rsidRPr="00460A52">
        <w:rPr>
          <w:rStyle w:val="libFootNoteArabicChar"/>
          <w:rtl/>
        </w:rPr>
        <w:t xml:space="preserve"> 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بو</w:t>
      </w:r>
      <w:r w:rsidRPr="00460A52">
        <w:rPr>
          <w:rStyle w:val="libFootNoteArabicChar"/>
          <w:rtl/>
        </w:rPr>
        <w:t xml:space="preserve"> الحسن الخلع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tl/>
        </w:rPr>
        <w:t xml:space="preserve">: 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نا</w:t>
      </w:r>
      <w:r w:rsidRPr="00460A52">
        <w:rPr>
          <w:rStyle w:val="libFootNoteArabicChar"/>
          <w:rtl/>
        </w:rPr>
        <w:t xml:space="preserve"> 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بو</w:t>
      </w:r>
      <w:r w:rsidRPr="00460A52">
        <w:rPr>
          <w:rStyle w:val="libFootNoteArabicChar"/>
          <w:rtl/>
        </w:rPr>
        <w:t xml:space="preserve"> محمد النحاس: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نا</w:t>
      </w:r>
      <w:r w:rsidRPr="00460A52">
        <w:rPr>
          <w:rStyle w:val="libFootNoteArabicChar"/>
          <w:rtl/>
        </w:rPr>
        <w:t xml:space="preserve"> 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بوسع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Fonts w:hint="eastAsia"/>
          <w:rtl/>
        </w:rPr>
        <w:t>د</w:t>
      </w:r>
      <w:r w:rsidRPr="00460A52">
        <w:rPr>
          <w:rStyle w:val="libFootNoteArabicChar"/>
          <w:rtl/>
        </w:rPr>
        <w:t xml:space="preserve"> بن الآعراب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tl/>
        </w:rPr>
        <w:t>:نا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بو</w:t>
      </w:r>
      <w:r w:rsidRPr="00460A52">
        <w:rPr>
          <w:rStyle w:val="libFootNoteArabicChar"/>
          <w:rtl/>
        </w:rPr>
        <w:t xml:space="preserve"> سع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Fonts w:hint="eastAsia"/>
          <w:rtl/>
        </w:rPr>
        <w:t>د</w:t>
      </w:r>
      <w:r w:rsidRPr="00460A52">
        <w:rPr>
          <w:rStyle w:val="libFootNoteArabicChar"/>
          <w:rtl/>
        </w:rPr>
        <w:t xml:space="preserve"> عبدالرحمن بن محمدبن منصور:ناحس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Fonts w:hint="eastAsia"/>
          <w:rtl/>
        </w:rPr>
        <w:t>ن</w:t>
      </w:r>
      <w:r w:rsidRPr="00460A52">
        <w:rPr>
          <w:rStyle w:val="libFootNoteArabicChar"/>
          <w:rtl/>
        </w:rPr>
        <w:t xml:space="preserve"> الآشقر:نا منصور بن 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ب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tl/>
        </w:rPr>
        <w:t xml:space="preserve"> الآسود،عن الآعمش،عن حب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Fonts w:hint="eastAsia"/>
          <w:rtl/>
        </w:rPr>
        <w:t>ب</w:t>
      </w:r>
      <w:r w:rsidRPr="00460A52">
        <w:rPr>
          <w:rStyle w:val="libFootNoteArabicChar"/>
          <w:rtl/>
        </w:rPr>
        <w:t xml:space="preserve"> بن </w:t>
      </w:r>
      <w:r w:rsidR="008F5E30">
        <w:rPr>
          <w:rStyle w:val="libFootNoteArabicChar"/>
          <w:rtl/>
        </w:rPr>
        <w:t>ا</w:t>
      </w:r>
      <w:r w:rsidRPr="00460A52">
        <w:rPr>
          <w:rStyle w:val="libFootNoteArabicChar"/>
          <w:rFonts w:hint="eastAsia"/>
          <w:rtl/>
        </w:rPr>
        <w:t>ب</w:t>
      </w:r>
      <w:r w:rsidRPr="00460A52">
        <w:rPr>
          <w:rStyle w:val="libFootNoteArabicChar"/>
          <w:rFonts w:hint="cs"/>
          <w:rtl/>
        </w:rPr>
        <w:t>ی</w:t>
      </w:r>
      <w:r w:rsidRPr="00460A52">
        <w:rPr>
          <w:rStyle w:val="libFootNoteArabicChar"/>
          <w:rtl/>
        </w:rPr>
        <w:t xml:space="preserve"> ثابت </w:t>
      </w:r>
      <w:r w:rsidRPr="00956330">
        <w:rPr>
          <w:rStyle w:val="libFootNoteArabicChar"/>
          <w:rtl/>
        </w:rPr>
        <w:t>،عن ش</w:t>
      </w:r>
      <w:r w:rsidR="00956330" w:rsidRPr="00956330">
        <w:rPr>
          <w:rStyle w:val="libFootNoteArabicChar"/>
          <w:rFonts w:hint="cs"/>
          <w:rtl/>
        </w:rPr>
        <w:t>ه</w:t>
      </w:r>
      <w:r w:rsidRPr="00956330">
        <w:rPr>
          <w:rStyle w:val="libFootNoteArabicChar"/>
          <w:rFonts w:hint="cs"/>
          <w:rtl/>
        </w:rPr>
        <w:t>ر</w:t>
      </w:r>
      <w:r w:rsidRPr="00460A52">
        <w:rPr>
          <w:rStyle w:val="libFootNoteArabicChar"/>
          <w:rFonts w:hint="cs"/>
          <w:rtl/>
        </w:rPr>
        <w:t xml:space="preserve"> بن حوشب،عن </w:t>
      </w:r>
      <w:r w:rsidR="008F5E30">
        <w:rPr>
          <w:rStyle w:val="libFootNoteArabicChar"/>
          <w:rFonts w:hint="cs"/>
          <w:rtl/>
        </w:rPr>
        <w:t>ا</w:t>
      </w:r>
      <w:r w:rsidRPr="00460A52">
        <w:rPr>
          <w:rStyle w:val="libFootNoteArabicChar"/>
          <w:rFonts w:hint="eastAsia"/>
          <w:rtl/>
        </w:rPr>
        <w:t>م</w:t>
      </w:r>
      <w:r w:rsidRPr="00460A52">
        <w:rPr>
          <w:rStyle w:val="libFootNoteArabicChar"/>
          <w:rtl/>
        </w:rPr>
        <w:t xml:space="preserve"> سلمة</w:t>
      </w:r>
      <w:r w:rsidRPr="00CD3FC2">
        <w:rPr>
          <w:rtl/>
        </w:rPr>
        <w:t>“</w:t>
      </w:r>
    </w:p>
    <w:p w:rsidR="00F140D8" w:rsidRDefault="00F140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140D8" w:rsidRDefault="000B693F" w:rsidP="00F140D8">
      <w:pPr>
        <w:pStyle w:val="Heading2Center"/>
        <w:rPr>
          <w:rtl/>
        </w:rPr>
      </w:pPr>
      <w:bookmarkStart w:id="152" w:name="_Toc508103401"/>
      <w:r w:rsidRPr="00CD3FC2">
        <w:rPr>
          <w:rFonts w:hint="eastAsia"/>
          <w:rtl/>
        </w:rPr>
        <w:lastRenderedPageBreak/>
        <w:t>سند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>:</w:t>
      </w:r>
      <w:bookmarkEnd w:id="15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>”ابوطالب 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بن عبدالرحمن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“نے اسے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ندار</w:t>
      </w:r>
      <w:r w:rsidRPr="00CD3FC2">
        <w:rPr>
          <w:rtl/>
        </w:rPr>
        <w:t xml:space="preserve"> بزرگ جانا ہے۔)س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راعلامالنبلاء،ج</w:t>
      </w:r>
      <w:r w:rsidRPr="00CD3FC2">
        <w:rPr>
          <w:rtl/>
          <w:lang w:bidi="fa-IR"/>
        </w:rPr>
        <w:t>۲۰</w:t>
      </w:r>
      <w:r w:rsidRPr="00CD3FC2">
        <w:rPr>
          <w:rtl/>
        </w:rPr>
        <w:t>،ص</w:t>
      </w:r>
      <w:r w:rsidRPr="00CD3FC2">
        <w:rPr>
          <w:rtl/>
          <w:lang w:bidi="fa-IR"/>
        </w:rPr>
        <w:t>۱۰۸</w:t>
      </w:r>
      <w:r w:rsidRPr="00CD3FC2">
        <w:rPr>
          <w:rtl/>
        </w:rPr>
        <w:t>،موسةالرسالة)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”اابوالحسن</w:t>
      </w:r>
      <w:r w:rsidRPr="00CD3FC2">
        <w:rPr>
          <w:rtl/>
        </w:rPr>
        <w:t xml:space="preserve"> الخلم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امام،فق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ہ،قابل</w:t>
      </w:r>
      <w:r w:rsidRPr="00CD3FC2">
        <w:rPr>
          <w:rtl/>
        </w:rPr>
        <w:t xml:space="preserve"> اقتداء اور مسند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المصر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القاب سے تعر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ہے)س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راعلام</w:t>
      </w:r>
      <w:r w:rsidRPr="00CD3FC2">
        <w:rPr>
          <w:rtl/>
        </w:rPr>
        <w:t xml:space="preserve"> النبلاء،ج</w:t>
      </w:r>
      <w:r w:rsidRPr="00CD3FC2">
        <w:rPr>
          <w:rtl/>
          <w:lang w:bidi="fa-IR"/>
        </w:rPr>
        <w:t>۱۹</w:t>
      </w:r>
      <w:r w:rsidRPr="00CD3FC2">
        <w:rPr>
          <w:rtl/>
        </w:rPr>
        <w:t>،ص</w:t>
      </w:r>
      <w:r w:rsidRPr="00CD3FC2">
        <w:rPr>
          <w:rtl/>
          <w:lang w:bidi="fa-IR"/>
        </w:rPr>
        <w:t>۷۴)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”ابومحمد</w:t>
      </w:r>
      <w:r w:rsidRPr="00CD3FC2">
        <w:rPr>
          <w:rtl/>
        </w:rPr>
        <w:t xml:space="preserve"> النحاس اورذہب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“کا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کہنا ہے:ش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امام،فق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ہ،محدث،</w:t>
      </w:r>
      <w:r w:rsidRPr="00CD3FC2">
        <w:rPr>
          <w:rtl/>
        </w:rPr>
        <w:t xml:space="preserve"> سچا اورمسندالد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المصر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تھا)س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اعلام النبلاء ج</w:t>
      </w:r>
      <w:r w:rsidRPr="00CD3FC2">
        <w:rPr>
          <w:rtl/>
          <w:lang w:bidi="fa-IR"/>
        </w:rPr>
        <w:t>۱۷</w:t>
      </w:r>
      <w:r w:rsidRPr="00CD3FC2">
        <w:rPr>
          <w:rtl/>
        </w:rPr>
        <w:t>،ص</w:t>
      </w:r>
      <w:r w:rsidRPr="00CD3FC2">
        <w:rPr>
          <w:rtl/>
          <w:lang w:bidi="fa-IR"/>
        </w:rPr>
        <w:t>۳۱۳)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”ابو</w:t>
      </w:r>
      <w:r w:rsidRPr="00CD3FC2">
        <w:rPr>
          <w:rtl/>
        </w:rPr>
        <w:t xml:space="preserve">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دابن</w:t>
      </w:r>
      <w:r w:rsidRPr="00CD3FC2">
        <w:rPr>
          <w:rtl/>
        </w:rPr>
        <w:t xml:space="preserve"> ا لآعراب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احمد بن محمدبن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اد“اورذہب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رات</w:t>
      </w:r>
      <w:r w:rsidRPr="00CD3FC2">
        <w:rPr>
          <w:rtl/>
        </w:rPr>
        <w:t xml:space="preserve"> استعمال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:امام،محدث،قدوة)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ادت</w:t>
      </w:r>
      <w:r w:rsidRPr="00CD3FC2">
        <w:rPr>
          <w:rtl/>
        </w:rPr>
        <w:t xml:space="preserve"> کے لئے شائستہ)سچا،حافظ اور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الاسلام )س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اعلام النبلاء ج</w:t>
      </w:r>
      <w:r w:rsidRPr="00CD3FC2">
        <w:rPr>
          <w:rtl/>
          <w:lang w:bidi="fa-IR"/>
        </w:rPr>
        <w:t>۱۵</w:t>
      </w:r>
      <w:r w:rsidRPr="00CD3FC2">
        <w:rPr>
          <w:rtl/>
        </w:rPr>
        <w:t>،ص</w:t>
      </w:r>
      <w:r w:rsidRPr="00CD3FC2">
        <w:rPr>
          <w:rtl/>
          <w:lang w:bidi="fa-IR"/>
        </w:rPr>
        <w:t>۴۰۷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”ابوسع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عبدالرحمن بن محمد بن منصور“ابن حبان نے کتاب الثقات ج</w:t>
      </w:r>
      <w:r w:rsidRPr="00CD3FC2">
        <w:rPr>
          <w:rtl/>
          <w:lang w:bidi="fa-IR"/>
        </w:rPr>
        <w:t>۸</w:t>
      </w:r>
      <w:r w:rsidRPr="00CD3FC2">
        <w:rPr>
          <w:rtl/>
        </w:rPr>
        <w:t>،ص</w:t>
      </w:r>
      <w:r w:rsidRPr="00CD3FC2">
        <w:rPr>
          <w:rtl/>
          <w:lang w:bidi="fa-IR"/>
        </w:rPr>
        <w:t>۳۸۳</w:t>
      </w:r>
      <w:r w:rsidRPr="00CD3FC2">
        <w:rPr>
          <w:rtl/>
        </w:rPr>
        <w:t xml:space="preserve"> موسةالکتب الثقاف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کا نام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 لآشقرالغزار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“ابن</w:t>
      </w:r>
      <w:r w:rsidRPr="00CD3FC2">
        <w:rPr>
          <w:rtl/>
        </w:rPr>
        <w:t xml:space="preserve"> حبان نے اس کا نام کتاب الثقات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۔اور احمدبن حنبل نے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ہے:وہ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نظر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جھوٹ بولنے والوں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اورابن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اس کے سچے ہو نے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سوا 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۔اس نے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کہا:ج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ہاں)تہذ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  <w:lang w:bidi="fa-IR"/>
        </w:rPr>
        <w:t>۲</w:t>
      </w:r>
      <w:r w:rsidRPr="00CD3FC2">
        <w:rPr>
          <w:rtl/>
        </w:rPr>
        <w:t xml:space="preserve"> ص</w:t>
      </w:r>
      <w:r w:rsidRPr="00CD3FC2">
        <w:rPr>
          <w:rtl/>
          <w:lang w:bidi="fa-IR"/>
        </w:rPr>
        <w:t>۹۱</w:t>
      </w:r>
      <w:r w:rsidRPr="00CD3FC2">
        <w:rPr>
          <w:rtl/>
        </w:rPr>
        <w:t xml:space="preserve"> دارالفکر)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بعض مذمت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ں،وہ</w:t>
      </w:r>
      <w:r w:rsidRPr="00CD3FC2">
        <w:rPr>
          <w:rtl/>
        </w:rPr>
        <w:t xml:space="preserve"> اس کے مذہب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اورحجت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۔”منصور 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 لآسود“ابن حجر نے اس توث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>)مورد اعتماد ہونے)کو ابن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اور کہا ہے کہ ابن حبان نے اسے کتاب الثقات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)مورد اعتماد افراد کے زمرہ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ہے۔)تہذ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،ج،</w:t>
      </w:r>
      <w:r w:rsidRPr="00CD3FC2">
        <w:rPr>
          <w:rtl/>
          <w:lang w:bidi="fa-IR"/>
        </w:rPr>
        <w:t>۱۰</w:t>
      </w:r>
      <w:r w:rsidRPr="00CD3FC2">
        <w:rPr>
          <w:rtl/>
        </w:rPr>
        <w:t xml:space="preserve"> ص</w:t>
      </w:r>
      <w:r w:rsidRPr="00CD3FC2">
        <w:rPr>
          <w:rtl/>
          <w:lang w:bidi="fa-IR"/>
        </w:rPr>
        <w:t>۲۷۱</w:t>
      </w:r>
      <w:r w:rsidRPr="00CD3FC2">
        <w:rPr>
          <w:rtl/>
        </w:rPr>
        <w:t>،دارالفکر،</w:t>
      </w:r>
    </w:p>
    <w:p w:rsidR="000B693F" w:rsidRPr="00CD3FC2" w:rsidRDefault="000B693F" w:rsidP="00F140D8">
      <w:pPr>
        <w:pStyle w:val="libNormal"/>
        <w:rPr>
          <w:rtl/>
        </w:rPr>
      </w:pPr>
      <w:r w:rsidRPr="00CD3FC2">
        <w:rPr>
          <w:rFonts w:hint="eastAsia"/>
          <w:rtl/>
        </w:rPr>
        <w:t>”الآعمش“</w:t>
      </w:r>
      <w:r w:rsidRPr="00CD3FC2">
        <w:rPr>
          <w:rtl/>
        </w:rPr>
        <w:t xml:space="preserve"> کے موثق اورسچے ہو 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کلام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بخار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مسلم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سے کا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راستگوئ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عالم تھا کہ بعض اہل سنت علمائے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نے اس کے سچے ہو نے کومصحف سے تشب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)تہذ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ج،</w:t>
      </w:r>
      <w:r w:rsidRPr="00CD3FC2">
        <w:rPr>
          <w:rtl/>
          <w:lang w:bidi="fa-IR"/>
        </w:rPr>
        <w:t>۴</w:t>
      </w:r>
      <w:r w:rsidRPr="00CD3FC2">
        <w:rPr>
          <w:rtl/>
        </w:rPr>
        <w:t>،ص</w:t>
      </w:r>
      <w:r w:rsidRPr="00CD3FC2">
        <w:rPr>
          <w:rtl/>
          <w:lang w:bidi="fa-IR"/>
        </w:rPr>
        <w:t>۱۹۶</w:t>
      </w:r>
      <w:r w:rsidRPr="00CD3FC2">
        <w:rPr>
          <w:rtl/>
        </w:rPr>
        <w:t>،دارالفکر</w:t>
      </w:r>
      <w:r w:rsidRPr="00CD3FC2">
        <w:rPr>
          <w:rFonts w:hint="eastAsia"/>
          <w:rtl/>
        </w:rPr>
        <w:t>”حب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ثابت“اس کے موثق اور راستگو ہو 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کا شک وشبہ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صحاح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سے بہت سار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ج</w:t>
      </w:r>
      <w:r w:rsidRPr="00CD3FC2">
        <w:rPr>
          <w:rtl/>
          <w:lang w:bidi="fa-IR"/>
        </w:rPr>
        <w:t>۲</w:t>
      </w:r>
      <w:r w:rsidRPr="00CD3FC2">
        <w:rPr>
          <w:rtl/>
        </w:rPr>
        <w:t>،ص</w:t>
      </w:r>
      <w:r w:rsidRPr="00CD3FC2">
        <w:rPr>
          <w:rtl/>
          <w:lang w:bidi="fa-IR"/>
        </w:rPr>
        <w:t>۱۵۶)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”شہر</w:t>
      </w:r>
      <w:r w:rsidRPr="00CD3FC2">
        <w:rPr>
          <w:rtl/>
        </w:rPr>
        <w:t xml:space="preserve"> بن حوشب“ابن حجر نے،مع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ن،عجل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قوب</w:t>
      </w:r>
      <w:r w:rsidRPr="00CD3FC2">
        <w:rPr>
          <w:rtl/>
        </w:rPr>
        <w:t xml:space="preserve"> بن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بة</w:t>
      </w:r>
      <w:r w:rsidRPr="00CD3FC2">
        <w:rPr>
          <w:rtl/>
        </w:rPr>
        <w:t xml:space="preserve">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انہوں نے اسے موثق)قابل اعتماد وثوق)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ہے)تہذ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ج</w:t>
      </w:r>
      <w:r w:rsidRPr="00CD3FC2">
        <w:rPr>
          <w:rtl/>
          <w:lang w:bidi="fa-IR"/>
        </w:rPr>
        <w:t>۴</w:t>
      </w:r>
      <w:r w:rsidRPr="00CD3FC2">
        <w:rPr>
          <w:rtl/>
        </w:rPr>
        <w:t>،ص</w:t>
      </w:r>
      <w:r w:rsidRPr="00CD3FC2">
        <w:rPr>
          <w:rtl/>
          <w:lang w:bidi="fa-IR"/>
        </w:rPr>
        <w:t>۳۲۵</w:t>
      </w:r>
      <w:r w:rsidRPr="00CD3FC2">
        <w:rPr>
          <w:rtl/>
        </w:rPr>
        <w:t>،دارالفکر۔)</w:t>
      </w:r>
    </w:p>
    <w:p w:rsidR="00460A52" w:rsidRDefault="00460A52" w:rsidP="004B12AB">
      <w:pPr>
        <w:pStyle w:val="libNormal"/>
        <w:rPr>
          <w:rtl/>
        </w:rPr>
      </w:pPr>
      <w:r>
        <w:rPr>
          <w:rtl/>
        </w:rPr>
        <w:br w:type="page"/>
      </w:r>
    </w:p>
    <w:p w:rsidR="00460A52" w:rsidRPr="00CD3FC2" w:rsidRDefault="00460A52" w:rsidP="00107A46">
      <w:pPr>
        <w:pStyle w:val="libNormal"/>
        <w:rPr>
          <w:rtl/>
        </w:rPr>
      </w:pPr>
    </w:p>
    <w:p w:rsidR="000B693F" w:rsidRPr="00CD3FC2" w:rsidRDefault="00BD32E1" w:rsidP="00460A52">
      <w:pPr>
        <w:pStyle w:val="libNormal"/>
        <w:rPr>
          <w:rtl/>
        </w:rPr>
      </w:pPr>
      <w:r>
        <w:rPr>
          <w:rFonts w:hint="eastAsia"/>
          <w:rtl/>
        </w:rPr>
        <w:t>ایک</w:t>
      </w:r>
      <w:r w:rsidR="000B693F" w:rsidRPr="00CD3FC2">
        <w:rPr>
          <w:rtl/>
        </w:rPr>
        <w:t xml:space="preserve"> دوسر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حد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ث</w:t>
      </w:r>
      <w:r w:rsidR="000B693F"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="000B693F" w:rsidRPr="00CD3FC2">
        <w:rPr>
          <w:rtl/>
        </w:rPr>
        <w:t xml:space="preserve">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تعب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</w:t>
      </w:r>
      <w:r w:rsidR="000B693F" w:rsidRPr="00CD3FC2">
        <w:rPr>
          <w:rtl/>
        </w:rPr>
        <w:t xml:space="preserve"> نقل ہوئ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ہے:”</w:t>
      </w:r>
      <w:r w:rsidR="000B693F" w:rsidRPr="00460A52">
        <w:rPr>
          <w:rStyle w:val="libArabicChar"/>
          <w:rtl/>
        </w:rPr>
        <w:t>ا</w:t>
      </w:r>
      <w:r w:rsidR="000B693F" w:rsidRPr="00460A52">
        <w:rPr>
          <w:rStyle w:val="libArabicChar"/>
          <w:rFonts w:hint="cs"/>
          <w:rtl/>
        </w:rPr>
        <w:t>ٴ</w:t>
      </w:r>
      <w:r w:rsidR="000B693F" w:rsidRPr="00460A52">
        <w:rPr>
          <w:rStyle w:val="libArabicChar"/>
          <w:rFonts w:hint="eastAsia"/>
          <w:rtl/>
        </w:rPr>
        <w:t>نت</w:t>
      </w:r>
      <w:r w:rsidR="000B693F" w:rsidRPr="00460A52">
        <w:rPr>
          <w:rStyle w:val="libArabicChar"/>
          <w:rtl/>
        </w:rPr>
        <w:t xml:space="preserve"> بمکانک وانت خ</w:t>
      </w:r>
      <w:r w:rsidR="000B693F" w:rsidRPr="00460A52">
        <w:rPr>
          <w:rStyle w:val="libArabicChar"/>
          <w:rFonts w:hint="cs"/>
          <w:rtl/>
        </w:rPr>
        <w:t>ی</w:t>
      </w:r>
      <w:r w:rsidR="000B693F" w:rsidRPr="00460A52">
        <w:rPr>
          <w:rStyle w:val="libArabicChar"/>
          <w:rFonts w:hint="eastAsia"/>
          <w:rtl/>
        </w:rPr>
        <w:t>ر</w:t>
      </w:r>
      <w:r w:rsidR="000B693F" w:rsidRPr="00CD3FC2">
        <w:rPr>
          <w:rFonts w:hint="eastAsia"/>
          <w:rtl/>
        </w:rPr>
        <w:t>“</w:t>
      </w:r>
      <w:r w:rsidR="00460A52" w:rsidRPr="00F82107">
        <w:rPr>
          <w:rStyle w:val="libFootnotenumChar"/>
          <w:rFonts w:hint="cs"/>
          <w:rtl/>
        </w:rPr>
        <w:t>(1)</w:t>
      </w:r>
      <w:r w:rsidR="000B693F" w:rsidRPr="00CD3FC2">
        <w:rPr>
          <w:rtl/>
        </w:rPr>
        <w:t xml:space="preserve"> </w:t>
      </w:r>
      <w:r>
        <w:rPr>
          <w:rtl/>
        </w:rPr>
        <w:t>ایک</w:t>
      </w:r>
      <w:r w:rsidR="000B693F" w:rsidRPr="00CD3FC2">
        <w:rPr>
          <w:rtl/>
        </w:rPr>
        <w:t xml:space="preserve"> اور تعب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</w:t>
      </w:r>
      <w:r w:rsidR="00A96ED8">
        <w:rPr>
          <w:rFonts w:hint="eastAsia"/>
          <w:rtl/>
        </w:rPr>
        <w:t xml:space="preserve">میں </w:t>
      </w:r>
      <w:r w:rsidR="000B693F" w:rsidRPr="00CD3FC2">
        <w:rPr>
          <w:rtl/>
        </w:rPr>
        <w:t xml:space="preserve"> آ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ہے ”</w:t>
      </w:r>
      <w:r w:rsidR="000B693F" w:rsidRPr="00460A52">
        <w:rPr>
          <w:rStyle w:val="libArabicChar"/>
          <w:rtl/>
        </w:rPr>
        <w:t>اجلس</w:t>
      </w:r>
      <w:r w:rsidR="000B693F" w:rsidRPr="00460A52">
        <w:rPr>
          <w:rStyle w:val="libArabicChar"/>
          <w:rFonts w:hint="cs"/>
          <w:rtl/>
        </w:rPr>
        <w:t>ی</w:t>
      </w:r>
      <w:r w:rsidR="000B693F" w:rsidRPr="00460A52">
        <w:rPr>
          <w:rStyle w:val="libArabicChar"/>
          <w:rtl/>
        </w:rPr>
        <w:t xml:space="preserve"> مکانک، فانک عل</w:t>
      </w:r>
      <w:r w:rsidR="000B693F" w:rsidRPr="00460A52">
        <w:rPr>
          <w:rStyle w:val="libArabicChar"/>
          <w:rFonts w:hint="cs"/>
          <w:rtl/>
        </w:rPr>
        <w:t>ی</w:t>
      </w:r>
      <w:r w:rsidR="000B693F" w:rsidRPr="00460A52">
        <w:rPr>
          <w:rStyle w:val="libArabicChar"/>
          <w:rtl/>
        </w:rPr>
        <w:t xml:space="preserve"> خ</w:t>
      </w:r>
      <w:r w:rsidR="000B693F" w:rsidRPr="00460A52">
        <w:rPr>
          <w:rStyle w:val="libArabicChar"/>
          <w:rFonts w:hint="cs"/>
          <w:rtl/>
        </w:rPr>
        <w:t>ی</w:t>
      </w:r>
      <w:r w:rsidR="000B693F" w:rsidRPr="00460A52">
        <w:rPr>
          <w:rStyle w:val="libArabicChar"/>
          <w:rFonts w:hint="eastAsia"/>
          <w:rtl/>
        </w:rPr>
        <w:t>ر</w:t>
      </w:r>
      <w:r w:rsidR="000B693F" w:rsidRPr="00CD3FC2">
        <w:rPr>
          <w:rFonts w:hint="eastAsia"/>
          <w:rtl/>
        </w:rPr>
        <w:t>“</w:t>
      </w:r>
      <w:r w:rsidR="000B693F" w:rsidRPr="00CD3FC2">
        <w:rPr>
          <w:rtl/>
        </w:rPr>
        <w:t xml:space="preserve"> </w:t>
      </w:r>
      <w:r w:rsidR="00460A52" w:rsidRPr="00F82107">
        <w:rPr>
          <w:rStyle w:val="libFootnotenumChar"/>
          <w:rFonts w:hint="cs"/>
          <w:rtl/>
        </w:rPr>
        <w:t>(2)</w:t>
      </w:r>
      <w:r w:rsidR="000B693F" w:rsidRPr="00CD3FC2">
        <w:rPr>
          <w:rtl/>
        </w:rPr>
        <w:t xml:space="preserve"> اپن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جگہ پر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ٹھ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رہو،تم خ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</w:t>
      </w:r>
      <w:r w:rsidR="000B693F" w:rsidRPr="00CD3FC2">
        <w:rPr>
          <w:rtl/>
        </w:rPr>
        <w:t xml:space="preserve"> پر ہو۔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460A52">
      <w:pPr>
        <w:pStyle w:val="Heading2Center"/>
        <w:rPr>
          <w:rtl/>
        </w:rPr>
      </w:pPr>
      <w:bookmarkStart w:id="153" w:name="_Toc508103402"/>
      <w:r w:rsidRPr="00CD3FC2">
        <w:rPr>
          <w:rtl/>
          <w:lang w:bidi="fa-IR"/>
        </w:rPr>
        <w:t>۸</w:t>
      </w:r>
      <w:r w:rsidRPr="00CD3FC2">
        <w:rPr>
          <w:rtl/>
        </w:rPr>
        <w:t xml:space="preserve">۔” </w:t>
      </w:r>
      <w:r w:rsidRPr="00460A52">
        <w:rPr>
          <w:rStyle w:val="libArabicChar"/>
          <w:rtl/>
        </w:rPr>
        <w:t>فوددت ا</w:t>
      </w:r>
      <w:r w:rsidRPr="00460A52">
        <w:rPr>
          <w:rStyle w:val="libArabicChar"/>
          <w:rFonts w:hint="cs"/>
          <w:rtl/>
        </w:rPr>
        <w:t>ٴ</w:t>
      </w:r>
      <w:r w:rsidRPr="00460A52">
        <w:rPr>
          <w:rStyle w:val="libArabicChar"/>
          <w:rFonts w:hint="eastAsia"/>
          <w:rtl/>
        </w:rPr>
        <w:t>نة</w:t>
      </w:r>
      <w:r w:rsidRPr="00460A52">
        <w:rPr>
          <w:rStyle w:val="libArabicChar"/>
          <w:rtl/>
        </w:rPr>
        <w:t xml:space="preserve"> قال :نعم</w:t>
      </w:r>
      <w:r w:rsidRPr="00CD3FC2">
        <w:rPr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53"/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”عن</w:t>
      </w:r>
      <w:r w:rsidRPr="00CD3FC2">
        <w:rPr>
          <w:rtl/>
        </w:rPr>
        <w:t xml:space="preserve"> عمرة ال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مد انی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قالت: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مّ سلمة فسلمت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ا،فقالت</w:t>
      </w:r>
      <w:r w:rsidRPr="00CD3FC2">
        <w:rPr>
          <w:rtl/>
        </w:rPr>
        <w:t>: من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نت</w:t>
      </w:r>
      <w:r w:rsidRPr="00CD3FC2">
        <w:rPr>
          <w:rtl/>
        </w:rPr>
        <w:t xml:space="preserve"> ؟ فقلت :عمرة: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عن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 الرّجل الذّی</w:t>
      </w:r>
      <w:r w:rsidRPr="00CD3FC2">
        <w:rPr>
          <w:rtl/>
        </w:rPr>
        <w:t xml:space="preserve"> قتل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اظ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رنا، فمحبً و مبغض تری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بن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طالب</w:t>
      </w:r>
      <w:r w:rsidRPr="00CD3FC2">
        <w:rPr>
          <w:rFonts w:hint="cs"/>
          <w:rtl/>
        </w:rPr>
        <w:t xml:space="preserve"> قالت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مّ</w:t>
      </w:r>
      <w:r w:rsidRPr="00CD3FC2">
        <w:rPr>
          <w:rtl/>
        </w:rPr>
        <w:t xml:space="preserve"> سلمة:ا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تحبً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تبغض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؟</w:t>
      </w:r>
      <w:r w:rsidRPr="00CD3FC2">
        <w:rPr>
          <w:rtl/>
        </w:rPr>
        <w:t xml:space="preserve"> قالت ما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حبّ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ولا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بغض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نزل</w:t>
      </w:r>
      <w:r w:rsidRPr="00CD3FC2">
        <w:rPr>
          <w:rtl/>
        </w:rPr>
        <w:t xml:space="preserve"> ال</w:t>
      </w:r>
      <w:r w:rsidRPr="00CD3FC2">
        <w:rPr>
          <w:rFonts w:hint="eastAsia"/>
          <w:rtl/>
        </w:rPr>
        <w:t>له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الّای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460A52">
        <w:rPr>
          <w:rStyle w:val="libAieChar"/>
          <w:rtl/>
        </w:rPr>
        <w:t xml:space="preserve">انما </w:t>
      </w:r>
      <w:r w:rsidR="00E17DF7" w:rsidRPr="00460A52">
        <w:rPr>
          <w:rStyle w:val="libAieChar"/>
          <w:rFonts w:hint="cs"/>
          <w:rtl/>
        </w:rPr>
        <w:t>ی</w:t>
      </w:r>
      <w:r w:rsidR="00E17DF7" w:rsidRPr="00460A52">
        <w:rPr>
          <w:rStyle w:val="libAieChar"/>
          <w:rFonts w:hint="eastAsia"/>
          <w:rtl/>
        </w:rPr>
        <w:t>ر</w:t>
      </w:r>
      <w:r w:rsidR="00E17DF7" w:rsidRPr="00460A52">
        <w:rPr>
          <w:rStyle w:val="libAieChar"/>
          <w:rFonts w:hint="cs"/>
          <w:rtl/>
        </w:rPr>
        <w:t>ی</w:t>
      </w:r>
      <w:r w:rsidR="00E17DF7" w:rsidRPr="00460A52">
        <w:rPr>
          <w:rStyle w:val="libAieChar"/>
          <w:rFonts w:hint="eastAsia"/>
          <w:rtl/>
        </w:rPr>
        <w:t>د</w:t>
      </w:r>
      <w:r w:rsidR="00E17DF7" w:rsidRPr="00460A52">
        <w:rPr>
          <w:rStyle w:val="libAieChar"/>
          <w:rtl/>
        </w:rPr>
        <w:t xml:space="preserve"> الله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3A13AB">
        <w:rPr>
          <w:rFonts w:hint="cs"/>
          <w:rtl/>
        </w:rPr>
        <w:t>…</w:t>
      </w:r>
      <w:r w:rsid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>إلی</w:t>
      </w:r>
      <w:r w:rsidRPr="00CD3FC2">
        <w:rPr>
          <w:rtl/>
        </w:rPr>
        <w:t xml:space="preserve"> آخر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ا، ومافی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إلا جبرئ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ورسول الله</w:t>
      </w:r>
      <w:r w:rsidRPr="00CD3FC2">
        <w:rPr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CD3FC2">
        <w:rPr>
          <w:rFonts w:hint="cs"/>
          <w:rtl/>
        </w:rPr>
        <w:t>وعلیّ</w:t>
      </w:r>
      <w:r w:rsidRPr="00CD3FC2">
        <w:rPr>
          <w:rtl/>
        </w:rPr>
        <w:t xml:space="preserve"> وفاطم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و الحسن والحسی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 xml:space="preserve"> علی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</w:t>
      </w:r>
      <w:r w:rsidRPr="00CD3FC2">
        <w:rPr>
          <w:rtl/>
        </w:rPr>
        <w:t xml:space="preserve"> السلام</w:t>
      </w:r>
      <w:r w:rsidRPr="00CD3FC2">
        <w:rPr>
          <w:rFonts w:hint="cs"/>
          <w:rtl/>
        </w:rPr>
        <w:t xml:space="preserve"> فقلت : 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الله،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من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ت؟</w:t>
      </w:r>
      <w:r w:rsidRPr="00CD3FC2">
        <w:rPr>
          <w:rtl/>
        </w:rPr>
        <w:t xml:space="preserve"> فقال: إنّ لک عنداللهخ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راً،</w:t>
      </w:r>
      <w:r w:rsidRPr="00CD3FC2">
        <w:rPr>
          <w:rtl/>
        </w:rPr>
        <w:t xml:space="preserve"> فوددت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قال: ”نعم“ فکان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حبّ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من تطلع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الشمس و </w:t>
      </w:r>
      <w:r w:rsidRPr="00CD3FC2">
        <w:rPr>
          <w:rFonts w:hint="eastAsia"/>
          <w:rtl/>
        </w:rPr>
        <w:t>تغرب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“</w:t>
      </w:r>
      <w:r w:rsidR="00460A52" w:rsidRPr="00F82107">
        <w:rPr>
          <w:rStyle w:val="libFootnotenumChar"/>
          <w:rFonts w:hint="cs"/>
          <w:rtl/>
        </w:rPr>
        <w:t>(3)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عمرہ ہمدان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سے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اس نے کہا 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 سلمہ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خدمت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ان سے سلام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 انھوں نے پو چھا : تم کون ہو؟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کہا: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عمرہ ہمدان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ہوں۔ عمرہ نے ام سلمہ سے کہا:اے ام المئومن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 xml:space="preserve"> مجھے ا</w:t>
      </w:r>
      <w:r w:rsidRPr="00CD3FC2">
        <w:rPr>
          <w:rtl/>
        </w:rPr>
        <w:t xml:space="preserve">س شخص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کچھ بتا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ئے</w:t>
      </w:r>
      <w:r w:rsidRPr="00CD3FC2">
        <w:rPr>
          <w:rtl/>
        </w:rPr>
        <w:t xml:space="preserve"> جسے کچھ مدت پہلے قتل کرد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)مرادعل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ابےطالب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 بعض لوگ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دوست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بعض دشمن۔ 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سلمہ نے کہا: تم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دوست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دشمن؟ عمرہ نے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دوست</w:t>
      </w:r>
    </w:p>
    <w:p w:rsidR="00460A52" w:rsidRPr="00460A52" w:rsidRDefault="00460A52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60A5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۱- </w:t>
      </w:r>
      <w:r w:rsidR="00BD32E1">
        <w:rPr>
          <w:rtl/>
        </w:rPr>
        <w:t>تاریخ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دمشق ،ج ۱۴،ص۱۴۵، دارالفکر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۲-شواہد التنذ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</w:t>
      </w:r>
      <w:r w:rsidRPr="00CD3FC2">
        <w:rPr>
          <w:rtl/>
        </w:rPr>
        <w:t xml:space="preserve"> ج۲،ص۱۱۹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۳-مشکل الا ثار،ج۱، ص۳۳۶، طبع مجلس دائرة المعارف النظام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بالھند </w:t>
      </w:r>
    </w:p>
    <w:p w:rsidR="00460A52" w:rsidRDefault="00460A52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460A52" w:rsidRPr="00CD3FC2" w:rsidRDefault="00460A52" w:rsidP="00107A46">
      <w:pPr>
        <w:pStyle w:val="libNormal"/>
        <w:rPr>
          <w:rtl/>
        </w:rPr>
      </w:pP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 اور نہ دشمن ) بظاہر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نزول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جملے چھوٹ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اس کے بعدک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عبارت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ہے) اور خداوند متعال نے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140D8">
        <w:rPr>
          <w:rStyle w:val="libAieChar"/>
          <w:rtl/>
        </w:rPr>
        <w:t xml:space="preserve">إنما 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ر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د</w:t>
      </w:r>
      <w:r w:rsidR="00E17DF7" w:rsidRPr="00F140D8">
        <w:rPr>
          <w:rStyle w:val="libAieChar"/>
          <w:rtl/>
        </w:rPr>
        <w:t xml:space="preserve"> الله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 w:rsidRP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 xml:space="preserve">اس حالت </w:t>
      </w:r>
      <w:r w:rsidR="00A96ED8">
        <w:rPr>
          <w:rFonts w:hint="cs"/>
          <w:rtl/>
        </w:rPr>
        <w:t xml:space="preserve">میں </w:t>
      </w:r>
      <w:r w:rsidRPr="00CD3FC2">
        <w:rPr>
          <w:rtl/>
        </w:rPr>
        <w:t xml:space="preserve"> نازل فر مائ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جب گھر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جبرئل، </w:t>
      </w:r>
      <w:r w:rsidR="00BD32E1">
        <w:rPr>
          <w:rtl/>
        </w:rPr>
        <w:t>پیغ</w:t>
      </w:r>
      <w:r w:rsidRPr="00CD3FC2">
        <w:rPr>
          <w:rtl/>
        </w:rPr>
        <w:t>مبر خدا (ص)،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 حسن و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موجود نہ تھا۔ </w:t>
      </w:r>
    </w:p>
    <w:p w:rsidR="000B693F" w:rsidRPr="00CD3FC2" w:rsidRDefault="00A96ED8" w:rsidP="00107A46">
      <w:pPr>
        <w:pStyle w:val="libNormal"/>
        <w:rPr>
          <w:rtl/>
        </w:rPr>
      </w:pPr>
      <w:r>
        <w:rPr>
          <w:rFonts w:hint="eastAsia"/>
          <w:rtl/>
        </w:rPr>
        <w:t xml:space="preserve">میں </w:t>
      </w:r>
      <w:r w:rsidR="000B693F" w:rsidRPr="00CD3FC2">
        <w:rPr>
          <w:rtl/>
        </w:rPr>
        <w:t xml:space="preserve"> نے کہا: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رسول الله: ک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 xml:space="preserve"> </w:t>
      </w:r>
      <w:r>
        <w:rPr>
          <w:rtl/>
        </w:rPr>
        <w:t xml:space="preserve">میں </w:t>
      </w:r>
      <w:r w:rsidR="000B693F" w:rsidRPr="00CD3FC2">
        <w:rPr>
          <w:rtl/>
        </w:rPr>
        <w:t xml:space="preserve"> اہل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</w:t>
      </w:r>
      <w:r>
        <w:rPr>
          <w:rtl/>
        </w:rPr>
        <w:t xml:space="preserve">میں </w:t>
      </w:r>
      <w:r w:rsidR="000B693F" w:rsidRPr="00CD3FC2">
        <w:rPr>
          <w:rtl/>
        </w:rPr>
        <w:t xml:space="preserve"> ہوں؟ آنحضرت (ص)نے فرما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ا</w:t>
      </w:r>
      <w:r w:rsidR="000B693F" w:rsidRPr="00CD3FC2">
        <w:rPr>
          <w:rtl/>
        </w:rPr>
        <w:t>: ت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رے</w:t>
      </w:r>
      <w:r w:rsidR="000B693F" w:rsidRPr="00CD3FC2">
        <w:rPr>
          <w:rtl/>
        </w:rPr>
        <w:t xml:space="preserve"> لئے خدا کے پاس خ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</w:t>
      </w:r>
      <w:r w:rsidR="000B693F" w:rsidRPr="00CD3FC2">
        <w:rPr>
          <w:rtl/>
        </w:rPr>
        <w:t xml:space="preserve"> و ن</w:t>
      </w:r>
      <w:r w:rsidR="009B178F">
        <w:rPr>
          <w:rtl/>
        </w:rPr>
        <w:t>یک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صورت </w:t>
      </w:r>
      <w:r>
        <w:rPr>
          <w:rtl/>
        </w:rPr>
        <w:t xml:space="preserve">میں </w:t>
      </w:r>
      <w:r w:rsidR="000B693F" w:rsidRPr="00CD3FC2">
        <w:rPr>
          <w:rtl/>
        </w:rPr>
        <w:t xml:space="preserve"> جزا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آرزو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کہ)م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سوال کے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)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فرماتے: ”ج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ہاں“ اور وہ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لئے اس سے بہتر تھا جس پر سورج طلوع و غروب کرتا ہے۔“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F140D8">
      <w:pPr>
        <w:pStyle w:val="Heading2Center"/>
        <w:rPr>
          <w:rtl/>
        </w:rPr>
      </w:pPr>
      <w:bookmarkStart w:id="154" w:name="_Toc508103403"/>
      <w:r w:rsidRPr="00CD3FC2">
        <w:rPr>
          <w:rFonts w:hint="eastAsia"/>
          <w:rtl/>
        </w:rPr>
        <w:t>”</w:t>
      </w:r>
      <w:r w:rsidRPr="00F140D8">
        <w:rPr>
          <w:rStyle w:val="libArabicChar"/>
          <w:rFonts w:hint="eastAsia"/>
          <w:rtl/>
        </w:rPr>
        <w:t>فتنحّ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عن ا</w:t>
      </w:r>
      <w:r w:rsidRPr="00F140D8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eastAsia"/>
          <w:rtl/>
        </w:rPr>
        <w:t>ل</w:t>
      </w:r>
      <w:r w:rsidRPr="00F140D8">
        <w:rPr>
          <w:rStyle w:val="libArabicChar"/>
          <w:rtl/>
        </w:rPr>
        <w:t xml:space="preserve"> ب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ت</w:t>
      </w:r>
      <w:r w:rsidRPr="00F140D8">
        <w:rPr>
          <w:rStyle w:val="libArabicChar"/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54"/>
    </w:p>
    <w:p w:rsidR="000B693F" w:rsidRPr="00B76D20" w:rsidRDefault="000B693F" w:rsidP="003A13AB">
      <w:pPr>
        <w:pStyle w:val="libNormal"/>
        <w:rPr>
          <w:rtl/>
        </w:rPr>
      </w:pPr>
      <w:r w:rsidRPr="00F140D8">
        <w:rPr>
          <w:rStyle w:val="libArabicChar"/>
          <w:rFonts w:hint="eastAsia"/>
          <w:rtl/>
        </w:rPr>
        <w:t>”</w:t>
      </w:r>
      <w:r w:rsidR="003A13AB" w:rsidRPr="00F140D8">
        <w:rPr>
          <w:rStyle w:val="libArabicChar"/>
          <w:rFonts w:hint="cs"/>
          <w:rtl/>
        </w:rPr>
        <w:t xml:space="preserve"> </w:t>
      </w:r>
      <w:r w:rsidRPr="00F140D8">
        <w:rPr>
          <w:rStyle w:val="libArabicChar"/>
          <w:rFonts w:hint="cs"/>
          <w:rtl/>
        </w:rPr>
        <w:t>عن ابی</w:t>
      </w:r>
      <w:r w:rsidRPr="00F140D8">
        <w:rPr>
          <w:rStyle w:val="libArabicChar"/>
          <w:rtl/>
        </w:rPr>
        <w:t xml:space="preserve"> المعدل عط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ة</w:t>
      </w:r>
      <w:r w:rsidRPr="00F140D8">
        <w:rPr>
          <w:rStyle w:val="libArabicChar"/>
          <w:rtl/>
        </w:rPr>
        <w:t xml:space="preserve"> الطفاوي عن 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ب</w:t>
      </w:r>
      <w:r w:rsidRPr="00F140D8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،</w:t>
      </w:r>
      <w:r w:rsidRPr="00F140D8">
        <w:rPr>
          <w:rStyle w:val="libArabicChar"/>
          <w:rtl/>
        </w:rPr>
        <w:t xml:space="preserve"> 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نّ</w:t>
      </w:r>
      <w:r w:rsidRPr="00F140D8">
        <w:rPr>
          <w:rStyle w:val="libArabicChar"/>
          <w:rtl/>
        </w:rPr>
        <w:t xml:space="preserve"> امّ سلمة، حدثتة قالت:ب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نارسول</w:t>
      </w:r>
      <w:r w:rsidRPr="00F140D8">
        <w:rPr>
          <w:rStyle w:val="libArabicChar"/>
          <w:rtl/>
        </w:rPr>
        <w:t xml:space="preserve"> الله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F140D8">
        <w:rPr>
          <w:rStyle w:val="libArabicChar"/>
          <w:rtl/>
        </w:rPr>
        <w:t>في ب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تي،</w:t>
      </w:r>
      <w:r w:rsidRPr="00F140D8">
        <w:rPr>
          <w:rStyle w:val="libArabicChar"/>
          <w:rtl/>
        </w:rPr>
        <w:t xml:space="preserve"> إذقال الخادم : إن عل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ا</w:t>
      </w:r>
      <w:r w:rsidRPr="00F140D8">
        <w:rPr>
          <w:rStyle w:val="libArabicChar"/>
          <w:rtl/>
        </w:rPr>
        <w:t xml:space="preserve"> وفاطم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بالسدًة: قالت: فقال لي: قوميفتنحّي ليعن اٴ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ل</w:t>
      </w:r>
      <w:r w:rsidRPr="00F140D8">
        <w:rPr>
          <w:rStyle w:val="libArabicChar"/>
          <w:rtl/>
        </w:rPr>
        <w:t xml:space="preserve"> ب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تي</w:t>
      </w:r>
      <w:r w:rsidRPr="00F140D8">
        <w:rPr>
          <w:rStyle w:val="libArabicChar"/>
          <w:rtl/>
        </w:rPr>
        <w:t xml:space="preserve"> فد خل عليّ و فاطمة و مع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ما الحسنوالحسی</w:t>
      </w:r>
      <w:r w:rsidRPr="00F140D8">
        <w:rPr>
          <w:rStyle w:val="libArabicChar"/>
          <w:rFonts w:hint="eastAsia"/>
          <w:rtl/>
        </w:rPr>
        <w:t>ن</w:t>
      </w:r>
      <w:r w:rsidRPr="00F140D8">
        <w:rPr>
          <w:rStyle w:val="libArabicChar"/>
          <w:rtl/>
        </w:rPr>
        <w:t xml:space="preserve"> قالت: فقلت و 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نا</w:t>
      </w:r>
      <w:r w:rsidRPr="00F140D8">
        <w:rPr>
          <w:rStyle w:val="libArabicChar"/>
          <w:rtl/>
        </w:rPr>
        <w:t xml:space="preserve"> 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ا</w:t>
      </w:r>
      <w:r w:rsidRPr="00F140D8">
        <w:rPr>
          <w:rStyle w:val="libArabicChar"/>
          <w:rtl/>
        </w:rPr>
        <w:t xml:space="preserve"> رسول الله؟ فقال: وا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نت“</w:t>
      </w:r>
      <w:r w:rsidR="00F140D8" w:rsidRPr="00F82107">
        <w:rPr>
          <w:rStyle w:val="libFootnotenumChar"/>
          <w:rFonts w:hint="cs"/>
          <w:rtl/>
        </w:rPr>
        <w:t>(1)</w:t>
      </w:r>
    </w:p>
    <w:p w:rsidR="00F140D8" w:rsidRPr="00CD3FC2" w:rsidRDefault="000B693F" w:rsidP="00F140D8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 سلمہ سے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ہے، انھوں نے کہا : رسول خدا (ص)م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گھر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فرما تھے کہ خادم نے کہا: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فاطمہ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>) دروازہ پرہ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 </w:t>
      </w:r>
      <w:r w:rsidR="00BD32E1">
        <w:rPr>
          <w:rtl/>
        </w:rPr>
        <w:t>پیغ</w:t>
      </w:r>
      <w:r w:rsidRPr="00CD3FC2">
        <w:rPr>
          <w:rtl/>
        </w:rPr>
        <w:t xml:space="preserve">مبر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اٹھو اور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دور ہو جاؤ اس کے بعد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 رفاطمہ حسن اور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داخل ہوئے اور </w:t>
      </w:r>
      <w:r w:rsidR="00BD32E1">
        <w:rPr>
          <w:rtl/>
        </w:rPr>
        <w:t>پیغ</w:t>
      </w:r>
      <w:r w:rsidRPr="00CD3FC2">
        <w:rPr>
          <w:rtl/>
        </w:rPr>
        <w:t xml:space="preserve">مبر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</w:t>
      </w:r>
      <w:r w:rsidR="00F140D8" w:rsidRPr="00F140D8">
        <w:rPr>
          <w:rFonts w:hint="eastAsia"/>
          <w:rtl/>
        </w:rPr>
        <w:t xml:space="preserve"> </w:t>
      </w:r>
      <w:r w:rsidR="00F140D8" w:rsidRPr="00CD3FC2">
        <w:rPr>
          <w:rFonts w:hint="eastAsia"/>
          <w:rtl/>
        </w:rPr>
        <w:t>ان</w:t>
      </w:r>
      <w:r w:rsidR="00F140D8" w:rsidRPr="00CD3FC2">
        <w:rPr>
          <w:rtl/>
        </w:rPr>
        <w:t xml:space="preserve"> کے حق </w:t>
      </w:r>
      <w:r w:rsidR="00F140D8">
        <w:rPr>
          <w:rtl/>
        </w:rPr>
        <w:t xml:space="preserve">میں </w:t>
      </w:r>
      <w:r w:rsidR="00F140D8" w:rsidRPr="00CD3FC2">
        <w:rPr>
          <w:rtl/>
        </w:rPr>
        <w:t xml:space="preserve"> دعا ک</w:t>
      </w:r>
      <w:r w:rsidR="00F140D8" w:rsidRPr="00CD3FC2">
        <w:rPr>
          <w:rFonts w:hint="cs"/>
          <w:rtl/>
        </w:rPr>
        <w:t>ی</w:t>
      </w:r>
      <w:r w:rsidR="00F140D8" w:rsidRPr="00CD3FC2">
        <w:rPr>
          <w:rtl/>
        </w:rPr>
        <w:t>: ” خدا وند! م</w:t>
      </w:r>
      <w:r w:rsidR="00F140D8" w:rsidRPr="00CD3FC2">
        <w:rPr>
          <w:rFonts w:hint="cs"/>
          <w:rtl/>
        </w:rPr>
        <w:t>ی</w:t>
      </w:r>
      <w:r w:rsidR="00F140D8" w:rsidRPr="00CD3FC2">
        <w:rPr>
          <w:rFonts w:hint="eastAsia"/>
          <w:rtl/>
        </w:rPr>
        <w:t>رے</w:t>
      </w:r>
      <w:r w:rsidR="00F140D8" w:rsidRPr="00CD3FC2">
        <w:rPr>
          <w:rtl/>
        </w:rPr>
        <w:t xml:space="preserve"> اہل ب</w:t>
      </w:r>
      <w:r w:rsidR="00F140D8" w:rsidRPr="00CD3FC2">
        <w:rPr>
          <w:rFonts w:hint="cs"/>
          <w:rtl/>
        </w:rPr>
        <w:t>ی</w:t>
      </w:r>
      <w:r w:rsidR="00F140D8" w:rsidRPr="00CD3FC2">
        <w:rPr>
          <w:rFonts w:hint="eastAsia"/>
          <w:rtl/>
        </w:rPr>
        <w:t>ت</w:t>
      </w:r>
      <w:r w:rsidR="00F140D8" w:rsidRPr="00CD3FC2">
        <w:rPr>
          <w:rtl/>
        </w:rPr>
        <w:t xml:space="preserve"> ت</w:t>
      </w:r>
      <w:r w:rsidR="00F140D8" w:rsidRPr="00CD3FC2">
        <w:rPr>
          <w:rFonts w:hint="cs"/>
          <w:rtl/>
        </w:rPr>
        <w:t>ی</w:t>
      </w:r>
      <w:r w:rsidR="00F140D8" w:rsidRPr="00CD3FC2">
        <w:rPr>
          <w:rFonts w:hint="eastAsia"/>
          <w:rtl/>
        </w:rPr>
        <w:t>ر</w:t>
      </w:r>
      <w:r w:rsidR="00F140D8" w:rsidRPr="00CD3FC2">
        <w:rPr>
          <w:rFonts w:hint="cs"/>
          <w:rtl/>
        </w:rPr>
        <w:t>ی</w:t>
      </w:r>
      <w:r w:rsidR="00F140D8" w:rsidRPr="00CD3FC2">
        <w:rPr>
          <w:rtl/>
        </w:rPr>
        <w:t xml:space="preserve"> طرف ہ</w:t>
      </w:r>
      <w:r w:rsidR="00F140D8" w:rsidRPr="00CD3FC2">
        <w:rPr>
          <w:rFonts w:hint="cs"/>
          <w:rtl/>
        </w:rPr>
        <w:t>ی</w:t>
      </w:r>
      <w:r w:rsidR="00F140D8" w:rsidRPr="00CD3FC2">
        <w:rPr>
          <w:rFonts w:hint="eastAsia"/>
          <w:rtl/>
        </w:rPr>
        <w:t>ں</w:t>
      </w:r>
      <w:r w:rsidR="00F140D8" w:rsidRPr="00CD3FC2">
        <w:rPr>
          <w:rtl/>
        </w:rPr>
        <w:t xml:space="preserve"> نہ کہ آگ ک</w:t>
      </w:r>
      <w:r w:rsidR="00F140D8" w:rsidRPr="00CD3FC2">
        <w:rPr>
          <w:rFonts w:hint="cs"/>
          <w:rtl/>
        </w:rPr>
        <w:t>ی</w:t>
      </w:r>
    </w:p>
    <w:p w:rsidR="00F140D8" w:rsidRPr="00F140D8" w:rsidRDefault="00F140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۱- </w:t>
      </w:r>
      <w:r w:rsidR="00BD32E1">
        <w:rPr>
          <w:rtl/>
        </w:rPr>
        <w:t>تاریخ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دمشق، ج ۱۳،ص۲۰۳-۲۰۲،دارلفکر</w:t>
      </w:r>
    </w:p>
    <w:p w:rsidR="00F140D8" w:rsidRDefault="00F140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140D8" w:rsidRPr="00CD3FC2" w:rsidRDefault="00F140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طرف</w:t>
      </w:r>
      <w:r w:rsidRPr="00CD3FC2">
        <w:rPr>
          <w:rtl/>
        </w:rPr>
        <w:t xml:space="preserve"> “ام سلمہ نے کہا: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الله !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؟فرما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تم بھ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واضح</w:t>
      </w:r>
      <w:r w:rsidRPr="00CD3FC2">
        <w:rPr>
          <w:rtl/>
        </w:rPr>
        <w:t xml:space="preserve"> ر ہے کہ </w:t>
      </w:r>
      <w:r w:rsidR="00BD32E1">
        <w:rPr>
          <w:rtl/>
        </w:rPr>
        <w:t>پیغ</w:t>
      </w:r>
      <w:r w:rsidRPr="00CD3FC2">
        <w:rPr>
          <w:rtl/>
        </w:rPr>
        <w:t xml:space="preserve">مبر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پہلے ام سلمہ کو )حد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)اپنے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مقابلہ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ان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خارج ہو نے کا واضح ثبوت ہے۔ اس کے بعد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دعا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EB4D70">
        <w:rPr>
          <w:rtl/>
        </w:rPr>
        <w:t xml:space="preserve"> یع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آگ سے دور رہنے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شر</w:t>
      </w:r>
      <w:r w:rsidR="009B178F">
        <w:rPr>
          <w:rtl/>
        </w:rPr>
        <w:t>یک</w:t>
      </w:r>
      <w:r w:rsidRPr="00CD3FC2">
        <w:rPr>
          <w:rtl/>
        </w:rPr>
        <w:t xml:space="preserve"> فرما 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F140D8">
      <w:pPr>
        <w:pStyle w:val="Heading2Center"/>
        <w:rPr>
          <w:rtl/>
        </w:rPr>
      </w:pPr>
      <w:bookmarkStart w:id="155" w:name="_Toc508103404"/>
      <w:r w:rsidRPr="00CD3FC2">
        <w:rPr>
          <w:rtl/>
          <w:lang w:bidi="fa-IR"/>
        </w:rPr>
        <w:t>۱۰</w:t>
      </w:r>
      <w:r w:rsidRPr="00CD3FC2">
        <w:rPr>
          <w:rtl/>
        </w:rPr>
        <w:t>۔”</w:t>
      </w:r>
      <w:r w:rsidRPr="00F140D8">
        <w:rPr>
          <w:rStyle w:val="libArabicChar"/>
          <w:rtl/>
        </w:rPr>
        <w:t>إنک لعل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خ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ر،</w:t>
      </w:r>
      <w:r w:rsidRPr="00F140D8">
        <w:rPr>
          <w:rStyle w:val="libArabicChar"/>
          <w:rtl/>
        </w:rPr>
        <w:t xml:space="preserve"> ولم 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د</w:t>
      </w:r>
      <w:r w:rsidRPr="00F140D8">
        <w:rPr>
          <w:rStyle w:val="libArabicChar"/>
          <w:rtl/>
        </w:rPr>
        <w:t xml:space="preserve"> خلن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مع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</w:t>
      </w:r>
      <w:r w:rsidRPr="00CD3FC2">
        <w:rPr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55"/>
    </w:p>
    <w:p w:rsidR="000B693F" w:rsidRPr="00B76D20" w:rsidRDefault="000B693F" w:rsidP="003A13AB">
      <w:pPr>
        <w:pStyle w:val="libNormal"/>
        <w:rPr>
          <w:rtl/>
        </w:rPr>
      </w:pPr>
      <w:r w:rsidRPr="00F140D8">
        <w:rPr>
          <w:rStyle w:val="libArabicChar"/>
          <w:rFonts w:hint="eastAsia"/>
          <w:rtl/>
        </w:rPr>
        <w:t>”</w:t>
      </w:r>
      <w:r w:rsidRPr="00F140D8">
        <w:rPr>
          <w:rStyle w:val="libArabicChar"/>
          <w:rtl/>
        </w:rPr>
        <w:t xml:space="preserve"> </w:t>
      </w:r>
      <w:r w:rsidRPr="00F140D8">
        <w:rPr>
          <w:rStyle w:val="libArabicChar"/>
          <w:rFonts w:hint="cs"/>
          <w:rtl/>
        </w:rPr>
        <w:t>عن العوام ی</w:t>
      </w:r>
      <w:r w:rsidRPr="00F140D8">
        <w:rPr>
          <w:rStyle w:val="libArabicChar"/>
          <w:rFonts w:hint="eastAsia"/>
          <w:rtl/>
        </w:rPr>
        <w:t>ن</w:t>
      </w:r>
      <w:r w:rsidRPr="00F140D8">
        <w:rPr>
          <w:rStyle w:val="libArabicChar"/>
          <w:rtl/>
        </w:rPr>
        <w:t xml:space="preserve"> حوشب، عن جم</w:t>
      </w:r>
      <w:r w:rsidR="00BA57AE" w:rsidRPr="003A13AB">
        <w:rPr>
          <w:rStyle w:val="libArabicChar"/>
          <w:rFonts w:hint="cs"/>
          <w:rtl/>
        </w:rPr>
        <w:t>ي</w:t>
      </w:r>
      <w:r w:rsidRPr="00F140D8">
        <w:rPr>
          <w:rStyle w:val="libArabicChar"/>
          <w:rFonts w:hint="cs"/>
          <w:rtl/>
        </w:rPr>
        <w:t>ع: التی</w:t>
      </w:r>
      <w:r w:rsidRPr="00F140D8">
        <w:rPr>
          <w:rStyle w:val="libArabicChar"/>
          <w:rFonts w:hint="eastAsia"/>
          <w:rtl/>
        </w:rPr>
        <w:t>م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انطلقت مع امّي، إل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عائشة، فد خلت 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مّي،</w:t>
      </w:r>
      <w:r w:rsidRPr="00F140D8">
        <w:rPr>
          <w:rStyle w:val="libArabicChar"/>
          <w:rtl/>
        </w:rPr>
        <w:t xml:space="preserve"> فذ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بت لاٴ</w:t>
      </w:r>
      <w:r w:rsidRPr="00F140D8">
        <w:rPr>
          <w:rStyle w:val="libArabicChar"/>
          <w:rFonts w:hint="eastAsia"/>
          <w:rtl/>
        </w:rPr>
        <w:t>دخل</w:t>
      </w:r>
      <w:r w:rsidRPr="00F140D8">
        <w:rPr>
          <w:rStyle w:val="libArabicChar"/>
          <w:rtl/>
        </w:rPr>
        <w:t xml:space="preserve"> فحجتني، و سا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لَت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ا</w:t>
      </w:r>
      <w:r w:rsidRPr="00F140D8">
        <w:rPr>
          <w:rStyle w:val="libArabicChar"/>
          <w:rtl/>
        </w:rPr>
        <w:t xml:space="preserve"> 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مّي</w:t>
      </w:r>
      <w:r w:rsidRPr="00F140D8">
        <w:rPr>
          <w:rStyle w:val="libArabicChar"/>
          <w:rtl/>
        </w:rPr>
        <w:t xml:space="preserve"> عن عليّ فقالت: ماظنّک بر جل کانت فاطمة والحسن و الحس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ن</w:t>
      </w:r>
      <w:r w:rsidRPr="00F140D8">
        <w:rPr>
          <w:rStyle w:val="libArabicChar"/>
          <w:rtl/>
        </w:rPr>
        <w:t xml:space="preserve"> إبنا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، و لقد رآی</w:t>
      </w:r>
      <w:r w:rsidRPr="00F140D8">
        <w:rPr>
          <w:rStyle w:val="libArabicChar"/>
          <w:rFonts w:hint="eastAsia"/>
          <w:rtl/>
        </w:rPr>
        <w:t>ت</w:t>
      </w:r>
      <w:r w:rsidRPr="00F140D8">
        <w:rPr>
          <w:rStyle w:val="libArabicChar"/>
          <w:rtl/>
        </w:rPr>
        <w:t xml:space="preserve"> رسول الله التفع عل</w:t>
      </w:r>
      <w:r w:rsidRPr="00F140D8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</w:t>
      </w:r>
      <w:r w:rsidRPr="00F140D8">
        <w:rPr>
          <w:rStyle w:val="libArabicChar"/>
          <w:rtl/>
        </w:rPr>
        <w:t xml:space="preserve"> بثوب و قال: ”اللّ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م 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ولائ اٴ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لياٴ</w:t>
      </w:r>
      <w:r w:rsidRPr="00F140D8">
        <w:rPr>
          <w:rStyle w:val="libArabicChar"/>
          <w:rFonts w:hint="eastAsia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ب</w:t>
      </w:r>
      <w:r w:rsidRPr="00F140D8">
        <w:rPr>
          <w:rStyle w:val="libArabicChar"/>
          <w:rtl/>
        </w:rPr>
        <w:t xml:space="preserve"> عن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eastAsia"/>
          <w:rtl/>
        </w:rPr>
        <w:t>م</w:t>
      </w:r>
      <w:r w:rsidRPr="00F140D8">
        <w:rPr>
          <w:rStyle w:val="libArabicChar"/>
          <w:rtl/>
        </w:rPr>
        <w:t xml:space="preserve"> الرجس و ط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ر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 تط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را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“</w:t>
      </w:r>
      <w:r w:rsidRPr="00F140D8">
        <w:rPr>
          <w:rStyle w:val="libArabicChar"/>
          <w:rtl/>
        </w:rPr>
        <w:t xml:space="preserve"> قلت: 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ا</w:t>
      </w:r>
      <w:r w:rsidRPr="00F140D8">
        <w:rPr>
          <w:rStyle w:val="libArabicChar"/>
          <w:rtl/>
        </w:rPr>
        <w:t xml:space="preserve"> رسول الله، 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لست</w:t>
      </w:r>
      <w:r w:rsidRPr="00F140D8">
        <w:rPr>
          <w:rStyle w:val="libArabicChar"/>
          <w:rtl/>
        </w:rPr>
        <w:t xml:space="preserve"> من ا</w:t>
      </w:r>
      <w:r w:rsidRPr="00F140D8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لک؟</w:t>
      </w:r>
      <w:r w:rsidRPr="00F140D8">
        <w:rPr>
          <w:rStyle w:val="libArabicChar"/>
          <w:rtl/>
        </w:rPr>
        <w:t xml:space="preserve"> قال:” انّک لعل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خ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ر“،”لم</w:t>
      </w:r>
      <w:r w:rsidRPr="00F140D8">
        <w:rPr>
          <w:rStyle w:val="libArabicChar"/>
          <w:rtl/>
        </w:rPr>
        <w:t xml:space="preserve"> 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د</w:t>
      </w:r>
      <w:r w:rsidRPr="00F140D8">
        <w:rPr>
          <w:rStyle w:val="libArabicChar"/>
          <w:rtl/>
        </w:rPr>
        <w:t xml:space="preserve"> خلنيمع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</w:t>
      </w:r>
      <w:r w:rsidRPr="00CD3FC2">
        <w:rPr>
          <w:rtl/>
        </w:rPr>
        <w:t>“</w:t>
      </w:r>
      <w:r w:rsidR="00F140D8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”جم</w:t>
      </w:r>
      <w:r w:rsidR="00EB4D70">
        <w:rPr>
          <w:rFonts w:hint="eastAsia"/>
          <w:rtl/>
        </w:rPr>
        <w:t xml:space="preserve"> یع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اس نے کہا: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والدہ کے ہمراہ عائشہ کے پاس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 xml:space="preserve"> می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والدہ نے ان سے عل</w:t>
      </w:r>
      <w:r w:rsidRPr="00CD3FC2">
        <w:rPr>
          <w:rFonts w:hint="cs"/>
          <w:rtl/>
        </w:rPr>
        <w:t>ی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۔ انہوں نے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کہا: تم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اس شخص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شر</w:t>
      </w:r>
      <w:r w:rsidR="009B178F">
        <w:rPr>
          <w:rtl/>
        </w:rPr>
        <w:t>یک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فاطمہ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>) اورجس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حس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ہماالسلام</w:t>
      </w:r>
      <w:r w:rsidRPr="00CD3FC2">
        <w:rPr>
          <w:rtl/>
        </w:rPr>
        <w:t>) ہوں۔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د</w:t>
      </w:r>
      <w:r w:rsidR="009B178F">
        <w:rPr>
          <w:rtl/>
        </w:rPr>
        <w:t>یک</w:t>
      </w:r>
      <w:r w:rsidRPr="00CD3FC2">
        <w:rPr>
          <w:rtl/>
        </w:rPr>
        <w:t>ھا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نے </w:t>
      </w:r>
      <w:r w:rsidR="00BD32E1">
        <w:rPr>
          <w:rtl/>
        </w:rPr>
        <w:t>ایک</w:t>
      </w:r>
      <w:r w:rsidRPr="00CD3FC2">
        <w:rPr>
          <w:rtl/>
        </w:rPr>
        <w:t xml:space="preserve"> کپڑے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ان پر سا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خداوندا! ان سے برائ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دور رکھ اور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خاص</w:t>
      </w:r>
    </w:p>
    <w:p w:rsidR="000B693F" w:rsidRPr="00F140D8" w:rsidRDefault="00F140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۱۔شواھدالتنز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ل،ج</w:t>
      </w:r>
      <w:r w:rsidRPr="00CD3FC2">
        <w:rPr>
          <w:rtl/>
        </w:rPr>
        <w:t>۲،ص۶۲۔۶۱</w:t>
      </w:r>
    </w:p>
    <w:p w:rsidR="00F140D8" w:rsidRDefault="00F140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140D8" w:rsidRPr="00CD3FC2" w:rsidRDefault="00F140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قہ</w:t>
      </w:r>
      <w:r w:rsidRPr="00CD3FC2">
        <w:rPr>
          <w:rtl/>
        </w:rPr>
        <w:t xml:space="preserve"> سے پاک و پاک</w:t>
      </w:r>
      <w:r w:rsidR="00662AF6">
        <w:rPr>
          <w:rtl/>
        </w:rPr>
        <w:t>یز</w:t>
      </w:r>
      <w:r w:rsidRPr="00CD3FC2">
        <w:rPr>
          <w:rtl/>
        </w:rPr>
        <w:t xml:space="preserve">ہ قرار دے۔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کہا: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الله!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آپ کے اہل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ہوں؟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تم ن</w:t>
      </w:r>
      <w:r w:rsidR="009B178F">
        <w:rPr>
          <w:rtl/>
        </w:rPr>
        <w:t>یک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ہو۔ اور مجھے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</w:t>
      </w:r>
    </w:p>
    <w:p w:rsidR="000B693F" w:rsidRPr="00CD3FC2" w:rsidRDefault="000B693F" w:rsidP="00F140D8">
      <w:pPr>
        <w:pStyle w:val="Heading2Center"/>
        <w:rPr>
          <w:rtl/>
        </w:rPr>
      </w:pPr>
      <w:bookmarkStart w:id="156" w:name="_Toc508103405"/>
      <w:r w:rsidRPr="00CD3FC2">
        <w:rPr>
          <w:rtl/>
          <w:lang w:bidi="fa-IR"/>
        </w:rPr>
        <w:t>۱۱</w:t>
      </w:r>
      <w:r w:rsidRPr="00CD3FC2">
        <w:rPr>
          <w:rtl/>
        </w:rPr>
        <w:t>۔”</w:t>
      </w:r>
      <w:r w:rsidRPr="00F140D8">
        <w:rPr>
          <w:rStyle w:val="libArabicChar"/>
          <w:rtl/>
        </w:rPr>
        <w:t>فوالل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ماقال :انت مع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</w:t>
      </w:r>
      <w:r w:rsidRPr="00CD3FC2">
        <w:rPr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56"/>
    </w:p>
    <w:p w:rsidR="000B693F" w:rsidRPr="00B76D20" w:rsidRDefault="000B693F" w:rsidP="00BA57AE">
      <w:pPr>
        <w:pStyle w:val="libNormal"/>
        <w:rPr>
          <w:rtl/>
        </w:rPr>
      </w:pPr>
      <w:r w:rsidRPr="00F140D8">
        <w:rPr>
          <w:rStyle w:val="libArabicChar"/>
          <w:rFonts w:hint="eastAsia"/>
          <w:rtl/>
        </w:rPr>
        <w:t>”</w:t>
      </w:r>
      <w:r w:rsidRPr="00F140D8">
        <w:rPr>
          <w:rStyle w:val="libArabicChar"/>
          <w:rFonts w:hint="cs"/>
          <w:rtl/>
        </w:rPr>
        <w:t>عن اٴُ</w:t>
      </w:r>
      <w:r w:rsidRPr="00F140D8">
        <w:rPr>
          <w:rStyle w:val="libArabicChar"/>
          <w:rFonts w:hint="eastAsia"/>
          <w:rtl/>
        </w:rPr>
        <w:t>م</w:t>
      </w:r>
      <w:r w:rsidRPr="00F140D8">
        <w:rPr>
          <w:rStyle w:val="libArabicChar"/>
          <w:rtl/>
        </w:rPr>
        <w:t xml:space="preserve"> سلمة</w:t>
      </w:r>
      <w:r w:rsidRPr="00F140D8">
        <w:rPr>
          <w:rStyle w:val="libArabicChar"/>
          <w:rFonts w:hint="cs"/>
          <w:rtl/>
        </w:rPr>
        <w:t xml:space="preserve"> فجمع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حول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و تحت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کسائ خی</w:t>
      </w:r>
      <w:r w:rsidRPr="00F140D8">
        <w:rPr>
          <w:rStyle w:val="libArabicChar"/>
          <w:rFonts w:hint="eastAsia"/>
          <w:rtl/>
        </w:rPr>
        <w:t>بر</w:t>
      </w:r>
      <w:r w:rsidRPr="00F140D8">
        <w:rPr>
          <w:rStyle w:val="libArabicChar"/>
          <w:rFonts w:hint="cs"/>
          <w:rtl/>
        </w:rPr>
        <w:t>یّ</w:t>
      </w:r>
      <w:r w:rsidRPr="00F140D8">
        <w:rPr>
          <w:rStyle w:val="libArabicChar"/>
          <w:rFonts w:hint="eastAsia"/>
          <w:rtl/>
        </w:rPr>
        <w:t>،</w:t>
      </w:r>
      <w:r w:rsidRPr="00F140D8">
        <w:rPr>
          <w:rStyle w:val="libArabicChar"/>
          <w:rtl/>
        </w:rPr>
        <w:t xml:space="preserve"> فجلّل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جمی</w:t>
      </w:r>
      <w:r w:rsidRPr="00F140D8">
        <w:rPr>
          <w:rStyle w:val="libArabicChar"/>
          <w:rFonts w:hint="eastAsia"/>
          <w:rtl/>
        </w:rPr>
        <w:t>عاً،</w:t>
      </w:r>
      <w:r w:rsidRPr="00F140D8">
        <w:rPr>
          <w:rStyle w:val="libArabicChar"/>
          <w:rtl/>
        </w:rPr>
        <w:t xml:space="preserve"> ثمّ قال: اللّ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مّ 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ؤلاء اٴ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ل</w:t>
      </w:r>
      <w:r w:rsidRPr="00F140D8">
        <w:rPr>
          <w:rStyle w:val="libArabicChar"/>
          <w:rtl/>
        </w:rPr>
        <w:t xml:space="preserve"> ب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ت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فا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ب</w:t>
      </w:r>
      <w:r w:rsidRPr="00F140D8">
        <w:rPr>
          <w:rStyle w:val="libArabicChar"/>
          <w:rtl/>
        </w:rPr>
        <w:t xml:space="preserve"> عن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 الرجس وط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ّر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 تط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راً</w:t>
      </w:r>
      <w:r w:rsidRPr="00F140D8">
        <w:rPr>
          <w:rStyle w:val="libArabicChar"/>
          <w:rFonts w:hint="cs"/>
          <w:rtl/>
        </w:rPr>
        <w:t xml:space="preserve"> فقلت: ی</w:t>
      </w:r>
      <w:r w:rsidRPr="00F140D8">
        <w:rPr>
          <w:rStyle w:val="libArabicChar"/>
          <w:rFonts w:hint="eastAsia"/>
          <w:rtl/>
        </w:rPr>
        <w:t>ارسول</w:t>
      </w:r>
      <w:r w:rsidRPr="00F140D8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،واٴ</w:t>
      </w:r>
      <w:r w:rsidRPr="00F140D8">
        <w:rPr>
          <w:rStyle w:val="libArabicChar"/>
          <w:rFonts w:hint="eastAsia"/>
          <w:rtl/>
        </w:rPr>
        <w:t>نا</w:t>
      </w:r>
      <w:r w:rsidRPr="00F140D8">
        <w:rPr>
          <w:rStyle w:val="libArabicChar"/>
          <w:rtl/>
        </w:rPr>
        <w:t xml:space="preserve"> مع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م؟ فواللّٰ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ما قال: ”و اٴ</w:t>
      </w:r>
      <w:r w:rsidRPr="00F140D8">
        <w:rPr>
          <w:rStyle w:val="libArabicChar"/>
          <w:rFonts w:hint="eastAsia"/>
          <w:rtl/>
        </w:rPr>
        <w:t>نت</w:t>
      </w:r>
      <w:r w:rsidRPr="00F140D8">
        <w:rPr>
          <w:rStyle w:val="libArabicChar"/>
          <w:rtl/>
        </w:rPr>
        <w:t xml:space="preserve"> مع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م“ و لکنّ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قال: ” إنّک علی</w:t>
      </w:r>
      <w:r w:rsidRPr="00F140D8">
        <w:rPr>
          <w:rStyle w:val="libArabicChar"/>
          <w:rtl/>
        </w:rPr>
        <w:t xml:space="preserve"> خ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ر</w:t>
      </w:r>
      <w:r w:rsidRPr="00F140D8">
        <w:rPr>
          <w:rStyle w:val="libArabicChar"/>
          <w:rtl/>
        </w:rPr>
        <w:t xml:space="preserve"> و إ</w:t>
      </w:r>
      <w:r w:rsidRPr="00F140D8">
        <w:rPr>
          <w:rStyle w:val="libArabicChar"/>
          <w:rFonts w:hint="eastAsia"/>
          <w:rtl/>
        </w:rPr>
        <w:t>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خ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ر“</w:t>
      </w:r>
      <w:r w:rsidRPr="00F140D8">
        <w:rPr>
          <w:rStyle w:val="libArabicChar"/>
          <w:rtl/>
        </w:rPr>
        <w:t xml:space="preserve"> فنزلت عل</w:t>
      </w:r>
      <w:r w:rsidRPr="00F140D8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tl/>
        </w:rPr>
        <w:t>:</w:t>
      </w:r>
      <w:r w:rsidR="00BD32E1">
        <w:rPr>
          <w:rStyle w:val="libArabicChar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140D8">
        <w:rPr>
          <w:rStyle w:val="libAieChar"/>
          <w:rtl/>
        </w:rPr>
        <w:t xml:space="preserve">إنّما 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ر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د</w:t>
      </w:r>
      <w:r w:rsidR="00E17DF7" w:rsidRPr="00F140D8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Style w:val="libArabicChar"/>
          <w:rFonts w:hint="cs"/>
          <w:rtl/>
        </w:rPr>
        <w:t xml:space="preserve"> </w:t>
      </w:r>
      <w:r w:rsidR="00F140D8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جو ام سلمہ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ہے،پ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(ص)نے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فاطمہ،حسن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کو کساء کے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چے</w:t>
      </w:r>
      <w:r w:rsidRPr="00CD3FC2">
        <w:rPr>
          <w:rtl/>
        </w:rPr>
        <w:t xml:space="preserve"> 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ااوران</w:t>
      </w:r>
      <w:r w:rsidRPr="00CD3FC2">
        <w:rPr>
          <w:rtl/>
        </w:rPr>
        <w:t xml:space="preserve"> کے حق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دعاک</w:t>
      </w:r>
      <w:r w:rsidRPr="00CD3FC2">
        <w:rPr>
          <w:rFonts w:hint="cs"/>
          <w:rtl/>
        </w:rPr>
        <w:t>ی</w:t>
      </w:r>
      <w:r w:rsidRPr="00CD3FC2">
        <w:rPr>
          <w:rtl/>
        </w:rPr>
        <w:t>۔ام سلمہ نے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کے ساتھ ہوں؟)چونکہ مثبت جواب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سنا اس لئے کہا:)خدا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آپ نے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:”تم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کے ساتھ ہو“ل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:”تم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ہواورن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ہو“۔اس کے بعد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140D8">
        <w:rPr>
          <w:rStyle w:val="libAieChar"/>
          <w:rtl/>
        </w:rPr>
        <w:t xml:space="preserve">إنّما 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ر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دالل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>۔“</w:t>
      </w:r>
    </w:p>
    <w:p w:rsidR="000B693F" w:rsidRPr="00CD3FC2" w:rsidRDefault="000B693F" w:rsidP="00F140D8">
      <w:pPr>
        <w:pStyle w:val="Heading2Center"/>
        <w:rPr>
          <w:rtl/>
        </w:rPr>
      </w:pPr>
      <w:bookmarkStart w:id="157" w:name="_Toc508103406"/>
      <w:r w:rsidRPr="00CD3FC2">
        <w:rPr>
          <w:rtl/>
          <w:lang w:bidi="fa-IR"/>
        </w:rPr>
        <w:t>۱۲</w:t>
      </w:r>
      <w:r w:rsidRPr="00CD3FC2">
        <w:rPr>
          <w:rtl/>
        </w:rPr>
        <w:t>۔</w:t>
      </w:r>
      <w:r w:rsidRPr="00F140D8">
        <w:rPr>
          <w:rStyle w:val="libArabicChar"/>
          <w:rtl/>
        </w:rPr>
        <w:t>إنّک لعل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خ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ر،و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ؤلائ</w:t>
      </w:r>
      <w:r w:rsidRPr="00F140D8">
        <w:rPr>
          <w:rStyle w:val="libArabicChar"/>
          <w:rtl/>
        </w:rPr>
        <w:t xml:space="preserve"> ا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tl/>
        </w:rPr>
        <w:t>ل ب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ت</w:t>
      </w:r>
      <w:r w:rsidRPr="00F140D8">
        <w:rPr>
          <w:rStyle w:val="libArabicChar"/>
          <w:rFonts w:hint="cs"/>
          <w:rtl/>
        </w:rPr>
        <w:t>ی</w:t>
      </w:r>
      <w:r w:rsidRPr="00CD3FC2">
        <w:rPr>
          <w:rFonts w:hint="eastAsia"/>
          <w:rtl/>
        </w:rPr>
        <w:t>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bookmarkEnd w:id="157"/>
    </w:p>
    <w:p w:rsidR="000B693F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عن عطائ بن ی</w:t>
      </w:r>
      <w:r w:rsidRPr="00CD3FC2">
        <w:rPr>
          <w:rFonts w:hint="eastAsia"/>
          <w:rtl/>
        </w:rPr>
        <w:t>سار،عن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مّ</w:t>
      </w:r>
      <w:r w:rsidRPr="00CD3FC2">
        <w:rPr>
          <w:rtl/>
        </w:rPr>
        <w:t xml:space="preserve"> سلمة -رض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عن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-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قالت: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نزلت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الآی</w:t>
      </w:r>
      <w:r w:rsidRPr="00CD3FC2">
        <w:rPr>
          <w:rFonts w:hint="eastAsia"/>
          <w:rtl/>
        </w:rPr>
        <w:t>ة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140D8">
        <w:rPr>
          <w:rStyle w:val="libAieChar"/>
          <w:rtl/>
        </w:rPr>
        <w:t xml:space="preserve">إنّما 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ر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د</w:t>
      </w:r>
      <w:r w:rsidR="00E17DF7" w:rsidRPr="00F140D8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Fonts w:hint="cs"/>
          <w:rtl/>
        </w:rPr>
        <w:t xml:space="preserve"> </w:t>
      </w:r>
      <w:r w:rsidRPr="00CD3FC2">
        <w:rPr>
          <w:rFonts w:hint="cs"/>
          <w:rtl/>
        </w:rPr>
        <w:t xml:space="preserve"> فا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رسل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CD3FC2">
        <w:rPr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CD3FC2">
        <w:rPr>
          <w:rFonts w:hint="cs"/>
          <w:rtl/>
        </w:rPr>
        <w:t>إلی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فاطمة والحسن والحس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</w:p>
    <w:p w:rsidR="00F140D8" w:rsidRPr="00F140D8" w:rsidRDefault="00F140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۱۔شواھد ا 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ل،ج</w:t>
      </w:r>
      <w:r w:rsidRPr="00CD3FC2">
        <w:rPr>
          <w:rtl/>
        </w:rPr>
        <w:t>۲،ص۱۳۴۔۱۳۳</w:t>
      </w:r>
    </w:p>
    <w:p w:rsidR="00F140D8" w:rsidRDefault="00F140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140D8" w:rsidRPr="00CD3FC2" w:rsidRDefault="00F140D8" w:rsidP="00107A46">
      <w:pPr>
        <w:pStyle w:val="libNormal"/>
        <w:rPr>
          <w:rtl/>
        </w:rPr>
      </w:pPr>
    </w:p>
    <w:p w:rsidR="000B693F" w:rsidRPr="00B76D20" w:rsidRDefault="000B693F" w:rsidP="00BA57AE">
      <w:pPr>
        <w:pStyle w:val="libNormal"/>
        <w:rPr>
          <w:rtl/>
        </w:rPr>
      </w:pPr>
      <w:r w:rsidRPr="00F140D8">
        <w:rPr>
          <w:rStyle w:val="libArabicChar"/>
          <w:rFonts w:hint="cs"/>
          <w:rtl/>
        </w:rPr>
        <w:t xml:space="preserve"> فقال: اللّ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مّ 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ؤلائ اٴ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ل</w:t>
      </w:r>
      <w:r w:rsidRPr="00F140D8">
        <w:rPr>
          <w:rStyle w:val="libArabicChar"/>
          <w:rtl/>
        </w:rPr>
        <w:t xml:space="preserve"> ب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ت</w:t>
      </w:r>
      <w:r w:rsidRPr="00F140D8">
        <w:rPr>
          <w:rStyle w:val="libArabicChar"/>
          <w:rFonts w:hint="cs"/>
          <w:rtl/>
        </w:rPr>
        <w:t>ی قالت اٴُ</w:t>
      </w:r>
      <w:r w:rsidRPr="00F140D8">
        <w:rPr>
          <w:rStyle w:val="libArabicChar"/>
          <w:rFonts w:hint="eastAsia"/>
          <w:rtl/>
        </w:rPr>
        <w:t>مّ</w:t>
      </w:r>
      <w:r w:rsidRPr="00F140D8">
        <w:rPr>
          <w:rStyle w:val="libArabicChar"/>
          <w:rtl/>
        </w:rPr>
        <w:t xml:space="preserve"> سلمة: 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ارسول</w:t>
      </w:r>
      <w:r w:rsidRPr="00F140D8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،مااٴ</w:t>
      </w:r>
      <w:r w:rsidRPr="00F140D8">
        <w:rPr>
          <w:rStyle w:val="libArabicChar"/>
          <w:rFonts w:hint="eastAsia"/>
          <w:rtl/>
        </w:rPr>
        <w:t>نامن</w:t>
      </w:r>
      <w:r w:rsidRPr="00F140D8">
        <w:rPr>
          <w:rStyle w:val="libArabicChar"/>
          <w:rtl/>
        </w:rPr>
        <w:t xml:space="preserve"> ا</w:t>
      </w:r>
      <w:r w:rsidRPr="00F140D8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ل</w:t>
      </w:r>
      <w:r w:rsidRPr="00F140D8">
        <w:rPr>
          <w:rStyle w:val="libArabicChar"/>
          <w:rtl/>
        </w:rPr>
        <w:t xml:space="preserve"> الب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ت</w:t>
      </w:r>
      <w:r w:rsidRPr="00F140D8">
        <w:rPr>
          <w:rStyle w:val="libArabicChar"/>
          <w:rtl/>
        </w:rPr>
        <w:t xml:space="preserve"> ؟قال:إنّک لعل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خ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ر،و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ؤلائ</w:t>
      </w:r>
      <w:r w:rsidRPr="00F140D8">
        <w:rPr>
          <w:rStyle w:val="libArabicChar"/>
          <w:rtl/>
        </w:rPr>
        <w:t xml:space="preserve"> ا</w:t>
      </w:r>
      <w:r w:rsidRPr="00F140D8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ل</w:t>
      </w:r>
      <w:r w:rsidRPr="00F140D8">
        <w:rPr>
          <w:rStyle w:val="libArabicChar"/>
          <w:rtl/>
        </w:rPr>
        <w:t xml:space="preserve"> ب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ت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اللّ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مّ اٴ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لی</w:t>
      </w:r>
      <w:r w:rsidRPr="00F140D8">
        <w:rPr>
          <w:rStyle w:val="libArabicChar"/>
          <w:rtl/>
        </w:rPr>
        <w:t xml:space="preserve"> ا</w:t>
      </w:r>
      <w:r w:rsidRPr="00F140D8">
        <w:rPr>
          <w:rStyle w:val="libArabicChar"/>
          <w:rFonts w:hint="cs"/>
          <w:rtl/>
        </w:rPr>
        <w:t>ٴ</w:t>
      </w:r>
      <w:r w:rsidRPr="00F140D8">
        <w:rPr>
          <w:rStyle w:val="libArabicChar"/>
          <w:rFonts w:hint="eastAsia"/>
          <w:rtl/>
        </w:rPr>
        <w:t>حق</w:t>
      </w:r>
      <w:r w:rsidRPr="00F140D8">
        <w:rPr>
          <w:rStyle w:val="libArabicChar"/>
          <w:rFonts w:hint="cs"/>
          <w:rtl/>
        </w:rPr>
        <w:t>“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ذا حدی</w:t>
      </w:r>
      <w:r w:rsidRPr="00F140D8">
        <w:rPr>
          <w:rStyle w:val="libArabicChar"/>
          <w:rFonts w:hint="eastAsia"/>
          <w:rtl/>
        </w:rPr>
        <w:t>ث</w:t>
      </w:r>
      <w:r w:rsidRPr="00F140D8">
        <w:rPr>
          <w:rStyle w:val="libArabicChar"/>
          <w:rtl/>
        </w:rPr>
        <w:t xml:space="preserve"> صح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ح</w:t>
      </w:r>
      <w:r w:rsidRPr="00F140D8">
        <w:rPr>
          <w:rStyle w:val="libArabicChar"/>
          <w:rtl/>
        </w:rPr>
        <w:t xml:space="preserve"> عل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شرط البخار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،ولم</w:t>
      </w:r>
      <w:r w:rsidRPr="00F140D8">
        <w:rPr>
          <w:rStyle w:val="libArabicChar"/>
          <w:rtl/>
        </w:rPr>
        <w:t xml:space="preserve"> 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خرجا</w:t>
      </w:r>
      <w:r w:rsidR="00BA57AE" w:rsidRPr="003A13AB">
        <w:rPr>
          <w:rStyle w:val="libArabicChar"/>
          <w:rFonts w:hint="cs"/>
          <w:rtl/>
        </w:rPr>
        <w:t>ه</w:t>
      </w:r>
      <w:r w:rsidRPr="00CD3FC2">
        <w:rPr>
          <w:rtl/>
        </w:rPr>
        <w:t>۔</w:t>
      </w:r>
      <w:r w:rsidR="00F140D8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 سلمہ نے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وسلم)نے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 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)کو بلاوابھ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جا</w:t>
      </w:r>
      <w:r w:rsidRPr="00CD3FC2">
        <w:rPr>
          <w:rtl/>
        </w:rPr>
        <w:t xml:space="preserve"> اوران کے آنے کے بعد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</w:t>
      </w:r>
      <w:r w:rsidRPr="00CD3FC2">
        <w:rPr>
          <w:rtl/>
        </w:rPr>
        <w:t xml:space="preserve"> وندا!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۔ام سلمہ نے کہا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اللہ!ک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ہوں؟فرما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 ہواور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۔خداوندا!م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سزاوار تر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کرنے کے بعدحاکم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کہنا ہے:بخار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ہے،ل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اس نے اسے ذکر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F140D8">
      <w:pPr>
        <w:pStyle w:val="Heading2Center"/>
        <w:rPr>
          <w:rtl/>
        </w:rPr>
      </w:pPr>
      <w:bookmarkStart w:id="158" w:name="_Toc508103407"/>
      <w:r w:rsidRPr="00CD3FC2">
        <w:rPr>
          <w:rFonts w:hint="eastAsia"/>
          <w:rtl/>
        </w:rPr>
        <w:t>درعل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فاطمہ پر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تلاوت</w:t>
      </w:r>
      <w:bookmarkEnd w:id="15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بعض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بات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ہرروزصبح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اروزانہ</w:t>
      </w:r>
      <w:r w:rsidRPr="00CD3FC2">
        <w:rPr>
          <w:rtl/>
        </w:rPr>
        <w:t xml:space="preserve"> نماز پنچگانہ کے وقت در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فاطمہ)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</w:t>
      </w:r>
      <w:r w:rsidRPr="00CD3FC2">
        <w:rPr>
          <w:rtl/>
        </w:rPr>
        <w:t xml:space="preserve"> السلام) پر آکر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تلاوت فرماتے تھے۔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چند مختلف گرہوں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منقسم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موضوع کے طولان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نے کے باعث ہ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صرف ان کے عنا 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کرنے پر اکتفا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Default="000B693F" w:rsidP="00F140D8">
      <w:pPr>
        <w:pStyle w:val="libNormal"/>
        <w:rPr>
          <w:rtl/>
        </w:rPr>
      </w:pPr>
      <w:r w:rsidRPr="00CD3FC2">
        <w:rPr>
          <w:rFonts w:hint="eastAsia"/>
          <w:rtl/>
        </w:rPr>
        <w:t>بعض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کام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ماہ</w:t>
      </w:r>
      <w:r w:rsidR="00F140D8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تک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رہا اور بعض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اس </w:t>
      </w:r>
    </w:p>
    <w:p w:rsidR="00F140D8" w:rsidRPr="00F140D8" w:rsidRDefault="00F140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۱۔المستدرک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سورئہ احزاب ،ج۲،ص۴۱۶،دارالمعرفة،ب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۲۔منداب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داؤد 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،ص۲۷۴،دارالکتاب ا للبنان</w:t>
      </w:r>
      <w:r w:rsidRPr="00CD3FC2">
        <w:rPr>
          <w:rFonts w:hint="cs"/>
          <w:rtl/>
        </w:rPr>
        <w:t>ی</w:t>
      </w:r>
    </w:p>
    <w:p w:rsidR="00F140D8" w:rsidRDefault="00F140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140D8" w:rsidRPr="00CD3FC2" w:rsidRDefault="00F140D8" w:rsidP="00107A46">
      <w:pPr>
        <w:pStyle w:val="libNormal"/>
        <w:rPr>
          <w:rtl/>
        </w:rPr>
      </w:pPr>
    </w:p>
    <w:p w:rsidR="000B693F" w:rsidRPr="00CD3FC2" w:rsidRDefault="000B693F" w:rsidP="00F140D8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مدت چال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="00F140D8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روز، بعض چھ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نے،</w:t>
      </w:r>
      <w:r w:rsidRPr="00CD3FC2">
        <w:rPr>
          <w:rtl/>
        </w:rPr>
        <w:t xml:space="preserve"> </w:t>
      </w:r>
      <w:r w:rsidR="00F140D8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بعض سات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="00F140D8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>،بعض آٹھ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="00F140D8" w:rsidRPr="00F82107">
        <w:rPr>
          <w:rStyle w:val="libFootnotenumChar"/>
          <w:rFonts w:hint="cs"/>
          <w:rtl/>
        </w:rPr>
        <w:t>(4)</w:t>
      </w:r>
      <w:r w:rsidRPr="00CD3FC2">
        <w:rPr>
          <w:rtl/>
        </w:rPr>
        <w:t>،بعض نو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="00F140D8" w:rsidRPr="00F82107">
        <w:rPr>
          <w:rStyle w:val="libFootnotenumChar"/>
          <w:rFonts w:hint="cs"/>
          <w:rtl/>
        </w:rPr>
        <w:t>(5)</w:t>
      </w:r>
      <w:r w:rsidRPr="00CD3FC2">
        <w:rPr>
          <w:rtl/>
        </w:rPr>
        <w:t>،بعض د س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اوربعض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مدت سترہ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="00F140D8" w:rsidRPr="00F82107">
        <w:rPr>
          <w:rStyle w:val="libFootnotenumChar"/>
          <w:rFonts w:hint="cs"/>
          <w:rtl/>
        </w:rPr>
        <w:t>(6)</w:t>
      </w:r>
      <w:r w:rsidRPr="00CD3FC2">
        <w:rPr>
          <w:rtl/>
        </w:rPr>
        <w:t xml:space="preserve"> بتائ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 نکتے قابل توجہ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 کہ ہرا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خاص مدت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ہے)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منافات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ہرصحاب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جتن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مدت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ہمراہ تھا،اس نے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مدت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اناً</w:t>
      </w:r>
      <w:r w:rsidRPr="00CD3FC2">
        <w:rPr>
          <w:rtl/>
        </w:rPr>
        <w:t xml:space="preserve"> اگرا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صحاب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دومختلف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 مختلف مدت</w:t>
      </w:r>
      <w:r w:rsidRPr="00CD3FC2">
        <w:rPr>
          <w:rFonts w:hint="cs"/>
          <w:rtl/>
        </w:rPr>
        <w:t>ی</w:t>
      </w:r>
      <w:r w:rsidRPr="00CD3FC2">
        <w:rPr>
          <w:rtl/>
        </w:rPr>
        <w:t>ں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ں،تو</w:t>
      </w:r>
      <w:r w:rsidRPr="00CD3FC2">
        <w:rPr>
          <w:rtl/>
        </w:rPr>
        <w:t xml:space="preserve"> ممکن ہے اس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مرتبہ کم مدت اوردوسر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مرتبہ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مدت کا مشاہدہ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ہوگا۔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مثلاً</w:t>
      </w:r>
      <w:r w:rsidRPr="00CD3FC2">
        <w:rPr>
          <w:rtl/>
        </w:rPr>
        <w:t xml:space="preserve"> ابوالحمراء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مذکورہ مدت کو چھ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اوردوسر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سات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اورت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آٹھ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نے،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ادس</w:t>
      </w:r>
      <w:r w:rsidRPr="00CD3FC2">
        <w:rPr>
          <w:rtl/>
        </w:rPr>
        <w:t xml:space="preserve">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استرہ</w:t>
      </w:r>
      <w:r w:rsidRPr="00CD3FC2">
        <w:rPr>
          <w:rtl/>
        </w:rPr>
        <w:t xml:space="preserve"> مہ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مدت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منافات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غمبرخدا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کا اتن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طولان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مدت تک اس عمل کاپے درپے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اس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ہوسکتا ہے کہ لفظ”اہل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کہ“جو اس وقت عرف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استعمال ہوتا تھا اب اس کے جد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اوراصطلاح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لئے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</w:p>
    <w:p w:rsidR="00F140D8" w:rsidRPr="00F140D8" w:rsidRDefault="00F140D8" w:rsidP="00C85646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0B693F" w:rsidRPr="00CD3FC2" w:rsidRDefault="000B693F" w:rsidP="00C85646">
      <w:pPr>
        <w:pStyle w:val="libFootnote"/>
        <w:rPr>
          <w:rtl/>
        </w:rPr>
      </w:pPr>
      <w:r w:rsidRPr="00CD3FC2">
        <w:rPr>
          <w:rtl/>
        </w:rPr>
        <w:t>۱۔مجمع الزوئد ،ج۹،ص۲۶۴،ح۱۴۹۸۷،دارالفکر۔الدرالمنثور ج۶،ص۶۰۶شواہدالتنز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،ج۲،ص۴۴،موسة الطبع والنشر لوزرارة الارشاد الاسلام</w:t>
      </w:r>
      <w:r w:rsidRPr="00CD3FC2">
        <w:rPr>
          <w:rFonts w:hint="cs"/>
          <w:rtl/>
        </w:rPr>
        <w:t>ی</w:t>
      </w:r>
    </w:p>
    <w:p w:rsidR="000B693F" w:rsidRPr="00CD3FC2" w:rsidRDefault="000B693F" w:rsidP="00C85646">
      <w:pPr>
        <w:pStyle w:val="libFootnote"/>
        <w:rPr>
          <w:rtl/>
        </w:rPr>
      </w:pPr>
      <w:r w:rsidRPr="00CD3FC2">
        <w:rPr>
          <w:rtl/>
        </w:rPr>
        <w:t>۲۔جامع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ج۲۲، ص۵۔۶، 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۔مجمع الزوائد، 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،ج۹، ص۲۶۶، ح۱۴۹۸۵۔انساب الاشراف،ج۲،ص۳۵۴۔۳۵۵ دارالفکر،المنتخب من مسند احمد،ج ۳،ص۴۹۲، 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 xml:space="preserve"> اوردوسر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C85646">
      <w:pPr>
        <w:pStyle w:val="libFootnote"/>
        <w:rPr>
          <w:rtl/>
        </w:rPr>
      </w:pPr>
      <w:r w:rsidRPr="00CD3FC2">
        <w:rPr>
          <w:rtl/>
        </w:rPr>
        <w:t>۳۔جامع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،طبر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۲۲،ص۶،دارالمعرفة،ب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۳ ص۲۹۲،دارالمعرفة،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 فتح القد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۴،ص۳۵۰،دارالکتب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C85646">
      <w:pPr>
        <w:pStyle w:val="libFootnote"/>
        <w:rPr>
          <w:rtl/>
        </w:rPr>
      </w:pPr>
      <w:r w:rsidRPr="00CD3FC2">
        <w:rPr>
          <w:rtl/>
        </w:rPr>
        <w:t>۴۔الدرالمنثور،ج۵،ص۶۱۳،وج۶،ص۶۰۶،دارالفکر۔</w:t>
      </w:r>
    </w:p>
    <w:p w:rsidR="000B693F" w:rsidRPr="00CD3FC2" w:rsidRDefault="000B693F" w:rsidP="00C85646">
      <w:pPr>
        <w:pStyle w:val="libFootnote"/>
        <w:rPr>
          <w:rtl/>
        </w:rPr>
      </w:pPr>
      <w:r w:rsidRPr="00CD3FC2">
        <w:rPr>
          <w:rtl/>
        </w:rPr>
        <w:t>۵۔المنتخب من مسند بن حم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د،ص</w:t>
      </w:r>
      <w:r w:rsidRPr="00CD3FC2">
        <w:rPr>
          <w:rtl/>
        </w:rPr>
        <w:t>۱۷۳،عالم المکتب۔ذخائر المقب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ص۲۵،موسةالوفاء،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 الدرالمنثور،ج۶،ص۶۰۲،دارالفکر۔شوھدالتنز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</w:t>
      </w:r>
      <w:r w:rsidRPr="00CD3FC2">
        <w:rPr>
          <w:rtl/>
        </w:rPr>
        <w:t xml:space="preserve"> ج۲،ص۲۷</w:t>
      </w:r>
    </w:p>
    <w:p w:rsidR="00F140D8" w:rsidRDefault="000B693F" w:rsidP="00C85646">
      <w:pPr>
        <w:pStyle w:val="libFootnote"/>
        <w:rPr>
          <w:rtl/>
        </w:rPr>
      </w:pPr>
      <w:r w:rsidRPr="00CD3FC2">
        <w:rPr>
          <w:rtl/>
        </w:rPr>
        <w:t>۶۔مجمع الزوائد،ج۹،ص۲۶۷،ح۱۴۹۸۶،دارالفکر،شواھد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،ج۲،۸۷</w:t>
      </w:r>
    </w:p>
    <w:p w:rsidR="00F140D8" w:rsidRDefault="00F140D8" w:rsidP="004B12A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رسول</w:t>
      </w:r>
      <w:r w:rsidRPr="00CD3FC2">
        <w:rPr>
          <w:rtl/>
        </w:rPr>
        <w:t xml:space="preserve"> خدا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کے ساتھ استعمال ہو کردر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</w:t>
      </w:r>
      <w:r w:rsidRPr="00CD3FC2">
        <w:rPr>
          <w:rtl/>
        </w:rPr>
        <w:t xml:space="preserve"> کرچکا ہے۔اس لفظ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انتہائ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مہم نکتہ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تمام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مثلاًحد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وحد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اوران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بہت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روشن و نما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ہے۔</w:t>
      </w:r>
    </w:p>
    <w:p w:rsidR="000B693F" w:rsidRPr="00CD3FC2" w:rsidRDefault="000B693F" w:rsidP="00F140D8">
      <w:pPr>
        <w:pStyle w:val="Heading2Center"/>
        <w:rPr>
          <w:rtl/>
        </w:rPr>
      </w:pPr>
      <w:bookmarkStart w:id="159" w:name="_Toc508103408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کا پنجتن پاک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ہونا</w:t>
      </w:r>
      <w:bookmarkEnd w:id="15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اورگروہ ہے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نزول کو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خود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>:</w:t>
      </w:r>
    </w:p>
    <w:p w:rsidR="000B693F" w:rsidRDefault="000B693F" w:rsidP="00B76D20">
      <w:pPr>
        <w:pStyle w:val="libNormal"/>
        <w:rPr>
          <w:rtl/>
          <w:lang w:bidi="fa-IR"/>
        </w:rPr>
      </w:pPr>
      <w:r w:rsidRPr="00F140D8">
        <w:rPr>
          <w:rStyle w:val="libArabicChar"/>
          <w:rFonts w:hint="eastAsia"/>
          <w:rtl/>
        </w:rPr>
        <w:t>”</w:t>
      </w:r>
      <w:r w:rsidRPr="00F140D8">
        <w:rPr>
          <w:rStyle w:val="libArabicChar"/>
          <w:rFonts w:hint="cs"/>
          <w:rtl/>
        </w:rPr>
        <w:t xml:space="preserve"> عن ابی</w:t>
      </w:r>
      <w:r w:rsidRPr="00F140D8">
        <w:rPr>
          <w:rStyle w:val="libArabicChar"/>
          <w:rtl/>
        </w:rPr>
        <w:t xml:space="preserve"> سع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د</w:t>
      </w:r>
      <w:r w:rsidRPr="00F140D8">
        <w:rPr>
          <w:rStyle w:val="libArabicChar"/>
          <w:rtl/>
        </w:rPr>
        <w:t xml:space="preserve"> الخدر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قال: قال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Pr="00F140D8">
        <w:rPr>
          <w:rStyle w:val="libArabicChar"/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F140D8">
        <w:rPr>
          <w:rStyle w:val="libArabicChar"/>
          <w:rFonts w:hint="cs"/>
          <w:rtl/>
        </w:rPr>
        <w:t xml:space="preserve">نزلت 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الآی</w:t>
      </w:r>
      <w:r w:rsidRPr="00F140D8">
        <w:rPr>
          <w:rStyle w:val="libArabicChar"/>
          <w:rFonts w:hint="eastAsia"/>
          <w:rtl/>
        </w:rPr>
        <w:t>ة</w:t>
      </w:r>
      <w:r w:rsidRPr="00F140D8">
        <w:rPr>
          <w:rStyle w:val="libArabicChar"/>
          <w:rtl/>
        </w:rPr>
        <w:t xml:space="preserve"> ف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خمسة:ف</w:t>
      </w:r>
      <w:r w:rsidRPr="00F140D8">
        <w:rPr>
          <w:rStyle w:val="libArabicChar"/>
          <w:rFonts w:hint="cs"/>
          <w:rtl/>
        </w:rPr>
        <w:t>یّ</w:t>
      </w:r>
      <w:r w:rsidRPr="00F140D8">
        <w:rPr>
          <w:rStyle w:val="libArabicChar"/>
          <w:rtl/>
        </w:rPr>
        <w:t xml:space="preserve"> و ف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عل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و حسن وحس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ن</w:t>
      </w:r>
      <w:r w:rsidRPr="00F140D8">
        <w:rPr>
          <w:rStyle w:val="libArabicChar"/>
          <w:rtl/>
        </w:rPr>
        <w:t xml:space="preserve"> وفاطمة </w:t>
      </w:r>
      <w:r w:rsidR="00BD32E1">
        <w:rPr>
          <w:rStyle w:val="libArabicChar"/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140D8">
        <w:rPr>
          <w:rStyle w:val="libAieChar"/>
          <w:rtl/>
        </w:rPr>
        <w:t xml:space="preserve">إنّما 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ر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د</w:t>
      </w:r>
      <w:r w:rsidR="00E17DF7" w:rsidRPr="00F140D8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 xml:space="preserve"> لی</w:t>
      </w:r>
      <w:r w:rsidR="00E17DF7" w:rsidRPr="00F140D8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>ب</w:t>
      </w:r>
      <w:r w:rsidR="00E17DF7" w:rsidRPr="00F140D8">
        <w:rPr>
          <w:rStyle w:val="libAieChar"/>
          <w:rtl/>
        </w:rPr>
        <w:t xml:space="preserve"> عنکم الرجس ا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>ل البی</w:t>
      </w:r>
      <w:r w:rsidR="00E17DF7" w:rsidRPr="00F140D8">
        <w:rPr>
          <w:rStyle w:val="libAieChar"/>
          <w:rFonts w:hint="eastAsia"/>
          <w:rtl/>
        </w:rPr>
        <w:t>ت</w:t>
      </w:r>
      <w:r w:rsidR="00E17DF7" w:rsidRPr="00F140D8">
        <w:rPr>
          <w:rStyle w:val="libAieChar"/>
          <w:rtl/>
        </w:rPr>
        <w:t xml:space="preserve"> و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>ّرکم</w:t>
      </w:r>
      <w:r w:rsidR="00E17DF7" w:rsidRPr="00F140D8">
        <w:rPr>
          <w:rStyle w:val="libAieChar"/>
          <w:rtl/>
        </w:rPr>
        <w:t xml:space="preserve"> وتط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F140D8" w:rsidRPr="00F82107">
        <w:rPr>
          <w:rStyle w:val="libFootnotenumChar"/>
          <w:rFonts w:hint="cs"/>
          <w:rtl/>
        </w:rPr>
        <w:t>(1)</w:t>
      </w:r>
    </w:p>
    <w:p w:rsidR="00F140D8" w:rsidRPr="00F140D8" w:rsidRDefault="00F140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۱۔جامع 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،طبر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۲۲،ص۵،دارالمعرفة۔ب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ہے:</w:t>
      </w:r>
      <w:r w:rsidRPr="00A368AD">
        <w:rPr>
          <w:rStyle w:val="libFootNoteArabicChar"/>
          <w:rtl/>
        </w:rPr>
        <w:t>حدثن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tl/>
        </w:rPr>
        <w:t xml:space="preserve"> محمد بن المثن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tl/>
        </w:rPr>
        <w:t xml:space="preserve"> قال:ثنابکر بن 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Fonts w:hint="eastAsia"/>
          <w:rtl/>
        </w:rPr>
        <w:t>ح</w:t>
      </w:r>
      <w:r w:rsidRPr="00A368AD">
        <w:rPr>
          <w:rStyle w:val="libFootNoteArabicChar"/>
          <w:rFonts w:hint="cs"/>
          <w:rtl/>
        </w:rPr>
        <w:t>یی</w:t>
      </w:r>
      <w:r w:rsidRPr="00A368AD">
        <w:rPr>
          <w:rStyle w:val="libFootNoteArabicChar"/>
          <w:rtl/>
        </w:rPr>
        <w:t xml:space="preserve"> بن زبان العنز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tl/>
        </w:rPr>
        <w:t xml:space="preserve"> قال:ثنا)حدثنا) مندل،عن الآعمش عن عط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Fonts w:hint="eastAsia"/>
          <w:rtl/>
        </w:rPr>
        <w:t>ة</w:t>
      </w:r>
      <w:r w:rsidRPr="00A368AD">
        <w:rPr>
          <w:rStyle w:val="libFootNoteArabicChar"/>
          <w:rtl/>
        </w:rPr>
        <w:t xml:space="preserve"> عن </w:t>
      </w:r>
      <w:r w:rsidR="008F5E30">
        <w:rPr>
          <w:rStyle w:val="libFootNoteArabicChar"/>
          <w:rtl/>
        </w:rPr>
        <w:t>ا</w:t>
      </w:r>
      <w:r w:rsidRPr="00A368AD">
        <w:rPr>
          <w:rStyle w:val="libFootNoteArabicChar"/>
          <w:rFonts w:hint="eastAsia"/>
          <w:rtl/>
        </w:rPr>
        <w:t>ب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tl/>
        </w:rPr>
        <w:t xml:space="preserve"> سع</w:t>
      </w:r>
      <w:r w:rsidRPr="00A368AD">
        <w:rPr>
          <w:rStyle w:val="libFootNoteArabicChar"/>
          <w:rFonts w:hint="cs"/>
          <w:rtl/>
        </w:rPr>
        <w:t>ی</w:t>
      </w:r>
      <w:r w:rsidRPr="00A368AD">
        <w:rPr>
          <w:rStyle w:val="libFootNoteArabicChar"/>
          <w:rFonts w:hint="eastAsia"/>
          <w:rtl/>
        </w:rPr>
        <w:t>د</w:t>
      </w:r>
      <w:r w:rsidRPr="00A368AD">
        <w:rPr>
          <w:rStyle w:val="libFootNoteArabicChar"/>
          <w:rtl/>
        </w:rPr>
        <w:t xml:space="preserve"> الخدر</w:t>
      </w:r>
      <w:r w:rsidRPr="00A368AD">
        <w:rPr>
          <w:rStyle w:val="libFootNoteArabicChar"/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”بکر بن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</w:t>
      </w:r>
      <w:r w:rsidRPr="00CD3FC2">
        <w:rPr>
          <w:rtl/>
        </w:rPr>
        <w:t xml:space="preserve"> بن زبان“ ہے۔چنانچہ ان کا نام 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</w:t>
      </w:r>
      <w:r w:rsidRPr="00CD3FC2">
        <w:rPr>
          <w:rtl/>
        </w:rPr>
        <w:t>۱،ص۴۲۸ دارالفکر،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ہے۔ابن حبان نے اسے ”کتاب ا لثقات“)جس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ثقہ راو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درج کئے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ابن</w:t>
      </w:r>
      <w:r w:rsidRPr="00CD3FC2">
        <w:rPr>
          <w:rtl/>
        </w:rPr>
        <w:t xml:space="preserve"> حجر نے”مندل“)بن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)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،ج۱۰،ص۲۶۵،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عقوب</w:t>
      </w:r>
      <w:r w:rsidRPr="00CD3FC2">
        <w:rPr>
          <w:rtl/>
        </w:rPr>
        <w:t xml:space="preserve"> بن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بہ</w:t>
      </w:r>
      <w:r w:rsidRPr="00CD3FC2">
        <w:rPr>
          <w:rtl/>
        </w:rPr>
        <w:t xml:space="preserve"> اوراصحاب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</w:t>
      </w:r>
      <w:r w:rsidRPr="00CD3FC2">
        <w:rPr>
          <w:rtl/>
        </w:rPr>
        <w:t>)بن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)اور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اسے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ضع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جانا ہے جبکہ وہ خ</w:t>
      </w:r>
      <w:r w:rsidRPr="00CD3FC2">
        <w:rPr>
          <w:rFonts w:hint="cs"/>
          <w:rtl/>
        </w:rPr>
        <w:t>یّ</w:t>
      </w:r>
      <w:r w:rsidRPr="00CD3FC2">
        <w:rPr>
          <w:rFonts w:hint="eastAsia"/>
          <w:rtl/>
        </w:rPr>
        <w:t>ر،فاضل</w:t>
      </w:r>
      <w:r w:rsidRPr="00CD3FC2">
        <w:rPr>
          <w:rtl/>
        </w:rPr>
        <w:t xml:space="preserve"> اور راستگوہ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ساتھ ساتھ وہ ضع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۔اس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 واضح طور پر معلو م ہو تا ہے کہ جومذمت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وہ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جہت سے ہے اورج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عجل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ہے،۔اس کے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اورراو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”اعمش“</w:t>
      </w:r>
      <w:r w:rsidRPr="00CD3FC2">
        <w:rPr>
          <w:rtl/>
        </w:rPr>
        <w:t>)سل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بن مہران) ے کہ اس کے موثق ہونے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رجال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 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ذکرآ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ہے،من جملہ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وہ راستگوئ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مصحف کے مانند ہے)تہذ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</w:rPr>
        <w:t>۴،ص۱۹۶،دارالفکر)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اورراو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”عط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بن سعد عرف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“ہے</w:t>
      </w:r>
      <w:r w:rsidRPr="00CD3FC2">
        <w:rPr>
          <w:rtl/>
        </w:rPr>
        <w:t xml:space="preserve"> کہ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</w:t>
      </w:r>
      <w:r w:rsidRPr="00F140D8">
        <w:rPr>
          <w:rStyle w:val="libArabicChar"/>
          <w:rtl/>
        </w:rPr>
        <w:t>لا و انت عل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خ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ر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</w:t>
      </w:r>
    </w:p>
    <w:p w:rsidR="00F140D8" w:rsidRDefault="00F140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140D8" w:rsidRPr="00CD3FC2" w:rsidRDefault="00F140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>۔۔۔اب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خدر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</w:t>
      </w:r>
      <w:r w:rsidR="00F140D8">
        <w:rPr>
          <w:rFonts w:hint="cs"/>
          <w:rtl/>
        </w:rPr>
        <w:t>و</w:t>
      </w:r>
      <w:r w:rsidRPr="00CD3FC2">
        <w:rPr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خدا (صل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پنجتن پاک(عل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جس سے مراد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،حسن،حس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اورفاطمہ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ابوسع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خدر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اس نے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نزول کو پنجتن پاک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سے مربوط جانا ہے۔ج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:</w:t>
      </w:r>
    </w:p>
    <w:p w:rsidR="000B693F" w:rsidRPr="00B76D20" w:rsidRDefault="000B693F" w:rsidP="00B1291B">
      <w:pPr>
        <w:pStyle w:val="libNormal"/>
        <w:rPr>
          <w:rtl/>
        </w:rPr>
      </w:pPr>
      <w:r w:rsidRPr="00B1291B">
        <w:rPr>
          <w:rStyle w:val="libArabicChar"/>
          <w:rFonts w:hint="eastAsia"/>
          <w:rtl/>
        </w:rPr>
        <w:t>”عن</w:t>
      </w:r>
      <w:r w:rsidRPr="00B1291B">
        <w:rPr>
          <w:rStyle w:val="libArabicChar"/>
          <w:rtl/>
        </w:rPr>
        <w:t xml:space="preserve"> ا</w:t>
      </w:r>
      <w:r w:rsidRPr="00B1291B">
        <w:rPr>
          <w:rStyle w:val="libArabicChar"/>
          <w:rFonts w:hint="cs"/>
          <w:rtl/>
        </w:rPr>
        <w:t>ٴ</w:t>
      </w:r>
      <w:r w:rsidRPr="00B1291B">
        <w:rPr>
          <w:rStyle w:val="libArabicChar"/>
          <w:rFonts w:hint="eastAsia"/>
          <w:rtl/>
        </w:rPr>
        <w:t>ب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سع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د</w:t>
      </w:r>
      <w:r w:rsidRPr="00B1291B">
        <w:rPr>
          <w:rStyle w:val="libArabicChar"/>
          <w:rtl/>
        </w:rPr>
        <w:t xml:space="preserve"> قال: نزلت الآ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ة</w:t>
      </w:r>
      <w:r w:rsidRPr="00B1291B">
        <w:rPr>
          <w:rStyle w:val="libArabicChar"/>
          <w:rtl/>
        </w:rPr>
        <w:t xml:space="preserve"> ف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خمسة نفر - و سمّا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 xml:space="preserve">م - </w:t>
      </w:r>
      <w:r w:rsidR="00BD32E1">
        <w:rPr>
          <w:rStyle w:val="libArabicChar"/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1291B">
        <w:rPr>
          <w:rStyle w:val="libAieChar"/>
          <w:rtl/>
        </w:rPr>
        <w:t xml:space="preserve">إنّما 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ر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د</w:t>
      </w:r>
      <w:r w:rsidR="00E17DF7" w:rsidRPr="00B1291B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 xml:space="preserve"> لی</w:t>
      </w:r>
      <w:r w:rsidR="00E17DF7" w:rsidRPr="00B1291B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ب</w:t>
      </w:r>
      <w:r w:rsidR="00E17DF7" w:rsidRPr="00B1291B">
        <w:rPr>
          <w:rStyle w:val="libAieChar"/>
          <w:rtl/>
        </w:rPr>
        <w:t xml:space="preserve"> عنکم الرجس ا</w:t>
      </w:r>
      <w:r w:rsidR="00E17DF7" w:rsidRPr="00B1291B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ل</w:t>
      </w:r>
      <w:r w:rsidR="00E17DF7" w:rsidRPr="00B1291B">
        <w:rPr>
          <w:rStyle w:val="libAieChar"/>
          <w:rtl/>
        </w:rPr>
        <w:t xml:space="preserve"> الب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ت</w:t>
      </w:r>
      <w:r w:rsidR="00E17DF7" w:rsidRPr="00B1291B">
        <w:rPr>
          <w:rStyle w:val="libAieChar"/>
          <w:rtl/>
        </w:rPr>
        <w:t xml:space="preserve"> و 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ّرکم</w:t>
      </w:r>
      <w:r w:rsidR="00E17DF7" w:rsidRPr="00B1291B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Style w:val="libArabicChar"/>
          <w:rtl/>
        </w:rPr>
        <w:t xml:space="preserve"> </w:t>
      </w:r>
      <w:r w:rsidRPr="00B1291B">
        <w:rPr>
          <w:rStyle w:val="libArabicChar"/>
          <w:rtl/>
        </w:rPr>
        <w:t xml:space="preserve"> ف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 xml:space="preserve"> و علیّ</w:t>
      </w:r>
      <w:r w:rsidRPr="00B1291B">
        <w:rPr>
          <w:rStyle w:val="libArabicChar"/>
          <w:rtl/>
        </w:rPr>
        <w:t xml:space="preserve"> و فاطمة و الحسن و الحس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ن</w:t>
      </w:r>
      <w:r w:rsidRPr="00B1291B">
        <w:rPr>
          <w:rStyle w:val="libArabicChar"/>
          <w:rtl/>
        </w:rPr>
        <w:t xml:space="preserve"> عل</w:t>
      </w:r>
      <w:r w:rsidRPr="00B1291B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م</w:t>
      </w:r>
      <w:r w:rsidRPr="00B1291B">
        <w:rPr>
          <w:rStyle w:val="libArabicChar"/>
          <w:rtl/>
        </w:rPr>
        <w:t xml:space="preserve"> السلام</w:t>
      </w:r>
      <w:r w:rsidRPr="00CD3FC2">
        <w:rPr>
          <w:rtl/>
        </w:rPr>
        <w:t>“</w:t>
      </w:r>
      <w:r w:rsidR="00B1291B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BA57AE">
      <w:pPr>
        <w:pStyle w:val="libNormal"/>
        <w:rPr>
          <w:rtl/>
        </w:rPr>
      </w:pPr>
      <w:r w:rsidRPr="00CD3FC2">
        <w:rPr>
          <w:rFonts w:hint="eastAsia"/>
          <w:rtl/>
        </w:rPr>
        <w:t>ابوسع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خدر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اس نے کہا:آ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140D8">
        <w:rPr>
          <w:rStyle w:val="libAieChar"/>
          <w:rtl/>
        </w:rPr>
        <w:t>ٕنّما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ر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د</w:t>
      </w:r>
      <w:r w:rsidR="00E17DF7" w:rsidRPr="00F140D8">
        <w:rPr>
          <w:rStyle w:val="libAieChar"/>
          <w:rtl/>
        </w:rPr>
        <w:t xml:space="preserve"> الل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 xml:space="preserve">پانچ افراد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ہے:رسول اللہ (ص)عل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“</w:t>
      </w:r>
    </w:p>
    <w:p w:rsidR="000B693F" w:rsidRPr="00B76D20" w:rsidRDefault="000B693F" w:rsidP="00B1291B">
      <w:pPr>
        <w:pStyle w:val="libNormal"/>
        <w:rPr>
          <w:rtl/>
        </w:rPr>
      </w:pPr>
      <w:r w:rsidRPr="00CD3FC2">
        <w:rPr>
          <w:rFonts w:hint="eastAsia"/>
          <w:rtl/>
        </w:rPr>
        <w:t>ابوسع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خدر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اورا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)عط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نے)کہا: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اس سے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کون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tl/>
        </w:rPr>
        <w:t>)ابوسع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نے جواب </w:t>
      </w:r>
      <w:r w:rsidR="00A96ED8">
        <w:rPr>
          <w:rtl/>
        </w:rPr>
        <w:t xml:space="preserve">میں </w:t>
      </w:r>
      <w:r w:rsidRPr="00CD3FC2">
        <w:rPr>
          <w:rtl/>
        </w:rPr>
        <w:t>)کہا:اس سے مراد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(ص)،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  <w:r w:rsidR="00B1291B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سلسلہ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بعض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ام سلمہ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پنجتن پاک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مندرجہ ذ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>:</w:t>
      </w:r>
    </w:p>
    <w:p w:rsidR="000B693F" w:rsidRPr="00B1291B" w:rsidRDefault="000B693F" w:rsidP="00B76D20">
      <w:pPr>
        <w:pStyle w:val="libNormal"/>
        <w:rPr>
          <w:rtl/>
          <w:lang w:bidi="fa-IR"/>
        </w:rPr>
      </w:pPr>
      <w:r w:rsidRPr="00F140D8">
        <w:rPr>
          <w:rStyle w:val="libArabicChar"/>
          <w:rFonts w:hint="eastAsia"/>
          <w:rtl/>
        </w:rPr>
        <w:t>”</w:t>
      </w:r>
      <w:r w:rsidRPr="00F140D8">
        <w:rPr>
          <w:rStyle w:val="libArabicChar"/>
          <w:rFonts w:hint="cs"/>
          <w:rtl/>
        </w:rPr>
        <w:t xml:space="preserve"> عن اٴ</w:t>
      </w:r>
      <w:r w:rsidRPr="00F140D8">
        <w:rPr>
          <w:rStyle w:val="libArabicChar"/>
          <w:rFonts w:hint="eastAsia"/>
          <w:rtl/>
        </w:rPr>
        <w:t>م</w:t>
      </w:r>
      <w:r w:rsidRPr="00F140D8">
        <w:rPr>
          <w:rStyle w:val="libArabicChar"/>
          <w:rtl/>
        </w:rPr>
        <w:t xml:space="preserve"> سلمة قالت: نزلت 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الآی</w:t>
      </w:r>
      <w:r w:rsidRPr="00F140D8">
        <w:rPr>
          <w:rStyle w:val="libArabicChar"/>
          <w:rFonts w:hint="eastAsia"/>
          <w:rtl/>
        </w:rPr>
        <w:t>ة</w:t>
      </w:r>
      <w:r w:rsidRPr="00F140D8">
        <w:rPr>
          <w:rStyle w:val="libArabicChar"/>
          <w:rtl/>
        </w:rPr>
        <w:t xml:space="preserve"> ف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tl/>
        </w:rPr>
        <w:t xml:space="preserve"> رسول الل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 xml:space="preserve"> ّٰ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F140D8">
        <w:rPr>
          <w:rStyle w:val="libArabicChar"/>
          <w:rFonts w:hint="cs"/>
          <w:rtl/>
        </w:rPr>
        <w:t>و علیّ</w:t>
      </w:r>
      <w:r w:rsidRPr="00F140D8">
        <w:rPr>
          <w:rStyle w:val="libArabicChar"/>
          <w:rtl/>
        </w:rPr>
        <w:t xml:space="preserve"> و فاطمة و حسن و حس</w:t>
      </w:r>
      <w:r w:rsidRPr="00F140D8">
        <w:rPr>
          <w:rStyle w:val="libArabicChar"/>
          <w:rFonts w:hint="cs"/>
          <w:rtl/>
        </w:rPr>
        <w:t>ی</w:t>
      </w:r>
      <w:r w:rsidRPr="00F140D8">
        <w:rPr>
          <w:rStyle w:val="libArabicChar"/>
          <w:rFonts w:hint="eastAsia"/>
          <w:rtl/>
        </w:rPr>
        <w:t>ن</w:t>
      </w:r>
      <w:r w:rsidRPr="00F140D8">
        <w:rPr>
          <w:rStyle w:val="libArabicChar"/>
          <w:rtl/>
        </w:rPr>
        <w:t xml:space="preserve"> - عل</w:t>
      </w:r>
      <w:r w:rsidRPr="00F140D8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F140D8">
        <w:rPr>
          <w:rStyle w:val="libArabicChar"/>
          <w:rFonts w:hint="cs"/>
          <w:rtl/>
        </w:rPr>
        <w:t>م</w:t>
      </w:r>
      <w:r w:rsidRPr="00F140D8">
        <w:rPr>
          <w:rStyle w:val="libArabicChar"/>
          <w:rtl/>
        </w:rPr>
        <w:t xml:space="preserve"> السلام</w:t>
      </w:r>
      <w:r w:rsidRPr="00CD3FC2">
        <w:rPr>
          <w:rtl/>
        </w:rPr>
        <w:t xml:space="preserve"> - 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140D8">
        <w:rPr>
          <w:rStyle w:val="libAieChar"/>
          <w:rtl/>
        </w:rPr>
        <w:t xml:space="preserve">إنّما 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ر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د</w:t>
      </w:r>
      <w:r w:rsidR="00E17DF7" w:rsidRPr="00F140D8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 xml:space="preserve"> لی</w:t>
      </w:r>
      <w:r w:rsidR="00E17DF7" w:rsidRPr="00F140D8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>ب</w:t>
      </w:r>
      <w:r w:rsidR="00E17DF7" w:rsidRPr="00F140D8">
        <w:rPr>
          <w:rStyle w:val="libAieChar"/>
          <w:rtl/>
        </w:rPr>
        <w:t xml:space="preserve"> عنکم الرجس ا</w:t>
      </w:r>
      <w:r w:rsidR="00E17DF7" w:rsidRPr="00F140D8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>ل</w:t>
      </w:r>
      <w:r w:rsidR="00E17DF7" w:rsidRPr="00F140D8">
        <w:rPr>
          <w:rStyle w:val="libAieChar"/>
          <w:rtl/>
        </w:rPr>
        <w:t xml:space="preserve"> الب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ت</w:t>
      </w:r>
      <w:r w:rsidR="00E17DF7" w:rsidRPr="00F140D8">
        <w:rPr>
          <w:rStyle w:val="libAieChar"/>
          <w:rtl/>
        </w:rPr>
        <w:t xml:space="preserve"> و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>ّرکم</w:t>
      </w:r>
      <w:r w:rsidR="00E17DF7" w:rsidRPr="00F140D8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F140D8">
        <w:rPr>
          <w:rStyle w:val="libAieChar"/>
          <w:rFonts w:hint="cs"/>
          <w:rtl/>
        </w:rPr>
        <w:t>ی</w:t>
      </w:r>
      <w:r w:rsidR="00E17DF7" w:rsidRPr="00F140D8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B1291B" w:rsidRPr="00F82107">
        <w:rPr>
          <w:rStyle w:val="libFootnotenumChar"/>
          <w:rFonts w:hint="cs"/>
          <w:rtl/>
        </w:rPr>
        <w:t>(3)</w:t>
      </w:r>
    </w:p>
    <w:p w:rsidR="00F140D8" w:rsidRPr="00F140D8" w:rsidRDefault="00F140D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نةدمشق،ج</w:t>
      </w:r>
      <w:r w:rsidRPr="00CD3FC2">
        <w:rPr>
          <w:rtl/>
        </w:rPr>
        <w:t>۱۳،ص۲۰۶،دارالفکر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دمشق،ج۱۳،ص۲۰۷،دارالفکر ۳۔تار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دمشق،ج۱،ص۳۳۲</w:t>
      </w:r>
    </w:p>
    <w:p w:rsidR="00F140D8" w:rsidRDefault="00F140D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F140D8" w:rsidRPr="00CD3FC2" w:rsidRDefault="00F140D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”ام</w:t>
      </w:r>
      <w:r w:rsidRPr="00CD3FC2">
        <w:rPr>
          <w:rtl/>
        </w:rPr>
        <w:t xml:space="preserve"> سلمہ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کہ اس نے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>)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فاطمہ ،حسن و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ھم</w:t>
      </w:r>
      <w:r w:rsidRPr="00CD3FC2">
        <w:rPr>
          <w:rtl/>
        </w:rPr>
        <w:t xml:space="preserve"> السلام)کے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اوراس سے مربوط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دونکتے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دواہم نکتے قابل ذکر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۔اب تک جوکچھ ہم 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اس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واضح ہوجاتا ہے کہ لفظ 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</w:t>
      </w:r>
      <w:r w:rsidR="00A96ED8">
        <w:rPr>
          <w:rFonts w:hint="eastAsia"/>
          <w:rtl/>
        </w:rPr>
        <w:t xml:space="preserve">میں </w:t>
      </w:r>
      <w:r w:rsidRPr="00CD3FC2">
        <w:rPr>
          <w:rtl/>
        </w:rPr>
        <w:t xml:space="preserve"> ”ب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 رہائش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)گھر)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بعض افرادج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>:اب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الحمراء، واثلہ،ام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من</w:t>
      </w:r>
      <w:r w:rsidRPr="00CD3FC2">
        <w:rPr>
          <w:rtl/>
        </w:rPr>
        <w:t xml:space="preserve"> اورفضہ اس گھر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ساکن تھے،ل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فہرست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زاس</w:t>
      </w:r>
      <w:r w:rsidRPr="00CD3FC2">
        <w:rPr>
          <w:rtl/>
        </w:rPr>
        <w:t xml:space="preserve"> کے علاوہ”ب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 نَسَب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چچا عباس ا وران کے فرزند،جن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بعض نَسَب کے لحاظ سے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سے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تھے 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)البتہ عباس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سوالات کے باب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پر بحث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گے)۔</w:t>
      </w:r>
    </w:p>
    <w:p w:rsidR="000B693F" w:rsidRPr="00CD3FC2" w:rsidRDefault="000B693F" w:rsidP="00B1291B">
      <w:pPr>
        <w:pStyle w:val="libNormal"/>
        <w:rPr>
          <w:rtl/>
        </w:rPr>
      </w:pPr>
      <w:r w:rsidRPr="00CD3FC2">
        <w:rPr>
          <w:rFonts w:hint="eastAsia"/>
          <w:rtl/>
        </w:rPr>
        <w:t>بلکہ</w:t>
      </w:r>
      <w:r w:rsidRPr="00CD3FC2">
        <w:rPr>
          <w:rtl/>
        </w:rPr>
        <w:t xml:space="preserve"> اس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)گھر)سے مرادنبوت کا”ب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ت“ہے</w:t>
      </w:r>
      <w:r w:rsidRPr="00CD3FC2">
        <w:rPr>
          <w:rtl/>
        </w:rPr>
        <w:t xml:space="preserve">۔کہ جس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صرف</w:t>
      </w:r>
      <w:r w:rsidRPr="00CD3FC2">
        <w:rPr>
          <w:rtl/>
        </w:rPr>
        <w:t xml:space="preserve"> ”پنجتن آل عبا داخل“ہ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وہ اس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)گھر)کے اہل اورمحرم اسرار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1291B">
        <w:rPr>
          <w:rStyle w:val="libAieChar"/>
          <w:rtl/>
        </w:rPr>
        <w:t>ف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tl/>
        </w:rPr>
        <w:t xml:space="preserve"> ب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وت</w:t>
      </w:r>
      <w:r w:rsidR="00E17DF7" w:rsidRPr="00B1291B">
        <w:rPr>
          <w:rStyle w:val="libAieChar"/>
          <w:rtl/>
        </w:rPr>
        <w:t xml:space="preserve"> اذن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 xml:space="preserve"> اٴ</w:t>
      </w:r>
      <w:r w:rsidR="00E17DF7" w:rsidRPr="00B1291B">
        <w:rPr>
          <w:rStyle w:val="libAieChar"/>
          <w:rFonts w:hint="eastAsia"/>
          <w:rtl/>
        </w:rPr>
        <w:t>ن</w:t>
      </w:r>
      <w:r w:rsidR="00E17DF7" w:rsidRPr="00B1291B">
        <w:rPr>
          <w:rStyle w:val="libAieChar"/>
          <w:rtl/>
        </w:rPr>
        <w:t xml:space="preserve"> ترفع و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ذکرف</w:t>
      </w:r>
      <w:r w:rsidR="00E17DF7" w:rsidRPr="00B1291B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eastAsia"/>
          <w:rtl/>
        </w:rPr>
        <w:t>ااسم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B1291B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نور خدا ان گھروں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جن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اجازت ہے کہ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eastAsia"/>
          <w:rtl/>
        </w:rPr>
        <w:t>لند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اعتراف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اوران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 کانام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جائے)کے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وط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B1291B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درجہ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قابل توجہ ہے:</w:t>
      </w:r>
    </w:p>
    <w:p w:rsidR="000B693F" w:rsidRDefault="000B693F" w:rsidP="00B1291B">
      <w:pPr>
        <w:pStyle w:val="libArabic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خرج</w:t>
      </w:r>
      <w:r w:rsidRPr="00CD3FC2">
        <w:rPr>
          <w:rtl/>
        </w:rPr>
        <w:t xml:space="preserve"> ابن مردو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عن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نس</w:t>
      </w:r>
      <w:r w:rsidRPr="00CD3FC2">
        <w:rPr>
          <w:rtl/>
        </w:rPr>
        <w:t xml:space="preserve"> بن مالک و 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قال: قرا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1291B">
        <w:rPr>
          <w:rStyle w:val="libAieChar"/>
          <w:rtl/>
        </w:rPr>
        <w:t>:</w:t>
      </w:r>
      <w:r w:rsidR="00E17DF7">
        <w:rPr>
          <w:rStyle w:val="libAieChar"/>
          <w:rtl/>
        </w:rPr>
        <w:t xml:space="preserve"> </w:t>
      </w:r>
      <w:r w:rsidR="00E17DF7" w:rsidRPr="00B1291B">
        <w:rPr>
          <w:rStyle w:val="libAieChar"/>
          <w:rtl/>
        </w:rPr>
        <w:t xml:space="preserve"> ف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tl/>
        </w:rPr>
        <w:t xml:space="preserve"> ب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وت</w:t>
      </w:r>
      <w:r w:rsidR="00E17DF7" w:rsidRPr="00B1291B">
        <w:rPr>
          <w:rStyle w:val="libAieChar"/>
          <w:rtl/>
        </w:rPr>
        <w:t xml:space="preserve"> ا</w:t>
      </w:r>
      <w:r w:rsidR="00E17DF7" w:rsidRPr="00B1291B">
        <w:rPr>
          <w:rStyle w:val="libAieChar"/>
          <w:rFonts w:hint="cs"/>
          <w:rtl/>
        </w:rPr>
        <w:t>ٴ</w:t>
      </w:r>
      <w:r w:rsidR="00E17DF7" w:rsidRPr="00B1291B">
        <w:rPr>
          <w:rStyle w:val="libAieChar"/>
          <w:rFonts w:hint="eastAsia"/>
          <w:rtl/>
        </w:rPr>
        <w:t>ذن</w:t>
      </w:r>
      <w:r w:rsidR="00E17DF7" w:rsidRPr="00B1291B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 xml:space="preserve"> اٴ</w:t>
      </w:r>
      <w:r w:rsidR="00E17DF7" w:rsidRPr="00B1291B">
        <w:rPr>
          <w:rStyle w:val="libAieChar"/>
          <w:rFonts w:hint="eastAsia"/>
          <w:rtl/>
        </w:rPr>
        <w:t>ن</w:t>
      </w:r>
      <w:r w:rsidR="00E17DF7" w:rsidRPr="00B1291B">
        <w:rPr>
          <w:rStyle w:val="libAieChar"/>
          <w:rtl/>
        </w:rPr>
        <w:t xml:space="preserve"> ترفع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فقام إل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رجل</w:t>
      </w:r>
    </w:p>
    <w:p w:rsidR="00B1291B" w:rsidRPr="00B1291B" w:rsidRDefault="00B1291B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۱۔سورئہ نور/۳۶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۲۔الدرالمنثور،ج۶،ص۲۰۲،دارالفکر</w:t>
      </w:r>
    </w:p>
    <w:p w:rsidR="00B1291B" w:rsidRDefault="00B1291B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B1291B" w:rsidRPr="00CD3FC2" w:rsidRDefault="00B1291B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B1291B">
        <w:rPr>
          <w:rStyle w:val="libArabicChar"/>
          <w:rFonts w:hint="eastAsia"/>
          <w:rtl/>
        </w:rPr>
        <w:t>فقال</w:t>
      </w:r>
      <w:r w:rsidRPr="00B1291B">
        <w:rPr>
          <w:rStyle w:val="libArabicChar"/>
          <w:rtl/>
        </w:rPr>
        <w:t xml:space="preserve"> قال: ا</w:t>
      </w:r>
      <w:r w:rsidRPr="00B1291B">
        <w:rPr>
          <w:rStyle w:val="libArabicChar"/>
          <w:rFonts w:hint="cs"/>
          <w:rtl/>
        </w:rPr>
        <w:t>ٴیّ</w:t>
      </w:r>
      <w:r w:rsidRPr="00B1291B">
        <w:rPr>
          <w:rStyle w:val="libArabicChar"/>
          <w:rtl/>
        </w:rPr>
        <w:t xml:space="preserve"> ب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وتٍ</w:t>
      </w:r>
      <w:r w:rsidRPr="00B1291B">
        <w:rPr>
          <w:rStyle w:val="libArabicChar"/>
          <w:rtl/>
        </w:rPr>
        <w:t xml:space="preserve"> 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 xml:space="preserve"> ی</w:t>
      </w:r>
      <w:r w:rsidRPr="00B1291B">
        <w:rPr>
          <w:rStyle w:val="libArabicChar"/>
          <w:rFonts w:hint="eastAsia"/>
          <w:rtl/>
        </w:rPr>
        <w:t>ا</w:t>
      </w:r>
      <w:r w:rsidRPr="00B1291B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؟ قال: بی</w:t>
      </w:r>
      <w:r w:rsidRPr="00B1291B">
        <w:rPr>
          <w:rStyle w:val="libArabicChar"/>
          <w:rFonts w:hint="eastAsia"/>
          <w:rtl/>
        </w:rPr>
        <w:t>وت</w:t>
      </w:r>
      <w:r w:rsidRPr="00B1291B">
        <w:rPr>
          <w:rStyle w:val="libArabicChar"/>
          <w:rtl/>
        </w:rPr>
        <w:t xml:space="preserve"> الآنب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اء</w:t>
      </w:r>
      <w:r w:rsidRPr="00B1291B">
        <w:rPr>
          <w:rStyle w:val="libArabicChar"/>
          <w:rtl/>
        </w:rPr>
        <w:t xml:space="preserve"> فقام إل</w:t>
      </w:r>
      <w:r w:rsidRPr="00B1291B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tl/>
        </w:rPr>
        <w:t xml:space="preserve"> ا</w:t>
      </w:r>
      <w:r w:rsidRPr="00B1291B">
        <w:rPr>
          <w:rStyle w:val="libArabicChar"/>
          <w:rFonts w:hint="cs"/>
          <w:rtl/>
        </w:rPr>
        <w:t>ٴ</w:t>
      </w:r>
      <w:r w:rsidRPr="00B1291B">
        <w:rPr>
          <w:rStyle w:val="libArabicChar"/>
          <w:rFonts w:hint="eastAsia"/>
          <w:rtl/>
        </w:rPr>
        <w:t>بوبکر</w:t>
      </w:r>
      <w:r w:rsidRPr="00B1291B">
        <w:rPr>
          <w:rStyle w:val="libArabicChar"/>
          <w:rtl/>
        </w:rPr>
        <w:t xml:space="preserve"> فقال: 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ا</w:t>
      </w:r>
      <w:r w:rsidRPr="00B1291B">
        <w:rPr>
          <w:rStyle w:val="libArabicChar"/>
          <w:rtl/>
        </w:rPr>
        <w:t xml:space="preserve"> رسول اللّٰ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 xml:space="preserve"> 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ذا البی</w:t>
      </w:r>
      <w:r w:rsidRPr="00B1291B">
        <w:rPr>
          <w:rStyle w:val="libArabicChar"/>
          <w:rFonts w:hint="eastAsia"/>
          <w:rtl/>
        </w:rPr>
        <w:t>ت</w:t>
      </w:r>
      <w:r w:rsidRPr="00B1291B">
        <w:rPr>
          <w:rStyle w:val="libArabicChar"/>
          <w:rtl/>
        </w:rPr>
        <w:t xml:space="preserve"> من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ا؟ البی</w:t>
      </w:r>
      <w:r w:rsidRPr="00B1291B">
        <w:rPr>
          <w:rStyle w:val="libArabicChar"/>
          <w:rFonts w:hint="eastAsia"/>
          <w:rtl/>
        </w:rPr>
        <w:t>ت</w:t>
      </w:r>
      <w:r w:rsidRPr="00B1291B">
        <w:rPr>
          <w:rStyle w:val="libArabicChar"/>
          <w:rtl/>
        </w:rPr>
        <w:t xml:space="preserve"> عل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وفاطمة؟ قال: نعم من ا</w:t>
      </w:r>
      <w:r w:rsidRPr="00B1291B">
        <w:rPr>
          <w:rStyle w:val="libArabicChar"/>
          <w:rFonts w:hint="cs"/>
          <w:rtl/>
        </w:rPr>
        <w:t>ٴ</w:t>
      </w:r>
      <w:r w:rsidRPr="00B1291B">
        <w:rPr>
          <w:rStyle w:val="libArabicChar"/>
          <w:rFonts w:hint="eastAsia"/>
          <w:rtl/>
        </w:rPr>
        <w:t>فا</w:t>
      </w:r>
      <w:r w:rsidRPr="00B1291B">
        <w:rPr>
          <w:rStyle w:val="libArabicChar"/>
          <w:rtl/>
        </w:rPr>
        <w:t xml:space="preserve"> ضل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ا</w:t>
      </w:r>
      <w:r w:rsidRPr="00CD3FC2">
        <w:rPr>
          <w:rtl/>
        </w:rPr>
        <w:t>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”ابن</w:t>
      </w:r>
      <w:r w:rsidRPr="00CD3FC2">
        <w:rPr>
          <w:rtl/>
        </w:rPr>
        <w:t xml:space="preserve"> مردو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نے انس بن مالک اوربر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وت</w:t>
      </w:r>
      <w:r w:rsidRPr="00CD3FC2">
        <w:rPr>
          <w:rtl/>
        </w:rPr>
        <w:t xml:space="preserve"> اُذن اللہ ۔۔۔</w:t>
      </w:r>
      <w:r w:rsidR="00BD32E1">
        <w:rPr>
          <w:rtl/>
        </w:rPr>
        <w:t xml:space="preserve">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</w:t>
      </w:r>
      <w:r w:rsidR="008F5E30">
        <w:rPr>
          <w:rtl/>
        </w:rPr>
        <w:t>ا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فرمائ</w:t>
      </w:r>
      <w:r w:rsidRPr="00CD3FC2">
        <w:rPr>
          <w:rFonts w:hint="cs"/>
          <w:rtl/>
        </w:rPr>
        <w:t>ی</w:t>
      </w:r>
      <w:r w:rsidRPr="00CD3FC2">
        <w:rPr>
          <w:rtl/>
        </w:rPr>
        <w:t>۔ا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شخص نے اٹھ کرسوال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جوب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وت</w:t>
      </w:r>
      <w:r w:rsidRPr="00CD3FC2">
        <w:rPr>
          <w:rtl/>
        </w:rPr>
        <w:t>)گھر)اس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 سے مرادکونسے گھر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نے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</w:t>
      </w:r>
      <w:r w:rsidRPr="00CD3FC2">
        <w:rPr>
          <w:rtl/>
        </w:rPr>
        <w:t xml:space="preserve"> الس</w:t>
      </w:r>
      <w:r w:rsidRPr="00CD3FC2">
        <w:rPr>
          <w:rFonts w:hint="eastAsia"/>
          <w:rtl/>
        </w:rPr>
        <w:t>لام</w:t>
      </w:r>
      <w:r w:rsidRPr="00CD3FC2">
        <w:rPr>
          <w:rtl/>
        </w:rPr>
        <w:t xml:space="preserve">)کے گھر </w:t>
      </w:r>
      <w:r w:rsidR="00A96ED8">
        <w:rPr>
          <w:rtl/>
        </w:rPr>
        <w:t xml:space="preserve">میں </w:t>
      </w:r>
      <w:r w:rsidRPr="00CD3FC2">
        <w:rPr>
          <w:rtl/>
        </w:rPr>
        <w:t>۔ابوبکراٹھے اورکہا: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فاطمہ)عل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 xml:space="preserve"> السلام)کا گھر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شامل ہے؟ آنحضرت (ص)نے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ہاںوہ ان سے برتر ہے۔“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پر غورو خوض کرنے سے واضح ہوجاتا ہے کہ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حصر کا استعمال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 xml:space="preserve"> اور وہ حصر،حصراضاف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قسم ہے۔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حصر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(ص)ک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اورآپکے دوسرے ر شتہ داروں)ج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عباس اوران کے فرزندوں)کے مقابلہ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حصران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مراد چودہ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غمبر،عل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اوراوردوسرے نوائمہ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السلام)کو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۔اول خودآ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سے کہ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صرف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1291B">
        <w:rPr>
          <w:rStyle w:val="libAieChar"/>
          <w:rtl/>
        </w:rPr>
        <w:t>ل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ب</w:t>
      </w:r>
      <w:r w:rsidR="00E17DF7" w:rsidRPr="00B1291B">
        <w:rPr>
          <w:rStyle w:val="libAieChar"/>
          <w:rtl/>
        </w:rPr>
        <w:t xml:space="preserve"> عنکم الرجس و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رکم</w:t>
      </w:r>
      <w:r w:rsidR="00E17DF7" w:rsidRPr="00B1291B">
        <w:rPr>
          <w:rStyle w:val="libAieChar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Pr="00CD3FC2">
        <w:rPr>
          <w:rtl/>
        </w:rPr>
        <w:t>پر اکتفا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بلکہ موضوع کا عنوان”اہل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ت“قرارد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کساء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صرف پنجتن پاک کا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رکساء</w:t>
      </w:r>
      <w:r w:rsidRPr="00CD3FC2">
        <w:rPr>
          <w:rtl/>
        </w:rPr>
        <w:t xml:space="preserve"> آنااورپ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توسط سے ان کے لئے دعا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نا اس بناپر تھا کہ اس وقت اس محترم خاندان سے صرف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پانچ افراد موجود تھے ورنہ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عوں</w:t>
      </w:r>
      <w:r w:rsidRPr="00CD3FC2">
        <w:rPr>
          <w:rtl/>
        </w:rPr>
        <w:t xml:space="preserve"> کے تمام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السلام،من جم</w:t>
      </w:r>
      <w:r w:rsidRPr="00CD3FC2">
        <w:rPr>
          <w:rFonts w:hint="eastAsia"/>
          <w:rtl/>
        </w:rPr>
        <w:t>لہ</w:t>
      </w:r>
      <w:r w:rsidRPr="00CD3FC2">
        <w:rPr>
          <w:rtl/>
        </w:rPr>
        <w:t xml:space="preserve"> حضرت مہد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</w:t>
      </w:r>
      <w:r w:rsidRPr="00CD3FC2">
        <w:rPr>
          <w:rtl/>
        </w:rPr>
        <w:t xml:space="preserve"> کے مصداق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B1291B" w:rsidRDefault="00B1291B" w:rsidP="004B12AB">
      <w:pPr>
        <w:pStyle w:val="libNormal"/>
        <w:rPr>
          <w:rtl/>
        </w:rPr>
      </w:pPr>
      <w:r>
        <w:rPr>
          <w:rtl/>
        </w:rPr>
        <w:br w:type="page"/>
      </w:r>
    </w:p>
    <w:p w:rsidR="00B1291B" w:rsidRPr="00CD3FC2" w:rsidRDefault="00B1291B" w:rsidP="00107A46">
      <w:pPr>
        <w:pStyle w:val="libNormal"/>
        <w:rPr>
          <w:rtl/>
        </w:rPr>
      </w:pPr>
    </w:p>
    <w:p w:rsidR="000B693F" w:rsidRPr="00B76D20" w:rsidRDefault="000B693F" w:rsidP="00B1291B">
      <w:pPr>
        <w:pStyle w:val="libNormal"/>
        <w:rPr>
          <w:rtl/>
        </w:rPr>
      </w:pPr>
      <w:r w:rsidRPr="00CD3FC2">
        <w:rPr>
          <w:rFonts w:hint="eastAsia"/>
          <w:rtl/>
        </w:rPr>
        <w:t>چوتھے</w:t>
      </w:r>
      <w:r w:rsidRPr="00CD3FC2">
        <w:rPr>
          <w:rtl/>
        </w:rPr>
        <w:t xml:space="preserve"> امام حضرت امام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العابد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اپنے آپ کو”اہل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ت“کا</w:t>
      </w:r>
      <w:r w:rsidRPr="00CD3FC2">
        <w:rPr>
          <w:rtl/>
        </w:rPr>
        <w:t xml:space="preserve"> مصداق جانتے ہوئے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سے استناد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  <w:r w:rsidR="00B1291B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واہل سنت سے حضرت مہد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) عج)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ان کو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شمار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  <w:r w:rsidR="00B1291B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)جس کے معتبر ہونے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شک وشبہ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متواتر ہے 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اوراپنے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</w:t>
      </w:r>
    </w:p>
    <w:p w:rsidR="000B693F" w:rsidRPr="00CD3FC2" w:rsidRDefault="000B693F" w:rsidP="00B1291B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>۔۔۔</w:t>
      </w:r>
      <w:r w:rsidRPr="00B1291B">
        <w:rPr>
          <w:rStyle w:val="libArabicChar"/>
          <w:rtl/>
        </w:rPr>
        <w:t>فانّ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ا لن ی</w:t>
      </w:r>
      <w:r w:rsidRPr="00B1291B">
        <w:rPr>
          <w:rStyle w:val="libArabicChar"/>
          <w:rFonts w:hint="eastAsia"/>
          <w:rtl/>
        </w:rPr>
        <w:t>فترقا</w:t>
      </w:r>
      <w:r w:rsidRPr="00B1291B">
        <w:rPr>
          <w:rStyle w:val="libArabicChar"/>
          <w:rtl/>
        </w:rPr>
        <w:t xml:space="preserve"> حت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ردا</w:t>
      </w:r>
      <w:r w:rsidRPr="00B1291B">
        <w:rPr>
          <w:rStyle w:val="libArabicChar"/>
          <w:rtl/>
        </w:rPr>
        <w:t xml:space="preserve"> عل</w:t>
      </w:r>
      <w:r w:rsidRPr="00B1291B">
        <w:rPr>
          <w:rStyle w:val="libArabicChar"/>
          <w:rFonts w:hint="cs"/>
          <w:rtl/>
        </w:rPr>
        <w:t>یّ</w:t>
      </w:r>
      <w:r w:rsidRPr="00B1291B">
        <w:rPr>
          <w:rStyle w:val="libArabicChar"/>
          <w:rtl/>
        </w:rPr>
        <w:t xml:space="preserve"> الحوض</w:t>
      </w:r>
      <w:r w:rsidRPr="00CD3FC2">
        <w:rPr>
          <w:rtl/>
        </w:rPr>
        <w:t xml:space="preserve"> </w:t>
      </w:r>
      <w:r w:rsidR="00B1291B" w:rsidRPr="00F82107">
        <w:rPr>
          <w:rStyle w:val="libFootnotenumChar"/>
          <w:rFonts w:hint="cs"/>
          <w:rtl/>
        </w:rPr>
        <w:t>(3)</w:t>
      </w:r>
      <w:r w:rsidRPr="00CD3FC2">
        <w:rPr>
          <w:rtl/>
          <w:lang w:bidi="fa-IR"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دو )قرآن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داوراہل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دوسرے سے جدا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تک حوض کوثرپر مجھ سے مل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گے۔“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سے استفادہ ہوتا ہے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اور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در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لازم و ملزم ہو نے کا رابطہ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</w:t>
      </w:r>
      <w:r w:rsidRPr="00CD3FC2">
        <w:rPr>
          <w:rtl/>
        </w:rPr>
        <w:t xml:space="preserve"> تک کے لئے قائم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جملہ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پردلالت کر تا ہے اور اس بات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کرتا ہے کہ ہرزمانے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طاہر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کم ازکم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شخص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موجود ہوگا کہ جو اقتداء اور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لئے شائستہ وسزاوار ہو۔</w:t>
      </w:r>
    </w:p>
    <w:p w:rsidR="000B693F" w:rsidRPr="00B76D20" w:rsidRDefault="000B693F" w:rsidP="00B1291B">
      <w:pPr>
        <w:pStyle w:val="libNormal"/>
        <w:rPr>
          <w:rtl/>
        </w:rPr>
      </w:pPr>
      <w:r w:rsidRPr="00CD3FC2">
        <w:rPr>
          <w:rFonts w:hint="eastAsia"/>
          <w:rtl/>
        </w:rPr>
        <w:t>اہل</w:t>
      </w:r>
      <w:r w:rsidRPr="00CD3FC2">
        <w:rPr>
          <w:rtl/>
        </w:rPr>
        <w:t xml:space="preserve"> سنت کے علماء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بعض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افراد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جنہوں نے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استد لال کرتے ہوئے اس مطلب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ہرزمانہ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 موجود ہوگا۔</w:t>
      </w:r>
      <w:r w:rsidR="00B1291B" w:rsidRPr="00F82107">
        <w:rPr>
          <w:rStyle w:val="libFootnotenumChar"/>
          <w:rFonts w:hint="cs"/>
          <w:rtl/>
        </w:rPr>
        <w:t>(4)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جن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رچودہ</w:t>
      </w:r>
      <w:r w:rsidRPr="00CD3FC2">
        <w:rPr>
          <w:rtl/>
        </w:rPr>
        <w:t xml:space="preserve">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(ع)سے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ہم</w:t>
      </w:r>
    </w:p>
    <w:p w:rsidR="00B1291B" w:rsidRPr="00B1291B" w:rsidRDefault="00B1291B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ر،ج</w:t>
      </w:r>
      <w:r w:rsidRPr="00CD3FC2">
        <w:rPr>
          <w:rtl/>
        </w:rPr>
        <w:t>۳،ص۴۹۳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۲۔کتاب منتخب الاثر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جائے۔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مختلف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سے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حاصل کرنے کے لئے ”کتاب اللہ واہل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الثقل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جائے۔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۴۔جواھر العقد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ن،سمھود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،ص</w:t>
      </w:r>
      <w:r w:rsidRPr="00CD3FC2">
        <w:rPr>
          <w:rtl/>
        </w:rPr>
        <w:t>۲۴۴،دارالکتب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۔”الصواعق المحرقة“ فصل 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“ابن</w:t>
      </w:r>
      <w:r w:rsidRPr="00CD3FC2">
        <w:rPr>
          <w:rtl/>
        </w:rPr>
        <w:t xml:space="preserve"> حجر۔</w:t>
      </w:r>
    </w:p>
    <w:p w:rsidR="00B1291B" w:rsidRDefault="00B1291B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B1291B" w:rsidRPr="00CD3FC2" w:rsidRDefault="00B1291B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 نمونہ کے طور پر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کررہے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ں،جس</w:t>
      </w:r>
      <w:r w:rsidRPr="00CD3FC2">
        <w:rPr>
          <w:rtl/>
        </w:rPr>
        <w:t xml:space="preserve"> کو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  <w:lang w:bidi="fa-IR"/>
        </w:rPr>
        <w:t>۱</w:t>
      </w:r>
      <w:r w:rsidRPr="00CD3FC2">
        <w:rPr>
          <w:rtl/>
        </w:rPr>
        <w:t>اورسن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دونوں نے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ابراھ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محمد 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”فرائد السمط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  <w:lang w:bidi="fa-IR"/>
        </w:rPr>
        <w:t>۲“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مفصل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درج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ہے۔چونکہ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امامت سے مربوط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اس لئے ہم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اس سے صرف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سے مربوط چند جملوں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کرنے پر اکتفا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مہاجر وانصار کے بزرگوں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گروہ کے سامنے اپنے فضائل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کرتے ہوئے اپنے اوراپنے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چندآ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ں،من</w:t>
      </w:r>
      <w:r w:rsidRPr="00CD3FC2">
        <w:rPr>
          <w:rtl/>
        </w:rPr>
        <w:t xml:space="preserve"> جملہ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کہ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وں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0B693F" w:rsidRPr="00CD3FC2" w:rsidRDefault="000B693F" w:rsidP="00BA57AE">
      <w:pPr>
        <w:pStyle w:val="libNormal"/>
        <w:rPr>
          <w:rtl/>
        </w:rPr>
      </w:pPr>
      <w:r w:rsidRPr="00B1291B">
        <w:rPr>
          <w:rStyle w:val="libArabicChar"/>
          <w:rFonts w:hint="eastAsia"/>
          <w:rtl/>
        </w:rPr>
        <w:t>”</w:t>
      </w:r>
      <w:r w:rsidRPr="00B1291B">
        <w:rPr>
          <w:rStyle w:val="libArabicChar"/>
          <w:rFonts w:hint="cs"/>
          <w:rtl/>
        </w:rPr>
        <w:t>اٴیّ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االنّاس</w:t>
      </w:r>
      <w:r w:rsidRPr="00B1291B">
        <w:rPr>
          <w:rStyle w:val="libArabicChar"/>
          <w:rtl/>
        </w:rPr>
        <w:t xml:space="preserve"> ا</w:t>
      </w:r>
      <w:r w:rsidRPr="00B1291B">
        <w:rPr>
          <w:rStyle w:val="libArabicChar"/>
          <w:rFonts w:hint="cs"/>
          <w:rtl/>
        </w:rPr>
        <w:t>ٴ</w:t>
      </w:r>
      <w:r w:rsidRPr="00B1291B">
        <w:rPr>
          <w:rStyle w:val="libArabicChar"/>
          <w:rFonts w:hint="eastAsia"/>
          <w:rtl/>
        </w:rPr>
        <w:t>تعلمون</w:t>
      </w:r>
      <w:r w:rsidRPr="00B1291B">
        <w:rPr>
          <w:rStyle w:val="libArabicChar"/>
          <w:rtl/>
        </w:rPr>
        <w:t xml:space="preserve"> ا</w:t>
      </w:r>
      <w:r w:rsidRPr="00B1291B">
        <w:rPr>
          <w:rStyle w:val="libArabicChar"/>
          <w:rFonts w:hint="cs"/>
          <w:rtl/>
        </w:rPr>
        <w:t>ٴ</w:t>
      </w:r>
      <w:r w:rsidRPr="00B1291B">
        <w:rPr>
          <w:rStyle w:val="libArabicChar"/>
          <w:rFonts w:hint="eastAsia"/>
          <w:rtl/>
        </w:rPr>
        <w:t>نّ</w:t>
      </w:r>
      <w:r w:rsidRPr="00B1291B">
        <w:rPr>
          <w:rStyle w:val="libArabicChar"/>
          <w:rtl/>
        </w:rPr>
        <w:t xml:space="preserve"> اللّٰ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 xml:space="preserve"> اٴ</w:t>
      </w:r>
      <w:r w:rsidRPr="00B1291B">
        <w:rPr>
          <w:rStyle w:val="libArabicChar"/>
          <w:rFonts w:hint="eastAsia"/>
          <w:rtl/>
        </w:rPr>
        <w:t>نزل</w:t>
      </w:r>
      <w:r w:rsidRPr="00B1291B">
        <w:rPr>
          <w:rStyle w:val="libArabicChar"/>
          <w:rtl/>
        </w:rPr>
        <w:t xml:space="preserve"> ف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کتاب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:</w:t>
      </w:r>
      <w:r w:rsidR="00BD32E1">
        <w:rPr>
          <w:rStyle w:val="libArabicChar"/>
          <w:rFonts w:hint="cs"/>
          <w:rtl/>
        </w:rPr>
        <w:t xml:space="preserve"> </w:t>
      </w:r>
      <w:r w:rsidRPr="00B1291B">
        <w:rPr>
          <w:rStyle w:val="libArabicChar"/>
          <w:rFonts w:hint="cs"/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1291B">
        <w:rPr>
          <w:rStyle w:val="libAieChar"/>
          <w:rtl/>
        </w:rPr>
        <w:t xml:space="preserve">إنّما 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ر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د</w:t>
      </w:r>
      <w:r w:rsidR="00E17DF7" w:rsidRPr="00B1291B">
        <w:rPr>
          <w:rStyle w:val="libAieChar"/>
          <w:rtl/>
        </w:rPr>
        <w:t xml:space="preserve"> اللّٰ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 xml:space="preserve"> لی</w:t>
      </w:r>
      <w:r w:rsidR="00E17DF7" w:rsidRPr="00B1291B">
        <w:rPr>
          <w:rStyle w:val="libAieChar"/>
          <w:rFonts w:hint="eastAsia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ب</w:t>
      </w:r>
      <w:r w:rsidR="00E17DF7" w:rsidRPr="00B1291B">
        <w:rPr>
          <w:rStyle w:val="libAieChar"/>
          <w:rtl/>
        </w:rPr>
        <w:t xml:space="preserve"> عنکم الرجس ا</w:t>
      </w:r>
      <w:r w:rsidR="00E17DF7" w:rsidRPr="00B1291B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ل</w:t>
      </w:r>
      <w:r w:rsidR="00E17DF7" w:rsidRPr="00B1291B">
        <w:rPr>
          <w:rStyle w:val="libAieChar"/>
          <w:rtl/>
        </w:rPr>
        <w:t xml:space="preserve"> الب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ت</w:t>
      </w:r>
      <w:r w:rsidR="00E17DF7" w:rsidRPr="00B1291B">
        <w:rPr>
          <w:rStyle w:val="libAieChar"/>
          <w:rtl/>
        </w:rPr>
        <w:t xml:space="preserve"> و 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ّرکم</w:t>
      </w:r>
      <w:r w:rsidR="00E17DF7" w:rsidRPr="00B1291B">
        <w:rPr>
          <w:rStyle w:val="libAieChar"/>
          <w:rtl/>
        </w:rPr>
        <w:t xml:space="preserve">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Style w:val="libArabicChar"/>
          <w:rtl/>
        </w:rPr>
        <w:t xml:space="preserve"> </w:t>
      </w:r>
      <w:r w:rsidRPr="00B1291B">
        <w:rPr>
          <w:rStyle w:val="libArabicChar"/>
          <w:rtl/>
        </w:rPr>
        <w:t xml:space="preserve"> فجمعن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و فاطمة و ابن</w:t>
      </w:r>
      <w:r w:rsidRPr="00B1291B">
        <w:rPr>
          <w:rStyle w:val="libArabicChar"/>
          <w:rFonts w:hint="cs"/>
          <w:rtl/>
        </w:rPr>
        <w:t>ییّ</w:t>
      </w:r>
      <w:r w:rsidRPr="00B1291B">
        <w:rPr>
          <w:rStyle w:val="libArabicChar"/>
          <w:rtl/>
        </w:rPr>
        <w:t xml:space="preserve"> الحسن و الحس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ن</w:t>
      </w:r>
      <w:r w:rsidRPr="00B1291B">
        <w:rPr>
          <w:rStyle w:val="libArabicChar"/>
          <w:rtl/>
        </w:rPr>
        <w:t xml:space="preserve"> ثمّ ا</w:t>
      </w:r>
      <w:r w:rsidRPr="00B1291B">
        <w:rPr>
          <w:rStyle w:val="libArabicChar"/>
          <w:rFonts w:hint="cs"/>
          <w:rtl/>
        </w:rPr>
        <w:t>ٴ</w:t>
      </w:r>
      <w:r w:rsidRPr="00B1291B">
        <w:rPr>
          <w:rStyle w:val="libArabicChar"/>
          <w:rFonts w:hint="eastAsia"/>
          <w:rtl/>
        </w:rPr>
        <w:t>لق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عل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نا</w:t>
      </w:r>
      <w:r w:rsidRPr="00B1291B">
        <w:rPr>
          <w:rStyle w:val="libArabicChar"/>
          <w:rtl/>
        </w:rPr>
        <w:t xml:space="preserve"> کساءً و قال: اللّ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 xml:space="preserve">مّ 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ؤلاء اٴ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ل</w:t>
      </w:r>
      <w:r w:rsidRPr="00B1291B">
        <w:rPr>
          <w:rStyle w:val="libArabicChar"/>
          <w:rtl/>
        </w:rPr>
        <w:t xml:space="preserve"> ب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ت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و لحم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ؤلمن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ما 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ؤلم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م،</w:t>
      </w:r>
      <w:r w:rsidRPr="00B1291B">
        <w:rPr>
          <w:rStyle w:val="libArabicChar"/>
          <w:rtl/>
        </w:rPr>
        <w:t xml:space="preserve"> و 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ؤذ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ن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ما 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ؤذ</w:t>
      </w:r>
      <w:r w:rsidRPr="00B1291B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م،</w:t>
      </w:r>
      <w:r w:rsidRPr="00B1291B">
        <w:rPr>
          <w:rStyle w:val="libArabicChar"/>
          <w:rtl/>
        </w:rPr>
        <w:t xml:space="preserve"> و 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حرجن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tl/>
        </w:rPr>
        <w:t xml:space="preserve"> ما 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حرج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م،</w:t>
      </w:r>
      <w:r w:rsidRPr="00B1291B">
        <w:rPr>
          <w:rStyle w:val="libArabicChar"/>
          <w:rtl/>
        </w:rPr>
        <w:t xml:space="preserve"> فا</w:t>
      </w:r>
      <w:r w:rsidRPr="00B1291B">
        <w:rPr>
          <w:rStyle w:val="libArabicChar"/>
          <w:rFonts w:hint="cs"/>
          <w:rtl/>
        </w:rPr>
        <w:t>ٴ</w:t>
      </w:r>
      <w:r w:rsidRPr="00B1291B">
        <w:rPr>
          <w:rStyle w:val="libArabicChar"/>
          <w:rFonts w:hint="eastAsia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ب</w:t>
      </w:r>
      <w:r w:rsidRPr="00B1291B">
        <w:rPr>
          <w:rStyle w:val="libArabicChar"/>
          <w:rtl/>
        </w:rPr>
        <w:t xml:space="preserve"> عن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م الرجس و ط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ّر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tl/>
        </w:rPr>
        <w:t>م تط</w:t>
      </w:r>
      <w:r w:rsidR="00BA57AE" w:rsidRPr="003A13AB">
        <w:rPr>
          <w:rStyle w:val="libArabicChar"/>
          <w:rFonts w:hint="cs"/>
          <w:rtl/>
        </w:rPr>
        <w:t>ه</w:t>
      </w:r>
      <w:r w:rsidRPr="00B1291B">
        <w:rPr>
          <w:rStyle w:val="libArabicChar"/>
          <w:rFonts w:hint="cs"/>
          <w:rtl/>
        </w:rPr>
        <w:t>ی</w:t>
      </w:r>
      <w:r w:rsidRPr="00B1291B">
        <w:rPr>
          <w:rStyle w:val="libArabicChar"/>
          <w:rFonts w:hint="eastAsia"/>
          <w:rtl/>
        </w:rPr>
        <w:t>راً</w:t>
      </w:r>
      <w:r w:rsidRPr="00CD3FC2">
        <w:rPr>
          <w:rtl/>
        </w:rPr>
        <w:t>۔</w:t>
      </w:r>
    </w:p>
    <w:p w:rsidR="000B693F" w:rsidRPr="00CD3FC2" w:rsidRDefault="000B693F" w:rsidP="00B1291B">
      <w:pPr>
        <w:pStyle w:val="libArabic"/>
        <w:rPr>
          <w:rtl/>
        </w:rPr>
      </w:pPr>
      <w:r w:rsidRPr="00CD3FC2">
        <w:rPr>
          <w:rFonts w:hint="eastAsia"/>
          <w:rtl/>
        </w:rPr>
        <w:t>فقالت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cs"/>
          <w:rtl/>
        </w:rPr>
        <w:t>ُ</w:t>
      </w:r>
      <w:r w:rsidRPr="00CD3FC2">
        <w:rPr>
          <w:rFonts w:hint="eastAsia"/>
          <w:rtl/>
        </w:rPr>
        <w:t>مّ</w:t>
      </w:r>
      <w:r w:rsidRPr="00CD3FC2">
        <w:rPr>
          <w:rtl/>
        </w:rPr>
        <w:t xml:space="preserve"> سلمة: و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؟ فقال: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نت</w:t>
      </w:r>
      <w:r w:rsidRPr="00CD3FC2">
        <w:rPr>
          <w:rtl/>
        </w:rPr>
        <w:t xml:space="preserve"> إل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إنّما اُنزلت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>و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ابنت</w:t>
      </w:r>
      <w:r w:rsidRPr="00CD3FC2">
        <w:rPr>
          <w:rFonts w:hint="cs"/>
          <w:rtl/>
        </w:rPr>
        <w:t>ی</w:t>
      </w:r>
      <w:r w:rsidR="00E17DF7" w:rsidRPr="00E17DF7">
        <w:rPr>
          <w:rStyle w:val="libAlaemChar"/>
          <w:rtl/>
        </w:rPr>
        <w:t>)</w:t>
      </w:r>
      <w:r w:rsidRPr="00CD3FC2">
        <w:rPr>
          <w:rtl/>
        </w:rPr>
        <w:t xml:space="preserve"> و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یّ</w:t>
      </w:r>
      <w:r w:rsidRPr="00CD3FC2">
        <w:rPr>
          <w:rtl/>
        </w:rPr>
        <w:t xml:space="preserve"> بن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طالب و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ابن</w:t>
      </w:r>
      <w:r w:rsidRPr="00CD3FC2">
        <w:rPr>
          <w:rFonts w:hint="cs"/>
          <w:rtl/>
        </w:rPr>
        <w:t>یَّ</w:t>
      </w:r>
      <w:r w:rsidRPr="00CD3FC2">
        <w:rPr>
          <w:rtl/>
        </w:rPr>
        <w:t xml:space="preserve"> و</w:t>
      </w:r>
    </w:p>
    <w:p w:rsidR="000B693F" w:rsidRPr="00B1291B" w:rsidRDefault="00B1291B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۱۔کمال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صدوق،ص۲۷۴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۲۔مؤلف اور کتاب کے اعتبار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”اولوالامر“کا آخر ملاحظ ہو۔</w:t>
      </w:r>
    </w:p>
    <w:p w:rsidR="00B1291B" w:rsidRDefault="00B1291B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B1291B" w:rsidRPr="00CD3FC2" w:rsidRDefault="00B1291B" w:rsidP="00107A46">
      <w:pPr>
        <w:pStyle w:val="libNormal"/>
        <w:rPr>
          <w:rtl/>
        </w:rPr>
      </w:pP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تسعة من ولد ابن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خاصّة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معنا ف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حد</w:t>
      </w:r>
      <w:r w:rsidRPr="00CD3FC2">
        <w:rPr>
          <w:rtl/>
        </w:rPr>
        <w:t xml:space="preserve"> شرک</w:t>
      </w:r>
    </w:p>
    <w:p w:rsidR="000B693F" w:rsidRPr="00CD3FC2" w:rsidRDefault="000B693F" w:rsidP="00BA57AE">
      <w:pPr>
        <w:pStyle w:val="libArabic"/>
        <w:rPr>
          <w:rtl/>
        </w:rPr>
      </w:pPr>
      <w:r w:rsidRPr="00CD3FC2">
        <w:rPr>
          <w:rFonts w:hint="eastAsia"/>
          <w:rtl/>
        </w:rPr>
        <w:t>فقالوا</w:t>
      </w:r>
      <w:r w:rsidRPr="00CD3FC2">
        <w:rPr>
          <w:rtl/>
        </w:rPr>
        <w:t xml:space="preserve"> کلّ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م: نش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د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مّ</w:t>
      </w:r>
      <w:r w:rsidRPr="00CD3FC2">
        <w:rPr>
          <w:rtl/>
        </w:rPr>
        <w:t xml:space="preserve"> سلمة حدّثتنا بذلک فسا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لنا</w:t>
      </w:r>
      <w:r w:rsidRPr="00CD3FC2">
        <w:rPr>
          <w:rtl/>
        </w:rPr>
        <w:t xml:space="preserve"> رسول اللّٰ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فحدّثنا کما حدّثتنا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مّ</w:t>
      </w:r>
      <w:r w:rsidRPr="00CD3FC2">
        <w:rPr>
          <w:rtl/>
        </w:rPr>
        <w:t xml:space="preserve"> سلمة</w:t>
      </w:r>
      <w:r w:rsidR="00B1291B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”اے</w:t>
      </w:r>
      <w:r w:rsidRPr="00CD3FC2">
        <w:rPr>
          <w:rtl/>
        </w:rPr>
        <w:t xml:space="preserve"> لوگو!ک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تم جانتے ہو کہ جب خدا وند متعال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سے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1291B">
        <w:rPr>
          <w:rStyle w:val="libAieChar"/>
          <w:rtl/>
        </w:rPr>
        <w:t xml:space="preserve">إنّما 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ر</w:t>
      </w:r>
      <w:r w:rsidR="00E17DF7" w:rsidRPr="00B1291B">
        <w:rPr>
          <w:rStyle w:val="libAieChar"/>
          <w:rFonts w:hint="cs"/>
          <w:rtl/>
        </w:rPr>
        <w:t>ی</w:t>
      </w:r>
      <w:r w:rsidR="00E17DF7" w:rsidRPr="00B1291B">
        <w:rPr>
          <w:rStyle w:val="libAieChar"/>
          <w:rFonts w:hint="eastAsia"/>
          <w:rtl/>
        </w:rPr>
        <w:t>د</w:t>
      </w:r>
      <w:r w:rsidR="00E17DF7" w:rsidRPr="00B1291B">
        <w:rPr>
          <w:rStyle w:val="libAieChar"/>
          <w:rtl/>
        </w:rPr>
        <w:t xml:space="preserve"> الل</w:t>
      </w:r>
      <w:r w:rsidR="00E17DF7" w:rsidRPr="00BA57AE">
        <w:rPr>
          <w:rStyle w:val="libAieChar"/>
          <w:rFonts w:hint="cs"/>
          <w:rtl/>
        </w:rPr>
        <w:t>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 xml:space="preserve"> ۔۔۔</w:t>
      </w:r>
      <w:r w:rsidR="00BD32E1">
        <w:rPr>
          <w:rtl/>
        </w:rPr>
        <w:t xml:space="preserve"> </w:t>
      </w:r>
      <w:r w:rsidRPr="00CD3FC2">
        <w:rPr>
          <w:rtl/>
        </w:rPr>
        <w:t xml:space="preserve"> کو نازل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(ص)نے مجھے،فاطمہ اورم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حسن وحس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السلام)کوجمع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 ہم پر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کپڑے کا سا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:خداوندا!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۔جس نے </w:t>
      </w:r>
      <w:r w:rsidRPr="00CD3FC2">
        <w:rPr>
          <w:rFonts w:hint="eastAsia"/>
          <w:rtl/>
        </w:rPr>
        <w:t>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ناراض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نے مجھے ناراض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اورجس نے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پہنچائ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نے مجھے اذ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پہنچائ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جس نے ان پرسخت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نے 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مجھ پر سخت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۔)خدا وندا!)ان سے رجس کو دور رکھ اورانھ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خاص طورپرپاک وپاک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قرار دے۔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سلمہ نے کہا: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ارسول</w:t>
      </w:r>
      <w:r w:rsidRPr="00CD3FC2">
        <w:rPr>
          <w:rtl/>
        </w:rPr>
        <w:t xml:space="preserve"> اللہ!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؟</w:t>
      </w:r>
      <w:r w:rsidRPr="00CD3FC2">
        <w:rPr>
          <w:rtl/>
        </w:rPr>
        <w:t>)رسول خدا (ص)نے)فرما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:تم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ون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پرہو،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صرف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اورم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)فاطمہ زہرا)م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بھائ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اور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فرزند ) حسن و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ہما</w:t>
      </w:r>
      <w:r w:rsidRPr="00CD3FC2">
        <w:rPr>
          <w:rtl/>
        </w:rPr>
        <w:t xml:space="preserve"> السلام) اور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نوائمہ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</w:t>
      </w:r>
      <w:r w:rsidRPr="00CD3FC2">
        <w:rPr>
          <w:rFonts w:hint="eastAsia"/>
          <w:rtl/>
        </w:rPr>
        <w:t>بارے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دوسرااس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ہمارے ساتھ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۔اس جلسہ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تمام حضار نے کہا:ہم شہادت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ام سلمہ نے ہمارے سامنے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اورہم نے خود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پوچھا توانھوں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 سلمہ کے مانند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۔“</w:t>
      </w:r>
    </w:p>
    <w:p w:rsidR="000B693F" w:rsidRPr="00B1291B" w:rsidRDefault="00B1291B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۱۔فرائد السمط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ن،ج</w:t>
      </w:r>
      <w:r w:rsidRPr="00CD3FC2">
        <w:rPr>
          <w:rtl/>
        </w:rPr>
        <w:t>۱،ص۳۱۶،موسةالمحمود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للطباعة والنشر،ب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B1291B" w:rsidRDefault="00B1291B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B1291B">
      <w:pPr>
        <w:pStyle w:val="Heading2Center"/>
        <w:rPr>
          <w:rtl/>
        </w:rPr>
      </w:pPr>
      <w:bookmarkStart w:id="160" w:name="_Toc508103409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رکے</w:t>
      </w:r>
      <w:r w:rsidRPr="00CD3FC2">
        <w:rPr>
          <w:rtl/>
        </w:rPr>
        <w:t xml:space="preserve">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سوالات اور ان کے جوابات</w:t>
      </w:r>
      <w:bookmarkEnd w:id="16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بحث کے اختتام پر ہم مناسب سمجھتے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کئے گئے چند سوالات کے جوابات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B1291B">
      <w:pPr>
        <w:pStyle w:val="Heading2Center"/>
        <w:rPr>
          <w:rtl/>
        </w:rPr>
      </w:pPr>
      <w:bookmarkStart w:id="161" w:name="_Toc508103410"/>
      <w:r w:rsidRPr="00CD3FC2">
        <w:rPr>
          <w:rFonts w:hint="eastAsia"/>
          <w:rtl/>
        </w:rPr>
        <w:t>پہلاسوال</w:t>
      </w:r>
      <w:bookmarkEnd w:id="16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گزشتہ</w:t>
      </w:r>
      <w:r w:rsidRPr="00CD3FC2">
        <w:rPr>
          <w:rtl/>
        </w:rPr>
        <w:t xml:space="preserve"> مطالب سے جب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ارادہ سے مرادارادہ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ہے۔اگرارادہ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ہوگا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دلالت کرے گا 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طہارت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اورناقابل تغ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ہے۔ک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مطلب کو قبول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جبر کا قول صادق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آتا ہے؟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B1291B">
      <w:pPr>
        <w:pStyle w:val="Heading2Center"/>
        <w:rPr>
          <w:rtl/>
        </w:rPr>
      </w:pPr>
      <w:bookmarkStart w:id="162" w:name="_Toc508103411"/>
      <w:r w:rsidRPr="00CD3FC2">
        <w:rPr>
          <w:rFonts w:hint="eastAsia"/>
          <w:rtl/>
        </w:rPr>
        <w:t>جواب</w:t>
      </w:r>
      <w:bookmarkEnd w:id="162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خدا</w:t>
      </w:r>
      <w:r w:rsidRPr="00CD3FC2">
        <w:rPr>
          <w:rtl/>
        </w:rPr>
        <w:t xml:space="preserve"> وند متعال کا 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جبر کا سبب بنے گا جب اھل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ارادہ واخت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ان کے عمل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واسطہ نہ ہو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اگر خداوند متعال کاارادہ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سے متعلق ہو 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ارسے</w:t>
      </w:r>
      <w:r w:rsidRPr="00CD3FC2">
        <w:rPr>
          <w:rtl/>
        </w:rPr>
        <w:t xml:space="preserve"> گناہ اور معص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دور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ں،توارادہ</w:t>
      </w:r>
      <w:r w:rsidRPr="00CD3FC2">
        <w:rPr>
          <w:rtl/>
        </w:rPr>
        <w:t xml:space="preserve"> کا ت</w:t>
      </w:r>
      <w:r w:rsidRPr="00CD3FC2">
        <w:rPr>
          <w:rFonts w:hint="eastAsia"/>
          <w:rtl/>
        </w:rPr>
        <w:t>علق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نہ صرف جبر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ہوگا بلکہ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پر دلالت کرے گا اورجبر کے مناف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ہوگا،ک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اس فرض کے مطابق خدا وند متعال کے ارادہ کا تعلق اس طرح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وہ چاہ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نہ چاہ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،اپنے وظ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گے، بلکہ خدا وند متعال کے ارادہ کا تعلق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اطاعت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انجام دہ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معص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اجتناب ان کے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ہے اور ارادہ و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کا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نا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خلاف جبر ہے۔</w:t>
      </w:r>
    </w:p>
    <w:p w:rsidR="00F47595" w:rsidRDefault="00F4759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F47595" w:rsidRPr="00CD3FC2" w:rsidRDefault="00F47595" w:rsidP="00107A46">
      <w:pPr>
        <w:pStyle w:val="libNormal"/>
        <w:rPr>
          <w:rtl/>
        </w:rPr>
      </w:pPr>
    </w:p>
    <w:p w:rsidR="000B693F" w:rsidRPr="00CD3FC2" w:rsidRDefault="000B693F" w:rsidP="009B178F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وضاحت </w:t>
      </w:r>
      <w:r w:rsidR="00EB4D70">
        <w:rPr>
          <w:rtl/>
        </w:rPr>
        <w:t>یو</w:t>
      </w:r>
      <w:r w:rsidRPr="00CD3FC2">
        <w:rPr>
          <w:rtl/>
        </w:rPr>
        <w:t>ں ہے کہ: عصمت درحق</w:t>
      </w:r>
      <w:r w:rsidR="00662AF6">
        <w:rPr>
          <w:rtl/>
        </w:rPr>
        <w:t>یق</w:t>
      </w:r>
      <w:r w:rsidRPr="00CD3FC2">
        <w:rPr>
          <w:rtl/>
        </w:rPr>
        <w:t xml:space="preserve">ت معصوم شخص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بص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اور وہ وس</w:t>
      </w:r>
      <w:r w:rsidR="00EB4D70">
        <w:rPr>
          <w:rtl/>
        </w:rPr>
        <w:t>یع</w:t>
      </w:r>
      <w:r w:rsidRPr="00CD3FC2">
        <w:rPr>
          <w:rtl/>
        </w:rPr>
        <w:t xml:space="preserve"> و عم</w:t>
      </w:r>
      <w:r w:rsidR="00662AF6">
        <w:rPr>
          <w:rtl/>
        </w:rPr>
        <w:t>یق</w:t>
      </w:r>
      <w:r w:rsidRPr="00CD3FC2">
        <w:rPr>
          <w:rtl/>
        </w:rPr>
        <w:t xml:space="preserve"> علم ہے، جس کے ذر</w:t>
      </w:r>
      <w:r w:rsidR="00EB4D70">
        <w:rPr>
          <w:rtl/>
        </w:rPr>
        <w:t xml:space="preserve"> یع</w:t>
      </w:r>
      <w:r w:rsidRPr="00CD3FC2">
        <w:rPr>
          <w:rtl/>
        </w:rPr>
        <w:t>ہ وہ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اطاعت الہ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سے منحرف ہو کر معص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 گناہ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تمائل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 ہے اور اس بص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اور علم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اس کے لئے گناہوں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اور</w:t>
      </w:r>
      <w:r w:rsidRPr="00CD3FC2">
        <w:rPr>
          <w:rtl/>
        </w:rPr>
        <w:t xml:space="preserve"> نقصانات اس قدر واضح اور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ہو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اس کے بعد اس کے لئے محال ہے کہ وہ گناہ کا مرتکب ہو جائے۔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مثال</w:t>
      </w:r>
      <w:r w:rsidRPr="00CD3FC2">
        <w:rPr>
          <w:rtl/>
        </w:rPr>
        <w:t xml:space="preserve"> کے طور پرجب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ادن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ٰشخص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کھتا</w:t>
      </w:r>
      <w:r w:rsidRPr="00CD3FC2">
        <w:rPr>
          <w:rtl/>
        </w:rPr>
        <w:t xml:space="preserve"> ہے کہ وہ پان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گندا اور بدبو دار ہے، تو محال ہے و ہ اسے اپنے اخت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ارسے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لے بلکہ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و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اسے اس پان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سے روک دے 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F47595">
      <w:pPr>
        <w:pStyle w:val="Heading2Center"/>
        <w:rPr>
          <w:rtl/>
        </w:rPr>
      </w:pPr>
      <w:bookmarkStart w:id="163" w:name="_Toc508103412"/>
      <w:r w:rsidRPr="00CD3FC2">
        <w:rPr>
          <w:rFonts w:hint="eastAsia"/>
          <w:rtl/>
        </w:rPr>
        <w:t>دوسرا</w:t>
      </w:r>
      <w:r w:rsidRPr="00CD3FC2">
        <w:rPr>
          <w:rtl/>
        </w:rPr>
        <w:t xml:space="preserve"> سوال</w:t>
      </w:r>
      <w:bookmarkEnd w:id="163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47595">
        <w:rPr>
          <w:rStyle w:val="libAieChar"/>
          <w:rtl/>
        </w:rPr>
        <w:t xml:space="preserve">انّما </w:t>
      </w:r>
      <w:r w:rsidR="00E17DF7" w:rsidRPr="00F47595">
        <w:rPr>
          <w:rStyle w:val="libAieChar"/>
          <w:rFonts w:hint="cs"/>
          <w:rtl/>
        </w:rPr>
        <w:t>ی</w:t>
      </w:r>
      <w:r w:rsidR="00E17DF7" w:rsidRPr="00F47595">
        <w:rPr>
          <w:rStyle w:val="libAieChar"/>
          <w:rFonts w:hint="eastAsia"/>
          <w:rtl/>
        </w:rPr>
        <w:t>ر</w:t>
      </w:r>
      <w:r w:rsidR="00E17DF7" w:rsidRPr="00F47595">
        <w:rPr>
          <w:rStyle w:val="libAieChar"/>
          <w:rFonts w:hint="cs"/>
          <w:rtl/>
        </w:rPr>
        <w:t>ی</w:t>
      </w:r>
      <w:r w:rsidR="00E17DF7" w:rsidRPr="00F47595">
        <w:rPr>
          <w:rStyle w:val="libAieChar"/>
          <w:rFonts w:hint="eastAsia"/>
          <w:rtl/>
        </w:rPr>
        <w:t>دا</w:t>
      </w:r>
      <w:r w:rsidR="00E17DF7" w:rsidRPr="00F47595">
        <w:rPr>
          <w:rStyle w:val="libAieChar"/>
          <w:rtl/>
        </w:rPr>
        <w:t xml:space="preserve"> للهل</w:t>
      </w:r>
      <w:r w:rsidR="00E17DF7" w:rsidRPr="00BA57AE">
        <w:rPr>
          <w:rStyle w:val="libAieChar"/>
          <w:rFonts w:hint="cs"/>
          <w:rtl/>
        </w:rPr>
        <w:t>ي</w:t>
      </w:r>
      <w:r w:rsidR="00E17DF7" w:rsidRPr="00F47595">
        <w:rPr>
          <w:rStyle w:val="libAieChar"/>
          <w:rFonts w:hint="cs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F47595">
        <w:rPr>
          <w:rStyle w:val="libAieChar"/>
          <w:rFonts w:hint="cs"/>
          <w:rtl/>
        </w:rPr>
        <w:t>ب عنکم الرّجس ا</w:t>
      </w:r>
      <w:r w:rsidR="00E17DF7" w:rsidRPr="00BA57AE">
        <w:rPr>
          <w:rStyle w:val="libAieChar"/>
          <w:rFonts w:hint="cs"/>
          <w:rtl/>
        </w:rPr>
        <w:t>ه</w:t>
      </w:r>
      <w:r w:rsidR="00E17DF7" w:rsidRPr="00F47595">
        <w:rPr>
          <w:rStyle w:val="libAieChar"/>
          <w:rFonts w:hint="cs"/>
          <w:rtl/>
        </w:rPr>
        <w:t>ل البی</w:t>
      </w:r>
      <w:r w:rsidR="00E17DF7" w:rsidRPr="00F47595">
        <w:rPr>
          <w:rStyle w:val="libAieChar"/>
          <w:rFonts w:hint="eastAsia"/>
          <w:rtl/>
        </w:rPr>
        <w:t>ت</w:t>
      </w:r>
      <w:r w:rsidR="00E17DF7" w:rsidRPr="00F47595">
        <w:rPr>
          <w:rStyle w:val="libAieChar"/>
          <w:rtl/>
        </w:rPr>
        <w:t xml:space="preserve"> و</w:t>
      </w:r>
      <w:r w:rsidR="00E17DF7" w:rsidRPr="00BA57AE">
        <w:rPr>
          <w:rStyle w:val="libAieChar"/>
          <w:rFonts w:hint="cs"/>
          <w:rtl/>
        </w:rPr>
        <w:t>ي</w:t>
      </w:r>
      <w:r w:rsidR="00E17DF7" w:rsidRPr="00F47595">
        <w:rPr>
          <w:rStyle w:val="libAieChar"/>
          <w:rFonts w:hint="cs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F47595">
        <w:rPr>
          <w:rStyle w:val="libAieChar"/>
          <w:rFonts w:hint="cs"/>
          <w:rtl/>
        </w:rPr>
        <w:t xml:space="preserve">رکم </w:t>
      </w:r>
      <w:r w:rsidR="00E17DF7" w:rsidRPr="00F47595">
        <w:rPr>
          <w:rStyle w:val="libAieChar"/>
          <w:rtl/>
        </w:rPr>
        <w:t>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F47595">
        <w:rPr>
          <w:rStyle w:val="libAieChar"/>
          <w:rFonts w:hint="cs"/>
          <w:rtl/>
        </w:rPr>
        <w:t>ی</w:t>
      </w:r>
      <w:r w:rsidR="00E17DF7" w:rsidRPr="00F47595">
        <w:rPr>
          <w:rStyle w:val="libAieChar"/>
          <w:rFonts w:hint="eastAsia"/>
          <w:rtl/>
        </w:rPr>
        <w:t>را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>” اذھاب “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لے جانا ہے اور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”تطہ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پاک کر نا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جگہ پر استعمال ہوتا ہے جہاں پر پہلے سے رجس وکثافت موجود ہو اور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پاک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۔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”اذھابکا اطلاق،رجس کو دور کر نااور تطھ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tl/>
        </w:rPr>
        <w:t xml:space="preserve"> کااطلاق ”پاک کرنا“حق</w:t>
      </w:r>
      <w:r w:rsidR="00662AF6">
        <w:rPr>
          <w:rtl/>
        </w:rPr>
        <w:t>یق</w:t>
      </w:r>
      <w:r w:rsidRPr="00CD3FC2">
        <w:rPr>
          <w:rtl/>
        </w:rPr>
        <w:t xml:space="preserve">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صادق آسکتا ہے۔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پہلے گناہوں سے آلودہ تھے لہذا اس آلود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ان سے دور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آلودگ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پاک</w:t>
      </w:r>
      <w:r w:rsidR="00662AF6">
        <w:rPr>
          <w:rtl/>
        </w:rPr>
        <w:t>یز</w:t>
      </w:r>
      <w:r w:rsidRPr="00CD3FC2">
        <w:rPr>
          <w:rtl/>
        </w:rPr>
        <w:t>ہ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اہے</w:t>
      </w:r>
      <w:r w:rsidRPr="00CD3FC2">
        <w:rPr>
          <w:rtl/>
        </w:rPr>
        <w:t>۔</w:t>
      </w:r>
    </w:p>
    <w:p w:rsidR="00F47595" w:rsidRDefault="00F4759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F47595" w:rsidRPr="00CD3FC2" w:rsidRDefault="00F47595" w:rsidP="00107A46">
      <w:pPr>
        <w:pStyle w:val="libNormal"/>
        <w:rPr>
          <w:rtl/>
        </w:rPr>
      </w:pPr>
    </w:p>
    <w:p w:rsidR="000B693F" w:rsidRPr="00CD3FC2" w:rsidRDefault="000B693F" w:rsidP="00F47595">
      <w:pPr>
        <w:pStyle w:val="Heading2Center"/>
        <w:rPr>
          <w:rtl/>
        </w:rPr>
      </w:pPr>
      <w:bookmarkStart w:id="164" w:name="_Toc508103413"/>
      <w:r w:rsidRPr="00CD3FC2">
        <w:rPr>
          <w:rFonts w:hint="eastAsia"/>
          <w:rtl/>
        </w:rPr>
        <w:t>جواب</w:t>
      </w:r>
      <w:bookmarkEnd w:id="164"/>
    </w:p>
    <w:p w:rsidR="000B693F" w:rsidRPr="00CD3FC2" w:rsidRDefault="000B693F" w:rsidP="00F47595">
      <w:pPr>
        <w:pStyle w:val="libNormal"/>
        <w:rPr>
          <w:rtl/>
        </w:rPr>
      </w:pPr>
      <w:r w:rsidRPr="00CD3FC2">
        <w:rPr>
          <w:rFonts w:hint="eastAsia"/>
          <w:rtl/>
        </w:rPr>
        <w:t>جملہء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47595">
        <w:rPr>
          <w:rStyle w:val="libAieChar"/>
          <w:rtl/>
        </w:rPr>
        <w:t>ل</w:t>
      </w:r>
      <w:r w:rsidR="00E17DF7" w:rsidRPr="00BA57AE">
        <w:rPr>
          <w:rStyle w:val="libAieChar"/>
          <w:rFonts w:hint="cs"/>
          <w:rtl/>
        </w:rPr>
        <w:t>ي</w:t>
      </w:r>
      <w:r w:rsidR="00E17DF7" w:rsidRPr="00F47595">
        <w:rPr>
          <w:rStyle w:val="libAieChar"/>
          <w:rFonts w:hint="cs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F47595">
        <w:rPr>
          <w:rStyle w:val="libAieChar"/>
          <w:rFonts w:hint="cs"/>
          <w:rtl/>
        </w:rPr>
        <w:t>ب عنکم الرجس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لفظ ”اذھاب ‘ ‘لفظ ” عن“ سے متعد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ہوا ہے۔ اس کا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رجس کو دور رکھنا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ارادہ پہلے سے موجود تھا اور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کے برعکس حال و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خداوند متعال نے ان سے اس </w:t>
      </w:r>
      <w:r w:rsidRPr="00CD3FC2">
        <w:rPr>
          <w:rFonts w:hint="eastAsia"/>
          <w:rtl/>
        </w:rPr>
        <w:t>حال</w:t>
      </w:r>
      <w:r w:rsidRPr="00CD3FC2">
        <w:rPr>
          <w:rtl/>
        </w:rPr>
        <w:t xml:space="preserve"> و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)برائ</w:t>
      </w:r>
      <w:r w:rsidRPr="00CD3FC2">
        <w:rPr>
          <w:rFonts w:hint="cs"/>
          <w:rtl/>
        </w:rPr>
        <w:t>ی</w:t>
      </w:r>
      <w:r w:rsidRPr="00CD3FC2">
        <w:rPr>
          <w:rtl/>
        </w:rPr>
        <w:t>) کو دور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کا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ناپاک چ</w:t>
      </w:r>
      <w:r w:rsidR="00662AF6">
        <w:rPr>
          <w:rtl/>
        </w:rPr>
        <w:t>یز</w:t>
      </w:r>
      <w:r w:rsidRPr="00CD3FC2">
        <w:rPr>
          <w:rtl/>
        </w:rPr>
        <w:t xml:space="preserve"> کو پاک کرنے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بلکہ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کا مقصد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خلقت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پاک رکھنا ہے۔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کے مانند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F47595">
        <w:rPr>
          <w:rStyle w:val="libAieChar"/>
          <w:rtl/>
        </w:rPr>
        <w:t>ول</w:t>
      </w:r>
      <w:r w:rsidR="00E17DF7" w:rsidRPr="00BA57AE">
        <w:rPr>
          <w:rStyle w:val="libAieChar"/>
          <w:rFonts w:hint="cs"/>
          <w:rtl/>
        </w:rPr>
        <w:t>ه</w:t>
      </w:r>
      <w:r w:rsidR="00E17DF7" w:rsidRPr="00F47595">
        <w:rPr>
          <w:rStyle w:val="libAieChar"/>
          <w:rFonts w:hint="cs"/>
          <w:rtl/>
        </w:rPr>
        <w:t>م فی</w:t>
      </w:r>
      <w:r w:rsidR="00E17DF7" w:rsidRPr="00BA57AE">
        <w:rPr>
          <w:rStyle w:val="libAieChar"/>
          <w:rFonts w:hint="cs"/>
          <w:rtl/>
        </w:rPr>
        <w:t>ه</w:t>
      </w:r>
      <w:r w:rsidR="00E17DF7" w:rsidRPr="00F47595">
        <w:rPr>
          <w:rStyle w:val="libAieChar"/>
          <w:rFonts w:hint="cs"/>
          <w:rtl/>
        </w:rPr>
        <w:t>اازواج</w:t>
      </w:r>
      <w:r w:rsidR="00E17DF7" w:rsidRPr="00F47595">
        <w:rPr>
          <w:rStyle w:val="libAieChar"/>
          <w:rtl/>
        </w:rPr>
        <w:t xml:space="preserve"> مط</w:t>
      </w:r>
      <w:r w:rsidR="00E17DF7" w:rsidRPr="00BA57AE">
        <w:rPr>
          <w:rStyle w:val="libAieChar"/>
          <w:rFonts w:hint="cs"/>
          <w:rtl/>
        </w:rPr>
        <w:t>ه</w:t>
      </w:r>
      <w:r w:rsidR="00E17DF7" w:rsidRPr="00F47595">
        <w:rPr>
          <w:rStyle w:val="libAieChar"/>
          <w:rFonts w:hint="cs"/>
          <w:rtl/>
        </w:rPr>
        <w:t>رة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F47595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”</w:t>
      </w:r>
      <w:r w:rsidRPr="00CD3FC2">
        <w:rPr>
          <w:rtl/>
        </w:rPr>
        <w:t>اور ان کے لئے و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)بہشت </w:t>
      </w:r>
      <w:r w:rsidR="00A96ED8">
        <w:rPr>
          <w:rtl/>
        </w:rPr>
        <w:t xml:space="preserve">میں </w:t>
      </w:r>
      <w:r w:rsidRPr="00CD3FC2">
        <w:rPr>
          <w:rtl/>
        </w:rPr>
        <w:t>)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EB4D70">
        <w:rPr>
          <w:rtl/>
        </w:rPr>
        <w:t>یو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پاک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”اذھاب</w:t>
      </w:r>
      <w:r w:rsidRPr="00CD3FC2">
        <w:rPr>
          <w:rtl/>
        </w:rPr>
        <w:t xml:space="preserve"> “اور”تطھ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ر“کے</w:t>
      </w:r>
      <w:r w:rsidRPr="00CD3FC2">
        <w:rPr>
          <w:rtl/>
        </w:rPr>
        <w:t xml:space="preserve"> مذکورہ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ہونا اس طرح ہے 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نسبت خود </w:t>
      </w:r>
      <w:r w:rsidR="00BD32E1">
        <w:rPr>
          <w:rtl/>
        </w:rPr>
        <w:t>پیغ</w:t>
      </w:r>
      <w:r w:rsidRPr="00CD3FC2">
        <w:rPr>
          <w:rtl/>
        </w:rPr>
        <w:t>مبر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معلوم ہے کہ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ابتداء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معصوم تھے نہ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نازل ہونے کے بعد معصوم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۔ج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مطلب اس طرح ہے اور لفظ ”اذھاب“ و ”تطھ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tl/>
        </w:rPr>
        <w:t xml:space="preserve"> آپ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سابقہ 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نجاست کے موجود ہونے کا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دوسرے افراد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قطع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 پر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ہونا چاہئے۔ ورنہ”اذھاب“ و ”تطھ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tl/>
        </w:rPr>
        <w:t xml:space="preserve"> کے استعمال کا لازم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BD32E1">
        <w:rPr>
          <w:rtl/>
        </w:rPr>
        <w:t>پیغ</w:t>
      </w:r>
      <w:r w:rsidRPr="00CD3FC2">
        <w:rPr>
          <w:rtl/>
        </w:rPr>
        <w:t>مبر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اور آپ کے خاندان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مختلف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ہوگا۔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F47595">
      <w:pPr>
        <w:pStyle w:val="Heading2Center"/>
        <w:rPr>
          <w:rtl/>
        </w:rPr>
      </w:pPr>
      <w:bookmarkStart w:id="165" w:name="_Toc508103414"/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</w:t>
      </w:r>
      <w:r w:rsidRPr="00CD3FC2">
        <w:rPr>
          <w:rtl/>
        </w:rPr>
        <w:t xml:space="preserve"> سوال</w:t>
      </w:r>
      <w:bookmarkEnd w:id="165"/>
    </w:p>
    <w:p w:rsidR="00F47595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جس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ہو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طہارت ،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>)آ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نازل ہونے سے پہلے) موجود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بلکہ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اس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خدا وند متعال اس موضوع کا ارادہ کرے گا ک</w:t>
      </w:r>
      <w:r w:rsidR="00EB4D70">
        <w:rPr>
          <w:rtl/>
        </w:rPr>
        <w:t>یو</w:t>
      </w:r>
      <w:r w:rsidRPr="00CD3FC2">
        <w:rPr>
          <w:rtl/>
        </w:rPr>
        <w:t>نکہ 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د“</w:t>
      </w:r>
      <w:r w:rsidRPr="00CD3FC2">
        <w:rPr>
          <w:rtl/>
        </w:rPr>
        <w:t xml:space="preserve"> فعل مضارع ہے اور مستقبل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کرتا </w:t>
      </w:r>
      <w:r w:rsidRPr="00CD3FC2">
        <w:rPr>
          <w:rFonts w:hint="eastAsia"/>
          <w:rtl/>
        </w:rPr>
        <w:t>ہے</w:t>
      </w:r>
      <w:r w:rsidRPr="00CD3FC2">
        <w:rPr>
          <w:rtl/>
        </w:rPr>
        <w:t>۔</w:t>
      </w:r>
    </w:p>
    <w:p w:rsidR="00F47595" w:rsidRPr="00F47595" w:rsidRDefault="00F47595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 ۱۔بقرہ/۲۵ </w:t>
      </w:r>
    </w:p>
    <w:p w:rsidR="00F47595" w:rsidRDefault="00F47595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F47595">
      <w:pPr>
        <w:pStyle w:val="Heading2Center"/>
        <w:rPr>
          <w:rtl/>
        </w:rPr>
      </w:pPr>
      <w:bookmarkStart w:id="166" w:name="_Toc508103415"/>
      <w:r w:rsidRPr="00CD3FC2">
        <w:rPr>
          <w:rFonts w:hint="eastAsia"/>
          <w:rtl/>
        </w:rPr>
        <w:t>جواب</w:t>
      </w:r>
      <w:bookmarkEnd w:id="166"/>
    </w:p>
    <w:p w:rsidR="000B693F" w:rsidRPr="00B76D20" w:rsidRDefault="000B693F" w:rsidP="00B434CA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کہ:کلمہ 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د“</w:t>
      </w:r>
      <w:r w:rsidRPr="00CD3FC2">
        <w:rPr>
          <w:rtl/>
        </w:rPr>
        <w:t xml:space="preserve"> جو خداوند متعال کا فعل ہے، وہ مستقبل پردلالت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 ہے اور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طرح کے کا استعمالات اس مطلب کو واضح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</w:t>
      </w:r>
      <w:r w:rsidR="009B178F">
        <w:rPr>
          <w:rtl/>
        </w:rPr>
        <w:t>یس</w:t>
      </w:r>
      <w:r w:rsidRPr="00CD3FC2">
        <w:rPr>
          <w:rtl/>
        </w:rPr>
        <w:t xml:space="preserve">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>: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ر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دالله</w:t>
      </w:r>
      <w:r w:rsidR="00E17DF7" w:rsidRPr="00B434CA">
        <w:rPr>
          <w:rStyle w:val="libAieChar"/>
          <w:rtl/>
        </w:rPr>
        <w:t xml:space="preserve"> ل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ب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ن</w:t>
      </w:r>
      <w:r w:rsidR="00E17DF7" w:rsidRPr="00B434CA">
        <w:rPr>
          <w:rStyle w:val="libAieChar"/>
          <w:rtl/>
        </w:rPr>
        <w:t xml:space="preserve"> لکم و</w:t>
      </w:r>
      <w:r w:rsidR="00E17DF7" w:rsidRPr="00B434CA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>د</w:t>
      </w:r>
      <w:r w:rsidR="00E17DF7" w:rsidRPr="00BA57AE">
        <w:rPr>
          <w:rStyle w:val="libAieChar"/>
          <w:rFonts w:hint="cs"/>
          <w:rtl/>
        </w:rPr>
        <w:t>ي</w:t>
      </w:r>
      <w:r w:rsidR="00E17DF7" w:rsidRPr="00B434CA">
        <w:rPr>
          <w:rStyle w:val="libAieChar"/>
          <w:rFonts w:hint="cs"/>
          <w:rtl/>
        </w:rPr>
        <w:t>کم</w:t>
      </w:r>
      <w:r w:rsidR="00E17DF7" w:rsidRPr="00B434CA">
        <w:rPr>
          <w:rStyle w:val="libAieChar"/>
          <w:rtl/>
        </w:rPr>
        <w:t xml:space="preserve"> سنن الّذ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ن</w:t>
      </w:r>
      <w:r w:rsidR="00E17DF7" w:rsidRPr="00B434CA">
        <w:rPr>
          <w:rStyle w:val="libAieChar"/>
          <w:rtl/>
        </w:rPr>
        <w:t xml:space="preserve"> من قبلکم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B434CA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اور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 </w:t>
      </w:r>
      <w:r w:rsidR="00E17DF7" w:rsidRPr="00B434CA">
        <w:rPr>
          <w:rStyle w:val="libAieChar"/>
          <w:rtl/>
        </w:rPr>
        <w:t xml:space="preserve"> والله 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ر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د</w:t>
      </w:r>
      <w:r w:rsidR="00E17DF7" w:rsidRPr="00B434CA">
        <w:rPr>
          <w:rStyle w:val="libAieChar"/>
          <w:rtl/>
        </w:rPr>
        <w:t xml:space="preserve"> ا</w:t>
      </w:r>
      <w:r w:rsidR="00E17DF7" w:rsidRPr="00B434CA">
        <w:rPr>
          <w:rStyle w:val="libAieChar"/>
          <w:rFonts w:hint="cs"/>
          <w:rtl/>
        </w:rPr>
        <w:t>ٴ</w:t>
      </w:r>
      <w:r w:rsidR="00E17DF7" w:rsidRPr="00B434CA">
        <w:rPr>
          <w:rStyle w:val="libAieChar"/>
          <w:rFonts w:hint="eastAsia"/>
          <w:rtl/>
        </w:rPr>
        <w:t>ن</w:t>
      </w:r>
      <w:r w:rsidR="00E17DF7" w:rsidRPr="00B434CA">
        <w:rPr>
          <w:rStyle w:val="libAieChar"/>
          <w:rtl/>
        </w:rPr>
        <w:t xml:space="preserve"> 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توب</w:t>
      </w:r>
      <w:r w:rsidR="00E17DF7" w:rsidRPr="00B434CA">
        <w:rPr>
          <w:rStyle w:val="libAieChar"/>
          <w:rtl/>
        </w:rPr>
        <w:t xml:space="preserve"> عل</w:t>
      </w:r>
      <w:r w:rsidR="00E17DF7" w:rsidRPr="00BA57AE">
        <w:rPr>
          <w:rStyle w:val="libAieChar"/>
          <w:rFonts w:hint="cs"/>
          <w:rtl/>
        </w:rPr>
        <w:t>ي</w:t>
      </w:r>
      <w:r w:rsidR="00E17DF7" w:rsidRPr="00B434CA">
        <w:rPr>
          <w:rStyle w:val="libAieChar"/>
          <w:rFonts w:hint="cs"/>
          <w:rtl/>
        </w:rPr>
        <w:t>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B434CA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وصف کے پ</w:t>
      </w:r>
      <w:r w:rsidR="00662AF6">
        <w:rPr>
          <w:rtl/>
        </w:rPr>
        <w:t>یش</w:t>
      </w:r>
      <w:r w:rsidRPr="00CD3FC2">
        <w:rPr>
          <w:rtl/>
        </w:rPr>
        <w:t xml:space="preserve"> نظر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خداوند متعال ارادہ کرے گا، بلکہ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خداوند متعال بد ستورارادہ رکھتا ہے اور ارادہ الہ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مسلسل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ارادہ کا </w:t>
      </w:r>
      <w:r w:rsidR="00BD32E1">
        <w:rPr>
          <w:rtl/>
        </w:rPr>
        <w:t>پیغ</w:t>
      </w:r>
      <w:r w:rsidRPr="00CD3FC2">
        <w:rPr>
          <w:rtl/>
        </w:rPr>
        <w:t>مبر اکرم (ص)سے مربوط ہونا اس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ہے، ک</w:t>
      </w:r>
      <w:r w:rsidR="00EB4D70">
        <w:rPr>
          <w:rtl/>
        </w:rPr>
        <w:t>یو</w:t>
      </w:r>
      <w:r w:rsidRPr="00CD3FC2">
        <w:rPr>
          <w:rtl/>
        </w:rPr>
        <w:t>نکہ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تھا کہ پہلے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کا ارادہ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تھا اور بعد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حاصل ہواہے۔ بلکہ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پہلے سے اس خصوص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طہارت کے حامل تھے اور معلوم ہے کہ آنحضرت (ص)کے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د“کا</w:t>
      </w:r>
      <w:r w:rsidRPr="00CD3FC2">
        <w:rPr>
          <w:rtl/>
        </w:rPr>
        <w:t xml:space="preserve"> استعمال </w:t>
      </w:r>
      <w:r w:rsidR="00BD32E1">
        <w:rPr>
          <w:rtl/>
        </w:rPr>
        <w:t>ایک</w:t>
      </w:r>
      <w:r w:rsidRPr="00CD3FC2">
        <w:rPr>
          <w:rtl/>
        </w:rPr>
        <w:t xml:space="preserve"> طرح اور آپ کے اھل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لئے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 ہے۔</w:t>
      </w:r>
    </w:p>
    <w:p w:rsidR="000B693F" w:rsidRPr="00CD3FC2" w:rsidRDefault="000B693F" w:rsidP="00B434CA">
      <w:pPr>
        <w:pStyle w:val="Heading2Center"/>
        <w:rPr>
          <w:rtl/>
        </w:rPr>
      </w:pPr>
      <w:bookmarkStart w:id="167" w:name="_Toc508103416"/>
      <w:r w:rsidRPr="00CD3FC2">
        <w:rPr>
          <w:rFonts w:hint="eastAsia"/>
          <w:rtl/>
        </w:rPr>
        <w:t>چوتھا</w:t>
      </w:r>
      <w:r w:rsidRPr="00CD3FC2">
        <w:rPr>
          <w:rtl/>
        </w:rPr>
        <w:t xml:space="preserve"> سوال</w:t>
      </w:r>
      <w:bookmarkEnd w:id="167"/>
    </w:p>
    <w:p w:rsidR="000B693F" w:rsidRDefault="000B693F" w:rsidP="009B178F">
      <w:pPr>
        <w:pStyle w:val="libNormal"/>
        <w:rPr>
          <w:rtl/>
        </w:rPr>
      </w:pPr>
      <w:r w:rsidRPr="00CD3FC2">
        <w:rPr>
          <w:rFonts w:hint="eastAsia"/>
          <w:rtl/>
        </w:rPr>
        <w:t>احتمال</w:t>
      </w:r>
      <w:r w:rsidRPr="00CD3FC2">
        <w:rPr>
          <w:rtl/>
        </w:rPr>
        <w:t xml:space="preserve"> ہے کہ ” ل</w:t>
      </w:r>
      <w:r w:rsidR="009B178F">
        <w:rPr>
          <w:rFonts w:hint="cs"/>
          <w:rtl/>
        </w:rPr>
        <w:t>ی</w:t>
      </w:r>
      <w:r w:rsidRPr="00CD3FC2">
        <w:rPr>
          <w:rtl/>
        </w:rPr>
        <w:t xml:space="preserve">ذھب“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”لام“ لام علت ہو اور 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د”</w:t>
      </w:r>
      <w:r w:rsidRPr="00CD3FC2">
        <w:rPr>
          <w:rtl/>
        </w:rPr>
        <w:t xml:space="preserve"> کے مفعول سے مرادکچھ فرائض ہوں جو خاندان </w:t>
      </w:r>
      <w:r w:rsidR="00BD32E1">
        <w:rPr>
          <w:rtl/>
        </w:rPr>
        <w:t>پیغ</w:t>
      </w:r>
      <w:r w:rsidRPr="00CD3FC2">
        <w:rPr>
          <w:rtl/>
        </w:rPr>
        <w:t>مبرصل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سے مربوط ہوں۔ اس حالت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ارادہ تشر</w:t>
      </w:r>
      <w:r w:rsidR="00EB4D70">
        <w:rPr>
          <w:rtl/>
        </w:rPr>
        <w:t xml:space="preserve"> یع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ہوں گے کہ خداوند متعال نے آپ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 مربوط خصوص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تکال</w:t>
      </w:r>
      <w:r w:rsidR="00EB4D70">
        <w:rPr>
          <w:rtl/>
        </w:rPr>
        <w:t>یف</w:t>
      </w:r>
      <w:r w:rsidRPr="00CD3FC2">
        <w:rPr>
          <w:rtl/>
        </w:rPr>
        <w:t xml:space="preserve"> اور فرائض کے پ</w:t>
      </w:r>
      <w:r w:rsidR="00662AF6">
        <w:rPr>
          <w:rtl/>
        </w:rPr>
        <w:t>یش</w:t>
      </w:r>
      <w:r w:rsidRPr="00CD3FC2">
        <w:rPr>
          <w:rtl/>
        </w:rPr>
        <w:t xml:space="preserve"> نظر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ارادہ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تاکہ برائ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آلودگ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آپ سے دور کرے اور آپ کو پاک و پاک</w:t>
      </w:r>
      <w:r w:rsidR="00662AF6">
        <w:rPr>
          <w:rtl/>
        </w:rPr>
        <w:t>یز</w:t>
      </w:r>
      <w:r w:rsidRPr="00CD3FC2">
        <w:rPr>
          <w:rtl/>
        </w:rPr>
        <w:t xml:space="preserve">ہ قرار دے، 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پر دلالت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کرے گ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B434CA" w:rsidRPr="00B434CA" w:rsidRDefault="00B434C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 سورہ نساء /۲۶ 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 سورہ نساء /۲۷</w:t>
      </w:r>
    </w:p>
    <w:p w:rsidR="00B434CA" w:rsidRDefault="00B434C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B434CA">
      <w:pPr>
        <w:pStyle w:val="Heading2Center"/>
        <w:rPr>
          <w:rtl/>
        </w:rPr>
      </w:pPr>
      <w:bookmarkStart w:id="168" w:name="_Toc508103417"/>
      <w:r w:rsidRPr="00CD3FC2">
        <w:rPr>
          <w:rFonts w:hint="eastAsia"/>
          <w:rtl/>
        </w:rPr>
        <w:t>جواب</w:t>
      </w:r>
      <w:bookmarkEnd w:id="16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 ”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د“</w:t>
      </w:r>
      <w:r w:rsidRPr="00CD3FC2">
        <w:rPr>
          <w:rtl/>
        </w:rPr>
        <w:t xml:space="preserve"> کے مفعول کا مخدوف اور پوشدہ ہونا خلاف اصل ہے اور اصل عدم پوش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ہو نا ہے۔ صرف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اور قر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کے موجود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اصل کے خلاف ہونا ممکن ہے اور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: ”لےذھب“ کے 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احتمالات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بعض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 پر ارادہ کا تکونے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ہونا اور بعض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 پر ارادہ کا تشر</w:t>
      </w:r>
      <w:r w:rsidR="00EB4D70">
        <w:rPr>
          <w:rtl/>
        </w:rPr>
        <w:t xml:space="preserve"> یع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ہونا ممکن ہے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وہ احتمال کہ جو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متع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ہے وہ 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ساز گار ہے۔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وہ اسباب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ارادہ تکو</w:t>
      </w:r>
      <w:r w:rsidRPr="00CD3FC2">
        <w:rPr>
          <w:rFonts w:hint="cs"/>
          <w:rtl/>
        </w:rPr>
        <w:t>ی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اسبات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کئے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من جملہ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ارادہ تشر</w:t>
      </w:r>
      <w:r w:rsidR="00EB4D70">
        <w:rPr>
          <w:rtl/>
        </w:rPr>
        <w:t xml:space="preserve"> یع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لازمہ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اس سے اھل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ثابت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جبکہ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ء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نے اھل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اور گراں بہا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مذکورہ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 پر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لام سے مراد’ ’ لام تعد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“ اور مابعدلام 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د“کا</w:t>
      </w:r>
      <w:r w:rsidRPr="00CD3FC2">
        <w:rPr>
          <w:rtl/>
        </w:rPr>
        <w:t xml:space="preserve"> مفعول ہے۔ چنانچہ ہم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مشاہدہ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د“کبھ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لام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اور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 م کے بغ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مفعول کے لئے متعد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ہوتا ہے ۔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قسم کے متعدد مثال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۔ ہم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پرا 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دو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کرنے پر اکتفا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:</w:t>
      </w:r>
    </w:p>
    <w:p w:rsidR="000B693F" w:rsidRDefault="000B693F" w:rsidP="00B434CA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434CA">
        <w:rPr>
          <w:rStyle w:val="libAieChar"/>
          <w:rtl/>
        </w:rPr>
        <w:t>فلا تعجبک ا</w:t>
      </w:r>
      <w:r w:rsidR="00E17DF7" w:rsidRPr="00B434CA">
        <w:rPr>
          <w:rStyle w:val="libAieChar"/>
          <w:rFonts w:hint="cs"/>
          <w:rtl/>
        </w:rPr>
        <w:t>ٴ</w:t>
      </w:r>
      <w:r w:rsidR="00E17DF7" w:rsidRPr="00B434CA">
        <w:rPr>
          <w:rStyle w:val="libAieChar"/>
          <w:rFonts w:hint="eastAsia"/>
          <w:rtl/>
        </w:rPr>
        <w:t>موال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>م</w:t>
      </w:r>
      <w:r w:rsidR="00E17DF7" w:rsidRPr="00B434CA">
        <w:rPr>
          <w:rStyle w:val="libAieChar"/>
          <w:rtl/>
        </w:rPr>
        <w:t xml:space="preserve"> ولااولاد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>م،إنّمای</w:t>
      </w:r>
      <w:r w:rsidR="00E17DF7" w:rsidRPr="00B434CA">
        <w:rPr>
          <w:rStyle w:val="libAieChar"/>
          <w:rFonts w:hint="eastAsia"/>
          <w:rtl/>
        </w:rPr>
        <w:t>ر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داللهل</w:t>
      </w:r>
      <w:r w:rsidR="00E17DF7" w:rsidRPr="00BA57AE">
        <w:rPr>
          <w:rStyle w:val="libAieChar"/>
          <w:rFonts w:hint="cs"/>
          <w:rtl/>
        </w:rPr>
        <w:t>ي</w:t>
      </w:r>
      <w:r w:rsidR="00E17DF7" w:rsidRPr="00B434CA">
        <w:rPr>
          <w:rStyle w:val="libAieChar"/>
          <w:rFonts w:hint="cs"/>
          <w:rtl/>
        </w:rPr>
        <w:t>عذب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>م</w:t>
      </w:r>
      <w:r w:rsidR="00E17DF7" w:rsidRPr="00B434CA">
        <w:rPr>
          <w:rStyle w:val="libAieChar"/>
          <w:rtl/>
        </w:rPr>
        <w:t xml:space="preserve"> ب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>افی</w:t>
      </w:r>
      <w:r w:rsidR="00E17DF7" w:rsidRPr="00B434CA">
        <w:rPr>
          <w:rStyle w:val="libAieChar"/>
          <w:rtl/>
        </w:rPr>
        <w:t xml:space="preserve"> الح</w:t>
      </w:r>
      <w:r w:rsidR="00E17DF7" w:rsidRPr="00BA57AE">
        <w:rPr>
          <w:rStyle w:val="libAieChar"/>
          <w:rFonts w:hint="cs"/>
          <w:rtl/>
        </w:rPr>
        <w:t>ي</w:t>
      </w:r>
      <w:r w:rsidR="00E17DF7" w:rsidRPr="00B434CA">
        <w:rPr>
          <w:rStyle w:val="libAieChar"/>
          <w:rFonts w:hint="cs"/>
          <w:rtl/>
        </w:rPr>
        <w:t>وةا</w:t>
      </w:r>
      <w:r w:rsidR="00E17DF7" w:rsidRPr="00B434CA">
        <w:rPr>
          <w:rStyle w:val="libAieChar"/>
          <w:rtl/>
        </w:rPr>
        <w:t>لدّن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>۔۔۔</w:t>
      </w:r>
      <w:r w:rsidR="00BD32E1">
        <w:rPr>
          <w:rtl/>
        </w:rPr>
        <w:t xml:space="preserve"> </w:t>
      </w:r>
      <w:r w:rsidR="00B434CA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B434CA">
        <w:rPr>
          <w:rStyle w:val="libAieChar"/>
          <w:rtl/>
        </w:rPr>
        <w:t>ولا تعجبک اموال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>م إنّمای</w:t>
      </w:r>
      <w:r w:rsidR="00E17DF7" w:rsidRPr="00B434CA">
        <w:rPr>
          <w:rStyle w:val="libAieChar"/>
          <w:rFonts w:hint="eastAsia"/>
          <w:rtl/>
        </w:rPr>
        <w:t>ر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داللها</w:t>
      </w:r>
      <w:r w:rsidR="00E17DF7" w:rsidRPr="00B434CA">
        <w:rPr>
          <w:rStyle w:val="libAieChar"/>
          <w:rFonts w:hint="cs"/>
          <w:rtl/>
        </w:rPr>
        <w:t>ٴ</w:t>
      </w:r>
      <w:r w:rsidR="00E17DF7" w:rsidRPr="00B434CA">
        <w:rPr>
          <w:rStyle w:val="libAieChar"/>
          <w:rFonts w:hint="eastAsia"/>
          <w:rtl/>
        </w:rPr>
        <w:t>ن</w:t>
      </w:r>
      <w:r w:rsidR="00E17DF7" w:rsidRPr="00B434CA">
        <w:rPr>
          <w:rStyle w:val="libAieChar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ي</w:t>
      </w:r>
      <w:r w:rsidR="00E17DF7" w:rsidRPr="00B434CA">
        <w:rPr>
          <w:rStyle w:val="libAieChar"/>
          <w:rFonts w:hint="cs"/>
          <w:rtl/>
        </w:rPr>
        <w:t>عذّب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>م ب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>ا فی</w:t>
      </w:r>
      <w:r w:rsidR="00E17DF7" w:rsidRPr="00B434CA">
        <w:rPr>
          <w:rStyle w:val="libAieChar"/>
          <w:rtl/>
        </w:rPr>
        <w:t xml:space="preserve"> الدّن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B434CA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۔ اس سورہ مبارکہ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مضمون کے باوجود 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د“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EB4D70">
        <w:rPr>
          <w:rtl/>
        </w:rPr>
        <w:t xml:space="preserve"> یع</w:t>
      </w:r>
      <w:r w:rsidRPr="00CD3FC2">
        <w:rPr>
          <w:rtl/>
        </w:rPr>
        <w:t>ذبھم“ سے بلا واسطہ اور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لام کے ذر </w:t>
      </w:r>
      <w:r w:rsidR="00EB4D70">
        <w:rPr>
          <w:rtl/>
        </w:rPr>
        <w:t xml:space="preserve"> یع</w:t>
      </w:r>
      <w:r w:rsidRPr="00CD3FC2">
        <w:rPr>
          <w:rtl/>
        </w:rPr>
        <w:t>ہ متعد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ہوا ہے۔</w:t>
      </w:r>
    </w:p>
    <w:p w:rsidR="00B434CA" w:rsidRPr="00B434CA" w:rsidRDefault="00B434C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 سور ہء توبہ/۵۵ ۲۔سورہ توبہ/۸۵</w:t>
      </w:r>
    </w:p>
    <w:p w:rsidR="00B434CA" w:rsidRDefault="00B434C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B434CA" w:rsidRPr="00CD3FC2" w:rsidRDefault="00B434CA" w:rsidP="00107A46">
      <w:pPr>
        <w:pStyle w:val="libNormal"/>
        <w:rPr>
          <w:rtl/>
        </w:rPr>
      </w:pPr>
    </w:p>
    <w:p w:rsidR="000B693F" w:rsidRPr="00CD3FC2" w:rsidRDefault="000B693F" w:rsidP="00B434CA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ر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د</w:t>
      </w:r>
      <w:r w:rsidR="00E17DF7" w:rsidRPr="00B434CA">
        <w:rPr>
          <w:rStyle w:val="libAieChar"/>
          <w:rtl/>
        </w:rPr>
        <w:t xml:space="preserve"> ون ا</w:t>
      </w:r>
      <w:r w:rsidR="00E17DF7" w:rsidRPr="00B434CA">
        <w:rPr>
          <w:rStyle w:val="libAieChar"/>
          <w:rFonts w:hint="cs"/>
          <w:rtl/>
        </w:rPr>
        <w:t>ٴ</w:t>
      </w:r>
      <w:r w:rsidR="00E17DF7" w:rsidRPr="00B434CA">
        <w:rPr>
          <w:rStyle w:val="libAieChar"/>
          <w:rFonts w:hint="eastAsia"/>
          <w:rtl/>
        </w:rPr>
        <w:t>ن</w:t>
      </w:r>
      <w:r w:rsidR="00E17DF7" w:rsidRPr="00B434CA">
        <w:rPr>
          <w:rStyle w:val="libAieChar"/>
          <w:rtl/>
        </w:rPr>
        <w:t xml:space="preserve"> </w:t>
      </w:r>
      <w:r w:rsidR="00E17DF7" w:rsidRPr="00BA57AE">
        <w:rPr>
          <w:rStyle w:val="libAieChar"/>
          <w:rFonts w:hint="cs"/>
          <w:rtl/>
        </w:rPr>
        <w:t>ي</w:t>
      </w:r>
      <w:r w:rsidR="00E17DF7" w:rsidRPr="00B434CA">
        <w:rPr>
          <w:rStyle w:val="libAieChar"/>
          <w:rFonts w:hint="cs"/>
          <w:rtl/>
        </w:rPr>
        <w:t>طفئوانوراللهباٴ</w:t>
      </w:r>
      <w:r w:rsidR="00E17DF7" w:rsidRPr="00B434CA">
        <w:rPr>
          <w:rStyle w:val="libAieChar"/>
          <w:rFonts w:hint="eastAsia"/>
          <w:rtl/>
        </w:rPr>
        <w:t>فوا</w:t>
      </w:r>
      <w:r w:rsidR="00E17DF7" w:rsidRPr="00BA57AE">
        <w:rPr>
          <w:rStyle w:val="libAieChar"/>
          <w:rFonts w:hint="cs"/>
          <w:rtl/>
        </w:rPr>
        <w:t>هه</w:t>
      </w:r>
      <w:r w:rsidR="00E17DF7" w:rsidRPr="00B434CA">
        <w:rPr>
          <w:rStyle w:val="libAieChar"/>
          <w:rFonts w:hint="cs"/>
          <w:rtl/>
        </w:rPr>
        <w:t>م</w:t>
      </w:r>
      <w:r w:rsidR="00E17DF7" w:rsidRPr="00B434CA">
        <w:rPr>
          <w:rStyle w:val="libAieChar"/>
          <w:rtl/>
        </w:rPr>
        <w:t xml:space="preserve"> و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ا</w:t>
      </w:r>
      <w:r w:rsidR="00E17DF7" w:rsidRPr="00B434CA">
        <w:rPr>
          <w:rStyle w:val="libAieChar"/>
          <w:rFonts w:hint="cs"/>
          <w:rtl/>
        </w:rPr>
        <w:t>ٴ</w:t>
      </w:r>
      <w:r w:rsidR="00E17DF7" w:rsidRPr="00B434CA">
        <w:rPr>
          <w:rStyle w:val="libAieChar"/>
          <w:rFonts w:hint="eastAsia"/>
          <w:rtl/>
        </w:rPr>
        <w:t>ب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tl/>
        </w:rPr>
        <w:t xml:space="preserve"> اللهإلّا ا</w:t>
      </w:r>
      <w:r w:rsidR="00E17DF7" w:rsidRPr="00B434CA">
        <w:rPr>
          <w:rStyle w:val="libAieChar"/>
          <w:rFonts w:hint="cs"/>
          <w:rtl/>
        </w:rPr>
        <w:t>ٴ</w:t>
      </w:r>
      <w:r w:rsidR="00E17DF7" w:rsidRPr="00B434CA">
        <w:rPr>
          <w:rStyle w:val="libAieChar"/>
          <w:rFonts w:hint="eastAsia"/>
          <w:rtl/>
        </w:rPr>
        <w:t>ن</w:t>
      </w:r>
      <w:r w:rsidR="00E17DF7" w:rsidRPr="00B434CA">
        <w:rPr>
          <w:rStyle w:val="libAieChar"/>
          <w:rtl/>
        </w:rPr>
        <w:t xml:space="preserve"> 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تم</w:t>
      </w:r>
      <w:r w:rsidR="00E17DF7" w:rsidRPr="00B434CA">
        <w:rPr>
          <w:rStyle w:val="libAieChar"/>
          <w:rtl/>
        </w:rPr>
        <w:t xml:space="preserve"> نور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 xml:space="preserve"> ولوکر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 xml:space="preserve"> ال</w:t>
      </w:r>
      <w:r w:rsidR="00E17DF7" w:rsidRPr="00B434CA">
        <w:rPr>
          <w:rStyle w:val="libAieChar"/>
          <w:rtl/>
        </w:rPr>
        <w:t>کافرون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B434CA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ر</w:t>
      </w:r>
      <w:r w:rsidR="00E17DF7" w:rsidRPr="00B434CA">
        <w:rPr>
          <w:rStyle w:val="libAieChar"/>
          <w:rFonts w:hint="cs"/>
          <w:rtl/>
        </w:rPr>
        <w:t>ی</w:t>
      </w:r>
      <w:r w:rsidR="00E17DF7" w:rsidRPr="00B434CA">
        <w:rPr>
          <w:rStyle w:val="libAieChar"/>
          <w:rFonts w:hint="eastAsia"/>
          <w:rtl/>
        </w:rPr>
        <w:t>د</w:t>
      </w:r>
      <w:r w:rsidR="00E17DF7" w:rsidRPr="00B434CA">
        <w:rPr>
          <w:rStyle w:val="libAieChar"/>
          <w:rtl/>
        </w:rPr>
        <w:t xml:space="preserve"> ون ل</w:t>
      </w:r>
      <w:r w:rsidR="00E17DF7" w:rsidRPr="00BA57AE">
        <w:rPr>
          <w:rStyle w:val="libAieChar"/>
          <w:rFonts w:hint="cs"/>
          <w:rtl/>
        </w:rPr>
        <w:t>ي</w:t>
      </w:r>
      <w:r w:rsidR="00E17DF7" w:rsidRPr="00B434CA">
        <w:rPr>
          <w:rStyle w:val="libAieChar"/>
          <w:rtl/>
        </w:rPr>
        <w:t>طفئوانورالله بافوا</w:t>
      </w:r>
      <w:r w:rsidR="00E17DF7" w:rsidRPr="00BA57AE">
        <w:rPr>
          <w:rStyle w:val="libAieChar"/>
          <w:rFonts w:hint="cs"/>
          <w:rtl/>
        </w:rPr>
        <w:t>هه</w:t>
      </w:r>
      <w:r w:rsidR="00E17DF7" w:rsidRPr="00B434CA">
        <w:rPr>
          <w:rStyle w:val="libAieChar"/>
          <w:rFonts w:hint="cs"/>
          <w:rtl/>
        </w:rPr>
        <w:t>م واللهمتم نور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 xml:space="preserve"> ولوکر</w:t>
      </w:r>
      <w:r w:rsidR="00E17DF7" w:rsidRPr="00BA57AE">
        <w:rPr>
          <w:rStyle w:val="libAieChar"/>
          <w:rFonts w:hint="cs"/>
          <w:rtl/>
        </w:rPr>
        <w:t>ه</w:t>
      </w:r>
      <w:r w:rsidR="00E17DF7" w:rsidRPr="00B434CA">
        <w:rPr>
          <w:rStyle w:val="libAieChar"/>
          <w:rFonts w:hint="cs"/>
          <w:rtl/>
        </w:rPr>
        <w:t xml:space="preserve"> ال</w:t>
      </w:r>
      <w:r w:rsidR="00E17DF7" w:rsidRPr="00B434CA">
        <w:rPr>
          <w:rStyle w:val="libAieChar"/>
          <w:rtl/>
        </w:rPr>
        <w:t>کافرون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 w:rsidR="00BD32E1">
        <w:rPr>
          <w:rtl/>
        </w:rPr>
        <w:t xml:space="preserve"> </w:t>
      </w:r>
      <w:r w:rsidR="00B434CA" w:rsidRPr="00F82107">
        <w:rPr>
          <w:rStyle w:val="libFootnotenumChar"/>
          <w:rFonts w:hint="cs"/>
          <w:rtl/>
        </w:rPr>
        <w:t>(2)</w:t>
      </w:r>
      <w:r w:rsidR="00BD32E1">
        <w:rPr>
          <w:rtl/>
        </w:rPr>
        <w:t>ایک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دون“</w:t>
      </w:r>
      <w:r w:rsidRPr="00CD3FC2">
        <w:rPr>
          <w:rtl/>
        </w:rPr>
        <w:t xml:space="preserve"> ، ”</w:t>
      </w:r>
      <w:r w:rsidR="008F5E30">
        <w:rPr>
          <w:rtl/>
        </w:rPr>
        <w:t>ا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ےطفئو“ پربلا واسطہ اور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لام کے واسطہ سے متعد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ہوا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B434CA">
      <w:pPr>
        <w:pStyle w:val="Heading2Center"/>
        <w:rPr>
          <w:rtl/>
        </w:rPr>
      </w:pPr>
      <w:bookmarkStart w:id="169" w:name="_Toc508103418"/>
      <w:r w:rsidRPr="00CD3FC2">
        <w:rPr>
          <w:rFonts w:hint="eastAsia"/>
          <w:rtl/>
        </w:rPr>
        <w:t>پانچواں</w:t>
      </w:r>
      <w:r w:rsidRPr="00CD3FC2">
        <w:rPr>
          <w:rtl/>
        </w:rPr>
        <w:t xml:space="preserve"> سوال</w:t>
      </w:r>
      <w:bookmarkEnd w:id="16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”اھل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“سے مراد فقط پنجتن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بلکہ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پیغ</w:t>
      </w:r>
      <w:r w:rsidRPr="00CD3FC2">
        <w:rPr>
          <w:rtl/>
        </w:rPr>
        <w:t>مبر )صل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 کے دوسرے رشتہ دار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 ک</w:t>
      </w:r>
      <w:r w:rsidR="00EB4D70">
        <w:rPr>
          <w:rtl/>
        </w:rPr>
        <w:t>یو</w:t>
      </w:r>
      <w:r w:rsidRPr="00CD3FC2">
        <w:rPr>
          <w:rtl/>
        </w:rPr>
        <w:t>نکہ بعض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</w:t>
      </w:r>
      <w:r w:rsidR="00BD32E1">
        <w:rPr>
          <w:rtl/>
        </w:rPr>
        <w:t>پیغ</w:t>
      </w:r>
      <w:r w:rsidRPr="00CD3FC2">
        <w:rPr>
          <w:rtl/>
        </w:rPr>
        <w:t>مبر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نے اپنے چچا عباس اور ان کے فرزند وں کو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کپڑے کے ن</w:t>
      </w:r>
      <w:r w:rsidR="00662AF6">
        <w:rPr>
          <w:rtl/>
        </w:rPr>
        <w:t>یچ</w:t>
      </w:r>
      <w:r w:rsidRPr="00CD3FC2">
        <w:rPr>
          <w:rtl/>
        </w:rPr>
        <w:t xml:space="preserve">ے جمع 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”ھو لاء اھل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اور ان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دعا ک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B434CA">
      <w:pPr>
        <w:pStyle w:val="Heading2Center"/>
        <w:rPr>
          <w:rtl/>
        </w:rPr>
      </w:pPr>
      <w:bookmarkStart w:id="170" w:name="_Toc508103419"/>
      <w:r w:rsidRPr="00CD3FC2">
        <w:rPr>
          <w:rFonts w:hint="eastAsia"/>
          <w:rtl/>
        </w:rPr>
        <w:t>جواب</w:t>
      </w:r>
      <w:bookmarkEnd w:id="17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اہل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تعدادکو پنجتن پاک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چودہ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ھم</w:t>
      </w:r>
      <w:r w:rsidRPr="00CD3FC2">
        <w:rPr>
          <w:rtl/>
        </w:rPr>
        <w:t xml:space="preserve"> السلام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منحصر کر نے کے حوالے سے اس قدراحاد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وروا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مو 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اس کے سامنے مذکورہ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اعتبار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رہ جاتاہے۔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سند کے لحاظ 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معتبر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</w:t>
      </w:r>
      <w:r w:rsidR="00EB4D70">
        <w:rPr>
          <w:rtl/>
        </w:rPr>
        <w:t>یو</w:t>
      </w:r>
      <w:r w:rsidRPr="00CD3FC2">
        <w:rPr>
          <w:rtl/>
        </w:rPr>
        <w:t>نکہ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”محمدبن </w:t>
      </w:r>
      <w:r w:rsidR="00EB4D70">
        <w:rPr>
          <w:rtl/>
        </w:rPr>
        <w:t>یو</w:t>
      </w:r>
      <w:r w:rsidRPr="00CD3FC2">
        <w:rPr>
          <w:rtl/>
        </w:rPr>
        <w:t>نس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ہے کہ جس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ابن حجر نے ابن حبان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جعل کرتا تھا۔ شا ئد اس نے </w:t>
      </w:r>
      <w:r w:rsidR="00BD32E1">
        <w:rPr>
          <w:rtl/>
        </w:rPr>
        <w:t>ایک</w:t>
      </w:r>
      <w:r w:rsidRPr="00CD3FC2">
        <w:rPr>
          <w:rtl/>
        </w:rPr>
        <w:t xml:space="preserve"> ہزار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جھوٹ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جعل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ابن عد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</w:t>
      </w:r>
    </w:p>
    <w:p w:rsidR="000B693F" w:rsidRPr="00CD3FC2" w:rsidRDefault="000B693F" w:rsidP="00B434CA">
      <w:pPr>
        <w:pStyle w:val="libNormal"/>
        <w:rPr>
          <w:rtl/>
        </w:rPr>
      </w:pPr>
      <w:r w:rsidRPr="00CD3FC2">
        <w:rPr>
          <w:rFonts w:hint="eastAsia"/>
          <w:rtl/>
        </w:rPr>
        <w:t>پر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گھڑنے کا الزام لگا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  <w:r w:rsidR="00B434CA" w:rsidRPr="00F82107">
        <w:rPr>
          <w:rStyle w:val="libFootnotenumChar"/>
          <w:rFonts w:hint="cs"/>
          <w:rtl/>
        </w:rPr>
        <w:t>(3)</w:t>
      </w:r>
      <w:r w:rsidRPr="00CD3FC2">
        <w:rPr>
          <w:rtl/>
          <w:lang w:bidi="fa-IR"/>
        </w:rPr>
        <w:t xml:space="preserve"> </w:t>
      </w:r>
    </w:p>
    <w:p w:rsidR="000B693F" w:rsidRPr="00B434CA" w:rsidRDefault="00B434C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۱۔سورہ توبہ/۳۲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۲۔سورہ صف/۸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 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ب،ج،ص</w:t>
      </w:r>
      <w:r w:rsidRPr="00CD3FC2">
        <w:rPr>
          <w:rtl/>
        </w:rPr>
        <w:t>۵۴۲،طبع ھندوستان</w:t>
      </w:r>
    </w:p>
    <w:p w:rsidR="00B434CA" w:rsidRDefault="00B434C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B434CA" w:rsidRPr="00CD3FC2" w:rsidRDefault="00B434CA" w:rsidP="00107A46">
      <w:pPr>
        <w:pStyle w:val="libNormal"/>
        <w:rPr>
          <w:rtl/>
        </w:rPr>
      </w:pPr>
    </w:p>
    <w:p w:rsidR="000B693F" w:rsidRPr="00B76D20" w:rsidRDefault="000B693F" w:rsidP="00B434CA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 مالک بن حمزہ“ ہے کہ بخار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” ضعفا“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اسے ضع</w:t>
      </w:r>
      <w:r w:rsidR="00EB4D70">
        <w:rPr>
          <w:rtl/>
        </w:rPr>
        <w:t>یف</w:t>
      </w:r>
      <w:r w:rsidRPr="00CD3FC2">
        <w:rPr>
          <w:rtl/>
        </w:rPr>
        <w:t xml:space="preserve"> راو</w:t>
      </w:r>
      <w:r w:rsidR="00EB4D70">
        <w:rPr>
          <w:rtl/>
        </w:rPr>
        <w:t>یو</w:t>
      </w:r>
      <w:r w:rsidRPr="00CD3FC2">
        <w:rPr>
          <w:rtl/>
        </w:rPr>
        <w:t xml:space="preserve">ں کے زمرہ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</w:t>
      </w:r>
      <w:r w:rsidR="00B434CA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 عبدالله</w:t>
      </w:r>
      <w:r w:rsidR="009B178F">
        <w:rPr>
          <w:rFonts w:hint="cs"/>
          <w:rtl/>
        </w:rPr>
        <w:t xml:space="preserve"> </w:t>
      </w:r>
      <w:r w:rsidRPr="00CD3FC2">
        <w:rPr>
          <w:rtl/>
        </w:rPr>
        <w:t xml:space="preserve">بن عثمان بن اسحاق“ ہے کہ جس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ابن حجرنے عثمان کا قول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کہا ہے 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ابن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سے کہا: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راو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="009B178F">
        <w:rPr>
          <w:rtl/>
        </w:rPr>
        <w:t>یس</w:t>
      </w:r>
      <w:r w:rsidRPr="00CD3FC2">
        <w:rPr>
          <w:rtl/>
        </w:rPr>
        <w:t xml:space="preserve">ا ہے؟ اس نے کہا 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پہچانتا ہوں اور ابن عدم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کہا : وہ مجہول اور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معروف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صورت حال کے پ</w:t>
      </w:r>
      <w:r w:rsidR="00662AF6">
        <w:rPr>
          <w:rtl/>
        </w:rPr>
        <w:t>یش</w:t>
      </w:r>
      <w:r w:rsidRPr="00CD3FC2">
        <w:rPr>
          <w:rtl/>
        </w:rPr>
        <w:t xml:space="preserve"> نظر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مذکورہ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ساتھ مقابلہ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B434CA">
      <w:pPr>
        <w:pStyle w:val="Heading2Center"/>
        <w:rPr>
          <w:rtl/>
        </w:rPr>
      </w:pPr>
      <w:bookmarkStart w:id="171" w:name="_Toc508103420"/>
      <w:r w:rsidRPr="00CD3FC2">
        <w:rPr>
          <w:rFonts w:hint="eastAsia"/>
          <w:rtl/>
        </w:rPr>
        <w:t>چھٹا</w:t>
      </w:r>
      <w:r w:rsidRPr="00CD3FC2">
        <w:rPr>
          <w:rtl/>
        </w:rPr>
        <w:t xml:space="preserve"> سوال</w:t>
      </w:r>
      <w:bookmarkEnd w:id="171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ام</w:t>
      </w:r>
      <w:r w:rsidRPr="00CD3FC2">
        <w:rPr>
          <w:rtl/>
        </w:rPr>
        <w:t xml:space="preserve"> سلمہ جب </w:t>
      </w:r>
      <w:r w:rsidR="00BD32E1">
        <w:rPr>
          <w:rtl/>
        </w:rPr>
        <w:t>پیغ</w:t>
      </w:r>
      <w:r w:rsidRPr="00CD3FC2">
        <w:rPr>
          <w:rtl/>
        </w:rPr>
        <w:t xml:space="preserve">مبر اکر 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سوال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کہ: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آپ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ہوں؟ تو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: ” </w:t>
      </w:r>
      <w:r w:rsidR="008F5E30">
        <w:rPr>
          <w:rtl/>
        </w:rPr>
        <w:t>ا</w:t>
      </w:r>
      <w:r w:rsidRPr="00CD3FC2">
        <w:rPr>
          <w:rFonts w:hint="eastAsia"/>
          <w:rtl/>
        </w:rPr>
        <w:t>نت</w:t>
      </w:r>
      <w:r w:rsidRPr="00CD3FC2">
        <w:rPr>
          <w:rtl/>
        </w:rPr>
        <w:t xml:space="preserve"> ال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” </w:t>
      </w:r>
      <w:r w:rsidR="008F5E30">
        <w:rPr>
          <w:rtl/>
        </w:rPr>
        <w:t>ا</w:t>
      </w:r>
      <w:r w:rsidRPr="00CD3FC2">
        <w:rPr>
          <w:rFonts w:hint="eastAsia"/>
          <w:rtl/>
        </w:rPr>
        <w:t>نت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tl/>
        </w:rPr>
        <w:t xml:space="preserve"> ّاس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تمھارے لئے دعا کروں ، ک</w:t>
      </w:r>
      <w:r w:rsidR="00EB4D70">
        <w:rPr>
          <w:rtl/>
        </w:rPr>
        <w:t>یو</w:t>
      </w:r>
      <w:r w:rsidRPr="00CD3FC2">
        <w:rPr>
          <w:rtl/>
        </w:rPr>
        <w:t>نکہ تمھارے لئے پہلے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قرآ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نازل ہوچک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جملہ ” انت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تمھار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حالت بہترہے۔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بات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ام سلمہ اہلب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B434CA">
      <w:pPr>
        <w:pStyle w:val="Heading2Center"/>
        <w:rPr>
          <w:rtl/>
        </w:rPr>
      </w:pPr>
      <w:bookmarkStart w:id="172" w:name="_Toc508103421"/>
      <w:r w:rsidRPr="00CD3FC2">
        <w:rPr>
          <w:rFonts w:hint="eastAsia"/>
          <w:rtl/>
        </w:rPr>
        <w:t>جواب</w:t>
      </w:r>
      <w:bookmarkEnd w:id="17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بحث سے نتےجہ حاصل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جاسکتا ہے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ء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رکا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اق</w:t>
      </w:r>
      <w:r w:rsidRPr="00CD3FC2">
        <w:rPr>
          <w:rtl/>
        </w:rPr>
        <w:t xml:space="preserve"> اس سے پہل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کے ساتھ </w:t>
      </w:r>
      <w:r w:rsidR="009B178F">
        <w:rPr>
          <w:rtl/>
        </w:rPr>
        <w:t>یک</w:t>
      </w:r>
      <w:r w:rsidRPr="00CD3FC2">
        <w:rPr>
          <w:rtl/>
        </w:rPr>
        <w:t>سان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</w:t>
      </w:r>
      <w:r w:rsidR="00BD32E1">
        <w:rPr>
          <w:rtl/>
        </w:rPr>
        <w:t>پیغ</w:t>
      </w:r>
      <w:r w:rsidRPr="00CD3FC2">
        <w:rPr>
          <w:rtl/>
        </w:rPr>
        <w:t xml:space="preserve">مبر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EB4D70">
        <w:rPr>
          <w:rtl/>
        </w:rPr>
        <w:t>یو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B434CA" w:rsidRDefault="00B434C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 م</w:t>
      </w:r>
      <w:r w:rsidR="00662AF6">
        <w:rPr>
          <w:rtl/>
          <w:lang w:bidi="ar-SA"/>
        </w:rPr>
        <w:t>یز</w:t>
      </w:r>
      <w:r w:rsidRPr="00CD3FC2">
        <w:rPr>
          <w:rtl/>
        </w:rPr>
        <w:t>ان الاعتدال،ج۲،ص۳۲۵، دارالمعرفہ،ب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B434CA" w:rsidRDefault="00B434C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B434CA" w:rsidRPr="00CD3FC2" w:rsidRDefault="00B434C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جملہء</w:t>
      </w:r>
      <w:r w:rsidRPr="00CD3FC2">
        <w:rPr>
          <w:rtl/>
        </w:rPr>
        <w:t xml:space="preserve"> ”عل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” ال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</w:t>
      </w:r>
      <w:r w:rsidRPr="00CD3FC2">
        <w:rPr>
          <w:rtl/>
        </w:rPr>
        <w:t xml:space="preserve"> اس قسم کے موارد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افضل تفض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اس 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</w:t>
      </w:r>
      <w:r w:rsidR="00BD32E1">
        <w:rPr>
          <w:rtl/>
        </w:rPr>
        <w:t>پیغ</w:t>
      </w:r>
      <w:r w:rsidRPr="00CD3FC2">
        <w:rPr>
          <w:rtl/>
        </w:rPr>
        <w:t xml:space="preserve">مبر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EB4D70">
        <w:rPr>
          <w:rtl/>
        </w:rPr>
        <w:t>یو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پنجتن پاک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سے افضل وبہتر ہوں۔ اس کے علاوہ خود ان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مطلب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بہت سے قرآئن موجود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، من جملہ ام سلمہ آرزو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کاش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اجازت ملت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تاکہ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زمرہ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ہوجات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کے لئے ان تمام چ</w:t>
      </w:r>
      <w:r w:rsidR="00662AF6">
        <w:rPr>
          <w:rtl/>
        </w:rPr>
        <w:t>یز</w:t>
      </w:r>
      <w:r w:rsidRPr="00CD3FC2">
        <w:rPr>
          <w:rtl/>
        </w:rPr>
        <w:t>وں سے بہترتھا جن پر سورج طلوع و غروب کرتا ہے۔</w:t>
      </w:r>
    </w:p>
    <w:p w:rsidR="000B693F" w:rsidRPr="00CD3FC2" w:rsidRDefault="00BD32E1" w:rsidP="00107A46">
      <w:pPr>
        <w:pStyle w:val="libNormal"/>
        <w:rPr>
          <w:rtl/>
        </w:rPr>
      </w:pPr>
      <w:r>
        <w:rPr>
          <w:rFonts w:hint="eastAsia"/>
          <w:rtl/>
        </w:rPr>
        <w:t>پیغ</w:t>
      </w:r>
      <w:r w:rsidR="000B693F" w:rsidRPr="00CD3FC2">
        <w:rPr>
          <w:rFonts w:hint="eastAsia"/>
          <w:rtl/>
        </w:rPr>
        <w:t>مبر</w:t>
      </w:r>
      <w:r w:rsidR="000B693F" w:rsidRPr="00CD3FC2">
        <w:rPr>
          <w:rtl/>
        </w:rPr>
        <w:t xml:space="preserve"> اسلام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="000B693F" w:rsidRPr="00CD3FC2">
        <w:rPr>
          <w:rtl/>
        </w:rPr>
        <w:t>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ب</w:t>
      </w:r>
      <w:r w:rsidR="00EB4D70">
        <w:rPr>
          <w:rtl/>
        </w:rPr>
        <w:t>یویو</w:t>
      </w:r>
      <w:r w:rsidR="000B693F" w:rsidRPr="00CD3FC2">
        <w:rPr>
          <w:rtl/>
        </w:rPr>
        <w:t>ں سے مربوط قرآن مج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د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آ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توں</w:t>
      </w:r>
      <w:r w:rsidR="000B693F" w:rsidRPr="00CD3FC2">
        <w:rPr>
          <w:rtl/>
        </w:rPr>
        <w:t xml:space="preserve"> ، من جملہ آ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ء تطہ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ر</w:t>
      </w:r>
      <w:r w:rsidR="000B693F" w:rsidRPr="00CD3FC2">
        <w:rPr>
          <w:rtl/>
        </w:rPr>
        <w:t xml:space="preserve"> سے پہل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وال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آ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توں</w:t>
      </w:r>
      <w:r w:rsidR="000B693F" w:rsidRPr="00CD3FC2">
        <w:rPr>
          <w:rtl/>
        </w:rPr>
        <w:t xml:space="preserve"> اور سورئہ تحر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م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آ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توں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شان نزول پر غور کرنے سے مذکورہ مطلب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مکمل طور پر وضاحت ہوجات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ہے۔ نمونہ کے طور پر سورہ تحر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م</w:t>
      </w:r>
      <w:r w:rsidR="000B693F" w:rsidRPr="00CD3FC2">
        <w:rPr>
          <w:rtl/>
        </w:rPr>
        <w:t xml:space="preserve">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درج ذ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ل</w:t>
      </w:r>
      <w:r w:rsidR="000B693F" w:rsidRPr="00CD3FC2">
        <w:rPr>
          <w:rtl/>
        </w:rPr>
        <w:t xml:space="preserve"> آ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شتر</w:t>
      </w:r>
      <w:r w:rsidR="000B693F" w:rsidRPr="00CD3FC2">
        <w:rPr>
          <w:rtl/>
        </w:rPr>
        <w:t xml:space="preserve"> تامل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سزاوار 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>۔</w:t>
      </w:r>
    </w:p>
    <w:p w:rsidR="000B693F" w:rsidRPr="00B76D20" w:rsidRDefault="00BD32E1" w:rsidP="001849CE">
      <w:pPr>
        <w:pStyle w:val="libNormal"/>
        <w:rPr>
          <w:rtl/>
        </w:rPr>
      </w:pPr>
      <w:r>
        <w:rPr>
          <w:rtl/>
        </w:rPr>
        <w:t xml:space="preserve"> </w:t>
      </w:r>
      <w:r w:rsidR="000B693F"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849CE">
        <w:rPr>
          <w:rStyle w:val="libAieChar"/>
          <w:rtl/>
        </w:rPr>
        <w:t>إن تتو با إل</w:t>
      </w:r>
      <w:r w:rsidR="00E17DF7" w:rsidRPr="001849CE">
        <w:rPr>
          <w:rStyle w:val="libAieChar"/>
          <w:rFonts w:hint="cs"/>
          <w:rtl/>
        </w:rPr>
        <w:t>ی</w:t>
      </w:r>
      <w:r w:rsidR="00E17DF7" w:rsidRPr="001849CE">
        <w:rPr>
          <w:rStyle w:val="libAieChar"/>
          <w:rtl/>
        </w:rPr>
        <w:t xml:space="preserve"> الله فقد صغت قلو بکما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1849CE" w:rsidRPr="00F82107">
        <w:rPr>
          <w:rStyle w:val="libFootnotenumChar"/>
          <w:rFonts w:hint="cs"/>
          <w:rtl/>
        </w:rPr>
        <w:t>(1)</w:t>
      </w:r>
      <w:r w:rsidR="000B693F" w:rsidRPr="00CD3FC2">
        <w:rPr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 w:rsidR="000B693F" w:rsidRPr="00CD3FC2">
        <w:rPr>
          <w:rtl/>
          <w:lang w:bidi="fa-IR"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849CE">
        <w:rPr>
          <w:rStyle w:val="libAieChar"/>
          <w:rtl/>
        </w:rPr>
        <w:t>عس</w:t>
      </w:r>
      <w:r w:rsidR="00E17DF7" w:rsidRPr="001849CE">
        <w:rPr>
          <w:rStyle w:val="libAieChar"/>
          <w:rFonts w:hint="cs"/>
          <w:rtl/>
        </w:rPr>
        <w:t>ی</w:t>
      </w:r>
      <w:r w:rsidR="00E17DF7" w:rsidRPr="001849CE">
        <w:rPr>
          <w:rStyle w:val="libAieChar"/>
          <w:rtl/>
        </w:rPr>
        <w:t xml:space="preserve"> رب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 xml:space="preserve"> إن طلقکنّ اٴ</w:t>
      </w:r>
      <w:r w:rsidR="00E17DF7" w:rsidRPr="001849CE">
        <w:rPr>
          <w:rStyle w:val="libAieChar"/>
          <w:rFonts w:hint="eastAsia"/>
          <w:rtl/>
        </w:rPr>
        <w:t>ن</w:t>
      </w:r>
      <w:r w:rsidR="00E17DF7" w:rsidRPr="001849CE">
        <w:rPr>
          <w:rStyle w:val="libAieChar"/>
          <w:rtl/>
        </w:rPr>
        <w:t xml:space="preserve"> </w:t>
      </w:r>
      <w:r w:rsidR="00E17DF7" w:rsidRPr="001849CE">
        <w:rPr>
          <w:rStyle w:val="libAieChar"/>
          <w:rFonts w:hint="cs"/>
          <w:rtl/>
        </w:rPr>
        <w:t>ی</w:t>
      </w:r>
      <w:r w:rsidR="00E17DF7" w:rsidRPr="001849CE">
        <w:rPr>
          <w:rStyle w:val="libAieChar"/>
          <w:rFonts w:hint="eastAsia"/>
          <w:rtl/>
        </w:rPr>
        <w:t>بد</w:t>
      </w:r>
      <w:r w:rsidR="00E17DF7" w:rsidRPr="001849CE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 xml:space="preserve"> اٴ</w:t>
      </w:r>
      <w:r w:rsidR="00E17DF7" w:rsidRPr="001849CE">
        <w:rPr>
          <w:rStyle w:val="libAieChar"/>
          <w:rFonts w:hint="eastAsia"/>
          <w:rtl/>
        </w:rPr>
        <w:t>زواجاً</w:t>
      </w:r>
      <w:r w:rsidR="00E17DF7" w:rsidRPr="001849CE">
        <w:rPr>
          <w:rStyle w:val="libAieChar"/>
          <w:rtl/>
        </w:rPr>
        <w:t xml:space="preserve"> خ</w:t>
      </w:r>
      <w:r w:rsidR="00E17DF7" w:rsidRPr="001849CE">
        <w:rPr>
          <w:rStyle w:val="libAieChar"/>
          <w:rFonts w:hint="cs"/>
          <w:rtl/>
        </w:rPr>
        <w:t>ی</w:t>
      </w:r>
      <w:r w:rsidR="00E17DF7" w:rsidRPr="001849CE">
        <w:rPr>
          <w:rStyle w:val="libAieChar"/>
          <w:rFonts w:hint="eastAsia"/>
          <w:rtl/>
        </w:rPr>
        <w:t>راً</w:t>
      </w:r>
      <w:r w:rsidR="00E17DF7" w:rsidRPr="001849CE">
        <w:rPr>
          <w:rStyle w:val="libAieChar"/>
          <w:rtl/>
        </w:rPr>
        <w:t xml:space="preserve"> منکنّ مسلمات مئومنات قانتات تائبات عبادات سائحات ث</w:t>
      </w:r>
      <w:r w:rsidR="00E17DF7" w:rsidRPr="001849CE">
        <w:rPr>
          <w:rStyle w:val="libAieChar"/>
          <w:rFonts w:hint="cs"/>
          <w:rtl/>
        </w:rPr>
        <w:t>ی</w:t>
      </w:r>
      <w:r w:rsidR="00E17DF7" w:rsidRPr="001849CE">
        <w:rPr>
          <w:rStyle w:val="libAieChar"/>
          <w:rFonts w:hint="eastAsia"/>
          <w:rtl/>
        </w:rPr>
        <w:t>بات</w:t>
      </w:r>
      <w:r w:rsidR="00E17DF7" w:rsidRPr="001849CE">
        <w:rPr>
          <w:rStyle w:val="libAieChar"/>
          <w:rtl/>
        </w:rPr>
        <w:t xml:space="preserve"> وا</w:t>
      </w:r>
      <w:r w:rsidR="00E17DF7" w:rsidRPr="001849CE">
        <w:rPr>
          <w:rStyle w:val="libAieChar"/>
          <w:rFonts w:hint="cs"/>
          <w:rtl/>
        </w:rPr>
        <w:t>ٴ</w:t>
      </w:r>
      <w:r w:rsidR="00E17DF7" w:rsidRPr="001849CE">
        <w:rPr>
          <w:rStyle w:val="libAieChar"/>
          <w:rtl/>
        </w:rPr>
        <w:t xml:space="preserve"> بکاراً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0B693F" w:rsidRPr="00CD3FC2">
        <w:rPr>
          <w:rtl/>
        </w:rPr>
        <w:t xml:space="preserve"> </w:t>
      </w:r>
      <w:r w:rsidR="001849CE" w:rsidRPr="00F82107">
        <w:rPr>
          <w:rStyle w:val="libFootnotenumChar"/>
          <w:rFonts w:hint="cs"/>
          <w:rtl/>
        </w:rPr>
        <w:t>(2)</w:t>
      </w:r>
      <w:r>
        <w:rPr>
          <w:rtl/>
          <w:lang w:bidi="fa-IR"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849CE">
        <w:rPr>
          <w:rStyle w:val="libAieChar"/>
          <w:rtl/>
        </w:rPr>
        <w:t>ضرب الله مثلاً للّذ</w:t>
      </w:r>
      <w:r w:rsidR="00E17DF7" w:rsidRPr="001849CE">
        <w:rPr>
          <w:rStyle w:val="libAieChar"/>
          <w:rFonts w:hint="cs"/>
          <w:rtl/>
        </w:rPr>
        <w:t>ی</w:t>
      </w:r>
      <w:r w:rsidR="00E17DF7" w:rsidRPr="001849CE">
        <w:rPr>
          <w:rStyle w:val="libAieChar"/>
          <w:rFonts w:hint="eastAsia"/>
          <w:rtl/>
        </w:rPr>
        <w:t>ن</w:t>
      </w:r>
      <w:r w:rsidR="00E17DF7" w:rsidRPr="001849CE">
        <w:rPr>
          <w:rStyle w:val="libAieChar"/>
          <w:rtl/>
        </w:rPr>
        <w:t xml:space="preserve"> کفرواامرا</w:t>
      </w:r>
      <w:r w:rsidR="00E17DF7" w:rsidRPr="001849CE">
        <w:rPr>
          <w:rStyle w:val="libAieChar"/>
          <w:rFonts w:hint="cs"/>
          <w:rtl/>
        </w:rPr>
        <w:t>ٴ</w:t>
      </w:r>
      <w:r w:rsidR="00E17DF7" w:rsidRPr="001849CE">
        <w:rPr>
          <w:rStyle w:val="libAieChar"/>
          <w:rFonts w:hint="eastAsia"/>
          <w:rtl/>
        </w:rPr>
        <w:t>ة</w:t>
      </w:r>
      <w:r w:rsidR="00E17DF7" w:rsidRPr="001849CE">
        <w:rPr>
          <w:rStyle w:val="libAieChar"/>
          <w:rtl/>
        </w:rPr>
        <w:t xml:space="preserve"> نوح و امرا</w:t>
      </w:r>
      <w:r w:rsidR="00E17DF7" w:rsidRPr="001849CE">
        <w:rPr>
          <w:rStyle w:val="libAieChar"/>
          <w:rFonts w:hint="cs"/>
          <w:rtl/>
        </w:rPr>
        <w:t>ٴ</w:t>
      </w:r>
      <w:r w:rsidR="00E17DF7" w:rsidRPr="001849CE">
        <w:rPr>
          <w:rStyle w:val="libAieChar"/>
          <w:rFonts w:hint="eastAsia"/>
          <w:rtl/>
        </w:rPr>
        <w:t>ة</w:t>
      </w:r>
      <w:r w:rsidR="00E17DF7" w:rsidRPr="001849CE">
        <w:rPr>
          <w:rStyle w:val="libAieChar"/>
          <w:rtl/>
        </w:rPr>
        <w:t xml:space="preserve"> لوط کانتا تحت عبد</w:t>
      </w:r>
      <w:r w:rsidR="00E17DF7" w:rsidRPr="001849CE">
        <w:rPr>
          <w:rStyle w:val="libAieChar"/>
          <w:rFonts w:hint="cs"/>
          <w:rtl/>
        </w:rPr>
        <w:t>ی</w:t>
      </w:r>
      <w:r w:rsidR="00E17DF7" w:rsidRPr="001849CE">
        <w:rPr>
          <w:rStyle w:val="libAieChar"/>
          <w:rFonts w:hint="eastAsia"/>
          <w:rtl/>
        </w:rPr>
        <w:t>ن</w:t>
      </w:r>
      <w:r w:rsidR="00E17DF7" w:rsidRPr="001849CE">
        <w:rPr>
          <w:rStyle w:val="libAieChar"/>
          <w:rtl/>
        </w:rPr>
        <w:t xml:space="preserve"> من عبادنا صالح</w:t>
      </w:r>
      <w:r w:rsidR="00E17DF7" w:rsidRPr="001849CE">
        <w:rPr>
          <w:rStyle w:val="libAieChar"/>
          <w:rFonts w:hint="cs"/>
          <w:rtl/>
        </w:rPr>
        <w:t>ی</w:t>
      </w:r>
      <w:r w:rsidR="00E17DF7" w:rsidRPr="001849CE">
        <w:rPr>
          <w:rStyle w:val="libAieChar"/>
          <w:rFonts w:hint="eastAsia"/>
          <w:rtl/>
        </w:rPr>
        <w:t>ن</w:t>
      </w:r>
      <w:r w:rsidR="00E17DF7" w:rsidRPr="001849CE">
        <w:rPr>
          <w:rStyle w:val="libAieChar"/>
          <w:rtl/>
        </w:rPr>
        <w:t xml:space="preserve"> فخانتا 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 xml:space="preserve">ما فلم </w:t>
      </w:r>
      <w:r w:rsidR="00E17DF7" w:rsidRPr="00BA57AE">
        <w:rPr>
          <w:rStyle w:val="libAieChar"/>
          <w:rFonts w:hint="cs"/>
          <w:rtl/>
        </w:rPr>
        <w:t>ي</w:t>
      </w:r>
      <w:r w:rsidR="00E17DF7" w:rsidRPr="001849CE">
        <w:rPr>
          <w:rStyle w:val="libAieChar"/>
          <w:rFonts w:hint="cs"/>
          <w:rtl/>
        </w:rPr>
        <w:t>غنی</w:t>
      </w:r>
      <w:r w:rsidR="00E17DF7" w:rsidRPr="001849CE">
        <w:rPr>
          <w:rStyle w:val="libAieChar"/>
          <w:rFonts w:hint="eastAsia"/>
          <w:rtl/>
        </w:rPr>
        <w:t>ا</w:t>
      </w:r>
      <w:r w:rsidR="00E17DF7" w:rsidRPr="001849CE">
        <w:rPr>
          <w:rStyle w:val="libAieChar"/>
          <w:rtl/>
        </w:rPr>
        <w:t xml:space="preserve"> عن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>ما من الله ش</w:t>
      </w:r>
      <w:r w:rsidR="00E17DF7" w:rsidRPr="00BA57AE">
        <w:rPr>
          <w:rStyle w:val="libAieChar"/>
          <w:rFonts w:hint="cs"/>
          <w:rtl/>
        </w:rPr>
        <w:t>ي</w:t>
      </w:r>
      <w:r w:rsidR="00E17DF7" w:rsidRPr="001849CE">
        <w:rPr>
          <w:rStyle w:val="libAieChar"/>
          <w:rFonts w:hint="cs"/>
          <w:rtl/>
        </w:rPr>
        <w:t>ئاً و قی</w:t>
      </w:r>
      <w:r w:rsidR="00E17DF7" w:rsidRPr="001849CE">
        <w:rPr>
          <w:rStyle w:val="libAieChar"/>
          <w:rFonts w:hint="eastAsia"/>
          <w:rtl/>
        </w:rPr>
        <w:t>ل</w:t>
      </w:r>
      <w:r w:rsidR="00E17DF7" w:rsidRPr="001849CE">
        <w:rPr>
          <w:rStyle w:val="libAieChar"/>
          <w:rtl/>
        </w:rPr>
        <w:t xml:space="preserve"> اد خلا النار مع الداخل</w:t>
      </w:r>
      <w:r w:rsidR="00E17DF7" w:rsidRPr="001849CE">
        <w:rPr>
          <w:rStyle w:val="libAieChar"/>
          <w:rFonts w:hint="cs"/>
          <w:rtl/>
        </w:rPr>
        <w:t>ی</w:t>
      </w:r>
      <w:r w:rsidR="00E17DF7" w:rsidRPr="001849CE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1849CE" w:rsidRPr="00F82107">
        <w:rPr>
          <w:rStyle w:val="libFootnotenumChar"/>
          <w:rFonts w:hint="cs"/>
          <w:rtl/>
        </w:rPr>
        <w:t>(3)</w:t>
      </w:r>
    </w:p>
    <w:p w:rsidR="000B693F" w:rsidRPr="00CD3FC2" w:rsidRDefault="000B693F" w:rsidP="001849CE">
      <w:pPr>
        <w:pStyle w:val="Heading2Center"/>
        <w:rPr>
          <w:rtl/>
        </w:rPr>
      </w:pPr>
      <w:bookmarkStart w:id="173" w:name="_Toc508103422"/>
      <w:r w:rsidRPr="00CD3FC2">
        <w:rPr>
          <w:rFonts w:hint="eastAsia"/>
          <w:rtl/>
        </w:rPr>
        <w:t>ساتواں</w:t>
      </w:r>
      <w:r w:rsidRPr="00CD3FC2">
        <w:rPr>
          <w:rtl/>
        </w:rPr>
        <w:t xml:space="preserve"> سوال</w:t>
      </w:r>
      <w:bookmarkEnd w:id="173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</w:t>
      </w:r>
      <w:r w:rsidR="00BD32E1">
        <w:rPr>
          <w:rtl/>
        </w:rPr>
        <w:t>پیغ</w:t>
      </w:r>
      <w:r w:rsidRPr="00CD3FC2">
        <w:rPr>
          <w:rtl/>
        </w:rPr>
        <w:t>مبر خدا (ص)نے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نازل ہونے کے بعد اپنے خاندان کے حق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دعا ک</w:t>
      </w:r>
      <w:r w:rsidRPr="00CD3FC2">
        <w:rPr>
          <w:rFonts w:hint="cs"/>
          <w:rtl/>
        </w:rPr>
        <w:t>ی</w:t>
      </w:r>
      <w:r w:rsidRPr="00CD3FC2">
        <w:rPr>
          <w:rtl/>
        </w:rPr>
        <w:t>: ”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849CE">
        <w:rPr>
          <w:rStyle w:val="libAieChar"/>
          <w:rtl/>
        </w:rPr>
        <w:t xml:space="preserve"> اللّ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>م اٴ</w:t>
      </w:r>
      <w:r w:rsidR="00E17DF7" w:rsidRPr="001849CE">
        <w:rPr>
          <w:rStyle w:val="libAieChar"/>
          <w:rtl/>
        </w:rPr>
        <w:t xml:space="preserve"> ذ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>ب عن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>م الّرجس و ط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>ّر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>م ت</w:t>
      </w:r>
      <w:r w:rsidR="00E17DF7" w:rsidRPr="001849CE">
        <w:rPr>
          <w:rStyle w:val="libAieChar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>ّی</w:t>
      </w:r>
      <w:r w:rsidR="00E17DF7" w:rsidRPr="001849CE">
        <w:rPr>
          <w:rStyle w:val="libAieChar"/>
          <w:rFonts w:hint="eastAsia"/>
          <w:rtl/>
        </w:rPr>
        <w:t>را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”خداوندا: ان سے رجس وپل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دور کر اور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خاص طور سے پاک و پاک</w:t>
      </w:r>
      <w:r w:rsidR="00662AF6">
        <w:rPr>
          <w:rtl/>
        </w:rPr>
        <w:t>یز</w:t>
      </w:r>
      <w:r w:rsidRPr="00CD3FC2">
        <w:rPr>
          <w:rtl/>
        </w:rPr>
        <w:t>ہ قرار</w:t>
      </w:r>
    </w:p>
    <w:p w:rsidR="001849CE" w:rsidRPr="001849CE" w:rsidRDefault="001849CE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۱۔سورہ تحرم/۴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 سورہ تحر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>/۵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۳۔سورہ تحر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/۱۰</w:t>
      </w:r>
    </w:p>
    <w:p w:rsidR="001849CE" w:rsidRDefault="001849CE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1849CE" w:rsidRPr="00CD3FC2" w:rsidRDefault="001849CE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دے“آ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سے عصمت کا استفادہ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 منا فات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ک</w:t>
      </w:r>
      <w:r w:rsidR="00EB4D70">
        <w:rPr>
          <w:rtl/>
        </w:rPr>
        <w:t>یو</w:t>
      </w:r>
      <w:r w:rsidRPr="00CD3FC2">
        <w:rPr>
          <w:rtl/>
        </w:rPr>
        <w:t>نکہ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عصمت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عصمت کے حاصل ہونے کے بعدان کے لئے اس طرح دعا کرنا تحص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حاصل اور بے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1849CE">
      <w:pPr>
        <w:pStyle w:val="Heading2Center"/>
        <w:rPr>
          <w:rtl/>
        </w:rPr>
      </w:pPr>
      <w:bookmarkStart w:id="174" w:name="_Toc508103423"/>
      <w:r w:rsidRPr="00CD3FC2">
        <w:rPr>
          <w:rFonts w:hint="eastAsia"/>
          <w:rtl/>
        </w:rPr>
        <w:t>جواب</w:t>
      </w:r>
      <w:bookmarkEnd w:id="174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دعا بذات خود اس امر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واضح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 ان کے لئے اس طہارت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خداوند متعال کا ارادہ ارادہ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تھا نہ تشر</w:t>
      </w:r>
      <w:r w:rsidR="00EB4D70">
        <w:rPr>
          <w:rtl/>
        </w:rPr>
        <w:t xml:space="preserve"> یع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۔ ک</w:t>
      </w:r>
      <w:r w:rsidR="00EB4D70">
        <w:rPr>
          <w:rtl/>
        </w:rPr>
        <w:t>یو</w:t>
      </w:r>
      <w:r w:rsidRPr="00CD3FC2">
        <w:rPr>
          <w:rtl/>
        </w:rPr>
        <w:t>نکہ ” اذھاب رجس“ اور ”تطہ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“ کا خدا سے جو مطالبہ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وہ قطعاً </w:t>
      </w:r>
      <w:r w:rsidR="00BD32E1">
        <w:rPr>
          <w:rtl/>
        </w:rPr>
        <w:t>ایک</w:t>
      </w:r>
      <w:r w:rsidRPr="00CD3FC2">
        <w:rPr>
          <w:rtl/>
        </w:rPr>
        <w:t xml:space="preserve"> تشر</w:t>
      </w:r>
      <w:r w:rsidR="00EB4D70">
        <w:rPr>
          <w:rtl/>
        </w:rPr>
        <w:t xml:space="preserve"> یع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امر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 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tl/>
        </w:rPr>
        <w:t>نا مستجاب ہے۔ اس لئے مذکورہ دعا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مضمون پر تاک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عصمت </w:t>
      </w:r>
      <w:r w:rsidR="00BD32E1">
        <w:rPr>
          <w:rtl/>
        </w:rPr>
        <w:t>ایک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</w:t>
      </w:r>
      <w:r w:rsidRPr="00CD3FC2">
        <w:rPr>
          <w:rtl/>
        </w:rPr>
        <w:t xml:space="preserve"> اور لطف الہ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ہے جو خدا وند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ان مقدس شخص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کو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زندگ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ہرہر لمحہ عطا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</w:t>
      </w:r>
      <w:r w:rsidR="00EB4D70">
        <w:rPr>
          <w:rtl/>
        </w:rPr>
        <w:t>یو</w:t>
      </w:r>
      <w:r w:rsidRPr="00CD3FC2">
        <w:rPr>
          <w:rtl/>
        </w:rPr>
        <w:t>نکہ 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مخلوقات کے مانند ہر لمحہ خدا کے محتاج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</w:t>
      </w:r>
      <w:r w:rsidR="009B178F">
        <w:rPr>
          <w:rtl/>
        </w:rPr>
        <w:t>یس</w:t>
      </w:r>
      <w:r w:rsidRPr="00CD3FC2">
        <w:rPr>
          <w:rtl/>
        </w:rPr>
        <w:t>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</w:t>
      </w:r>
      <w:r w:rsidR="00BD32E1">
        <w:rPr>
          <w:rtl/>
        </w:rPr>
        <w:t>ایک</w:t>
      </w:r>
      <w:r w:rsidRPr="00CD3FC2">
        <w:rPr>
          <w:rtl/>
        </w:rPr>
        <w:t xml:space="preserve"> لمحہ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نعمت اور فےض الہ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دوسرے لم</w:t>
      </w:r>
      <w:r w:rsidRPr="00CD3FC2">
        <w:rPr>
          <w:rFonts w:hint="eastAsia"/>
          <w:rtl/>
        </w:rPr>
        <w:t>حہ</w:t>
      </w:r>
      <w:r w:rsidRPr="00CD3FC2">
        <w:rPr>
          <w:rtl/>
        </w:rPr>
        <w:t xml:space="preserve"> کے فےض و عط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الہ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سے بے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از</w:t>
      </w:r>
      <w:r w:rsidRPr="00CD3FC2">
        <w:rPr>
          <w:rtl/>
        </w:rPr>
        <w:t xml:space="preserve"> کردے۔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کے مانند ہے کہ </w:t>
      </w:r>
      <w:r w:rsidR="00BD32E1">
        <w:rPr>
          <w:rtl/>
        </w:rPr>
        <w:t>پیغ</w:t>
      </w:r>
      <w:r w:rsidRPr="00CD3FC2">
        <w:rPr>
          <w:rtl/>
        </w:rPr>
        <w:t xml:space="preserve">مبر اسلام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جملہ ”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1849CE">
        <w:rPr>
          <w:rStyle w:val="libAieChar"/>
          <w:rtl/>
        </w:rPr>
        <w:t xml:space="preserve"> إ</w:t>
      </w:r>
      <w:r w:rsidR="00E17DF7" w:rsidRPr="00BA57AE">
        <w:rPr>
          <w:rStyle w:val="libAieChar"/>
          <w:rFonts w:hint="cs"/>
          <w:rtl/>
        </w:rPr>
        <w:t>ه</w:t>
      </w:r>
      <w:r w:rsidR="00E17DF7" w:rsidRPr="001849CE">
        <w:rPr>
          <w:rStyle w:val="libAieChar"/>
          <w:rFonts w:hint="cs"/>
          <w:rtl/>
        </w:rPr>
        <w:t>د نا الصراط المستقی</w:t>
      </w:r>
      <w:r w:rsidR="00E17DF7" w:rsidRPr="001849CE">
        <w:rPr>
          <w:rStyle w:val="libAieChar"/>
          <w:rFonts w:hint="eastAsia"/>
          <w:rtl/>
        </w:rPr>
        <w:t>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Fonts w:hint="eastAsia"/>
          <w:rtl/>
        </w:rPr>
        <w:t>“کو</w:t>
      </w:r>
      <w:r w:rsidRPr="00CD3FC2">
        <w:rPr>
          <w:rtl/>
        </w:rPr>
        <w:t xml:space="preserve"> ہم</w:t>
      </w:r>
      <w:r w:rsidR="00662AF6">
        <w:rPr>
          <w:rtl/>
        </w:rPr>
        <w:t>یش</w:t>
      </w:r>
      <w:r w:rsidRPr="00CD3FC2">
        <w:rPr>
          <w:rtl/>
        </w:rPr>
        <w:t>ہ تلاوت فرماتے تھے اور اس ہدآ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خدا وندمتعال سے طلب کرتے رہتے تھے ،باوجود اس کے کہ وہ اس ہدآ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اعل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درجہ پر فائز تھے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تحص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حاصل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بلکہ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بات پر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 بندہ چاہے جس مقام 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فائز ہو وہ ذات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 پر خدا کا محتاج ہوتا ہے اور اس احت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</w:t>
      </w:r>
      <w:r w:rsidRPr="00CD3FC2">
        <w:rPr>
          <w:rtl/>
        </w:rPr>
        <w:t xml:space="preserve"> کا اظہار کرنا اور خدا وندمتعال سے دوسرے لمحات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نعمت و الطاف الہ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درخواست کرنا بندہ کے لئے بذات خود </w:t>
      </w:r>
      <w:r w:rsidR="00BD32E1">
        <w:rPr>
          <w:rtl/>
        </w:rPr>
        <w:t>ایک</w:t>
      </w:r>
      <w:r w:rsidRPr="00CD3FC2">
        <w:rPr>
          <w:rtl/>
        </w:rPr>
        <w:t xml:space="preserve"> کمال ہے۔</w:t>
      </w:r>
    </w:p>
    <w:p w:rsidR="00DC5DC4" w:rsidRDefault="00DC5DC4" w:rsidP="004B12AB">
      <w:pPr>
        <w:pStyle w:val="libNormal"/>
        <w:rPr>
          <w:rtl/>
        </w:rPr>
      </w:pPr>
      <w:r>
        <w:rPr>
          <w:rtl/>
        </w:rPr>
        <w:br w:type="page"/>
      </w:r>
    </w:p>
    <w:p w:rsidR="00DC5DC4" w:rsidRPr="00CD3FC2" w:rsidRDefault="00DC5DC4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بات کا علم کہ خدا وندمتعال مستقبل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نعمت کو عطا کرے گا ، دعا کے لئے مانع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 سکتا ہے،ک</w:t>
      </w:r>
      <w:r w:rsidR="00EB4D70">
        <w:rPr>
          <w:rtl/>
        </w:rPr>
        <w:t>یو</w:t>
      </w:r>
      <w:r w:rsidRPr="00CD3FC2">
        <w:rPr>
          <w:rtl/>
        </w:rPr>
        <w:t>نکہ خدا وندمتعال ”اولواالباب“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کرتا ہے کہ وہ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: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C5DC4">
        <w:rPr>
          <w:rStyle w:val="libAieChar"/>
          <w:rtl/>
        </w:rPr>
        <w:t>ربّنا وآتنا ما و عدتنا عل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tl/>
        </w:rPr>
        <w:t xml:space="preserve"> رسلک و لا تخذنا 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وم القی</w:t>
      </w:r>
      <w:r w:rsidR="00E17DF7" w:rsidRPr="00DC5DC4">
        <w:rPr>
          <w:rStyle w:val="libAieChar"/>
          <w:rFonts w:hint="eastAsia"/>
          <w:rtl/>
        </w:rPr>
        <w:t>امة</w:t>
      </w:r>
      <w:r w:rsidR="00E17DF7" w:rsidRPr="00DC5DC4">
        <w:rPr>
          <w:rStyle w:val="libAieChar"/>
          <w:rtl/>
        </w:rPr>
        <w:t xml:space="preserve"> إنّک ولا تخلف الم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عاد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DC5DC4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” </w:t>
      </w:r>
      <w:r w:rsidRPr="00CD3FC2">
        <w:rPr>
          <w:rtl/>
        </w:rPr>
        <w:t>پر</w:t>
      </w:r>
      <w:r w:rsidRPr="00CD3FC2">
        <w:rPr>
          <w:rFonts w:hint="eastAsia"/>
          <w:rtl/>
        </w:rPr>
        <w:t>ور</w:t>
      </w:r>
      <w:r w:rsidRPr="00CD3FC2">
        <w:rPr>
          <w:rtl/>
        </w:rPr>
        <w:t xml:space="preserve"> دگار جو تو نے اپنے رسولوں 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ہم سے وعدہ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اسے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عطا کر اور روز 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امت</w:t>
      </w:r>
      <w:r w:rsidRPr="00CD3FC2">
        <w:rPr>
          <w:rtl/>
        </w:rPr>
        <w:t xml:space="preserve">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رسوانہ 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تو وعدہ کے خلاف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 “ ہم د</w:t>
      </w:r>
      <w:r w:rsidR="009B178F">
        <w:rPr>
          <w:rtl/>
        </w:rPr>
        <w:t>یک</w:t>
      </w:r>
      <w:r w:rsidRPr="00CD3FC2">
        <w:rPr>
          <w:rtl/>
        </w:rPr>
        <w:t>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جانتے ہوئے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خدا وند متعال وعدہ خلاف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کرتا اور مو 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کو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وعدہ حتماً پور کرے گا ، پھر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سے اس طرح دعا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BD32E1" w:rsidP="00107A46">
      <w:pPr>
        <w:pStyle w:val="libNormal"/>
        <w:rPr>
          <w:rtl/>
        </w:rPr>
      </w:pPr>
      <w:r>
        <w:rPr>
          <w:rFonts w:hint="eastAsia"/>
          <w:rtl/>
        </w:rPr>
        <w:t>پیغ</w:t>
      </w:r>
      <w:r w:rsidR="000B693F" w:rsidRPr="00CD3FC2">
        <w:rPr>
          <w:rFonts w:hint="eastAsia"/>
          <w:rtl/>
        </w:rPr>
        <w:t>مبر</w:t>
      </w:r>
      <w:r w:rsidR="000B693F" w:rsidRPr="00CD3FC2">
        <w:rPr>
          <w:rtl/>
        </w:rPr>
        <w:t xml:space="preserve">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="000B693F" w:rsidRPr="00CD3FC2">
        <w:rPr>
          <w:rtl/>
        </w:rPr>
        <w:t>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اھل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کے حق </w:t>
      </w:r>
      <w:r w:rsidR="00A96ED8">
        <w:rPr>
          <w:rtl/>
        </w:rPr>
        <w:t xml:space="preserve">میں </w:t>
      </w:r>
      <w:r w:rsidR="000B693F" w:rsidRPr="00CD3FC2">
        <w:rPr>
          <w:rtl/>
        </w:rPr>
        <w:t xml:space="preserve"> دعا بھ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اس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طرح ہے کہ طہارت اور عصمت الہ</w:t>
      </w:r>
      <w:r w:rsidR="000B693F" w:rsidRPr="00CD3FC2">
        <w:rPr>
          <w:rFonts w:hint="cs"/>
          <w:rtl/>
        </w:rPr>
        <w:t>یٰ</w:t>
      </w:r>
      <w:r w:rsidR="000B693F" w:rsidRPr="00CD3FC2">
        <w:rPr>
          <w:rtl/>
        </w:rPr>
        <w:t xml:space="preserve"> اگر چہ انھ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حاصل تھ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اور آئندہ بھ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نعمت ان کے شامل حال رہت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،</w:t>
      </w:r>
      <w:r w:rsidR="000B693F" w:rsidRPr="00CD3FC2">
        <w:rPr>
          <w:rtl/>
        </w:rPr>
        <w:t xml:space="preserve"> ل</w:t>
      </w:r>
      <w:r w:rsidR="009B178F">
        <w:rPr>
          <w:rtl/>
        </w:rPr>
        <w:t>یک</w:t>
      </w:r>
      <w:r w:rsidR="000B693F" w:rsidRPr="00CD3FC2">
        <w:rPr>
          <w:rtl/>
        </w:rPr>
        <w:t xml:space="preserve">ن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دعا اس ک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 xml:space="preserve"> طرف توجہ مبذول کرانے کے لئے ہے کہ باوجود اس کے کہ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اھل ب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ت</w:t>
      </w:r>
      <w:r w:rsidR="000B693F" w:rsidRPr="00CD3FC2">
        <w:rPr>
          <w:rtl/>
        </w:rPr>
        <w:t xml:space="preserve"> (ع) اس عظمت و منزلت پر فائز 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</w:t>
      </w:r>
      <w:r w:rsidR="000B693F" w:rsidRPr="00CD3FC2">
        <w:rPr>
          <w:rFonts w:hint="eastAsia"/>
          <w:rtl/>
        </w:rPr>
        <w:t>ل</w:t>
      </w:r>
      <w:r w:rsidR="009B178F">
        <w:rPr>
          <w:rFonts w:hint="eastAsia"/>
          <w:rtl/>
        </w:rPr>
        <w:t>یک</w:t>
      </w:r>
      <w:r w:rsidR="000B693F" w:rsidRPr="00CD3FC2">
        <w:rPr>
          <w:rFonts w:hint="eastAsia"/>
          <w:rtl/>
        </w:rPr>
        <w:t>ن</w:t>
      </w:r>
      <w:r w:rsidR="000B693F" w:rsidRPr="00CD3FC2">
        <w:rPr>
          <w:rtl/>
        </w:rPr>
        <w:t xml:space="preserve"> ہم</w:t>
      </w:r>
      <w:r w:rsidR="00662AF6">
        <w:rPr>
          <w:rtl/>
        </w:rPr>
        <w:t>یش</w:t>
      </w:r>
      <w:r w:rsidR="000B693F" w:rsidRPr="00CD3FC2">
        <w:rPr>
          <w:rtl/>
        </w:rPr>
        <w:t>ہ اپنے کو خدا کا محتاج تصور کرتے ہ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اور 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ہ</w:t>
      </w:r>
      <w:r w:rsidR="000B693F" w:rsidRPr="00CD3FC2">
        <w:rPr>
          <w:rtl/>
        </w:rPr>
        <w:t xml:space="preserve"> خدا وندمتعال ہے کہ جو ہر لمحہ عظ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م</w:t>
      </w:r>
      <w:r w:rsidR="000B693F" w:rsidRPr="00CD3FC2">
        <w:rPr>
          <w:rtl/>
        </w:rPr>
        <w:t xml:space="preserve"> اور گرانقدرنعمت انھ</w:t>
      </w:r>
      <w:r w:rsidR="000B693F" w:rsidRPr="00CD3FC2">
        <w:rPr>
          <w:rFonts w:hint="cs"/>
          <w:rtl/>
        </w:rPr>
        <w:t>ی</w:t>
      </w:r>
      <w:r w:rsidR="000B693F" w:rsidRPr="00CD3FC2">
        <w:rPr>
          <w:rFonts w:hint="eastAsia"/>
          <w:rtl/>
        </w:rPr>
        <w:t>ں</w:t>
      </w:r>
      <w:r w:rsidR="000B693F" w:rsidRPr="00CD3FC2">
        <w:rPr>
          <w:rtl/>
        </w:rPr>
        <w:t xml:space="preserve"> عطا کرتا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لئے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دعا خواہ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ء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نازل ہونے سے پہلے ہو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کے بعد ،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کے مناف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Heading2Center"/>
        <w:rPr>
          <w:rtl/>
        </w:rPr>
      </w:pPr>
      <w:bookmarkStart w:id="175" w:name="_Toc508103424"/>
      <w:r w:rsidRPr="00CD3FC2">
        <w:rPr>
          <w:rFonts w:hint="eastAsia"/>
          <w:rtl/>
        </w:rPr>
        <w:t>آٹھواں</w:t>
      </w:r>
      <w:r w:rsidRPr="00CD3FC2">
        <w:rPr>
          <w:rtl/>
        </w:rPr>
        <w:t xml:space="preserve"> سوال</w:t>
      </w:r>
      <w:bookmarkEnd w:id="175"/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وح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تحقط کے لئے ہے،انب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کے علاوہ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ضرورت ہے کہ ہم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کے قائل ہو ں؟</w:t>
      </w:r>
    </w:p>
    <w:p w:rsidR="00DC5DC4" w:rsidRPr="00DC5DC4" w:rsidRDefault="00DC5DC4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Fonts w:hint="eastAsia"/>
          <w:rtl/>
        </w:rPr>
        <w:t>ا</w:t>
      </w:r>
      <w:r w:rsidRPr="00CD3FC2">
        <w:rPr>
          <w:rtl/>
        </w:rPr>
        <w:t>۔۷۱ سورہ آل عمران/۱۹۴</w:t>
      </w:r>
    </w:p>
    <w:p w:rsidR="00DC5DC4" w:rsidRDefault="00DC5DC4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Heading2Center"/>
        <w:rPr>
          <w:rtl/>
        </w:rPr>
      </w:pPr>
      <w:bookmarkStart w:id="176" w:name="_Toc508103425"/>
      <w:r w:rsidRPr="00CD3FC2">
        <w:rPr>
          <w:rFonts w:hint="eastAsia"/>
          <w:rtl/>
        </w:rPr>
        <w:t>جواب</w:t>
      </w:r>
      <w:bookmarkEnd w:id="176"/>
    </w:p>
    <w:p w:rsidR="000B693F" w:rsidRPr="00CD3FC2" w:rsidRDefault="000B693F" w:rsidP="00DC5DC4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: ش</w:t>
      </w:r>
      <w:r w:rsidR="00EB4D70">
        <w:rPr>
          <w:rtl/>
        </w:rPr>
        <w:t xml:space="preserve"> یع</w:t>
      </w:r>
      <w:r w:rsidRPr="00CD3FC2">
        <w:rPr>
          <w:rtl/>
        </w:rPr>
        <w:t>ہ 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کے مطابق مسئلہ امامت ، نبوت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سلسلہ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عہدہ نبوت کے ہم پلہ بلکہ اس سے بالاتر ہے۔</w:t>
      </w:r>
      <w:r w:rsidR="00DC5DC4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امام ، مسئلہ وح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علاوہ بالکل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کردار ادا کرتا ہے جو </w:t>
      </w:r>
      <w:r w:rsidR="00BD32E1">
        <w:rPr>
          <w:rtl/>
        </w:rPr>
        <w:t>پیغ</w:t>
      </w:r>
      <w:r w:rsidRPr="00CD3FC2">
        <w:rPr>
          <w:rtl/>
        </w:rPr>
        <w:t>مبر اکرم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الله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ادا کرتے تھے۔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لحاظ سے ش</w:t>
      </w:r>
      <w:r w:rsidR="00EB4D70">
        <w:rPr>
          <w:rtl/>
        </w:rPr>
        <w:t xml:space="preserve"> یع</w:t>
      </w:r>
      <w:r w:rsidRPr="00CD3FC2">
        <w:rPr>
          <w:rtl/>
        </w:rPr>
        <w:t>ہ امام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نزد</w:t>
      </w:r>
      <w:r w:rsidR="009B178F">
        <w:rPr>
          <w:rtl/>
        </w:rPr>
        <w:t>یک</w:t>
      </w:r>
      <w:r w:rsidRPr="00CD3FC2">
        <w:rPr>
          <w:rtl/>
        </w:rPr>
        <w:t xml:space="preserve"> امام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عصمت کا ہوناعقل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 ر نقل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پر شرط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: عصمت کے لئے ملزم عقل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نہ ہونا اس کے عدم وجود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 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۔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وضاحت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کہ: نب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امام کے لئے ، عقل لزوم عصمت کا حکم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ان کے علاوہ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کے لئے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حکم ثابت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 عصمت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خاص نعمت ہے،خدا وندمتع</w:t>
      </w:r>
      <w:r w:rsidRPr="00CD3FC2">
        <w:rPr>
          <w:rFonts w:hint="eastAsia"/>
          <w:rtl/>
        </w:rPr>
        <w:t>ال</w:t>
      </w:r>
      <w:r w:rsidRPr="00CD3FC2">
        <w:rPr>
          <w:rtl/>
        </w:rPr>
        <w:t xml:space="preserve"> جسے چاہتا ہے اسے عطا کرتا ہے ۔ انب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اور ائمہ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کے وجود پربرھان عقل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قائم ہے اور ان کے علاوہ اگر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لئے قرآن وسنت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عصمت کو ثابت کرے تو اس پر 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کرنا چاہئے 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BD32E1">
        <w:rPr>
          <w:rtl/>
        </w:rPr>
        <w:t>پیغ</w:t>
      </w:r>
      <w:r w:rsidRPr="00CD3FC2">
        <w:rPr>
          <w:rtl/>
        </w:rPr>
        <w:t>مبر اسلام (ص)،ائمہ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اور حضرت زہراء سلام </w:t>
      </w:r>
      <w:r w:rsidR="009B178F">
        <w:rPr>
          <w:rtl/>
        </w:rPr>
        <w:t>الله ع</w:t>
      </w:r>
      <w:r w:rsidRPr="00CD3FC2">
        <w:rPr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Heading2Center"/>
        <w:rPr>
          <w:rtl/>
        </w:rPr>
      </w:pPr>
      <w:bookmarkStart w:id="177" w:name="_Toc508103426"/>
      <w:r w:rsidRPr="00CD3FC2">
        <w:rPr>
          <w:rFonts w:hint="eastAsia"/>
          <w:rtl/>
        </w:rPr>
        <w:t>نواں</w:t>
      </w:r>
      <w:r w:rsidRPr="00CD3FC2">
        <w:rPr>
          <w:rtl/>
        </w:rPr>
        <w:t xml:space="preserve"> سوال</w:t>
      </w:r>
      <w:bookmarkEnd w:id="177"/>
    </w:p>
    <w:p w:rsidR="000B693F" w:rsidRPr="00CD3FC2" w:rsidRDefault="000B693F" w:rsidP="003A13AB">
      <w:pPr>
        <w:pStyle w:val="libNormal"/>
        <w:rPr>
          <w:rtl/>
        </w:rPr>
      </w:pPr>
      <w:r w:rsidRPr="00CD3FC2">
        <w:rPr>
          <w:rFonts w:hint="eastAsia"/>
          <w:rtl/>
        </w:rPr>
        <w:t>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</w:t>
      </w:r>
      <w:r w:rsidR="00DC5DC4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مسلم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مطابق </w:t>
      </w:r>
      <w:r w:rsidR="00BD32E1">
        <w:rPr>
          <w:rtl/>
        </w:rPr>
        <w:t>پیغ</w:t>
      </w:r>
      <w:r w:rsidRPr="00CD3FC2">
        <w:rPr>
          <w:rtl/>
        </w:rPr>
        <w:t xml:space="preserve">مبر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صحاب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ارقم نے </w:t>
      </w:r>
      <w:r w:rsidR="00BD32E1">
        <w:rPr>
          <w:rtl/>
        </w:rPr>
        <w:t>پیغ</w:t>
      </w:r>
      <w:r w:rsidRPr="00CD3FC2">
        <w:rPr>
          <w:rtl/>
        </w:rPr>
        <w:t>مبر اکرم (ص)سے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”</w:t>
      </w:r>
      <w:r w:rsidRPr="00DC5DC4">
        <w:rPr>
          <w:rStyle w:val="libArabicChar"/>
          <w:rtl/>
        </w:rPr>
        <w:t>ا</w:t>
      </w:r>
      <w:r w:rsidRPr="00DC5DC4">
        <w:rPr>
          <w:rStyle w:val="libArabicChar"/>
          <w:rFonts w:hint="cs"/>
          <w:rtl/>
        </w:rPr>
        <w:t>ٴ</w:t>
      </w:r>
      <w:r w:rsidRPr="00DC5DC4">
        <w:rPr>
          <w:rStyle w:val="libArabicChar"/>
          <w:rFonts w:hint="eastAsia"/>
          <w:rtl/>
        </w:rPr>
        <w:t>نا</w:t>
      </w:r>
      <w:r w:rsidRPr="00DC5DC4">
        <w:rPr>
          <w:rStyle w:val="libArabicChar"/>
          <w:rtl/>
        </w:rPr>
        <w:t xml:space="preserve"> تارک ف</w:t>
      </w:r>
      <w:r w:rsidR="00BA57AE" w:rsidRPr="003A13AB">
        <w:rPr>
          <w:rStyle w:val="libArabicChar"/>
          <w:rFonts w:hint="cs"/>
          <w:rtl/>
        </w:rPr>
        <w:t>ي</w:t>
      </w:r>
      <w:r w:rsidRPr="00DC5DC4">
        <w:rPr>
          <w:rStyle w:val="libArabicChar"/>
          <w:rFonts w:hint="cs"/>
          <w:rtl/>
        </w:rPr>
        <w:t>کم الثقلی</w:t>
      </w:r>
      <w:r w:rsidRPr="00DC5DC4">
        <w:rPr>
          <w:rStyle w:val="libArabicChar"/>
          <w:rFonts w:hint="eastAsia"/>
          <w:rtl/>
        </w:rPr>
        <w:t>ن</w:t>
      </w:r>
      <w:r w:rsidRPr="00DC5DC4">
        <w:rPr>
          <w:rStyle w:val="libArabicChar"/>
          <w:rtl/>
        </w:rPr>
        <w:t xml:space="preserve">: کتاب الله </w:t>
      </w:r>
      <w:r w:rsidRPr="00DC5DC4">
        <w:rPr>
          <w:rStyle w:val="libArabicChar"/>
          <w:rFonts w:hint="cs"/>
          <w:rtl/>
        </w:rPr>
        <w:t xml:space="preserve"> و ا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>ل بی</w:t>
      </w:r>
      <w:r w:rsidRPr="00DC5DC4">
        <w:rPr>
          <w:rStyle w:val="libArabicChar"/>
          <w:rFonts w:hint="eastAsia"/>
          <w:rtl/>
        </w:rPr>
        <w:t>ت</w:t>
      </w:r>
      <w:r w:rsidRPr="00DC5DC4">
        <w:rPr>
          <w:rStyle w:val="libArabicChar"/>
          <w:rFonts w:hint="cs"/>
          <w:rtl/>
        </w:rPr>
        <w:t>ی</w:t>
      </w:r>
      <w:r w:rsidRPr="00CD3FC2">
        <w:rPr>
          <w:rtl/>
        </w:rPr>
        <w:t xml:space="preserve"> “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ا رقم سے سوال ہو تا ہے: آنحضرت </w:t>
      </w:r>
      <w:r w:rsidR="00DC5DC4" w:rsidRPr="00CD3FC2">
        <w:rPr>
          <w:rtl/>
        </w:rPr>
        <w:t>(ص)</w:t>
      </w:r>
    </w:p>
    <w:p w:rsidR="000B693F" w:rsidRPr="00DC5DC4" w:rsidRDefault="00DC5DC4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۱۔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مصنف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کتابچہ ” امامت ،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غد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، تقل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اور منزلت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۲۔ص</w:t>
      </w:r>
      <w:r w:rsidR="009B178F">
        <w:rPr>
          <w:rtl/>
          <w:lang w:bidi="ar-SA"/>
        </w:rPr>
        <w:t>یح</w:t>
      </w:r>
      <w:r w:rsidRPr="00CD3FC2">
        <w:rPr>
          <w:rtl/>
        </w:rPr>
        <w:t>ع مسلم، کتاب فضائل،باب فضائل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ابطالب-</w:t>
      </w:r>
    </w:p>
    <w:p w:rsidR="00DC5DC4" w:rsidRDefault="00DC5DC4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DC5DC4" w:rsidRPr="00CD3FC2" w:rsidRDefault="00DC5DC4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کون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عورت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)ازواج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>)بھ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ں؟جواب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: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tl/>
        </w:rPr>
        <w:t xml:space="preserve"> سوال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:پس آنحضرت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کون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ں؟جواب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: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وہ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پر صدقہ حرام ہے۔ وہ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،عباس ،جعفر اورعق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اولاد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اس بات کے پ</w:t>
      </w:r>
      <w:r w:rsidR="00662AF6">
        <w:rPr>
          <w:rtl/>
        </w:rPr>
        <w:t>یش</w:t>
      </w:r>
      <w:r w:rsidRPr="00CD3FC2">
        <w:rPr>
          <w:rtl/>
        </w:rPr>
        <w:t xml:space="preserve"> نظر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کو ک</w:t>
      </w:r>
      <w:r w:rsidR="009B178F">
        <w:rPr>
          <w:rtl/>
        </w:rPr>
        <w:t>یس</w:t>
      </w:r>
      <w:r w:rsidRPr="00CD3FC2">
        <w:rPr>
          <w:rtl/>
        </w:rPr>
        <w:t xml:space="preserve">ے پنجتن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چودہ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(ع)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محدودک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سکتا ہے؟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Heading2Center"/>
        <w:rPr>
          <w:rtl/>
        </w:rPr>
      </w:pPr>
      <w:bookmarkStart w:id="178" w:name="_Toc508103427"/>
      <w:r w:rsidRPr="00CD3FC2">
        <w:rPr>
          <w:rFonts w:hint="eastAsia"/>
          <w:rtl/>
        </w:rPr>
        <w:t>جواب</w:t>
      </w:r>
      <w:bookmarkEnd w:id="17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BD32E1">
        <w:rPr>
          <w:rtl/>
        </w:rPr>
        <w:t>پیغ</w:t>
      </w:r>
      <w:r w:rsidRPr="00CD3FC2">
        <w:rPr>
          <w:rtl/>
        </w:rPr>
        <w:t xml:space="preserve">مبر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EB4D70">
        <w:rPr>
          <w:rtl/>
        </w:rPr>
        <w:t>یویو</w:t>
      </w:r>
      <w:r w:rsidRPr="00CD3FC2">
        <w:rPr>
          <w:rtl/>
        </w:rPr>
        <w:t>ں کو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فہرست سے خارج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: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بہت سے طرق سے نقل ہونے کے باوجود </w:t>
      </w:r>
      <w:r w:rsidR="00662AF6">
        <w:rPr>
          <w:rtl/>
        </w:rPr>
        <w:t>یز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پراس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کا سلسلہ منتہ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ہوتا ہے اور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>ہ اور 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سے مقابلہ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="009B178F">
        <w:rPr>
          <w:rFonts w:hint="eastAsia"/>
          <w:rtl/>
        </w:rPr>
        <w:t>یس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کہ:بالفرض اگر اس کا صدور ثابت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جائے تو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صحاب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اجتہاد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حجت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 سکتا۔</w:t>
      </w:r>
    </w:p>
    <w:p w:rsidR="000B693F" w:rsidRPr="00CD3FC2" w:rsidRDefault="000B693F" w:rsidP="009B178F">
      <w:pPr>
        <w:pStyle w:val="libNormal"/>
        <w:rPr>
          <w:rtl/>
        </w:rPr>
      </w:pPr>
      <w:r w:rsidRPr="00CD3FC2">
        <w:rPr>
          <w:rFonts w:hint="eastAsia"/>
          <w:rtl/>
        </w:rPr>
        <w:t>چوتھے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بہت طر</w:t>
      </w:r>
      <w:r w:rsidR="00662AF6">
        <w:rPr>
          <w:rtl/>
        </w:rPr>
        <w:t>یق</w:t>
      </w:r>
      <w:r w:rsidRPr="00CD3FC2">
        <w:rPr>
          <w:rtl/>
        </w:rPr>
        <w:t>وں سے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ارقم سے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جملہء: ”</w:t>
      </w:r>
      <w:r w:rsidRPr="009B178F">
        <w:rPr>
          <w:rStyle w:val="libArabicChar"/>
          <w:rtl/>
        </w:rPr>
        <w:t>ماإن تمسکتم لن تضلّواا</w:t>
      </w:r>
      <w:r w:rsidRPr="009B178F">
        <w:rPr>
          <w:rStyle w:val="libArabicChar"/>
          <w:rFonts w:hint="cs"/>
          <w:rtl/>
        </w:rPr>
        <w:t>ٴ</w:t>
      </w:r>
      <w:r w:rsidRPr="009B178F">
        <w:rPr>
          <w:rStyle w:val="libArabicChar"/>
          <w:rFonts w:hint="eastAsia"/>
          <w:rtl/>
        </w:rPr>
        <w:t>بداً</w:t>
      </w:r>
      <w:r w:rsidRPr="009B178F">
        <w:rPr>
          <w:rStyle w:val="libArabicChar"/>
          <w:rtl/>
        </w:rPr>
        <w:t xml:space="preserve"> وإنّ</w:t>
      </w:r>
      <w:r w:rsidR="009B178F" w:rsidRPr="009B178F">
        <w:rPr>
          <w:rStyle w:val="libArabicChar"/>
          <w:rFonts w:hint="cs"/>
          <w:rtl/>
        </w:rPr>
        <w:t>ه</w:t>
      </w:r>
      <w:r w:rsidRPr="009B178F">
        <w:rPr>
          <w:rStyle w:val="libArabicChar"/>
          <w:rtl/>
        </w:rPr>
        <w:t xml:space="preserve">مالن </w:t>
      </w:r>
      <w:r w:rsidR="00EB4D70" w:rsidRPr="009B178F">
        <w:rPr>
          <w:rStyle w:val="libArabicChar"/>
          <w:rtl/>
        </w:rPr>
        <w:t>یف</w:t>
      </w:r>
      <w:r w:rsidRPr="009B178F">
        <w:rPr>
          <w:rStyle w:val="libArabicChar"/>
          <w:rtl/>
        </w:rPr>
        <w:t>ترقا حتّ</w:t>
      </w:r>
      <w:r w:rsidRPr="009B178F">
        <w:rPr>
          <w:rStyle w:val="libArabicChar"/>
          <w:rFonts w:hint="cs"/>
          <w:rtl/>
        </w:rPr>
        <w:t>ی</w:t>
      </w:r>
      <w:r w:rsidRPr="009B178F">
        <w:rPr>
          <w:rStyle w:val="libArabicChar"/>
          <w:rtl/>
        </w:rPr>
        <w:t xml:space="preserve"> </w:t>
      </w:r>
      <w:r w:rsidRPr="009B178F">
        <w:rPr>
          <w:rStyle w:val="libArabicChar"/>
          <w:rFonts w:hint="cs"/>
          <w:rtl/>
        </w:rPr>
        <w:t>ی</w:t>
      </w:r>
      <w:r w:rsidRPr="009B178F">
        <w:rPr>
          <w:rStyle w:val="libArabicChar"/>
          <w:rFonts w:hint="eastAsia"/>
          <w:rtl/>
        </w:rPr>
        <w:t>ردا</w:t>
      </w:r>
      <w:r w:rsidRPr="009B178F">
        <w:rPr>
          <w:rStyle w:val="libArabicChar"/>
          <w:rtl/>
        </w:rPr>
        <w:t xml:space="preserve"> عل</w:t>
      </w:r>
      <w:r w:rsidRPr="009B178F">
        <w:rPr>
          <w:rStyle w:val="libArabicChar"/>
          <w:rFonts w:hint="cs"/>
          <w:rtl/>
        </w:rPr>
        <w:t>یّ</w:t>
      </w:r>
      <w:r w:rsidRPr="009B178F">
        <w:rPr>
          <w:rStyle w:val="libArabicChar"/>
          <w:rtl/>
        </w:rPr>
        <w:t xml:space="preserve"> الحوض</w:t>
      </w:r>
      <w:r w:rsidRPr="00CD3FC2">
        <w:rPr>
          <w:rtl/>
        </w:rPr>
        <w:t>“ موجود ہے جو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رہبر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ان کے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لازم و ملزوم ہونے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کرتا ہے جو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ارقم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سے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سازگار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 ک</w:t>
      </w:r>
      <w:r w:rsidR="00EB4D70">
        <w:rPr>
          <w:rtl/>
        </w:rPr>
        <w:t>یو</w:t>
      </w:r>
      <w:r w:rsidRPr="00CD3FC2">
        <w:rPr>
          <w:rtl/>
        </w:rPr>
        <w:t>نکہ مذکورہ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 پر خلفائے 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عباس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تمام ترظلم و جرائم کے مرتکب ہونے کے باوجود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زمرے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ہوجائ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الفاظ کے ساتھ سازگار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DC5DC4" w:rsidRDefault="00DC5DC4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Heading2Center"/>
        <w:rPr>
          <w:rtl/>
        </w:rPr>
      </w:pPr>
      <w:bookmarkStart w:id="179" w:name="_Toc508103428"/>
      <w:r w:rsidRPr="00CD3FC2">
        <w:rPr>
          <w:rFonts w:hint="eastAsia"/>
          <w:rtl/>
        </w:rPr>
        <w:t>دسواں</w:t>
      </w:r>
      <w:r w:rsidRPr="00CD3FC2">
        <w:rPr>
          <w:rtl/>
        </w:rPr>
        <w:t xml:space="preserve"> سوال</w:t>
      </w:r>
      <w:bookmarkEnd w:id="179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بعض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جب ام سلمہ نے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: ”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ہوں ؟“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” مجھے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کے زمرہ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جئے</w:t>
      </w:r>
      <w:r w:rsidRPr="00CD3FC2">
        <w:rPr>
          <w:rtl/>
        </w:rPr>
        <w:t xml:space="preserve"> “ تو </w:t>
      </w:r>
      <w:r w:rsidR="00BD32E1">
        <w:rPr>
          <w:rtl/>
        </w:rPr>
        <w:t>پیغ</w:t>
      </w:r>
      <w:r w:rsidRPr="00CD3FC2">
        <w:rPr>
          <w:rtl/>
        </w:rPr>
        <w:t xml:space="preserve">مبر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جواب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” ہاں انشاء الله“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EB4D70">
        <w:rPr>
          <w:rtl/>
        </w:rPr>
        <w:t>یو</w:t>
      </w:r>
      <w:r w:rsidRPr="00CD3FC2">
        <w:rPr>
          <w:rtl/>
        </w:rPr>
        <w:t>ں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” انت من اھل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اس لئے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کہا جاسکتا ہے کہ :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پنجتن پ</w:t>
      </w:r>
      <w:r w:rsidRPr="00CD3FC2">
        <w:rPr>
          <w:rFonts w:hint="eastAsia"/>
          <w:rtl/>
        </w:rPr>
        <w:t>اک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منحصر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Heading2Center"/>
        <w:rPr>
          <w:rtl/>
        </w:rPr>
      </w:pPr>
      <w:bookmarkStart w:id="180" w:name="_Toc508103429"/>
      <w:r w:rsidRPr="00CD3FC2">
        <w:rPr>
          <w:rFonts w:hint="eastAsia"/>
          <w:rtl/>
        </w:rPr>
        <w:t>جواب</w:t>
      </w:r>
      <w:bookmarkEnd w:id="180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ثوں</w:t>
      </w:r>
      <w:r w:rsidRPr="00CD3FC2">
        <w:rPr>
          <w:rtl/>
        </w:rPr>
        <w:t xml:space="preserve"> سے کلمہ ”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خاص اصطلاح ہے جس کے مطابق صرف پنجتن پاک کا 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ہونا اور دوسروں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عدم شمول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ثابت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۔ اس لئے کہا جاسکتا ہے کہ سوال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اشارہ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”اھل “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”اہل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ت“سے</w:t>
      </w:r>
      <w:r w:rsidRPr="00CD3FC2">
        <w:rPr>
          <w:rtl/>
        </w:rPr>
        <w:t xml:space="preserve"> مراد اس کے لغو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 گے 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EB4D70">
        <w:rPr>
          <w:rtl/>
        </w:rPr>
        <w:t>یو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2D5649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سوال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اشارہ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سنت کے فقہ و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</w:t>
      </w:r>
      <w:r w:rsidR="00BD32E1">
        <w:rPr>
          <w:rtl/>
        </w:rPr>
        <w:t>ایک</w:t>
      </w:r>
      <w:r w:rsidRPr="00CD3FC2">
        <w:rPr>
          <w:rtl/>
        </w:rPr>
        <w:t xml:space="preserve"> امام، ابو جعفر طحاو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نظر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 طحاو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افراد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>ہ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“ کو پنجتن پاک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سے مخصوص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</w:t>
      </w:r>
      <w:r w:rsidR="00BD32E1">
        <w:rPr>
          <w:rtl/>
        </w:rPr>
        <w:t>پیغ</w:t>
      </w:r>
      <w:r w:rsidRPr="00CD3FC2">
        <w:rPr>
          <w:rtl/>
        </w:rPr>
        <w:t xml:space="preserve">مبر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ازواج کو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>ہ سے خارج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 انھوں 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”مشکل آلاثار‘</w:t>
      </w:r>
      <w:r w:rsidR="002D5649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>‘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ا</w:t>
      </w:r>
      <w:r w:rsidR="009B178F">
        <w:rPr>
          <w:rtl/>
        </w:rPr>
        <w:t>یس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 اس بات پردلالت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ام سلمہ نے کہا:”مجھے ان )اہل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>) کے ساتھ شامل کر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جئے</w:t>
      </w:r>
      <w:r w:rsidRPr="00CD3FC2">
        <w:rPr>
          <w:rtl/>
        </w:rPr>
        <w:t xml:space="preserve"> تو“ </w:t>
      </w:r>
      <w:r w:rsidR="00BD32E1">
        <w:rPr>
          <w:rtl/>
        </w:rPr>
        <w:t>پیغ</w:t>
      </w:r>
      <w:r w:rsidRPr="00CD3FC2">
        <w:rPr>
          <w:rtl/>
        </w:rPr>
        <w:t xml:space="preserve">مبر اکر 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: ” انت من </w:t>
      </w:r>
      <w:r w:rsidR="008F5E30">
        <w:rPr>
          <w:rtl/>
        </w:rPr>
        <w:t>ا</w:t>
      </w:r>
      <w:r w:rsidRPr="00CD3FC2">
        <w:rPr>
          <w:rFonts w:hint="eastAsia"/>
          <w:rtl/>
        </w:rPr>
        <w:t>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”تم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ہو“ اس کے بعد طحاو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DC5DC4">
      <w:pPr>
        <w:pStyle w:val="libArabic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فکان ذالک ممّا قد </w:t>
      </w:r>
      <w:r w:rsidR="00BA57AE" w:rsidRPr="003A13AB">
        <w:rPr>
          <w:rFonts w:hint="cs"/>
          <w:rtl/>
        </w:rPr>
        <w:t>ي</w:t>
      </w:r>
      <w:r w:rsidRPr="00CD3FC2">
        <w:rPr>
          <w:rFonts w:hint="cs"/>
          <w:rtl/>
        </w:rPr>
        <w:t>جوز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BA57AE" w:rsidRPr="003A13AB">
        <w:rPr>
          <w:rFonts w:hint="cs"/>
          <w:rtl/>
        </w:rPr>
        <w:t>ي</w:t>
      </w:r>
      <w:r w:rsidRPr="00CD3FC2">
        <w:rPr>
          <w:rFonts w:hint="cs"/>
          <w:rtl/>
        </w:rPr>
        <w:t>کون إرادة ا</w:t>
      </w:r>
      <w:r w:rsidRPr="003A13AB">
        <w:rPr>
          <w:rFonts w:hint="cs"/>
          <w:rtl/>
        </w:rPr>
        <w:t>ٴ</w:t>
      </w:r>
      <w:r w:rsidRPr="00CD3FC2">
        <w:rPr>
          <w:rtl/>
        </w:rPr>
        <w:t xml:space="preserve"> نّ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من 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،</w:t>
      </w:r>
      <w:r w:rsidRPr="00CD3FC2">
        <w:rPr>
          <w:rtl/>
        </w:rPr>
        <w:t xml:space="preserve"> لا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نّ</w:t>
      </w:r>
      <w:r w:rsidR="00BA57AE" w:rsidRPr="003A13AB">
        <w:rPr>
          <w:rFonts w:hint="cs"/>
          <w:rtl/>
        </w:rPr>
        <w:t>ه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من</w:t>
      </w:r>
    </w:p>
    <w:p w:rsidR="000B693F" w:rsidRPr="00DC5DC4" w:rsidRDefault="00DC5DC4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۱۔مشکل الاثار،ج۱،ص۳۳۳۔۳۳۲</w:t>
      </w:r>
    </w:p>
    <w:p w:rsidR="00DC5DC4" w:rsidRDefault="00DC5DC4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DC5DC4" w:rsidRPr="00CD3FC2" w:rsidRDefault="00DC5DC4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libArabic"/>
        <w:rPr>
          <w:rtl/>
        </w:rPr>
      </w:pPr>
      <w:r w:rsidRPr="00CD3FC2">
        <w:rPr>
          <w:rFonts w:hint="eastAsia"/>
          <w:rtl/>
        </w:rPr>
        <w:t>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زواج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و ازواج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</w:t>
      </w:r>
      <w:r w:rsidRPr="00CD3FC2">
        <w:rPr>
          <w:rtl/>
        </w:rPr>
        <w:t>ا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ممکن</w:t>
      </w:r>
      <w:r w:rsidRPr="00CD3FC2">
        <w:rPr>
          <w:rtl/>
        </w:rPr>
        <w:t xml:space="preserve"> ہے </w:t>
      </w:r>
      <w:r w:rsidR="00BD32E1">
        <w:rPr>
          <w:rtl/>
        </w:rPr>
        <w:t>پیغ</w:t>
      </w:r>
      <w:r w:rsidRPr="00CD3FC2">
        <w:rPr>
          <w:rtl/>
        </w:rPr>
        <w:t xml:space="preserve">مبراکرم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کا مقصد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ہو کہ ام سلمہ 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EB4D70">
        <w:rPr>
          <w:rtl/>
        </w:rPr>
        <w:t>یویو</w:t>
      </w:r>
      <w:r w:rsidRPr="00CD3FC2">
        <w:rPr>
          <w:rtl/>
        </w:rPr>
        <w:t xml:space="preserve">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ہے اور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EB4D70">
        <w:rPr>
          <w:rtl/>
        </w:rPr>
        <w:t>یو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آپ کے اہل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بعد طحاو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شاہد کے طور پر آٹھ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نقل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اس بات پر دلا لت کر 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ام سلمہ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ت“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۔وہ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لکھتے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:</w:t>
      </w:r>
    </w:p>
    <w:p w:rsidR="000B693F" w:rsidRPr="00B76D20" w:rsidRDefault="000B693F" w:rsidP="00BA57AE">
      <w:pPr>
        <w:pStyle w:val="libNormal"/>
        <w:rPr>
          <w:rtl/>
        </w:rPr>
      </w:pPr>
      <w:r w:rsidRPr="00DC5DC4">
        <w:rPr>
          <w:rStyle w:val="libArabicChar"/>
          <w:rFonts w:hint="eastAsia"/>
          <w:rtl/>
        </w:rPr>
        <w:t>”</w:t>
      </w:r>
      <w:r w:rsidRPr="00DC5DC4">
        <w:rPr>
          <w:rStyle w:val="libArabicChar"/>
          <w:rtl/>
        </w:rPr>
        <w:t xml:space="preserve"> فدلّ مارو</w:t>
      </w:r>
      <w:r w:rsidRPr="00DC5DC4">
        <w:rPr>
          <w:rStyle w:val="libArabicChar"/>
          <w:rFonts w:hint="cs"/>
          <w:rtl/>
        </w:rPr>
        <w:t>ی</w:t>
      </w:r>
      <w:r w:rsidRPr="00DC5DC4">
        <w:rPr>
          <w:rStyle w:val="libArabicChar"/>
          <w:rFonts w:hint="eastAsia"/>
          <w:rtl/>
        </w:rPr>
        <w:t>نا</w:t>
      </w:r>
      <w:r w:rsidRPr="00DC5DC4">
        <w:rPr>
          <w:rStyle w:val="libArabicChar"/>
          <w:rtl/>
        </w:rPr>
        <w:t xml:space="preserve"> ف</w:t>
      </w:r>
      <w:r w:rsidRPr="00DC5DC4">
        <w:rPr>
          <w:rStyle w:val="libArabicChar"/>
          <w:rFonts w:hint="cs"/>
          <w:rtl/>
        </w:rPr>
        <w:t>ی</w:t>
      </w:r>
      <w:r w:rsidRPr="00DC5DC4">
        <w:rPr>
          <w:rStyle w:val="libArabicChar"/>
          <w:rtl/>
        </w:rPr>
        <w:t xml:space="preserve"> 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>ذ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 xml:space="preserve"> الآثار ممّا کان رسول الله </w:t>
      </w:r>
      <w:r w:rsidR="00E17DF7" w:rsidRPr="00E17DF7">
        <w:rPr>
          <w:rStyle w:val="libAlaemChar"/>
          <w:rFonts w:hint="cs"/>
          <w:rtl/>
        </w:rPr>
        <w:t>(</w:t>
      </w:r>
      <w:r w:rsidRPr="00DC5DC4">
        <w:rPr>
          <w:rStyle w:val="libArabicChar"/>
          <w:rFonts w:hint="cs"/>
          <w:rtl/>
        </w:rPr>
        <w:t>ص</w:t>
      </w:r>
      <w:r w:rsidR="00E17DF7" w:rsidRPr="00E17DF7">
        <w:rPr>
          <w:rStyle w:val="libAlaemChar"/>
          <w:rFonts w:hint="cs"/>
          <w:rtl/>
        </w:rPr>
        <w:t>)</w:t>
      </w:r>
      <w:r w:rsidRPr="00DC5DC4">
        <w:rPr>
          <w:rStyle w:val="libArabicChar"/>
          <w:rFonts w:hint="cs"/>
          <w:rtl/>
        </w:rPr>
        <w:t>إلی</w:t>
      </w:r>
      <w:r w:rsidRPr="00DC5DC4">
        <w:rPr>
          <w:rStyle w:val="libArabicChar"/>
          <w:rtl/>
        </w:rPr>
        <w:t xml:space="preserve"> اُمّ سلمة، ممّا ذکر نا ف</w:t>
      </w:r>
      <w:r w:rsidRPr="00DC5DC4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>الم</w:t>
      </w:r>
      <w:r w:rsidRPr="00DC5DC4">
        <w:rPr>
          <w:rStyle w:val="libArabicChar"/>
          <w:rtl/>
        </w:rPr>
        <w:t xml:space="preserve"> </w:t>
      </w:r>
      <w:r w:rsidRPr="00DC5DC4">
        <w:rPr>
          <w:rStyle w:val="libArabicChar"/>
          <w:rFonts w:hint="cs"/>
          <w:rtl/>
        </w:rPr>
        <w:t>ی</w:t>
      </w:r>
      <w:r w:rsidRPr="00DC5DC4">
        <w:rPr>
          <w:rStyle w:val="libArabicChar"/>
          <w:rFonts w:hint="eastAsia"/>
          <w:rtl/>
        </w:rPr>
        <w:t>ردا</w:t>
      </w:r>
      <w:r w:rsidRPr="00DC5DC4">
        <w:rPr>
          <w:rStyle w:val="libArabicChar"/>
          <w:rFonts w:hint="cs"/>
          <w:rtl/>
        </w:rPr>
        <w:t>ٴ</w:t>
      </w:r>
      <w:r w:rsidRPr="00DC5DC4">
        <w:rPr>
          <w:rStyle w:val="libArabicChar"/>
          <w:rFonts w:hint="eastAsia"/>
          <w:rtl/>
        </w:rPr>
        <w:t>ن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>اکانت</w:t>
      </w:r>
      <w:r w:rsidRPr="00DC5DC4">
        <w:rPr>
          <w:rStyle w:val="libArabicChar"/>
          <w:rtl/>
        </w:rPr>
        <w:t xml:space="preserve"> ممّااُر</w:t>
      </w:r>
      <w:r w:rsidRPr="00DC5DC4">
        <w:rPr>
          <w:rStyle w:val="libArabicChar"/>
          <w:rFonts w:hint="cs"/>
          <w:rtl/>
        </w:rPr>
        <w:t>ی</w:t>
      </w:r>
      <w:r w:rsidRPr="00DC5DC4">
        <w:rPr>
          <w:rStyle w:val="libArabicChar"/>
          <w:rFonts w:hint="eastAsia"/>
          <w:rtl/>
        </w:rPr>
        <w:t>دب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tl/>
        </w:rPr>
        <w:t xml:space="preserve"> ممّاف</w:t>
      </w:r>
      <w:r w:rsidRPr="00DC5DC4">
        <w:rPr>
          <w:rStyle w:val="libArabicChar"/>
          <w:rFonts w:hint="cs"/>
          <w:rtl/>
        </w:rPr>
        <w:t>ی</w:t>
      </w:r>
      <w:r w:rsidRPr="00DC5DC4">
        <w:rPr>
          <w:rStyle w:val="libArabicChar"/>
          <w:rtl/>
        </w:rPr>
        <w:t xml:space="preserve"> الآ</w:t>
      </w:r>
      <w:r w:rsidRPr="00DC5DC4">
        <w:rPr>
          <w:rStyle w:val="libArabicChar"/>
          <w:rFonts w:hint="cs"/>
          <w:rtl/>
        </w:rPr>
        <w:t>ی</w:t>
      </w:r>
      <w:r w:rsidRPr="00DC5DC4">
        <w:rPr>
          <w:rStyle w:val="libArabicChar"/>
          <w:rFonts w:hint="eastAsia"/>
          <w:rtl/>
        </w:rPr>
        <w:t>ة</w:t>
      </w:r>
      <w:r w:rsidRPr="00DC5DC4">
        <w:rPr>
          <w:rStyle w:val="libArabicChar"/>
          <w:rtl/>
        </w:rPr>
        <w:t xml:space="preserve"> المتلوة ف</w:t>
      </w:r>
      <w:r w:rsidRPr="00DC5DC4">
        <w:rPr>
          <w:rStyle w:val="libArabicChar"/>
          <w:rFonts w:hint="cs"/>
          <w:rtl/>
        </w:rPr>
        <w:t>ی</w:t>
      </w:r>
      <w:r w:rsidRPr="00DC5DC4">
        <w:rPr>
          <w:rStyle w:val="libArabicChar"/>
          <w:rtl/>
        </w:rPr>
        <w:t xml:space="preserve"> 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>ذاالباب،واٴ</w:t>
      </w:r>
      <w:r w:rsidRPr="00DC5DC4">
        <w:rPr>
          <w:rStyle w:val="libArabicChar"/>
          <w:rFonts w:hint="eastAsia"/>
          <w:rtl/>
        </w:rPr>
        <w:t>ن</w:t>
      </w:r>
      <w:r w:rsidRPr="00DC5DC4">
        <w:rPr>
          <w:rStyle w:val="libArabicChar"/>
          <w:rtl/>
        </w:rPr>
        <w:t xml:space="preserve"> المراد بما ف</w:t>
      </w:r>
      <w:r w:rsidRPr="00DC5DC4">
        <w:rPr>
          <w:rStyle w:val="libArabicChar"/>
          <w:rFonts w:hint="cs"/>
          <w:rtl/>
        </w:rPr>
        <w:t>ی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>ا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>م</w:t>
      </w:r>
      <w:r w:rsidRPr="00DC5DC4">
        <w:rPr>
          <w:rStyle w:val="libArabicChar"/>
          <w:rtl/>
        </w:rPr>
        <w:t xml:space="preserve"> رسول الل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 xml:space="preserve"> </w:t>
      </w:r>
      <w:r w:rsidR="00F50110" w:rsidRPr="00F50110">
        <w:rPr>
          <w:rStyle w:val="libAlaemChar"/>
          <w:rFonts w:hint="cs"/>
          <w:rtl/>
        </w:rPr>
        <w:t xml:space="preserve"> صلى‌الله‌عليه‌وآله‌وسلم </w:t>
      </w:r>
      <w:r w:rsidRPr="00DC5DC4">
        <w:rPr>
          <w:rStyle w:val="libArabicChar"/>
          <w:rFonts w:hint="cs"/>
          <w:rtl/>
        </w:rPr>
        <w:t>و علیّ</w:t>
      </w:r>
      <w:r w:rsidRPr="00DC5DC4">
        <w:rPr>
          <w:rStyle w:val="libArabicChar"/>
          <w:rtl/>
        </w:rPr>
        <w:t xml:space="preserve"> و فاطمة والحسن والحس</w:t>
      </w:r>
      <w:r w:rsidRPr="00DC5DC4">
        <w:rPr>
          <w:rStyle w:val="libArabicChar"/>
          <w:rFonts w:hint="cs"/>
          <w:rtl/>
        </w:rPr>
        <w:t>ی</w:t>
      </w:r>
      <w:r w:rsidRPr="00DC5DC4">
        <w:rPr>
          <w:rStyle w:val="libArabicChar"/>
          <w:rFonts w:hint="eastAsia"/>
          <w:rtl/>
        </w:rPr>
        <w:t>ن</w:t>
      </w:r>
      <w:r w:rsidRPr="00DC5DC4">
        <w:rPr>
          <w:rStyle w:val="libArabicChar"/>
          <w:rtl/>
        </w:rPr>
        <w:t xml:space="preserve"> دون ماسوا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>م“</w:t>
      </w:r>
      <w:r w:rsidR="00DC5DC4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ام سلمہ ان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ء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اشارہ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۔اورآ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ء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”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“ سے مراد صرف رسول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،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وفاطمہ،حسن و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DC5DC4">
      <w:pPr>
        <w:pStyle w:val="libNormal"/>
        <w:rPr>
          <w:rtl/>
        </w:rPr>
      </w:pPr>
      <w:r w:rsidRPr="00CD3FC2">
        <w:rPr>
          <w:rFonts w:hint="eastAsia"/>
          <w:rtl/>
        </w:rPr>
        <w:t>طحاو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اوراحتمال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”انت اھل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کا مقصد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تم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وجہ سے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شمار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ہو، ک</w:t>
      </w:r>
      <w:r w:rsidR="00EB4D70">
        <w:rPr>
          <w:rtl/>
        </w:rPr>
        <w:t>یو</w:t>
      </w:r>
      <w:r w:rsidRPr="00CD3FC2">
        <w:rPr>
          <w:rtl/>
        </w:rPr>
        <w:t>نکہ حضرت نوح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داستان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ان کا بےٹا 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اہل سے خارج ہے اور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: </w:t>
      </w:r>
      <w:r w:rsidR="00BD32E1">
        <w:rPr>
          <w:rtl/>
        </w:rPr>
        <w:t xml:space="preserve"> </w:t>
      </w:r>
      <w:r w:rsidRPr="00DC5DC4">
        <w:rPr>
          <w:rStyle w:val="libArabicChar"/>
          <w:rtl/>
        </w:rPr>
        <w:t>إنّ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 xml:space="preserve"> ل</w:t>
      </w:r>
      <w:r w:rsidR="00BA57AE" w:rsidRPr="003A13AB">
        <w:rPr>
          <w:rStyle w:val="libArabicChar"/>
          <w:rFonts w:hint="cs"/>
          <w:rtl/>
        </w:rPr>
        <w:t>ي</w:t>
      </w:r>
      <w:r w:rsidRPr="00DC5DC4">
        <w:rPr>
          <w:rStyle w:val="libArabicChar"/>
          <w:rFonts w:hint="cs"/>
          <w:rtl/>
        </w:rPr>
        <w:t>س من اٴ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Fonts w:hint="cs"/>
          <w:rtl/>
        </w:rPr>
        <w:t>لک</w:t>
      </w:r>
      <w:r w:rsidRPr="00DC5DC4">
        <w:rPr>
          <w:rStyle w:val="libArabicChar"/>
          <w:rtl/>
        </w:rPr>
        <w:t xml:space="preserve"> إ</w:t>
      </w:r>
      <w:r w:rsidRPr="00DC5DC4">
        <w:rPr>
          <w:rStyle w:val="libArabicChar"/>
          <w:rFonts w:hint="eastAsia"/>
          <w:rtl/>
        </w:rPr>
        <w:t>نّ</w:t>
      </w:r>
      <w:r w:rsidR="00BA57AE" w:rsidRPr="003A13AB">
        <w:rPr>
          <w:rStyle w:val="libArabicChar"/>
          <w:rFonts w:hint="cs"/>
          <w:rtl/>
        </w:rPr>
        <w:t>ه</w:t>
      </w:r>
      <w:r w:rsidRPr="00DC5DC4">
        <w:rPr>
          <w:rStyle w:val="libArabicChar"/>
          <w:rtl/>
        </w:rPr>
        <w:t xml:space="preserve"> عمل غ</w:t>
      </w:r>
      <w:r w:rsidRPr="00DC5DC4">
        <w:rPr>
          <w:rStyle w:val="libArabicChar"/>
          <w:rFonts w:hint="cs"/>
          <w:rtl/>
        </w:rPr>
        <w:t>ی</w:t>
      </w:r>
      <w:r w:rsidRPr="00DC5DC4">
        <w:rPr>
          <w:rStyle w:val="libArabicChar"/>
          <w:rFonts w:hint="eastAsia"/>
          <w:rtl/>
        </w:rPr>
        <w:t>ر</w:t>
      </w:r>
      <w:r w:rsidRPr="00DC5DC4">
        <w:rPr>
          <w:rStyle w:val="libArabicChar"/>
          <w:rtl/>
        </w:rPr>
        <w:t xml:space="preserve"> صالح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DC5DC4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اس سے استفادہ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اجاسکتا</w:t>
      </w:r>
      <w:r w:rsidRPr="00CD3FC2">
        <w:rPr>
          <w:rtl/>
        </w:rPr>
        <w:t xml:space="preserve"> ہے کہ جو صاحب )ا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اور) عمل صالح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ںوہ</w:t>
      </w:r>
      <w:r w:rsidRPr="00CD3FC2">
        <w:rPr>
          <w:rtl/>
        </w:rPr>
        <w:t xml:space="preserve"> ان کے اہل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DC5DC4" w:rsidRDefault="00DC5DC4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 مشکل ا لآثار، ج۱،ص۳۳۶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 سورئہ ہود/۴۶</w:t>
      </w:r>
    </w:p>
    <w:p w:rsidR="00DC5DC4" w:rsidRDefault="00DC5DC4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DC5DC4" w:rsidRPr="00CD3FC2" w:rsidRDefault="00DC5DC4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طحاو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اس احتمال کو واثلہ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کرنے کے بعد پ</w:t>
      </w:r>
      <w:r w:rsidR="00662AF6">
        <w:rPr>
          <w:rtl/>
        </w:rPr>
        <w:t>یش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واثلہ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صحاب</w:t>
      </w:r>
      <w:r w:rsidR="00EB4D70">
        <w:rPr>
          <w:rtl/>
        </w:rPr>
        <w:t>یو</w:t>
      </w:r>
      <w:r w:rsidRPr="00CD3FC2">
        <w:rPr>
          <w:rtl/>
        </w:rPr>
        <w:t xml:space="preserve">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</w:t>
      </w:r>
      <w:r w:rsidR="00BD32E1">
        <w:rPr>
          <w:rtl/>
        </w:rPr>
        <w:t>ایک</w:t>
      </w:r>
      <w:r w:rsidRPr="00CD3FC2">
        <w:rPr>
          <w:rtl/>
        </w:rPr>
        <w:t xml:space="preserve"> ہے، جس نے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کساء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ہے۔وہ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پنجتن پاک کے کساء کے ن</w:t>
      </w:r>
      <w:r w:rsidR="00662AF6">
        <w:rPr>
          <w:rtl/>
        </w:rPr>
        <w:t>یچ</w:t>
      </w:r>
      <w:r w:rsidRPr="00CD3FC2">
        <w:rPr>
          <w:rtl/>
        </w:rPr>
        <w:t>ے جمع ہونے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کرتا ہے اور </w:t>
      </w:r>
      <w:r w:rsidR="00BD32E1">
        <w:rPr>
          <w:rtl/>
        </w:rPr>
        <w:t>پیغ</w:t>
      </w:r>
      <w:r w:rsidRPr="00CD3FC2">
        <w:rPr>
          <w:rtl/>
        </w:rPr>
        <w:t xml:space="preserve">مبر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کو نقل کرتا ہے کہ آپ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”</w:t>
      </w:r>
      <w:r w:rsidRPr="00DD5205">
        <w:rPr>
          <w:rStyle w:val="libArabicChar"/>
          <w:rtl/>
        </w:rPr>
        <w:t>ا</w:t>
      </w:r>
      <w:r w:rsidRPr="00DD5205">
        <w:rPr>
          <w:rStyle w:val="libArabicChar"/>
          <w:rFonts w:hint="cs"/>
          <w:rtl/>
        </w:rPr>
        <w:t>ٴ</w:t>
      </w:r>
      <w:r w:rsidRPr="00DD5205">
        <w:rPr>
          <w:rStyle w:val="libArabicChar"/>
          <w:rFonts w:hint="eastAsia"/>
          <w:rtl/>
        </w:rPr>
        <w:t>للّ</w:t>
      </w:r>
      <w:r w:rsidR="00BA57AE" w:rsidRPr="003A13AB">
        <w:rPr>
          <w:rStyle w:val="libArabicChar"/>
          <w:rFonts w:hint="cs"/>
          <w:rtl/>
        </w:rPr>
        <w:t>ه</w:t>
      </w:r>
      <w:r w:rsidRPr="00DD5205">
        <w:rPr>
          <w:rStyle w:val="libArabicChar"/>
          <w:rFonts w:hint="cs"/>
          <w:rtl/>
        </w:rPr>
        <w:t>م</w:t>
      </w:r>
      <w:r w:rsidRPr="00DD5205">
        <w:rPr>
          <w:rStyle w:val="libArabicChar"/>
          <w:rtl/>
        </w:rPr>
        <w:t xml:space="preserve"> </w:t>
      </w:r>
      <w:r w:rsidR="00BA57AE" w:rsidRPr="003A13AB">
        <w:rPr>
          <w:rStyle w:val="libArabicChar"/>
          <w:rFonts w:hint="cs"/>
          <w:rtl/>
        </w:rPr>
        <w:t>ه</w:t>
      </w:r>
      <w:r w:rsidRPr="00DD5205">
        <w:rPr>
          <w:rStyle w:val="libArabicChar"/>
          <w:rFonts w:hint="cs"/>
          <w:rtl/>
        </w:rPr>
        <w:t>ولاء ا</w:t>
      </w:r>
      <w:r w:rsidR="00BA57AE" w:rsidRPr="003A13AB">
        <w:rPr>
          <w:rStyle w:val="libArabicChar"/>
          <w:rFonts w:hint="cs"/>
          <w:rtl/>
        </w:rPr>
        <w:t>ه</w:t>
      </w:r>
      <w:r w:rsidRPr="00DD5205">
        <w:rPr>
          <w:rStyle w:val="libArabicChar"/>
          <w:rFonts w:hint="cs"/>
          <w:rtl/>
        </w:rPr>
        <w:t>ل بی</w:t>
      </w:r>
      <w:r w:rsidRPr="00DD5205">
        <w:rPr>
          <w:rStyle w:val="libArabicChar"/>
          <w:rFonts w:hint="eastAsia"/>
          <w:rtl/>
        </w:rPr>
        <w:t>ت</w:t>
      </w:r>
      <w:r w:rsidRPr="00DD5205">
        <w:rPr>
          <w:rStyle w:val="libArabicChar"/>
          <w:rFonts w:hint="cs"/>
          <w:rtl/>
        </w:rPr>
        <w:t>ی</w:t>
      </w:r>
      <w:r w:rsidRPr="00DD5205">
        <w:rPr>
          <w:rStyle w:val="libArabicChar"/>
          <w:rtl/>
        </w:rPr>
        <w:t xml:space="preserve"> وا</w:t>
      </w:r>
      <w:r w:rsidR="00BA57AE" w:rsidRPr="003A13AB">
        <w:rPr>
          <w:rStyle w:val="libArabicChar"/>
          <w:rFonts w:hint="cs"/>
          <w:rtl/>
        </w:rPr>
        <w:t>ه</w:t>
      </w:r>
      <w:r w:rsidRPr="00DD5205">
        <w:rPr>
          <w:rStyle w:val="libArabicChar"/>
          <w:rFonts w:hint="cs"/>
          <w:rtl/>
        </w:rPr>
        <w:t>ل بی</w:t>
      </w:r>
      <w:r w:rsidRPr="00DD5205">
        <w:rPr>
          <w:rStyle w:val="libArabicChar"/>
          <w:rFonts w:hint="eastAsia"/>
          <w:rtl/>
        </w:rPr>
        <w:t>ت</w:t>
      </w:r>
      <w:r w:rsidRPr="00DD5205">
        <w:rPr>
          <w:rStyle w:val="libArabicChar"/>
          <w:rFonts w:hint="cs"/>
          <w:rtl/>
        </w:rPr>
        <w:t>ی</w:t>
      </w:r>
      <w:r w:rsidRPr="00DD5205">
        <w:rPr>
          <w:rStyle w:val="libArabicChar"/>
          <w:rtl/>
        </w:rPr>
        <w:t xml:space="preserve"> احق</w:t>
      </w:r>
      <w:r w:rsidRPr="00CD3FC2">
        <w:rPr>
          <w:rtl/>
        </w:rPr>
        <w:t>“ اس کے بعد کہتا ہے: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نے کہا :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رسول الله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آپ 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ہوں ؟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” تم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سے ہو“۔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طحاو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کو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رکھتے ہوئے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واثلہ کا ربط، ام سلمہ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بہ نسبت </w:t>
      </w:r>
      <w:r w:rsidR="00BD32E1">
        <w:rPr>
          <w:rtl/>
        </w:rPr>
        <w:t>پیغ</w:t>
      </w:r>
      <w:r w:rsidRPr="00CD3FC2">
        <w:rPr>
          <w:rtl/>
        </w:rPr>
        <w:t xml:space="preserve">مبر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بہت دور کا ہے۔ک</w:t>
      </w:r>
      <w:r w:rsidR="00EB4D70">
        <w:rPr>
          <w:rtl/>
        </w:rPr>
        <w:t>یو</w:t>
      </w:r>
      <w:r w:rsidRPr="00CD3FC2">
        <w:rPr>
          <w:rtl/>
        </w:rPr>
        <w:t>نکہ واثلہ )</w:t>
      </w:r>
      <w:r w:rsidR="00BD32E1">
        <w:rPr>
          <w:rtl/>
        </w:rPr>
        <w:t>پیغ</w:t>
      </w:r>
      <w:r w:rsidRPr="00CD3FC2">
        <w:rPr>
          <w:rtl/>
        </w:rPr>
        <w:t xml:space="preserve">مبر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گھر کا </w:t>
      </w:r>
      <w:r w:rsidR="00BD32E1">
        <w:rPr>
          <w:rtl/>
        </w:rPr>
        <w:t>ایک</w:t>
      </w:r>
      <w:r w:rsidRPr="00CD3FC2">
        <w:rPr>
          <w:rtl/>
        </w:rPr>
        <w:t xml:space="preserve"> خادم ہے )بن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کا </w:t>
      </w:r>
      <w:r w:rsidR="00BD32E1">
        <w:rPr>
          <w:rtl/>
        </w:rPr>
        <w:t>ایک</w:t>
      </w:r>
      <w:r w:rsidRPr="00CD3FC2">
        <w:rPr>
          <w:rtl/>
        </w:rPr>
        <w:t xml:space="preserve"> شخص ہے اور قر</w:t>
      </w:r>
      <w:r w:rsidR="00662AF6">
        <w:rPr>
          <w:rtl/>
        </w:rPr>
        <w:t>یش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شمار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ہوتا ہے اور ام سلمہ ) </w:t>
      </w:r>
      <w:r w:rsidR="00BD32E1">
        <w:rPr>
          <w:rtl/>
        </w:rPr>
        <w:t>پیغ</w:t>
      </w:r>
      <w:r w:rsidRPr="00CD3FC2">
        <w:rPr>
          <w:rtl/>
        </w:rPr>
        <w:t xml:space="preserve">مبر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="00EB4D70">
        <w:rPr>
          <w:rtl/>
        </w:rPr>
        <w:t>یو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) قر</w:t>
      </w:r>
      <w:r w:rsidR="00662AF6">
        <w:rPr>
          <w:rtl/>
        </w:rPr>
        <w:t>یش</w:t>
      </w:r>
      <w:r w:rsidRPr="00CD3FC2">
        <w:rPr>
          <w:rtl/>
        </w:rPr>
        <w:t xml:space="preserve"> سے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اس کے باوجود ہم د</w:t>
      </w:r>
      <w:r w:rsidR="009B178F">
        <w:rPr>
          <w:rtl/>
        </w:rPr>
        <w:t>یک</w:t>
      </w:r>
      <w:r w:rsidRPr="00CD3FC2">
        <w:rPr>
          <w:rtl/>
        </w:rPr>
        <w:t>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آنحضر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(ص)واثلہ سے فرماتے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: ” تم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اہل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ہو“ لہذا اس کے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تم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خاطر اور مجھ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رکھنے کے سبب ہم اھل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زمرہ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داخل ہو۔</w:t>
      </w:r>
    </w:p>
    <w:p w:rsidR="000B693F" w:rsidRPr="00CD3FC2" w:rsidRDefault="000B693F" w:rsidP="00DD5205">
      <w:pPr>
        <w:pStyle w:val="libNormal"/>
        <w:rPr>
          <w:rtl/>
        </w:rPr>
      </w:pP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 السنن الکبر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“</w:t>
      </w:r>
      <w:r w:rsidR="00DD5205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واثلہ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کو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کہاہے:</w:t>
      </w:r>
    </w:p>
    <w:p w:rsidR="000B693F" w:rsidRPr="00CD3FC2" w:rsidRDefault="000B693F" w:rsidP="00DC5DC4">
      <w:pPr>
        <w:pStyle w:val="libArabic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وکانّ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جعل فی</w:t>
      </w:r>
      <w:r w:rsidRPr="00CD3FC2">
        <w:rPr>
          <w:rtl/>
        </w:rPr>
        <w:t xml:space="preserve"> حکم الا</w:t>
      </w:r>
      <w:r w:rsidRPr="003A13AB">
        <w:rPr>
          <w:rFonts w:hint="cs"/>
          <w:rtl/>
        </w:rPr>
        <w:t>ٴ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ل،</w:t>
      </w:r>
      <w:r w:rsidRPr="00CD3FC2">
        <w:rPr>
          <w:rtl/>
        </w:rPr>
        <w:t xml:space="preserve"> تشب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</w:t>
      </w:r>
      <w:r w:rsidRPr="00CD3FC2">
        <w:rPr>
          <w:rtl/>
        </w:rPr>
        <w:t xml:space="preserve"> بمن </w:t>
      </w:r>
      <w:r w:rsidR="00BA57AE" w:rsidRPr="003A13AB">
        <w:rPr>
          <w:rFonts w:hint="cs"/>
          <w:rtl/>
        </w:rPr>
        <w:t>ي</w:t>
      </w:r>
      <w:r w:rsidRPr="00CD3FC2">
        <w:rPr>
          <w:rFonts w:hint="cs"/>
          <w:rtl/>
        </w:rPr>
        <w:t xml:space="preserve">سحق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ذاالابسم لا تح</w:t>
      </w:r>
      <w:r w:rsidRPr="00CD3FC2">
        <w:rPr>
          <w:rtl/>
        </w:rPr>
        <w:t>ق</w:t>
      </w:r>
      <w:r w:rsidR="00BA57AE" w:rsidRPr="003A13AB">
        <w:rPr>
          <w:rFonts w:hint="cs"/>
          <w:rtl/>
        </w:rPr>
        <w:t>ي</w:t>
      </w:r>
      <w:r w:rsidRPr="00CD3FC2">
        <w:rPr>
          <w:rFonts w:hint="cs"/>
          <w:rtl/>
        </w:rPr>
        <w:t>قاً“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”گو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واثلہ کو تشب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کے لحاظ سے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اہل کے حکم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قرار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نہ اس لئے کہ وہ حق</w:t>
      </w:r>
      <w:r w:rsidR="00662AF6">
        <w:rPr>
          <w:rtl/>
        </w:rPr>
        <w:t>یق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طور پر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کا مصداق تھا۔“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لئے 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جو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دائرہ کو منحصر کرنے کے سلسلہ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وارد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رکاوٹ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DC5DC4" w:rsidRPr="00DC5DC4" w:rsidRDefault="00DC5DC4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۱-السنن الکبر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، ج۲،ص۵۲،دارالمعرفة،ب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DC5DC4" w:rsidRDefault="00DC5DC4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Heading2Center"/>
        <w:rPr>
          <w:rtl/>
        </w:rPr>
      </w:pPr>
      <w:bookmarkStart w:id="181" w:name="_Toc508103430"/>
      <w:r w:rsidRPr="00CD3FC2">
        <w:rPr>
          <w:rFonts w:hint="eastAsia"/>
          <w:rtl/>
        </w:rPr>
        <w:t>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ارہواں</w:t>
      </w:r>
      <w:r w:rsidRPr="00CD3FC2">
        <w:rPr>
          <w:rtl/>
        </w:rPr>
        <w:t xml:space="preserve"> سوال</w:t>
      </w:r>
      <w:bookmarkEnd w:id="181"/>
      <w:r w:rsidRPr="00CD3FC2">
        <w:rPr>
          <w:rtl/>
        </w:rPr>
        <w:t xml:space="preserve"> </w:t>
      </w:r>
    </w:p>
    <w:p w:rsidR="000B693F" w:rsidRPr="00CD3FC2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C5DC4">
        <w:rPr>
          <w:rStyle w:val="libAieChar"/>
          <w:rtl/>
        </w:rPr>
        <w:t xml:space="preserve">إنّما 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ر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د</w:t>
      </w:r>
      <w:r w:rsidR="00E17DF7" w:rsidRPr="00DC5DC4">
        <w:rPr>
          <w:rStyle w:val="libAieChar"/>
          <w:rtl/>
        </w:rPr>
        <w:t xml:space="preserve"> الله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Fonts w:hint="cs"/>
          <w:rtl/>
        </w:rPr>
        <w:t>اس آی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مانند ہے: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C5DC4">
        <w:rPr>
          <w:rStyle w:val="libAieChar"/>
          <w:rtl/>
        </w:rPr>
        <w:t>ما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ر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دالله</w:t>
      </w:r>
      <w:r w:rsidR="00E17DF7" w:rsidRPr="00DC5DC4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جعل عل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کم من حرج ولکن ی</w:t>
      </w:r>
      <w:r w:rsidR="00E17DF7" w:rsidRPr="00DC5DC4">
        <w:rPr>
          <w:rStyle w:val="libAieChar"/>
          <w:rFonts w:hint="eastAsia"/>
          <w:rtl/>
        </w:rPr>
        <w:t>ر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د</w:t>
      </w:r>
      <w:r w:rsidR="00E17DF7" w:rsidRPr="00DC5DC4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>ّرکم ولی</w:t>
      </w:r>
      <w:r w:rsidR="00E17DF7" w:rsidRPr="00DC5DC4">
        <w:rPr>
          <w:rStyle w:val="libAieChar"/>
          <w:rFonts w:hint="eastAsia"/>
          <w:rtl/>
        </w:rPr>
        <w:t>تمّ</w:t>
      </w:r>
      <w:r w:rsidR="00E17DF7" w:rsidRPr="00DC5DC4">
        <w:rPr>
          <w:rStyle w:val="libAieChar"/>
          <w:rtl/>
        </w:rPr>
        <w:t xml:space="preserve"> نعمتة عل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کم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DC5DC4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</w:t>
      </w:r>
      <w:r w:rsidR="00EB4D70">
        <w:rPr>
          <w:rtl/>
        </w:rPr>
        <w:t xml:space="preserve"> یع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>: ” خدا تمھارے لئے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زحمت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چاہتا ، بلکہ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چاہتا ہے کہ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پاک و پاک</w:t>
      </w:r>
      <w:r w:rsidR="00662AF6">
        <w:rPr>
          <w:rtl/>
        </w:rPr>
        <w:t>یز</w:t>
      </w:r>
      <w:r w:rsidRPr="00CD3FC2">
        <w:rPr>
          <w:rtl/>
        </w:rPr>
        <w:t>ہ بنادے اور تم پر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نعمت کو تمام کردے “اور </w:t>
      </w:r>
      <w:r w:rsidRPr="00CD3FC2">
        <w:rPr>
          <w:rFonts w:hint="eastAsia"/>
          <w:rtl/>
        </w:rPr>
        <w:t>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C5DC4">
        <w:rPr>
          <w:rStyle w:val="libAieChar"/>
          <w:rtl/>
        </w:rPr>
        <w:t xml:space="preserve">إنّما 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ر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د</w:t>
      </w:r>
      <w:r w:rsidR="00E17DF7" w:rsidRPr="00DC5DC4">
        <w:rPr>
          <w:rStyle w:val="libAieChar"/>
          <w:rtl/>
        </w:rPr>
        <w:t xml:space="preserve"> الله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Fonts w:hint="cs"/>
          <w:rtl/>
        </w:rPr>
        <w:t>اس آی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مانند ہے: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DC5DC4">
        <w:rPr>
          <w:rStyle w:val="libAieChar"/>
          <w:rtl/>
        </w:rPr>
        <w:t>ل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>ّرکم و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>ب عنکم رجز الش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طان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DC5DC4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</w:t>
      </w:r>
      <w:r w:rsidR="00EB4D70">
        <w:rPr>
          <w:rtl/>
        </w:rPr>
        <w:t xml:space="preserve"> یع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 تاکہ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پاک</w:t>
      </w:r>
      <w:r w:rsidR="00662AF6">
        <w:rPr>
          <w:rtl/>
        </w:rPr>
        <w:t>یز</w:t>
      </w:r>
      <w:r w:rsidRPr="00CD3FC2">
        <w:rPr>
          <w:rtl/>
        </w:rPr>
        <w:t xml:space="preserve">ہ بنادے اور تم سے </w:t>
      </w:r>
      <w:r w:rsidR="00662AF6">
        <w:rPr>
          <w:rtl/>
        </w:rPr>
        <w:t>شیط</w:t>
      </w:r>
      <w:r w:rsidRPr="00CD3FC2">
        <w:rPr>
          <w:rtl/>
        </w:rPr>
        <w:t>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کثافت کو دور کردے “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اگر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عصمت پر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تو مذکورہ دو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بناپرہ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بہت سارے اصحاب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عصمت کے قائل ہونا چائ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ے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DC5DC4">
      <w:pPr>
        <w:pStyle w:val="Heading2Center"/>
        <w:rPr>
          <w:rtl/>
        </w:rPr>
      </w:pPr>
      <w:bookmarkStart w:id="182" w:name="_Toc508103431"/>
      <w:r w:rsidRPr="00CD3FC2">
        <w:rPr>
          <w:rFonts w:hint="eastAsia"/>
          <w:rtl/>
        </w:rPr>
        <w:t>جواب</w:t>
      </w:r>
      <w:bookmarkEnd w:id="18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پہلافقرہ</w:t>
      </w:r>
      <w:r w:rsidRPr="00CD3FC2">
        <w:rPr>
          <w:rtl/>
        </w:rPr>
        <w:t xml:space="preserve"> وہ ہے جو وضو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آخر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 </w:t>
      </w:r>
      <w:r w:rsidR="00EB4D70">
        <w:rPr>
          <w:rtl/>
        </w:rPr>
        <w:t>یو</w:t>
      </w:r>
      <w:r w:rsidRPr="00CD3FC2">
        <w:rPr>
          <w:rtl/>
        </w:rPr>
        <w:t>ں ہے:</w:t>
      </w:r>
    </w:p>
    <w:p w:rsidR="000B693F" w:rsidRDefault="00BD32E1" w:rsidP="00B76D20">
      <w:pPr>
        <w:pStyle w:val="libNormal"/>
        <w:rPr>
          <w:rtl/>
          <w:lang w:bidi="fa-IR"/>
        </w:rPr>
      </w:pPr>
      <w:r>
        <w:rPr>
          <w:rtl/>
        </w:rPr>
        <w:t xml:space="preserve"> 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(</w:t>
      </w:r>
      <w:r w:rsidR="00E17DF7">
        <w:rPr>
          <w:rStyle w:val="libAieChar"/>
          <w:rFonts w:hint="cs"/>
          <w:rtl/>
        </w:rPr>
        <w:t xml:space="preserve"> 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ا</w:t>
      </w:r>
      <w:r w:rsidR="00E17DF7" w:rsidRPr="00DC5DC4">
        <w:rPr>
          <w:rStyle w:val="libAieChar"/>
          <w:rtl/>
        </w:rPr>
        <w:t xml:space="preserve"> إ</w:t>
      </w:r>
      <w:r w:rsidR="00E17DF7" w:rsidRPr="00DC5DC4">
        <w:rPr>
          <w:rStyle w:val="libAieChar"/>
          <w:rFonts w:hint="cs"/>
          <w:rtl/>
        </w:rPr>
        <w:t>ی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>االّذی</w:t>
      </w:r>
      <w:r w:rsidR="00E17DF7" w:rsidRPr="00DC5DC4">
        <w:rPr>
          <w:rStyle w:val="libAieChar"/>
          <w:rFonts w:hint="eastAsia"/>
          <w:rtl/>
        </w:rPr>
        <w:t>ن</w:t>
      </w:r>
      <w:r w:rsidR="00E17DF7" w:rsidRPr="00DC5DC4">
        <w:rPr>
          <w:rStyle w:val="libAieChar"/>
          <w:rtl/>
        </w:rPr>
        <w:t xml:space="preserve"> آمنواإذا قمتم إل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tl/>
        </w:rPr>
        <w:t xml:space="preserve"> الصلوٰة فاغسلوا وجو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>کم و اٴ</w:t>
      </w:r>
      <w:r w:rsidR="00E17DF7" w:rsidRPr="00DC5DC4">
        <w:rPr>
          <w:rStyle w:val="libAieChar"/>
          <w:rtl/>
        </w:rPr>
        <w:t xml:space="preserve"> 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د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کم</w:t>
      </w:r>
      <w:r w:rsidR="00E17DF7" w:rsidRPr="00DC5DC4">
        <w:rPr>
          <w:rStyle w:val="libAieChar"/>
          <w:rtl/>
        </w:rPr>
        <w:t xml:space="preserve"> إل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tl/>
        </w:rPr>
        <w:t xml:space="preserve"> المرافق و ا</w:t>
      </w:r>
      <w:r w:rsidR="00E17DF7" w:rsidRPr="00DC5DC4">
        <w:rPr>
          <w:rStyle w:val="libAieChar"/>
          <w:rFonts w:hint="cs"/>
          <w:rtl/>
        </w:rPr>
        <w:t>ٴ</w:t>
      </w:r>
      <w:r w:rsidR="00E17DF7" w:rsidRPr="00DC5DC4">
        <w:rPr>
          <w:rStyle w:val="libAieChar"/>
          <w:rFonts w:hint="eastAsia"/>
          <w:rtl/>
        </w:rPr>
        <w:t>مسحوا</w:t>
      </w:r>
      <w:r w:rsidR="00E17DF7" w:rsidRPr="00DC5DC4">
        <w:rPr>
          <w:rStyle w:val="libAieChar"/>
          <w:rtl/>
        </w:rPr>
        <w:t xml:space="preserve"> برء وسکم و ا</w:t>
      </w:r>
      <w:r w:rsidR="00E17DF7" w:rsidRPr="00DC5DC4">
        <w:rPr>
          <w:rStyle w:val="libAieChar"/>
          <w:rFonts w:hint="cs"/>
          <w:rtl/>
        </w:rPr>
        <w:t>ٴ</w:t>
      </w:r>
      <w:r w:rsidR="00E17DF7" w:rsidRPr="00DC5DC4">
        <w:rPr>
          <w:rStyle w:val="libAieChar"/>
          <w:rFonts w:hint="eastAsia"/>
          <w:rtl/>
        </w:rPr>
        <w:t>رجلکم</w:t>
      </w:r>
      <w:r w:rsidR="00E17DF7" w:rsidRPr="00DC5DC4">
        <w:rPr>
          <w:rStyle w:val="libAieChar"/>
          <w:rtl/>
        </w:rPr>
        <w:t xml:space="preserve"> إل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tl/>
        </w:rPr>
        <w:t xml:space="preserve"> الکعب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ن</w:t>
      </w:r>
      <w:r w:rsidR="00E17DF7" w:rsidRPr="00DC5DC4">
        <w:rPr>
          <w:rStyle w:val="libAieChar"/>
          <w:rtl/>
        </w:rPr>
        <w:t xml:space="preserve"> وإن کنتم جنباً فاط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>ّروا فتی</w:t>
      </w:r>
      <w:r w:rsidR="00E17DF7" w:rsidRPr="00DC5DC4">
        <w:rPr>
          <w:rStyle w:val="libAieChar"/>
          <w:rFonts w:hint="eastAsia"/>
          <w:rtl/>
        </w:rPr>
        <w:t>مموا</w:t>
      </w:r>
      <w:r w:rsidR="00E17DF7" w:rsidRPr="00DC5DC4">
        <w:rPr>
          <w:rStyle w:val="libAieChar"/>
          <w:rtl/>
        </w:rPr>
        <w:t xml:space="preserve"> صع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داً</w:t>
      </w:r>
      <w:r w:rsidR="00E17DF7" w:rsidRPr="00DC5DC4">
        <w:rPr>
          <w:rStyle w:val="libAieChar"/>
          <w:rtl/>
        </w:rPr>
        <w:t xml:space="preserve"> ط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باً</w:t>
      </w:r>
      <w:r w:rsidR="00E17DF7" w:rsidRPr="00DC5DC4">
        <w:rPr>
          <w:rStyle w:val="libAieChar"/>
          <w:rtl/>
        </w:rPr>
        <w:t xml:space="preserve"> فا</w:t>
      </w:r>
      <w:r w:rsidR="00E17DF7" w:rsidRPr="00DC5DC4">
        <w:rPr>
          <w:rStyle w:val="libAieChar"/>
          <w:rFonts w:hint="cs"/>
          <w:rtl/>
        </w:rPr>
        <w:t>ٴ</w:t>
      </w:r>
      <w:r w:rsidR="00E17DF7" w:rsidRPr="00DC5DC4">
        <w:rPr>
          <w:rStyle w:val="libAieChar"/>
          <w:rFonts w:hint="eastAsia"/>
          <w:rtl/>
        </w:rPr>
        <w:t>مسحوا</w:t>
      </w:r>
      <w:r w:rsidR="00E17DF7" w:rsidRPr="00DC5DC4">
        <w:rPr>
          <w:rStyle w:val="libAieChar"/>
          <w:rtl/>
        </w:rPr>
        <w:t xml:space="preserve"> بو جو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>کم واٴی</w:t>
      </w:r>
      <w:r w:rsidR="00E17DF7" w:rsidRPr="00DC5DC4">
        <w:rPr>
          <w:rStyle w:val="libAieChar"/>
          <w:rFonts w:hint="eastAsia"/>
          <w:rtl/>
        </w:rPr>
        <w:t>د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کم</w:t>
      </w:r>
      <w:r w:rsidR="00E17DF7" w:rsidRPr="00DC5DC4">
        <w:rPr>
          <w:rStyle w:val="libAieChar"/>
          <w:rtl/>
        </w:rPr>
        <w:t xml:space="preserve"> من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 xml:space="preserve"> مای</w:t>
      </w:r>
      <w:r w:rsidR="00E17DF7" w:rsidRPr="00DC5DC4">
        <w:rPr>
          <w:rStyle w:val="libAieChar"/>
          <w:rFonts w:hint="eastAsia"/>
          <w:rtl/>
        </w:rPr>
        <w:t>ر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د</w:t>
      </w:r>
      <w:r w:rsidR="00E17DF7" w:rsidRPr="00DC5DC4">
        <w:rPr>
          <w:rStyle w:val="libAieChar"/>
          <w:rtl/>
        </w:rPr>
        <w:t xml:space="preserve"> الله ل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جعل عل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کم من حرج ولکن ی</w:t>
      </w:r>
      <w:r w:rsidR="00E17DF7" w:rsidRPr="00DC5DC4">
        <w:rPr>
          <w:rStyle w:val="libAieChar"/>
          <w:rFonts w:hint="eastAsia"/>
          <w:rtl/>
        </w:rPr>
        <w:t>ر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د</w:t>
      </w:r>
      <w:r w:rsidR="00E17DF7" w:rsidRPr="00DC5DC4">
        <w:rPr>
          <w:rStyle w:val="libAieChar"/>
          <w:rtl/>
        </w:rPr>
        <w:t xml:space="preserve"> ل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 xml:space="preserve">ِّرکم </w:t>
      </w:r>
      <w:r w:rsidR="00E17DF7" w:rsidRPr="00DC5DC4">
        <w:rPr>
          <w:rStyle w:val="libAieChar"/>
          <w:rFonts w:hint="eastAsia"/>
          <w:rtl/>
        </w:rPr>
        <w:t>و</w:t>
      </w:r>
      <w:r w:rsidR="00E17DF7" w:rsidRPr="00DC5DC4">
        <w:rPr>
          <w:rStyle w:val="libAieChar"/>
          <w:rtl/>
        </w:rPr>
        <w:t xml:space="preserve"> ل</w:t>
      </w:r>
      <w:r w:rsidR="00E17DF7" w:rsidRPr="00DC5DC4">
        <w:rPr>
          <w:rStyle w:val="libAieChar"/>
          <w:rFonts w:hint="cs"/>
          <w:rtl/>
        </w:rPr>
        <w:t>ی</w:t>
      </w:r>
      <w:r w:rsidR="00E17DF7" w:rsidRPr="00DC5DC4">
        <w:rPr>
          <w:rStyle w:val="libAieChar"/>
          <w:rFonts w:hint="eastAsia"/>
          <w:rtl/>
        </w:rPr>
        <w:t>تم</w:t>
      </w:r>
      <w:r w:rsidR="00E17DF7" w:rsidRPr="00DC5DC4">
        <w:rPr>
          <w:rStyle w:val="libAieChar"/>
          <w:rtl/>
        </w:rPr>
        <w:t xml:space="preserve"> نعمت</w:t>
      </w:r>
      <w:r w:rsidR="00E17DF7" w:rsidRPr="00BA57AE">
        <w:rPr>
          <w:rStyle w:val="libAieChar"/>
          <w:rFonts w:hint="cs"/>
          <w:rtl/>
        </w:rPr>
        <w:t>ه</w:t>
      </w:r>
      <w:r w:rsidR="00E17DF7" w:rsidRPr="00DC5DC4">
        <w:rPr>
          <w:rStyle w:val="libAieChar"/>
          <w:rFonts w:hint="cs"/>
          <w:rtl/>
        </w:rPr>
        <w:t xml:space="preserve"> عل</w:t>
      </w:r>
      <w:r w:rsidR="00E17DF7" w:rsidRPr="00BA57AE">
        <w:rPr>
          <w:rStyle w:val="libAieChar"/>
          <w:rFonts w:hint="cs"/>
          <w:rtl/>
        </w:rPr>
        <w:t>ي</w:t>
      </w:r>
      <w:r w:rsidR="00E17DF7" w:rsidRPr="00DC5DC4">
        <w:rPr>
          <w:rStyle w:val="libAieChar"/>
          <w:rFonts w:hint="cs"/>
          <w:rtl/>
        </w:rPr>
        <w:t>کم لولعلک</w:t>
      </w:r>
      <w:r w:rsidR="00E17DF7" w:rsidRPr="00DC5DC4">
        <w:rPr>
          <w:rStyle w:val="libAieChar"/>
          <w:rtl/>
        </w:rPr>
        <w:t>م تشکرون</w:t>
      </w:r>
      <w:r w:rsidR="00E17DF7">
        <w:rPr>
          <w:rStyle w:val="libAieChar"/>
          <w:rFonts w:hint="cs"/>
          <w:rtl/>
        </w:rPr>
        <w:t xml:space="preserve"> </w:t>
      </w:r>
      <w:r w:rsidR="00E17DF7" w:rsidRPr="00E17DF7">
        <w:rPr>
          <w:rStyle w:val="libAlaemChar"/>
          <w:rFonts w:hint="cs"/>
          <w:rtl/>
        </w:rPr>
        <w:t>)</w:t>
      </w:r>
      <w:r w:rsidR="00E17DF7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</w:t>
      </w:r>
      <w:r w:rsidR="00DC5DC4" w:rsidRPr="00F82107">
        <w:rPr>
          <w:rStyle w:val="libFootnotenumChar"/>
          <w:rFonts w:hint="cs"/>
          <w:rtl/>
        </w:rPr>
        <w:t>(3)</w:t>
      </w:r>
    </w:p>
    <w:p w:rsidR="00DC5DC4" w:rsidRPr="00DC5DC4" w:rsidRDefault="00DC5DC4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 سورہ مائدہ/۶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۲۔سورہ انفال/۱۱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 سورئہ مائدہ/۶</w:t>
      </w:r>
    </w:p>
    <w:p w:rsidR="00DC5DC4" w:rsidRDefault="00DC5DC4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DC5DC4" w:rsidRPr="00CD3FC2" w:rsidRDefault="00DC5DC4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خدا وند متعال وضو، غسل اور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مم</w:t>
      </w:r>
      <w:r w:rsidRPr="00CD3FC2">
        <w:rPr>
          <w:rtl/>
        </w:rPr>
        <w:t xml:space="preserve"> کا حکم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کرنے کے بعد فرما تا ہے: ”خدا وندمتعال ) ان احکام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تشر</w:t>
      </w:r>
      <w:r w:rsidR="00EB4D70">
        <w:rPr>
          <w:rtl/>
        </w:rPr>
        <w:t xml:space="preserve"> یع</w:t>
      </w:r>
      <w:r w:rsidRPr="00CD3FC2">
        <w:rPr>
          <w:rtl/>
        </w:rPr>
        <w:t xml:space="preserve"> سے ) تمھارے لئے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زحمت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چاہتا ہے، بلکہ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چاہتا ہے کہ تمھ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)وضو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غسل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مم</w:t>
      </w:r>
      <w:r w:rsidRPr="00CD3FC2">
        <w:rPr>
          <w:rtl/>
        </w:rPr>
        <w:t xml:space="preserve"> سے ) پاک و پاک</w:t>
      </w:r>
      <w:r w:rsidR="00662AF6">
        <w:rPr>
          <w:rtl/>
        </w:rPr>
        <w:t>یز</w:t>
      </w:r>
      <w:r w:rsidRPr="00CD3FC2">
        <w:rPr>
          <w:rtl/>
        </w:rPr>
        <w:t xml:space="preserve">ہ بنادے“۔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حدث پاک کرنا ہے جو وضو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غسل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مم</w:t>
      </w:r>
      <w:r w:rsidRPr="00CD3FC2">
        <w:rPr>
          <w:rtl/>
        </w:rPr>
        <w:t xml:space="preserve"> سے حاصل ہوتاہے ، اور اس کا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ء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مطلق طہارت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ربط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”رجز اللش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طان</w:t>
      </w:r>
      <w:r w:rsidRPr="00CD3FC2">
        <w:rPr>
          <w:rtl/>
        </w:rPr>
        <w:t xml:space="preserve"> “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662AF6">
        <w:rPr>
          <w:rtl/>
        </w:rPr>
        <w:t>شیط</w:t>
      </w:r>
      <w:r w:rsidRPr="00CD3FC2">
        <w:rPr>
          <w:rtl/>
        </w:rPr>
        <w:t>ان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نجاست سے مرا دوہ جنابت ہے جس سے جنگ بدر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مسلمان دو چار ہوئے تھے اور خدا وندمتعال نے ان کے لئے بارش نازل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انہوں نے بارش کے پان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غسل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اوراپنے جنابت کے حدث کو غسل سے برطرف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خاص ط</w:t>
      </w:r>
      <w:r w:rsidRPr="00CD3FC2">
        <w:rPr>
          <w:rFonts w:hint="eastAsia"/>
          <w:rtl/>
        </w:rPr>
        <w:t>ہارت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اس طہارت کا تعلق ان صحابہ سے ہے جو جنگ بدر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تھے اور جنھوں نے بارش کے پان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غسل کرکے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طہارت حاصل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لہذا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سے استفادہ ہونے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مطلق تکو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طہارت سے اس کا کو 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ربط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ہے۔</w:t>
      </w:r>
    </w:p>
    <w:p w:rsidR="00DD5205" w:rsidRDefault="00DD5205" w:rsidP="004B12AB">
      <w:pPr>
        <w:pStyle w:val="libNormal"/>
        <w:rPr>
          <w:rtl/>
        </w:rPr>
      </w:pPr>
      <w:r>
        <w:rPr>
          <w:rtl/>
        </w:rPr>
        <w:br w:type="page"/>
      </w:r>
    </w:p>
    <w:p w:rsidR="000B693F" w:rsidRPr="00CD3FC2" w:rsidRDefault="000B693F" w:rsidP="00DD5205">
      <w:pPr>
        <w:pStyle w:val="Heading2Center"/>
        <w:rPr>
          <w:rtl/>
        </w:rPr>
      </w:pPr>
      <w:bookmarkStart w:id="183" w:name="_Toc508103432"/>
      <w:r w:rsidRPr="00CD3FC2">
        <w:rPr>
          <w:rFonts w:hint="eastAsia"/>
          <w:rtl/>
        </w:rPr>
        <w:lastRenderedPageBreak/>
        <w:t>ساتواں</w:t>
      </w:r>
      <w:r w:rsidRPr="00CD3FC2">
        <w:rPr>
          <w:rtl/>
        </w:rPr>
        <w:t xml:space="preserve"> باب :</w:t>
      </w:r>
      <w:bookmarkEnd w:id="183"/>
    </w:p>
    <w:p w:rsidR="000B693F" w:rsidRPr="00CD3FC2" w:rsidRDefault="000B693F" w:rsidP="00DD5205">
      <w:pPr>
        <w:pStyle w:val="Heading2Center"/>
        <w:rPr>
          <w:rtl/>
        </w:rPr>
      </w:pPr>
      <w:bookmarkStart w:id="184" w:name="_Toc508103433"/>
      <w:r w:rsidRPr="00CD3FC2">
        <w:rPr>
          <w:rFonts w:hint="eastAsia"/>
          <w:rtl/>
        </w:rPr>
        <w:t>امامت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” علم الکتاب“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روشن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>میں</w:t>
      </w:r>
      <w:bookmarkEnd w:id="184"/>
      <w:r w:rsidR="00A96ED8">
        <w:rPr>
          <w:rtl/>
        </w:rPr>
        <w:t xml:space="preserve"> </w:t>
      </w:r>
    </w:p>
    <w:p w:rsidR="000B693F" w:rsidRPr="00CD3FC2" w:rsidRDefault="00E17DF7" w:rsidP="00107A46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DD5205">
        <w:rPr>
          <w:rStyle w:val="libAieChar"/>
          <w:rFonts w:hint="eastAsia"/>
          <w:rtl/>
        </w:rPr>
        <w:t>و</w:t>
      </w:r>
      <w:r w:rsidRPr="00DD5205">
        <w:rPr>
          <w:rStyle w:val="libAieChar"/>
          <w:rtl/>
        </w:rPr>
        <w:t xml:space="preserve"> </w:t>
      </w:r>
      <w:r w:rsidRPr="00DD5205">
        <w:rPr>
          <w:rStyle w:val="libAieChar"/>
          <w:rFonts w:hint="cs"/>
          <w:rtl/>
        </w:rPr>
        <w:t>ی</w:t>
      </w:r>
      <w:r w:rsidRPr="00DD5205">
        <w:rPr>
          <w:rStyle w:val="libAieChar"/>
          <w:rFonts w:hint="eastAsia"/>
          <w:rtl/>
        </w:rPr>
        <w:t>قول</w:t>
      </w:r>
      <w:r w:rsidRPr="00DD5205">
        <w:rPr>
          <w:rStyle w:val="libAieChar"/>
          <w:rtl/>
        </w:rPr>
        <w:t xml:space="preserve"> الّذ</w:t>
      </w:r>
      <w:r w:rsidRPr="00DD5205">
        <w:rPr>
          <w:rStyle w:val="libAieChar"/>
          <w:rFonts w:hint="cs"/>
          <w:rtl/>
        </w:rPr>
        <w:t>ی</w:t>
      </w:r>
      <w:r w:rsidRPr="00DD5205">
        <w:rPr>
          <w:rStyle w:val="libAieChar"/>
          <w:rFonts w:hint="eastAsia"/>
          <w:rtl/>
        </w:rPr>
        <w:t>ن</w:t>
      </w:r>
      <w:r w:rsidRPr="00DD5205">
        <w:rPr>
          <w:rStyle w:val="libAieChar"/>
          <w:rtl/>
        </w:rPr>
        <w:t xml:space="preserve"> کفرو الست مرسلاً قل کف</w:t>
      </w:r>
      <w:r w:rsidRPr="00DD5205">
        <w:rPr>
          <w:rStyle w:val="libAieChar"/>
          <w:rFonts w:hint="cs"/>
          <w:rtl/>
        </w:rPr>
        <w:t>ی</w:t>
      </w:r>
      <w:r w:rsidRPr="00DD5205">
        <w:rPr>
          <w:rStyle w:val="libAieChar"/>
          <w:rtl/>
        </w:rPr>
        <w:t xml:space="preserve"> بالله ش</w:t>
      </w:r>
      <w:r w:rsidRPr="00BA57AE">
        <w:rPr>
          <w:rStyle w:val="libAieChar"/>
          <w:rFonts w:hint="cs"/>
          <w:rtl/>
        </w:rPr>
        <w:t>ه</w:t>
      </w:r>
      <w:r w:rsidRPr="00DD5205">
        <w:rPr>
          <w:rStyle w:val="libAieChar"/>
          <w:rFonts w:hint="cs"/>
          <w:rtl/>
        </w:rPr>
        <w:t>ی</w:t>
      </w:r>
      <w:r w:rsidRPr="00DD5205">
        <w:rPr>
          <w:rStyle w:val="libAieChar"/>
          <w:rFonts w:hint="eastAsia"/>
          <w:rtl/>
        </w:rPr>
        <w:t>داً</w:t>
      </w:r>
      <w:r w:rsidRPr="00DD5205">
        <w:rPr>
          <w:rStyle w:val="libAieChar"/>
          <w:rtl/>
        </w:rPr>
        <w:t xml:space="preserve"> ب</w:t>
      </w:r>
      <w:r w:rsidRPr="00DD5205">
        <w:rPr>
          <w:rStyle w:val="libAieChar"/>
          <w:rFonts w:hint="cs"/>
          <w:rtl/>
        </w:rPr>
        <w:t>ی</w:t>
      </w:r>
      <w:r w:rsidRPr="00DD5205">
        <w:rPr>
          <w:rStyle w:val="libAieChar"/>
          <w:rFonts w:hint="eastAsia"/>
          <w:rtl/>
        </w:rPr>
        <w:t>ن</w:t>
      </w:r>
      <w:r w:rsidRPr="00DD5205">
        <w:rPr>
          <w:rStyle w:val="libAieChar"/>
          <w:rFonts w:hint="cs"/>
          <w:rtl/>
        </w:rPr>
        <w:t>ی</w:t>
      </w:r>
      <w:r w:rsidRPr="00DD5205">
        <w:rPr>
          <w:rStyle w:val="libAieChar"/>
          <w:rtl/>
        </w:rPr>
        <w:t xml:space="preserve"> و ب</w:t>
      </w:r>
      <w:r w:rsidRPr="00DD5205">
        <w:rPr>
          <w:rStyle w:val="libAieChar"/>
          <w:rFonts w:hint="cs"/>
          <w:rtl/>
        </w:rPr>
        <w:t>ی</w:t>
      </w:r>
      <w:r w:rsidRPr="00DD5205">
        <w:rPr>
          <w:rStyle w:val="libAieChar"/>
          <w:rFonts w:hint="eastAsia"/>
          <w:rtl/>
        </w:rPr>
        <w:t>نکم</w:t>
      </w:r>
      <w:r w:rsidRPr="00DD5205">
        <w:rPr>
          <w:rStyle w:val="libAieChar"/>
          <w:rtl/>
        </w:rPr>
        <w:t xml:space="preserve"> ومن عند</w:t>
      </w:r>
      <w:r w:rsidRPr="00BA57AE">
        <w:rPr>
          <w:rStyle w:val="libAieChar"/>
          <w:rFonts w:hint="cs"/>
          <w:rtl/>
        </w:rPr>
        <w:t>ه</w:t>
      </w:r>
      <w:r w:rsidRPr="00DD5205">
        <w:rPr>
          <w:rStyle w:val="libAieChar"/>
          <w:rFonts w:hint="cs"/>
          <w:rtl/>
        </w:rPr>
        <w:t xml:space="preserve"> علم </w:t>
      </w:r>
      <w:r w:rsidRPr="00DD5205">
        <w:rPr>
          <w:rStyle w:val="libAieChar"/>
          <w:rtl/>
        </w:rPr>
        <w:t>الکتاب</w:t>
      </w:r>
      <w:r>
        <w:rPr>
          <w:rStyle w:val="libAieChar"/>
          <w:rFonts w:hint="eastAsia"/>
          <w:rtl/>
        </w:rPr>
        <w:t xml:space="preserve"> </w:t>
      </w:r>
      <w:r w:rsidRPr="00E17DF7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BD32E1"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سورہ</w:t>
      </w:r>
      <w:r w:rsidRPr="00CD3FC2">
        <w:rPr>
          <w:rtl/>
        </w:rPr>
        <w:t xml:space="preserve"> رعد/</w:t>
      </w:r>
      <w:r w:rsidRPr="00CD3FC2">
        <w:rPr>
          <w:rtl/>
          <w:lang w:bidi="fa-IR"/>
        </w:rPr>
        <w:t>۴۳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کافر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آپ رسول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 کہدےجئے کہ ہمارے اور تمھارے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رسالت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لئے خدا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وہ شخص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جس کے پاس پور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کا علم ہے۔“</w:t>
      </w:r>
    </w:p>
    <w:p w:rsidR="000B693F" w:rsidRPr="00CD3FC2" w:rsidRDefault="000B693F" w:rsidP="009E1D60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>ہ ان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ہے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رالمئومن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بڑ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بلکہ احتجاج</w:t>
      </w:r>
      <w:r w:rsidR="009E1D60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مطابق سب سے بڑ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اس لئے مناسب ہے اس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غور وخوض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 کفار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</w:t>
      </w:r>
      <w:r w:rsidR="00BD32E1">
        <w:rPr>
          <w:rtl/>
        </w:rPr>
        <w:t>پیغ</w:t>
      </w:r>
      <w:r w:rsidRPr="00CD3FC2">
        <w:rPr>
          <w:rtl/>
        </w:rPr>
        <w:t>مبر اکرم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الله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کا انکار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۔ اس کے بعد آنحضرت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الله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کے دو گواہ ذکر کئے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خدا وند عالم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ذات اور دوسرے وہ کہ جس کے پاس کتاب کا علم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دلالت کو واضح کرنے کے لئے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بحث کو درج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دو محوروں پر جار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رکھا جا ئے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 خداوندمتعال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کس طرح سے ہے؟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۔من عندہ علم الکتابسے مراد کون ہے؟</w:t>
      </w:r>
    </w:p>
    <w:p w:rsidR="000B693F" w:rsidRPr="009E1D60" w:rsidRDefault="009E1D60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۱-مصباح الھدا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ة،ص</w:t>
      </w:r>
      <w:r w:rsidRPr="00CD3FC2">
        <w:rPr>
          <w:rtl/>
        </w:rPr>
        <w:t xml:space="preserve"> ۴۳</w:t>
      </w:r>
    </w:p>
    <w:p w:rsidR="009E1D60" w:rsidRDefault="009E1D60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261118">
      <w:pPr>
        <w:pStyle w:val="Heading2Center"/>
        <w:rPr>
          <w:rtl/>
        </w:rPr>
      </w:pPr>
      <w:bookmarkStart w:id="185" w:name="_Toc508103434"/>
      <w:r w:rsidRPr="00CD3FC2">
        <w:rPr>
          <w:rFonts w:hint="eastAsia"/>
          <w:rtl/>
        </w:rPr>
        <w:t>خدا</w:t>
      </w:r>
      <w:r w:rsidRPr="00CD3FC2">
        <w:rPr>
          <w:rtl/>
        </w:rPr>
        <w:t xml:space="preserve"> وند عالم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گواھ</w:t>
      </w:r>
      <w:r w:rsidRPr="00CD3FC2">
        <w:rPr>
          <w:rFonts w:hint="cs"/>
          <w:rtl/>
        </w:rPr>
        <w:t>ی</w:t>
      </w:r>
      <w:r w:rsidRPr="00CD3FC2">
        <w:rPr>
          <w:rtl/>
        </w:rPr>
        <w:t>:</w:t>
      </w:r>
      <w:bookmarkEnd w:id="185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پیغ</w:t>
      </w:r>
      <w:r w:rsidRPr="00CD3FC2">
        <w:rPr>
          <w:rtl/>
        </w:rPr>
        <w:t>مبر خدا 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الله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کے پہلے گواہ کے طور پر خدا وندمتعال کا ذکرہوا ہے۔ خدا وند 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دوفرض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0B693F" w:rsidP="00261118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 xml:space="preserve">۔ممکن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اور گفتگو و کلام کے مقولہ سے ہو 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آنحضرت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خداوندمتعال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مصداق ہوں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: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61118">
        <w:rPr>
          <w:rStyle w:val="libAieChar"/>
          <w:rtl/>
        </w:rPr>
        <w:t>والقران الحک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Fonts w:hint="eastAsia"/>
          <w:rtl/>
        </w:rPr>
        <w:t>م</w:t>
      </w:r>
      <w:r w:rsidR="00E17DF7" w:rsidRPr="00261118">
        <w:rPr>
          <w:rStyle w:val="libAieChar"/>
          <w:rtl/>
        </w:rPr>
        <w:t xml:space="preserve"> انّک لمن المرسل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261118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” </w:t>
      </w:r>
      <w:r w:rsidRPr="00CD3FC2">
        <w:rPr>
          <w:rtl/>
        </w:rPr>
        <w:t>قرآن حک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آپ مرسل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ں“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 xml:space="preserve">۔ ممکن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 اور خدا وندمتعال نے اسے معجزہ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پیغ</w:t>
      </w:r>
      <w:r w:rsidRPr="00CD3FC2">
        <w:rPr>
          <w:rtl/>
        </w:rPr>
        <w:t xml:space="preserve">مبر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کے ذر</w:t>
      </w:r>
      <w:r w:rsidR="00EB4D70">
        <w:rPr>
          <w:rtl/>
        </w:rPr>
        <w:t xml:space="preserve"> یع</w:t>
      </w:r>
      <w:r w:rsidRPr="00CD3FC2">
        <w:rPr>
          <w:rtl/>
        </w:rPr>
        <w:t>ہ ظاہر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ہو،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معجزے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دعو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کے لئے </w:t>
      </w:r>
      <w:r w:rsidR="00BD32E1">
        <w:rPr>
          <w:rtl/>
        </w:rPr>
        <w:t>ایک</w:t>
      </w:r>
      <w:r w:rsidRPr="00CD3FC2">
        <w:rPr>
          <w:rtl/>
        </w:rPr>
        <w:t xml:space="preserve"> قو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سند ، واضح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اور گو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گواہ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tl/>
        </w:rPr>
        <w:t xml:space="preserve"> خاص کر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، جو آنحضرت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کاا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لافان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معج</w:t>
      </w:r>
      <w:r w:rsidRPr="00CD3FC2">
        <w:rPr>
          <w:rFonts w:hint="eastAsia"/>
          <w:rtl/>
        </w:rPr>
        <w:t>زہ</w:t>
      </w:r>
      <w:r w:rsidRPr="00CD3FC2">
        <w:rPr>
          <w:rtl/>
        </w:rPr>
        <w:t xml:space="preserve"> ہے اورہر زمانہ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باق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رہنے والا ہے اوران معجزات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طرح سے خداوندمتعال کے فعل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 </w:t>
      </w:r>
      <w:r w:rsidR="00BD32E1">
        <w:rPr>
          <w:rtl/>
        </w:rPr>
        <w:t>پیغ</w:t>
      </w:r>
      <w:r w:rsidRPr="00CD3FC2">
        <w:rPr>
          <w:rtl/>
        </w:rPr>
        <w:t xml:space="preserve">مبر خدا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پر گواہ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261118">
      <w:pPr>
        <w:pStyle w:val="Heading2Center"/>
        <w:rPr>
          <w:rtl/>
        </w:rPr>
      </w:pPr>
      <w:bookmarkStart w:id="186" w:name="_Toc508103435"/>
      <w:r w:rsidRPr="00CD3FC2">
        <w:rPr>
          <w:rFonts w:hint="eastAsia"/>
          <w:rtl/>
        </w:rPr>
        <w:t>من</w:t>
      </w:r>
      <w:r w:rsidRPr="00CD3FC2">
        <w:rPr>
          <w:rtl/>
        </w:rPr>
        <w:t xml:space="preserve"> عندہ علم الکتاب - سے مرادکون ہے؟</w:t>
      </w:r>
      <w:bookmarkEnd w:id="186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محور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بحث اس جہت سے ہوگ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” کتاب“ سے مراد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ہے؟ اور جس کے پاس ” کتاب کا علم“ ہے ، وہ کون ہے؟ اس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چند احتمالات پائے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ہم ان پر بحث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گے: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پہلا</w:t>
      </w:r>
      <w:r w:rsidRPr="00CD3FC2">
        <w:rPr>
          <w:rtl/>
        </w:rPr>
        <w:t xml:space="preserve"> احتمال :” کتاب“سے مرادقرآن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پہلے نازل ہونے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آسمان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کتاب کے عالم سے مرادعلمائے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ہودو</w:t>
      </w:r>
      <w:r w:rsidRPr="00CD3FC2">
        <w:rPr>
          <w:rtl/>
        </w:rPr>
        <w:t xml:space="preserve"> نصار</w:t>
      </w:r>
      <w:r w:rsidRPr="00CD3FC2">
        <w:rPr>
          <w:rFonts w:hint="cs"/>
          <w:rtl/>
        </w:rPr>
        <w:t>یٰ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>ہ کے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EB4D70">
        <w:rPr>
          <w:rtl/>
        </w:rPr>
        <w:t>یو</w:t>
      </w:r>
      <w:r w:rsidRPr="00CD3FC2">
        <w:rPr>
          <w:rtl/>
        </w:rPr>
        <w:t xml:space="preserve">ں ہوں گے: ” کہدےجئے اے </w:t>
      </w:r>
      <w:r w:rsidR="00BD32E1">
        <w:rPr>
          <w:rtl/>
        </w:rPr>
        <w:t>پیغ</w:t>
      </w:r>
      <w:r w:rsidRPr="00CD3FC2">
        <w:rPr>
          <w:rtl/>
        </w:rPr>
        <w:t>مبر! ہمارے</w:t>
      </w:r>
    </w:p>
    <w:p w:rsidR="00261118" w:rsidRPr="00261118" w:rsidRDefault="00261118" w:rsidP="00E17DF7">
      <w:pPr>
        <w:pStyle w:val="libLine"/>
        <w:rPr>
          <w:rtl/>
        </w:rPr>
      </w:pPr>
      <w:r w:rsidRPr="00E17DF7">
        <w:rPr>
          <w:rFonts w:hint="cs"/>
          <w:rtl/>
        </w:rPr>
        <w:t>____________________</w:t>
      </w:r>
      <w:r>
        <w:rPr>
          <w:rFonts w:hint="cs"/>
          <w:rtl/>
        </w:rPr>
        <w:t>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۱-۔ سورہ </w:t>
      </w:r>
      <w:r w:rsidR="00261118">
        <w:rPr>
          <w:rFonts w:hint="cs"/>
          <w:rtl/>
        </w:rPr>
        <w:t>یاس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/۱۔۲</w:t>
      </w:r>
    </w:p>
    <w:p w:rsidR="00261118" w:rsidRDefault="0026111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261118" w:rsidRPr="00CD3FC2" w:rsidRDefault="0026111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اورتمھارے</w:t>
      </w:r>
      <w:r w:rsidRPr="00CD3FC2">
        <w:rPr>
          <w:rtl/>
        </w:rPr>
        <w:t xml:space="preserve">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رسالت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لئے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خدا وندمتعال اور وہ لوگ جن کے پاس گزشتہ آسمان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کا علم ہے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علمائے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ہودونصار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چونکہ ان کتابوں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</w:t>
      </w:r>
      <w:r w:rsidR="00BD32E1">
        <w:rPr>
          <w:rtl/>
        </w:rPr>
        <w:t>پیغ</w:t>
      </w:r>
      <w:r w:rsidRPr="00CD3FC2">
        <w:rPr>
          <w:rtl/>
        </w:rPr>
        <w:t>مبر)صل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الله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وآلہ وسلم) کا نام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آنحضرت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۔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لئے علمائے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ہودو</w:t>
      </w:r>
      <w:r w:rsidRPr="00CD3FC2">
        <w:rPr>
          <w:rtl/>
        </w:rPr>
        <w:t xml:space="preserve"> </w:t>
      </w:r>
      <w:r w:rsidRPr="00CD3FC2">
        <w:rPr>
          <w:rFonts w:hint="eastAsia"/>
          <w:rtl/>
        </w:rPr>
        <w:t>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مطلب سے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اس پر گواہ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احتمال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 ک</w:t>
      </w:r>
      <w:r w:rsidR="00EB4D70">
        <w:rPr>
          <w:rtl/>
        </w:rPr>
        <w:t>یو</w:t>
      </w:r>
      <w:r w:rsidRPr="00CD3FC2">
        <w:rPr>
          <w:rtl/>
        </w:rPr>
        <w:t xml:space="preserve">نکہ اگر چہ علمائے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ہودونصار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آسمان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کے عالم تھے ، ل</w:t>
      </w:r>
      <w:r w:rsidR="009B178F">
        <w:rPr>
          <w:rtl/>
        </w:rPr>
        <w:t>یک</w:t>
      </w:r>
      <w:r w:rsidRPr="00CD3FC2">
        <w:rPr>
          <w:rtl/>
        </w:rPr>
        <w:t>ن وہ کافر تھے اور ہر گز اپنے خلاف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کے لئے حاضر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تھے۔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دوسرا</w:t>
      </w:r>
      <w:r w:rsidRPr="00CD3FC2">
        <w:rPr>
          <w:rtl/>
        </w:rPr>
        <w:t xml:space="preserve"> احتمال : ” کتاب “سے مراد وہ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پہلے نازل ہونے وال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آسمان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ان کے عالم سے مراد وہ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 کا شمار پہلے علمائے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ہودونصار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ٰ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ہوا کر تا تھال</w:t>
      </w:r>
      <w:r w:rsidR="009B178F">
        <w:rPr>
          <w:rtl/>
        </w:rPr>
        <w:t>یک</w:t>
      </w:r>
      <w:r w:rsidRPr="00CD3FC2">
        <w:rPr>
          <w:rtl/>
        </w:rPr>
        <w:t xml:space="preserve">ن بعد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اسلام قبول کرکے وہ مسلمان ہوگئے تھے،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: سلمان فارس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 عبدالله بن س</w:t>
      </w:r>
      <w:r w:rsidRPr="00CD3FC2">
        <w:rPr>
          <w:rFonts w:hint="eastAsia"/>
          <w:rtl/>
        </w:rPr>
        <w:t>لام</w:t>
      </w:r>
      <w:r w:rsidRPr="00CD3FC2">
        <w:rPr>
          <w:rtl/>
        </w:rPr>
        <w:t xml:space="preserve"> اور تم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الدار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۔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لوگ </w:t>
      </w:r>
      <w:r w:rsidR="00BD32E1">
        <w:rPr>
          <w:rtl/>
        </w:rPr>
        <w:t>ایک</w:t>
      </w:r>
      <w:r w:rsidRPr="00CD3FC2">
        <w:rPr>
          <w:rtl/>
        </w:rPr>
        <w:t xml:space="preserve"> جہت سے تور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 انج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گزشتہ آسمان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کتابوں کا علم رکھتے تھے اور </w:t>
      </w:r>
      <w:r w:rsidR="00BD32E1">
        <w:rPr>
          <w:rtl/>
        </w:rPr>
        <w:t>ایک</w:t>
      </w:r>
      <w:r w:rsidRPr="00CD3FC2">
        <w:rPr>
          <w:rtl/>
        </w:rPr>
        <w:t xml:space="preserve"> جہت سے آمادہ تھے تاکہ اسلام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حقان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اور </w:t>
      </w:r>
      <w:r w:rsidR="00BD32E1">
        <w:rPr>
          <w:rtl/>
        </w:rPr>
        <w:t>پیغ</w:t>
      </w:r>
      <w:r w:rsidRPr="00CD3FC2">
        <w:rPr>
          <w:rtl/>
        </w:rPr>
        <w:t xml:space="preserve">مبر اسلام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جو کچھ انہ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معلوم ہے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احتمال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</w:t>
      </w:r>
      <w:r w:rsidR="00EB4D70">
        <w:rPr>
          <w:rtl/>
        </w:rPr>
        <w:t>یو</w:t>
      </w:r>
      <w:r w:rsidRPr="00CD3FC2">
        <w:rPr>
          <w:rtl/>
        </w:rPr>
        <w:t>نکہ سورہ رعد اور من جملہ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بحث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>ہ جو اس سورہ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آخر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، مکہ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نازل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مذکورہ افراد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مسلمان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اس لئے اس کاکوئ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مفہوم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جو ابھ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کافر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مسلمان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اپنے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کے خلاف گواہ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نے</w:t>
      </w:r>
      <w:r w:rsidRPr="00CD3FC2">
        <w:rPr>
          <w:rtl/>
        </w:rPr>
        <w:t xml:space="preserve"> کے لئے مدعو ہوجائ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B76D20" w:rsidRDefault="000B693F" w:rsidP="00261118">
      <w:pPr>
        <w:pStyle w:val="libNormal"/>
        <w:rPr>
          <w:rtl/>
        </w:rPr>
      </w:pPr>
      <w:r w:rsidRPr="00CD3FC2">
        <w:rPr>
          <w:rFonts w:hint="eastAsia"/>
          <w:rtl/>
        </w:rPr>
        <w:t>شبع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جب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سے نقل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مطابق انہوں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مذکورہ احتمال </w:t>
      </w:r>
      <w:r w:rsidR="00EB4D70">
        <w:rPr>
          <w:rtl/>
        </w:rPr>
        <w:t xml:space="preserve"> یع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 من عندہ علم الکتاب“ سے عبدالله بن سلام کو مراد 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اس کو مسترد کر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۔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پ</w:t>
      </w:r>
      <w:r w:rsidR="00662AF6">
        <w:rPr>
          <w:rtl/>
        </w:rPr>
        <w:t>یش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سورہ مک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عبداللهبن سلام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مسلمان ہوا ہے۔</w:t>
      </w:r>
      <w:r w:rsidR="00261118" w:rsidRPr="00F82107">
        <w:rPr>
          <w:rStyle w:val="libFootnotenumChar"/>
          <w:rFonts w:hint="cs"/>
          <w:rtl/>
        </w:rPr>
        <w:t>(1)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سرا</w:t>
      </w:r>
      <w:r w:rsidRPr="00CD3FC2">
        <w:rPr>
          <w:rtl/>
        </w:rPr>
        <w:t xml:space="preserve"> احتمال: ” </w:t>
      </w:r>
      <w:r w:rsidRPr="00261118">
        <w:rPr>
          <w:rStyle w:val="libArabicChar"/>
          <w:rtl/>
        </w:rPr>
        <w:t>من عند</w:t>
      </w:r>
      <w:r w:rsidR="00BA57AE" w:rsidRPr="003A13AB">
        <w:rPr>
          <w:rStyle w:val="libArabicChar"/>
          <w:rFonts w:hint="cs"/>
          <w:rtl/>
        </w:rPr>
        <w:t>ه</w:t>
      </w:r>
      <w:r w:rsidRPr="00261118">
        <w:rPr>
          <w:rStyle w:val="libArabicChar"/>
          <w:rFonts w:hint="cs"/>
          <w:rtl/>
        </w:rPr>
        <w:t xml:space="preserve"> علم الکتاب</w:t>
      </w:r>
      <w:r w:rsidRPr="00CD3FC2">
        <w:rPr>
          <w:rtl/>
        </w:rPr>
        <w:t xml:space="preserve">“ سے مقصود خداوندمتعال اور </w:t>
      </w:r>
    </w:p>
    <w:p w:rsidR="00261118" w:rsidRPr="00261118" w:rsidRDefault="0026111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 معالم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، ج ۳-، ص ۴۶۴، ۴۶۵-۔ الاتقان ، ج ۱، ص ۳۶، دار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261118" w:rsidRDefault="0026111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261118" w:rsidRPr="00CD3FC2" w:rsidRDefault="0026111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”کتاب“سے</w:t>
      </w:r>
      <w:r w:rsidRPr="00CD3FC2">
        <w:rPr>
          <w:rtl/>
        </w:rPr>
        <w:t xml:space="preserve"> مرادلوح محفوظ ہے اور ”</w:t>
      </w:r>
      <w:r w:rsidRPr="00261118">
        <w:rPr>
          <w:rStyle w:val="libArabicChar"/>
          <w:rtl/>
        </w:rPr>
        <w:t xml:space="preserve">من عند </w:t>
      </w:r>
      <w:r w:rsidR="00BA57AE" w:rsidRPr="003A13AB">
        <w:rPr>
          <w:rStyle w:val="libArabicChar"/>
          <w:rFonts w:hint="cs"/>
          <w:rtl/>
        </w:rPr>
        <w:t>ه</w:t>
      </w:r>
      <w:r w:rsidRPr="00261118">
        <w:rPr>
          <w:rStyle w:val="libArabicChar"/>
          <w:rFonts w:hint="cs"/>
          <w:rtl/>
        </w:rPr>
        <w:t xml:space="preserve"> علم الکتاب</w:t>
      </w:r>
      <w:r w:rsidRPr="00CD3FC2">
        <w:rPr>
          <w:rtl/>
        </w:rPr>
        <w:t xml:space="preserve">“ کا ” الله“ پر عطف ہونا صفت کا اسم ذات پر عطف ہونے کے باب سے ہے۔ اس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EB4D70">
        <w:rPr>
          <w:rtl/>
        </w:rPr>
        <w:t>یو</w:t>
      </w:r>
      <w:r w:rsidRPr="00CD3FC2">
        <w:rPr>
          <w:rtl/>
        </w:rPr>
        <w:t xml:space="preserve">ں ہوتا ہے: خداوندمتعال اور وہ شخص جو لوح محفوظ )جس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تمام کائنات کے حقائق ثبت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) کا علم رکھتا ہے، وہ تمہار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رسالت پر گواہ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اول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: جملہء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61118">
        <w:rPr>
          <w:rStyle w:val="libAieChar"/>
          <w:rtl/>
        </w:rPr>
        <w:t>قل کف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tl/>
        </w:rPr>
        <w:t xml:space="preserve"> باالله</w:t>
      </w:r>
      <w:r w:rsidR="00E17DF7" w:rsidRPr="00261118">
        <w:rPr>
          <w:rStyle w:val="libAieChar"/>
          <w:rFonts w:hint="cs"/>
          <w:rtl/>
        </w:rPr>
        <w:t xml:space="preserve"> </w:t>
      </w:r>
      <w:r w:rsidR="00E17DF7" w:rsidRPr="00261118">
        <w:rPr>
          <w:rStyle w:val="libAieChar"/>
          <w:rtl/>
        </w:rPr>
        <w:t>ش</w:t>
      </w:r>
      <w:r w:rsidR="00E17DF7" w:rsidRPr="00BA57AE">
        <w:rPr>
          <w:rStyle w:val="libAieChar"/>
          <w:rFonts w:hint="cs"/>
          <w:rtl/>
        </w:rPr>
        <w:t>ه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Fonts w:hint="eastAsia"/>
          <w:rtl/>
        </w:rPr>
        <w:t>داً</w:t>
      </w:r>
      <w:r w:rsidR="00E17DF7" w:rsidRPr="00261118">
        <w:rPr>
          <w:rStyle w:val="libAieChar"/>
          <w:rtl/>
        </w:rPr>
        <w:t xml:space="preserve"> ب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Fonts w:hint="eastAsia"/>
          <w:rtl/>
        </w:rPr>
        <w:t>ن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tl/>
        </w:rPr>
        <w:t xml:space="preserve"> و ب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Fonts w:hint="eastAsia"/>
          <w:rtl/>
        </w:rPr>
        <w:t>نکم</w:t>
      </w:r>
      <w:r w:rsidR="00E17DF7" w:rsidRPr="00261118">
        <w:rPr>
          <w:rStyle w:val="libAieChar"/>
          <w:rtl/>
        </w:rPr>
        <w:t xml:space="preserve"> و من عند</w:t>
      </w:r>
      <w:r w:rsidR="00E17DF7" w:rsidRPr="00BA57AE">
        <w:rPr>
          <w:rStyle w:val="libAieChar"/>
          <w:rFonts w:hint="cs"/>
          <w:rtl/>
        </w:rPr>
        <w:t>ه</w:t>
      </w:r>
      <w:r w:rsidR="00E17DF7" w:rsidRPr="00261118">
        <w:rPr>
          <w:rStyle w:val="libAieChar"/>
          <w:rFonts w:hint="cs"/>
          <w:rtl/>
        </w:rPr>
        <w:t xml:space="preserve"> علم </w:t>
      </w:r>
      <w:r w:rsidR="00E17DF7" w:rsidRPr="00261118">
        <w:rPr>
          <w:rStyle w:val="libAieChar"/>
          <w:rtl/>
        </w:rPr>
        <w:t>الکتاب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بظاہر عطف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” من عندہ علم الکتاب“ خدا وندمتعال کے علاوہ ہے کہ جس کا ذکر ابتداء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پہلے گواہ کے طور پرآ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Pr="00CD3FC2" w:rsidRDefault="000B693F" w:rsidP="008F5E30">
      <w:pPr>
        <w:pStyle w:val="libNormal"/>
        <w:rPr>
          <w:rtl/>
        </w:rPr>
      </w:pPr>
      <w:r w:rsidRPr="00CD3FC2">
        <w:rPr>
          <w:rFonts w:hint="eastAsia"/>
          <w:rtl/>
        </w:rPr>
        <w:t>دوسرے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کہ: 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ادب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صفت کا عطف ، صفت پر موصوف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مشہور اور رائج ہے۔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قسم کا استعمال پا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اجاتا</w:t>
      </w:r>
      <w:r w:rsidRPr="00CD3FC2">
        <w:rPr>
          <w:rtl/>
        </w:rPr>
        <w:t xml:space="preserve"> ہے،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:آ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ہء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 :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61118">
        <w:rPr>
          <w:rStyle w:val="libAieChar"/>
          <w:rtl/>
        </w:rPr>
        <w:t>تنز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Fonts w:hint="eastAsia"/>
          <w:rtl/>
        </w:rPr>
        <w:t>ل</w:t>
      </w:r>
      <w:r w:rsidR="00E17DF7" w:rsidRPr="00261118">
        <w:rPr>
          <w:rStyle w:val="libAieChar"/>
          <w:rtl/>
        </w:rPr>
        <w:t xml:space="preserve"> الکتاب من اللهالعز</w:t>
      </w:r>
      <w:r w:rsidR="00E17DF7" w:rsidRPr="00BA57AE">
        <w:rPr>
          <w:rStyle w:val="libAieChar"/>
          <w:rFonts w:hint="cs"/>
          <w:rtl/>
        </w:rPr>
        <w:t>ي</w:t>
      </w:r>
      <w:r w:rsidR="00E17DF7" w:rsidRPr="00261118">
        <w:rPr>
          <w:rStyle w:val="libAieChar"/>
          <w:rFonts w:hint="cs"/>
          <w:rtl/>
        </w:rPr>
        <w:t>ز العلی</w:t>
      </w:r>
      <w:r w:rsidR="00E17DF7" w:rsidRPr="00261118">
        <w:rPr>
          <w:rStyle w:val="libAieChar"/>
          <w:rFonts w:hint="eastAsia"/>
          <w:rtl/>
        </w:rPr>
        <w:t>م</w:t>
      </w:r>
      <w:r w:rsidR="00E17DF7" w:rsidRPr="00261118">
        <w:rPr>
          <w:rStyle w:val="libAieChar"/>
          <w:rtl/>
        </w:rPr>
        <w:t xml:space="preserve"> غافر الذّنب وقابل التوب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261118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</w:t>
      </w:r>
      <w:r w:rsidRPr="00261118">
        <w:rPr>
          <w:rStyle w:val="libArabicChar"/>
          <w:rtl/>
        </w:rPr>
        <w:t>غافرالذّ نب</w:t>
      </w:r>
      <w:r w:rsidRPr="00CD3FC2">
        <w:rPr>
          <w:rtl/>
        </w:rPr>
        <w:t>“)گناہ کو بخشنے والا) اور ”</w:t>
      </w:r>
      <w:r w:rsidRPr="00261118">
        <w:rPr>
          <w:rStyle w:val="libArabicChar"/>
          <w:rtl/>
        </w:rPr>
        <w:t>قابل التوب</w:t>
      </w:r>
      <w:r w:rsidRPr="00CD3FC2">
        <w:rPr>
          <w:rtl/>
        </w:rPr>
        <w:t>“ )توبہ کو قبول کرنے والا) دوصفت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حرف عطف کے فاصلہ سے </w:t>
      </w:r>
      <w:r w:rsidR="00BD32E1">
        <w:rPr>
          <w:rtl/>
        </w:rPr>
        <w:t>ایک</w:t>
      </w:r>
      <w:r w:rsidRPr="00CD3FC2">
        <w:rPr>
          <w:rtl/>
        </w:rPr>
        <w:t xml:space="preserve"> دوسرے کے بعدہ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خدا وندمتعال کے لئے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ہوئ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ل</w:t>
      </w:r>
      <w:r w:rsidR="009B178F">
        <w:rPr>
          <w:rtl/>
        </w:rPr>
        <w:t>یک</w:t>
      </w:r>
      <w:r w:rsidRPr="00CD3FC2">
        <w:rPr>
          <w:rtl/>
        </w:rPr>
        <w:t>ن جن مواقع پر پہلے اسم ذات ذکر ہوا ہے، کبھ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مشہور اور رائج استعمالات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صفت اس پر عطف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 اس لحاظ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کہا جاسکتا ہے کہ :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 من عندہ علم الکتاب“ سے مرادخدا وندمتعال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چوتھا</w:t>
      </w:r>
      <w:r w:rsidRPr="00CD3FC2">
        <w:rPr>
          <w:rtl/>
        </w:rPr>
        <w:t xml:space="preserve"> احتمال: کتاب سے مراد ” لوح محفوظ“ ہے اور ” جس کے پاس کتاب کا علم ہے اس سے مراد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رلمومن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</w:t>
      </w:r>
      <w:r w:rsidRPr="00CD3FC2">
        <w:rPr>
          <w:rtl/>
        </w:rPr>
        <w:t xml:space="preserve"> ہم اس احتمال پر بحث و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261118" w:rsidRPr="00261118" w:rsidRDefault="00261118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 سورہ غافر/۲</w:t>
      </w:r>
    </w:p>
    <w:p w:rsidR="00261118" w:rsidRDefault="0026111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261118">
      <w:pPr>
        <w:pStyle w:val="Heading2Center"/>
        <w:rPr>
          <w:rtl/>
        </w:rPr>
      </w:pPr>
      <w:bookmarkStart w:id="187" w:name="_Toc508103436"/>
      <w:r w:rsidRPr="00CD3FC2">
        <w:rPr>
          <w:rFonts w:hint="eastAsia"/>
          <w:rtl/>
        </w:rPr>
        <w:t>لوح</w:t>
      </w:r>
      <w:r w:rsidRPr="00CD3FC2">
        <w:rPr>
          <w:rtl/>
        </w:rPr>
        <w:t xml:space="preserve"> محفوظ اور حقائق ھست</w:t>
      </w:r>
      <w:r w:rsidRPr="00CD3FC2">
        <w:rPr>
          <w:rFonts w:hint="cs"/>
          <w:rtl/>
        </w:rPr>
        <w:t>ی</w:t>
      </w:r>
      <w:bookmarkEnd w:id="187"/>
    </w:p>
    <w:p w:rsidR="000B693F" w:rsidRPr="00CD3FC2" w:rsidRDefault="000B693F" w:rsidP="00261118">
      <w:pPr>
        <w:pStyle w:val="libNormal"/>
        <w:rPr>
          <w:rtl/>
        </w:rPr>
      </w:pPr>
      <w:r w:rsidRPr="00CD3FC2">
        <w:rPr>
          <w:rFonts w:hint="eastAsia"/>
          <w:rtl/>
        </w:rPr>
        <w:t>قرآن</w:t>
      </w:r>
      <w:r w:rsidRPr="00CD3FC2">
        <w:rPr>
          <w:rtl/>
        </w:rPr>
        <w:t xml:space="preserve">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متعدد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سے معلوم ہوتا ہے کہ کائنات کے تمام حقائق </w:t>
      </w:r>
      <w:r w:rsidR="00BD32E1">
        <w:rPr>
          <w:rtl/>
        </w:rPr>
        <w:t>ایک</w:t>
      </w:r>
      <w:r w:rsidRPr="00CD3FC2">
        <w:rPr>
          <w:rtl/>
        </w:rPr>
        <w:t xml:space="preserve"> مجموعہ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موجود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نے اسے ” کتاب مب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 xml:space="preserve"> </w:t>
      </w:r>
      <w:r w:rsidR="00261118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” امام مب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ن“</w:t>
      </w:r>
      <w:r w:rsidRPr="00CD3FC2">
        <w:rPr>
          <w:rtl/>
        </w:rPr>
        <w:t xml:space="preserve"> </w:t>
      </w:r>
      <w:r w:rsidR="00261118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” لوح محفوظ“ </w:t>
      </w:r>
      <w:r w:rsidR="00261118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>کے نام سے تعب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من جملہ سورہ نمل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فرماتا ہے: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61118">
        <w:rPr>
          <w:rStyle w:val="libAieChar"/>
          <w:rtl/>
        </w:rPr>
        <w:t>وما من غائبة ف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tl/>
        </w:rPr>
        <w:t xml:space="preserve"> السّماء والارض إلّا ف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tl/>
        </w:rPr>
        <w:t xml:space="preserve"> کتاب مب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Fonts w:hint="eastAsia"/>
          <w:rtl/>
        </w:rPr>
        <w:t>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261118" w:rsidRPr="00F82107">
        <w:rPr>
          <w:rStyle w:val="libFootnotenumChar"/>
          <w:rFonts w:hint="cs"/>
          <w:rtl/>
        </w:rPr>
        <w:t>(4)</w:t>
      </w:r>
      <w:r w:rsidRPr="00CD3FC2">
        <w:rPr>
          <w:rtl/>
        </w:rPr>
        <w:t xml:space="preserve"> </w:t>
      </w:r>
      <w:r w:rsidR="00EB4D70">
        <w:rPr>
          <w:rtl/>
        </w:rPr>
        <w:t xml:space="preserve"> یع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>: اور آسمان و 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پوش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چ</w:t>
      </w:r>
      <w:r w:rsidR="00662AF6">
        <w:rPr>
          <w:rtl/>
        </w:rPr>
        <w:t>یز</w:t>
      </w:r>
      <w:r w:rsidRPr="00CD3FC2">
        <w:rPr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جس کا ذکر کتاب مب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) لوح محفوظ )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نہ ہو۔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بنا پر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سوال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دا</w:t>
      </w:r>
      <w:r w:rsidRPr="00CD3FC2">
        <w:rPr>
          <w:rtl/>
        </w:rPr>
        <w:t xml:space="preserve"> ہوتا ہے کہ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لوح محفوظ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درج شدہ حقائق سے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حاصل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ہے؟ اور اگر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ممکن ہے تو کون لوگ ان حقائق سے با خبر اور آگاہ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کس حد تک؟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261118">
      <w:pPr>
        <w:pStyle w:val="Heading2Center"/>
        <w:rPr>
          <w:rtl/>
        </w:rPr>
      </w:pPr>
      <w:bookmarkStart w:id="188" w:name="_Toc508103437"/>
      <w:r w:rsidRPr="00CD3FC2">
        <w:rPr>
          <w:rFonts w:hint="eastAsia"/>
          <w:rtl/>
        </w:rPr>
        <w:t>مطھّرون</w:t>
      </w:r>
      <w:r w:rsidRPr="00CD3FC2">
        <w:rPr>
          <w:rtl/>
        </w:rPr>
        <w:t xml:space="preserve"> اور لوح محفوظ سے آگاہ</w:t>
      </w:r>
      <w:r w:rsidRPr="00CD3FC2">
        <w:rPr>
          <w:rFonts w:hint="cs"/>
          <w:rtl/>
        </w:rPr>
        <w:t>ی</w:t>
      </w:r>
      <w:bookmarkEnd w:id="188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ہم سورہ واقعہ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چند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توں</w:t>
      </w:r>
      <w:r w:rsidRPr="00CD3FC2">
        <w:rPr>
          <w:rtl/>
        </w:rPr>
        <w:t xml:space="preserve"> پر غوروخوض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:</w:t>
      </w:r>
    </w:p>
    <w:p w:rsidR="000B693F" w:rsidRPr="00CD3FC2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261118">
        <w:rPr>
          <w:rStyle w:val="libAieChar"/>
          <w:rtl/>
        </w:rPr>
        <w:t>فلا ا</w:t>
      </w:r>
      <w:r w:rsidR="00E17DF7" w:rsidRPr="00261118">
        <w:rPr>
          <w:rStyle w:val="libAieChar"/>
          <w:rFonts w:hint="cs"/>
          <w:rtl/>
        </w:rPr>
        <w:t>ٴُ</w:t>
      </w:r>
      <w:r w:rsidR="00E17DF7" w:rsidRPr="00261118">
        <w:rPr>
          <w:rStyle w:val="libAieChar"/>
          <w:rtl/>
        </w:rPr>
        <w:t xml:space="preserve"> قسم بمواقع النجوموإنّ</w:t>
      </w:r>
      <w:r w:rsidR="00E17DF7" w:rsidRPr="00BA57AE">
        <w:rPr>
          <w:rStyle w:val="libAieChar"/>
          <w:rFonts w:hint="cs"/>
          <w:rtl/>
        </w:rPr>
        <w:t>ه</w:t>
      </w:r>
      <w:r w:rsidR="00E17DF7" w:rsidRPr="00261118">
        <w:rPr>
          <w:rStyle w:val="libAieChar"/>
          <w:rFonts w:hint="cs"/>
          <w:rtl/>
        </w:rPr>
        <w:t xml:space="preserve"> لقسم لوتعلمون عظی</w:t>
      </w:r>
      <w:r w:rsidR="00E17DF7" w:rsidRPr="00261118">
        <w:rPr>
          <w:rStyle w:val="libAieChar"/>
          <w:rFonts w:hint="eastAsia"/>
          <w:rtl/>
        </w:rPr>
        <w:t>م</w:t>
      </w:r>
      <w:r w:rsidR="00E17DF7" w:rsidRPr="00261118">
        <w:rPr>
          <w:rStyle w:val="libAieChar"/>
          <w:rtl/>
        </w:rPr>
        <w:t xml:space="preserve"> إنّ</w:t>
      </w:r>
      <w:r w:rsidR="00E17DF7" w:rsidRPr="00BA57AE">
        <w:rPr>
          <w:rStyle w:val="libAieChar"/>
          <w:rFonts w:hint="cs"/>
          <w:rtl/>
        </w:rPr>
        <w:t>ه</w:t>
      </w:r>
      <w:r w:rsidR="00E17DF7" w:rsidRPr="00261118">
        <w:rPr>
          <w:rStyle w:val="libAieChar"/>
          <w:rFonts w:hint="cs"/>
          <w:rtl/>
        </w:rPr>
        <w:t xml:space="preserve"> لقرآن کری</w:t>
      </w:r>
      <w:r w:rsidR="00E17DF7" w:rsidRPr="00261118">
        <w:rPr>
          <w:rStyle w:val="libAieChar"/>
          <w:rFonts w:hint="eastAsia"/>
          <w:rtl/>
        </w:rPr>
        <w:t>مف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tl/>
        </w:rPr>
        <w:t xml:space="preserve"> کتاب مکنون لا</w:t>
      </w:r>
      <w:r w:rsidR="00E17DF7" w:rsidRPr="00261118">
        <w:rPr>
          <w:rStyle w:val="libAieChar"/>
          <w:rFonts w:hint="cs"/>
          <w:rtl/>
        </w:rPr>
        <w:t>ی</w:t>
      </w:r>
      <w:r w:rsidR="00E17DF7" w:rsidRPr="00261118">
        <w:rPr>
          <w:rStyle w:val="libAieChar"/>
          <w:rFonts w:hint="eastAsia"/>
          <w:rtl/>
        </w:rPr>
        <w:t>مسّ</w:t>
      </w:r>
      <w:r w:rsidR="00E17DF7" w:rsidRPr="00BA57AE">
        <w:rPr>
          <w:rStyle w:val="libAieChar"/>
          <w:rFonts w:hint="cs"/>
          <w:rtl/>
        </w:rPr>
        <w:t>ه</w:t>
      </w:r>
      <w:r w:rsidR="00E17DF7" w:rsidRPr="00261118">
        <w:rPr>
          <w:rStyle w:val="libAieChar"/>
          <w:rtl/>
        </w:rPr>
        <w:t xml:space="preserve"> إلّا المط</w:t>
      </w:r>
      <w:r w:rsidR="00E17DF7" w:rsidRPr="00BA57AE">
        <w:rPr>
          <w:rStyle w:val="libAieChar"/>
          <w:rFonts w:hint="cs"/>
          <w:rtl/>
        </w:rPr>
        <w:t>ه</w:t>
      </w:r>
      <w:r w:rsidR="00E17DF7" w:rsidRPr="00261118">
        <w:rPr>
          <w:rStyle w:val="libAieChar"/>
          <w:rtl/>
        </w:rPr>
        <w:t>ّرون</w:t>
      </w:r>
      <w:r w:rsidR="00E17DF7">
        <w:rPr>
          <w:rStyle w:val="libAieChar"/>
          <w:rtl/>
        </w:rPr>
        <w:t xml:space="preserve"> 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0B693F" w:rsidRPr="00CD3FC2">
        <w:rPr>
          <w:rtl/>
        </w:rPr>
        <w:t xml:space="preserve"> ) سورہ واقعہ/ </w:t>
      </w:r>
      <w:r w:rsidR="000B693F" w:rsidRPr="00CD3FC2">
        <w:rPr>
          <w:rtl/>
          <w:lang w:bidi="fa-IR"/>
        </w:rPr>
        <w:t>۷۵</w:t>
      </w:r>
      <w:r w:rsidR="000B693F" w:rsidRPr="00CD3FC2">
        <w:rPr>
          <w:rtl/>
        </w:rPr>
        <w:t>۔--</w:t>
      </w:r>
      <w:r w:rsidR="000B693F" w:rsidRPr="00CD3FC2">
        <w:rPr>
          <w:rtl/>
          <w:lang w:bidi="fa-IR"/>
        </w:rPr>
        <w:t>۷۹)</w:t>
      </w:r>
    </w:p>
    <w:p w:rsidR="000B693F" w:rsidRPr="00B76D20" w:rsidRDefault="000B693F" w:rsidP="00E17DF7">
      <w:pPr>
        <w:pStyle w:val="libLine"/>
        <w:rPr>
          <w:rtl/>
        </w:rPr>
      </w:pP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پہلے ستاروں کے محل و مدارک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 اس کے بعد اس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عظمت و اہم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پر زور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اور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نشاندھ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 اس نکتہ پرتو جہ کرنا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قسم کا مع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ار</w:t>
      </w:r>
      <w:r w:rsidRPr="00CD3FC2">
        <w:rPr>
          <w:rtl/>
        </w:rPr>
        <w:t xml:space="preserve"> اور اس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اس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کے مطابق ہونا چا ہئ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کہ جس کے متعلق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جس کے</w:t>
      </w:r>
      <w:r w:rsidRPr="00CD3FC2">
        <w:rPr>
          <w:rtl/>
        </w:rPr>
        <w:cr/>
      </w:r>
      <w:r w:rsidR="00261118" w:rsidRPr="00E17DF7"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۱-۔ سورہ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ونس</w:t>
      </w:r>
      <w:r w:rsidRPr="00CD3FC2">
        <w:rPr>
          <w:rtl/>
        </w:rPr>
        <w:t>/۶۱، سورہ سبا/۱۳، سورہ نمل/۷۵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 xml:space="preserve">۲۔ سورہ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/۱۲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۳۔ سورہ بروج/ ۲۲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۴۔ سورہ نمل/۷۵</w:t>
      </w:r>
    </w:p>
    <w:p w:rsidR="00261118" w:rsidRDefault="00261118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261118" w:rsidRPr="00CD3FC2" w:rsidRDefault="00261118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اثبات</w:t>
      </w:r>
      <w:r w:rsidRPr="00CD3FC2">
        <w:rPr>
          <w:rtl/>
        </w:rPr>
        <w:t xml:space="preserve"> کے لئے قسم کھائ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جارہ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۔ اگر قسم با عظمت اور بااہم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تو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اس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اہم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 کہ جس کے لئے قسم کھائ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جس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کے لئے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قسم کھائ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وہ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ہے: -</w:t>
      </w:r>
      <w:r w:rsidR="00BD32E1">
        <w:rPr>
          <w:rtl/>
        </w:rPr>
        <w:t xml:space="preserve"> </w:t>
      </w:r>
      <w:r w:rsidRPr="00CD3FC2">
        <w:rPr>
          <w:rtl/>
        </w:rPr>
        <w:t xml:space="preserve"> إنّہ لقرآن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 مکنون 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مسّہ</w:t>
      </w:r>
      <w:r w:rsidRPr="00CD3FC2">
        <w:rPr>
          <w:rtl/>
        </w:rPr>
        <w:t xml:space="preserve"> الّا المطھرون</w:t>
      </w:r>
      <w:r w:rsidR="00BD32E1">
        <w:rPr>
          <w:rtl/>
        </w:rPr>
        <w:t xml:space="preserve"> </w:t>
      </w:r>
      <w:r w:rsidRPr="00CD3FC2">
        <w:rPr>
          <w:rtl/>
        </w:rPr>
        <w:t xml:space="preserve"> </w:t>
      </w:r>
      <w:r w:rsidR="00EB4D70">
        <w:rPr>
          <w:rtl/>
        </w:rPr>
        <w:t xml:space="preserve"> یع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شک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بہت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با عظمت قرآن ہے جسے </w:t>
      </w:r>
      <w:r w:rsidR="00BD32E1">
        <w:rPr>
          <w:rtl/>
        </w:rPr>
        <w:t>ایک</w:t>
      </w:r>
      <w:r w:rsidRPr="00CD3FC2">
        <w:rPr>
          <w:rtl/>
        </w:rPr>
        <w:t xml:space="preserve"> پو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کتاب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رکھاگ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اسے پاک و پاک</w:t>
      </w:r>
      <w:r w:rsidR="00662AF6">
        <w:rPr>
          <w:rtl/>
        </w:rPr>
        <w:t>یز</w:t>
      </w:r>
      <w:r w:rsidRPr="00CD3FC2">
        <w:rPr>
          <w:rtl/>
        </w:rPr>
        <w:t>ہ افراد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چھو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سکتا ہے۔ ) اس کے ساتھ راب</w:t>
      </w:r>
      <w:r w:rsidRPr="00CD3FC2">
        <w:rPr>
          <w:rFonts w:hint="eastAsia"/>
          <w:rtl/>
        </w:rPr>
        <w:t>طہ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کرسکتا ہے۔)آ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 xml:space="preserve">ہ کا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جملہ </w:t>
      </w:r>
      <w:r w:rsidR="00BD32E1">
        <w:rPr>
          <w:rtl/>
        </w:rPr>
        <w:t xml:space="preserve"> </w:t>
      </w:r>
      <w:r w:rsidRPr="00CD3FC2">
        <w:rPr>
          <w:rtl/>
        </w:rPr>
        <w:t xml:space="preserve"> 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مسّہ</w:t>
      </w:r>
      <w:r w:rsidRPr="00CD3FC2">
        <w:rPr>
          <w:rtl/>
        </w:rPr>
        <w:t xml:space="preserve"> الّاالمطھرون</w:t>
      </w:r>
      <w:r w:rsidR="00BD32E1">
        <w:rPr>
          <w:rtl/>
        </w:rPr>
        <w:t xml:space="preserve"> </w:t>
      </w:r>
      <w:r w:rsidRPr="00CD3FC2">
        <w:rPr>
          <w:rtl/>
        </w:rPr>
        <w:t xml:space="preserve"> بہت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قابل غور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ابتدائ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نظر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کہاجاتا ہے کہ بے طہارت لوگوں کا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مس کرنا اور اس کے خط پر ہاتھ لگانا حرام ہے، ل</w:t>
      </w:r>
      <w:r w:rsidR="009B178F">
        <w:rPr>
          <w:rtl/>
        </w:rPr>
        <w:t>یک</w:t>
      </w:r>
      <w:r w:rsidRPr="00CD3FC2">
        <w:rPr>
          <w:rtl/>
        </w:rPr>
        <w:t>ن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>ہ پر عم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غور وفکر کرنے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اہم نکتہ و اضح ہو جاتا ہے کہ مس سے مراد مس ظا ہر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” مطھرون“ سے مراد باطہارت )مثلاً باوضو) افر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 بلکہ مس سے مراد مس معنو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)رابطہ) اور”مطھرون “ سے مرادوہ افراد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خدا وندمتعال نے خاص پاک</w:t>
      </w:r>
      <w:r w:rsidR="00662AF6">
        <w:rPr>
          <w:rtl/>
        </w:rPr>
        <w:t>یز</w:t>
      </w:r>
      <w:r w:rsidRPr="00CD3FC2">
        <w:rPr>
          <w:rtl/>
        </w:rPr>
        <w:t>ہ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عنآ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اور ”لا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مسہ“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کتاب مکنون )لوح محفوظ)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)مس معنو</w:t>
      </w:r>
      <w:r w:rsidRPr="00CD3FC2">
        <w:rPr>
          <w:rFonts w:hint="cs"/>
          <w:rtl/>
        </w:rPr>
        <w:t>ی</w:t>
      </w:r>
      <w:r w:rsidRPr="00CD3FC2">
        <w:rPr>
          <w:rtl/>
        </w:rPr>
        <w:t>) استفادہ کرنے کے لئے چند نکات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توجہ کرنا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 xml:space="preserve">۔ جملہء ”لا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مسہ</w:t>
      </w:r>
      <w:r w:rsidRPr="00CD3FC2">
        <w:rPr>
          <w:rtl/>
        </w:rPr>
        <w:t xml:space="preserve"> “ کا ظہور اخبار ہے نہ انشاء ، ک</w:t>
      </w:r>
      <w:r w:rsidR="00EB4D70">
        <w:rPr>
          <w:rtl/>
        </w:rPr>
        <w:t>یو</w:t>
      </w:r>
      <w:r w:rsidRPr="00CD3FC2">
        <w:rPr>
          <w:rtl/>
        </w:rPr>
        <w:t xml:space="preserve">نکہ بظا ہر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جملہ دوسرے اوصاف کے مانند کہ جو اس سے قبل ذکر ہوئے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tl/>
        </w:rPr>
        <w:t xml:space="preserve"> صفت ہے اور انشاء صفت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بن سکتا ہے، جبکہ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مطہرون کے مس سے حکم تحر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)حرمت) کا استفادہ اس بنا پر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جاتا ہے کہ جملہ ”لا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مسہ</w:t>
      </w:r>
      <w:r w:rsidRPr="00CD3FC2">
        <w:rPr>
          <w:rtl/>
        </w:rPr>
        <w:t xml:space="preserve"> “ انشاء ہو ، نہ اخبار۔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 ” 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مسہ“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بلا فاصلہ ” کتاب مکنوں“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پلٹت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، کہ جو اس جملہ سے پہلے واقع ہے نہ قرآن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کہ جواس سے پہلے مذکور ہے اور چند کلمات نے ان کے درم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فاصلہ ڈال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66482A" w:rsidRDefault="0066482A" w:rsidP="004B12AB">
      <w:pPr>
        <w:pStyle w:val="libNormal"/>
        <w:rPr>
          <w:rtl/>
        </w:rPr>
      </w:pPr>
      <w:r>
        <w:rPr>
          <w:rtl/>
        </w:rPr>
        <w:br w:type="page"/>
      </w:r>
    </w:p>
    <w:p w:rsidR="0066482A" w:rsidRPr="00CD3FC2" w:rsidRDefault="0066482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صفت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وہ </w:t>
      </w:r>
      <w:r w:rsidR="00BD32E1">
        <w:rPr>
          <w:rtl/>
        </w:rPr>
        <w:t>ایک</w:t>
      </w:r>
      <w:r w:rsidRPr="00CD3FC2">
        <w:rPr>
          <w:rtl/>
        </w:rPr>
        <w:t xml:space="preserve"> پوش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دہ</w:t>
      </w:r>
      <w:r w:rsidRPr="00CD3FC2">
        <w:rPr>
          <w:rtl/>
        </w:rPr>
        <w:t xml:space="preserve"> اور محفوظ کتاب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واقع ہے کہ جس تک عام انسانوں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مطلب اس کے ساتھ مس کرنے سے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تناسب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رکھتا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 طہارت شرع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 </w:t>
      </w:r>
      <w:r w:rsidR="00EB4D70">
        <w:rPr>
          <w:rtl/>
        </w:rPr>
        <w:t xml:space="preserve"> یع</w:t>
      </w:r>
      <w:r w:rsidRPr="00CD3FC2">
        <w:rPr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وضو )جہاں پر وضو واجب ہو)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غسل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مم</w:t>
      </w:r>
      <w:r w:rsidRPr="00CD3FC2">
        <w:rPr>
          <w:rtl/>
        </w:rPr>
        <w:t xml:space="preserve"> )جہاں پر ان کا انجام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tl/>
        </w:rPr>
        <w:t xml:space="preserve"> ضرور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وفرض)رکھنے والے کو ” متطھرّ“ کہتے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نہ ”مطھّر“۔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تشر</w:t>
      </w:r>
      <w:r w:rsidR="009B178F">
        <w:rPr>
          <w:rtl/>
        </w:rPr>
        <w:t>یح</w:t>
      </w:r>
      <w:r w:rsidRPr="00CD3FC2">
        <w:rPr>
          <w:rtl/>
        </w:rPr>
        <w:t xml:space="preserve"> سے واضح ہوجاتا ہے کہ جو کچھ جملہ ء ”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66482A">
        <w:rPr>
          <w:rStyle w:val="libAieChar"/>
          <w:rtl/>
        </w:rPr>
        <w:t xml:space="preserve">لا 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مس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tl/>
        </w:rPr>
        <w:t xml:space="preserve"> الّا المط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>رون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Pr="00CD3FC2">
        <w:rPr>
          <w:rtl/>
        </w:rPr>
        <w:t xml:space="preserve"> “ سے استفادہ ہوتا ہے، وہ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” مطھر“ ) پاک قرار دئے گئے)افراد کے علاوہ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”کتاب مکنون“ )لوح محفوظ) کو مس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کرسکتا ہے،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حقائق سے آگاہ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ہوسکتا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اب</w:t>
      </w:r>
      <w:r w:rsidRPr="00CD3FC2">
        <w:rPr>
          <w:rtl/>
        </w:rPr>
        <w:t xml:space="preserve"> ہم د</w:t>
      </w:r>
      <w:r w:rsidR="009B178F">
        <w:rPr>
          <w:rtl/>
        </w:rPr>
        <w:t>یک</w:t>
      </w:r>
      <w:r w:rsidRPr="00CD3FC2">
        <w:rPr>
          <w:rtl/>
        </w:rPr>
        <w:t>ھتے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اس خصوص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طہارت کے حامل افراد کون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”مطھرون“ سے مرادکون لوگ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جو ” لوح محفوظ“ سے اطلاع حاصل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66482A">
      <w:pPr>
        <w:pStyle w:val="Heading2Center"/>
        <w:rPr>
          <w:rtl/>
        </w:rPr>
      </w:pPr>
      <w:bookmarkStart w:id="189" w:name="_Toc508103438"/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مطھرون “سے مرادکون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bookmarkEnd w:id="189"/>
    </w:p>
    <w:p w:rsidR="000B693F" w:rsidRPr="00CD3FC2" w:rsidRDefault="000B693F" w:rsidP="0066482A">
      <w:pPr>
        <w:pStyle w:val="libNormal"/>
        <w:rPr>
          <w:rtl/>
        </w:rPr>
      </w:pPr>
      <w:r w:rsidRPr="00CD3FC2">
        <w:rPr>
          <w:rFonts w:hint="eastAsia"/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” مطھرون“ک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اصطلاح فر شتوں سے مخصوص ہے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بعض 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اشارہ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۔ </w:t>
      </w:r>
      <w:r w:rsidR="0066482A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کہ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عموم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ہے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وہ افراد جو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جانب سے خصوص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طہارت کے حامل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ہو 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ں؟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سوال ہے جس پر بحث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ضرورت ہے: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حضرت</w:t>
      </w:r>
      <w:r w:rsidRPr="00CD3FC2">
        <w:rPr>
          <w:rtl/>
        </w:rPr>
        <w:t xml:space="preserve"> آدم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خلقت ، اور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جانب سے انھ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جانش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مقرر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 نا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</w:p>
    <w:p w:rsidR="0066482A" w:rsidRPr="0066482A" w:rsidRDefault="0066482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” روح المعان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ج ۲۷،۱۵۴،دار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66482A" w:rsidRDefault="0066482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6482A" w:rsidRPr="00CD3FC2" w:rsidRDefault="0066482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”اسماء“الہ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علم رکھنا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BD32E1">
        <w:rPr>
          <w:rtl/>
        </w:rPr>
        <w:t>ایک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سے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جس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ملا ئکہ نے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لا علم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اظہار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 پھر حضرت آدم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لئے ملائکہ کو سجدے کا حکم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ناو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رہ</w:t>
      </w:r>
      <w:r w:rsidRPr="00CD3FC2">
        <w:rPr>
          <w:rtl/>
        </w:rPr>
        <w:t xml:space="preserve"> ان واقعات اور قرآن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ات</w:t>
      </w:r>
      <w:r w:rsidRPr="00CD3FC2">
        <w:rPr>
          <w:rtl/>
        </w:rPr>
        <w:t xml:space="preserve"> </w:t>
      </w:r>
      <w:r w:rsidRPr="00CD3FC2">
        <w:rPr>
          <w:rtl/>
          <w:lang w:bidi="fa-IR"/>
        </w:rPr>
        <w:t>۱</w:t>
      </w:r>
      <w:r w:rsidRPr="00CD3FC2">
        <w:rPr>
          <w:rtl/>
        </w:rPr>
        <w:t xml:space="preserve"> کا مطالعہ کرنے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قت</w:t>
      </w:r>
      <w:r w:rsidRPr="00CD3FC2">
        <w:rPr>
          <w:rtl/>
        </w:rPr>
        <w:t xml:space="preserve"> معلوم ہو جات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خاص علوم سے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تعل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حاصل کرنے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انسان کامل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ملائکہ سے کہ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مذکورہ</w:t>
      </w:r>
      <w:r w:rsidRPr="00CD3FC2">
        <w:rPr>
          <w:rtl/>
        </w:rPr>
        <w:t xml:space="preserve"> ان صفات کے پ</w:t>
      </w:r>
      <w:r w:rsidR="00662AF6">
        <w:rPr>
          <w:rtl/>
        </w:rPr>
        <w:t>یش</w:t>
      </w:r>
      <w:r w:rsidRPr="00CD3FC2">
        <w:rPr>
          <w:rtl/>
        </w:rPr>
        <w:t xml:space="preserve"> نظر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جملہ </w:t>
      </w:r>
      <w:r w:rsidR="00BD32E1">
        <w:rPr>
          <w:rtl/>
        </w:rPr>
        <w:t xml:space="preserve"> </w:t>
      </w:r>
      <w:r w:rsidRPr="00CD3FC2">
        <w:rPr>
          <w:rtl/>
        </w:rPr>
        <w:t xml:space="preserve">لا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مسہ</w:t>
      </w:r>
      <w:r w:rsidRPr="00CD3FC2">
        <w:rPr>
          <w:rtl/>
        </w:rPr>
        <w:t xml:space="preserve"> الّا المطھرون</w:t>
      </w:r>
      <w:r w:rsidR="00BD32E1">
        <w:rPr>
          <w:rtl/>
        </w:rPr>
        <w:t xml:space="preserve"> </w:t>
      </w:r>
      <w:r w:rsidRPr="00CD3FC2">
        <w:rPr>
          <w:rtl/>
        </w:rPr>
        <w:t xml:space="preserve"> کو فرشتوں سے مخصوص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جائے جبکہ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کے مطابق خدا کے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منتخب بندے موجود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جو خاص طہارت و پاک</w:t>
      </w:r>
      <w:r w:rsidR="00662AF6">
        <w:rPr>
          <w:rtl/>
        </w:rPr>
        <w:t>یز</w:t>
      </w:r>
      <w:r w:rsidRPr="00CD3FC2">
        <w:rPr>
          <w:rtl/>
        </w:rPr>
        <w:t>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مالک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66482A">
      <w:pPr>
        <w:pStyle w:val="Heading2Center"/>
        <w:rPr>
          <w:rtl/>
        </w:rPr>
      </w:pPr>
      <w:bookmarkStart w:id="190" w:name="_Toc508103439"/>
      <w:r w:rsidRPr="00CD3FC2">
        <w:rPr>
          <w:rFonts w:hint="eastAsia"/>
          <w:rtl/>
        </w:rPr>
        <w:t>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اور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کا محترم خاندان</w:t>
      </w:r>
      <w:bookmarkEnd w:id="190"/>
    </w:p>
    <w:p w:rsidR="000B693F" w:rsidRPr="00CD3FC2" w:rsidRDefault="00BD32E1" w:rsidP="00107A46">
      <w:pPr>
        <w:pStyle w:val="libNormal"/>
        <w:rPr>
          <w:rtl/>
        </w:rPr>
      </w:pPr>
      <w:r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66482A">
        <w:rPr>
          <w:rStyle w:val="libAieChar"/>
          <w:rtl/>
        </w:rPr>
        <w:t>إنّما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ر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دالله</w:t>
      </w:r>
      <w:r w:rsidR="00E17DF7">
        <w:rPr>
          <w:rStyle w:val="libAieChar"/>
          <w:rFonts w:hint="cs"/>
          <w:rtl/>
        </w:rPr>
        <w:t xml:space="preserve"> </w:t>
      </w:r>
      <w:r w:rsidR="00E17DF7" w:rsidRPr="0066482A">
        <w:rPr>
          <w:rStyle w:val="libAieChar"/>
          <w:rFonts w:hint="eastAsia"/>
          <w:rtl/>
        </w:rPr>
        <w:t>ل</w:t>
      </w:r>
      <w:r w:rsidR="00E17DF7" w:rsidRPr="00BA57AE">
        <w:rPr>
          <w:rStyle w:val="libAieChar"/>
          <w:rFonts w:hint="cs"/>
          <w:rtl/>
        </w:rPr>
        <w:t>ي</w:t>
      </w:r>
      <w:r w:rsidR="00E17DF7" w:rsidRPr="0066482A">
        <w:rPr>
          <w:rStyle w:val="libAieChar"/>
          <w:rFonts w:hint="cs"/>
          <w:rtl/>
        </w:rPr>
        <w:t>ذ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>ب</w:t>
      </w:r>
      <w:r w:rsidR="00E17DF7" w:rsidRPr="0066482A">
        <w:rPr>
          <w:rStyle w:val="libAieChar"/>
          <w:rtl/>
        </w:rPr>
        <w:t xml:space="preserve"> عنکم الرجس ا</w:t>
      </w:r>
      <w:r w:rsidR="00E17DF7" w:rsidRPr="0066482A">
        <w:rPr>
          <w:rStyle w:val="libAieChar"/>
          <w:rFonts w:hint="cs"/>
          <w:rtl/>
        </w:rPr>
        <w:t>ٴ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>ل</w:t>
      </w:r>
      <w:r w:rsidR="00E17DF7" w:rsidRPr="0066482A">
        <w:rPr>
          <w:rStyle w:val="libAieChar"/>
          <w:rtl/>
        </w:rPr>
        <w:t xml:space="preserve"> الب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ت</w:t>
      </w:r>
      <w:r w:rsidR="00E17DF7" w:rsidRPr="0066482A">
        <w:rPr>
          <w:rStyle w:val="libAieChar"/>
          <w:rtl/>
        </w:rPr>
        <w:t xml:space="preserve"> و 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ط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>ر</w:t>
      </w:r>
      <w:r w:rsidR="00E17DF7" w:rsidRPr="0066482A">
        <w:rPr>
          <w:rStyle w:val="libAieChar"/>
          <w:rtl/>
        </w:rPr>
        <w:t xml:space="preserve"> کم تط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را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>) سورہ احزاب/</w:t>
      </w:r>
      <w:r w:rsidRPr="00CD3FC2">
        <w:rPr>
          <w:rtl/>
          <w:lang w:bidi="fa-IR"/>
        </w:rPr>
        <w:t>۳۳)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بس الله کا ارادہ ہے اے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: کہ تم سے ہرطرح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برائ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دور رکھے اور اس طرح پاک و پاک</w:t>
      </w:r>
      <w:r w:rsidR="00662AF6">
        <w:rPr>
          <w:rtl/>
        </w:rPr>
        <w:t>یز</w:t>
      </w:r>
      <w:r w:rsidRPr="00CD3FC2">
        <w:rPr>
          <w:rtl/>
        </w:rPr>
        <w:t>ہ رکھے جو پاک و پاک</w:t>
      </w:r>
      <w:r w:rsidR="00662AF6">
        <w:rPr>
          <w:rtl/>
        </w:rPr>
        <w:t>یز</w:t>
      </w:r>
      <w:r w:rsidRPr="00CD3FC2">
        <w:rPr>
          <w:rtl/>
        </w:rPr>
        <w:t xml:space="preserve">ہ رکھنے کا حق ہے“ 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>ہ دلالت کرت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</w:t>
      </w:r>
      <w:r w:rsidR="00BD32E1">
        <w:rPr>
          <w:rtl/>
        </w:rPr>
        <w:t>پیغ</w:t>
      </w:r>
      <w:r w:rsidRPr="00CD3FC2">
        <w:rPr>
          <w:rtl/>
        </w:rPr>
        <w:t xml:space="preserve">مبر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کا خاندان خدا وندمتعال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</w:t>
      </w:r>
      <w:r w:rsidR="00BD32E1">
        <w:rPr>
          <w:rtl/>
        </w:rPr>
        <w:t>ایک</w:t>
      </w:r>
      <w:r w:rsidRPr="00CD3FC2">
        <w:rPr>
          <w:rtl/>
        </w:rPr>
        <w:t xml:space="preserve"> خاص اور اعل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پاک</w:t>
      </w:r>
      <w:r w:rsidR="00662AF6">
        <w:rPr>
          <w:rtl/>
        </w:rPr>
        <w:t>یز</w:t>
      </w:r>
      <w:r w:rsidRPr="00CD3FC2">
        <w:rPr>
          <w:rtl/>
        </w:rPr>
        <w:t>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کا مالک ہے۔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” تطھ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را“</w:t>
      </w:r>
      <w:r w:rsidRPr="00CD3FC2">
        <w:rPr>
          <w:rtl/>
        </w:rPr>
        <w:t xml:space="preserve"> کا لفظ مفعول مطلق نوع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جو </w:t>
      </w:r>
      <w:r w:rsidR="00BD32E1">
        <w:rPr>
          <w:rtl/>
        </w:rPr>
        <w:t>ایک</w:t>
      </w:r>
      <w:r w:rsidRPr="00CD3FC2">
        <w:rPr>
          <w:rtl/>
        </w:rPr>
        <w:t xml:space="preserve"> خاص قسم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طہارت و پاک</w:t>
      </w:r>
      <w:r w:rsidR="00662AF6">
        <w:rPr>
          <w:rtl/>
        </w:rPr>
        <w:t>یز</w:t>
      </w:r>
      <w:r w:rsidRPr="00CD3FC2">
        <w:rPr>
          <w:rtl/>
        </w:rPr>
        <w:t>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کرتا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ہاں</w:t>
      </w:r>
      <w:r w:rsidRPr="00CD3FC2">
        <w:rPr>
          <w:rtl/>
        </w:rPr>
        <w:t xml:space="preserve"> پر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="00EB4D70">
        <w:rPr>
          <w:rtl/>
        </w:rPr>
        <w:t>یف</w:t>
      </w:r>
      <w:r w:rsidRPr="00CD3FC2">
        <w:rPr>
          <w:rtl/>
        </w:rPr>
        <w:t>ہ سے متعلق مفصل بحث کرنا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چاہتے، اس لئے کہ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سے مربوط باب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پر مکمل بحث گزر چک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ہے، اور اس کا نتےجہ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ہے کہ </w:t>
      </w:r>
      <w:r w:rsidR="00BD32E1">
        <w:rPr>
          <w:rtl/>
        </w:rPr>
        <w:t>پیغ</w:t>
      </w:r>
      <w:r w:rsidRPr="00CD3FC2">
        <w:rPr>
          <w:rtl/>
        </w:rPr>
        <w:t>مبر اکرم (ص)کے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کہ جن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سب سے نما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اں</w:t>
      </w:r>
      <w:r w:rsidRPr="00CD3FC2">
        <w:rPr>
          <w:rtl/>
        </w:rPr>
        <w:t xml:space="preserve">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</w:t>
      </w:r>
      <w:r w:rsidRPr="00CD3FC2">
        <w:rPr>
          <w:rtl/>
        </w:rPr>
        <w:t xml:space="preserve"> اس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فہ</w:t>
      </w:r>
      <w:r w:rsidRPr="00CD3FC2">
        <w:rPr>
          <w:rtl/>
        </w:rPr>
        <w:t xml:space="preserve"> کے مطاب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خداک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سے خاص طہارت و 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مالک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</w:t>
      </w:r>
    </w:p>
    <w:p w:rsidR="0066482A" w:rsidRPr="0066482A" w:rsidRDefault="0066482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 سورہ بقرہ/۳۴۔۳۰</w:t>
      </w:r>
    </w:p>
    <w:p w:rsidR="0066482A" w:rsidRDefault="0066482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6482A" w:rsidRPr="00CD3FC2" w:rsidRDefault="0066482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”مطھرون“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شمار ہوتے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۔ وہ لوح محفوظ کے حقائق سے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 سکتے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66482A">
      <w:pPr>
        <w:pStyle w:val="Heading2Center"/>
        <w:rPr>
          <w:rtl/>
        </w:rPr>
      </w:pPr>
      <w:bookmarkStart w:id="191" w:name="_Toc508103440"/>
      <w:r w:rsidRPr="00CD3FC2">
        <w:rPr>
          <w:rFonts w:hint="eastAsia"/>
          <w:rtl/>
        </w:rPr>
        <w:t>”آصف</w:t>
      </w:r>
      <w:r w:rsidRPr="00CD3FC2">
        <w:rPr>
          <w:rtl/>
        </w:rPr>
        <w:t xml:space="preserve"> بر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ا“</w:t>
      </w:r>
      <w:r w:rsidRPr="00CD3FC2">
        <w:rPr>
          <w:rtl/>
        </w:rPr>
        <w:t xml:space="preserve"> اور کتاب کے کچھ حصہ کا علم</w:t>
      </w:r>
      <w:bookmarkEnd w:id="191"/>
    </w:p>
    <w:p w:rsidR="000B693F" w:rsidRPr="00CD3FC2" w:rsidRDefault="000B693F" w:rsidP="0066482A">
      <w:pPr>
        <w:pStyle w:val="libNormal"/>
        <w:rPr>
          <w:rtl/>
        </w:rPr>
      </w:pP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جانتے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خدا وندمتعال نے حضرت 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 </w:t>
      </w:r>
      <w:r w:rsidR="00BD32E1">
        <w:rPr>
          <w:rtl/>
        </w:rPr>
        <w:t>ایک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سلطنت عطا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انسانوں کے علاوہ جناّت اور پرندے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ان کے تابع تھے ۔ </w:t>
      </w:r>
      <w:r w:rsidR="00BD32E1">
        <w:rPr>
          <w:rtl/>
        </w:rPr>
        <w:t>ایک</w:t>
      </w:r>
      <w:r w:rsidRPr="00CD3FC2">
        <w:rPr>
          <w:rtl/>
        </w:rPr>
        <w:t xml:space="preserve"> دن جب جن وانس ان کے گرد جمع تھے حضرت 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نے ان سے کہا: تم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کون ہے جو بلق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کے مسلمان ہونے سے پہل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اس کے تخت کو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پاس حاضر کردے؟جنّات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</w:t>
      </w:r>
      <w:r w:rsidR="00BD32E1">
        <w:rPr>
          <w:rtl/>
        </w:rPr>
        <w:t>ایک</w:t>
      </w:r>
      <w:r w:rsidRPr="00CD3FC2">
        <w:rPr>
          <w:rtl/>
        </w:rPr>
        <w:t xml:space="preserve"> عفر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نے 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نب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کہا:قبل اس کے کہ آپ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جگہ سے اٹھے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تخت کو آپ کے پاس حاضر کردوں گا۔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فرماتا ہے </w:t>
      </w:r>
      <w:r w:rsidR="0066482A" w:rsidRPr="00F82107">
        <w:rPr>
          <w:rStyle w:val="libFootnotenumChar"/>
          <w:rFonts w:hint="cs"/>
          <w:rtl/>
        </w:rPr>
        <w:t>(1)</w:t>
      </w:r>
      <w:r w:rsidRPr="00CD3FC2">
        <w:rPr>
          <w:rtl/>
          <w:lang w:bidi="fa-IR"/>
        </w:rPr>
        <w:t xml:space="preserve"> ” </w:t>
      </w:r>
      <w:r w:rsidRPr="00CD3FC2">
        <w:rPr>
          <w:rtl/>
        </w:rPr>
        <w:t xml:space="preserve">کتاب کے کچھ حصہ کا علم رکھنے والے </w:t>
      </w:r>
      <w:r w:rsidR="00BD32E1">
        <w:rPr>
          <w:rtl/>
        </w:rPr>
        <w:t>ایک</w:t>
      </w:r>
      <w:r w:rsidRPr="00CD3FC2">
        <w:rPr>
          <w:rtl/>
        </w:rPr>
        <w:t xml:space="preserve"> شخص نے کہا: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اتن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جلد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تخت بلق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کو آپ کے پا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حاضر کردوں گا کہ آپ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پلک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جھپکنے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پائے 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اس نے حاضر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کہ مفسر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نے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کتاب ” لوح محفوظ “ہے اور ش</w:t>
      </w:r>
      <w:r w:rsidR="00EB4D70">
        <w:rPr>
          <w:rtl/>
        </w:rPr>
        <w:t xml:space="preserve"> یع</w:t>
      </w:r>
      <w:r w:rsidRPr="00CD3FC2">
        <w:rPr>
          <w:rtl/>
        </w:rPr>
        <w:t>ہ و سن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کے مطابق مذکورہ شخص حضرت 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کا 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” آصف بر 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ا“</w:t>
      </w:r>
      <w:r w:rsidRPr="00CD3FC2">
        <w:rPr>
          <w:rtl/>
        </w:rPr>
        <w:t xml:space="preserve"> تھا ۔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استفادہ ہوتا ہے آصف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غ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معمول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رت</w:t>
      </w:r>
      <w:r w:rsidRPr="00CD3FC2">
        <w:rPr>
          <w:rtl/>
        </w:rPr>
        <w:t xml:space="preserve"> انگ</w:t>
      </w:r>
      <w:r w:rsidR="00662AF6">
        <w:rPr>
          <w:rtl/>
        </w:rPr>
        <w:t>یز</w:t>
      </w:r>
      <w:r w:rsidRPr="00CD3FC2">
        <w:rPr>
          <w:rtl/>
        </w:rPr>
        <w:t xml:space="preserve"> طاقت وصلاح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کتاب )لوح محفوظ) کے کچھ حصہ کا علم جانن</w:t>
      </w:r>
      <w:r w:rsidRPr="00CD3FC2">
        <w:rPr>
          <w:rFonts w:hint="eastAsia"/>
          <w:rtl/>
        </w:rPr>
        <w:t>ے</w:t>
      </w:r>
      <w:r w:rsidRPr="00CD3FC2">
        <w:rPr>
          <w:rtl/>
        </w:rPr>
        <w:t xml:space="preserve"> کے سبب تھ</w:t>
      </w:r>
      <w:r w:rsidRPr="00CD3FC2">
        <w:rPr>
          <w:rFonts w:hint="cs"/>
          <w:rtl/>
        </w:rPr>
        <w:t>ی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واضح</w:t>
      </w:r>
      <w:r w:rsidRPr="00CD3FC2">
        <w:rPr>
          <w:rtl/>
        </w:rPr>
        <w:t xml:space="preserve"> رہے کہ طہارت و پاک</w:t>
      </w:r>
      <w:r w:rsidR="00662AF6">
        <w:rPr>
          <w:rtl/>
        </w:rPr>
        <w:t>یز</w:t>
      </w:r>
      <w:r w:rsidRPr="00CD3FC2">
        <w:rPr>
          <w:rtl/>
        </w:rPr>
        <w:t>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چند مراحل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جس قدر طہارت کامل تر ہوگ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اعتبار سے علم وقدرت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اضا فہ ہو گا۔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جب</w:t>
      </w:r>
      <w:r w:rsidRPr="00CD3FC2">
        <w:rPr>
          <w:rtl/>
        </w:rPr>
        <w:t xml:space="preserve"> ہ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66482A">
        <w:rPr>
          <w:rStyle w:val="libAieChar"/>
          <w:rtl/>
        </w:rPr>
        <w:t xml:space="preserve">لا 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مسّ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tl/>
        </w:rPr>
        <w:t xml:space="preserve"> إلا المط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>رون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معلوم ہوگ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لوح محفوظ کے حقا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کا علم خدا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خاص طہارت کے نت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جہ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حاصل ہوتا ہے اور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نے اس خاص طہارت اور پاک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کو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کے لئے ثابت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 وہ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جو</w:t>
      </w:r>
    </w:p>
    <w:p w:rsidR="0066482A" w:rsidRPr="0066482A" w:rsidRDefault="0066482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۱۔سورہ نمل/۴۰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۲۔کچھ اردو قوال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تفاس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طرف رجوع کرنا چاہئے</w:t>
      </w:r>
    </w:p>
    <w:p w:rsidR="0066482A" w:rsidRDefault="0066482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6482A" w:rsidRPr="00CD3FC2" w:rsidRDefault="0066482A" w:rsidP="00107A46">
      <w:pPr>
        <w:pStyle w:val="libNormal"/>
        <w:rPr>
          <w:rtl/>
        </w:rPr>
      </w:pPr>
    </w:p>
    <w:p w:rsidR="000B693F" w:rsidRPr="00CD3FC2" w:rsidRDefault="000B693F" w:rsidP="0066482A">
      <w:pPr>
        <w:pStyle w:val="libNormal"/>
        <w:rPr>
          <w:rtl/>
        </w:rPr>
      </w:pPr>
      <w:r w:rsidRPr="00CD3FC2">
        <w:rPr>
          <w:rFonts w:hint="eastAsia"/>
          <w:rtl/>
        </w:rPr>
        <w:t>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ہم پلہ ہے۔لہذا ان صفات کے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نظربع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 کہ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اور دوسرے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 لوح محفوظ کے تمام حقائق کا علم رکھتے ہوں اس لئے ہم مشاہدہ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جو اھل سنت </w:t>
      </w:r>
      <w:r w:rsidR="0066482A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کے نزد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کے است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زحافظ</w:t>
      </w:r>
      <w:r w:rsidRPr="00CD3FC2">
        <w:rPr>
          <w:rtl/>
        </w:rPr>
        <w:t xml:space="preserve"> اور امام کے لقب سے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</w:t>
      </w:r>
      <w:r w:rsidRPr="00CD3FC2">
        <w:rPr>
          <w:rtl/>
        </w:rPr>
        <w:t xml:space="preserve"> کئے جاتے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اہل سنت کے ائمہ رجال</w:t>
      </w:r>
      <w:r w:rsidR="0066482A" w:rsidRPr="00F82107">
        <w:rPr>
          <w:rStyle w:val="libFootnotenumChar"/>
          <w:rFonts w:hint="cs"/>
          <w:rtl/>
        </w:rPr>
        <w:t>(2)</w:t>
      </w:r>
      <w:r w:rsidRPr="00CD3FC2">
        <w:rPr>
          <w:rtl/>
        </w:rPr>
        <w:t>کے مطابق جن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اورقابل اعتماد جان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،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ر”الکشف</w:t>
      </w:r>
      <w:r w:rsidRPr="00CD3FC2">
        <w:rPr>
          <w:rtl/>
        </w:rPr>
        <w:t xml:space="preserve"> و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ان“</w:t>
      </w:r>
      <w:r w:rsidR="0066482A" w:rsidRPr="00F82107">
        <w:rPr>
          <w:rStyle w:val="libFootnotenumChar"/>
          <w:rFonts w:hint="cs"/>
          <w:rtl/>
        </w:rPr>
        <w:t>(3)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اور حاکم حسکان</w:t>
      </w:r>
      <w:r w:rsidRPr="00CD3FC2">
        <w:rPr>
          <w:rFonts w:hint="cs"/>
          <w:rtl/>
        </w:rPr>
        <w:t>ی</w:t>
      </w:r>
      <w:r w:rsidR="0066482A" w:rsidRPr="00F82107">
        <w:rPr>
          <w:rStyle w:val="libFootnotenumChar"/>
          <w:rFonts w:hint="cs"/>
          <w:rtl/>
        </w:rPr>
        <w:t>(4)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="0066482A" w:rsidRPr="00F82107">
        <w:rPr>
          <w:rStyle w:val="libFootnotenumChar"/>
          <w:rFonts w:hint="cs"/>
          <w:rtl/>
        </w:rPr>
        <w:t>(5)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ابوسع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خدر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عبداللہ بن سلام اور ابن عباس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چند اص</w:t>
      </w:r>
      <w:r w:rsidRPr="00CD3FC2">
        <w:rPr>
          <w:rFonts w:hint="eastAsia"/>
          <w:rtl/>
        </w:rPr>
        <w:t>حاب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کرتے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کہ ”من عندہ علم الکتاب“سے مراد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بلکہ</w:t>
      </w:r>
      <w:r w:rsidRPr="00CD3FC2">
        <w:rPr>
          <w:rtl/>
        </w:rPr>
        <w:t xml:space="preserve"> ابو 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دخدر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اور</w:t>
      </w:r>
      <w:r w:rsidRPr="00CD3FC2">
        <w:rPr>
          <w:rtl/>
        </w:rPr>
        <w:t xml:space="preserve"> عبداللهبن سلام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انہوں نے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اکرم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>سے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کہ ” من عندہ علم الکتاب“سے مراد کون ہے؟ جواب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</w:t>
      </w:r>
      <w:r w:rsidRPr="00CD3FC2">
        <w:rPr>
          <w:rtl/>
        </w:rPr>
        <w:t xml:space="preserve"> (ص)نے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کو” من عندہ الکتاب“کے مصداق کے طور پر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۔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مطلب کو )من عندہ علم الکتاب،سے مر</w:t>
      </w:r>
      <w:r w:rsidRPr="00CD3FC2">
        <w:rPr>
          <w:rFonts w:hint="eastAsia"/>
          <w:rtl/>
        </w:rPr>
        <w:t>ادعل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)سع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بن جب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،اب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صالح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زمحمد</w:t>
      </w:r>
      <w:r w:rsidRPr="00CD3FC2">
        <w:rPr>
          <w:rtl/>
        </w:rPr>
        <w:t xml:space="preserve"> بن حنف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سے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کئ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سے نقل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عبدالله بن عطاء کہ جو امام باقر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ہمراہ تھے، جب انھوں نے عبدالله بن سلام کے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ٹے</w:t>
      </w:r>
      <w:r w:rsidRPr="00CD3FC2">
        <w:rPr>
          <w:rtl/>
        </w:rPr>
        <w:t xml:space="preserve"> کو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کھا</w:t>
      </w:r>
      <w:r w:rsidRPr="00CD3FC2">
        <w:rPr>
          <w:rtl/>
        </w:rPr>
        <w:t xml:space="preserve"> تو امام باقر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سے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)عبداللهبن سلام کا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ٹا</w:t>
      </w:r>
      <w:r w:rsidRPr="00CD3FC2">
        <w:rPr>
          <w:rtl/>
        </w:rPr>
        <w:t>) اس شخص کا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ٹا</w:t>
      </w:r>
      <w:r w:rsidRPr="00CD3FC2">
        <w:rPr>
          <w:rtl/>
        </w:rPr>
        <w:t xml:space="preserve"> ہے جس کے پاس کتاب کا علم تھا</w:t>
      </w:r>
      <w:r w:rsidRPr="00CD3FC2">
        <w:rPr>
          <w:rFonts w:hint="eastAsia"/>
          <w:rtl/>
        </w:rPr>
        <w:t>؟</w:t>
      </w:r>
      <w:r w:rsidRPr="00CD3FC2">
        <w:rPr>
          <w:rtl/>
        </w:rPr>
        <w:t xml:space="preserve"> حضرت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ں،”من</w:t>
      </w:r>
      <w:r w:rsidRPr="00CD3FC2">
        <w:rPr>
          <w:rtl/>
        </w:rPr>
        <w:t xml:space="preserve"> عندہ علم الکتاب“سے مراد )عبداللهبن سلام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ہے، بلکہ)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</w:p>
    <w:p w:rsidR="0066482A" w:rsidRPr="0066482A" w:rsidRDefault="0066482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8F5E30">
      <w:pPr>
        <w:pStyle w:val="libFootnote"/>
        <w:rPr>
          <w:rtl/>
        </w:rPr>
      </w:pPr>
      <w:r w:rsidRPr="00CD3FC2">
        <w:rPr>
          <w:rtl/>
        </w:rPr>
        <w:t>۱۔اہل سنت کے علم رجال کے جل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القدرامام 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”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اعلام النبلاء“ ج۱۷، ص۴۳۵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ہے : ” الامام الحافظ العلامة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التفس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ر“،</w:t>
      </w:r>
      <w:r w:rsidRPr="00CD3FC2">
        <w:rPr>
          <w:rtl/>
        </w:rPr>
        <w:t xml:space="preserve"> ۲۔ عبدالغافر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کتاب”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شاپور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“</w:t>
      </w:r>
      <w:r w:rsidRPr="00CD3FC2">
        <w:rPr>
          <w:rtl/>
        </w:rPr>
        <w:t xml:space="preserve"> ص۱۰۹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کہتا ہے: الثقة الحافظ</w:t>
      </w:r>
      <w:r w:rsidRPr="00CD3FC2">
        <w:rPr>
          <w:rFonts w:hint="cs"/>
          <w:rtl/>
        </w:rPr>
        <w:t>و ہو صحی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النقل موثوق بہ، ۳۔ الکشف وا 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ان،</w:t>
      </w:r>
      <w:r w:rsidRPr="00CD3FC2">
        <w:rPr>
          <w:rtl/>
        </w:rPr>
        <w:t xml:space="preserve"> ج۵، ص ۳۰۳۔۳۰۲، 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۴۔ذہب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عبادت کو ہم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کے متقن، محکم اسناد کے عال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ہونے کے سلسلہ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ذکر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ہے۔ ملاحظہ ہو ۵۔” 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ل“</w:t>
      </w:r>
      <w:r w:rsidRPr="00CD3FC2">
        <w:rPr>
          <w:rtl/>
        </w:rPr>
        <w:t xml:space="preserve"> با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محمد باقر محمود، ج۱، ص۴۰۰</w:t>
      </w:r>
    </w:p>
    <w:p w:rsidR="0066482A" w:rsidRDefault="0066482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6482A" w:rsidRPr="00CD3FC2" w:rsidRDefault="0066482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0B693F" w:rsidRPr="00CD3FC2" w:rsidRDefault="000B693F" w:rsidP="0066482A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کے علاوہ ابن شہر آشوب</w:t>
      </w:r>
      <w:r w:rsidR="0066482A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نے اپن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”کتاب مناقب</w:t>
      </w:r>
      <w:r w:rsidR="0066482A" w:rsidRPr="00F82107">
        <w:rPr>
          <w:rStyle w:val="libFootnotenumChar"/>
          <w:rFonts w:hint="cs"/>
          <w:rtl/>
        </w:rPr>
        <w:t>(2)</w:t>
      </w:r>
      <w:r w:rsidRPr="00CD3FC2">
        <w:rPr>
          <w:rtl/>
          <w:lang w:bidi="fa-IR"/>
        </w:rPr>
        <w:t xml:space="preserve">“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ہے: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CD3FC2">
        <w:rPr>
          <w:rtl/>
        </w:rPr>
        <w:t xml:space="preserve"> محمدبن مسلم، ابوحمزہ ثمال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جابربن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نے امام باقر(عل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سے اس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طرح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فضل،فض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بن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سار</w:t>
      </w:r>
      <w:r w:rsidRPr="00CD3FC2">
        <w:rPr>
          <w:rtl/>
        </w:rPr>
        <w:t xml:space="preserve"> اور ابو بص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نے امام صادق(عل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سے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احمد بن محمدحلب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محمد بن فض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نے امام رضا(عل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اور اس کے علاوہ موس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جع</w:t>
      </w:r>
      <w:r w:rsidRPr="00CD3FC2">
        <w:rPr>
          <w:rFonts w:hint="eastAsia"/>
          <w:rtl/>
        </w:rPr>
        <w:t>فر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السلام)، 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محمد بن حنف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سلمان فارس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ابوسع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خدر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اور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سد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کہ انہوں خداوند متعال کے قول: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66482A">
        <w:rPr>
          <w:rStyle w:val="libAieChar"/>
          <w:rtl/>
        </w:rPr>
        <w:t>کل کف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tl/>
        </w:rPr>
        <w:t xml:space="preserve"> بالله ش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داً</w:t>
      </w:r>
      <w:r w:rsidR="00E17DF7" w:rsidRPr="0066482A">
        <w:rPr>
          <w:rStyle w:val="libAieChar"/>
          <w:rtl/>
        </w:rPr>
        <w:t xml:space="preserve"> ب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ن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tl/>
        </w:rPr>
        <w:t xml:space="preserve"> و ب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نکم</w:t>
      </w:r>
      <w:r w:rsidR="00E17DF7" w:rsidRPr="0066482A">
        <w:rPr>
          <w:rStyle w:val="libAieChar"/>
          <w:rtl/>
        </w:rPr>
        <w:t xml:space="preserve"> و من عند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 xml:space="preserve"> علم </w:t>
      </w:r>
      <w:r w:rsidR="00E17DF7" w:rsidRPr="0066482A">
        <w:rPr>
          <w:rStyle w:val="libAieChar"/>
          <w:rtl/>
        </w:rPr>
        <w:t>الکتاب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Pr="00CD3FC2">
        <w:rPr>
          <w:rtl/>
        </w:rPr>
        <w:t xml:space="preserve">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کہا ہے کہ:”من عندہ علم الکتاب“سے مراد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(ع</w:t>
      </w: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۔“</w:t>
      </w:r>
    </w:p>
    <w:p w:rsidR="000B693F" w:rsidRDefault="000B693F" w:rsidP="0066482A">
      <w:pPr>
        <w:pStyle w:val="libNormal"/>
        <w:rPr>
          <w:rtl/>
        </w:rPr>
      </w:pPr>
      <w:r w:rsidRPr="00CD3FC2">
        <w:rPr>
          <w:rFonts w:hint="eastAsia"/>
          <w:rtl/>
        </w:rPr>
        <w:t>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مختلف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قوں</w:t>
      </w:r>
      <w:r w:rsidRPr="00CD3FC2">
        <w:rPr>
          <w:rtl/>
        </w:rPr>
        <w:t xml:space="preserve"> سے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” من عندہ علم الکتاب“سے مراد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رالمومن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اور دوسرے ائمہ معصو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 نمونہ کے طور پر مندرجہ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پر غور فرماہئے: ثقة الاسلام کل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نے اصول کاف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="0066482A" w:rsidRPr="00F82107">
        <w:rPr>
          <w:rStyle w:val="libFootnotenumChar"/>
          <w:rFonts w:hint="cs"/>
          <w:rtl/>
        </w:rPr>
        <w:t>(3)</w:t>
      </w:r>
      <w:r w:rsidR="0066482A" w:rsidRPr="00B76D20">
        <w:rPr>
          <w:rFonts w:hint="cs"/>
          <w:rtl/>
        </w:rPr>
        <w:t xml:space="preserve"> 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معتبر سند سے 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دبن</w:t>
      </w:r>
      <w:r w:rsidRPr="00CD3FC2">
        <w:rPr>
          <w:rtl/>
        </w:rPr>
        <w:t xml:space="preserve"> معاو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سے کہ جو امام باقر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اصحاب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تھے روا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انھوں نے حضرت سے عرض ک</w:t>
      </w:r>
      <w:r w:rsidRPr="00CD3FC2">
        <w:rPr>
          <w:rFonts w:hint="cs"/>
          <w:rtl/>
        </w:rPr>
        <w:t>ی</w:t>
      </w:r>
      <w:r w:rsidRPr="00CD3FC2">
        <w:rPr>
          <w:rtl/>
        </w:rPr>
        <w:t>:”آ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</w:t>
      </w:r>
      <w:r w:rsidR="00BD32E1">
        <w:rPr>
          <w:rtl/>
        </w:rPr>
        <w:t xml:space="preserve"> 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(</w:t>
      </w:r>
      <w:r w:rsidR="00E17DF7">
        <w:rPr>
          <w:rStyle w:val="libAieChar"/>
          <w:rtl/>
        </w:rPr>
        <w:t xml:space="preserve"> </w:t>
      </w:r>
      <w:r w:rsidR="00E17DF7" w:rsidRPr="0066482A">
        <w:rPr>
          <w:rStyle w:val="libAieChar"/>
          <w:rtl/>
        </w:rPr>
        <w:t>قل کف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tl/>
        </w:rPr>
        <w:t xml:space="preserve"> بالله ش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داً</w:t>
      </w:r>
      <w:r w:rsidR="00E17DF7" w:rsidRPr="0066482A">
        <w:rPr>
          <w:rStyle w:val="libAieChar"/>
          <w:rtl/>
        </w:rPr>
        <w:t xml:space="preserve"> ب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ن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tl/>
        </w:rPr>
        <w:t xml:space="preserve"> و ب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نکم</w:t>
      </w:r>
      <w:r w:rsidR="00E17DF7" w:rsidRPr="0066482A">
        <w:rPr>
          <w:rStyle w:val="libAieChar"/>
          <w:rtl/>
        </w:rPr>
        <w:t xml:space="preserve"> و من عند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 xml:space="preserve"> علم </w:t>
      </w:r>
      <w:r w:rsidR="00E17DF7" w:rsidRPr="0066482A">
        <w:rPr>
          <w:rStyle w:val="libAieChar"/>
          <w:rtl/>
        </w:rPr>
        <w:t>الکتاب</w:t>
      </w:r>
      <w:r w:rsidR="00E17DF7">
        <w:rPr>
          <w:rStyle w:val="libAieChar"/>
          <w:rtl/>
        </w:rPr>
        <w:t xml:space="preserve"> </w:t>
      </w:r>
      <w:r w:rsidR="00E17DF7" w:rsidRPr="00E17DF7">
        <w:rPr>
          <w:rStyle w:val="libAlaemChar"/>
          <w:rtl/>
        </w:rPr>
        <w:t>)</w:t>
      </w:r>
      <w:r w:rsidR="00E17DF7">
        <w:rPr>
          <w:rStyle w:val="libAieChar"/>
          <w:rtl/>
        </w:rPr>
        <w:t xml:space="preserve"> </w:t>
      </w:r>
      <w:r w:rsidR="00BD32E1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”من</w:t>
      </w:r>
      <w:r w:rsidRPr="00CD3FC2">
        <w:rPr>
          <w:rtl/>
        </w:rPr>
        <w:t xml:space="preserve"> عندہ علم الکتاب“ سے مراد کون ہے؟حضرت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:اس سے صرف ہم اھل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(ع) کا قصد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ا</w:t>
      </w:r>
      <w:r w:rsidRPr="00CD3FC2">
        <w:rPr>
          <w:rFonts w:hint="eastAsia"/>
          <w:rtl/>
        </w:rPr>
        <w:t>ور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</w:t>
      </w:r>
      <w:r w:rsidR="00F50110" w:rsidRPr="00F50110">
        <w:rPr>
          <w:rStyle w:val="libAlaemChar"/>
          <w:rtl/>
        </w:rPr>
        <w:t xml:space="preserve"> صلى‌الله‌عليه‌وآله‌وسلم </w:t>
      </w:r>
      <w:r w:rsidRPr="00CD3FC2">
        <w:rPr>
          <w:rtl/>
        </w:rPr>
        <w:t xml:space="preserve">کے بعدسب سے مقدم اورہم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افضل 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فرد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66482A" w:rsidRPr="0066482A" w:rsidRDefault="0066482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 ہم نے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صادق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اس )شہر آشوب)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صداقت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طما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زبان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زہب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ستائش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ہے۔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 مناقب، ابن شہر آشوب، ج۲، ص۲۹، موسسہ انتشارات علامہ قم،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۳۔ اصول کاف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ج۱،ص۱۷۹</w:t>
      </w:r>
    </w:p>
    <w:p w:rsidR="0066482A" w:rsidRDefault="0066482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6482A" w:rsidRPr="00CD3FC2" w:rsidRDefault="0066482A" w:rsidP="00107A4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جس کے پاس کتاب کا علم ہے)عل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اور دوسرے ائمہ معصوم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>) اور جس کے پاس کتاب کا کچھ علم موجود ہے)آصف برخ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) کے در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دلچسپ موازنہ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ہے:</w:t>
      </w:r>
    </w:p>
    <w:p w:rsidR="000B693F" w:rsidRPr="00CD3FC2" w:rsidRDefault="000B693F" w:rsidP="003A13AB">
      <w:pPr>
        <w:pStyle w:val="libArabic"/>
        <w:rPr>
          <w:rtl/>
        </w:rPr>
      </w:pPr>
      <w:r w:rsidRPr="00CD3FC2">
        <w:rPr>
          <w:rFonts w:hint="eastAsia"/>
          <w:rtl/>
        </w:rPr>
        <w:t>عن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عبد الله قال: ” الذي عند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علم الکتاب“ 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و امی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- عل</w:t>
      </w:r>
      <w:r w:rsidRPr="00CD3FC2">
        <w:rPr>
          <w:rFonts w:hint="cs"/>
          <w:rtl/>
        </w:rPr>
        <w:t>ی</w:t>
      </w:r>
      <w:r w:rsidR="00BA57AE" w:rsidRPr="003A13AB">
        <w:rPr>
          <w:rFonts w:hint="cs"/>
          <w:rtl/>
        </w:rPr>
        <w:t>ه</w:t>
      </w:r>
      <w:r w:rsidRPr="00CD3FC2">
        <w:rPr>
          <w:rtl/>
        </w:rPr>
        <w:t xml:space="preserve"> السلام - و سئل عن الذي عند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علم من الکتاب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علم</w:t>
      </w:r>
      <w:r w:rsidRPr="00CD3FC2">
        <w:rPr>
          <w:rtl/>
        </w:rPr>
        <w:t xml:space="preserve"> 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الذي عند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علم الکتاب؟ فقال: ما کان علم الّذي عند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علم من الکتاب عند الذي عند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 xml:space="preserve"> علم الکتاب إلّا بقدر ما تا</w:t>
      </w:r>
      <w:r w:rsidRPr="003A13AB">
        <w:rPr>
          <w:rFonts w:hint="cs"/>
          <w:rtl/>
        </w:rPr>
        <w:t>ٴ</w:t>
      </w:r>
      <w:r w:rsidRPr="00CD3FC2">
        <w:rPr>
          <w:rFonts w:hint="eastAsia"/>
          <w:rtl/>
        </w:rPr>
        <w:t>خذ</w:t>
      </w:r>
      <w:r w:rsidRPr="00CD3FC2">
        <w:rPr>
          <w:rtl/>
        </w:rPr>
        <w:t xml:space="preserve"> البعوضة بجناح</w:t>
      </w:r>
      <w:r w:rsidR="00BA57AE" w:rsidRPr="003A13AB">
        <w:rPr>
          <w:rFonts w:hint="cs"/>
          <w:rtl/>
        </w:rPr>
        <w:t>ه</w:t>
      </w:r>
      <w:r w:rsidRPr="00CD3FC2">
        <w:rPr>
          <w:rFonts w:hint="cs"/>
          <w:rtl/>
        </w:rPr>
        <w:t>ا من مائ ال</w:t>
      </w:r>
      <w:r w:rsidRPr="00CD3FC2">
        <w:rPr>
          <w:rtl/>
        </w:rPr>
        <w:t>ب</w:t>
      </w:r>
      <w:r w:rsidRPr="00CD3FC2">
        <w:rPr>
          <w:rFonts w:hint="eastAsia"/>
          <w:rtl/>
        </w:rPr>
        <w:t>حر</w:t>
      </w:r>
      <w:r w:rsidR="003A13AB">
        <w:rPr>
          <w:rFonts w:hint="cs"/>
          <w:rtl/>
          <w:lang w:bidi="fa-IR"/>
        </w:rPr>
        <w:t xml:space="preserve"> </w:t>
      </w:r>
      <w:r w:rsidR="0066482A" w:rsidRPr="00F82107">
        <w:rPr>
          <w:rStyle w:val="libFootnotenumChar"/>
          <w:rFonts w:hint="cs"/>
          <w:rtl/>
        </w:rPr>
        <w:t>(1)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>: امام صادق)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”جس</w:t>
      </w:r>
      <w:r w:rsidRPr="00CD3FC2">
        <w:rPr>
          <w:rtl/>
        </w:rPr>
        <w:t xml:space="preserve"> کے پاس کتاب کا علم تھا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طالب</w:t>
      </w:r>
      <w:r w:rsidRPr="00CD3FC2">
        <w:rPr>
          <w:rtl/>
        </w:rPr>
        <w:t>(عل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 تھے۔ سوال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وہ شخص جس کے پاس کتاب کا کچھ علم تھا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آصف برخ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ادہ</w:t>
      </w:r>
      <w:r w:rsidRPr="00CD3FC2">
        <w:rPr>
          <w:rtl/>
        </w:rPr>
        <w:t xml:space="preserve"> عالم تھا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وہ جس کے پاس مطلق کتاب کا علم تھا)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السلام)امام نے فرما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>:جس کے پاس کتاب کا تھوڑا ساعلم تھا،</w:t>
      </w: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کاموازنہ اس شخص سے کہ جس کے پاس مطلق کتاب کا علم تھا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</w:t>
      </w:r>
      <w:r w:rsidRPr="00CD3FC2">
        <w:rPr>
          <w:rtl/>
        </w:rPr>
        <w:t xml:space="preserve"> ہے 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سے</w:t>
      </w:r>
      <w:r w:rsidRPr="00CD3FC2">
        <w:rPr>
          <w:rtl/>
        </w:rPr>
        <w:t xml:space="preserve"> مچھرکے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گے</w:t>
      </w:r>
      <w:r w:rsidRPr="00CD3FC2">
        <w:rPr>
          <w:rtl/>
        </w:rPr>
        <w:t xml:space="preserve"> ہوئے پر کا موازنہ سمندرسے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اجائے</w:t>
      </w:r>
      <w:r w:rsidRPr="00CD3FC2">
        <w:rPr>
          <w:rtl/>
        </w:rPr>
        <w:t>۔“</w:t>
      </w:r>
    </w:p>
    <w:p w:rsidR="000B693F" w:rsidRDefault="000B693F" w:rsidP="00107A46">
      <w:pPr>
        <w:pStyle w:val="libNormal"/>
        <w:rPr>
          <w:rtl/>
        </w:rPr>
      </w:pP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بحث وگفتگواس بناپرتھ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کہ جب”من عندہ علم الکتاب“</w:t>
      </w:r>
      <w:r w:rsidR="00A96ED8">
        <w:rPr>
          <w:rtl/>
        </w:rPr>
        <w:t xml:space="preserve">میں </w:t>
      </w:r>
      <w:r w:rsidRPr="00CD3FC2">
        <w:rPr>
          <w:rFonts w:hint="eastAsia"/>
          <w:rtl/>
        </w:rPr>
        <w:t>”کتاب“سے</w:t>
      </w:r>
      <w:r w:rsidRPr="00CD3FC2">
        <w:rPr>
          <w:rtl/>
        </w:rPr>
        <w:t xml:space="preserve"> مرادلوح محفو ظ ہو۔ل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کن</w:t>
      </w:r>
      <w:r w:rsidRPr="00CD3FC2">
        <w:rPr>
          <w:rtl/>
        </w:rPr>
        <w:t xml:space="preserve"> اگر”الکتاب“سے مرادجنس کتاب ہو،اس بنا پرکہ” الف ولام“جنس کے لئے ہے اور کوئ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خاص 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مد نظرنہ ہوتوہرکتاب اس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شامل ہو سکت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 حت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لوح محفوظ 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 کے مصاد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سے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ک</w:t>
      </w:r>
      <w:r w:rsidRPr="00CD3FC2">
        <w:rPr>
          <w:rtl/>
        </w:rPr>
        <w:t xml:space="preserve"> ہوگ</w:t>
      </w:r>
      <w:r w:rsidRPr="00CD3FC2">
        <w:rPr>
          <w:rFonts w:hint="eastAsia"/>
          <w:rtl/>
        </w:rPr>
        <w:t>ا،اس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گزشتہ آسمان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سبھ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شامل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>۔</w:t>
      </w:r>
    </w:p>
    <w:p w:rsidR="0066482A" w:rsidRPr="0066482A" w:rsidRDefault="0066482A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Default="000B693F" w:rsidP="00E17DF7">
      <w:pPr>
        <w:pStyle w:val="libFootnote"/>
        <w:rPr>
          <w:rtl/>
        </w:rPr>
      </w:pPr>
      <w:r w:rsidRPr="00CD3FC2">
        <w:rPr>
          <w:rtl/>
        </w:rPr>
        <w:t>۱۔ نورالثقل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ب،ج</w:t>
      </w:r>
      <w:r w:rsidRPr="00CD3FC2">
        <w:rPr>
          <w:rtl/>
        </w:rPr>
        <w:t>۴،ص۸۸۔۸۷</w:t>
      </w:r>
    </w:p>
    <w:p w:rsidR="0066482A" w:rsidRDefault="0066482A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66482A" w:rsidRPr="00CD3FC2" w:rsidRDefault="0066482A" w:rsidP="00107A46">
      <w:pPr>
        <w:pStyle w:val="libNormal"/>
        <w:rPr>
          <w:rtl/>
        </w:rPr>
      </w:pPr>
    </w:p>
    <w:p w:rsidR="000B693F" w:rsidRPr="00CD3FC2" w:rsidRDefault="000B693F" w:rsidP="0066482A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صورت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”من</w:t>
      </w:r>
      <w:r w:rsidRPr="00CD3FC2">
        <w:rPr>
          <w:rtl/>
        </w:rPr>
        <w:t xml:space="preserve"> عندہ علم الکتاب“سے مرادحضرت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ہوں گے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حضرت کالوح محفوظ کے حقائق سے آگاہ ہونا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مہ”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(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66482A">
        <w:rPr>
          <w:rStyle w:val="libAieChar"/>
          <w:rFonts w:hint="eastAsia"/>
          <w:rtl/>
        </w:rPr>
        <w:t>لا</w:t>
      </w:r>
      <w:r w:rsidR="00E17DF7" w:rsidRPr="0066482A">
        <w:rPr>
          <w:rStyle w:val="libAieChar"/>
          <w:rFonts w:hint="cs"/>
          <w:rtl/>
        </w:rPr>
        <w:t>ی</w:t>
      </w:r>
      <w:r w:rsidR="00E17DF7" w:rsidRPr="0066482A">
        <w:rPr>
          <w:rStyle w:val="libAieChar"/>
          <w:rFonts w:hint="eastAsia"/>
          <w:rtl/>
        </w:rPr>
        <w:t>مس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tl/>
        </w:rPr>
        <w:t xml:space="preserve"> الّا المط</w:t>
      </w:r>
      <w:r w:rsidR="00E17DF7" w:rsidRPr="00BA57AE">
        <w:rPr>
          <w:rStyle w:val="libAieChar"/>
          <w:rFonts w:hint="cs"/>
          <w:rtl/>
        </w:rPr>
        <w:t>ه</w:t>
      </w:r>
      <w:r w:rsidR="00E17DF7" w:rsidRPr="0066482A">
        <w:rPr>
          <w:rStyle w:val="libAieChar"/>
          <w:rFonts w:hint="cs"/>
          <w:rtl/>
        </w:rPr>
        <w:t>رون</w:t>
      </w:r>
      <w:r w:rsidR="00E17DF7">
        <w:rPr>
          <w:rStyle w:val="libAieChar"/>
          <w:rFonts w:hint="eastAsia"/>
          <w:rtl/>
        </w:rPr>
        <w:t xml:space="preserve"> </w:t>
      </w:r>
      <w:r w:rsidR="00E17DF7" w:rsidRPr="00E17DF7">
        <w:rPr>
          <w:rStyle w:val="libAlaemChar"/>
          <w:rFonts w:hint="eastAsia"/>
          <w:rtl/>
        </w:rPr>
        <w:t>)</w:t>
      </w:r>
      <w:r w:rsidR="00E17DF7">
        <w:rPr>
          <w:rStyle w:val="libAieChar"/>
          <w:rFonts w:hint="eastAsia"/>
          <w:rtl/>
        </w:rPr>
        <w:t xml:space="preserve"> </w:t>
      </w:r>
      <w:r w:rsidRPr="00CD3FC2">
        <w:rPr>
          <w:rtl/>
        </w:rPr>
        <w:t>“کوآ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تطہ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رکے</w:t>
      </w:r>
      <w:r w:rsidRPr="00CD3FC2">
        <w:rPr>
          <w:rtl/>
        </w:rPr>
        <w:t xml:space="preserve"> ساتھ ضم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مہ</w:t>
      </w:r>
      <w:r w:rsidRPr="00CD3FC2">
        <w:rPr>
          <w:rtl/>
        </w:rPr>
        <w:t xml:space="preserve"> کرنے سے معلوم ہوجا تا ہے،اورحضرت کاقرآن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کے تمام ابعاد سے واقف ہو نابہت 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لوں</w:t>
      </w:r>
      <w:r w:rsidRPr="00CD3FC2">
        <w:rPr>
          <w:rtl/>
        </w:rPr>
        <w:t xml:space="preserve"> من جملہ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="0066482A" w:rsidRPr="00F82107">
        <w:rPr>
          <w:rStyle w:val="libFootnotenumChar"/>
          <w:rFonts w:hint="cs"/>
          <w:rtl/>
        </w:rPr>
        <w:t>(1)</w:t>
      </w:r>
      <w:r w:rsidRPr="00CD3FC2">
        <w:rPr>
          <w:rtl/>
        </w:rPr>
        <w:t>کے 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ثابت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اس</w:t>
      </w:r>
      <w:r w:rsidRPr="00CD3FC2">
        <w:rPr>
          <w:rtl/>
        </w:rPr>
        <w:t xml:space="preserve"> لئے اس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آ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 کہ پ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غمبراکرم</w:t>
      </w:r>
      <w:r w:rsidRPr="00CD3FC2">
        <w:rPr>
          <w:rtl/>
        </w:rPr>
        <w:t xml:space="preserve"> )صل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الله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و آلہ وسلم )کے اہل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)عل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ہم</w:t>
      </w:r>
      <w:r w:rsidRPr="00CD3FC2">
        <w:rPr>
          <w:rtl/>
        </w:rPr>
        <w:t xml:space="preserve"> السلام)ہرگزقرآن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جدا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ہوں گے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کے تمام علوم سے آگاہ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رکھنے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ہے۔ 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ونکہ</w:t>
      </w:r>
      <w:r w:rsidRPr="00CD3FC2">
        <w:rPr>
          <w:rtl/>
        </w:rPr>
        <w:t xml:space="preserve"> اگرحضرت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کے کس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پہلوکو نہ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ج</w:t>
      </w:r>
      <w:r w:rsidRPr="00CD3FC2">
        <w:rPr>
          <w:rFonts w:hint="eastAsia"/>
          <w:rtl/>
        </w:rPr>
        <w:t>انتے</w:t>
      </w:r>
      <w:r w:rsidRPr="00CD3FC2">
        <w:rPr>
          <w:rtl/>
        </w:rPr>
        <w:t xml:space="preserve">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تو گو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اوہ</w:t>
      </w:r>
      <w:r w:rsidRPr="00CD3FC2">
        <w:rPr>
          <w:rtl/>
        </w:rPr>
        <w:t xml:space="preserve"> اس اعتبار سے قرآن مج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سے اتنا دور ہو گئے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ں</w:t>
      </w:r>
      <w:r w:rsidRPr="00CD3FC2">
        <w:rPr>
          <w:rtl/>
        </w:rPr>
        <w:t xml:space="preserve"> اور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کئے گئے مطلب کے خلاف ہے۔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آسمان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 بوں کے متعلق حضرت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 کے علم کے بارے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عہ</w:t>
      </w:r>
      <w:r w:rsidRPr="00CD3FC2">
        <w:rPr>
          <w:rtl/>
        </w:rPr>
        <w:t xml:space="preserve"> اور اہل سنت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احا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کتا بوں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ہے، من جملہ مندرجہ 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</w:t>
      </w:r>
      <w:r w:rsidRPr="00CD3FC2">
        <w:rPr>
          <w:rtl/>
        </w:rPr>
        <w:t xml:space="preserve"> سے جوخود حضرت سے نقل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گئ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ہے:</w:t>
      </w:r>
    </w:p>
    <w:p w:rsidR="000B693F" w:rsidRPr="00B76D20" w:rsidRDefault="000B693F" w:rsidP="00E81A95">
      <w:pPr>
        <w:pStyle w:val="libNormal"/>
        <w:rPr>
          <w:rtl/>
        </w:rPr>
      </w:pPr>
      <w:r w:rsidRPr="00CD3FC2">
        <w:rPr>
          <w:rFonts w:hint="eastAsia"/>
          <w:rtl/>
        </w:rPr>
        <w:t>”</w:t>
      </w:r>
      <w:r w:rsidRPr="00E81A95">
        <w:rPr>
          <w:rStyle w:val="libArabicChar"/>
          <w:rtl/>
        </w:rPr>
        <w:t xml:space="preserve"> لو ثنّ</w:t>
      </w:r>
      <w:r w:rsidRPr="00E81A95">
        <w:rPr>
          <w:rStyle w:val="libArabicChar"/>
          <w:rFonts w:hint="cs"/>
          <w:rtl/>
        </w:rPr>
        <w:t>ی</w:t>
      </w:r>
      <w:r w:rsidRPr="00E81A95">
        <w:rPr>
          <w:rStyle w:val="libArabicChar"/>
          <w:rFonts w:hint="eastAsia"/>
          <w:rtl/>
        </w:rPr>
        <w:t>ت</w:t>
      </w:r>
      <w:r w:rsidRPr="00E81A95">
        <w:rPr>
          <w:rStyle w:val="libArabicChar"/>
          <w:rtl/>
        </w:rPr>
        <w:t xml:space="preserve"> لي الوسادة لحکمت ب</w:t>
      </w:r>
      <w:r w:rsidRPr="00E81A95">
        <w:rPr>
          <w:rStyle w:val="libArabicChar"/>
          <w:rFonts w:hint="cs"/>
          <w:rtl/>
        </w:rPr>
        <w:t>ی</w:t>
      </w:r>
      <w:r w:rsidRPr="00E81A95">
        <w:rPr>
          <w:rStyle w:val="libArabicChar"/>
          <w:rFonts w:hint="eastAsia"/>
          <w:rtl/>
        </w:rPr>
        <w:t>ن</w:t>
      </w:r>
      <w:r w:rsidRPr="00E81A95">
        <w:rPr>
          <w:rStyle w:val="libArabicChar"/>
          <w:rtl/>
        </w:rPr>
        <w:t xml:space="preserve"> ا</w:t>
      </w:r>
      <w:r w:rsidRPr="00E81A95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E81A95">
        <w:rPr>
          <w:rStyle w:val="libArabicChar"/>
          <w:rFonts w:hint="cs"/>
          <w:rtl/>
        </w:rPr>
        <w:t>ل</w:t>
      </w:r>
      <w:r w:rsidRPr="00E81A95">
        <w:rPr>
          <w:rStyle w:val="libArabicChar"/>
          <w:rtl/>
        </w:rPr>
        <w:t xml:space="preserve"> التوراة بتورات</w:t>
      </w:r>
      <w:r w:rsidR="00BA57AE" w:rsidRPr="003A13AB">
        <w:rPr>
          <w:rStyle w:val="libArabicChar"/>
          <w:rFonts w:hint="cs"/>
          <w:rtl/>
        </w:rPr>
        <w:t>ه</w:t>
      </w:r>
      <w:r w:rsidRPr="00E81A95">
        <w:rPr>
          <w:rStyle w:val="libArabicChar"/>
          <w:rFonts w:hint="cs"/>
          <w:rtl/>
        </w:rPr>
        <w:t>م، و بی</w:t>
      </w:r>
      <w:r w:rsidRPr="00E81A95">
        <w:rPr>
          <w:rStyle w:val="libArabicChar"/>
          <w:rFonts w:hint="eastAsia"/>
          <w:rtl/>
        </w:rPr>
        <w:t>ن</w:t>
      </w:r>
      <w:r w:rsidRPr="00E81A95">
        <w:rPr>
          <w:rStyle w:val="libArabicChar"/>
          <w:rtl/>
        </w:rPr>
        <w:t xml:space="preserve"> ا</w:t>
      </w:r>
      <w:r w:rsidRPr="00E81A95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E81A95">
        <w:rPr>
          <w:rStyle w:val="libArabicChar"/>
          <w:rFonts w:hint="cs"/>
          <w:rtl/>
        </w:rPr>
        <w:t>ل</w:t>
      </w:r>
      <w:r w:rsidRPr="00E81A95">
        <w:rPr>
          <w:rStyle w:val="libArabicChar"/>
          <w:rtl/>
        </w:rPr>
        <w:t xml:space="preserve"> الإنج</w:t>
      </w:r>
      <w:r w:rsidRPr="00E81A95">
        <w:rPr>
          <w:rStyle w:val="libArabicChar"/>
          <w:rFonts w:hint="cs"/>
          <w:rtl/>
        </w:rPr>
        <w:t>ی</w:t>
      </w:r>
      <w:r w:rsidRPr="00E81A95">
        <w:rPr>
          <w:rStyle w:val="libArabicChar"/>
          <w:rFonts w:hint="eastAsia"/>
          <w:rtl/>
        </w:rPr>
        <w:t>ل</w:t>
      </w:r>
      <w:r w:rsidRPr="00E81A95">
        <w:rPr>
          <w:rStyle w:val="libArabicChar"/>
          <w:rtl/>
        </w:rPr>
        <w:t xml:space="preserve"> بإنج</w:t>
      </w:r>
      <w:r w:rsidRPr="00E81A95">
        <w:rPr>
          <w:rStyle w:val="libArabicChar"/>
          <w:rFonts w:hint="cs"/>
          <w:rtl/>
        </w:rPr>
        <w:t>ی</w:t>
      </w:r>
      <w:r w:rsidRPr="00E81A95">
        <w:rPr>
          <w:rStyle w:val="libArabicChar"/>
          <w:rFonts w:hint="eastAsia"/>
          <w:rtl/>
        </w:rPr>
        <w:t>ل</w:t>
      </w:r>
      <w:r w:rsidR="00BA57AE" w:rsidRPr="003A13AB">
        <w:rPr>
          <w:rStyle w:val="libArabicChar"/>
          <w:rFonts w:hint="cs"/>
          <w:rtl/>
        </w:rPr>
        <w:t>ه</w:t>
      </w:r>
      <w:r w:rsidRPr="00E81A95">
        <w:rPr>
          <w:rStyle w:val="libArabicChar"/>
          <w:rFonts w:hint="cs"/>
          <w:rtl/>
        </w:rPr>
        <w:t>م،</w:t>
      </w:r>
      <w:r w:rsidRPr="00E81A95">
        <w:rPr>
          <w:rStyle w:val="libArabicChar"/>
          <w:rtl/>
        </w:rPr>
        <w:t xml:space="preserve"> و ب</w:t>
      </w:r>
      <w:r w:rsidRPr="00E81A95">
        <w:rPr>
          <w:rStyle w:val="libArabicChar"/>
          <w:rFonts w:hint="cs"/>
          <w:rtl/>
        </w:rPr>
        <w:t>ی</w:t>
      </w:r>
      <w:r w:rsidRPr="00E81A95">
        <w:rPr>
          <w:rStyle w:val="libArabicChar"/>
          <w:rFonts w:hint="eastAsia"/>
          <w:rtl/>
        </w:rPr>
        <w:t>ن</w:t>
      </w:r>
      <w:r w:rsidRPr="00E81A95">
        <w:rPr>
          <w:rStyle w:val="libArabicChar"/>
          <w:rtl/>
        </w:rPr>
        <w:t xml:space="preserve"> ا</w:t>
      </w:r>
      <w:r w:rsidRPr="00E81A95">
        <w:rPr>
          <w:rStyle w:val="libArabicChar"/>
          <w:rFonts w:hint="cs"/>
          <w:rtl/>
        </w:rPr>
        <w:t>ٴ</w:t>
      </w:r>
      <w:r w:rsidR="00BA57AE" w:rsidRPr="003A13AB">
        <w:rPr>
          <w:rStyle w:val="libArabicChar"/>
          <w:rFonts w:hint="cs"/>
          <w:rtl/>
        </w:rPr>
        <w:t>ه</w:t>
      </w:r>
      <w:r w:rsidRPr="00E81A95">
        <w:rPr>
          <w:rStyle w:val="libArabicChar"/>
          <w:rFonts w:hint="cs"/>
          <w:rtl/>
        </w:rPr>
        <w:t>ل</w:t>
      </w:r>
      <w:r w:rsidRPr="00E81A95">
        <w:rPr>
          <w:rStyle w:val="libArabicChar"/>
          <w:rtl/>
        </w:rPr>
        <w:t xml:space="preserve"> الزبور بزبور</w:t>
      </w:r>
      <w:r w:rsidR="00BA57AE" w:rsidRPr="003A13AB">
        <w:rPr>
          <w:rStyle w:val="libArabicChar"/>
          <w:rFonts w:hint="cs"/>
          <w:rtl/>
        </w:rPr>
        <w:t>ه</w:t>
      </w:r>
      <w:r w:rsidRPr="00E81A95">
        <w:rPr>
          <w:rStyle w:val="libArabicChar"/>
          <w:rFonts w:hint="cs"/>
          <w:rtl/>
        </w:rPr>
        <w:t>م</w:t>
      </w:r>
      <w:r w:rsidRPr="00CD3FC2">
        <w:rPr>
          <w:rtl/>
        </w:rPr>
        <w:t>“</w:t>
      </w:r>
      <w:r w:rsidR="00E81A95" w:rsidRPr="00F82107">
        <w:rPr>
          <w:rStyle w:val="libFootnotenumChar"/>
          <w:rFonts w:hint="cs"/>
          <w:rtl/>
        </w:rPr>
        <w:t>(2)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Fonts w:hint="eastAsia"/>
          <w:rtl/>
        </w:rPr>
        <w:t>”اگر</w:t>
      </w:r>
      <w:r w:rsidRPr="00CD3FC2">
        <w:rPr>
          <w:rtl/>
        </w:rPr>
        <w:t xml:space="preserve"> 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رے</w:t>
      </w:r>
      <w:r w:rsidRPr="00CD3FC2">
        <w:rPr>
          <w:rtl/>
        </w:rPr>
        <w:t xml:space="preserve"> لئے مسند قضا بچھاد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جائے تو </w:t>
      </w:r>
      <w:r w:rsidR="00A96ED8">
        <w:rPr>
          <w:rtl/>
        </w:rPr>
        <w:t xml:space="preserve">میں </w:t>
      </w:r>
      <w:r w:rsidRPr="00CD3FC2">
        <w:rPr>
          <w:rtl/>
        </w:rPr>
        <w:t xml:space="preserve"> اہل تور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کے لئے تور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سے، اہل انج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کے لئے انج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سے اور اہل زبو ر کے لئے زبور سے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صلہ</w:t>
      </w:r>
      <w:r w:rsidRPr="00CD3FC2">
        <w:rPr>
          <w:rtl/>
        </w:rPr>
        <w:t xml:space="preserve"> کروں گا۔“</w:t>
      </w:r>
    </w:p>
    <w:p w:rsidR="000B693F" w:rsidRPr="00E81A95" w:rsidRDefault="00E81A95" w:rsidP="00E17DF7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۱۔ سنن الترمذ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،ج</w:t>
      </w:r>
      <w:r w:rsidRPr="00CD3FC2">
        <w:rPr>
          <w:rtl/>
        </w:rPr>
        <w:t>۵ص۶۲۲ مسنداحمد،ج۳،ص۱۴،۱۷،۲۶،۹۵وج۵،ص۱۸۹۔۱۸۸خصائص 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ص ۸۵۔۸۴</w:t>
      </w:r>
    </w:p>
    <w:p w:rsidR="000B693F" w:rsidRPr="00CD3FC2" w:rsidRDefault="000B693F" w:rsidP="00E17DF7">
      <w:pPr>
        <w:pStyle w:val="libFootnote"/>
        <w:rPr>
          <w:rtl/>
        </w:rPr>
      </w:pPr>
      <w:r w:rsidRPr="00CD3FC2">
        <w:rPr>
          <w:rtl/>
        </w:rPr>
        <w:t>۲۔فرائد السمطن،ج۱،ص۳۴۱۔۹۳۳۔شواہد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ج۱،ص۳۶۶،ح۳۸۴</w:t>
      </w:r>
    </w:p>
    <w:p w:rsidR="00E81A95" w:rsidRDefault="00E81A95" w:rsidP="00E17DF7">
      <w:pPr>
        <w:pStyle w:val="libFootnote"/>
        <w:rPr>
          <w:rtl/>
        </w:rPr>
      </w:pPr>
      <w:r>
        <w:rPr>
          <w:rtl/>
        </w:rPr>
        <w:br w:type="page"/>
      </w:r>
    </w:p>
    <w:p w:rsidR="000B693F" w:rsidRPr="00CD3FC2" w:rsidRDefault="000B693F" w:rsidP="00107A46">
      <w:pPr>
        <w:pStyle w:val="libNormal"/>
        <w:rPr>
          <w:rtl/>
        </w:rPr>
      </w:pPr>
    </w:p>
    <w:p w:rsidR="000B693F" w:rsidRPr="00CD3FC2" w:rsidRDefault="000B693F" w:rsidP="004D4956">
      <w:pPr>
        <w:pStyle w:val="Heading2Center"/>
        <w:rPr>
          <w:rtl/>
        </w:rPr>
      </w:pPr>
      <w:bookmarkStart w:id="192" w:name="_Toc508103441"/>
      <w:r w:rsidRPr="00CD3FC2">
        <w:rPr>
          <w:rFonts w:hint="eastAsia"/>
          <w:rtl/>
        </w:rPr>
        <w:t>منابع</w:t>
      </w:r>
      <w:r w:rsidRPr="00CD3FC2">
        <w:rPr>
          <w:rtl/>
        </w:rPr>
        <w:t xml:space="preserve"> ک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فہرست</w:t>
      </w:r>
      <w:bookmarkEnd w:id="192"/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>(الف)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</w:t>
      </w:r>
      <w:r w:rsidRPr="00CD3FC2">
        <w:rPr>
          <w:rtl/>
        </w:rPr>
        <w:t>۔القرآن الکر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۲</w:t>
      </w:r>
      <w:r w:rsidRPr="00CD3FC2">
        <w:rPr>
          <w:rtl/>
        </w:rPr>
        <w:t>۔ الاتقان،س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  <w:lang w:bidi="fa-IR"/>
        </w:rPr>
        <w:t>۹۱۱</w:t>
      </w:r>
      <w:r w:rsidRPr="00CD3FC2">
        <w:rPr>
          <w:rtl/>
        </w:rPr>
        <w:t>ئھ-،دار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۳</w:t>
      </w:r>
      <w:r w:rsidRPr="00CD3FC2">
        <w:rPr>
          <w:rtl/>
        </w:rPr>
        <w:t>۔ احقاق الحق، قاض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نورالله تستر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شہادت</w:t>
      </w:r>
      <w:r w:rsidRPr="00CD3FC2">
        <w:rPr>
          <w:rtl/>
          <w:lang w:bidi="fa-IR"/>
        </w:rPr>
        <w:t>۱۰۱۹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</w:t>
      </w:r>
      <w:r w:rsidRPr="00CD3FC2">
        <w:rPr>
          <w:rtl/>
        </w:rPr>
        <w:t>۔ احکام القرآن، جصاص،ت</w:t>
      </w:r>
      <w:r w:rsidRPr="00CD3FC2">
        <w:rPr>
          <w:rtl/>
          <w:lang w:bidi="fa-IR"/>
        </w:rPr>
        <w:t>۷۳۰</w:t>
      </w:r>
      <w:r w:rsidRPr="00CD3FC2">
        <w:rPr>
          <w:rtl/>
        </w:rPr>
        <w:t>ئہ-، دارالکتاب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</w:t>
      </w:r>
      <w:r w:rsidRPr="00CD3FC2">
        <w:rPr>
          <w:rtl/>
        </w:rPr>
        <w:t>۔ احکام القرآن، ابوبکر ابن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المعافري، ت</w:t>
      </w:r>
      <w:r w:rsidRPr="00CD3FC2">
        <w:rPr>
          <w:rtl/>
          <w:lang w:bidi="fa-IR"/>
        </w:rPr>
        <w:t>۵۴۶</w:t>
      </w:r>
      <w:r w:rsidRPr="00CD3FC2">
        <w:rPr>
          <w:rtl/>
        </w:rPr>
        <w:t>ئہ-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۶</w:t>
      </w:r>
      <w:r w:rsidRPr="00CD3FC2">
        <w:rPr>
          <w:rtl/>
        </w:rPr>
        <w:t>۔ اربع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محمد 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الفوارس، مخطوط کتابخانہ آستان قدس، رقم</w:t>
      </w:r>
      <w:r w:rsidRPr="00CD3FC2">
        <w:rPr>
          <w:rtl/>
          <w:lang w:bidi="fa-IR"/>
        </w:rPr>
        <w:t>۸۴۴۳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۷</w:t>
      </w:r>
      <w:r w:rsidRPr="00CD3FC2">
        <w:rPr>
          <w:rtl/>
        </w:rPr>
        <w:t>۔ ارجح المطالب، عبدالله الحنفي، ت</w:t>
      </w:r>
      <w:r w:rsidRPr="00CD3FC2">
        <w:rPr>
          <w:rtl/>
          <w:lang w:bidi="fa-IR"/>
        </w:rPr>
        <w:t>۱۳۸۱</w:t>
      </w:r>
      <w:r w:rsidRPr="00CD3FC2">
        <w:rPr>
          <w:rtl/>
        </w:rPr>
        <w:t>ئہ-، طبع لاہور )بہ نقل احقاق الحق)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</w:t>
      </w:r>
      <w:r w:rsidRPr="00CD3FC2">
        <w:rPr>
          <w:rtl/>
        </w:rPr>
        <w:t>۔ ارشاد العقل السل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م،</w:t>
      </w:r>
      <w:r w:rsidRPr="00CD3FC2">
        <w:rPr>
          <w:rtl/>
        </w:rPr>
        <w:t xml:space="preserve"> ابو السعود، ت</w:t>
      </w:r>
      <w:r w:rsidRPr="00CD3FC2">
        <w:rPr>
          <w:rtl/>
          <w:lang w:bidi="fa-IR"/>
        </w:rPr>
        <w:t>۹۵۱</w:t>
      </w:r>
      <w:r w:rsidRPr="00CD3FC2">
        <w:rPr>
          <w:rtl/>
        </w:rPr>
        <w:t>ء، 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</w:t>
      </w:r>
      <w:r w:rsidRPr="00CD3FC2">
        <w:rPr>
          <w:rtl/>
        </w:rPr>
        <w:t>۔ اسباب النزول،و احد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سابور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۴۶۸</w:t>
      </w:r>
      <w:r w:rsidRPr="00CD3FC2">
        <w:rPr>
          <w:rtl/>
        </w:rPr>
        <w:t>ئہ-، دارالکتاب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۱۰</w:t>
      </w:r>
      <w:r w:rsidRPr="00CD3FC2">
        <w:rPr>
          <w:rtl/>
        </w:rPr>
        <w:t>۔ اسد الغابة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معرفة الصحابة، ابن اث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ر،ت</w:t>
      </w:r>
      <w:r w:rsidRPr="00CD3FC2">
        <w:rPr>
          <w:rtl/>
          <w:lang w:bidi="fa-IR"/>
        </w:rPr>
        <w:t>۶۳۰</w:t>
      </w:r>
      <w:r w:rsidRPr="00CD3FC2">
        <w:rPr>
          <w:rtl/>
        </w:rPr>
        <w:t>ئہ- 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</w:t>
      </w:r>
      <w:r w:rsidRPr="00CD3FC2">
        <w:rPr>
          <w:rtl/>
        </w:rPr>
        <w:t>۔ الإصابة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تم</w:t>
      </w:r>
      <w:r w:rsidRPr="00CD3FC2">
        <w:rPr>
          <w:rFonts w:hint="cs"/>
          <w:rtl/>
        </w:rPr>
        <w:t>یی</w:t>
      </w:r>
      <w:r w:rsidRPr="00CD3FC2">
        <w:rPr>
          <w:rFonts w:hint="eastAsia"/>
          <w:rtl/>
        </w:rPr>
        <w:t>ز</w:t>
      </w:r>
      <w:r w:rsidRPr="00CD3FC2">
        <w:rPr>
          <w:rtl/>
        </w:rPr>
        <w:t xml:space="preserve"> الصحابة، احمد بن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ابن حجر عسقلان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۸۵۲</w:t>
      </w:r>
      <w:r w:rsidRPr="00CD3FC2">
        <w:rPr>
          <w:rtl/>
        </w:rPr>
        <w:t>ئہ-، 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</w:t>
      </w:r>
      <w:r w:rsidRPr="00CD3FC2">
        <w:rPr>
          <w:rtl/>
        </w:rPr>
        <w:t>۔ اضوائ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ان،شنق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۳۹۳</w:t>
      </w:r>
      <w:r w:rsidRPr="00CD3FC2">
        <w:rPr>
          <w:rtl/>
        </w:rPr>
        <w:t>ئہ-، عالم الکتب،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۱۳</w:t>
      </w:r>
      <w:r w:rsidRPr="00CD3FC2">
        <w:rPr>
          <w:rtl/>
        </w:rPr>
        <w:t>۔اع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الش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عة،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دمحسن</w:t>
      </w:r>
      <w:r w:rsidRPr="00CD3FC2">
        <w:rPr>
          <w:rtl/>
        </w:rPr>
        <w:t xml:space="preserve"> الام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ت حدود</w:t>
      </w:r>
      <w:r w:rsidRPr="00CD3FC2">
        <w:rPr>
          <w:rtl/>
          <w:lang w:bidi="fa-IR"/>
        </w:rPr>
        <w:t>۱۳۷۲</w:t>
      </w:r>
      <w:r w:rsidRPr="00CD3FC2">
        <w:rPr>
          <w:rtl/>
        </w:rPr>
        <w:t>ئہ-،دارالتعارف للمطبوعات،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۱۴</w:t>
      </w:r>
      <w:r w:rsidRPr="00CD3FC2">
        <w:rPr>
          <w:rtl/>
        </w:rPr>
        <w:t>۔ الامامة و الس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اسة،</w:t>
      </w:r>
      <w:r w:rsidRPr="00CD3FC2">
        <w:rPr>
          <w:rtl/>
        </w:rPr>
        <w:t xml:space="preserve"> ابن قت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بة</w:t>
      </w:r>
      <w:r w:rsidRPr="00CD3FC2">
        <w:rPr>
          <w:rtl/>
        </w:rPr>
        <w:t xml:space="preserve"> 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۲۷۶</w:t>
      </w:r>
      <w:r w:rsidRPr="00CD3FC2">
        <w:rPr>
          <w:rtl/>
        </w:rPr>
        <w:t>ء ہ-، منشورات الشر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الرض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،قم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۱۵</w:t>
      </w:r>
      <w:r w:rsidRPr="00CD3FC2">
        <w:rPr>
          <w:rtl/>
        </w:rPr>
        <w:t xml:space="preserve">۔انساب الاشراف،احمد بن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یی</w:t>
      </w:r>
      <w:r w:rsidRPr="00CD3FC2">
        <w:rPr>
          <w:rtl/>
        </w:rPr>
        <w:t xml:space="preserve"> بلاذر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۲۷۹</w:t>
      </w:r>
      <w:r w:rsidRPr="00CD3FC2">
        <w:rPr>
          <w:rtl/>
        </w:rPr>
        <w:t>ئہ-،دارالفکر</w:t>
      </w:r>
    </w:p>
    <w:p w:rsidR="000B693F" w:rsidRDefault="000B693F" w:rsidP="003A5866">
      <w:pPr>
        <w:pStyle w:val="libNormal"/>
        <w:rPr>
          <w:rFonts w:hint="cs"/>
          <w:rtl/>
        </w:rPr>
      </w:pPr>
      <w:r w:rsidRPr="00CD3FC2">
        <w:rPr>
          <w:rtl/>
          <w:lang w:bidi="fa-IR"/>
        </w:rPr>
        <w:t>۱۶</w:t>
      </w:r>
      <w:r w:rsidRPr="00CD3FC2">
        <w:rPr>
          <w:rtl/>
        </w:rPr>
        <w:t>۔ا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ضاح</w:t>
      </w:r>
      <w:r w:rsidRPr="00CD3FC2">
        <w:rPr>
          <w:rtl/>
        </w:rPr>
        <w:t xml:space="preserve"> المکنون،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باشا،ت</w:t>
      </w:r>
      <w:r w:rsidRPr="00CD3FC2">
        <w:rPr>
          <w:rtl/>
          <w:lang w:bidi="fa-IR"/>
        </w:rPr>
        <w:t>۴۶۳</w:t>
      </w:r>
      <w:r w:rsidRPr="00CD3FC2">
        <w:rPr>
          <w:rtl/>
        </w:rPr>
        <w:t>ئہ-، دارالفکر</w:t>
      </w:r>
    </w:p>
    <w:p w:rsidR="00C85646" w:rsidRDefault="00C85646" w:rsidP="00C40222">
      <w:pPr>
        <w:pStyle w:val="libNormal"/>
        <w:rPr>
          <w:rtl/>
        </w:rPr>
      </w:pPr>
      <w:r>
        <w:rPr>
          <w:rtl/>
        </w:rPr>
        <w:br w:type="page"/>
      </w:r>
    </w:p>
    <w:p w:rsidR="00C85646" w:rsidRPr="00CD3FC2" w:rsidRDefault="00C85646" w:rsidP="003A5866">
      <w:pPr>
        <w:pStyle w:val="libNormal"/>
        <w:rPr>
          <w:rtl/>
        </w:rPr>
      </w:pP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>(ب)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۱۷</w:t>
      </w:r>
      <w:r w:rsidRPr="00CD3FC2">
        <w:rPr>
          <w:rtl/>
        </w:rPr>
        <w:t>۔ بحار الانوار، محمد باقر مجلس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۱۱۱۱</w:t>
      </w:r>
      <w:r w:rsidRPr="00CD3FC2">
        <w:rPr>
          <w:rtl/>
        </w:rPr>
        <w:t>ئہ- مؤسسة الوفاء،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۱۸</w:t>
      </w:r>
      <w:r w:rsidRPr="00CD3FC2">
        <w:rPr>
          <w:rtl/>
        </w:rPr>
        <w:t>۔ بحر العلوم، نصر بن محمد سمرقند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۳۷۵</w:t>
      </w:r>
      <w:r w:rsidRPr="00CD3FC2">
        <w:rPr>
          <w:rtl/>
        </w:rPr>
        <w:t>ئہ-،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۱۹</w:t>
      </w:r>
      <w:r w:rsidRPr="00CD3FC2">
        <w:rPr>
          <w:rtl/>
        </w:rPr>
        <w:t>۔ البحر 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ط،</w:t>
      </w:r>
      <w:r w:rsidRPr="00CD3FC2">
        <w:rPr>
          <w:rtl/>
        </w:rPr>
        <w:t xml:space="preserve"> ابوح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اندلس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۷۵۴</w:t>
      </w:r>
      <w:r w:rsidRPr="00CD3FC2">
        <w:rPr>
          <w:rtl/>
        </w:rPr>
        <w:t>ء،المکتبة التجار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Fonts w:hint="eastAsia"/>
          <w:rtl/>
        </w:rPr>
        <w:t>احمد</w:t>
      </w:r>
      <w:r w:rsidRPr="00CD3FC2">
        <w:rPr>
          <w:rtl/>
        </w:rPr>
        <w:t xml:space="preserve"> الباز، مکة المکرمة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۲۰</w:t>
      </w:r>
      <w:r w:rsidRPr="00CD3FC2">
        <w:rPr>
          <w:rtl/>
        </w:rPr>
        <w:t>۔ البدا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و النہا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الدمشق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۷۷۴</w:t>
      </w:r>
      <w:r w:rsidRPr="00CD3FC2">
        <w:rPr>
          <w:rtl/>
        </w:rPr>
        <w:t>ئہ-،دارالکتب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۲۱</w:t>
      </w:r>
      <w:r w:rsidRPr="00CD3FC2">
        <w:rPr>
          <w:rtl/>
        </w:rPr>
        <w:t>۔ البرہان،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ہاشم بحران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۱۱۰۷</w:t>
      </w:r>
      <w:r w:rsidRPr="00CD3FC2">
        <w:rPr>
          <w:rtl/>
        </w:rPr>
        <w:t>ئہ-، مؤسسہ مطبوعات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۲۲</w:t>
      </w:r>
      <w:r w:rsidRPr="00CD3FC2">
        <w:rPr>
          <w:rtl/>
        </w:rPr>
        <w:t>۔ البہجة المرض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۹۱۱</w:t>
      </w:r>
      <w:r w:rsidRPr="00CD3FC2">
        <w:rPr>
          <w:rtl/>
        </w:rPr>
        <w:t>ئہ-، مکتب المف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>)ت)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۲۳</w:t>
      </w:r>
      <w:r w:rsidRPr="00CD3FC2">
        <w:rPr>
          <w:rtl/>
        </w:rPr>
        <w:t>۔ التاج الجامع للاصول، منصور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ناصف، ت</w:t>
      </w:r>
      <w:r w:rsidRPr="00CD3FC2">
        <w:rPr>
          <w:rtl/>
          <w:lang w:bidi="fa-IR"/>
        </w:rPr>
        <w:t>۱۳۷۱</w:t>
      </w:r>
      <w:r w:rsidRPr="00CD3FC2">
        <w:rPr>
          <w:rtl/>
        </w:rPr>
        <w:t>ئہ-، 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۲۴</w:t>
      </w:r>
      <w:r w:rsidRPr="00CD3FC2">
        <w:rPr>
          <w:rtl/>
        </w:rPr>
        <w:t>۔ تاج الفردوس، محمد مرتض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زب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۱۲۵۰</w:t>
      </w:r>
      <w:r w:rsidRPr="00CD3FC2">
        <w:rPr>
          <w:rtl/>
        </w:rPr>
        <w:t>ء ہ-، دار الہدا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للطباعة والنشر و التوز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ع،</w:t>
      </w:r>
      <w:r w:rsidRPr="00CD3FC2">
        <w:rPr>
          <w:rtl/>
        </w:rPr>
        <w:t xml:space="preserve"> دارمکتبة الح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۲۵</w:t>
      </w:r>
      <w:r w:rsidRPr="00CD3FC2">
        <w:rPr>
          <w:rtl/>
        </w:rPr>
        <w:t>۔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الاسلام، شمس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ذہب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۷۴۸</w:t>
      </w:r>
      <w:r w:rsidRPr="00CD3FC2">
        <w:rPr>
          <w:rtl/>
        </w:rPr>
        <w:t>ئہ-، دارالکتاب العرب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۲۶</w:t>
      </w:r>
      <w:r w:rsidRPr="00CD3FC2">
        <w:rPr>
          <w:rtl/>
        </w:rPr>
        <w:t>۔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بغداد، احمد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خط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بغداد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۴۶۳</w:t>
      </w:r>
      <w:r w:rsidRPr="00CD3FC2">
        <w:rPr>
          <w:rtl/>
        </w:rPr>
        <w:t>ء ہ-، 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۲۷</w:t>
      </w:r>
      <w:r w:rsidRPr="00CD3FC2">
        <w:rPr>
          <w:rtl/>
        </w:rPr>
        <w:t>۔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محمد بن جر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۳۱۰</w:t>
      </w:r>
      <w:r w:rsidRPr="00CD3FC2">
        <w:rPr>
          <w:rtl/>
        </w:rPr>
        <w:t>ئہ-، مؤسسة عزالد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للطباعة والنشر،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۲۸</w:t>
      </w:r>
      <w:r w:rsidRPr="00CD3FC2">
        <w:rPr>
          <w:rtl/>
        </w:rPr>
        <w:t>۔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دمشق، ابن عساکر، ت</w:t>
      </w:r>
      <w:r w:rsidRPr="00CD3FC2">
        <w:rPr>
          <w:rtl/>
          <w:lang w:bidi="fa-IR"/>
        </w:rPr>
        <w:t>۵۷۱</w:t>
      </w:r>
      <w:r w:rsidRPr="00CD3FC2">
        <w:rPr>
          <w:rtl/>
        </w:rPr>
        <w:t>ئہ-، دارالفکر،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۲۹</w:t>
      </w:r>
      <w:r w:rsidRPr="00CD3FC2">
        <w:rPr>
          <w:rtl/>
        </w:rPr>
        <w:t>۔ 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سابور،</w:t>
      </w:r>
      <w:r w:rsidRPr="00CD3FC2">
        <w:rPr>
          <w:rtl/>
        </w:rPr>
        <w:t xml:space="preserve"> عبدالغافر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۵۲۹</w:t>
      </w:r>
      <w:r w:rsidRPr="00CD3FC2">
        <w:rPr>
          <w:rtl/>
        </w:rPr>
        <w:t>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۳۰</w:t>
      </w:r>
      <w:r w:rsidRPr="00CD3FC2">
        <w:rPr>
          <w:rtl/>
        </w:rPr>
        <w:t>۔ تذکرة الحفّاظ، ذہب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۷۴۸</w:t>
      </w:r>
      <w:r w:rsidRPr="00CD3FC2">
        <w:rPr>
          <w:rtl/>
        </w:rPr>
        <w:t>ئہ-،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۳۱</w:t>
      </w:r>
      <w:r w:rsidRPr="00CD3FC2">
        <w:rPr>
          <w:rtl/>
        </w:rPr>
        <w:t>۔ تذکرة الخواص، سبط بن جوز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۶۵۴</w:t>
      </w:r>
      <w:r w:rsidRPr="00CD3FC2">
        <w:rPr>
          <w:rtl/>
        </w:rPr>
        <w:t>ئہ-، چاپ نجف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۳۲</w:t>
      </w:r>
      <w:r w:rsidRPr="00CD3FC2">
        <w:rPr>
          <w:rtl/>
        </w:rPr>
        <w:t>۔التسہ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لعلوم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</w:t>
      </w:r>
      <w:r w:rsidRPr="00CD3FC2">
        <w:rPr>
          <w:rtl/>
        </w:rPr>
        <w:t xml:space="preserve"> ابن حز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الکلب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۲۹۲</w:t>
      </w:r>
      <w:r w:rsidRPr="00CD3FC2">
        <w:rPr>
          <w:rtl/>
        </w:rPr>
        <w:t>ئہ-، دارالکتاب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۳۳</w:t>
      </w:r>
      <w:r w:rsidRPr="00CD3FC2">
        <w:rPr>
          <w:rtl/>
        </w:rPr>
        <w:t>۔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حاتم، عبد الرحمن بن محمد بن ادر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الراز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۳۲۷</w:t>
      </w:r>
      <w:r w:rsidRPr="00CD3FC2">
        <w:rPr>
          <w:rtl/>
        </w:rPr>
        <w:t>ہ-، المکتبة المصر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Default="000B693F" w:rsidP="003A5866">
      <w:pPr>
        <w:pStyle w:val="libNormal"/>
        <w:rPr>
          <w:rFonts w:hint="cs"/>
          <w:rtl/>
        </w:rPr>
      </w:pPr>
      <w:r w:rsidRPr="00CD3FC2">
        <w:rPr>
          <w:rtl/>
          <w:lang w:bidi="fa-IR"/>
        </w:rPr>
        <w:t>۳۴</w:t>
      </w:r>
      <w:r w:rsidRPr="00CD3FC2">
        <w:rPr>
          <w:rtl/>
        </w:rPr>
        <w:t>۔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قاض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۷۹۱</w:t>
      </w:r>
      <w:r w:rsidRPr="00CD3FC2">
        <w:rPr>
          <w:rtl/>
        </w:rPr>
        <w:t>ئہ-</w:t>
      </w:r>
    </w:p>
    <w:p w:rsidR="00C85646" w:rsidRDefault="00C85646" w:rsidP="00C40222">
      <w:pPr>
        <w:pStyle w:val="libNormal"/>
        <w:rPr>
          <w:rtl/>
        </w:rPr>
      </w:pPr>
      <w:r>
        <w:rPr>
          <w:rtl/>
        </w:rPr>
        <w:br w:type="page"/>
      </w:r>
    </w:p>
    <w:p w:rsidR="00C85646" w:rsidRPr="00CD3FC2" w:rsidRDefault="00C85646" w:rsidP="003A5866">
      <w:pPr>
        <w:pStyle w:val="libNormal"/>
        <w:rPr>
          <w:rtl/>
        </w:rPr>
      </w:pP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۳۵</w:t>
      </w:r>
      <w:r w:rsidRPr="00CD3FC2">
        <w:rPr>
          <w:rtl/>
        </w:rPr>
        <w:t>۔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الخازن )لباب الت</w:t>
      </w:r>
      <w:r w:rsidR="008F5E30">
        <w:rPr>
          <w:rtl/>
        </w:rPr>
        <w:t>ا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>)، علاء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بغداد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۷۲۵</w:t>
      </w:r>
      <w:r w:rsidRPr="00CD3FC2">
        <w:rPr>
          <w:rtl/>
        </w:rPr>
        <w:t>ئہ-، 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۳۶</w:t>
      </w:r>
      <w:r w:rsidRPr="00CD3FC2">
        <w:rPr>
          <w:rtl/>
        </w:rPr>
        <w:t>۔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ابراہ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قم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متوف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اواخر قرن سوم ہ-، مطبعہ نجف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۳۷</w:t>
      </w:r>
      <w:r w:rsidRPr="00CD3FC2">
        <w:rPr>
          <w:rtl/>
        </w:rPr>
        <w:t>۔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القرآن العظ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م،</w:t>
      </w:r>
      <w:r w:rsidRPr="00CD3FC2">
        <w:rPr>
          <w:rtl/>
        </w:rPr>
        <w:t xml:space="preserve"> ابن کث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۷۷۴</w:t>
      </w:r>
      <w:r w:rsidRPr="00CD3FC2">
        <w:rPr>
          <w:rtl/>
        </w:rPr>
        <w:t>ئہ-، 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۳۸</w:t>
      </w:r>
      <w:r w:rsidRPr="00CD3FC2">
        <w:rPr>
          <w:rtl/>
        </w:rPr>
        <w:t>۔ التفس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فخر راز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۶۰۶</w:t>
      </w:r>
      <w:r w:rsidRPr="00CD3FC2">
        <w:rPr>
          <w:rtl/>
        </w:rPr>
        <w:t>ئہ-، 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۳۹</w:t>
      </w:r>
      <w:r w:rsidRPr="00CD3FC2">
        <w:rPr>
          <w:rtl/>
        </w:rPr>
        <w:t>۔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الماورد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محمد بن حب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ماورد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بصر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متوف</w:t>
      </w:r>
      <w:r w:rsidRPr="00CD3FC2">
        <w:rPr>
          <w:rFonts w:hint="cs"/>
          <w:rtl/>
        </w:rPr>
        <w:t>ی</w:t>
      </w:r>
      <w:r w:rsidRPr="00CD3FC2">
        <w:rPr>
          <w:rtl/>
          <w:lang w:bidi="fa-IR"/>
        </w:rPr>
        <w:t>۴۵۰</w:t>
      </w:r>
      <w:r w:rsidRPr="00CD3FC2">
        <w:rPr>
          <w:rtl/>
        </w:rPr>
        <w:t>ہ-، 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۴۰</w:t>
      </w:r>
      <w:r w:rsidRPr="00CD3FC2">
        <w:rPr>
          <w:rtl/>
        </w:rPr>
        <w:t>۔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النسف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)مدارک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وحقائق الت</w:t>
      </w:r>
      <w:r w:rsidR="008F5E30">
        <w:rPr>
          <w:rtl/>
        </w:rPr>
        <w:t>ا</w:t>
      </w:r>
      <w:r w:rsidRPr="00CD3FC2">
        <w:rPr>
          <w:rFonts w:hint="eastAsia"/>
          <w:rtl/>
        </w:rPr>
        <w:t>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>) 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خازن، عبدالله النسف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۷۱۰</w:t>
      </w:r>
      <w:r w:rsidRPr="00CD3FC2">
        <w:rPr>
          <w:rtl/>
        </w:rPr>
        <w:t>ئہ-، 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۴۱</w:t>
      </w:r>
      <w:r w:rsidRPr="00CD3FC2">
        <w:rPr>
          <w:rtl/>
        </w:rPr>
        <w:t>۔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المنار، رش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رضا،ت</w:t>
      </w:r>
      <w:r w:rsidRPr="00CD3FC2">
        <w:rPr>
          <w:rtl/>
          <w:lang w:bidi="fa-IR"/>
        </w:rPr>
        <w:t>۱۳۵۴</w:t>
      </w:r>
      <w:r w:rsidRPr="00CD3FC2">
        <w:rPr>
          <w:rtl/>
        </w:rPr>
        <w:t>ئہ-، 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۴۲</w:t>
      </w:r>
      <w:r w:rsidRPr="00CD3FC2">
        <w:rPr>
          <w:rtl/>
        </w:rPr>
        <w:t>۔ تلخ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ص</w:t>
      </w:r>
      <w:r w:rsidRPr="00CD3FC2">
        <w:rPr>
          <w:rtl/>
        </w:rPr>
        <w:t xml:space="preserve"> المستدرک، ذہب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۷۴۸</w:t>
      </w:r>
      <w:r w:rsidRPr="00CD3FC2">
        <w:rPr>
          <w:rtl/>
        </w:rPr>
        <w:t>ئہ-،دارالمعرفة،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۴۳</w:t>
      </w:r>
      <w:r w:rsidRPr="00CD3FC2">
        <w:rPr>
          <w:rtl/>
        </w:rPr>
        <w:t>۔ 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</w:t>
      </w:r>
      <w:r w:rsidRPr="00CD3FC2">
        <w:rPr>
          <w:rtl/>
        </w:rPr>
        <w:t xml:space="preserve"> ابن حجر عسقلان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۸۵۲</w:t>
      </w:r>
      <w:r w:rsidRPr="00CD3FC2">
        <w:rPr>
          <w:rtl/>
        </w:rPr>
        <w:t>ئہ-، 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۴۴</w:t>
      </w:r>
      <w:r w:rsidRPr="00CD3FC2">
        <w:rPr>
          <w:rtl/>
        </w:rPr>
        <w:t>۔تہذ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الکمال، مزّ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۷۴۲</w:t>
      </w:r>
      <w:r w:rsidRPr="00CD3FC2">
        <w:rPr>
          <w:rtl/>
        </w:rPr>
        <w:t>ئہ-، مؤسسة الرسالة،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ج)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۴۵</w:t>
      </w:r>
      <w:r w:rsidRPr="00CD3FC2">
        <w:rPr>
          <w:rtl/>
        </w:rPr>
        <w:t>۔جامع الاحاد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۹۱۱</w:t>
      </w:r>
      <w:r w:rsidRPr="00CD3FC2">
        <w:rPr>
          <w:rtl/>
        </w:rPr>
        <w:t>ئہ-، 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۴۶</w:t>
      </w:r>
      <w:r w:rsidRPr="00CD3FC2">
        <w:rPr>
          <w:rtl/>
        </w:rPr>
        <w:t>۔جامع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ان،</w:t>
      </w:r>
      <w:r w:rsidRPr="00CD3FC2">
        <w:rPr>
          <w:rtl/>
        </w:rPr>
        <w:t xml:space="preserve"> محمد بن جر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طبر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۳۱۰</w:t>
      </w:r>
      <w:r w:rsidRPr="00CD3FC2">
        <w:rPr>
          <w:rtl/>
        </w:rPr>
        <w:t>ئہ-، 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۴۷</w:t>
      </w:r>
      <w:r w:rsidRPr="00CD3FC2">
        <w:rPr>
          <w:rtl/>
        </w:rPr>
        <w:t>۔جامع احکام القرآن، قرطب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۶۷۱</w:t>
      </w:r>
      <w:r w:rsidRPr="00CD3FC2">
        <w:rPr>
          <w:rtl/>
        </w:rPr>
        <w:t>ئہ-،دارالفکر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۴۸</w:t>
      </w:r>
      <w:r w:rsidRPr="00CD3FC2">
        <w:rPr>
          <w:rtl/>
        </w:rPr>
        <w:t>۔ الجامع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الترمذ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محمد بن 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۲۷۹</w:t>
      </w:r>
      <w:r w:rsidRPr="00CD3FC2">
        <w:rPr>
          <w:rtl/>
        </w:rPr>
        <w:t>ئہ-، 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۴۹</w:t>
      </w:r>
      <w:r w:rsidRPr="00CD3FC2">
        <w:rPr>
          <w:rtl/>
        </w:rPr>
        <w:t>۔جمع الجوامع،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۹۱۱</w:t>
      </w:r>
      <w:r w:rsidRPr="00CD3FC2">
        <w:rPr>
          <w:rtl/>
        </w:rPr>
        <w:t>ئہ-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۵۰</w:t>
      </w:r>
      <w:r w:rsidRPr="00CD3FC2">
        <w:rPr>
          <w:rtl/>
        </w:rPr>
        <w:t>۔جمہرةاللغة،ابن در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د،ت</w:t>
      </w:r>
      <w:r w:rsidRPr="00CD3FC2">
        <w:rPr>
          <w:rtl/>
          <w:lang w:bidi="fa-IR"/>
        </w:rPr>
        <w:t>۳۲۱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۵۱</w:t>
      </w:r>
      <w:r w:rsidRPr="00CD3FC2">
        <w:rPr>
          <w:rtl/>
        </w:rPr>
        <w:t>۔الجواہر الحسان ابوز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الثعالب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۸۷۶</w:t>
      </w:r>
      <w:r w:rsidRPr="00CD3FC2">
        <w:rPr>
          <w:rtl/>
        </w:rPr>
        <w:t>ء ہ-، 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Default="000B693F" w:rsidP="003A5866">
      <w:pPr>
        <w:pStyle w:val="libNormal"/>
        <w:rPr>
          <w:rFonts w:hint="cs"/>
          <w:rtl/>
        </w:rPr>
      </w:pPr>
      <w:r w:rsidRPr="00CD3FC2">
        <w:rPr>
          <w:rtl/>
          <w:lang w:bidi="fa-IR"/>
        </w:rPr>
        <w:t>۵۲</w:t>
      </w:r>
      <w:r w:rsidRPr="00CD3FC2">
        <w:rPr>
          <w:rtl/>
        </w:rPr>
        <w:t>۔ جواہر العقد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سمہود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۹۱۱</w:t>
      </w:r>
      <w:r w:rsidRPr="00CD3FC2">
        <w:rPr>
          <w:rtl/>
        </w:rPr>
        <w:t>ئہ-،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C85646" w:rsidRDefault="00C85646" w:rsidP="00C40222">
      <w:pPr>
        <w:pStyle w:val="libNormal"/>
        <w:rPr>
          <w:rtl/>
        </w:rPr>
      </w:pPr>
      <w:r>
        <w:rPr>
          <w:rtl/>
        </w:rPr>
        <w:br w:type="page"/>
      </w:r>
    </w:p>
    <w:p w:rsidR="00C85646" w:rsidRPr="00CD3FC2" w:rsidRDefault="00C85646" w:rsidP="003A5866">
      <w:pPr>
        <w:pStyle w:val="libNormal"/>
        <w:rPr>
          <w:rtl/>
        </w:rPr>
      </w:pP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ح)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۵۳</w:t>
      </w:r>
      <w:r w:rsidRPr="00CD3FC2">
        <w:rPr>
          <w:rtl/>
        </w:rPr>
        <w:t>۔الحاو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للفتاو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۹۱۱</w:t>
      </w:r>
      <w:r w:rsidRPr="00CD3FC2">
        <w:rPr>
          <w:rtl/>
        </w:rPr>
        <w:t>ئہ-، مکتبة القدس قاہرة)بہ نقل احقاق الحق)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۵۴</w:t>
      </w:r>
      <w:r w:rsidRPr="00CD3FC2">
        <w:rPr>
          <w:rtl/>
        </w:rPr>
        <w:t>۔حاش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الشہاب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ضاو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احمد خفاج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مصر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حنف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۱۰۶۹</w:t>
      </w:r>
      <w:r w:rsidRPr="00CD3FC2">
        <w:rPr>
          <w:rtl/>
        </w:rPr>
        <w:t>ئہ-،دار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۵۵</w:t>
      </w:r>
      <w:r w:rsidRPr="00CD3FC2">
        <w:rPr>
          <w:rtl/>
        </w:rPr>
        <w:t>۔حاش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الصاو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تفس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الجلال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احمد الصاو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المالک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۱۲۴۱</w:t>
      </w:r>
      <w:r w:rsidRPr="00CD3FC2">
        <w:rPr>
          <w:rtl/>
        </w:rPr>
        <w:t>ئہ-، 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۵۶</w:t>
      </w:r>
      <w:r w:rsidRPr="00CD3FC2">
        <w:rPr>
          <w:rtl/>
        </w:rPr>
        <w:t>۔حل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الاول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اء،</w:t>
      </w:r>
      <w:r w:rsidRPr="00CD3FC2">
        <w:rPr>
          <w:rtl/>
        </w:rPr>
        <w:t xml:space="preserve"> ابونع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اصفہان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۴۳۰</w:t>
      </w:r>
      <w:r w:rsidRPr="00CD3FC2">
        <w:rPr>
          <w:rtl/>
        </w:rPr>
        <w:t>ئہ-، دارالفکر</w:t>
      </w: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خ)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۵۷</w:t>
      </w:r>
      <w:r w:rsidRPr="00CD3FC2">
        <w:rPr>
          <w:rtl/>
        </w:rPr>
        <w:t xml:space="preserve">۔ خصائص </w:t>
      </w:r>
      <w:r w:rsidR="008F5E30" w:rsidRPr="008F5E30">
        <w:rPr>
          <w:rtl/>
        </w:rPr>
        <w:t>ا</w:t>
      </w:r>
      <w:r w:rsidRPr="00CD3FC2">
        <w:rPr>
          <w:rFonts w:hint="eastAsia"/>
          <w:rtl/>
        </w:rPr>
        <w:t>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رالمؤمن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السلام، احمد بن شع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نسائ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۳۰۳</w:t>
      </w:r>
      <w:r w:rsidRPr="00CD3FC2">
        <w:rPr>
          <w:rtl/>
        </w:rPr>
        <w:t>ئہ-، دارالکتاب العرب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۵۸</w:t>
      </w:r>
      <w:r w:rsidRPr="00CD3FC2">
        <w:rPr>
          <w:rtl/>
        </w:rPr>
        <w:t>۔خصال، محمد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بابو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قم</w:t>
      </w:r>
      <w:r w:rsidRPr="00CD3FC2">
        <w:rPr>
          <w:rFonts w:hint="cs"/>
          <w:rtl/>
        </w:rPr>
        <w:t>ی</w:t>
      </w:r>
      <w:r w:rsidRPr="00CD3FC2">
        <w:rPr>
          <w:rtl/>
        </w:rPr>
        <w:t>)صدوق)، ت</w:t>
      </w:r>
      <w:r w:rsidRPr="00CD3FC2">
        <w:rPr>
          <w:rtl/>
          <w:lang w:bidi="fa-IR"/>
        </w:rPr>
        <w:t>۳۸۱</w:t>
      </w:r>
      <w:r w:rsidRPr="00CD3FC2">
        <w:rPr>
          <w:rtl/>
        </w:rPr>
        <w:t>ئہ-، دفتر انتشارات اسلام</w:t>
      </w:r>
      <w:r w:rsidRPr="00CD3FC2">
        <w:rPr>
          <w:rFonts w:hint="cs"/>
          <w:rtl/>
        </w:rPr>
        <w:t>ی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>(س)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۵۹</w:t>
      </w:r>
      <w:r w:rsidRPr="00CD3FC2">
        <w:rPr>
          <w:rtl/>
        </w:rPr>
        <w:t>۔سف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البحار،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عباس قم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۱۳۵۹</w:t>
      </w:r>
      <w:r w:rsidRPr="00CD3FC2">
        <w:rPr>
          <w:rtl/>
        </w:rPr>
        <w:t>ئہ-، انتشارات کتابخانہ محمود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۶۰</w:t>
      </w:r>
      <w:r w:rsidRPr="00CD3FC2">
        <w:rPr>
          <w:rtl/>
        </w:rPr>
        <w:t>۔السنن الکبر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ابوبکر احمد بن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۴۵۸</w:t>
      </w:r>
      <w:r w:rsidRPr="00CD3FC2">
        <w:rPr>
          <w:rtl/>
        </w:rPr>
        <w:t>ئہ-، 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۶۱</w:t>
      </w:r>
      <w:r w:rsidRPr="00CD3FC2">
        <w:rPr>
          <w:rtl/>
        </w:rPr>
        <w:t>۔السنن الکبر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نسائ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۳۰۳</w:t>
      </w:r>
      <w:r w:rsidRPr="00CD3FC2">
        <w:rPr>
          <w:rtl/>
        </w:rPr>
        <w:t>ئہ-،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۶۲</w:t>
      </w:r>
      <w:r w:rsidRPr="00CD3FC2">
        <w:rPr>
          <w:rtl/>
        </w:rPr>
        <w:t>۔س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اعلام النبلاء، ذہب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۷۴۸</w:t>
      </w:r>
      <w:r w:rsidRPr="00CD3FC2">
        <w:rPr>
          <w:rtl/>
        </w:rPr>
        <w:t>ئہ-، مؤسسة الرسالة،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۶۳</w:t>
      </w:r>
      <w:r w:rsidRPr="00CD3FC2">
        <w:rPr>
          <w:rtl/>
        </w:rPr>
        <w:t>۔ الس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رة</w:t>
      </w:r>
      <w:r w:rsidRPr="00CD3FC2">
        <w:rPr>
          <w:rtl/>
        </w:rPr>
        <w:t xml:space="preserve"> النبو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و الآثار المحمد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)حاش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رة</w:t>
      </w:r>
      <w:r w:rsidRPr="00CD3FC2">
        <w:rPr>
          <w:rtl/>
        </w:rPr>
        <w:t xml:space="preserve"> الحلو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>)،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دحلان، ت</w:t>
      </w:r>
      <w:r w:rsidRPr="00CD3FC2">
        <w:rPr>
          <w:rtl/>
          <w:lang w:bidi="fa-IR"/>
        </w:rPr>
        <w:t>۱۳۰۴</w:t>
      </w:r>
      <w:r w:rsidRPr="00CD3FC2">
        <w:rPr>
          <w:rtl/>
        </w:rPr>
        <w:t>ئہ-، 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Default="000B693F" w:rsidP="003A5866">
      <w:pPr>
        <w:pStyle w:val="libNormal"/>
        <w:rPr>
          <w:rFonts w:hint="cs"/>
          <w:rtl/>
        </w:rPr>
      </w:pPr>
      <w:r w:rsidRPr="00CD3FC2">
        <w:rPr>
          <w:rtl/>
          <w:lang w:bidi="fa-IR"/>
        </w:rPr>
        <w:t>۶۴</w:t>
      </w:r>
      <w:r w:rsidRPr="00CD3FC2">
        <w:rPr>
          <w:rtl/>
        </w:rPr>
        <w:t>۔ الس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رة</w:t>
      </w:r>
      <w:r w:rsidRPr="00CD3FC2">
        <w:rPr>
          <w:rtl/>
        </w:rPr>
        <w:t xml:space="preserve"> النبو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ابن ہشام،ت</w:t>
      </w:r>
      <w:r w:rsidRPr="00CD3FC2">
        <w:rPr>
          <w:rtl/>
          <w:lang w:bidi="fa-IR"/>
        </w:rPr>
        <w:t>۲۱۸</w:t>
      </w:r>
      <w:r w:rsidRPr="00CD3FC2">
        <w:rPr>
          <w:rtl/>
        </w:rPr>
        <w:t>ئہ-، 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C85646" w:rsidRDefault="00C85646" w:rsidP="00C40222">
      <w:pPr>
        <w:pStyle w:val="libNormal"/>
        <w:rPr>
          <w:rtl/>
        </w:rPr>
      </w:pPr>
      <w:r>
        <w:rPr>
          <w:rtl/>
        </w:rPr>
        <w:br w:type="page"/>
      </w:r>
    </w:p>
    <w:p w:rsidR="00C85646" w:rsidRPr="00CD3FC2" w:rsidRDefault="00C85646" w:rsidP="003A5866">
      <w:pPr>
        <w:pStyle w:val="libNormal"/>
        <w:rPr>
          <w:rtl/>
        </w:rPr>
      </w:pP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ش)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۶۵</w:t>
      </w:r>
      <w:r w:rsidRPr="00CD3FC2">
        <w:rPr>
          <w:rtl/>
        </w:rPr>
        <w:t>۔شرح التجر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</w:t>
      </w:r>
      <w:r w:rsidRPr="00CD3FC2">
        <w:rPr>
          <w:rtl/>
        </w:rPr>
        <w:t xml:space="preserve"> قوشج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۸۷۹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۶۶</w:t>
      </w:r>
      <w:r w:rsidRPr="00CD3FC2">
        <w:rPr>
          <w:rtl/>
        </w:rPr>
        <w:t>۔شرح السنة، بغو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۵۱۰</w:t>
      </w:r>
      <w:r w:rsidRPr="00CD3FC2">
        <w:rPr>
          <w:rtl/>
        </w:rPr>
        <w:t>ئہ-، المکتب 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۶۷</w:t>
      </w:r>
      <w:r w:rsidRPr="00CD3FC2">
        <w:rPr>
          <w:rtl/>
        </w:rPr>
        <w:t>۔ شرح المقاصد، تفتازان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۷۹۳</w:t>
      </w:r>
      <w:r w:rsidRPr="00CD3FC2">
        <w:rPr>
          <w:rtl/>
        </w:rPr>
        <w:t>ئہ-،منشورات الشر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  <w:r w:rsidRPr="00CD3FC2">
        <w:rPr>
          <w:rtl/>
        </w:rPr>
        <w:t xml:space="preserve"> الرض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۶۸</w:t>
      </w:r>
      <w:r w:rsidRPr="00CD3FC2">
        <w:rPr>
          <w:rtl/>
        </w:rPr>
        <w:t>۔شرح المواقف،جرجان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۸۱۲</w:t>
      </w:r>
      <w:r w:rsidRPr="00CD3FC2">
        <w:rPr>
          <w:rtl/>
        </w:rPr>
        <w:t>ئئئہ-، منشورات الشر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ف</w:t>
      </w:r>
      <w:r w:rsidRPr="00CD3FC2">
        <w:rPr>
          <w:rtl/>
        </w:rPr>
        <w:t xml:space="preserve"> الرض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۶۹</w:t>
      </w:r>
      <w:r w:rsidRPr="00CD3FC2">
        <w:rPr>
          <w:rtl/>
        </w:rPr>
        <w:t>۔ شرح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</w:t>
      </w:r>
      <w:r w:rsidRPr="00CD3FC2">
        <w:rPr>
          <w:rtl/>
        </w:rPr>
        <w:t xml:space="preserve"> حاکم حسکان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 اواخر القرن الخامس، مؤسسة الطبع و النشر</w:t>
      </w: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ص)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۷۱</w:t>
      </w:r>
      <w:r w:rsidRPr="00CD3FC2">
        <w:rPr>
          <w:rtl/>
        </w:rPr>
        <w:t>۔صحاح اللغة، جوہر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۳۹۳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۷۲</w:t>
      </w:r>
      <w:r w:rsidRPr="00CD3FC2">
        <w:rPr>
          <w:rtl/>
        </w:rPr>
        <w:t>۔صح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ابن حبان، محمد بن حبان بست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۳۵۴</w:t>
      </w:r>
      <w:r w:rsidRPr="00CD3FC2">
        <w:rPr>
          <w:rtl/>
        </w:rPr>
        <w:t>ئہ-، مؤسسة الرسالة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۷۳</w:t>
      </w:r>
      <w:r w:rsidRPr="00CD3FC2">
        <w:rPr>
          <w:rtl/>
        </w:rPr>
        <w:t>۔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بخار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محمد بن اسماع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بخار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۲۵۶</w:t>
      </w:r>
      <w:r w:rsidRPr="00CD3FC2">
        <w:rPr>
          <w:rtl/>
        </w:rPr>
        <w:t>ئہ-، دارالقلم،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لبنان-دارالمعرفة،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۷۴</w:t>
      </w:r>
      <w:r w:rsidRPr="00CD3FC2">
        <w:rPr>
          <w:rtl/>
        </w:rPr>
        <w:t>۔ 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tl/>
        </w:rPr>
        <w:t xml:space="preserve"> مسلم، مسلم بن حجاج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۲۶۱</w:t>
      </w:r>
      <w:r w:rsidRPr="00CD3FC2">
        <w:rPr>
          <w:rtl/>
        </w:rPr>
        <w:t>ئہ-، مؤسسة عز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للطباعة و النشر،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۷۵</w:t>
      </w:r>
      <w:r w:rsidRPr="00CD3FC2">
        <w:rPr>
          <w:rtl/>
        </w:rPr>
        <w:t>۔ الصلاة و البشر،ف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روز</w:t>
      </w:r>
      <w:r w:rsidRPr="00CD3FC2">
        <w:rPr>
          <w:rtl/>
        </w:rPr>
        <w:t xml:space="preserve"> آباد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،ت</w:t>
      </w:r>
      <w:r w:rsidRPr="00CD3FC2">
        <w:rPr>
          <w:rtl/>
          <w:lang w:bidi="fa-IR"/>
        </w:rPr>
        <w:t>۸۱۷</w:t>
      </w:r>
      <w:r w:rsidRPr="00CD3FC2">
        <w:rPr>
          <w:rtl/>
        </w:rPr>
        <w:t>ئھجر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روت،لبنان</w:t>
      </w:r>
      <w:r w:rsidRPr="00CD3FC2">
        <w:rPr>
          <w:rtl/>
        </w:rPr>
        <w:t>۔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۷۶</w:t>
      </w:r>
      <w:r w:rsidRPr="00CD3FC2">
        <w:rPr>
          <w:rtl/>
        </w:rPr>
        <w:t>۔الصواعق المحرقة، ابن حجر 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۹۵۴</w:t>
      </w:r>
      <w:r w:rsidRPr="00CD3FC2">
        <w:rPr>
          <w:rtl/>
        </w:rPr>
        <w:t>ئہ-،مکتبة القاہرة</w:t>
      </w: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ط)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۷۷</w:t>
      </w:r>
      <w:r w:rsidRPr="00CD3FC2">
        <w:rPr>
          <w:rtl/>
        </w:rPr>
        <w:t>۔ الطبقات الکبر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ابن سعد، ت</w:t>
      </w:r>
      <w:r w:rsidRPr="00CD3FC2">
        <w:rPr>
          <w:rtl/>
          <w:lang w:bidi="fa-IR"/>
        </w:rPr>
        <w:t>۲۳۰</w:t>
      </w:r>
      <w:r w:rsidRPr="00CD3FC2">
        <w:rPr>
          <w:rtl/>
        </w:rPr>
        <w:t>ئہ-،دارب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 xml:space="preserve"> للطباعة والنشر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۷۸</w:t>
      </w:r>
      <w:r w:rsidRPr="00CD3FC2">
        <w:rPr>
          <w:rtl/>
        </w:rPr>
        <w:t>۔ الطرائف،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موس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طاووس،ت</w:t>
      </w:r>
      <w:r w:rsidRPr="00CD3FC2">
        <w:rPr>
          <w:rtl/>
          <w:lang w:bidi="fa-IR"/>
        </w:rPr>
        <w:t>۶۶۲</w:t>
      </w:r>
      <w:r w:rsidRPr="00CD3FC2">
        <w:rPr>
          <w:rtl/>
        </w:rPr>
        <w:t>ئہ-، مطبعة الخ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ام،قم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</w:rPr>
        <w:t>(ع)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۷۹</w:t>
      </w:r>
      <w:r w:rsidRPr="00CD3FC2">
        <w:rPr>
          <w:rtl/>
        </w:rPr>
        <w:t>۔العمدة، ابن بطر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۵۳۳</w:t>
      </w:r>
      <w:r w:rsidRPr="00CD3FC2">
        <w:rPr>
          <w:rtl/>
        </w:rPr>
        <w:t>ئہ-، مؤسسة النشرالاسلام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۸۰</w:t>
      </w:r>
      <w:r w:rsidRPr="00CD3FC2">
        <w:rPr>
          <w:rtl/>
        </w:rPr>
        <w:t>۔عوالم العلوم،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ہاشم بحران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۱۱۰۷</w:t>
      </w:r>
      <w:r w:rsidRPr="00CD3FC2">
        <w:rPr>
          <w:rtl/>
        </w:rPr>
        <w:t>ئہ-، مؤسسة الامام المہد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</w:t>
      </w:r>
      <w:r w:rsidRPr="00CD3FC2">
        <w:rPr>
          <w:rtl/>
        </w:rPr>
        <w:t xml:space="preserve"> السلام</w:t>
      </w:r>
    </w:p>
    <w:p w:rsidR="000B693F" w:rsidRDefault="000B693F" w:rsidP="003A5866">
      <w:pPr>
        <w:pStyle w:val="libNormal"/>
        <w:rPr>
          <w:rFonts w:hint="cs"/>
          <w:rtl/>
        </w:rPr>
      </w:pPr>
      <w:r w:rsidRPr="00CD3FC2">
        <w:rPr>
          <w:rtl/>
          <w:lang w:bidi="fa-IR"/>
        </w:rPr>
        <w:t>۸۱</w:t>
      </w:r>
      <w:r w:rsidRPr="00CD3FC2">
        <w:rPr>
          <w:rtl/>
        </w:rPr>
        <w:t>۔ع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ون</w:t>
      </w:r>
      <w:r w:rsidRPr="00CD3FC2">
        <w:rPr>
          <w:rtl/>
        </w:rPr>
        <w:t xml:space="preserve"> خبارالرضا، صدوق، ت</w:t>
      </w:r>
      <w:r w:rsidRPr="00CD3FC2">
        <w:rPr>
          <w:rtl/>
          <w:lang w:bidi="fa-IR"/>
        </w:rPr>
        <w:t>۳۸۱</w:t>
      </w:r>
      <w:r w:rsidRPr="00CD3FC2">
        <w:rPr>
          <w:rtl/>
        </w:rPr>
        <w:t>ئہ-</w:t>
      </w:r>
    </w:p>
    <w:p w:rsidR="00C85646" w:rsidRDefault="00C85646" w:rsidP="00C40222">
      <w:pPr>
        <w:pStyle w:val="libNormal"/>
        <w:rPr>
          <w:rtl/>
        </w:rPr>
      </w:pPr>
      <w:r>
        <w:rPr>
          <w:rtl/>
        </w:rPr>
        <w:br w:type="page"/>
      </w:r>
    </w:p>
    <w:p w:rsidR="00C85646" w:rsidRPr="00CD3FC2" w:rsidRDefault="00C85646" w:rsidP="003A5866">
      <w:pPr>
        <w:pStyle w:val="libNormal"/>
        <w:rPr>
          <w:rtl/>
        </w:rPr>
      </w:pP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غ)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۸۲</w:t>
      </w:r>
      <w:r w:rsidRPr="00CD3FC2">
        <w:rPr>
          <w:rtl/>
        </w:rPr>
        <w:t>۔غا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المرام، 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tl/>
        </w:rPr>
        <w:t xml:space="preserve"> ہاشم بحران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۱۱۰۷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۸۳</w:t>
      </w:r>
      <w:r w:rsidRPr="00CD3FC2">
        <w:rPr>
          <w:rtl/>
        </w:rPr>
        <w:t>۔غرائب القرآن،ن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۸۵۰</w:t>
      </w:r>
      <w:r w:rsidRPr="00CD3FC2">
        <w:rPr>
          <w:rtl/>
        </w:rPr>
        <w:t>ئہ-،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۸۴</w:t>
      </w:r>
      <w:r w:rsidRPr="00CD3FC2">
        <w:rPr>
          <w:rtl/>
        </w:rPr>
        <w:t>۔فتح البار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ابن حجر العسقلان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۸۵۲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۸۵</w:t>
      </w:r>
      <w:r w:rsidRPr="00CD3FC2">
        <w:rPr>
          <w:rtl/>
        </w:rPr>
        <w:t>۔ فتح القد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شوکان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۱۲۵۰</w:t>
      </w:r>
      <w:r w:rsidRPr="00CD3FC2">
        <w:rPr>
          <w:rtl/>
        </w:rPr>
        <w:t>ئہ-، داراکتاب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۸۶</w:t>
      </w:r>
      <w:r w:rsidRPr="00CD3FC2">
        <w:rPr>
          <w:rtl/>
        </w:rPr>
        <w:t>۔فرائد السمط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ابراہ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محمد بن جو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۷۲۲</w:t>
      </w:r>
      <w:r w:rsidRPr="00CD3FC2">
        <w:rPr>
          <w:rtl/>
        </w:rPr>
        <w:t>ئہ-، مؤسسة المحمود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للطباعة والنشر،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۸۷</w:t>
      </w:r>
      <w:r w:rsidRPr="00CD3FC2">
        <w:rPr>
          <w:rtl/>
        </w:rPr>
        <w:t>۔الفصول المہمة، ابن صباغ مالک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۸۵۵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۸۸</w:t>
      </w:r>
      <w:r w:rsidRPr="00CD3FC2">
        <w:rPr>
          <w:rtl/>
        </w:rPr>
        <w:t>۔فضائل الصحابة، سمعان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۵۶۲</w:t>
      </w:r>
      <w:r w:rsidRPr="00CD3FC2">
        <w:rPr>
          <w:rtl/>
        </w:rPr>
        <w:t>ئہ-</w:t>
      </w: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ق)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۸۹</w:t>
      </w:r>
      <w:r w:rsidRPr="00CD3FC2">
        <w:rPr>
          <w:rtl/>
        </w:rPr>
        <w:t>۔القاموس المح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ط،</w:t>
      </w:r>
      <w:r w:rsidRPr="00CD3FC2">
        <w:rPr>
          <w:rtl/>
        </w:rPr>
        <w:t xml:space="preserve">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روزآباد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۸۱۷</w:t>
      </w:r>
      <w:r w:rsidRPr="00CD3FC2">
        <w:rPr>
          <w:rtl/>
        </w:rPr>
        <w:t>ئہ-، 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۹۰</w:t>
      </w:r>
      <w:r w:rsidRPr="00CD3FC2">
        <w:rPr>
          <w:rtl/>
        </w:rPr>
        <w:t>۔قواعد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علوم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</w:t>
      </w:r>
      <w:r w:rsidRPr="00CD3FC2">
        <w:rPr>
          <w:rtl/>
        </w:rPr>
        <w:t xml:space="preserve"> ظفر احمد تہانو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تحق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ابوالفتاح ابوغدة</w:t>
      </w: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ک)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۹۱</w:t>
      </w:r>
      <w:r w:rsidRPr="00CD3FC2">
        <w:rPr>
          <w:rtl/>
        </w:rPr>
        <w:t>۔ الکاف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کل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۳۲۹</w:t>
      </w:r>
      <w:r w:rsidRPr="00CD3FC2">
        <w:rPr>
          <w:rtl/>
        </w:rPr>
        <w:t>ئہ-، دارالکتب 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۹۲</w:t>
      </w:r>
      <w:r w:rsidRPr="00CD3FC2">
        <w:rPr>
          <w:rtl/>
        </w:rPr>
        <w:t>۔کتاب الثقات، ابن حبان، ت</w:t>
      </w:r>
      <w:r w:rsidRPr="00CD3FC2">
        <w:rPr>
          <w:rtl/>
          <w:lang w:bidi="fa-IR"/>
        </w:rPr>
        <w:t>۳۵۴</w:t>
      </w:r>
      <w:r w:rsidRPr="00CD3FC2">
        <w:rPr>
          <w:rtl/>
        </w:rPr>
        <w:t>ء ہ-، مؤسسة الکتب الثقاف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۹۳</w:t>
      </w:r>
      <w:r w:rsidRPr="00CD3FC2">
        <w:rPr>
          <w:rtl/>
        </w:rPr>
        <w:t>۔کتاب الع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خل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</w:t>
      </w:r>
      <w:r w:rsidRPr="00CD3FC2">
        <w:rPr>
          <w:rtl/>
        </w:rPr>
        <w:t xml:space="preserve"> بن احمد فراہ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۱۷۵</w:t>
      </w:r>
      <w:r w:rsidRPr="00CD3FC2">
        <w:rPr>
          <w:rtl/>
        </w:rPr>
        <w:t>ئہ-، مؤسسة دارالہجرة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۹۴</w:t>
      </w:r>
      <w:r w:rsidRPr="00CD3FC2">
        <w:rPr>
          <w:rtl/>
        </w:rPr>
        <w:t>۔الکشاف، زمخشر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۵۸۳</w:t>
      </w:r>
      <w:r w:rsidRPr="00CD3FC2">
        <w:rPr>
          <w:rtl/>
        </w:rPr>
        <w:t>ئہ-، دارالکتاب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۹۵</w:t>
      </w:r>
      <w:r w:rsidRPr="00CD3FC2">
        <w:rPr>
          <w:rtl/>
        </w:rPr>
        <w:t>۔الکشف و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ان،</w:t>
      </w:r>
      <w:r w:rsidRPr="00CD3FC2">
        <w:rPr>
          <w:rtl/>
        </w:rPr>
        <w:t xml:space="preserve"> ثعلب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سابور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۴۲۷</w:t>
      </w:r>
      <w:r w:rsidRPr="00CD3FC2">
        <w:rPr>
          <w:rtl/>
        </w:rPr>
        <w:t>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  <w:lang w:bidi="fa-IR"/>
        </w:rPr>
        <w:t>۴۳۷</w:t>
      </w:r>
      <w:r w:rsidRPr="00CD3FC2">
        <w:rPr>
          <w:rtl/>
        </w:rPr>
        <w:t>ئہ-، 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۹۶</w:t>
      </w:r>
      <w:r w:rsidRPr="00CD3FC2">
        <w:rPr>
          <w:rtl/>
        </w:rPr>
        <w:t>۔ کفا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الطالب، محمد بن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وسف</w:t>
      </w:r>
      <w:r w:rsidRPr="00CD3FC2">
        <w:rPr>
          <w:rtl/>
        </w:rPr>
        <w:t xml:space="preserve"> گنج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۶۵۸</w:t>
      </w:r>
      <w:r w:rsidRPr="00CD3FC2">
        <w:rPr>
          <w:rtl/>
        </w:rPr>
        <w:t>ئہ-، داراح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ائ</w:t>
      </w:r>
      <w:r w:rsidRPr="00CD3FC2">
        <w:rPr>
          <w:rtl/>
        </w:rPr>
        <w:t xml:space="preserve"> تراث </w:t>
      </w:r>
      <w:r w:rsidR="008F5E30">
        <w:rPr>
          <w:rtl/>
        </w:rPr>
        <w:t>اہل</w:t>
      </w:r>
      <w:r w:rsidRPr="00CD3FC2">
        <w:rPr>
          <w:rtl/>
        </w:rPr>
        <w:t xml:space="preserve">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۹۷</w:t>
      </w:r>
      <w:r w:rsidRPr="00CD3FC2">
        <w:rPr>
          <w:rtl/>
        </w:rPr>
        <w:t>۔کمال الد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محمد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بابو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۳۸۱</w:t>
      </w:r>
      <w:r w:rsidRPr="00CD3FC2">
        <w:rPr>
          <w:rtl/>
        </w:rPr>
        <w:t>ئہ-</w:t>
      </w:r>
    </w:p>
    <w:p w:rsidR="000B693F" w:rsidRDefault="000B693F" w:rsidP="003A5866">
      <w:pPr>
        <w:pStyle w:val="libNormal"/>
        <w:rPr>
          <w:rFonts w:hint="cs"/>
          <w:rtl/>
        </w:rPr>
      </w:pPr>
      <w:r w:rsidRPr="00CD3FC2">
        <w:rPr>
          <w:rtl/>
          <w:lang w:bidi="fa-IR"/>
        </w:rPr>
        <w:t>۹۸</w:t>
      </w:r>
      <w:r w:rsidRPr="00CD3FC2">
        <w:rPr>
          <w:rtl/>
        </w:rPr>
        <w:t>۔کنز العمال، متق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ہند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 </w:t>
      </w:r>
      <w:r w:rsidRPr="00CD3FC2">
        <w:rPr>
          <w:rtl/>
          <w:lang w:bidi="fa-IR"/>
        </w:rPr>
        <w:t>۹۷۵</w:t>
      </w:r>
      <w:r w:rsidRPr="00CD3FC2">
        <w:rPr>
          <w:rtl/>
        </w:rPr>
        <w:t>ئہ-، مؤسسة الرسالة،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C85646" w:rsidRDefault="00C85646" w:rsidP="00C40222">
      <w:pPr>
        <w:pStyle w:val="libNormal"/>
        <w:rPr>
          <w:rtl/>
        </w:rPr>
      </w:pPr>
      <w:r>
        <w:rPr>
          <w:rtl/>
        </w:rPr>
        <w:br w:type="page"/>
      </w:r>
    </w:p>
    <w:p w:rsidR="00C85646" w:rsidRPr="00CD3FC2" w:rsidRDefault="00C85646" w:rsidP="003A5866">
      <w:pPr>
        <w:pStyle w:val="libNormal"/>
        <w:rPr>
          <w:rtl/>
        </w:rPr>
      </w:pP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ل)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۹۹</w:t>
      </w:r>
      <w:r w:rsidRPr="00CD3FC2">
        <w:rPr>
          <w:rtl/>
        </w:rPr>
        <w:t>۔اللباب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علوم الکتاب، عمر بن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عادل الدمشق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الحنبل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متوف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بعد </w:t>
      </w:r>
      <w:r w:rsidRPr="00CD3FC2">
        <w:rPr>
          <w:rtl/>
          <w:lang w:bidi="fa-IR"/>
        </w:rPr>
        <w:t>۸۸۰</w:t>
      </w:r>
      <w:r w:rsidRPr="00CD3FC2">
        <w:rPr>
          <w:rtl/>
        </w:rPr>
        <w:t>ئہ-، دار 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۱۰۰</w:t>
      </w:r>
      <w:r w:rsidRPr="00CD3FC2">
        <w:rPr>
          <w:rtl/>
        </w:rPr>
        <w:t>۔لسان العرب، ابن منظور، ت</w:t>
      </w:r>
      <w:r w:rsidRPr="00CD3FC2">
        <w:rPr>
          <w:rtl/>
          <w:lang w:bidi="fa-IR"/>
        </w:rPr>
        <w:t>۷۱۱</w:t>
      </w:r>
      <w:r w:rsidRPr="00CD3FC2">
        <w:rPr>
          <w:rtl/>
        </w:rPr>
        <w:t>ئہ-، دار اح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اء</w:t>
      </w:r>
      <w:r w:rsidRPr="00CD3FC2">
        <w:rPr>
          <w:rtl/>
        </w:rPr>
        <w:t xml:space="preserve"> التراث العرب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م)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۱۰۱</w:t>
      </w:r>
      <w:r w:rsidRPr="00CD3FC2">
        <w:rPr>
          <w:rtl/>
        </w:rPr>
        <w:t>۔ما نزل من القرآن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،ابوبکر</w:t>
      </w:r>
      <w:r w:rsidRPr="00CD3FC2">
        <w:rPr>
          <w:rtl/>
        </w:rPr>
        <w:t xml:space="preserve"> الش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راز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۴۰۷</w:t>
      </w:r>
      <w:r w:rsidRPr="00CD3FC2">
        <w:rPr>
          <w:rtl/>
        </w:rPr>
        <w:t>ئہ-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۱۰۲</w:t>
      </w:r>
      <w:r w:rsidRPr="00CD3FC2">
        <w:rPr>
          <w:rtl/>
        </w:rPr>
        <w:t>۔ ما نزل من القرآن 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عل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ابو نع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اصفہان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۴۳۰</w:t>
      </w:r>
      <w:r w:rsidRPr="00CD3FC2">
        <w:rPr>
          <w:rtl/>
        </w:rPr>
        <w:t>ئہ- )بہ نقل احقاق)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۱۰۳</w:t>
      </w:r>
      <w:r w:rsidRPr="00CD3FC2">
        <w:rPr>
          <w:rtl/>
        </w:rPr>
        <w:t>۔المتفق و المتفرق خط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tl/>
        </w:rPr>
        <w:t xml:space="preserve"> بغداد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۴۶۳</w:t>
      </w:r>
      <w:r w:rsidRPr="00CD3FC2">
        <w:rPr>
          <w:rtl/>
        </w:rPr>
        <w:t>ئہ-)بہ واسطہ کنزالعمال)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۱۰۴</w:t>
      </w:r>
      <w:r w:rsidRPr="00CD3FC2">
        <w:rPr>
          <w:rtl/>
        </w:rPr>
        <w:t>۔ مجمع البحر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طر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۱۰۸۵</w:t>
      </w:r>
      <w:r w:rsidRPr="00CD3FC2">
        <w:rPr>
          <w:rtl/>
        </w:rPr>
        <w:t>ئہ-، دفتر نشر فرہنگ اسلام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۱۰۵</w:t>
      </w:r>
      <w:r w:rsidRPr="00CD3FC2">
        <w:rPr>
          <w:rtl/>
        </w:rPr>
        <w:t>۔مجمع الب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ان،طبرس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۵۶۰</w:t>
      </w:r>
      <w:r w:rsidRPr="00CD3FC2">
        <w:rPr>
          <w:rtl/>
        </w:rPr>
        <w:t>ئہ-، دارالمعرفة،ب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۱۰۶</w:t>
      </w:r>
      <w:r w:rsidRPr="00CD3FC2">
        <w:rPr>
          <w:rtl/>
        </w:rPr>
        <w:t>۔ مجمع الزوائد،ہ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۸۰۷</w:t>
      </w:r>
      <w:r w:rsidRPr="00CD3FC2">
        <w:rPr>
          <w:rtl/>
        </w:rPr>
        <w:t>ئہ-،دارالکتاب العرب</w:t>
      </w:r>
      <w:r w:rsidRPr="00CD3FC2">
        <w:rPr>
          <w:rFonts w:hint="cs"/>
          <w:rtl/>
        </w:rPr>
        <w:t>ی</w:t>
      </w:r>
      <w:r w:rsidRPr="00CD3FC2">
        <w:rPr>
          <w:rtl/>
        </w:rPr>
        <w:t>-دارالفکر،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۱۰۷</w:t>
      </w:r>
      <w:r w:rsidRPr="00CD3FC2">
        <w:rPr>
          <w:rtl/>
        </w:rPr>
        <w:t>۔المستدرک 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الصح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ن،حاکم</w:t>
      </w:r>
      <w:r w:rsidRPr="00CD3FC2">
        <w:rPr>
          <w:rtl/>
        </w:rPr>
        <w:t xml:space="preserve">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۴۰۵</w:t>
      </w:r>
      <w:r w:rsidRPr="00CD3FC2">
        <w:rPr>
          <w:rtl/>
        </w:rPr>
        <w:t>ئہ-، دارالمعرفة،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۱۰۸</w:t>
      </w:r>
      <w:r w:rsidRPr="00CD3FC2">
        <w:rPr>
          <w:rtl/>
        </w:rPr>
        <w:t>۔مسند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داوود 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الس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۲۰۴</w:t>
      </w:r>
      <w:r w:rsidRPr="00CD3FC2">
        <w:rPr>
          <w:rtl/>
        </w:rPr>
        <w:t>ئہ-،دارالکتاب اللبنان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۱۰۹</w:t>
      </w:r>
      <w:r w:rsidRPr="00CD3FC2">
        <w:rPr>
          <w:rtl/>
        </w:rPr>
        <w:t>۔مسند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موصل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۳۰۷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۱۱۰</w:t>
      </w:r>
      <w:r w:rsidRPr="00CD3FC2">
        <w:rPr>
          <w:rtl/>
        </w:rPr>
        <w:t>۔مسند احمد،احمد بن حنبل،ت</w:t>
      </w:r>
      <w:r w:rsidRPr="00CD3FC2">
        <w:rPr>
          <w:rtl/>
          <w:lang w:bidi="fa-IR"/>
        </w:rPr>
        <w:t>۲۴۱</w:t>
      </w:r>
      <w:r w:rsidRPr="00CD3FC2">
        <w:rPr>
          <w:rtl/>
        </w:rPr>
        <w:t>ئہ-، دارصادر،ب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  <w:r w:rsidRPr="00CD3FC2">
        <w:rPr>
          <w:rtl/>
        </w:rPr>
        <w:t>-دارالفکر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۱۱۱</w:t>
      </w:r>
      <w:r w:rsidRPr="00CD3FC2">
        <w:rPr>
          <w:rtl/>
        </w:rPr>
        <w:t>۔مسند اسحاق بن راہو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ہ،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۲۳۸</w:t>
      </w:r>
      <w:r w:rsidRPr="00CD3FC2">
        <w:rPr>
          <w:rtl/>
        </w:rPr>
        <w:t>ئہ-،مکتبة الا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مان،</w:t>
      </w:r>
      <w:r w:rsidRPr="00CD3FC2">
        <w:rPr>
          <w:rtl/>
        </w:rPr>
        <w:t xml:space="preserve"> مد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نة</w:t>
      </w:r>
      <w:r w:rsidRPr="00CD3FC2">
        <w:rPr>
          <w:rtl/>
        </w:rPr>
        <w:t xml:space="preserve"> المنورة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۱۱۲</w:t>
      </w:r>
      <w:r w:rsidRPr="00CD3FC2">
        <w:rPr>
          <w:rtl/>
        </w:rPr>
        <w:t>۔مسند عبد بن حم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د،ت</w:t>
      </w:r>
      <w:r w:rsidRPr="00CD3FC2">
        <w:rPr>
          <w:rtl/>
          <w:lang w:bidi="fa-IR"/>
        </w:rPr>
        <w:t>۲۴۹</w:t>
      </w:r>
      <w:r w:rsidRPr="00CD3FC2">
        <w:rPr>
          <w:rtl/>
        </w:rPr>
        <w:t>ئہ-، عالم الکتب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۱۱۳</w:t>
      </w:r>
      <w:r w:rsidRPr="00CD3FC2">
        <w:rPr>
          <w:rtl/>
        </w:rPr>
        <w:t>۔مشکل الآثار، طحاو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۳۲۱</w:t>
      </w:r>
      <w:r w:rsidRPr="00CD3FC2">
        <w:rPr>
          <w:rtl/>
        </w:rPr>
        <w:t>ئہ-،ط مجلس دائرة المعارف النظام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  <w:r w:rsidRPr="00CD3FC2">
        <w:rPr>
          <w:rtl/>
        </w:rPr>
        <w:t xml:space="preserve"> بالہند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۱۱۴</w:t>
      </w:r>
      <w:r w:rsidRPr="00CD3FC2">
        <w:rPr>
          <w:rtl/>
        </w:rPr>
        <w:t>۔ المصباح المن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احمد 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 </w:t>
      </w:r>
      <w:r w:rsidRPr="00CD3FC2">
        <w:rPr>
          <w:rtl/>
          <w:lang w:bidi="fa-IR"/>
        </w:rPr>
        <w:t>۷۰</w:t>
      </w:r>
      <w:r w:rsidRPr="00CD3FC2">
        <w:rPr>
          <w:rtl/>
        </w:rPr>
        <w:t>ء</w:t>
      </w:r>
      <w:r w:rsidRPr="00CD3FC2">
        <w:rPr>
          <w:rtl/>
          <w:lang w:bidi="fa-IR"/>
        </w:rPr>
        <w:t>۷</w:t>
      </w:r>
      <w:r w:rsidRPr="00CD3FC2">
        <w:rPr>
          <w:rtl/>
        </w:rPr>
        <w:t xml:space="preserve"> ہ- طبع مصطف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الباب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الحلب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و اولادہ بمصر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۱۱۵</w:t>
      </w:r>
      <w:r w:rsidRPr="00CD3FC2">
        <w:rPr>
          <w:rtl/>
        </w:rPr>
        <w:t>۔مصباح الہدا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بہبہان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ط سلمان فارس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،قم</w:t>
      </w:r>
    </w:p>
    <w:p w:rsidR="000B693F" w:rsidRDefault="000B693F" w:rsidP="003A5866">
      <w:pPr>
        <w:pStyle w:val="libNormal"/>
        <w:rPr>
          <w:rFonts w:hint="cs"/>
          <w:rtl/>
        </w:rPr>
      </w:pPr>
      <w:r w:rsidRPr="00CD3FC2">
        <w:rPr>
          <w:rtl/>
          <w:lang w:bidi="fa-IR"/>
        </w:rPr>
        <w:t>۱۱۶</w:t>
      </w:r>
      <w:r w:rsidRPr="00CD3FC2">
        <w:rPr>
          <w:rtl/>
        </w:rPr>
        <w:t>۔المصنف،ابن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بة،ت</w:t>
      </w:r>
      <w:r w:rsidRPr="00CD3FC2">
        <w:rPr>
          <w:rtl/>
          <w:lang w:bidi="fa-IR"/>
        </w:rPr>
        <w:t>۲۳۵</w:t>
      </w:r>
      <w:r w:rsidRPr="00CD3FC2">
        <w:rPr>
          <w:rtl/>
        </w:rPr>
        <w:t>ئہ-</w:t>
      </w:r>
    </w:p>
    <w:p w:rsidR="00C85646" w:rsidRDefault="00C85646" w:rsidP="00C40222">
      <w:pPr>
        <w:pStyle w:val="libNormal"/>
        <w:rPr>
          <w:rtl/>
        </w:rPr>
      </w:pPr>
      <w:r>
        <w:rPr>
          <w:rtl/>
        </w:rPr>
        <w:br w:type="page"/>
      </w:r>
    </w:p>
    <w:p w:rsidR="00C85646" w:rsidRPr="00CD3FC2" w:rsidRDefault="00C85646" w:rsidP="003A5866">
      <w:pPr>
        <w:pStyle w:val="libNormal"/>
        <w:rPr>
          <w:rtl/>
        </w:rPr>
      </w:pP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۱۱۷</w:t>
      </w:r>
      <w:r w:rsidRPr="00CD3FC2">
        <w:rPr>
          <w:rtl/>
        </w:rPr>
        <w:t>۔مطالب السؤول ابن طلحة نص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۶۵۲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۱۱۸</w:t>
      </w:r>
      <w:r w:rsidRPr="00CD3FC2">
        <w:rPr>
          <w:rtl/>
        </w:rPr>
        <w:t>۔معالم التنز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ل،</w:t>
      </w:r>
      <w:r w:rsidRPr="00CD3FC2">
        <w:rPr>
          <w:rtl/>
        </w:rPr>
        <w:t xml:space="preserve"> بغو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</w:rPr>
        <w:t xml:space="preserve"> </w:t>
      </w:r>
      <w:r w:rsidRPr="00CD3FC2">
        <w:rPr>
          <w:rtl/>
          <w:lang w:bidi="fa-IR"/>
        </w:rPr>
        <w:t>۲۱۰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۱۱۹</w:t>
      </w:r>
      <w:r w:rsidRPr="00CD3FC2">
        <w:rPr>
          <w:rtl/>
        </w:rPr>
        <w:t>۔المعجم الاوسط، طبران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۳۶۰</w:t>
      </w:r>
      <w:r w:rsidRPr="00CD3FC2">
        <w:rPr>
          <w:rtl/>
        </w:rPr>
        <w:t>ئہ-،مکتبة المعارف الر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اض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۱۲۰</w:t>
      </w:r>
      <w:r w:rsidRPr="00CD3FC2">
        <w:rPr>
          <w:rtl/>
        </w:rPr>
        <w:t>۔المعجم الصف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طبرن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۳۶۰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۱۲۱</w:t>
      </w:r>
      <w:r w:rsidRPr="00CD3FC2">
        <w:rPr>
          <w:rtl/>
        </w:rPr>
        <w:t>۔المعجم الکب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ر،</w:t>
      </w:r>
      <w:r w:rsidRPr="00CD3FC2">
        <w:rPr>
          <w:rtl/>
        </w:rPr>
        <w:t xml:space="preserve"> طبران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۳۶۰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۱۲۲</w:t>
      </w:r>
      <w:r w:rsidRPr="00CD3FC2">
        <w:rPr>
          <w:rtl/>
        </w:rPr>
        <w:t>۔ المعجم المختص بالمحدث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ذہب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۷۴۸</w:t>
      </w:r>
      <w:r w:rsidRPr="00CD3FC2">
        <w:rPr>
          <w:rtl/>
        </w:rPr>
        <w:t>ئہ-، مکتبة الصد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ق</w:t>
      </w:r>
      <w:r w:rsidRPr="00CD3FC2">
        <w:rPr>
          <w:rtl/>
        </w:rPr>
        <w:t xml:space="preserve"> سعود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۱۲۳</w:t>
      </w:r>
      <w:r w:rsidRPr="00CD3FC2">
        <w:rPr>
          <w:rtl/>
        </w:rPr>
        <w:t>۔معجم مقا</w:t>
      </w:r>
      <w:r w:rsidRPr="00CD3FC2">
        <w:rPr>
          <w:rFonts w:hint="cs"/>
          <w:rtl/>
        </w:rPr>
        <w:t>یی</w:t>
      </w:r>
      <w:r w:rsidRPr="00CD3FC2">
        <w:rPr>
          <w:rFonts w:hint="eastAsia"/>
          <w:rtl/>
        </w:rPr>
        <w:t>س</w:t>
      </w:r>
      <w:r w:rsidRPr="00CD3FC2">
        <w:rPr>
          <w:rtl/>
        </w:rPr>
        <w:t xml:space="preserve"> اللغة، ابن فارس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بن زکر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</w:t>
      </w:r>
      <w:r w:rsidRPr="00CD3FC2">
        <w:rPr>
          <w:rtl/>
        </w:rPr>
        <w:t xml:space="preserve"> القزو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الراز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</w:rPr>
        <w:t xml:space="preserve"> </w:t>
      </w:r>
      <w:r w:rsidRPr="00CD3FC2">
        <w:rPr>
          <w:rtl/>
          <w:lang w:bidi="fa-IR"/>
        </w:rPr>
        <w:t>۳۹۰</w:t>
      </w:r>
      <w:r w:rsidRPr="00CD3FC2">
        <w:rPr>
          <w:rtl/>
        </w:rPr>
        <w:t>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۱۲۴</w:t>
      </w:r>
      <w:r w:rsidRPr="00CD3FC2">
        <w:rPr>
          <w:rtl/>
        </w:rPr>
        <w:t>۔معرفة علوم الحد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ث،</w:t>
      </w:r>
      <w:r w:rsidRPr="00CD3FC2">
        <w:rPr>
          <w:rtl/>
        </w:rPr>
        <w:t xml:space="preserve"> حاکم 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شابور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۴۰۵</w:t>
      </w:r>
      <w:r w:rsidRPr="00CD3FC2">
        <w:rPr>
          <w:rtl/>
        </w:rPr>
        <w:t>ئہ-،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۱۲۵</w:t>
      </w:r>
      <w:r w:rsidRPr="00CD3FC2">
        <w:rPr>
          <w:rtl/>
        </w:rPr>
        <w:t>۔المعرفة والتار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خ،</w:t>
      </w:r>
      <w:r w:rsidRPr="00CD3FC2">
        <w:rPr>
          <w:rtl/>
        </w:rPr>
        <w:t xml:space="preserve">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عقوب</w:t>
      </w:r>
      <w:r w:rsidRPr="00CD3FC2">
        <w:rPr>
          <w:rtl/>
        </w:rPr>
        <w:t xml:space="preserve"> بن سف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ان</w:t>
      </w:r>
      <w:r w:rsidRPr="00CD3FC2">
        <w:rPr>
          <w:rtl/>
        </w:rPr>
        <w:t xml:space="preserve"> بن بسو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۲۷۷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۱۲۶</w:t>
      </w:r>
      <w:r w:rsidRPr="00CD3FC2">
        <w:rPr>
          <w:rtl/>
        </w:rPr>
        <w:t>۔مغن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اللب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ب،</w:t>
      </w:r>
      <w:r w:rsidRPr="00CD3FC2">
        <w:rPr>
          <w:rtl/>
        </w:rPr>
        <w:t xml:space="preserve"> ابن ہشام،ت</w:t>
      </w:r>
      <w:r w:rsidRPr="00CD3FC2">
        <w:rPr>
          <w:rtl/>
          <w:lang w:bidi="fa-IR"/>
        </w:rPr>
        <w:t>۷۶۱</w:t>
      </w:r>
      <w:r w:rsidRPr="00CD3FC2">
        <w:rPr>
          <w:rtl/>
        </w:rPr>
        <w:t>ئ ہ-، دارالکتب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۱۲۷</w:t>
      </w:r>
      <w:r w:rsidRPr="00CD3FC2">
        <w:rPr>
          <w:rtl/>
        </w:rPr>
        <w:t>۔المفردات،راغب اصفہان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۵۰۲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۱۲۸</w:t>
      </w:r>
      <w:r w:rsidRPr="00CD3FC2">
        <w:rPr>
          <w:rtl/>
        </w:rPr>
        <w:t>۔مقتل الحس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خوارزم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۵۶۸</w:t>
      </w:r>
      <w:r w:rsidRPr="00CD3FC2">
        <w:rPr>
          <w:rtl/>
        </w:rPr>
        <w:t>ئہ-، مکتبة المف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د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۱۲۹</w:t>
      </w:r>
      <w:r w:rsidRPr="00CD3FC2">
        <w:rPr>
          <w:rtl/>
        </w:rPr>
        <w:t>۔المناقب،موفق بن احمد خوارزم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۵۶۸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۱۳۰</w:t>
      </w:r>
      <w:r w:rsidRPr="00CD3FC2">
        <w:rPr>
          <w:rtl/>
        </w:rPr>
        <w:t>۔مناقب ابن مغازل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شافع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۴۸۳</w:t>
      </w:r>
      <w:r w:rsidRPr="00CD3FC2">
        <w:rPr>
          <w:rtl/>
        </w:rPr>
        <w:t>ئہ-،المکتبة الاسلمة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۱۳۱</w:t>
      </w:r>
      <w:r w:rsidRPr="00CD3FC2">
        <w:rPr>
          <w:rtl/>
        </w:rPr>
        <w:t>۔مناقب آل اب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طالب، ابن شہر آشوب،ت</w:t>
      </w:r>
      <w:r w:rsidRPr="00CD3FC2">
        <w:rPr>
          <w:rtl/>
          <w:lang w:bidi="fa-IR"/>
        </w:rPr>
        <w:t>۵۸۸</w:t>
      </w:r>
      <w:r w:rsidRPr="00CD3FC2">
        <w:rPr>
          <w:rtl/>
        </w:rPr>
        <w:t>ئہ-،ذوالقرب</w:t>
      </w:r>
      <w:r w:rsidRPr="00CD3FC2">
        <w:rPr>
          <w:rFonts w:hint="cs"/>
          <w:rtl/>
        </w:rPr>
        <w:t>ی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۱۳۲</w:t>
      </w:r>
      <w:r w:rsidRPr="00CD3FC2">
        <w:rPr>
          <w:rtl/>
        </w:rPr>
        <w:t>۔منتہ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الارب عبدالرح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بن عبدالکر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</w:t>
      </w:r>
      <w:r w:rsidRPr="00CD3FC2">
        <w:rPr>
          <w:rtl/>
        </w:rPr>
        <w:t xml:space="preserve"> الہند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۱۲۵۷</w:t>
      </w:r>
      <w:r w:rsidRPr="00CD3FC2">
        <w:rPr>
          <w:rtl/>
        </w:rPr>
        <w:t>ئہ-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۱۳۳</w:t>
      </w:r>
      <w:r w:rsidRPr="00CD3FC2">
        <w:rPr>
          <w:rtl/>
        </w:rPr>
        <w:t>۔الم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زان،</w:t>
      </w:r>
      <w:r w:rsidRPr="00CD3FC2">
        <w:rPr>
          <w:rtl/>
        </w:rPr>
        <w:t xml:space="preserve"> محمد حس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</w:t>
      </w:r>
      <w:r w:rsidRPr="00CD3FC2">
        <w:rPr>
          <w:rtl/>
        </w:rPr>
        <w:t xml:space="preserve"> طباطبائ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۱۴۰۲</w:t>
      </w:r>
      <w:r w:rsidRPr="00CD3FC2">
        <w:rPr>
          <w:rtl/>
        </w:rPr>
        <w:t>ئہ-، دارالکتب الاسلام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</w:t>
      </w:r>
    </w:p>
    <w:p w:rsidR="000B693F" w:rsidRDefault="000B693F" w:rsidP="003A5866">
      <w:pPr>
        <w:pStyle w:val="libNormal"/>
        <w:rPr>
          <w:rFonts w:hint="cs"/>
          <w:rtl/>
        </w:rPr>
      </w:pPr>
      <w:r w:rsidRPr="00CD3FC2">
        <w:rPr>
          <w:rtl/>
          <w:lang w:bidi="fa-IR"/>
        </w:rPr>
        <w:t>۱۳۴</w:t>
      </w:r>
      <w:r w:rsidRPr="00CD3FC2">
        <w:rPr>
          <w:rtl/>
        </w:rPr>
        <w:t>۔م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زان</w:t>
      </w:r>
      <w:r w:rsidRPr="00CD3FC2">
        <w:rPr>
          <w:rtl/>
        </w:rPr>
        <w:t xml:space="preserve"> الاعتدال، ذہب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۷۴۸</w:t>
      </w:r>
      <w:r w:rsidRPr="00CD3FC2">
        <w:rPr>
          <w:rtl/>
        </w:rPr>
        <w:t>ئہ-، دارالفکر</w:t>
      </w:r>
    </w:p>
    <w:p w:rsidR="00C85646" w:rsidRDefault="00C85646" w:rsidP="00C40222">
      <w:pPr>
        <w:pStyle w:val="libNormal"/>
        <w:rPr>
          <w:rtl/>
        </w:rPr>
      </w:pPr>
      <w:r>
        <w:rPr>
          <w:rtl/>
        </w:rPr>
        <w:br w:type="page"/>
      </w:r>
    </w:p>
    <w:p w:rsidR="00C85646" w:rsidRPr="00CD3FC2" w:rsidRDefault="00C85646" w:rsidP="003A5866">
      <w:pPr>
        <w:pStyle w:val="libNormal"/>
        <w:rPr>
          <w:rtl/>
        </w:rPr>
      </w:pP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tl/>
        </w:rPr>
        <w:t>ن)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۱۳۵</w:t>
      </w:r>
      <w:r w:rsidRPr="00CD3FC2">
        <w:rPr>
          <w:rtl/>
        </w:rPr>
        <w:t>۔نہج البلاغہ</w:t>
      </w:r>
    </w:p>
    <w:p w:rsidR="000B693F" w:rsidRPr="00CD3FC2" w:rsidRDefault="000B693F" w:rsidP="00107A46">
      <w:pPr>
        <w:pStyle w:val="libNormal"/>
        <w:rPr>
          <w:rtl/>
        </w:rPr>
      </w:pPr>
      <w:r w:rsidRPr="00CD3FC2">
        <w:rPr>
          <w:rtl/>
          <w:lang w:bidi="fa-IR"/>
        </w:rPr>
        <w:t>۱۳۶</w:t>
      </w:r>
      <w:r w:rsidRPr="00CD3FC2">
        <w:rPr>
          <w:rtl/>
        </w:rPr>
        <w:t>۔نظم درر السمط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محمد بن 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وسف</w:t>
      </w:r>
      <w:r w:rsidRPr="00CD3FC2">
        <w:rPr>
          <w:rtl/>
        </w:rPr>
        <w:t xml:space="preserve"> زرند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حنف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 </w:t>
      </w:r>
      <w:r w:rsidRPr="00CD3FC2">
        <w:rPr>
          <w:rtl/>
          <w:lang w:bidi="fa-IR"/>
        </w:rPr>
        <w:t>۷۵۰</w:t>
      </w:r>
      <w:r w:rsidRPr="00CD3FC2">
        <w:rPr>
          <w:rtl/>
        </w:rPr>
        <w:t>ئ ہ-، مطبعة القذاء)بہ نقل احقاق)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۱۳۷</w:t>
      </w:r>
      <w:r w:rsidRPr="00CD3FC2">
        <w:rPr>
          <w:rtl/>
        </w:rPr>
        <w:t>۔النہا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ابن اث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</w:t>
      </w:r>
      <w:r w:rsidRPr="00CD3FC2">
        <w:rPr>
          <w:rtl/>
        </w:rPr>
        <w:t xml:space="preserve"> جزر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</w:t>
      </w:r>
      <w:r w:rsidRPr="00CD3FC2">
        <w:rPr>
          <w:rtl/>
        </w:rPr>
        <w:t xml:space="preserve"> ت</w:t>
      </w:r>
      <w:r w:rsidRPr="00CD3FC2">
        <w:rPr>
          <w:rtl/>
          <w:lang w:bidi="fa-IR"/>
        </w:rPr>
        <w:t>۶۰۶</w:t>
      </w:r>
      <w:r w:rsidRPr="00CD3FC2">
        <w:rPr>
          <w:rtl/>
        </w:rPr>
        <w:t>ئہ-، المکتبة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ب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روت،</w:t>
      </w:r>
      <w:r w:rsidRPr="00CD3FC2">
        <w:rPr>
          <w:rtl/>
        </w:rPr>
        <w:t xml:space="preserve"> لبنان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۱۳۸</w:t>
      </w:r>
      <w:r w:rsidRPr="00CD3FC2">
        <w:rPr>
          <w:rtl/>
        </w:rPr>
        <w:t>۔نور الابصار،شبلنج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  <w:lang w:bidi="fa-IR"/>
        </w:rPr>
        <w:t>۱۳۰۸</w:t>
      </w:r>
      <w:r w:rsidRPr="00CD3FC2">
        <w:rPr>
          <w:rtl/>
        </w:rPr>
        <w:t>ئہ-،دارالفکر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۱۳۹</w:t>
      </w:r>
      <w:r w:rsidRPr="00CD3FC2">
        <w:rPr>
          <w:rtl/>
        </w:rPr>
        <w:t>۔نورالثقل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ن،</w:t>
      </w:r>
      <w:r w:rsidRPr="00CD3FC2">
        <w:rPr>
          <w:rtl/>
        </w:rPr>
        <w:t xml:space="preserve"> الہو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ز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،ت</w:t>
      </w:r>
      <w:r w:rsidRPr="00CD3FC2">
        <w:rPr>
          <w:rtl/>
        </w:rPr>
        <w:t xml:space="preserve"> </w:t>
      </w:r>
      <w:r w:rsidRPr="00CD3FC2">
        <w:rPr>
          <w:rtl/>
          <w:lang w:bidi="fa-IR"/>
        </w:rPr>
        <w:t>۱۱۱۲</w:t>
      </w:r>
      <w:r w:rsidRPr="00CD3FC2">
        <w:rPr>
          <w:rtl/>
        </w:rPr>
        <w:t>ئہ-، المطبعة العلم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ة،</w:t>
      </w:r>
      <w:r w:rsidRPr="00CD3FC2">
        <w:rPr>
          <w:rtl/>
        </w:rPr>
        <w:t xml:space="preserve"> قم</w:t>
      </w:r>
    </w:p>
    <w:p w:rsidR="000B693F" w:rsidRPr="00CD3FC2" w:rsidRDefault="004D4956" w:rsidP="00107A46">
      <w:pPr>
        <w:pStyle w:val="libNormal"/>
        <w:rPr>
          <w:rtl/>
        </w:rPr>
      </w:pPr>
      <w:r>
        <w:rPr>
          <w:rFonts w:hint="cs"/>
          <w:rtl/>
        </w:rPr>
        <w:t>(</w:t>
      </w:r>
      <w:r w:rsidR="000B693F" w:rsidRPr="00CD3FC2">
        <w:rPr>
          <w:rFonts w:hint="cs"/>
          <w:rtl/>
        </w:rPr>
        <w:t>ی</w:t>
      </w:r>
      <w:r w:rsidR="000B693F" w:rsidRPr="00CD3FC2">
        <w:rPr>
          <w:rtl/>
        </w:rPr>
        <w:t>)</w:t>
      </w:r>
    </w:p>
    <w:p w:rsidR="000B693F" w:rsidRPr="00CD3FC2" w:rsidRDefault="000B693F" w:rsidP="003A5866">
      <w:pPr>
        <w:pStyle w:val="libNormal"/>
        <w:rPr>
          <w:rtl/>
        </w:rPr>
      </w:pPr>
      <w:r w:rsidRPr="00CD3FC2">
        <w:rPr>
          <w:rtl/>
          <w:lang w:bidi="fa-IR"/>
        </w:rPr>
        <w:t>۱۴۰</w:t>
      </w:r>
      <w:r w:rsidRPr="00CD3FC2">
        <w:rPr>
          <w:rtl/>
        </w:rPr>
        <w:t>۔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نا</w:t>
      </w:r>
      <w:r w:rsidRPr="00CD3FC2">
        <w:rPr>
          <w:rFonts w:hint="cs"/>
          <w:rtl/>
        </w:rPr>
        <w:t>یی</w:t>
      </w:r>
      <w:r w:rsidRPr="00CD3FC2">
        <w:rPr>
          <w:rFonts w:hint="eastAsia"/>
          <w:rtl/>
        </w:rPr>
        <w:t>ع</w:t>
      </w:r>
      <w:r w:rsidRPr="00CD3FC2">
        <w:rPr>
          <w:rtl/>
        </w:rPr>
        <w:t xml:space="preserve"> المودة، ش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خ</w:t>
      </w:r>
      <w:r w:rsidRPr="00CD3FC2">
        <w:rPr>
          <w:rtl/>
        </w:rPr>
        <w:t xml:space="preserve"> سل</w:t>
      </w:r>
      <w:r w:rsidRPr="00CD3FC2">
        <w:rPr>
          <w:rFonts w:hint="cs"/>
          <w:rtl/>
        </w:rPr>
        <w:t>ی</w:t>
      </w:r>
      <w:r w:rsidRPr="00CD3FC2">
        <w:rPr>
          <w:rFonts w:hint="eastAsia"/>
          <w:rtl/>
        </w:rPr>
        <w:t>مان</w:t>
      </w:r>
      <w:r w:rsidRPr="00CD3FC2">
        <w:rPr>
          <w:rtl/>
        </w:rPr>
        <w:t xml:space="preserve"> حنف</w:t>
      </w:r>
      <w:r w:rsidRPr="00CD3FC2">
        <w:rPr>
          <w:rFonts w:hint="cs"/>
          <w:rtl/>
        </w:rPr>
        <w:t>ی</w:t>
      </w:r>
      <w:r w:rsidRPr="00CD3FC2">
        <w:rPr>
          <w:rtl/>
        </w:rPr>
        <w:t xml:space="preserve"> قندوز</w:t>
      </w:r>
      <w:r w:rsidRPr="00CD3FC2">
        <w:rPr>
          <w:rFonts w:hint="cs"/>
          <w:rtl/>
        </w:rPr>
        <w:t>ی</w:t>
      </w:r>
    </w:p>
    <w:p w:rsidR="004D4956" w:rsidRDefault="004D4956" w:rsidP="00F82107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47089036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</w:rPr>
      </w:sdtEndPr>
      <w:sdtContent>
        <w:p w:rsidR="00CC75C3" w:rsidRDefault="009F704C" w:rsidP="009F704C">
          <w:pPr>
            <w:pStyle w:val="Heading2Center"/>
          </w:pPr>
          <w:r w:rsidRPr="009F704C">
            <w:rPr>
              <w:rFonts w:hint="cs"/>
              <w:rtl/>
            </w:rPr>
            <w:t>فہرست</w:t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8103249" w:history="1">
            <w:r w:rsidRPr="00DB2838">
              <w:rPr>
                <w:rStyle w:val="Hyperlink"/>
                <w:rtl/>
              </w:rPr>
              <w:t>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ش لفظ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0" w:history="1">
            <w:r w:rsidRPr="00DB2838">
              <w:rPr>
                <w:rStyle w:val="Hyperlink"/>
                <w:rtl/>
              </w:rPr>
              <w:t>پہلانظر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1" w:history="1">
            <w:r w:rsidRPr="00DB2838">
              <w:rPr>
                <w:rStyle w:val="Hyperlink"/>
                <w:rtl/>
              </w:rPr>
              <w:t>دوسرانظر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2" w:history="1">
            <w:r w:rsidRPr="00DB2838">
              <w:rPr>
                <w:rStyle w:val="Hyperlink"/>
                <w:rtl/>
              </w:rPr>
              <w:t>پہلاباب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3" w:history="1">
            <w:r w:rsidRPr="00DB2838">
              <w:rPr>
                <w:rStyle w:val="Hyperlink"/>
                <w:rtl/>
              </w:rPr>
              <w:t>امامت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ابتلاء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روشن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4" w:history="1">
            <w:r w:rsidRPr="00DB2838">
              <w:rPr>
                <w:rStyle w:val="Hyperlink"/>
                <w:rtl/>
              </w:rPr>
              <w:t>پہل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5" w:history="1">
            <w:r w:rsidRPr="00DB2838">
              <w:rPr>
                <w:rStyle w:val="Hyperlink"/>
                <w:rtl/>
              </w:rPr>
              <w:t>منصب امامت کابلند مرتبہ ہو 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6" w:history="1">
            <w:r w:rsidRPr="00DB2838">
              <w:rPr>
                <w:rStyle w:val="Hyperlink"/>
                <w:rtl/>
              </w:rPr>
              <w:t>امتحان اورمنصب امامت کارابطہ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7" w:history="1">
            <w:r w:rsidRPr="00DB2838">
              <w:rPr>
                <w:rStyle w:val="Hyperlink"/>
                <w:rtl/>
              </w:rPr>
              <w:t>حضرت ابراھ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م 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السلام کاامتحان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8" w:history="1"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امامت کس 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زپردلالت کرت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59" w:history="1">
            <w:r w:rsidRPr="00DB2838">
              <w:rPr>
                <w:rStyle w:val="Hyperlink"/>
                <w:rtl/>
              </w:rPr>
              <w:t>دوسر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بات: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0" w:history="1">
            <w:r w:rsidRPr="00DB2838">
              <w:rPr>
                <w:rStyle w:val="Hyperlink"/>
                <w:rtl/>
              </w:rPr>
              <w:t>منصب امامت ظالموں کونہ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 ملے 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1" w:history="1">
            <w:r w:rsidRPr="00DB2838">
              <w:rPr>
                <w:rStyle w:val="Hyperlink"/>
                <w:rtl/>
              </w:rPr>
              <w:t>اعتراض کے جواب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دوبات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2" w:history="1">
            <w:r w:rsidRPr="00DB2838">
              <w:rPr>
                <w:rStyle w:val="Hyperlink"/>
                <w:rtl/>
              </w:rPr>
              <w:t>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3" w:history="1">
            <w:r w:rsidRPr="00DB2838">
              <w:rPr>
                <w:rStyle w:val="Hyperlink"/>
                <w:rtl/>
              </w:rPr>
              <w:t>منصب امامت کازبان امامت سے تعارف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4" w:history="1">
            <w:r w:rsidRPr="00DB2838">
              <w:rPr>
                <w:rStyle w:val="Hyperlink"/>
                <w:rtl/>
              </w:rPr>
              <w:t>دوسراباب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5" w:history="1">
            <w:r w:rsidRPr="00DB2838">
              <w:rPr>
                <w:rStyle w:val="Hyperlink"/>
                <w:rtl/>
              </w:rPr>
              <w:t>امامت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مباہلہ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روشن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6" w:history="1">
            <w:r w:rsidRPr="00DB2838">
              <w:rPr>
                <w:rStyle w:val="Hyperlink"/>
                <w:rtl/>
              </w:rPr>
              <w:t>نجران کے ع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سائ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اوران کاباطل دعو</w:t>
            </w:r>
            <w:r w:rsidRPr="00DB2838">
              <w:rPr>
                <w:rStyle w:val="Hyperlink"/>
                <w:rFonts w:hint="cs"/>
                <w:rtl/>
              </w:rPr>
              <w:t>یٰ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7" w:history="1">
            <w:r w:rsidRPr="00DB2838">
              <w:rPr>
                <w:rStyle w:val="Hyperlink"/>
                <w:rtl/>
              </w:rPr>
              <w:t>پہلامحور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9F704C" w:rsidRDefault="009F704C" w:rsidP="009F704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8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مباہلہ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غمبر </w:t>
            </w:r>
            <w:r w:rsidRPr="00DB2838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Pr="00DB2838">
              <w:rPr>
                <w:rStyle w:val="Hyperlink"/>
                <w:rtl/>
              </w:rPr>
              <w:t>کے ہمراہ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69" w:history="1">
            <w:r w:rsidRPr="00DB2838">
              <w:rPr>
                <w:rStyle w:val="Hyperlink"/>
                <w:rtl/>
              </w:rPr>
              <w:t>دوسرامحور: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0" w:history="1">
            <w:r w:rsidRPr="00DB2838">
              <w:rPr>
                <w:rStyle w:val="Hyperlink"/>
                <w:rtl/>
              </w:rPr>
              <w:t>مباہلہ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اہل 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رسول (ص)کے حاضر ہونے کامقصد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1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مباہلہ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اہل 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رسول)ص)ک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فض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لت وعظمت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بلند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2" w:history="1">
            <w:r w:rsidRPr="00DB2838">
              <w:rPr>
                <w:rStyle w:val="Hyperlink"/>
                <w:rtl/>
              </w:rPr>
              <w:t>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سرامحور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3" w:history="1">
            <w:r w:rsidRPr="00DB2838">
              <w:rPr>
                <w:rStyle w:val="Hyperlink"/>
                <w:rtl/>
              </w:rPr>
              <w:t>مباہلہ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غمبر (ص)اپنے ساتھ کس کو لے گئے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4" w:history="1">
            <w:r w:rsidRPr="00DB2838">
              <w:rPr>
                <w:rStyle w:val="Hyperlink"/>
                <w:rtl/>
              </w:rPr>
              <w:t>پہل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5" w:history="1">
            <w:r w:rsidRPr="00DB2838">
              <w:rPr>
                <w:rStyle w:val="Hyperlink"/>
                <w:rtl/>
              </w:rPr>
              <w:t>اس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سے قابل استفادہ نکات: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6" w:history="1">
            <w:r w:rsidRPr="00DB2838">
              <w:rPr>
                <w:rStyle w:val="Hyperlink"/>
                <w:rtl/>
              </w:rPr>
              <w:t>دوسر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7" w:history="1">
            <w:r w:rsidRPr="00DB2838">
              <w:rPr>
                <w:rStyle w:val="Hyperlink"/>
                <w:rtl/>
              </w:rPr>
              <w:t>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قابل استفادہ نکات: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8" w:history="1">
            <w:r w:rsidRPr="00DB2838">
              <w:rPr>
                <w:rStyle w:val="Hyperlink"/>
                <w:rtl/>
              </w:rPr>
              <w:t>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79" w:history="1">
            <w:r w:rsidRPr="00DB2838">
              <w:rPr>
                <w:rStyle w:val="Hyperlink"/>
                <w:rtl/>
              </w:rPr>
              <w:t>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کامعتبرراورصح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ح ہونا: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0" w:history="1">
            <w:r w:rsidRPr="00DB2838">
              <w:rPr>
                <w:rStyle w:val="Hyperlink"/>
                <w:rtl/>
                <w:lang w:bidi="fa-IR"/>
              </w:rPr>
              <w:t>۲</w:t>
            </w:r>
            <w:r w:rsidRPr="00DB2838">
              <w:rPr>
                <w:rStyle w:val="Hyperlink"/>
                <w:rtl/>
              </w:rPr>
              <w:t>۔ش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عہ امام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احاد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1" w:history="1">
            <w:r w:rsidRPr="00DB2838">
              <w:rPr>
                <w:rStyle w:val="Hyperlink"/>
                <w:rtl/>
              </w:rPr>
              <w:t>پہل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2" w:history="1">
            <w:r w:rsidRPr="00DB2838">
              <w:rPr>
                <w:rStyle w:val="Hyperlink"/>
                <w:rtl/>
              </w:rPr>
              <w:t>دوسر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3" w:history="1">
            <w:r w:rsidRPr="00DB2838">
              <w:rPr>
                <w:rStyle w:val="Hyperlink"/>
                <w:rtl/>
              </w:rPr>
              <w:t>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4" w:history="1">
            <w:r w:rsidRPr="00DB2838">
              <w:rPr>
                <w:rStyle w:val="Hyperlink"/>
                <w:rtl/>
              </w:rPr>
              <w:t>چوتھ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5" w:history="1">
            <w:r w:rsidRPr="00DB2838">
              <w:rPr>
                <w:rStyle w:val="Hyperlink"/>
                <w:rtl/>
              </w:rPr>
              <w:t>ش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خ محمدعبدہ اوررش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درضاسے ا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ک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6" w:history="1">
            <w:r w:rsidRPr="00DB2838">
              <w:rPr>
                <w:rStyle w:val="Hyperlink"/>
                <w:rtl/>
              </w:rPr>
              <w:t>ا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ک جعل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اوراہل سنّت کااس سے انکار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7" w:history="1">
            <w:r w:rsidRPr="00DB2838">
              <w:rPr>
                <w:rStyle w:val="Hyperlink"/>
                <w:rtl/>
              </w:rPr>
              <w:t>چھوتھامحور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9F704C" w:rsidRDefault="009F704C" w:rsidP="009F704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8" w:history="1">
            <w:r w:rsidRPr="00DB2838">
              <w:rPr>
                <w:rStyle w:val="Hyperlink"/>
                <w:rtl/>
              </w:rPr>
              <w:t>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(ع)نفس 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غمبر (ص)ہ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89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کے استدلال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فخرراز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0" w:history="1">
            <w:r w:rsidRPr="00DB2838">
              <w:rPr>
                <w:rStyle w:val="Hyperlink"/>
                <w:rtl/>
              </w:rPr>
              <w:t>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(ع)کونفس رسولجاننے وال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احاد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1" w:history="1">
            <w:r w:rsidRPr="00DB2838">
              <w:rPr>
                <w:rStyle w:val="Hyperlink"/>
                <w:rtl/>
              </w:rPr>
              <w:t>پانچواں محور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2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چندسوالات اور ان کے جوابات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3" w:history="1">
            <w:r w:rsidRPr="00DB2838">
              <w:rPr>
                <w:rStyle w:val="Hyperlink"/>
                <w:rtl/>
              </w:rPr>
              <w:t>آلوس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سے ا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ک گفتگو: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4" w:history="1">
            <w:r w:rsidRPr="00DB2838">
              <w:rPr>
                <w:rStyle w:val="Hyperlink"/>
                <w:rtl/>
              </w:rPr>
              <w:t>ش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عوں کااستدلال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5" w:history="1">
            <w:r w:rsidRPr="00DB2838">
              <w:rPr>
                <w:rStyle w:val="Hyperlink"/>
                <w:rtl/>
              </w:rPr>
              <w:t>ش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عوں کے استدلال کے سلسلہ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الوس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کاپہلااعتراض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6" w:history="1">
            <w:r w:rsidRPr="00DB2838">
              <w:rPr>
                <w:rStyle w:val="Hyperlink"/>
                <w:rtl/>
              </w:rPr>
              <w:t>اس اعتراض کاجواب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7" w:history="1">
            <w:r w:rsidRPr="00DB2838">
              <w:rPr>
                <w:rStyle w:val="Hyperlink"/>
                <w:rtl/>
              </w:rPr>
              <w:t>ش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عوں کے استدلال پرآلوس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کادوسرااعتراض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8" w:history="1">
            <w:r w:rsidRPr="00DB2838">
              <w:rPr>
                <w:rStyle w:val="Hyperlink"/>
                <w:rtl/>
              </w:rPr>
              <w:t>اس اعتراض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299" w:history="1">
            <w:r w:rsidRPr="00DB2838">
              <w:rPr>
                <w:rStyle w:val="Hyperlink"/>
                <w:rtl/>
              </w:rPr>
              <w:t>ش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عوں کے استدلال پر آلوس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 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سرا عتراض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Toc508103299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0" w:history="1">
            <w:r w:rsidRPr="00DB2838">
              <w:rPr>
                <w:rStyle w:val="Hyperlink"/>
                <w:rtl/>
              </w:rPr>
              <w:t>اس اعتراض کاجواب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1" w:history="1">
            <w:r w:rsidRPr="00DB2838">
              <w:rPr>
                <w:rStyle w:val="Hyperlink"/>
                <w:rtl/>
              </w:rPr>
              <w:t>فخرراز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 اعتراض: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2" w:history="1">
            <w:r w:rsidRPr="00DB2838">
              <w:rPr>
                <w:rStyle w:val="Hyperlink"/>
                <w:rtl/>
              </w:rPr>
              <w:t>فخرراز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کے اعتراض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3" w:history="1">
            <w:r w:rsidRPr="00DB2838">
              <w:rPr>
                <w:rStyle w:val="Hyperlink"/>
                <w:rtl/>
              </w:rPr>
              <w:t>ابن 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م</w:t>
            </w:r>
            <w:r w:rsidRPr="00DB2838">
              <w:rPr>
                <w:rStyle w:val="Hyperlink"/>
                <w:rFonts w:hint="cs"/>
                <w:rtl/>
              </w:rPr>
              <w:t>یّ</w:t>
            </w:r>
            <w:r w:rsidRPr="00DB2838">
              <w:rPr>
                <w:rStyle w:val="Hyperlink"/>
                <w:rtl/>
              </w:rPr>
              <w:t>ہ کا اعتراض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4" w:history="1">
            <w:r w:rsidRPr="00DB2838">
              <w:rPr>
                <w:rStyle w:val="Hyperlink"/>
                <w:rtl/>
              </w:rPr>
              <w:t>ابن 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م</w:t>
            </w:r>
            <w:r w:rsidRPr="00DB2838">
              <w:rPr>
                <w:rStyle w:val="Hyperlink"/>
                <w:rFonts w:hint="cs"/>
                <w:rtl/>
              </w:rPr>
              <w:t>یّ</w:t>
            </w:r>
            <w:r w:rsidRPr="00DB2838">
              <w:rPr>
                <w:rStyle w:val="Hyperlink"/>
                <w:rtl/>
              </w:rPr>
              <w:t>ہ کے اعتراض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5" w:history="1">
            <w:r w:rsidRPr="00DB2838">
              <w:rPr>
                <w:rStyle w:val="Hyperlink"/>
                <w:rtl/>
              </w:rPr>
              <w:t>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سراباب: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6" w:history="1">
            <w:r w:rsidRPr="00DB2838">
              <w:rPr>
                <w:rStyle w:val="Hyperlink"/>
                <w:rtl/>
              </w:rPr>
              <w:t>امامت،آ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اول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الامر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روشن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7" w:history="1">
            <w:r w:rsidRPr="00DB2838">
              <w:rPr>
                <w:rStyle w:val="Hyperlink"/>
                <w:rtl/>
              </w:rPr>
              <w:t>تمام اوامرونواہ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غمبر(ص)ک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عصمت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9F704C" w:rsidRDefault="009F704C" w:rsidP="009F704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8" w:history="1">
            <w:r w:rsidRPr="00DB2838">
              <w:rPr>
                <w:rStyle w:val="Hyperlink"/>
                <w:rtl/>
              </w:rPr>
              <w:t>اُولوالاامرک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اطاعت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09" w:history="1">
            <w:r w:rsidRPr="00DB2838">
              <w:rPr>
                <w:rStyle w:val="Hyperlink"/>
                <w:rtl/>
              </w:rPr>
              <w:t>اولوالامرکامفہوم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0" w:history="1">
            <w:r w:rsidRPr="00DB2838">
              <w:rPr>
                <w:rStyle w:val="Hyperlink"/>
                <w:rtl/>
              </w:rPr>
              <w:t>اولوالامرکا مصداق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1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اولوالامرکامرتبہ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2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اولوالامر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فخرراز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 قول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3" w:history="1">
            <w:r w:rsidRPr="00DB2838">
              <w:rPr>
                <w:rStyle w:val="Hyperlink"/>
                <w:rtl/>
              </w:rPr>
              <w:t>فخرراز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4" w:history="1">
            <w:r w:rsidRPr="00DB2838">
              <w:rPr>
                <w:rStyle w:val="Hyperlink"/>
                <w:rtl/>
              </w:rPr>
              <w:t>ائمہء معصوم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 )ع )ک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امامت پر فخرراز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کے اعتراضات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5" w:history="1">
            <w:r w:rsidRPr="00DB2838">
              <w:rPr>
                <w:rStyle w:val="Hyperlink"/>
                <w:rtl/>
              </w:rPr>
              <w:t>جملہء شرط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”فائے تفر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ع“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6" w:history="1">
            <w:r w:rsidRPr="00DB2838">
              <w:rPr>
                <w:rStyle w:val="Hyperlink"/>
                <w:rtl/>
              </w:rPr>
              <w:t>ظالم حکام اولوالامرنہ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 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7" w:history="1">
            <w:r w:rsidRPr="00DB2838">
              <w:rPr>
                <w:rStyle w:val="Hyperlink"/>
                <w:rtl/>
              </w:rPr>
              <w:t>اولوالامرکے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طبر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 قول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8" w:history="1">
            <w:r w:rsidRPr="00DB2838">
              <w:rPr>
                <w:rStyle w:val="Hyperlink"/>
                <w:rtl/>
              </w:rPr>
              <w:t>علماء بھ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اولوالامرنہ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 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19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کر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مہ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چند 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گر نکات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0" w:history="1">
            <w:r w:rsidRPr="00DB2838">
              <w:rPr>
                <w:rStyle w:val="Hyperlink"/>
                <w:rtl/>
              </w:rPr>
              <w:t>چند نظر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ات پرتنق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1" w:history="1">
            <w:r w:rsidRPr="00DB2838">
              <w:rPr>
                <w:rStyle w:val="Hyperlink"/>
                <w:rtl/>
              </w:rPr>
              <w:t>اصحاب اور تابع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 بھ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اولوالامر نہ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 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2" w:history="1">
            <w:r w:rsidRPr="00DB2838">
              <w:rPr>
                <w:rStyle w:val="Hyperlink"/>
                <w:rtl/>
              </w:rPr>
              <w:t>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کے سردار بھ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اولوالامر کے مصداق نہ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 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3" w:history="1">
            <w:r w:rsidRPr="00DB2838">
              <w:rPr>
                <w:rStyle w:val="Hyperlink"/>
                <w:rtl/>
              </w:rPr>
              <w:t>”اولوالامر“اورحد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منزلت،حد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اطاعت اورحد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ثقل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4" w:history="1">
            <w:r w:rsidRPr="00DB2838">
              <w:rPr>
                <w:rStyle w:val="Hyperlink"/>
                <w:rtl/>
              </w:rPr>
              <w:t>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منزلت: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5" w:history="1">
            <w:r w:rsidRPr="00DB2838">
              <w:rPr>
                <w:rStyle w:val="Hyperlink"/>
                <w:rtl/>
              </w:rPr>
              <w:t>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اطاعت: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6" w:history="1">
            <w:r w:rsidRPr="00DB2838">
              <w:rPr>
                <w:rStyle w:val="Hyperlink"/>
                <w:rtl/>
              </w:rPr>
              <w:t>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ثقل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7" w:history="1">
            <w:r w:rsidRPr="00DB2838">
              <w:rPr>
                <w:rStyle w:val="Hyperlink"/>
                <w:rtl/>
              </w:rPr>
              <w:t>ش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عہ وسن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منابع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اولوالامر سے متعلق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9F704C" w:rsidRDefault="009F704C" w:rsidP="009F704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8" w:history="1">
            <w:r w:rsidRPr="00DB2838">
              <w:rPr>
                <w:rStyle w:val="Hyperlink"/>
                <w:rtl/>
              </w:rPr>
              <w:t>پہل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29" w:history="1">
            <w:r w:rsidRPr="00DB2838">
              <w:rPr>
                <w:rStyle w:val="Hyperlink"/>
                <w:rtl/>
              </w:rPr>
              <w:t>دوسر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0" w:history="1">
            <w:r w:rsidRPr="00DB2838">
              <w:rPr>
                <w:rStyle w:val="Hyperlink"/>
                <w:rtl/>
              </w:rPr>
              <w:t>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1" w:history="1">
            <w:r w:rsidRPr="00DB2838">
              <w:rPr>
                <w:rStyle w:val="Hyperlink"/>
                <w:rtl/>
              </w:rPr>
              <w:t>چوتھا باب: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2" w:history="1">
            <w:r w:rsidRPr="00DB2838">
              <w:rPr>
                <w:rStyle w:val="Hyperlink"/>
                <w:rtl/>
              </w:rPr>
              <w:t>امامت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ولا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روشن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3" w:history="1">
            <w:r w:rsidRPr="00DB2838">
              <w:rPr>
                <w:rStyle w:val="Hyperlink"/>
                <w:rtl/>
              </w:rPr>
              <w:t>لفظ”إنما“ک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حصر پر دلالت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4" w:history="1">
            <w:r w:rsidRPr="00DB2838">
              <w:rPr>
                <w:rStyle w:val="Hyperlink"/>
                <w:rtl/>
              </w:rPr>
              <w:t>”ول</w:t>
            </w:r>
            <w:r w:rsidRPr="00DB2838">
              <w:rPr>
                <w:rStyle w:val="Hyperlink"/>
                <w:rFonts w:hint="cs"/>
                <w:rtl/>
              </w:rPr>
              <w:t>یّ</w:t>
            </w:r>
            <w:r w:rsidRPr="00DB2838">
              <w:rPr>
                <w:rStyle w:val="Hyperlink"/>
                <w:rtl/>
              </w:rPr>
              <w:t>“کے معن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تحق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5" w:history="1">
            <w:r w:rsidRPr="00DB2838">
              <w:rPr>
                <w:rStyle w:val="Hyperlink"/>
                <w:rtl/>
              </w:rPr>
              <w:t>چند بن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نکات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اد دہان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6" w:history="1">
            <w:r w:rsidRPr="00DB2838">
              <w:rPr>
                <w:rStyle w:val="Hyperlink"/>
                <w:rtl/>
                <w:lang w:bidi="fa-IR"/>
              </w:rPr>
              <w:t>۱</w:t>
            </w:r>
            <w:r w:rsidRPr="00DB2838">
              <w:rPr>
                <w:rStyle w:val="Hyperlink"/>
                <w:rtl/>
              </w:rPr>
              <w:t>۔قرآن مج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د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لفظ”ول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“کے استعمال کے مواقع: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7" w:history="1">
            <w:r w:rsidRPr="00DB2838">
              <w:rPr>
                <w:rStyle w:val="Hyperlink"/>
                <w:rtl/>
              </w:rPr>
              <w:t>رکوع کے معن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8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ولا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شان نزول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39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ولا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چند سوالات اوران کے جوابات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0" w:history="1">
            <w:r w:rsidRPr="00DB2838">
              <w:rPr>
                <w:rStyle w:val="Hyperlink"/>
                <w:rtl/>
                <w:lang w:bidi="fa-IR"/>
              </w:rPr>
              <w:t>۱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”ول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“کامعن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دوست نہ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1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2" w:history="1">
            <w:r w:rsidRPr="00DB2838">
              <w:rPr>
                <w:rStyle w:val="Hyperlink"/>
                <w:rtl/>
                <w:lang w:bidi="fa-IR"/>
              </w:rPr>
              <w:t>۲</w:t>
            </w:r>
            <w:r w:rsidRPr="00DB2838">
              <w:rPr>
                <w:rStyle w:val="Hyperlink"/>
                <w:rtl/>
              </w:rPr>
              <w:t>۔مذکورہ شان نزول )حالت رکوع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حضرت 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(ع)کاانفاق کر نا)ثابت نہ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 ہے۔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3" w:history="1">
            <w:r w:rsidRPr="00DB2838">
              <w:rPr>
                <w:rStyle w:val="Hyperlink"/>
                <w:rtl/>
              </w:rPr>
              <w:t>جواب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4" w:history="1">
            <w:r w:rsidRPr="00DB2838">
              <w:rPr>
                <w:rStyle w:val="Hyperlink"/>
                <w:rtl/>
                <w:lang w:bidi="fa-IR"/>
              </w:rPr>
              <w:t>۳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ا”إنمّا“حصرپردلالت کرتاہے؟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5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6" w:history="1">
            <w:r w:rsidRPr="00DB2838">
              <w:rPr>
                <w:rStyle w:val="Hyperlink"/>
                <w:rtl/>
                <w:lang w:bidi="fa-IR"/>
              </w:rPr>
              <w:t>۴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ا”الذ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 آمنوا“کا اطلاق 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السلام کے لئے مجاز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7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9F704C" w:rsidRDefault="009F704C" w:rsidP="009F704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8" w:history="1">
            <w:r w:rsidRPr="00DB2838">
              <w:rPr>
                <w:rStyle w:val="Hyperlink"/>
                <w:rtl/>
                <w:lang w:bidi="fa-IR"/>
              </w:rPr>
              <w:t>۵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 حضرت 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السلام کے پاس انفاق کے لئے کوئ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انگوٹھ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49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0" w:history="1">
            <w:r w:rsidRPr="00DB2838">
              <w:rPr>
                <w:rStyle w:val="Hyperlink"/>
                <w:rtl/>
                <w:lang w:bidi="fa-IR"/>
              </w:rPr>
              <w:t>۶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ا)راہ خدا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) انگوٹھ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انفاق کرنا حضور قلب)خضوع وخشوع) کے ساتھ ھم آھنگ وسازگارہے؟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1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2" w:history="1">
            <w:r w:rsidRPr="00DB2838">
              <w:rPr>
                <w:rStyle w:val="Hyperlink"/>
                <w:rtl/>
                <w:lang w:bidi="fa-IR"/>
              </w:rPr>
              <w:t>۷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 انفاق،نمازک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حالت کو توڑ نے کا سبب نہ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 بنتا؟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3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4" w:history="1">
            <w:r w:rsidRPr="00DB2838">
              <w:rPr>
                <w:rStyle w:val="Hyperlink"/>
                <w:rtl/>
                <w:lang w:bidi="fa-IR"/>
              </w:rPr>
              <w:t>۸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 مستحب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صدقہ کو بھ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زکوٰة کہاجاسکتاہے؟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5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6" w:history="1">
            <w:r w:rsidRPr="00DB2838">
              <w:rPr>
                <w:rStyle w:val="Hyperlink"/>
                <w:rtl/>
                <w:lang w:bidi="fa-IR"/>
              </w:rPr>
              <w:t>۹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 رکوع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زکوٰة 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نے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کوئ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خاص اہم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7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8" w:history="1">
            <w:r w:rsidRPr="00DB2838">
              <w:rPr>
                <w:rStyle w:val="Hyperlink"/>
                <w:rtl/>
                <w:lang w:bidi="fa-IR"/>
              </w:rPr>
              <w:t>۱۰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 اس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کامفہوم سابقہ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کے مناف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59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0" w:history="1">
            <w:r w:rsidRPr="00DB2838">
              <w:rPr>
                <w:rStyle w:val="Hyperlink"/>
                <w:rtl/>
                <w:lang w:bidi="fa-IR"/>
              </w:rPr>
              <w:t>۱۱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حصرائمہ معصوم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 )عل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ہم السلام)ک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امامت کے مناف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1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2" w:history="1">
            <w:r w:rsidRPr="00DB2838">
              <w:rPr>
                <w:rStyle w:val="Hyperlink"/>
                <w:rtl/>
                <w:lang w:bidi="fa-IR"/>
              </w:rPr>
              <w:t>۱۲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)عل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ہم السلام)پ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غمبراکرم (ص)کے زمانہ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بھ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سرپرست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کے عہدہ پرفائزتھے؟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3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4" w:history="1">
            <w:r w:rsidRPr="00DB2838">
              <w:rPr>
                <w:rStyle w:val="Hyperlink"/>
                <w:rtl/>
                <w:lang w:bidi="fa-IR"/>
              </w:rPr>
              <w:t>۱۳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 حضرت 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(عل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السلام) کوآ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ولا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کے 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ش نظرچوتھا خل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فہ جاناجاسکتاہے؟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5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6" w:history="1">
            <w:r w:rsidRPr="00DB2838">
              <w:rPr>
                <w:rStyle w:val="Hyperlink"/>
                <w:rtl/>
                <w:lang w:bidi="fa-IR"/>
              </w:rPr>
              <w:t>۱۴</w:t>
            </w:r>
            <w:r w:rsidRPr="00DB2838">
              <w:rPr>
                <w:rStyle w:val="Hyperlink"/>
                <w:rtl/>
              </w:rPr>
              <w:t>۔ک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احضر ت 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(عل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السلام)نے کبھ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ولا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کے ذر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عہ احتجاج واستدلال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7" w:history="1">
            <w:r w:rsidRPr="00DB2838">
              <w:rPr>
                <w:rStyle w:val="Hyperlink"/>
                <w:rtl/>
              </w:rPr>
              <w:t>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9F704C" w:rsidRDefault="009F704C" w:rsidP="009F704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8" w:history="1">
            <w:r w:rsidRPr="00DB2838">
              <w:rPr>
                <w:rStyle w:val="Hyperlink"/>
                <w:rtl/>
              </w:rPr>
              <w:t>پانچواں باب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69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صادق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روشن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اما 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0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کے بارے مفردات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بحث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1" w:history="1">
            <w:r w:rsidRPr="00DB2838">
              <w:rPr>
                <w:rStyle w:val="Hyperlink"/>
                <w:rtl/>
              </w:rPr>
              <w:t>استعمالا ت لغو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2" w:history="1">
            <w:r w:rsidRPr="00DB2838">
              <w:rPr>
                <w:rStyle w:val="Hyperlink"/>
                <w:rtl/>
              </w:rPr>
              <w:t>استعمالات قرآن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3" w:history="1">
            <w:r w:rsidRPr="00DB2838">
              <w:rPr>
                <w:rStyle w:val="Hyperlink"/>
                <w:rtl/>
              </w:rPr>
              <w:t>اس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کا گزشتہ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ات سے ربط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4" w:history="1">
            <w:r w:rsidRPr="00DB2838">
              <w:rPr>
                <w:rStyle w:val="Hyperlink"/>
                <w:rtl/>
              </w:rPr>
              <w:t>اس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کا ائمہ معصوم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ن(ع)ک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امامت سے ربط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5" w:history="1">
            <w:r w:rsidRPr="00DB2838">
              <w:rPr>
                <w:rStyle w:val="Hyperlink"/>
                <w:rtl/>
              </w:rPr>
              <w:t>علماء ومفسر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 کے 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انات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تحق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6" w:history="1">
            <w:r w:rsidRPr="00DB2838">
              <w:rPr>
                <w:rStyle w:val="Hyperlink"/>
                <w:rtl/>
              </w:rPr>
              <w:t>علامہ بہبہان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 قول: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7" w:history="1">
            <w:r w:rsidRPr="00DB2838">
              <w:rPr>
                <w:rStyle w:val="Hyperlink"/>
                <w:rtl/>
              </w:rPr>
              <w:t>فخرراز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کا قول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8" w:history="1">
            <w:r w:rsidRPr="00DB2838">
              <w:rPr>
                <w:rStyle w:val="Hyperlink"/>
                <w:rtl/>
              </w:rPr>
              <w:t>فخرراز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کے قول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79" w:history="1">
            <w:r w:rsidRPr="00DB2838">
              <w:rPr>
                <w:rStyle w:val="Hyperlink"/>
                <w:rtl/>
              </w:rPr>
              <w:t>اس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ش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عہ اورسنّ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احاد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0" w:history="1">
            <w:r w:rsidRPr="00DB2838">
              <w:rPr>
                <w:rStyle w:val="Hyperlink"/>
                <w:rtl/>
              </w:rPr>
              <w:t>ان احاد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کاجواب: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1" w:history="1">
            <w:r w:rsidRPr="00DB2838">
              <w:rPr>
                <w:rStyle w:val="Hyperlink"/>
                <w:rtl/>
              </w:rPr>
              <w:t>چھٹاباب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2" w:history="1">
            <w:r w:rsidRPr="00DB2838">
              <w:rPr>
                <w:rStyle w:val="Hyperlink"/>
                <w:rtl/>
              </w:rPr>
              <w:t>امامت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روشن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3" w:history="1">
            <w:r w:rsidRPr="00DB2838">
              <w:rPr>
                <w:rStyle w:val="Hyperlink"/>
                <w:rtl/>
              </w:rPr>
              <w:t>”إنّما“حصرکا فائدئہ 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تا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4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ارادے سے مرادارادہ تکو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ہے نہ تشر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ع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5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ارادہ کے تکو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ہونے کے دلائل: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6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اہل 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ہم السلام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7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 کے مفاد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بحث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9F704C" w:rsidRDefault="009F704C" w:rsidP="009F704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8" w:history="1">
            <w:r w:rsidRPr="00DB2838">
              <w:rPr>
                <w:rStyle w:val="Hyperlink"/>
                <w:rtl/>
              </w:rPr>
              <w:t>س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اق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89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احاد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0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احاد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طبقہ بند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1" w:history="1">
            <w:r w:rsidRPr="00DB2838">
              <w:rPr>
                <w:rStyle w:val="Hyperlink"/>
                <w:rtl/>
                <w:lang w:bidi="fa-IR"/>
              </w:rPr>
              <w:t>۱</w:t>
            </w:r>
            <w:r w:rsidRPr="00DB2838">
              <w:rPr>
                <w:rStyle w:val="Hyperlink"/>
                <w:rtl/>
              </w:rPr>
              <w:t>۔ ”اہل 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ت“ک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پنجتن پاک سے تفس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2" w:history="1">
            <w:r w:rsidRPr="00DB2838">
              <w:rPr>
                <w:rStyle w:val="Hyperlink"/>
                <w:rtl/>
                <w:lang w:bidi="fa-IR"/>
              </w:rPr>
              <w:t>۲</w:t>
            </w:r>
            <w:r w:rsidRPr="00DB2838">
              <w:rPr>
                <w:rStyle w:val="Hyperlink"/>
                <w:rtl/>
              </w:rPr>
              <w:t>۔آ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تفس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کساء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3" w:history="1">
            <w:r w:rsidRPr="00DB2838">
              <w:rPr>
                <w:rStyle w:val="Hyperlink"/>
                <w:rtl/>
                <w:lang w:bidi="fa-IR"/>
              </w:rPr>
              <w:t>۱</w:t>
            </w:r>
            <w:r w:rsidRPr="00DB2838">
              <w:rPr>
                <w:rStyle w:val="Hyperlink"/>
                <w:rtl/>
              </w:rPr>
              <w:t>۔”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إنک إل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خ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ر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4" w:history="1">
            <w:r w:rsidRPr="00DB2838">
              <w:rPr>
                <w:rStyle w:val="Hyperlink"/>
                <w:rtl/>
                <w:lang w:bidi="fa-IR"/>
              </w:rPr>
              <w:t>۲</w:t>
            </w:r>
            <w:r w:rsidRPr="00DB2838">
              <w:rPr>
                <w:rStyle w:val="Hyperlink"/>
                <w:rtl/>
              </w:rPr>
              <w:t>۔”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تنح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فإنّک ال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الخ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ر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5" w:history="1">
            <w:r w:rsidRPr="00DB2838">
              <w:rPr>
                <w:rStyle w:val="Hyperlink"/>
                <w:rtl/>
                <w:lang w:bidi="fa-IR"/>
              </w:rPr>
              <w:t>۳</w:t>
            </w:r>
            <w:r w:rsidRPr="00DB2838">
              <w:rPr>
                <w:rStyle w:val="Hyperlink"/>
                <w:rtl/>
              </w:rPr>
              <w:t>۔”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فجذبه من 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د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6" w:history="1">
            <w:r w:rsidRPr="00DB2838">
              <w:rPr>
                <w:rStyle w:val="Hyperlink"/>
                <w:rtl/>
                <w:lang w:bidi="fa-IR"/>
              </w:rPr>
              <w:t>۴</w:t>
            </w:r>
            <w:r w:rsidRPr="00DB2838">
              <w:rPr>
                <w:rStyle w:val="Hyperlink"/>
                <w:rtl/>
              </w:rPr>
              <w:t>۔”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ماقال:إنّک من اهل الب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ت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7" w:history="1">
            <w:r w:rsidRPr="00DB2838">
              <w:rPr>
                <w:rStyle w:val="Hyperlink"/>
                <w:rtl/>
                <w:lang w:bidi="fa-IR"/>
              </w:rPr>
              <w:t>۵</w:t>
            </w:r>
            <w:r w:rsidRPr="00DB2838">
              <w:rPr>
                <w:rStyle w:val="Hyperlink"/>
                <w:rtl/>
              </w:rPr>
              <w:t xml:space="preserve">۔” 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لا، وانت عل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خ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ر</w:t>
            </w:r>
            <w:r w:rsidRPr="00DB2838">
              <w:rPr>
                <w:rStyle w:val="Hyperlink"/>
                <w:rtl/>
              </w:rPr>
              <w:t xml:space="preserve"> 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8" w:history="1">
            <w:r w:rsidRPr="00DB2838">
              <w:rPr>
                <w:rStyle w:val="Hyperlink"/>
                <w:rtl/>
              </w:rPr>
              <w:t>سندحد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ث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تحق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399" w:history="1">
            <w:r w:rsidRPr="00DB2838">
              <w:rPr>
                <w:rStyle w:val="Hyperlink"/>
                <w:rtl/>
                <w:lang w:bidi="fa-IR"/>
              </w:rPr>
              <w:t>۶</w:t>
            </w:r>
            <w:r w:rsidRPr="00DB2838">
              <w:rPr>
                <w:rStyle w:val="Hyperlink"/>
                <w:rtl/>
              </w:rPr>
              <w:t>۔”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فوالله ما انعم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Toc508103399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0" w:history="1">
            <w:r w:rsidRPr="00DB2838">
              <w:rPr>
                <w:rStyle w:val="Hyperlink"/>
                <w:rtl/>
                <w:lang w:bidi="fa-IR"/>
              </w:rPr>
              <w:t>۷</w:t>
            </w:r>
            <w:r w:rsidRPr="00DB2838">
              <w:rPr>
                <w:rStyle w:val="Hyperlink"/>
                <w:rtl/>
              </w:rPr>
              <w:t>۔”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مکانک،انت عل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خ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ر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1" w:history="1">
            <w:r w:rsidRPr="00DB2838">
              <w:rPr>
                <w:rStyle w:val="Hyperlink"/>
                <w:rtl/>
              </w:rPr>
              <w:t>سند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تحق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ق: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2" w:history="1">
            <w:r w:rsidRPr="00DB2838">
              <w:rPr>
                <w:rStyle w:val="Hyperlink"/>
                <w:rtl/>
                <w:lang w:bidi="fa-IR"/>
              </w:rPr>
              <w:t>۸</w:t>
            </w:r>
            <w:r w:rsidRPr="00DB2838">
              <w:rPr>
                <w:rStyle w:val="Hyperlink"/>
                <w:rtl/>
              </w:rPr>
              <w:t xml:space="preserve">۔” 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فوددت ا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ٴ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نة قال :نعم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3" w:history="1">
            <w:r w:rsidRPr="00DB2838">
              <w:rPr>
                <w:rStyle w:val="Hyperlink"/>
                <w:rtl/>
              </w:rPr>
              <w:t>”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فتنحّ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ل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عن ا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ٴ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هل ب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ت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“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4" w:history="1">
            <w:r w:rsidRPr="00DB2838">
              <w:rPr>
                <w:rStyle w:val="Hyperlink"/>
                <w:rtl/>
                <w:lang w:bidi="fa-IR"/>
              </w:rPr>
              <w:t>۱۰</w:t>
            </w:r>
            <w:r w:rsidRPr="00DB2838">
              <w:rPr>
                <w:rStyle w:val="Hyperlink"/>
                <w:rtl/>
              </w:rPr>
              <w:t>۔”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إنک لعل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خ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ر، ولم 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د خلن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معهم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5" w:history="1">
            <w:r w:rsidRPr="00DB2838">
              <w:rPr>
                <w:rStyle w:val="Hyperlink"/>
                <w:rtl/>
                <w:lang w:bidi="fa-IR"/>
              </w:rPr>
              <w:t>۱۱</w:t>
            </w:r>
            <w:r w:rsidRPr="00DB2838">
              <w:rPr>
                <w:rStyle w:val="Hyperlink"/>
                <w:rtl/>
              </w:rPr>
              <w:t>۔”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فوالله ماقال :انت معهم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6" w:history="1">
            <w:r w:rsidRPr="00DB2838">
              <w:rPr>
                <w:rStyle w:val="Hyperlink"/>
                <w:rtl/>
                <w:lang w:bidi="fa-IR"/>
              </w:rPr>
              <w:t>۱۲</w:t>
            </w:r>
            <w:r w:rsidRPr="00DB2838">
              <w:rPr>
                <w:rStyle w:val="Hyperlink"/>
                <w:rtl/>
              </w:rPr>
              <w:t>۔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إنّک لعل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 xml:space="preserve"> خ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ر،وهؤلائ اهل ب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Fonts w:ascii="Traditional Arabic" w:hAnsi="Traditional Arabic" w:cs="Traditional Arabic"/>
                <w:rtl/>
              </w:rPr>
              <w:t>ت</w:t>
            </w:r>
            <w:r w:rsidRPr="00DB2838">
              <w:rPr>
                <w:rStyle w:val="Hyperlink"/>
                <w:rFonts w:ascii="Traditional Arabic" w:hAnsi="Traditional Arabic" w:cs="Traditional Arabic"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“ک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تعب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7" w:history="1">
            <w:r w:rsidRPr="00DB2838">
              <w:rPr>
                <w:rStyle w:val="Hyperlink"/>
                <w:rtl/>
              </w:rPr>
              <w:t>درعل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و فاطمہ پر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تلاوت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9F704C" w:rsidRDefault="009F704C" w:rsidP="009F704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8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 کا پنجتن پاک (عل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ہم السلام) 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نازل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09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ہء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رکے بارے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 w:rsidRPr="00DB2838">
              <w:rPr>
                <w:rStyle w:val="Hyperlink"/>
                <w:rtl/>
              </w:rPr>
              <w:t xml:space="preserve">  چند سوالات اور ان کے جوابات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0" w:history="1">
            <w:r w:rsidRPr="00DB2838">
              <w:rPr>
                <w:rStyle w:val="Hyperlink"/>
                <w:rtl/>
              </w:rPr>
              <w:t>پہلاسوال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1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2" w:history="1">
            <w:r w:rsidRPr="00DB2838">
              <w:rPr>
                <w:rStyle w:val="Hyperlink"/>
                <w:rtl/>
              </w:rPr>
              <w:t>دوسرا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3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4" w:history="1">
            <w:r w:rsidRPr="00DB2838">
              <w:rPr>
                <w:rStyle w:val="Hyperlink"/>
                <w:rtl/>
              </w:rPr>
              <w:t>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سرا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5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6" w:history="1">
            <w:r w:rsidRPr="00DB2838">
              <w:rPr>
                <w:rStyle w:val="Hyperlink"/>
                <w:rtl/>
              </w:rPr>
              <w:t>چوتھا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7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8" w:history="1">
            <w:r w:rsidRPr="00DB2838">
              <w:rPr>
                <w:rStyle w:val="Hyperlink"/>
                <w:rtl/>
              </w:rPr>
              <w:t>پانچواں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19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0" w:history="1">
            <w:r w:rsidRPr="00DB2838">
              <w:rPr>
                <w:rStyle w:val="Hyperlink"/>
                <w:rtl/>
              </w:rPr>
              <w:t>چھٹا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1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229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2" w:history="1">
            <w:r w:rsidRPr="00DB2838">
              <w:rPr>
                <w:rStyle w:val="Hyperlink"/>
                <w:rtl/>
              </w:rPr>
              <w:t>ساتواں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3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4" w:history="1">
            <w:r w:rsidRPr="00DB2838">
              <w:rPr>
                <w:rStyle w:val="Hyperlink"/>
                <w:rtl/>
              </w:rPr>
              <w:t>آٹھواں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5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6" w:history="1">
            <w:r w:rsidRPr="00DB2838">
              <w:rPr>
                <w:rStyle w:val="Hyperlink"/>
                <w:rtl/>
              </w:rPr>
              <w:t>نواں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7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234</w:t>
            </w:r>
            <w:r>
              <w:rPr>
                <w:webHidden/>
                <w:rtl/>
              </w:rPr>
              <w:fldChar w:fldCharType="end"/>
            </w:r>
          </w:hyperlink>
        </w:p>
        <w:p w:rsidR="009F704C" w:rsidRDefault="009F704C" w:rsidP="009F704C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8" w:history="1">
            <w:r w:rsidRPr="00DB2838">
              <w:rPr>
                <w:rStyle w:val="Hyperlink"/>
                <w:rtl/>
              </w:rPr>
              <w:t>دسواں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29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0" w:history="1">
            <w:r w:rsidRPr="00DB2838">
              <w:rPr>
                <w:rStyle w:val="Hyperlink"/>
                <w:rtl/>
              </w:rPr>
              <w:t>گ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ارہواں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1" w:history="1">
            <w:r w:rsidRPr="00DB2838">
              <w:rPr>
                <w:rStyle w:val="Hyperlink"/>
                <w:rtl/>
              </w:rPr>
              <w:t>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2" w:history="1">
            <w:r w:rsidRPr="00DB2838">
              <w:rPr>
                <w:rStyle w:val="Hyperlink"/>
                <w:rtl/>
              </w:rPr>
              <w:t>ساتواں باب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3" w:history="1">
            <w:r w:rsidRPr="00DB2838">
              <w:rPr>
                <w:rStyle w:val="Hyperlink"/>
                <w:rtl/>
              </w:rPr>
              <w:t>امامت 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” علم الکتاب“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روشن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م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Fonts w:hint="eastAsia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4" w:history="1">
            <w:r w:rsidRPr="00DB2838">
              <w:rPr>
                <w:rStyle w:val="Hyperlink"/>
                <w:rtl/>
              </w:rPr>
              <w:t>خدا وند عالم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گواھ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5" w:history="1">
            <w:r w:rsidRPr="00DB2838">
              <w:rPr>
                <w:rStyle w:val="Hyperlink"/>
                <w:rtl/>
              </w:rPr>
              <w:t>من عندہ علم الکتاب - سے مرادکون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241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6" w:history="1">
            <w:r w:rsidRPr="00DB2838">
              <w:rPr>
                <w:rStyle w:val="Hyperlink"/>
                <w:rtl/>
              </w:rPr>
              <w:t>لوح محفوظ اور حقائق ھست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7" w:history="1">
            <w:r w:rsidRPr="00DB2838">
              <w:rPr>
                <w:rStyle w:val="Hyperlink"/>
                <w:rtl/>
              </w:rPr>
              <w:t>مطھّرون اور لوح محفوظ سے آگاہ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244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8" w:history="1">
            <w:r w:rsidRPr="00DB2838">
              <w:rPr>
                <w:rStyle w:val="Hyperlink"/>
                <w:rtl/>
              </w:rPr>
              <w:t>” مطھر</w:t>
            </w:r>
            <w:r w:rsidRPr="00DB2838">
              <w:rPr>
                <w:rStyle w:val="Hyperlink"/>
                <w:rtl/>
              </w:rPr>
              <w:t>و</w:t>
            </w:r>
            <w:r w:rsidRPr="00DB2838">
              <w:rPr>
                <w:rStyle w:val="Hyperlink"/>
                <w:rtl/>
              </w:rPr>
              <w:t>ن “سے مرادکون 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ں؟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246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39" w:history="1">
            <w:r w:rsidRPr="00DB2838">
              <w:rPr>
                <w:rStyle w:val="Hyperlink"/>
                <w:rtl/>
              </w:rPr>
              <w:t>آ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ہ تطہ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ر اور پ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غمبر کا محترم خاندان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40" w:history="1">
            <w:r w:rsidRPr="00DB2838">
              <w:rPr>
                <w:rStyle w:val="Hyperlink"/>
                <w:rtl/>
              </w:rPr>
              <w:t>”آصف بر خ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>ا“ اور کتاب کے کچھ حصہ کا علم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248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08103441" w:history="1">
            <w:r w:rsidRPr="00DB2838">
              <w:rPr>
                <w:rStyle w:val="Hyperlink"/>
                <w:rtl/>
              </w:rPr>
              <w:t>منابع ک</w:t>
            </w:r>
            <w:r w:rsidRPr="00DB2838">
              <w:rPr>
                <w:rStyle w:val="Hyperlink"/>
                <w:rFonts w:hint="cs"/>
                <w:rtl/>
              </w:rPr>
              <w:t>ی</w:t>
            </w:r>
            <w:r w:rsidRPr="00DB2838">
              <w:rPr>
                <w:rStyle w:val="Hyperlink"/>
                <w:rtl/>
              </w:rPr>
              <w:t xml:space="preserve"> فہرست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Toc508103441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253</w:t>
            </w:r>
            <w:r>
              <w:rPr>
                <w:webHidden/>
                <w:rtl/>
              </w:rPr>
              <w:fldChar w:fldCharType="end"/>
            </w:r>
          </w:hyperlink>
        </w:p>
        <w:p w:rsidR="00CC75C3" w:rsidRDefault="00CC75C3">
          <w:r>
            <w:fldChar w:fldCharType="end"/>
          </w:r>
        </w:p>
      </w:sdtContent>
    </w:sdt>
    <w:p w:rsidR="002B1AC1" w:rsidRPr="00CD3FC2" w:rsidRDefault="002B1AC1" w:rsidP="00107A46">
      <w:pPr>
        <w:pStyle w:val="libNormal"/>
        <w:rPr>
          <w:rtl/>
        </w:rPr>
      </w:pPr>
    </w:p>
    <w:sectPr w:rsidR="002B1AC1" w:rsidRPr="00CD3FC2" w:rsidSect="00D871D4">
      <w:footerReference w:type="default" r:id="rId10"/>
      <w:footerReference w:type="first" r:id="rId11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39D" w:rsidRDefault="0064339D">
      <w:r>
        <w:separator/>
      </w:r>
    </w:p>
  </w:endnote>
  <w:endnote w:type="continuationSeparator" w:id="0">
    <w:p w:rsidR="0064339D" w:rsidRDefault="00643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C3" w:rsidRDefault="00CC75C3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5C3" w:rsidRPr="00826B03" w:rsidRDefault="00CC75C3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39D" w:rsidRDefault="0064339D">
      <w:r>
        <w:separator/>
      </w:r>
    </w:p>
  </w:footnote>
  <w:footnote w:type="continuationSeparator" w:id="0">
    <w:p w:rsidR="0064339D" w:rsidRDefault="00643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ED"/>
    <w:rsid w:val="005645AE"/>
    <w:rsid w:val="00565201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2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B76D20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B76D20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037B1C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037B1C"/>
    <w:rPr>
      <w:rFonts w:ascii="Traditional Arabic" w:hAnsi="Traditional Arabic"/>
      <w:color w:val="000000" w:themeColor="text1"/>
      <w:sz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lhassanain.org/urdu/?com=book&amp;id=5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3ADF6-F1BC-4515-BA29-2C4466F3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19234</TotalTime>
  <Pages>271</Pages>
  <Words>53519</Words>
  <Characters>305061</Characters>
  <Application>Microsoft Office Word</Application>
  <DocSecurity>0</DocSecurity>
  <Lines>2542</Lines>
  <Paragraphs>715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357865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190</cp:revision>
  <cp:lastPrinted>2018-02-25T09:01:00Z</cp:lastPrinted>
  <dcterms:created xsi:type="dcterms:W3CDTF">2015-06-13T07:48:00Z</dcterms:created>
  <dcterms:modified xsi:type="dcterms:W3CDTF">2018-03-06T09:30:00Z</dcterms:modified>
</cp:coreProperties>
</file>