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92" w:rsidRPr="0014038B" w:rsidRDefault="00CA6D92" w:rsidP="00FA1F9F">
      <w:pPr>
        <w:pStyle w:val="libCenterBold1"/>
        <w:rPr>
          <w:rtl/>
        </w:rPr>
      </w:pPr>
      <w:r w:rsidRPr="0014038B">
        <w:rPr>
          <w:rtl/>
        </w:rPr>
        <w:t>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اسرار جلد</w:t>
      </w:r>
      <w:r w:rsidRPr="0014038B">
        <w:rPr>
          <w:rtl/>
          <w:lang w:bidi="fa-IR"/>
        </w:rPr>
        <w:t>۲</w:t>
      </w:r>
    </w:p>
    <w:p w:rsidR="00CA6D92" w:rsidRPr="0014038B" w:rsidRDefault="00CA6D92" w:rsidP="00FA1F9F">
      <w:pPr>
        <w:pStyle w:val="libCenterBold1"/>
      </w:pPr>
    </w:p>
    <w:p w:rsidR="008F297C" w:rsidRPr="0014038B" w:rsidRDefault="008F297C" w:rsidP="00FA1F9F">
      <w:pPr>
        <w:pStyle w:val="libCenterBold1"/>
      </w:pPr>
    </w:p>
    <w:p w:rsidR="008F297C" w:rsidRPr="0014038B" w:rsidRDefault="008F297C" w:rsidP="00FA1F9F">
      <w:pPr>
        <w:pStyle w:val="libCenterBold1"/>
      </w:pPr>
    </w:p>
    <w:p w:rsidR="008F297C" w:rsidRPr="0014038B" w:rsidRDefault="008F297C" w:rsidP="00FA1F9F">
      <w:pPr>
        <w:pStyle w:val="libCenterBold1"/>
        <w:rPr>
          <w:rtl/>
        </w:rPr>
      </w:pPr>
    </w:p>
    <w:p w:rsidR="00CA6D92" w:rsidRPr="0014038B" w:rsidRDefault="00CA6D92" w:rsidP="00FA1F9F">
      <w:pPr>
        <w:pStyle w:val="libCenterBold1"/>
        <w:rPr>
          <w:rtl/>
        </w:rPr>
      </w:pPr>
      <w:r w:rsidRPr="0014038B">
        <w:rPr>
          <w:rFonts w:hint="eastAsia"/>
          <w:rtl/>
        </w:rPr>
        <w:t>تال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</w:p>
    <w:p w:rsidR="008F297C" w:rsidRPr="0014038B" w:rsidRDefault="00CA6D92" w:rsidP="00FA1F9F">
      <w:pPr>
        <w:pStyle w:val="libCenterBold1"/>
      </w:pPr>
      <w:r w:rsidRPr="0014038B">
        <w:rPr>
          <w:rFonts w:hint="eastAsia"/>
          <w:rtl/>
        </w:rPr>
        <w:t>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اللہ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مرتض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مجتہد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ستان</w:t>
      </w:r>
      <w:r w:rsidRPr="0014038B">
        <w:rPr>
          <w:rFonts w:hint="cs"/>
          <w:rtl/>
        </w:rPr>
        <w:t>ی</w:t>
      </w:r>
    </w:p>
    <w:p w:rsidR="008F297C" w:rsidRPr="0014038B" w:rsidRDefault="008F297C" w:rsidP="00FA1F9F">
      <w:pPr>
        <w:pStyle w:val="libCenterBold1"/>
      </w:pPr>
    </w:p>
    <w:p w:rsidR="008F297C" w:rsidRPr="0014038B" w:rsidRDefault="008F297C" w:rsidP="00FA1F9F">
      <w:pPr>
        <w:pStyle w:val="libCenterBold1"/>
      </w:pPr>
    </w:p>
    <w:p w:rsidR="008F297C" w:rsidRPr="0014038B" w:rsidRDefault="008F297C" w:rsidP="00FA1F9F">
      <w:pPr>
        <w:pStyle w:val="libCenterBold1"/>
      </w:pPr>
    </w:p>
    <w:p w:rsidR="008F297C" w:rsidRPr="0014038B" w:rsidRDefault="008F297C" w:rsidP="00FA1F9F">
      <w:pPr>
        <w:pStyle w:val="libCenterBold1"/>
      </w:pPr>
    </w:p>
    <w:p w:rsidR="008F297C" w:rsidRPr="0014038B" w:rsidRDefault="008F297C" w:rsidP="00FA1F9F">
      <w:pPr>
        <w:pStyle w:val="libCenterBold1"/>
      </w:pPr>
      <w:r w:rsidRPr="0014038B">
        <w:rPr>
          <w:rtl/>
        </w:rPr>
        <w:t xml:space="preserve">ترجمہ </w:t>
      </w:r>
    </w:p>
    <w:p w:rsidR="00060879" w:rsidRPr="0014038B" w:rsidRDefault="008F297C" w:rsidP="00FA1F9F">
      <w:pPr>
        <w:pStyle w:val="libCenterBold1"/>
        <w:rPr>
          <w:rtl/>
        </w:rPr>
      </w:pPr>
      <w:r w:rsidRPr="0014038B">
        <w:rPr>
          <w:rtl/>
        </w:rPr>
        <w:t>عرفان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در</w:t>
      </w:r>
      <w:r w:rsidRPr="0014038B">
        <w:rPr>
          <w:rtl/>
        </w:rPr>
        <w:t xml:space="preserve">  </w:t>
      </w:r>
    </w:p>
    <w:p w:rsidR="00060879" w:rsidRPr="0014038B" w:rsidRDefault="00060879" w:rsidP="0048678D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F297C" w:rsidRPr="0014038B" w:rsidRDefault="00CA6D92" w:rsidP="008F297C">
      <w:pPr>
        <w:pStyle w:val="libNormal"/>
        <w:rPr>
          <w:rtl/>
        </w:rPr>
      </w:pPr>
      <w:r w:rsidRPr="0014038B">
        <w:rPr>
          <w:rtl/>
        </w:rPr>
        <w:lastRenderedPageBreak/>
        <w:t xml:space="preserve"> </w:t>
      </w:r>
      <w:r w:rsidR="008F297C" w:rsidRPr="0014038B">
        <w:rPr>
          <w:rFonts w:hint="cs"/>
          <w:rtl/>
          <w:lang w:bidi="ur-PK"/>
        </w:rPr>
        <w:t>کتاب :</w:t>
      </w:r>
      <w:r w:rsidR="008F297C" w:rsidRPr="0014038B">
        <w:rPr>
          <w:rtl/>
        </w:rPr>
        <w:t xml:space="preserve"> ........................... کام</w:t>
      </w:r>
      <w:r w:rsidR="008F297C" w:rsidRPr="0014038B">
        <w:rPr>
          <w:rFonts w:hint="cs"/>
          <w:rtl/>
        </w:rPr>
        <w:t>ی</w:t>
      </w:r>
      <w:r w:rsidR="008F297C" w:rsidRPr="0014038B">
        <w:rPr>
          <w:rFonts w:hint="eastAsia"/>
          <w:rtl/>
        </w:rPr>
        <w:t>اب</w:t>
      </w:r>
      <w:r w:rsidR="008F297C" w:rsidRPr="0014038B">
        <w:rPr>
          <w:rFonts w:hint="cs"/>
          <w:rtl/>
        </w:rPr>
        <w:t>ی</w:t>
      </w:r>
      <w:r w:rsidR="008F297C" w:rsidRPr="0014038B">
        <w:rPr>
          <w:rtl/>
        </w:rPr>
        <w:t xml:space="preserve"> کے اسرار جلد</w:t>
      </w:r>
      <w:r w:rsidR="008F297C" w:rsidRPr="0014038B">
        <w:rPr>
          <w:rtl/>
          <w:lang w:bidi="fa-IR"/>
        </w:rPr>
        <w:t>۲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مؤلف</w:t>
      </w:r>
      <w:r w:rsidRPr="0014038B">
        <w:rPr>
          <w:rtl/>
        </w:rPr>
        <w:t xml:space="preserve"> : ...........................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اللہ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مرتض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مجتہد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ستان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ترجمہ : ........................... عرفان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در</w:t>
      </w:r>
      <w:r w:rsidRPr="0014038B">
        <w:rPr>
          <w:rtl/>
        </w:rPr>
        <w:t xml:space="preserve">  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نظر</w:t>
      </w:r>
      <w:r w:rsidRPr="0014038B">
        <w:rPr>
          <w:rtl/>
        </w:rPr>
        <w:t xml:space="preserve"> ثان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: ..........................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العابد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علو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کمپوزنگ</w:t>
      </w:r>
      <w:r w:rsidRPr="0014038B">
        <w:rPr>
          <w:rtl/>
        </w:rPr>
        <w:t xml:space="preserve"> : ...... ..................  .موس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tl/>
        </w:rPr>
        <w:t xml:space="preserve"> 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سومرو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طبع</w:t>
      </w:r>
      <w:r w:rsidRPr="0014038B">
        <w:rPr>
          <w:rtl/>
        </w:rPr>
        <w:t>: .............................  اول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طبع :........................ </w:t>
      </w:r>
      <w:r w:rsidRPr="005221CD">
        <w:rPr>
          <w:rFonts w:hint="cs"/>
          <w:rtl/>
        </w:rPr>
        <w:t>2010مئ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تعداد</w:t>
      </w:r>
      <w:r w:rsidRPr="0014038B">
        <w:rPr>
          <w:rtl/>
        </w:rPr>
        <w:t>:. ............................</w:t>
      </w:r>
      <w:r w:rsidRPr="005221CD">
        <w:rPr>
          <w:rFonts w:hint="cs"/>
          <w:rtl/>
        </w:rPr>
        <w:t>2000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مت</w:t>
      </w:r>
      <w:r w:rsidRPr="0014038B">
        <w:rPr>
          <w:rtl/>
        </w:rPr>
        <w:t>: .............................</w:t>
      </w:r>
      <w:r w:rsidRPr="0014038B">
        <w:rPr>
          <w:rtl/>
          <w:lang w:bidi="fa-IR"/>
        </w:rPr>
        <w:t>۱۵۰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ناشر</w:t>
      </w:r>
      <w:r w:rsidRPr="0014038B">
        <w:rPr>
          <w:rtl/>
        </w:rPr>
        <w:t>................................الماس  پرنٹرز  قم 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ملنے  کاپتہ: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                       جامعہ امام صادق بک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نٹر</w:t>
      </w:r>
      <w:r w:rsidRPr="0014038B">
        <w:rPr>
          <w:rtl/>
        </w:rPr>
        <w:t xml:space="preserve"> علمدار روڈ کوئٹہ بلوچستان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                        فون نمبر:</w:t>
      </w:r>
      <w:r w:rsidRPr="005221CD">
        <w:rPr>
          <w:rFonts w:hint="cs"/>
          <w:rtl/>
        </w:rPr>
        <w:t>2664735۔081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                         امام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لز</w:t>
      </w:r>
      <w:r w:rsidRPr="0014038B">
        <w:rPr>
          <w:rtl/>
        </w:rPr>
        <w:t xml:space="preserve"> پوائنٹ قدمگاہ  مولاعل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درآباد</w:t>
      </w:r>
      <w:r w:rsidRPr="0014038B">
        <w:rPr>
          <w:rtl/>
        </w:rPr>
        <w:t xml:space="preserve">   سندھ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                        فون نمبر : </w:t>
      </w:r>
      <w:r w:rsidRPr="005221CD">
        <w:rPr>
          <w:rFonts w:hint="cs"/>
          <w:rtl/>
        </w:rPr>
        <w:t>2672110۔0333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:        </w:t>
      </w:r>
      <w:r w:rsidRPr="0014038B">
        <w:t>irfanhaidr014@gmail.com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سائٹ:        </w:t>
      </w:r>
      <w:r w:rsidRPr="0014038B">
        <w:t>www.almonji.com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مولف:        </w:t>
      </w:r>
      <w:r w:rsidRPr="0014038B">
        <w:t>info@almonji.com</w:t>
      </w:r>
    </w:p>
    <w:p w:rsidR="00060879" w:rsidRPr="0014038B" w:rsidRDefault="00060879" w:rsidP="0048678D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48678D">
      <w:pPr>
        <w:pStyle w:val="libAie"/>
        <w:rPr>
          <w:rtl/>
        </w:rPr>
      </w:pPr>
      <w:r w:rsidRPr="0014038B">
        <w:rPr>
          <w:rFonts w:hint="eastAsia"/>
          <w:rtl/>
        </w:rPr>
        <w:lastRenderedPageBreak/>
        <w:t>بسم</w:t>
      </w:r>
      <w:r w:rsidRPr="0014038B">
        <w:rPr>
          <w:rtl/>
        </w:rPr>
        <w:t xml:space="preserve"> الل</w:t>
      </w:r>
      <w:r w:rsidR="0048678D" w:rsidRPr="0014038B">
        <w:rPr>
          <w:rFonts w:hint="cs"/>
          <w:rtl/>
        </w:rPr>
        <w:t>ه</w:t>
      </w:r>
      <w:r w:rsidRPr="0014038B">
        <w:rPr>
          <w:rtl/>
        </w:rPr>
        <w:t xml:space="preserve"> الرحمن الرح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</w:p>
    <w:p w:rsidR="00CA6D92" w:rsidRPr="0014038B" w:rsidRDefault="00CA6D92" w:rsidP="00CA6D92">
      <w:pPr>
        <w:pStyle w:val="libNormal"/>
        <w:rPr>
          <w:rtl/>
        </w:rPr>
      </w:pPr>
    </w:p>
    <w:p w:rsidR="00060879" w:rsidRPr="0014038B" w:rsidRDefault="00060879" w:rsidP="00CA6D92">
      <w:pPr>
        <w:pStyle w:val="libNormal"/>
        <w:rPr>
          <w:rtl/>
        </w:rPr>
      </w:pPr>
    </w:p>
    <w:p w:rsidR="00060879" w:rsidRPr="0014038B" w:rsidRDefault="00060879" w:rsidP="00CA6D92">
      <w:pPr>
        <w:pStyle w:val="libNormal"/>
        <w:rPr>
          <w:rtl/>
        </w:rPr>
      </w:pPr>
    </w:p>
    <w:p w:rsidR="00060879" w:rsidRPr="0014038B" w:rsidRDefault="00060879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0" w:name="_Toc386266883"/>
      <w:r w:rsidRPr="0014038B">
        <w:rPr>
          <w:rFonts w:hint="eastAsia"/>
          <w:rtl/>
        </w:rPr>
        <w:t>انتساب</w:t>
      </w:r>
      <w:bookmarkEnd w:id="0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روح کائنات کے نام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پر دونوں جہاں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بقا کا دارومدار ہے جس کے لئے زبان معصوم 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ْلَأُ</w:t>
      </w:r>
      <w:r w:rsidRPr="0014038B">
        <w:rPr>
          <w:rtl/>
        </w:rPr>
        <w:t xml:space="preserve"> ال</w:t>
      </w:r>
      <w:r w:rsidRPr="0014038B">
        <w:rPr>
          <w:rFonts w:hint="cs"/>
          <w:rtl/>
        </w:rPr>
        <w:t>ْاَرْضَ عَدْلاً وَّ قِسْطاً کَم</w:t>
      </w:r>
      <w:r w:rsidRPr="0014038B">
        <w:rPr>
          <w:rtl/>
        </w:rPr>
        <w:t>ٰا مُلِئَت</w:t>
      </w:r>
      <w:r w:rsidRPr="0014038B">
        <w:rPr>
          <w:rFonts w:hint="cs"/>
          <w:rtl/>
        </w:rPr>
        <w:t>ْ ظُلْمًا وَ جَوْراً''</w:t>
      </w:r>
    </w:p>
    <w:p w:rsidR="00CA6D92" w:rsidRPr="0014038B" w:rsidRDefault="00CA6D92" w:rsidP="00CA6D92">
      <w:pPr>
        <w:pStyle w:val="libNormal"/>
        <w:rPr>
          <w:rtl/>
        </w:rPr>
      </w:pPr>
    </w:p>
    <w:p w:rsidR="00060879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</w:p>
    <w:p w:rsidR="00060879" w:rsidRPr="0014038B" w:rsidRDefault="00060879" w:rsidP="0048678D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48678D">
      <w:pPr>
        <w:pStyle w:val="libAie"/>
        <w:rPr>
          <w:rtl/>
        </w:rPr>
      </w:pPr>
      <w:r w:rsidRPr="0014038B">
        <w:rPr>
          <w:rtl/>
        </w:rPr>
        <w:t xml:space="preserve"> بسم الل</w:t>
      </w:r>
      <w:r w:rsidR="0048678D" w:rsidRPr="0014038B">
        <w:rPr>
          <w:rFonts w:hint="cs"/>
          <w:rtl/>
        </w:rPr>
        <w:t>ه</w:t>
      </w:r>
      <w:r w:rsidRPr="0014038B">
        <w:rPr>
          <w:rtl/>
        </w:rPr>
        <w:t xml:space="preserve"> الرحمن الرح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</w:p>
    <w:p w:rsidR="00CA6D92" w:rsidRPr="0014038B" w:rsidRDefault="00CA6D92" w:rsidP="00060879">
      <w:pPr>
        <w:pStyle w:val="libNormal"/>
        <w:rPr>
          <w:rtl/>
        </w:rPr>
      </w:pPr>
      <w:r w:rsidRPr="0014038B">
        <w:rPr>
          <w:rtl/>
        </w:rPr>
        <w:t xml:space="preserve"> </w:t>
      </w:r>
    </w:p>
    <w:p w:rsidR="00CA6D92" w:rsidRPr="0014038B" w:rsidRDefault="00CA6D92" w:rsidP="002132E5">
      <w:pPr>
        <w:pStyle w:val="Heading1"/>
        <w:rPr>
          <w:rtl/>
        </w:rPr>
      </w:pPr>
      <w:bookmarkStart w:id="1" w:name="_Toc386266884"/>
      <w:r w:rsidRPr="0014038B">
        <w:rPr>
          <w:rFonts w:hint="eastAsia"/>
          <w:rtl/>
        </w:rPr>
        <w:t>مقدمہ</w:t>
      </w:r>
      <w:r w:rsidRPr="0014038B">
        <w:rPr>
          <w:rtl/>
        </w:rPr>
        <w:t xml:space="preserve"> مترجم</w:t>
      </w:r>
      <w:bookmarkEnd w:id="1"/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Fonts w:hint="eastAsia"/>
          <w:rtl/>
        </w:rPr>
        <w:t>الحمد</w:t>
      </w:r>
      <w:r w:rsidRPr="0014038B">
        <w:rPr>
          <w:rtl/>
        </w:rPr>
        <w:t xml:space="preserve"> 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 الذ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جعلنا من المتمسک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بولا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طالب وصلّ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محمّد وآل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 الا ئمة المعصوم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تمام</w:t>
      </w:r>
      <w:r w:rsidRPr="0014038B">
        <w:rPr>
          <w:rtl/>
        </w:rPr>
        <w:t xml:space="preserve"> تعر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اس پرور دگار عالم کے لئے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ںجو</w:t>
      </w:r>
      <w:r w:rsidRPr="0014038B">
        <w:rPr>
          <w:rtl/>
        </w:rPr>
        <w:t xml:space="preserve"> کائنات کا خالق و مالک ہے اور بے شمار درود و سلام ہو اس کے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حضرت محمد مصطف</w:t>
      </w:r>
      <w:r w:rsidRPr="0014038B">
        <w:rPr>
          <w:rFonts w:hint="cs"/>
          <w:rtl/>
        </w:rPr>
        <w:t>ی</w:t>
      </w:r>
      <w:r w:rsidR="005221CD" w:rsidRPr="005221CD">
        <w:rPr>
          <w:rFonts w:hint="cs"/>
          <w:rtl/>
        </w:rPr>
        <w:t>(ص)</w:t>
      </w:r>
      <w:r w:rsidRPr="0014038B">
        <w:rPr>
          <w:rtl/>
        </w:rPr>
        <w:t xml:space="preserve">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عترت طاہرہ پر جنہوں نے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مات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بشر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انسانوں کو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ضلالت سے نکال کر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کا</w:t>
      </w:r>
      <w:r w:rsidRPr="0014038B">
        <w:rPr>
          <w:rtl/>
        </w:rPr>
        <w:t xml:space="preserve"> راستہ دکھا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قارئ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کرام ! کا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فطرت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شامل ہے ہر انسان کا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خواہاںہے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اکثر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راہنما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سر</w:t>
      </w:r>
      <w:r w:rsidRPr="0014038B">
        <w:rPr>
          <w:rtl/>
        </w:rPr>
        <w:t xml:space="preserve"> نہ آنے سے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خواہش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اسے نا کام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منہ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کھنا</w:t>
      </w:r>
      <w:r w:rsidRPr="0014038B">
        <w:rPr>
          <w:rtl/>
        </w:rPr>
        <w:t xml:space="preserve"> پڑتا ہے ۔ 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نظر کتاب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اللہ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مرتض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مجتہد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ستا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 ظلہ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فارس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کتاب ''اسرار موفق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'' کا ترجمہ ہے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کتاب کا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تلاش و جستجو کرنے والوں کے لئے 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تحفہ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أس</w:t>
      </w:r>
      <w:r w:rsidRPr="0014038B">
        <w:rPr>
          <w:rtl/>
        </w:rPr>
        <w:t xml:space="preserve"> و نا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افراد کے لئے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کرن ہے ۔حق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نے اسے فارس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زبان سے اردو کے قالب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ڈھالا ۔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معرکہ مجھ ناچ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سے 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لے</w:t>
      </w:r>
      <w:r w:rsidRPr="0014038B">
        <w:rPr>
          <w:rtl/>
        </w:rPr>
        <w:t xml:space="preserve"> سرہونے والا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تھا لہذا سب سے پہلے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شکر گزار ہوں اس معبود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جس نے  اس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کام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060879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کتاب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ںخود</w:t>
      </w:r>
      <w:r w:rsidRPr="0014038B">
        <w:rPr>
          <w:rtl/>
        </w:rPr>
        <w:t xml:space="preserve"> 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،معارف سے آشنائ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،عبادت</w:t>
      </w:r>
      <w:r w:rsidRPr="0014038B">
        <w:rPr>
          <w:rtl/>
        </w:rPr>
        <w:t xml:space="preserve"> و بنگ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،تقو</w:t>
      </w:r>
      <w:r w:rsidRPr="0014038B">
        <w:rPr>
          <w:rFonts w:hint="cs"/>
          <w:rtl/>
        </w:rPr>
        <w:t>یٰ</w:t>
      </w:r>
      <w:r w:rsidRPr="0014038B">
        <w:rPr>
          <w:rFonts w:hint="eastAsia"/>
          <w:rtl/>
        </w:rPr>
        <w:t>،کام</w:t>
      </w:r>
      <w:r w:rsidRPr="0014038B">
        <w:rPr>
          <w:rtl/>
        </w:rPr>
        <w:t xml:space="preserve"> اور کوشش، توسل،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محبت،انتظار اور رازدار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موضوعات  پر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حاصل بحث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</w:p>
    <w:p w:rsidR="00060879" w:rsidRPr="0014038B" w:rsidRDefault="00060879" w:rsidP="0048678D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lastRenderedPageBreak/>
        <w:t xml:space="preserve"> ہر موضوع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مناسبت سے خاندان عصمت وطہارت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السلام کے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نے کتاب کو چار چاند </w:t>
      </w:r>
      <w:r w:rsidRPr="0014038B">
        <w:rPr>
          <w:rFonts w:hint="eastAsia"/>
          <w:rtl/>
        </w:rPr>
        <w:t>لگا</w:t>
      </w:r>
      <w:r w:rsidRPr="0014038B">
        <w:rPr>
          <w:rtl/>
        </w:rPr>
        <w:t xml:space="preserve"> 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 ترجمہ کے دوران آسان ، عام فہم اور سل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زبان استعما 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 ثق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اور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مانوس کلمات سے پر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 البتہ اس بات کا 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صلہ</w:t>
      </w:r>
      <w:r w:rsidRPr="0014038B">
        <w:rPr>
          <w:rtl/>
        </w:rPr>
        <w:t xml:space="preserve"> تو قارئ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کہ ہم مفاہ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 ومطالب کو منتقل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کس حد تک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رہے پھر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سے استدعا ہے کہ ت</w:t>
      </w:r>
      <w:r w:rsidRPr="0014038B">
        <w:rPr>
          <w:rFonts w:hint="eastAsia"/>
          <w:rtl/>
        </w:rPr>
        <w:t>رجمے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نقائص سے ضرور مطلع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شکر گزار ہوں ان تمام دوست احباب کا  جنہوں نے اس کار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تعاون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۔بالخصوص اپنے نانا حاج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خادم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جعفر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صاحب 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تعل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مذہب حقہ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اور اسے قبول کرنے کا سبب بن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ہم ان کے اس احسان کو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بھلا نہ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اور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مشکور ہوں اپنے والد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 کہ 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شامل حال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،اپنے تمام  اسات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بالخصوص جناب محمد جمعہ اسد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جناب اکبر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زاہد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صاحب کا 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ناچ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اس مقام پر پہنچا  اور اپنے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جناب عمران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در</w:t>
      </w:r>
      <w:r w:rsidRPr="0014038B">
        <w:rPr>
          <w:rtl/>
        </w:rPr>
        <w:t xml:space="preserve"> شاہد اور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کہ جن 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و شفقت نے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حوصلہ افزائ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انمول کتاب کو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ور</w:t>
      </w:r>
      <w:r w:rsidRPr="0014038B">
        <w:rPr>
          <w:rtl/>
        </w:rPr>
        <w:t xml:space="preserve"> طبع سے آراستہ کرنے کے سلسلہ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جامعہ امام صادق  کوئٹہ کے مد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جناب حجة الاسلام محمد جمعہ اسد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صاحب اور اپنے جناب مشتاق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عمران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</w:t>
      </w:r>
      <w:r w:rsidRPr="0014038B">
        <w:rPr>
          <w:rtl/>
        </w:rPr>
        <w:t xml:space="preserve"> مختار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،اد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آداب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</w:t>
      </w:r>
      <w:r w:rsidRPr="0014038B">
        <w:rPr>
          <w:rtl/>
        </w:rPr>
        <w:t xml:space="preserve"> امجد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محسن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tl/>
        </w:rPr>
        <w:t xml:space="preserve"> 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سومرو،عل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شاہ نقو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</w:t>
      </w:r>
      <w:r w:rsidRPr="0014038B">
        <w:rPr>
          <w:rtl/>
        </w:rPr>
        <w:t xml:space="preserve"> عبدالحف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ظ</w:t>
      </w:r>
      <w:r w:rsidRPr="0014038B">
        <w:rPr>
          <w:rtl/>
        </w:rPr>
        <w:t xml:space="preserve"> مطہر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صاح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اوردوسرے تمام دوستوںکا مشکور ہوں۔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آخر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ںجناب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العابد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صاحب اور جناب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تاجداد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ممنون و مشکور ہوں جنہوں نے اپنا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وقت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کر نظر ثان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فرائض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>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عرفان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در</w:t>
      </w:r>
    </w:p>
    <w:p w:rsidR="00060879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قم</w:t>
      </w:r>
      <w:r w:rsidRPr="0014038B">
        <w:rPr>
          <w:rtl/>
        </w:rPr>
        <w:t xml:space="preserve"> المقدس (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</w:t>
      </w:r>
      <w:r w:rsidRPr="0014038B">
        <w:rPr>
          <w:rtl/>
        </w:rPr>
        <w:t xml:space="preserve"> )</w:t>
      </w:r>
    </w:p>
    <w:p w:rsidR="00060879" w:rsidRPr="0014038B" w:rsidRDefault="00060879" w:rsidP="0048678D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48678D">
      <w:pPr>
        <w:pStyle w:val="libAie"/>
        <w:rPr>
          <w:rtl/>
        </w:rPr>
      </w:pPr>
      <w:r w:rsidRPr="0014038B">
        <w:rPr>
          <w:rFonts w:hint="eastAsia"/>
          <w:rtl/>
        </w:rPr>
        <w:lastRenderedPageBreak/>
        <w:t>بسم</w:t>
      </w:r>
      <w:r w:rsidRPr="0014038B">
        <w:rPr>
          <w:rtl/>
        </w:rPr>
        <w:t xml:space="preserve"> الل</w:t>
      </w:r>
      <w:r w:rsidR="0048678D" w:rsidRPr="0014038B">
        <w:rPr>
          <w:rFonts w:hint="cs"/>
          <w:rtl/>
        </w:rPr>
        <w:t>ه</w:t>
      </w:r>
      <w:r w:rsidRPr="0014038B">
        <w:rPr>
          <w:rtl/>
        </w:rPr>
        <w:t xml:space="preserve"> الرحمن الرح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</w:p>
    <w:p w:rsidR="00060879" w:rsidRPr="0014038B" w:rsidRDefault="00060879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2" w:name="_Toc386266885"/>
      <w:r w:rsidRPr="0014038B">
        <w:rPr>
          <w:rFonts w:hint="eastAsia"/>
          <w:rtl/>
        </w:rPr>
        <w:t>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گفتار</w:t>
      </w:r>
      <w:bookmarkEnd w:id="2"/>
    </w:p>
    <w:p w:rsidR="00060879" w:rsidRPr="0014038B" w:rsidRDefault="00060879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آگاہ  ہونے کے لئے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تکامل کے لئے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اشد ضرورت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 ۔ خود سے آگاہ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کے لئے معارف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فراہم ہو جاتا ہے  جو آپ کے دل وجان کو روشن کرنے کا باعث بنتا ہے۔صح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اور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معارف حاصل ک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۔اس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عبادت کے لئے مکمل علم 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اپنے خدا سے مناجات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آپ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حلاوت کو درک کر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کشش آپ کو ہوائے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نجات دلا سکے۔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  قابل توجہ ہے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مقام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حاصل ہو گا جب عبادت و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ہوورنہ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عبادت کا رنج و مشقت کے سواکوئ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اثر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۔تقو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مقام تک پہنچنے کے لئے کام اور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سع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جستجو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کے حصول کے لئے زحمت برداشتکرنا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سست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کاہل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060879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آپ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محسوس ہو کہ آپ کے کام اور کوشش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قابل ذکر تاث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تو عالم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سے  مدد طلب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گناہوں کو ترک کرد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قرب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منزل تک پہنچ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060879" w:rsidRPr="0014038B" w:rsidRDefault="00060879" w:rsidP="0048678D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آپ خود کو 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بتوں</w:t>
      </w:r>
      <w:r w:rsidRPr="0014038B">
        <w:rPr>
          <w:rtl/>
        </w:rPr>
        <w:t xml:space="preserve"> کے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گھرا ہوا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جان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نجات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جو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آ 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،آپ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 ف قدم بڑھائ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تا کہ اس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عظمت کو درک کر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آپ کے پورے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محبت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رچ</w:t>
      </w:r>
      <w:r w:rsidRPr="0014038B">
        <w:rPr>
          <w:rtl/>
        </w:rPr>
        <w:t xml:space="preserve"> بس جائے۔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وقت آپ کو معلوم ہو گا راہ نجات صرف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اور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پر اعتقادم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چومکہ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شفا بخش اکس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ہے۔اس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جتنا اضافہ ہو گا روح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زہ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سے آپ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حکومت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آمادگ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>۔ح</w:t>
      </w:r>
      <w:r w:rsidRPr="0014038B">
        <w:rPr>
          <w:rFonts w:hint="eastAsia"/>
          <w:rtl/>
        </w:rPr>
        <w:t>ضرت</w:t>
      </w:r>
      <w:r w:rsidRPr="0014038B">
        <w:rPr>
          <w:rtl/>
        </w:rPr>
        <w:t xml:space="preserve">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 xml:space="preserve"> اللہ الاعظم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دست قدرت سے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تحول کے انتظار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دن گنت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اس صورت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کو خود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اسرار نما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دکھائ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انتظار</w:t>
      </w:r>
      <w:r w:rsidRPr="0014038B">
        <w:rPr>
          <w:rtl/>
        </w:rPr>
        <w:t xml:space="preserve"> اپنے مکمل اور واقع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نامحسوس اسرار کو آشکار کرتا ہے لہذا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راز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۔اگر ہو سکے تو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زبان کو کنٹرول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اس سے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ہو گا اور آپ کو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اسرار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ہو گ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060879">
      <w:pPr>
        <w:pStyle w:val="libNormal"/>
        <w:rPr>
          <w:rtl/>
        </w:rPr>
      </w:pPr>
      <w:r w:rsidRPr="0014038B">
        <w:rPr>
          <w:rtl/>
        </w:rPr>
        <w:t xml:space="preserve"> </w:t>
      </w:r>
    </w:p>
    <w:p w:rsidR="00060879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مرتض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مجتہد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ستا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</w:t>
      </w:r>
    </w:p>
    <w:p w:rsidR="00060879" w:rsidRPr="0014038B" w:rsidRDefault="00060879" w:rsidP="0048678D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5221CD">
      <w:pPr>
        <w:pStyle w:val="Heading1Center"/>
        <w:rPr>
          <w:rtl/>
        </w:rPr>
      </w:pPr>
      <w:bookmarkStart w:id="3" w:name="_Toc386266886"/>
      <w:r w:rsidRPr="0014038B">
        <w:rPr>
          <w:rFonts w:hint="eastAsia"/>
          <w:rtl/>
        </w:rPr>
        <w:lastRenderedPageBreak/>
        <w:t>پہلاباب</w:t>
      </w:r>
      <w:bookmarkEnd w:id="3"/>
    </w:p>
    <w:p w:rsidR="00CA6D92" w:rsidRPr="0014038B" w:rsidRDefault="00CA6D92" w:rsidP="005221CD">
      <w:pPr>
        <w:pStyle w:val="Heading1Center"/>
        <w:rPr>
          <w:rtl/>
        </w:rPr>
      </w:pPr>
      <w:bookmarkStart w:id="4" w:name="_Toc386266887"/>
      <w:r w:rsidRPr="0014038B">
        <w:rPr>
          <w:rFonts w:hint="eastAsia"/>
          <w:rtl/>
        </w:rPr>
        <w:t>خودشناس</w:t>
      </w:r>
      <w:r w:rsidRPr="0014038B">
        <w:rPr>
          <w:rFonts w:hint="cs"/>
          <w:rtl/>
        </w:rPr>
        <w:t>ی</w:t>
      </w:r>
      <w:bookmarkEnd w:id="4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رالمومن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 مَن</w:t>
      </w:r>
      <w:r w:rsidRPr="0014038B">
        <w:rPr>
          <w:rFonts w:hint="cs"/>
          <w:rtl/>
        </w:rPr>
        <w:t>ْ عَرَفَ نَفْسَ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جَلَّ أَمْرُ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 xml:space="preserve"> 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اپنے نفس کو پہچان لے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صاحب جلال بن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</w:p>
    <w:p w:rsidR="00CA6D92" w:rsidRPr="0014038B" w:rsidRDefault="00CA6D92" w:rsidP="0053031E">
      <w:pPr>
        <w:pStyle w:val="libNormal"/>
        <w:rPr>
          <w:rtl/>
        </w:rPr>
      </w:pPr>
      <w:r w:rsidRPr="0014038B">
        <w:rPr>
          <w:rtl/>
        </w:rPr>
        <w:t xml:space="preserve">    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راہ تکامل   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مکاشفہ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مغرب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نمونہ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عوامل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1۔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ارادہ کا کردار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نفس کو کمزور کرنے کا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2۔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خوف خدا کا کردار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3۔ اپنے باطن اور ضم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کو پاک کرنا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موانع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14038B">
        <w:rPr>
          <w:rtl/>
          <w:lang w:bidi="fa-IR"/>
        </w:rPr>
        <w:t>۱</w:t>
      </w:r>
      <w:r w:rsidRPr="0014038B">
        <w:rPr>
          <w:rtl/>
        </w:rPr>
        <w:t>۔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کاموں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راہوں کو مسدود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2۔ خود فراموش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خودفراموش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دو عوامل، جہل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خدا کو ترک کرنا</w:t>
      </w:r>
    </w:p>
    <w:p w:rsidR="0053031E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</w:p>
    <w:p w:rsidR="0053031E" w:rsidRPr="0014038B" w:rsidRDefault="0053031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3031E" w:rsidRPr="0014038B" w:rsidRDefault="0053031E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5" w:name="_Toc386266888"/>
      <w:r w:rsidRPr="0014038B">
        <w:rPr>
          <w:rFonts w:hint="eastAsia"/>
          <w:rtl/>
        </w:rPr>
        <w:t>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راہ تکامل</w:t>
      </w:r>
      <w:bookmarkEnd w:id="5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اندرون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اور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و طاقت سے استفادہ کر سکتا ہے جسے ان کے ہونے کا علم ہواور وہ ان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بروئے کار لانے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کرتا ہوورنہ وہ کس طرح ان سے استفادہ کر سکتا ہے؟اس لئے انسان کو چاہئے کہ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مقامات کے </w:t>
      </w:r>
      <w:r w:rsidRPr="0014038B">
        <w:rPr>
          <w:rFonts w:hint="eastAsia"/>
          <w:rtl/>
        </w:rPr>
        <w:t>حصول</w:t>
      </w:r>
      <w:r w:rsidRPr="0014038B">
        <w:rPr>
          <w:rtl/>
        </w:rPr>
        <w:t xml:space="preserve"> کے لئے پہلے خو دکو پہچانے اوراس کے لئے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اندر موجود ان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پروان چڑھانے کے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r w:rsidRPr="0014038B">
        <w:rPr>
          <w:rtl/>
        </w:rPr>
        <w:t xml:space="preserve"> کار سے آشنا ہونا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بہت</w:t>
      </w:r>
      <w:r w:rsidRPr="0014038B">
        <w:rPr>
          <w:rtl/>
        </w:rPr>
        <w:t xml:space="preserve"> سے نوجوان فطرت کے حسن سے آشناہونے کے لئے دوردراز کے ممالک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احت</w:t>
      </w:r>
      <w:r w:rsidRPr="0014038B">
        <w:rPr>
          <w:rtl/>
        </w:rPr>
        <w:t xml:space="preserve"> کے لئے نکل پڑتے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بہت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زحمت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تکل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برداشت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۔اگر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کام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پروگرام کے تحت ہوں اور دوسروں کے ساتھ اٹھنے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ٹھنے</w:t>
      </w:r>
      <w:r w:rsidRPr="0014038B">
        <w:rPr>
          <w:rtl/>
        </w:rPr>
        <w:t xml:space="preserve"> سے ان کا اثر نہ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تو اس سے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تازگ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ملے گ</w:t>
      </w:r>
      <w:r w:rsidRPr="0014038B">
        <w:rPr>
          <w:rFonts w:hint="cs"/>
          <w:rtl/>
        </w:rPr>
        <w:t>ی</w:t>
      </w:r>
      <w:r w:rsidRPr="0014038B">
        <w:rPr>
          <w:rtl/>
        </w:rPr>
        <w:t>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احت</w:t>
      </w:r>
      <w:r w:rsidRPr="0014038B">
        <w:rPr>
          <w:rtl/>
        </w:rPr>
        <w:t xml:space="preserve">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اہم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انسان خود کو تلاش کرنے کا سفر کرے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 لے کہ اپنے وجود کے اسرار و رموز سے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،دوردرزا کے علاقوں کو پہچاننے سے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حامل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معلوم ہو جائے کہ خود 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ہمارے اندر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تکامل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 ہم اور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کردارک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حامل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ہم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>۔</w:t>
      </w:r>
    </w:p>
    <w:p w:rsidR="0053031E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صرف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تکامل کے لئے بہت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بلکہ کہہ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مقامات کے حصول کے لئے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قسموں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سب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اور نفع بخش ہے۔</w:t>
      </w:r>
    </w:p>
    <w:p w:rsidR="0053031E" w:rsidRPr="0014038B" w:rsidRDefault="0053031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''مَع</w:t>
      </w:r>
      <w:r w:rsidRPr="0014038B">
        <w:rPr>
          <w:rStyle w:val="libArabicChar"/>
          <w:rFonts w:hint="cs"/>
          <w:rtl/>
        </w:rPr>
        <w:t>ْرِفَةُ النَّفْسِ أَنْفَعُ الْمَعٰارِفِ''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نفس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تمام معارف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کہ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سے انسان اپنے اندر موجود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عوامل سے آشنا ہو جاتا ہے جو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تکامل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بہت مؤثر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وہ معارف کو حاصل کرنے،ترق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،تکامل</w:t>
      </w:r>
      <w:r w:rsidRPr="0014038B">
        <w:rPr>
          <w:rtl/>
        </w:rPr>
        <w:t xml:space="preserve"> اور نجات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ںحائل</w:t>
      </w:r>
      <w:r w:rsidRPr="0014038B">
        <w:rPr>
          <w:rtl/>
        </w:rPr>
        <w:t xml:space="preserve"> موانع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آشنا ہو جاتاہے۔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اسے تمام متقاض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اور موانع معلوم ہو جا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شرفت</w:t>
      </w:r>
      <w:r w:rsidRPr="0014038B">
        <w:rPr>
          <w:rtl/>
        </w:rPr>
        <w:t xml:space="preserve"> کے متقاض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راہ کے تمام موانع کو جاننا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تکامل کے لازم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شرائط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انسان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سے اپنے لئے نور کے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چہ</w:t>
      </w:r>
      <w:r w:rsidRPr="0014038B">
        <w:rPr>
          <w:rtl/>
        </w:rPr>
        <w:t xml:space="preserve"> کھول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 اور مقتض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اور موانع کو برطرف کرنے سے نجات کے سب سے بڑے راستہ تک پہنچ جاتا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''نٰالَ ال</w:t>
      </w:r>
      <w:r w:rsidRPr="0014038B">
        <w:rPr>
          <w:rStyle w:val="libArabicChar"/>
          <w:rFonts w:hint="cs"/>
          <w:rtl/>
        </w:rPr>
        <w:t>ْفَوْزَ الْأَکْبَرَ مَنْ ظَفَرَ بِمَعْرِفَةِ النَّفْسِ''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نفس کو پہچاننے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 جائے وہ نجات اور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سب سے بڑ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تک پہنچ جاتاہے۔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واضح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پہچان اور اپنے اندر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قوتوں سے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تکامل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حتم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لازم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شرائط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 اور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چاہے 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طاقت تعم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تخر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53031E" w:rsidRPr="0014038B" w:rsidRDefault="0053031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3031E" w:rsidRPr="0014038B" w:rsidRDefault="0053031E" w:rsidP="00E546D1">
      <w:pPr>
        <w:pStyle w:val="libFootnote0"/>
        <w:rPr>
          <w:rtl/>
        </w:rPr>
      </w:pPr>
      <w:r w:rsidRPr="0014038B">
        <w:rPr>
          <w:rtl/>
        </w:rPr>
        <w:t>[1] ۔ شرح  غرر  الحکم:ج</w:t>
      </w:r>
      <w:r w:rsidRPr="0014038B">
        <w:rPr>
          <w:rtl/>
          <w:lang w:bidi="fa-IR"/>
        </w:rPr>
        <w:t>۴</w:t>
      </w:r>
      <w:r w:rsidRPr="0014038B">
        <w:rPr>
          <w:rtl/>
        </w:rPr>
        <w:t>ص</w:t>
      </w:r>
      <w:r w:rsidRPr="0014038B">
        <w:rPr>
          <w:rtl/>
          <w:lang w:bidi="fa-IR"/>
        </w:rPr>
        <w:t>۱۴۸</w:t>
      </w:r>
    </w:p>
    <w:p w:rsidR="0053031E" w:rsidRPr="0014038B" w:rsidRDefault="0053031E" w:rsidP="00E546D1">
      <w:pPr>
        <w:pStyle w:val="libFootnote0"/>
        <w:rPr>
          <w:rtl/>
        </w:rPr>
      </w:pPr>
      <w:r w:rsidRPr="0014038B">
        <w:rPr>
          <w:rtl/>
        </w:rPr>
        <w:t>[2) ۔ شرح  غرر  الحکم:ج</w:t>
      </w:r>
      <w:r w:rsidRPr="0014038B">
        <w:rPr>
          <w:rFonts w:hint="cs"/>
          <w:rtl/>
        </w:rPr>
        <w:t>6ص</w:t>
      </w:r>
      <w:r w:rsidRPr="0014038B">
        <w:rPr>
          <w:rtl/>
          <w:lang w:bidi="fa-IR"/>
        </w:rPr>
        <w:t>۱۷۳</w:t>
      </w:r>
    </w:p>
    <w:p w:rsidR="0053031E" w:rsidRPr="0014038B" w:rsidRDefault="0053031E" w:rsidP="00A22F56">
      <w:pPr>
        <w:pStyle w:val="libNormal"/>
        <w:rPr>
          <w:rtl/>
          <w:lang w:bidi="ur-PK"/>
        </w:rPr>
      </w:pPr>
      <w:r w:rsidRPr="0014038B">
        <w:rPr>
          <w:rtl/>
          <w:lang w:bidi="ur-PK"/>
        </w:rPr>
        <w:br w:type="page"/>
      </w:r>
    </w:p>
    <w:p w:rsidR="0053031E" w:rsidRPr="0014038B" w:rsidRDefault="0053031E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انسان</w:t>
      </w:r>
      <w:r w:rsidRPr="0014038B">
        <w:rPr>
          <w:rtl/>
        </w:rPr>
        <w:t xml:space="preserve">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چاہئے کہ اس کے نفس کو کن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نے جکڑ رکھا ہے اور وہ کس طرح ان سے رہائ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 سکتاہے تا کہ انسان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سے آزاد ہو کر اپنے اندر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tl/>
        </w:rPr>
        <w:t xml:space="preserve"> کر سکے۔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شخص کو عارف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اپنے نفس اور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سے آشنا ہو اور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53031E">
      <w:pPr>
        <w:pStyle w:val="libNormal"/>
        <w:rPr>
          <w:rtl/>
        </w:rPr>
      </w:pPr>
      <w:r w:rsidRPr="0014038B">
        <w:rPr>
          <w:rStyle w:val="libArabicChar"/>
          <w:rtl/>
        </w:rPr>
        <w:t>''أَل</w:t>
      </w:r>
      <w:r w:rsidRPr="0014038B">
        <w:rPr>
          <w:rStyle w:val="libArabicChar"/>
          <w:rFonts w:hint="cs"/>
          <w:rtl/>
        </w:rPr>
        <w:t>ْعٰارِفُ مَنْ عَرَفَ نَفْسَ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فَاَعْتَقَ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وَ نَزَّ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عَنْ کُلِّ مٰا یَ</w:t>
      </w:r>
      <w:r w:rsidRPr="0014038B">
        <w:rPr>
          <w:rStyle w:val="libArabicChar"/>
          <w:rFonts w:hint="eastAsia"/>
          <w:rtl/>
        </w:rPr>
        <w:t>ب</w:t>
      </w:r>
      <w:r w:rsidRPr="0014038B">
        <w:rPr>
          <w:rStyle w:val="libArabicChar"/>
          <w:rFonts w:hint="cs"/>
          <w:rtl/>
        </w:rPr>
        <w:t>ْعُدُ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</w:t>
      </w:r>
      <w:r w:rsidRPr="0014038B">
        <w:rPr>
          <w:rStyle w:val="libArabicChar"/>
          <w:rtl/>
        </w:rPr>
        <w:t xml:space="preserve"> وَ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و</w:t>
      </w:r>
      <w:r w:rsidRPr="0014038B">
        <w:rPr>
          <w:rStyle w:val="libArabicChar"/>
          <w:rFonts w:hint="cs"/>
          <w:rtl/>
        </w:rPr>
        <w:t>ْبِقُ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53031E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عارف</w:t>
      </w:r>
      <w:r w:rsidRPr="0014038B">
        <w:rPr>
          <w:rtl/>
        </w:rPr>
        <w:t xml:space="preserve"> وہ ہے جواپنے نفس کو پہچانتاہو ،اور پھر  اپنے نفس کو آزاد کرے اور وہ اسے ہر اس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سے پاک کرے جو اسے (خدا)سے دور کرے۔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آنچہ</w:t>
      </w:r>
      <w:r w:rsidRPr="0014038B">
        <w:rPr>
          <w:rtl/>
        </w:rPr>
        <w:t xml:space="preserve"> در علم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                 دانش ذات خو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بدان کا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شرف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است          نسخہ سرّ من عرف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است</w:t>
      </w:r>
    </w:p>
    <w:p w:rsidR="00CA6D92" w:rsidRPr="0014038B" w:rsidRDefault="00CA6D92" w:rsidP="0053031E">
      <w:pPr>
        <w:pStyle w:val="libNormal"/>
        <w:rPr>
          <w:rtl/>
        </w:rPr>
      </w:pPr>
      <w:r w:rsidRPr="0014038B">
        <w:rPr>
          <w:rFonts w:hint="eastAsia"/>
          <w:rtl/>
        </w:rPr>
        <w:t>غور</w:t>
      </w:r>
      <w:r w:rsidRPr="0014038B">
        <w:rPr>
          <w:rtl/>
        </w:rPr>
        <w:t xml:space="preserve"> و فکر،سوچ 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چار</w:t>
      </w:r>
      <w:r w:rsidRPr="0014038B">
        <w:rPr>
          <w:rtl/>
        </w:rPr>
        <w:t xml:space="preserve"> ،پختہ ارادہ ،ا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آپ  کے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طاقتور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کاہل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پاک رکھ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اور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پرواز کے لئے پروں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استعمال کرے۔</w:t>
      </w: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53031E">
      <w:pPr>
        <w:pStyle w:val="libNormal"/>
        <w:rPr>
          <w:rtl/>
        </w:rPr>
      </w:pPr>
      <w:r w:rsidRPr="0014038B">
        <w:rPr>
          <w:rStyle w:val="libArabicChar"/>
          <w:rtl/>
        </w:rPr>
        <w:t>''اِنَّ النَّف</w:t>
      </w:r>
      <w:r w:rsidRPr="0014038B">
        <w:rPr>
          <w:rStyle w:val="libArabicChar"/>
          <w:rFonts w:hint="cs"/>
          <w:rtl/>
        </w:rPr>
        <w:t>ْسَ جَوْ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َرَة ثَمِیْ</w:t>
      </w:r>
      <w:r w:rsidRPr="0014038B">
        <w:rPr>
          <w:rStyle w:val="libArabicChar"/>
          <w:rFonts w:hint="eastAsia"/>
          <w:rtl/>
        </w:rPr>
        <w:t>نَة</w:t>
      </w:r>
      <w:r w:rsidRPr="0014038B">
        <w:rPr>
          <w:rStyle w:val="libArabicChar"/>
          <w:rtl/>
        </w:rPr>
        <w:t xml:space="preserve"> مَن</w:t>
      </w:r>
      <w:r w:rsidRPr="0014038B">
        <w:rPr>
          <w:rStyle w:val="libArabicChar"/>
          <w:rFonts w:hint="cs"/>
          <w:rtl/>
        </w:rPr>
        <w:t>ْ صٰانَ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رَفَعَ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وَ مَنْ اِبْتَذَلَ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وَضَعَ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ٰا''</w:t>
      </w:r>
      <w:r w:rsidR="00E546D1" w:rsidRPr="0014038B">
        <w:rPr>
          <w:rStyle w:val="libFootnotenumChar"/>
          <w:rFonts w:hint="cs"/>
          <w:rtl/>
        </w:rPr>
        <w:t>(</w:t>
      </w:r>
      <w:r w:rsidR="0053031E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53031E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نفس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گوہر ہے ۔جو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کرے وہ اسے بلند کرے گا اور جو اس کو آزاد چھوڑ دے گا نفس اسے پست کردے گا۔</w:t>
      </w:r>
    </w:p>
    <w:p w:rsidR="0053031E" w:rsidRPr="0014038B" w:rsidRDefault="0053031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3031E" w:rsidRPr="0014038B" w:rsidRDefault="0053031E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 ۔ شرح  غرر  الحکم:ج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۴۸</w:t>
      </w:r>
    </w:p>
    <w:p w:rsidR="0053031E" w:rsidRPr="0014038B" w:rsidRDefault="0053031E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 ۔ شرح  غرر  الحکم:ج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۲۲۵</w:t>
      </w:r>
    </w:p>
    <w:p w:rsidR="0053031E" w:rsidRPr="0014038B" w:rsidRDefault="0053031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اپنے نفس کے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گوہر کو بلند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پر لے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اسے آلودگ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پاک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تا کہ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مقامات تک پہنچ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355894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عَرَفَ نَفْسَ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تَجَرَّدَ''</w:t>
      </w:r>
      <w:r w:rsidR="00E546D1" w:rsidRPr="0014038B">
        <w:rPr>
          <w:rStyle w:val="libFootnotenumChar"/>
          <w:rFonts w:hint="cs"/>
          <w:rtl/>
        </w:rPr>
        <w:t>(</w:t>
      </w:r>
      <w:r w:rsidR="00355894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اپنے نفس کو پہچان لے ،وہ مجرد(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دور رہے گا) ہو جائے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 صرف نفس انسان کو برے کاموں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ورغلاتا ہے بلکہ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کرتا ہے 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مولائے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355894">
      <w:pPr>
        <w:pStyle w:val="libNormal"/>
        <w:rPr>
          <w:rtl/>
        </w:rPr>
      </w:pPr>
      <w:r w:rsidRPr="0014038B">
        <w:rPr>
          <w:rStyle w:val="libArabicChar"/>
          <w:rtl/>
        </w:rPr>
        <w:t>''لا تَع</w:t>
      </w:r>
      <w:r w:rsidRPr="0014038B">
        <w:rPr>
          <w:rStyle w:val="libArabicChar"/>
          <w:rFonts w:hint="cs"/>
          <w:rtl/>
        </w:rPr>
        <w:t xml:space="preserve">ْصِ نَفْسَکَ اِذٰا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َِ أَرْشَدَتْکَ''</w:t>
      </w:r>
      <w:r w:rsidR="00E546D1" w:rsidRPr="0014038B">
        <w:rPr>
          <w:rStyle w:val="libFootnotenumChar"/>
          <w:rFonts w:hint="cs"/>
          <w:rtl/>
        </w:rPr>
        <w:t>(</w:t>
      </w:r>
      <w:r w:rsidR="00355894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تمہارا نفس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کرے تو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نہ کرو۔</w:t>
      </w:r>
    </w:p>
    <w:p w:rsidR="0053031E" w:rsidRPr="0014038B" w:rsidRDefault="0053031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355894" w:rsidRPr="0014038B">
        <w:rPr>
          <w:rFonts w:hint="cs"/>
          <w:rtl/>
        </w:rPr>
        <w:t>1</w:t>
      </w:r>
      <w:r w:rsidRPr="0014038B">
        <w:rPr>
          <w:rtl/>
        </w:rPr>
        <w:t>] ۔ شرح  غرر  الحکم:ج</w:t>
      </w:r>
      <w:r w:rsidRPr="0014038B">
        <w:rPr>
          <w:rtl/>
          <w:lang w:bidi="fa-IR"/>
        </w:rPr>
        <w:t>۵</w:t>
      </w:r>
      <w:r w:rsidRPr="0014038B">
        <w:rPr>
          <w:rtl/>
        </w:rPr>
        <w:t>ص</w:t>
      </w:r>
      <w:r w:rsidRPr="0014038B">
        <w:rPr>
          <w:rtl/>
          <w:lang w:bidi="fa-IR"/>
        </w:rPr>
        <w:t>۱۷۵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355894" w:rsidRPr="0014038B">
        <w:rPr>
          <w:rFonts w:hint="cs"/>
          <w:rtl/>
        </w:rPr>
        <w:t>2</w:t>
      </w:r>
      <w:r w:rsidRPr="0014038B">
        <w:rPr>
          <w:rtl/>
        </w:rPr>
        <w:t>]۔ شرح  غرر  الحکم:ج</w:t>
      </w:r>
      <w:r w:rsidRPr="0014038B">
        <w:rPr>
          <w:rFonts w:hint="cs"/>
          <w:rtl/>
        </w:rPr>
        <w:t>6ص</w:t>
      </w:r>
      <w:r w:rsidRPr="0014038B">
        <w:rPr>
          <w:rtl/>
        </w:rPr>
        <w:t>۲۸۲</w:t>
      </w:r>
    </w:p>
    <w:p w:rsidR="00C73BB7" w:rsidRPr="0014038B" w:rsidRDefault="00C73BB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2132E5">
      <w:pPr>
        <w:pStyle w:val="Heading1"/>
        <w:rPr>
          <w:rtl/>
        </w:rPr>
      </w:pPr>
      <w:bookmarkStart w:id="6" w:name="_Toc386266889"/>
      <w:r w:rsidRPr="0014038B">
        <w:rPr>
          <w:rtl/>
        </w:rPr>
        <w:lastRenderedPageBreak/>
        <w:t>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</w:t>
      </w:r>
      <w:r w:rsidRPr="0014038B">
        <w:rPr>
          <w:rFonts w:hint="cs"/>
          <w:rtl/>
        </w:rPr>
        <w:t>ی</w:t>
      </w:r>
      <w:bookmarkEnd w:id="6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سوچ</w:t>
      </w:r>
      <w:r w:rsidRPr="0014038B">
        <w:rPr>
          <w:rtl/>
        </w:rPr>
        <w:t xml:space="preserve"> و فکر،ہمت و ارادہ اور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سنج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کوشش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اور سست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کاہل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کرنا چاہئے۔ک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اصلاح اور نفس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نکھارنے کے لئے سع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وکوشش کرنا بہت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''لاٰ تَت</w:t>
      </w:r>
      <w:r w:rsidRPr="0014038B">
        <w:rPr>
          <w:rStyle w:val="libArabicChar"/>
          <w:rFonts w:hint="cs"/>
          <w:rtl/>
        </w:rPr>
        <w:t>ْرُکِ ا لْاِجْتِ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ٰادَ فِ اِصْلاٰحِ نَفْسِکَ فَاِنَّ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لاٰ یُ</w:t>
      </w:r>
      <w:r w:rsidRPr="0014038B">
        <w:rPr>
          <w:rStyle w:val="libArabicChar"/>
          <w:rFonts w:hint="eastAsia"/>
          <w:rtl/>
        </w:rPr>
        <w:t>عِ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نُکَ</w:t>
      </w:r>
      <w:r w:rsidRPr="0014038B">
        <w:rPr>
          <w:rStyle w:val="libArabicChar"/>
          <w:rtl/>
        </w:rPr>
        <w:t xml:space="preserve"> اِلاَّ ال</w:t>
      </w:r>
      <w:r w:rsidRPr="0014038B">
        <w:rPr>
          <w:rStyle w:val="libArabicChar"/>
          <w:rFonts w:hint="cs"/>
          <w:rtl/>
        </w:rPr>
        <w:t>ْجِدُّ''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اصلاح کے لئے سع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وکوشش کو ترک نہ کروک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اس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کوشش کے علاوہ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73BB7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افسوس کا مقام ہے ہے اس مسئلہ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باوجود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بہت کم توجہ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کھنا</w:t>
      </w:r>
      <w:r w:rsidRPr="0014038B">
        <w:rPr>
          <w:rtl/>
        </w:rPr>
        <w:t xml:space="preserve"> چاہئے کہ خدا کے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بندوں (اول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خدا)نے خود کو کس طرح پہچانا؟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اتنااعل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ارفع مقام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حاصل ہوا؟ وہ کس طرح شرافت نفس کے مقام تک پہنچے؟ ہم ک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طرح ان کے نقش قدم پر چل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کس طرح ان کے مقام تک رسائ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73BB7" w:rsidRPr="0014038B" w:rsidRDefault="00C73BB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73BB7" w:rsidRPr="0014038B" w:rsidRDefault="00C73BB7" w:rsidP="00E546D1">
      <w:pPr>
        <w:pStyle w:val="libFootnote0"/>
        <w:rPr>
          <w:rtl/>
        </w:rPr>
      </w:pPr>
      <w:r w:rsidRPr="0014038B">
        <w:rPr>
          <w:rtl/>
        </w:rPr>
        <w:t>[1]۔ شرح  غرر  الحکم:ج</w:t>
      </w:r>
      <w:r w:rsidRPr="0014038B">
        <w:rPr>
          <w:rFonts w:hint="cs"/>
          <w:rtl/>
        </w:rPr>
        <w:t>6ص</w:t>
      </w:r>
      <w:r w:rsidRPr="0014038B">
        <w:rPr>
          <w:rtl/>
          <w:lang w:bidi="fa-IR"/>
        </w:rPr>
        <w:t>۳۱۵</w:t>
      </w:r>
    </w:p>
    <w:p w:rsidR="00C73BB7" w:rsidRPr="0014038B" w:rsidRDefault="00C73BB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سوالوں کا جواب مولائے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کلام کے ضمن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ہے:</w:t>
      </w:r>
    </w:p>
    <w:p w:rsidR="00CA6D92" w:rsidRPr="0014038B" w:rsidRDefault="00CA6D92" w:rsidP="00C73BB7">
      <w:pPr>
        <w:pStyle w:val="libNormal"/>
        <w:rPr>
          <w:rtl/>
        </w:rPr>
      </w:pPr>
      <w:r w:rsidRPr="0014038B">
        <w:rPr>
          <w:rStyle w:val="libArabicChar"/>
          <w:rtl/>
        </w:rPr>
        <w:t>''عَوِّذ</w:t>
      </w:r>
      <w:r w:rsidRPr="0014038B">
        <w:rPr>
          <w:rStyle w:val="libArabicChar"/>
          <w:rFonts w:hint="cs"/>
          <w:rtl/>
        </w:rPr>
        <w:t>ْ نَفْسَکَ فِعْلَ الْمَکٰارِمِ وَ تَحَمُّلَ أَعْبٰائِ الْمَغٰارِمِ تَشْرُفَ نَفْسَکَ ''</w:t>
      </w:r>
      <w:r w:rsidR="00E546D1" w:rsidRPr="0014038B">
        <w:rPr>
          <w:rStyle w:val="libFootnotenumChar"/>
          <w:rFonts w:hint="cs"/>
          <w:rtl/>
        </w:rPr>
        <w:t>(</w:t>
      </w:r>
      <w:r w:rsidR="00C73BB7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نفس کو 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کاموں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انجام دہ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تکل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فوں</w:t>
      </w:r>
      <w:r w:rsidRPr="0014038B">
        <w:rPr>
          <w:rtl/>
        </w:rPr>
        <w:t xml:space="preserve"> کو برداشت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ڈالو،تا کہ اپنے نفس کو بلند مرتبہ پر فائز کر سکو۔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ہمارے</w:t>
      </w:r>
      <w:r w:rsidRPr="0014038B">
        <w:rPr>
          <w:rtl/>
        </w:rPr>
        <w:t xml:space="preserve"> بزرگوں نے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پُر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فرمان کو عمل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جامہ پہنا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شرافت نفس کے مقام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خود 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پہنچے ۔اگر ہم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مشکل کاموں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مشکلات برداشت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وقت گزرنے کے ساتھ ساتھ ہم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انسان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کے</w:t>
      </w:r>
      <w:r w:rsidRPr="0014038B">
        <w:rPr>
          <w:rtl/>
        </w:rPr>
        <w:t xml:space="preserve"> اعل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شرافت نفس تک رسائ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73BB7" w:rsidRPr="0014038B" w:rsidRDefault="00C73BB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C73BB7" w:rsidRPr="0014038B">
        <w:rPr>
          <w:rFonts w:hint="cs"/>
          <w:rtl/>
        </w:rPr>
        <w:t>1</w:t>
      </w:r>
      <w:r w:rsidRPr="0014038B">
        <w:rPr>
          <w:rtl/>
        </w:rPr>
        <w:t>]۔ شرح  غرر  الحکم:ج</w:t>
      </w:r>
      <w:r w:rsidRPr="0014038B">
        <w:rPr>
          <w:rtl/>
          <w:lang w:bidi="fa-IR"/>
        </w:rPr>
        <w:t>۵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۱۷۵</w:t>
      </w:r>
    </w:p>
    <w:p w:rsidR="00C73BB7" w:rsidRPr="0014038B" w:rsidRDefault="00C73BB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lastRenderedPageBreak/>
        <w:t xml:space="preserve"> </w:t>
      </w:r>
      <w:bookmarkStart w:id="7" w:name="_Toc386266890"/>
      <w:r w:rsidRPr="0014038B">
        <w:rPr>
          <w:rtl/>
        </w:rPr>
        <w:t>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مکاشفہ</w:t>
      </w:r>
      <w:bookmarkEnd w:id="7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خود</w:t>
      </w:r>
      <w:r w:rsidRPr="0014038B">
        <w:rPr>
          <w:rtl/>
        </w:rPr>
        <w:t xml:space="preserve"> 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اہم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رازوں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انسان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 لے کہ نفس اضداد کا مجموعہ ہے ،جس طرح معاشرہ اچھے اور برے لوگوں سے مل کر بنتا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نفس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اور برائ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موجود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 نفس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موضوع سے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دشمن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اپنے اندر جگہ دے سکتا ہے اور اپنے اندرصح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اور غلط افکار کو جمع کر سکتاہے۔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سے آگاہ ہونے کے بعد جب تک نفس اعل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مراحل تک اور تکامل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منزل تک نہ پہنچ جائے تب تک  اس کے تمام آثار کو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سمجھ سکتے ۔  اس مطلب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وضاحت کے لئے ہم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نفس</w:t>
      </w:r>
      <w:r w:rsidRPr="0014038B">
        <w:rPr>
          <w:rtl/>
        </w:rPr>
        <w:t xml:space="preserve"> کے آثار اور مکاشفات کو کل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طور پر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قسموں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تقس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سکتاہے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1۔ رحمان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مکاشفات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2۔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مکاشفات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3۔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مکاشفات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142472">
      <w:pPr>
        <w:pStyle w:val="Heading1"/>
        <w:rPr>
          <w:rtl/>
        </w:rPr>
      </w:pPr>
      <w:bookmarkStart w:id="8" w:name="_Toc386266891"/>
      <w:r w:rsidRPr="0014038B">
        <w:rPr>
          <w:rFonts w:hint="cs"/>
          <w:rtl/>
        </w:rPr>
        <w:t>1۔ رحمانی</w:t>
      </w:r>
      <w:r w:rsidRPr="0014038B">
        <w:rPr>
          <w:rtl/>
        </w:rPr>
        <w:t xml:space="preserve"> مکاشفات</w:t>
      </w:r>
      <w:bookmarkEnd w:id="8"/>
    </w:p>
    <w:p w:rsidR="00E5096E" w:rsidRPr="0014038B" w:rsidRDefault="00CA6D92" w:rsidP="0014247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ملائکہ کے الہام سے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اگرچہ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بہت کم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E5096E" w:rsidRPr="0014038B" w:rsidRDefault="00E5096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5096E" w:rsidRPr="0014038B" w:rsidRDefault="00E5096E" w:rsidP="00142472">
      <w:pPr>
        <w:pStyle w:val="libNormal"/>
        <w:rPr>
          <w:rtl/>
        </w:rPr>
      </w:pPr>
    </w:p>
    <w:p w:rsidR="00E5096E" w:rsidRPr="0014038B" w:rsidRDefault="00C73BB7" w:rsidP="00E5096E">
      <w:pPr>
        <w:pStyle w:val="Heading1"/>
        <w:rPr>
          <w:rtl/>
        </w:rPr>
      </w:pPr>
      <w:bookmarkStart w:id="9" w:name="_Toc386266892"/>
      <w:r w:rsidRPr="0014038B">
        <w:rPr>
          <w:rFonts w:hint="cs"/>
          <w:rtl/>
        </w:rPr>
        <w:t>2۔ شی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مکاشفات</w:t>
      </w:r>
      <w:bookmarkEnd w:id="9"/>
      <w:r w:rsidR="00142472" w:rsidRPr="0014038B">
        <w:rPr>
          <w:rFonts w:hint="cs"/>
          <w:rtl/>
        </w:rPr>
        <w:t xml:space="preserve"> </w:t>
      </w:r>
    </w:p>
    <w:p w:rsidR="00C73BB7" w:rsidRPr="0014038B" w:rsidRDefault="00C73BB7" w:rsidP="0014247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مکاشفات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ہے جسے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عوامل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اگر فرض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 پر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خبر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اس پرتوجہ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ورنہ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آہستہ آہستہ انسان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نفوذ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داکرکے</w:t>
      </w:r>
      <w:r w:rsidRPr="0014038B">
        <w:rPr>
          <w:rtl/>
        </w:rPr>
        <w:t xml:space="preserve"> انسان پر حاو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مسلط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وقت گزرنے کے ساتھ ساتھ انسان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</w:t>
      </w:r>
      <w:r w:rsidRPr="0014038B">
        <w:rPr>
          <w:rFonts w:hint="eastAsia"/>
          <w:rtl/>
        </w:rPr>
        <w:t>کاشفات</w:t>
      </w:r>
      <w:r w:rsidRPr="0014038B">
        <w:rPr>
          <w:rtl/>
        </w:rPr>
        <w:t xml:space="preserve"> کا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جاتاہے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مکاشفات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حاو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جاتا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بعض</w:t>
      </w:r>
      <w:r w:rsidRPr="0014038B">
        <w:rPr>
          <w:rtl/>
        </w:rPr>
        <w:t xml:space="preserve"> اوقات بہت سے انسان علم 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بخش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سے دور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خود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مکاشفات و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 اور وہ اس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خام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عمر برباد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کہ اسے بزرگ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0" w:name="_Toc386266893"/>
      <w:r w:rsidRPr="0014038B">
        <w:rPr>
          <w:rFonts w:hint="cs"/>
          <w:rtl/>
        </w:rPr>
        <w:t>3۔ نفسانی</w:t>
      </w:r>
      <w:r w:rsidRPr="0014038B">
        <w:rPr>
          <w:rtl/>
        </w:rPr>
        <w:t xml:space="preserve"> مکاشفات</w:t>
      </w:r>
      <w:bookmarkEnd w:id="10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مکاشفات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مکاشفات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مکاشفات کا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و غلط ہونا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نوران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مربوط ہے اگر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سلمان و ابوذر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کمال کے درجہ تک پہنچ جائے تو اس کے تمام مکاشفات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ہوں گے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اگر تکامل کے درجہ تک نہ پہنچا ہو  اور چونکہ اس کے نفس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</w:t>
      </w:r>
      <w:r w:rsidRPr="0014038B">
        <w:rPr>
          <w:rFonts w:hint="eastAsia"/>
          <w:rtl/>
        </w:rPr>
        <w:t>ود</w:t>
      </w:r>
      <w:r w:rsidRPr="0014038B">
        <w:rPr>
          <w:rtl/>
        </w:rPr>
        <w:t xml:space="preserve"> افکار ،سوچ 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چار</w:t>
      </w:r>
      <w:r w:rsidRPr="0014038B">
        <w:rPr>
          <w:rtl/>
        </w:rPr>
        <w:t xml:space="preserve"> اور اعتقادات اس کے مکاشفات اور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کے حصول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مؤثر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۔اس لئے مکاشفات کا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ہونا افکار و عقائد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وابستہ ہوتا ہے ۔</w:t>
      </w:r>
    </w:p>
    <w:p w:rsidR="00E5096E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جب تک انسان اپنے وجود سے غلط افکار و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الات</w:t>
      </w:r>
      <w:r w:rsidRPr="0014038B">
        <w:rPr>
          <w:rtl/>
        </w:rPr>
        <w:t xml:space="preserve"> اور اعتقادات کو دور نہ کرے تب تک وہ مکاشفات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صحت کو اخذنہ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بہت سے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مکاشفات انہ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سے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جو نفس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موجود ہوں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جو نفس تکامل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حد تک نہ پہنچا ہو وہ حق و باطل اور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و غلط کا مجموعہ ہوتاہے</w:t>
      </w:r>
    </w:p>
    <w:p w:rsidR="00E5096E" w:rsidRPr="0014038B" w:rsidRDefault="00E5096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lastRenderedPageBreak/>
        <w:t xml:space="preserve"> لہذا ہر قسم کے مکاشفہ پر اعتبار و اعتماد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سکتا۔ا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مکاشفات و الہامات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سے بہتر ہے کہ انسان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 تکامل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tl/>
        </w:rPr>
        <w:t>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تمام اسرار و رموز سے آگاہ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73BB7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مکاشفات کے حصول کا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اسا</w:t>
      </w:r>
      <w:r w:rsidRPr="0014038B">
        <w:rPr>
          <w:rtl/>
        </w:rPr>
        <w:t xml:space="preserve"> ہو،اس پر لازم ہے کہ وہ مکتب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پر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کرے تا کہ خواہشات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ہواوہوس پر اثر انداز نہ ہوں۔</w:t>
      </w:r>
    </w:p>
    <w:p w:rsidR="00E5096E" w:rsidRPr="0014038B" w:rsidRDefault="00E5096E" w:rsidP="002132E5">
      <w:pPr>
        <w:pStyle w:val="Heading1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1" w:name="_Toc386266894"/>
      <w:r w:rsidRPr="0014038B">
        <w:rPr>
          <w:rtl/>
        </w:rPr>
        <w:t>مغرب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نمونہ</w:t>
      </w:r>
      <w:bookmarkEnd w:id="11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کچھ</w:t>
      </w:r>
      <w:r w:rsidRPr="0014038B">
        <w:rPr>
          <w:rtl/>
        </w:rPr>
        <w:t xml:space="preserve"> مغرب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ممالک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اداروں،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ورسٹ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اور کالجوں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داخلے کے خواہشمند حضرات کا 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سٹ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جاتا ہے اور ان سے پوچھے گئے سوالات کے جوابات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پر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پتہ چل جاتا ہے کہ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استعداد کس قدر ہے وہ علوم کے کس شعبہ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 </w:t>
      </w:r>
      <w:r w:rsidRPr="0014038B">
        <w:rPr>
          <w:rFonts w:hint="eastAsia"/>
          <w:rtl/>
        </w:rPr>
        <w:t>سکتے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؟پس جب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معلوم ہو جائے کہ وہ علوم کے کس شعبہ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ں،</w:t>
      </w:r>
      <w:r w:rsidRPr="0014038B">
        <w:rPr>
          <w:rtl/>
        </w:rPr>
        <w:t xml:space="preserve"> وہ ان کے لئے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شعبہ کا انتخاب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اگرچہ</w:t>
      </w:r>
      <w:r w:rsidRPr="0014038B">
        <w:rPr>
          <w:rtl/>
        </w:rPr>
        <w:t xml:space="preserve"> خود 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قسم کے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سے فوائد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صرف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انرج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 کو ضائع ہونے سے بچاتا ہے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آخر تک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اکتفاء کرنا اوراس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رکھنے والے جوان کے لئے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کو  جار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سار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رکھنا 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جوان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بدن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سلامت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اپنا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اپ کروائے اور بڑھاپے تک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رہے!</w:t>
      </w:r>
    </w:p>
    <w:p w:rsidR="00E5096E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صرف محدود وقت کے لئے کاف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ہم جانتے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اندرون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بچپن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جوان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نمودار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E5096E" w:rsidRPr="0014038B" w:rsidRDefault="00E5096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3430E9" w:rsidRPr="0014038B" w:rsidRDefault="00CA6D92" w:rsidP="00E5096E">
      <w:pPr>
        <w:pStyle w:val="libNormal"/>
        <w:rPr>
          <w:rtl/>
        </w:rPr>
      </w:pPr>
      <w:r w:rsidRPr="0014038B">
        <w:rPr>
          <w:rtl/>
        </w:rPr>
        <w:lastRenderedPageBreak/>
        <w:t xml:space="preserve"> اور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وقت گزرنے کے ساتھ ساتھ عقل اور تجربہ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افزائش سے کچھ انسانوں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بڑھاپے 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نکھر کر سامنے آت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انسان کو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="00E5096E" w:rsidRPr="0014038B">
        <w:rPr>
          <w:rFonts w:hint="cs"/>
          <w:rtl/>
        </w:rPr>
        <w:t xml:space="preserve"> </w:t>
      </w: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اندر چھپ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آشکار کرنا چاہئے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ہم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کھاہے</w:t>
      </w:r>
      <w:r w:rsidRPr="0014038B">
        <w:rPr>
          <w:rtl/>
        </w:rPr>
        <w:t xml:space="preserve"> کہ بہت سے ذہ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افراد نے بڑھاپے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ذہانت کو نکھارا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لہذا</w:t>
      </w:r>
      <w:r w:rsidRPr="0014038B">
        <w:rPr>
          <w:rtl/>
        </w:rPr>
        <w:t xml:space="preserve"> اگر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ذہانت کے 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سٹ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معلم کے برابرصلاح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رکھتا ہو تو اسے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ام</w:t>
      </w:r>
      <w:r w:rsidRPr="0014038B">
        <w:rPr>
          <w:rtl/>
        </w:rPr>
        <w:t xml:space="preserve"> تک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سمجھنا چاہئے کہ وہ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معلم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صلاح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رکھتا ہے۔بلکہ اسے انسان ساز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الہام و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سوچنا چاہئے کہ 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نے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 و خصلت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خلق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سے استفادہ کرکے انسان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صلاح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نئے دروازے کھول سکتاہے۔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پختہ</w:t>
      </w:r>
      <w:r w:rsidRPr="0014038B">
        <w:rPr>
          <w:rtl/>
        </w:rPr>
        <w:t xml:space="preserve"> ارادہ ،ہمت اور توبہ انہ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مثال</w:t>
      </w:r>
      <w:r w:rsidRPr="0014038B">
        <w:rPr>
          <w:rtl/>
        </w:rPr>
        <w:t xml:space="preserve"> کے طور پر انسان توبہ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اپنے اندر موجود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رسائ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کرکے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 سکتا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فرمودات و کلمات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روکاروں</w:t>
      </w:r>
      <w:r w:rsidRPr="0014038B">
        <w:rPr>
          <w:rtl/>
        </w:rPr>
        <w:t xml:space="preserve"> کوہمت اور ارادے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کچھ سکھا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ان کا مسئلہ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</w:p>
    <w:p w:rsidR="00E5096E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اگر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کے باوجود انسان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نہ ہو اور محدود وقت کے لئے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کچھ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پہچان کر انہ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اکتفاء کرے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بہت بڑ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غلط فہم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نفس اور اس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رہنا چاہئے تا کہ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دوراند</w:t>
      </w:r>
      <w:r w:rsidRPr="0014038B">
        <w:rPr>
          <w:rFonts w:hint="cs"/>
          <w:rtl/>
        </w:rPr>
        <w:t>ی</w:t>
      </w:r>
      <w:r w:rsidRPr="0014038B">
        <w:rPr>
          <w:rtl/>
        </w:rPr>
        <w:t>شانہ شناخت ہو۔</w:t>
      </w:r>
    </w:p>
    <w:p w:rsidR="00E5096E" w:rsidRPr="0014038B" w:rsidRDefault="00E5096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3430E9" w:rsidRPr="0014038B" w:rsidRDefault="00CA6D92" w:rsidP="003430E9">
      <w:pPr>
        <w:pStyle w:val="libNormal"/>
        <w:rPr>
          <w:rtl/>
        </w:rPr>
      </w:pPr>
      <w:r w:rsidRPr="0014038B">
        <w:rPr>
          <w:rtl/>
        </w:rPr>
        <w:lastRenderedPageBreak/>
        <w:t>پس محدود وقت کے لئے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ںہے</w:t>
      </w:r>
      <w:r w:rsidRPr="0014038B">
        <w:rPr>
          <w:rtl/>
        </w:rPr>
        <w:t xml:space="preserve"> بلکہ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ادوں</w:t>
      </w:r>
      <w:r w:rsidRPr="0014038B">
        <w:rPr>
          <w:rtl/>
        </w:rPr>
        <w:t xml:space="preserve"> پر دوراند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نفس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فکر کے ساتھ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چاہئے۔</w:t>
      </w:r>
      <w:r w:rsidR="003430E9" w:rsidRPr="0014038B">
        <w:rPr>
          <w:rFonts w:hint="eastAsia"/>
          <w:rtl/>
        </w:rPr>
        <w:t xml:space="preserve"> حضرت</w:t>
      </w:r>
      <w:r w:rsidR="003430E9" w:rsidRPr="0014038B">
        <w:rPr>
          <w:rtl/>
        </w:rPr>
        <w:t xml:space="preserve"> ام</w:t>
      </w:r>
      <w:r w:rsidR="003430E9" w:rsidRPr="0014038B">
        <w:rPr>
          <w:rFonts w:hint="cs"/>
          <w:rtl/>
        </w:rPr>
        <w:t>ی</w:t>
      </w:r>
      <w:r w:rsidR="003430E9" w:rsidRPr="0014038B">
        <w:rPr>
          <w:rFonts w:hint="eastAsia"/>
          <w:rtl/>
        </w:rPr>
        <w:t>ر</w:t>
      </w:r>
      <w:r w:rsidR="003430E9" w:rsidRPr="0014038B">
        <w:rPr>
          <w:rtl/>
        </w:rPr>
        <w:t xml:space="preserve"> المومن</w:t>
      </w:r>
      <w:r w:rsidR="003430E9" w:rsidRPr="0014038B">
        <w:rPr>
          <w:rFonts w:hint="cs"/>
          <w:rtl/>
        </w:rPr>
        <w:t>ی</w:t>
      </w:r>
      <w:r w:rsidR="003430E9" w:rsidRPr="0014038B">
        <w:rPr>
          <w:rFonts w:hint="eastAsia"/>
          <w:rtl/>
        </w:rPr>
        <w:t>ن</w:t>
      </w:r>
      <w:r w:rsidR="003430E9" w:rsidRPr="0014038B">
        <w:rPr>
          <w:rtl/>
        </w:rPr>
        <w:t xml:space="preserve"> عل</w:t>
      </w:r>
      <w:r w:rsidR="003430E9" w:rsidRPr="0014038B">
        <w:rPr>
          <w:rFonts w:hint="cs"/>
          <w:rtl/>
        </w:rPr>
        <w:t>ی</w:t>
      </w:r>
      <w:r w:rsidR="003430E9" w:rsidRPr="0014038B">
        <w:rPr>
          <w:rtl/>
        </w:rPr>
        <w:t xml:space="preserve"> عل</w:t>
      </w:r>
      <w:r w:rsidR="003430E9" w:rsidRPr="0014038B">
        <w:rPr>
          <w:rFonts w:hint="cs"/>
          <w:rtl/>
        </w:rPr>
        <w:t>ی</w:t>
      </w:r>
      <w:r w:rsidR="003430E9" w:rsidRPr="0014038B">
        <w:rPr>
          <w:rFonts w:hint="eastAsia"/>
          <w:rtl/>
        </w:rPr>
        <w:t>ہ</w:t>
      </w:r>
      <w:r w:rsidR="003430E9" w:rsidRPr="0014038B">
        <w:rPr>
          <w:rtl/>
        </w:rPr>
        <w:t xml:space="preserve"> السلام فرماتے ہ</w:t>
      </w:r>
      <w:r w:rsidR="003430E9" w:rsidRPr="0014038B">
        <w:rPr>
          <w:rFonts w:hint="cs"/>
          <w:rtl/>
        </w:rPr>
        <w:t>ی</w:t>
      </w:r>
      <w:r w:rsidR="003430E9" w:rsidRPr="0014038B">
        <w:rPr>
          <w:rFonts w:hint="eastAsia"/>
          <w:rtl/>
        </w:rPr>
        <w:t>ں</w:t>
      </w:r>
      <w:r w:rsidR="003430E9" w:rsidRPr="0014038B">
        <w:rPr>
          <w:rtl/>
        </w:rPr>
        <w:t>:</w:t>
      </w:r>
    </w:p>
    <w:p w:rsidR="003430E9" w:rsidRPr="0014038B" w:rsidRDefault="003430E9" w:rsidP="003430E9">
      <w:pPr>
        <w:pStyle w:val="libNormal"/>
        <w:rPr>
          <w:rtl/>
        </w:rPr>
      </w:pPr>
      <w:r w:rsidRPr="0014038B">
        <w:rPr>
          <w:rStyle w:val="libArabicChar"/>
          <w:rtl/>
        </w:rPr>
        <w:t>''اِنَّ ال</w:t>
      </w:r>
      <w:r w:rsidRPr="0014038B">
        <w:rPr>
          <w:rStyle w:val="libArabicChar"/>
          <w:rFonts w:hint="cs"/>
          <w:rtl/>
        </w:rPr>
        <w:t>ْمَحٰازِمَ مَنْ قَیَّ</w:t>
      </w:r>
      <w:r w:rsidRPr="0014038B">
        <w:rPr>
          <w:rStyle w:val="libArabicChar"/>
          <w:rFonts w:hint="eastAsia"/>
          <w:rtl/>
        </w:rPr>
        <w:t>دَ</w:t>
      </w:r>
      <w:r w:rsidRPr="0014038B">
        <w:rPr>
          <w:rStyle w:val="libArabicChar"/>
          <w:rtl/>
        </w:rPr>
        <w:t xml:space="preserve"> نَف</w:t>
      </w:r>
      <w:r w:rsidRPr="0014038B">
        <w:rPr>
          <w:rStyle w:val="libArabicChar"/>
          <w:rFonts w:hint="cs"/>
          <w:rtl/>
        </w:rPr>
        <w:t>ْسَهُ بِالْمُحٰاسَبَةِ وَ مَلِکَهٰا بِالْمُغٰاضَبَةِ وَ قَتَلَهٰا بِالْمُجٰاهَدَة''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3430E9" w:rsidP="00E5096E">
      <w:pPr>
        <w:pStyle w:val="libNormal"/>
        <w:rPr>
          <w:rtl/>
        </w:rPr>
      </w:pP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دوراند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وہ ہے جو محاسبہ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اپنے نفس پر قابو رکھے اور اپنے نفس پر غضب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اس کا مالک بن جائے اور مجاہدت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اسے قتل کر دے۔</w:t>
      </w:r>
      <w:r w:rsidR="00CA6D92" w:rsidRPr="0014038B">
        <w:rPr>
          <w:rFonts w:hint="eastAsia"/>
          <w:rtl/>
        </w:rPr>
        <w:t>دوراند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ش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،نفس کے محاسبہ اور نفس پر مغاضبہ کے ذر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عہ</w:t>
      </w:r>
      <w:r w:rsidR="00CA6D92" w:rsidRPr="0014038B">
        <w:rPr>
          <w:rtl/>
        </w:rPr>
        <w:t xml:space="preserve"> انسان کے نفس م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ا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س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تبد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ل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اں</w:t>
      </w:r>
      <w:r w:rsidR="00CA6D92" w:rsidRPr="0014038B">
        <w:rPr>
          <w:rtl/>
        </w:rPr>
        <w:t xml:space="preserve"> ا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جاد</w:t>
      </w:r>
      <w:r w:rsidR="00CA6D92" w:rsidRPr="0014038B">
        <w:rPr>
          <w:rtl/>
        </w:rPr>
        <w:t xml:space="preserve"> ہوت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ہ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جس سے گذشتہ زمانے م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کئے جانے والے تمام ٹ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سٹوں</w:t>
      </w:r>
      <w:r w:rsidR="00CA6D92" w:rsidRPr="0014038B">
        <w:rPr>
          <w:rtl/>
        </w:rPr>
        <w:t xml:space="preserve"> 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اہم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ت</w:t>
      </w:r>
      <w:r w:rsidR="00CA6D92" w:rsidRPr="0014038B">
        <w:rPr>
          <w:rtl/>
        </w:rPr>
        <w:t xml:space="preserve"> کم ہو جات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ہے۔</w:t>
      </w:r>
      <w:r w:rsidR="00CA6D92" w:rsidRPr="0014038B">
        <w:rPr>
          <w:rFonts w:hint="eastAsia"/>
          <w:rtl/>
        </w:rPr>
        <w:t>پس</w:t>
      </w:r>
      <w:r w:rsidR="00CA6D92" w:rsidRPr="0014038B">
        <w:rPr>
          <w:rtl/>
        </w:rPr>
        <w:t xml:space="preserve"> نفس م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پ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دا</w:t>
      </w:r>
      <w:r w:rsidR="00CA6D92" w:rsidRPr="0014038B">
        <w:rPr>
          <w:rtl/>
        </w:rPr>
        <w:t xml:space="preserve"> ہونے وال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تبد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ل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وں</w:t>
      </w:r>
      <w:r w:rsidR="00CA6D92" w:rsidRPr="0014038B">
        <w:rPr>
          <w:rtl/>
        </w:rPr>
        <w:t xml:space="preserve"> اور شخص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ت</w:t>
      </w:r>
      <w:r w:rsidR="00CA6D92" w:rsidRPr="0014038B">
        <w:rPr>
          <w:rtl/>
        </w:rPr>
        <w:t xml:space="preserve"> 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تجد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دکے</w:t>
      </w:r>
      <w:r w:rsidR="00CA6D92" w:rsidRPr="0014038B">
        <w:rPr>
          <w:rtl/>
        </w:rPr>
        <w:t xml:space="preserve"> نت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جہ</w:t>
      </w:r>
      <w:r w:rsidR="00CA6D92" w:rsidRPr="0014038B">
        <w:rPr>
          <w:rtl/>
        </w:rPr>
        <w:t xml:space="preserve"> م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نئے ٹ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سٹ</w:t>
      </w:r>
      <w:r w:rsidR="00CA6D92" w:rsidRPr="0014038B">
        <w:rPr>
          <w:rtl/>
        </w:rPr>
        <w:t xml:space="preserve"> کرنے چاہئ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جس طرح وقت گزرنے کے ساتھ ساتھ بدن کا نئے سرے سے چ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ک</w:t>
      </w:r>
      <w:r w:rsidR="00CA6D92" w:rsidRPr="0014038B">
        <w:rPr>
          <w:rtl/>
        </w:rPr>
        <w:t xml:space="preserve"> اپ ک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ا</w:t>
      </w:r>
      <w:r w:rsidR="00CA6D92" w:rsidRPr="0014038B">
        <w:rPr>
          <w:rtl/>
        </w:rPr>
        <w:t xml:space="preserve"> جاتا ہے۔</w:t>
      </w:r>
      <w:r w:rsidR="00CA6D92" w:rsidRPr="0014038B">
        <w:rPr>
          <w:rFonts w:hint="eastAsia"/>
          <w:rtl/>
        </w:rPr>
        <w:t>اس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لئے ماہر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ن</w:t>
      </w:r>
      <w:r w:rsidR="00CA6D92" w:rsidRPr="0014038B">
        <w:rPr>
          <w:rtl/>
        </w:rPr>
        <w:t xml:space="preserve"> نفس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ات</w:t>
      </w:r>
      <w:r w:rsidR="00CA6D92" w:rsidRPr="0014038B">
        <w:rPr>
          <w:rtl/>
        </w:rPr>
        <w:t xml:space="preserve"> روحان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پر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شان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وں</w:t>
      </w:r>
      <w:r w:rsidR="00CA6D92" w:rsidRPr="0014038B">
        <w:rPr>
          <w:rtl/>
        </w:rPr>
        <w:t xml:space="preserve"> سے نجات اور زندگ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کو پر مسرت بنانے کے کچھ طر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قے</w:t>
      </w:r>
      <w:r w:rsidR="00CA6D92" w:rsidRPr="0014038B">
        <w:rPr>
          <w:rtl/>
        </w:rPr>
        <w:t xml:space="preserve"> ب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ان</w:t>
      </w:r>
      <w:r w:rsidR="00CA6D92" w:rsidRPr="0014038B">
        <w:rPr>
          <w:rtl/>
        </w:rPr>
        <w:t xml:space="preserve"> کرتے ہ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۔تصو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ر</w:t>
      </w:r>
      <w:r w:rsidR="00CA6D92" w:rsidRPr="0014038B">
        <w:rPr>
          <w:rtl/>
        </w:rPr>
        <w:t xml:space="preserve"> و تصور ، تجسم اور ارادے ا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سے</w:t>
      </w:r>
      <w:r w:rsidR="00CA6D92" w:rsidRPr="0014038B">
        <w:rPr>
          <w:rtl/>
        </w:rPr>
        <w:t xml:space="preserve"> ہ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مہم طر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قے</w:t>
      </w:r>
      <w:r w:rsidR="00CA6D92" w:rsidRPr="0014038B">
        <w:rPr>
          <w:rtl/>
        </w:rPr>
        <w:t xml:space="preserve"> ہ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جن پر 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ہ</w:t>
      </w:r>
      <w:r w:rsidR="00CA6D92" w:rsidRPr="0014038B">
        <w:rPr>
          <w:rtl/>
        </w:rPr>
        <w:t xml:space="preserve"> بھروسہ کرتے ہ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>۔</w:t>
      </w:r>
      <w:r w:rsidR="00CA6D92" w:rsidRPr="0014038B">
        <w:rPr>
          <w:rFonts w:hint="eastAsia"/>
          <w:rtl/>
        </w:rPr>
        <w:t>دن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ا</w:t>
      </w:r>
      <w:r w:rsidR="00CA6D92" w:rsidRPr="0014038B">
        <w:rPr>
          <w:rtl/>
        </w:rPr>
        <w:t xml:space="preserve"> والوں نے جن حقائق تک اب رسائ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حاصل 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ہے ہمارے راہنماؤں اور پ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شواؤں</w:t>
      </w:r>
      <w:r w:rsidR="00CA6D92" w:rsidRPr="0014038B">
        <w:rPr>
          <w:rtl/>
        </w:rPr>
        <w:t xml:space="preserve"> نے ہم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وہ حقائق بہت پہلے سکھائے تھے ۔ لہذا ہم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ان 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نئ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در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افتوں</w:t>
      </w:r>
      <w:r w:rsidR="00CA6D92" w:rsidRPr="0014038B">
        <w:rPr>
          <w:rtl/>
        </w:rPr>
        <w:t xml:space="preserve"> 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کوئ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ضرورت نہ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ہے جو انہوں نے اپنے نظر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ات</w:t>
      </w:r>
      <w:r w:rsidR="00CA6D92" w:rsidRPr="0014038B">
        <w:rPr>
          <w:rtl/>
        </w:rPr>
        <w:t xml:space="preserve"> 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بن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اد</w:t>
      </w:r>
      <w:r w:rsidR="00CA6D92" w:rsidRPr="0014038B">
        <w:rPr>
          <w:rtl/>
        </w:rPr>
        <w:t xml:space="preserve"> پر فراہم کئے ہ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>۔ہم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''دون خوان''اور ''کاستاندا'' کے تجربات </w:t>
      </w:r>
      <w:r w:rsidR="00CA6D92" w:rsidRPr="0014038B">
        <w:rPr>
          <w:rFonts w:hint="eastAsia"/>
          <w:rtl/>
        </w:rPr>
        <w:t>اور</w:t>
      </w:r>
      <w:r w:rsidR="00CA6D92" w:rsidRPr="0014038B">
        <w:rPr>
          <w:rtl/>
        </w:rPr>
        <w:t xml:space="preserve"> تصن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فات</w:t>
      </w:r>
      <w:r w:rsidR="00CA6D92" w:rsidRPr="0014038B">
        <w:rPr>
          <w:rtl/>
        </w:rPr>
        <w:t xml:space="preserve"> 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کوئ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ضرورت نہ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ںہے</w:t>
      </w:r>
      <w:r w:rsidR="00CA6D92" w:rsidRPr="0014038B">
        <w:rPr>
          <w:rtl/>
        </w:rPr>
        <w:t xml:space="preserve"> ان کے لئے 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ہ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بہتر ہے کہ وہ امر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کا</w:t>
      </w:r>
      <w:r w:rsidR="00CA6D92" w:rsidRPr="0014038B">
        <w:rPr>
          <w:rtl/>
        </w:rPr>
        <w:t xml:space="preserve"> کے جادوگروں کو ہ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چکمہ د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>۔</w:t>
      </w:r>
      <w:r w:rsidR="00CA6D92" w:rsidRPr="0014038B">
        <w:rPr>
          <w:rFonts w:hint="eastAsia"/>
          <w:rtl/>
        </w:rPr>
        <w:t>جس</w:t>
      </w:r>
      <w:r w:rsidR="00CA6D92" w:rsidRPr="0014038B">
        <w:rPr>
          <w:rtl/>
        </w:rPr>
        <w:t xml:space="preserve"> طرح ہم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''ماہار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ش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>''ک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راہنمائ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کوئ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ضرورت نہ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ہے اس کے لئے 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ہ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بہتر ہے کہ وہ ہندوستان کے س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کھوں</w:t>
      </w:r>
      <w:r w:rsidR="00CA6D92" w:rsidRPr="0014038B">
        <w:rPr>
          <w:rtl/>
        </w:rPr>
        <w:t xml:space="preserve"> اور ہندؤں کو ہ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تعل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م</w:t>
      </w:r>
      <w:r w:rsidR="00CA6D92" w:rsidRPr="0014038B">
        <w:rPr>
          <w:rtl/>
        </w:rPr>
        <w:t xml:space="preserve"> دے ۔ہم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''ذن بود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سم</w:t>
      </w:r>
      <w:r w:rsidR="00CA6D92" w:rsidRPr="0014038B">
        <w:rPr>
          <w:rtl/>
        </w:rPr>
        <w:t>''اور ''پ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ران</w:t>
      </w:r>
      <w:r w:rsidR="00CA6D92" w:rsidRPr="0014038B">
        <w:rPr>
          <w:rtl/>
        </w:rPr>
        <w:t>''ک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بھ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ضرورت نہ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ہے ۔ان کے لئے ''ذن''اور ''گوان''ک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طر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قت</w:t>
      </w:r>
      <w:r w:rsidR="00CA6D92" w:rsidRPr="0014038B">
        <w:rPr>
          <w:rtl/>
        </w:rPr>
        <w:t xml:space="preserve"> ہ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گائے پرستوں کو سکھائ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>۔ہم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نہ ہ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تو ''کرشنا مورت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>''ک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بص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رت</w:t>
      </w:r>
      <w:r w:rsidR="00CA6D92" w:rsidRPr="0014038B">
        <w:rPr>
          <w:rtl/>
        </w:rPr>
        <w:t xml:space="preserve"> 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ضرورت ہے اور نہ ہ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اس کے ش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ر</w:t>
      </w:r>
      <w:r w:rsidR="00CA6D92" w:rsidRPr="0014038B">
        <w:rPr>
          <w:rtl/>
        </w:rPr>
        <w:t xml:space="preserve"> کے دانتوں 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ان کے لئے 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ہ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بہتر ہے کہ وہ ہمارے آگاہ جوانوں ک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طرف اپن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طمع کے دانت نہ بڑھائ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>۔</w:t>
      </w:r>
    </w:p>
    <w:p w:rsidR="003430E9" w:rsidRPr="0014038B" w:rsidRDefault="003430E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شرح  غرر  الحکم: ج</w:t>
      </w:r>
      <w:r w:rsidRPr="0014038B">
        <w:rPr>
          <w:rtl/>
          <w:lang w:bidi="fa-IR"/>
        </w:rPr>
        <w:t>۲</w:t>
      </w:r>
      <w:r w:rsidRPr="0014038B">
        <w:rPr>
          <w:rtl/>
        </w:rPr>
        <w:t xml:space="preserve"> ص </w:t>
      </w:r>
      <w:r w:rsidRPr="0014038B">
        <w:rPr>
          <w:rtl/>
          <w:lang w:bidi="fa-IR"/>
        </w:rPr>
        <w:t>۵۵۸</w:t>
      </w:r>
    </w:p>
    <w:p w:rsidR="003430E9" w:rsidRPr="0014038B" w:rsidRDefault="003430E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2132E5">
      <w:pPr>
        <w:pStyle w:val="Heading1"/>
        <w:rPr>
          <w:rtl/>
        </w:rPr>
      </w:pPr>
      <w:bookmarkStart w:id="12" w:name="_Toc386266895"/>
      <w:r w:rsidRPr="0014038B">
        <w:rPr>
          <w:rtl/>
        </w:rPr>
        <w:lastRenderedPageBreak/>
        <w:t>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عوامل</w:t>
      </w:r>
      <w:bookmarkEnd w:id="12"/>
    </w:p>
    <w:p w:rsidR="00CA6D92" w:rsidRPr="0014038B" w:rsidRDefault="00CA6D92" w:rsidP="002132E5">
      <w:pPr>
        <w:pStyle w:val="Heading1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3" w:name="_Toc386266896"/>
      <w:r w:rsidRPr="0014038B">
        <w:rPr>
          <w:rFonts w:hint="cs"/>
          <w:rtl/>
        </w:rPr>
        <w:t>1۔ خودشناسی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ارادہ کا کردار</w:t>
      </w:r>
      <w:bookmarkEnd w:id="13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آپ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ہوا و ہوس کو 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وجہ ہے کہ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کا ارادہ ضع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ہے ۔اگر آپ اپنے ارادہ کو مضبوط بنا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پختہ ارادہ کے ساتھ صراط مستق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پر چلنے کے لئے قدم بڑھائ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اس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کو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 جائے گا کہ آپ کا نفس اور ہوا و ہوس آپ کے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تسلط اور مغلوب ہے۔</w:t>
      </w:r>
    </w:p>
    <w:p w:rsidR="00CA6D92" w:rsidRPr="005221CD" w:rsidRDefault="00CA6D92" w:rsidP="005221CD">
      <w:pPr>
        <w:pStyle w:val="libNormal"/>
        <w:rPr>
          <w:rtl/>
        </w:rPr>
      </w:pPr>
      <w:r w:rsidRPr="005221CD">
        <w:rPr>
          <w:rFonts w:hint="eastAsia"/>
          <w:rtl/>
        </w:rPr>
        <w:t>آپ</w:t>
      </w:r>
      <w:r w:rsidRPr="005221CD">
        <w:rPr>
          <w:rtl/>
        </w:rPr>
        <w:t xml:space="preserve"> 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ق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ن</w:t>
      </w:r>
      <w:r w:rsidRPr="005221CD">
        <w:rPr>
          <w:rtl/>
        </w:rPr>
        <w:t xml:space="preserve"> رکھ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ں</w:t>
      </w:r>
      <w:r w:rsidRPr="005221CD">
        <w:rPr>
          <w:rtl/>
        </w:rPr>
        <w:t xml:space="preserve"> کہ ارادہ ک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حق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قت</w:t>
      </w:r>
      <w:r w:rsidRPr="005221CD">
        <w:rPr>
          <w:rtl/>
        </w:rPr>
        <w:t xml:space="preserve"> سے آپ کو 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ہ</w:t>
      </w:r>
      <w:r w:rsidRPr="005221CD">
        <w:rPr>
          <w:rtl/>
        </w:rPr>
        <w:t xml:space="preserve"> معلوم ہو جائے گا کہ آپ کے محکم ارادے کے سامنے آپ کے نفس ک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کوئ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ح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ث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ت</w:t>
      </w:r>
      <w:r w:rsidRPr="005221CD">
        <w:rPr>
          <w:rtl/>
        </w:rPr>
        <w:t xml:space="preserve"> نہ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ں</w:t>
      </w:r>
      <w:r w:rsidRPr="005221CD">
        <w:rPr>
          <w:rtl/>
        </w:rPr>
        <w:t xml:space="preserve"> ہے۔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ہ</w:t>
      </w:r>
      <w:r w:rsidRPr="005221CD">
        <w:rPr>
          <w:rtl/>
        </w:rPr>
        <w:t xml:space="preserve"> ا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ک</w:t>
      </w:r>
      <w:r w:rsidRPr="005221CD">
        <w:rPr>
          <w:rtl/>
        </w:rPr>
        <w:t xml:space="preserve"> ا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س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حق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قت</w:t>
      </w:r>
      <w:r w:rsidRPr="005221CD">
        <w:rPr>
          <w:rtl/>
        </w:rPr>
        <w:t xml:space="preserve"> ہے جسے ولا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ت</w:t>
      </w:r>
      <w:r w:rsidRPr="005221CD">
        <w:rPr>
          <w:rtl/>
        </w:rPr>
        <w:t xml:space="preserve"> و امامت ک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چھٹ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کڑ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حضرت امام جعفر صادق عل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ہ</w:t>
      </w:r>
      <w:r w:rsidRPr="005221CD">
        <w:rPr>
          <w:rtl/>
        </w:rPr>
        <w:t xml:space="preserve"> السلام نے 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وں</w:t>
      </w:r>
      <w:r w:rsidRPr="005221CD">
        <w:rPr>
          <w:rtl/>
        </w:rPr>
        <w:t xml:space="preserve"> ب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ان</w:t>
      </w:r>
      <w:r w:rsidRPr="005221CD">
        <w:rPr>
          <w:rtl/>
        </w:rPr>
        <w:t xml:space="preserve"> فرما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ا</w:t>
      </w:r>
      <w:r w:rsidRPr="005221CD">
        <w:rPr>
          <w:rtl/>
        </w:rPr>
        <w:t xml:space="preserve"> ہے:</w:t>
      </w:r>
      <w:r w:rsidRPr="005221CD">
        <w:rPr>
          <w:rStyle w:val="libArabicChar"/>
          <w:rtl/>
        </w:rPr>
        <w:t>''صٰاحِبُ النِّ</w:t>
      </w:r>
      <w:r w:rsidRPr="005221CD">
        <w:rPr>
          <w:rStyle w:val="libArabicChar"/>
          <w:rFonts w:hint="cs"/>
          <w:rtl/>
        </w:rPr>
        <w:t>یَّ</w:t>
      </w:r>
      <w:r w:rsidRPr="005221CD">
        <w:rPr>
          <w:rStyle w:val="libArabicChar"/>
          <w:rFonts w:hint="eastAsia"/>
          <w:rtl/>
        </w:rPr>
        <w:t>ةِ</w:t>
      </w:r>
      <w:r w:rsidRPr="005221CD">
        <w:rPr>
          <w:rStyle w:val="libArabicChar"/>
          <w:rtl/>
        </w:rPr>
        <w:t xml:space="preserve"> ال</w:t>
      </w:r>
      <w:r w:rsidRPr="005221CD">
        <w:rPr>
          <w:rStyle w:val="libArabicChar"/>
          <w:rFonts w:hint="cs"/>
          <w:rtl/>
        </w:rPr>
        <w:t>ْخٰالِصَةِ نَفْسُ</w:t>
      </w:r>
      <w:r w:rsidR="00DB4D6B" w:rsidRPr="005221CD">
        <w:rPr>
          <w:rStyle w:val="libArabicChar"/>
          <w:rFonts w:hint="cs"/>
          <w:rtl/>
        </w:rPr>
        <w:t>ه</w:t>
      </w:r>
      <w:r w:rsidRPr="005221CD">
        <w:rPr>
          <w:rStyle w:val="libArabicChar"/>
          <w:rFonts w:hint="cs"/>
          <w:rtl/>
        </w:rPr>
        <w:t xml:space="preserve">ُ وَ </w:t>
      </w:r>
      <w:r w:rsidR="00DB4D6B" w:rsidRPr="005221CD">
        <w:rPr>
          <w:rStyle w:val="libArabicChar"/>
          <w:rFonts w:hint="cs"/>
          <w:rtl/>
        </w:rPr>
        <w:t>ه</w:t>
      </w:r>
      <w:r w:rsidRPr="005221CD">
        <w:rPr>
          <w:rStyle w:val="libArabicChar"/>
          <w:rFonts w:hint="cs"/>
          <w:rtl/>
        </w:rPr>
        <w:t>َوٰا</w:t>
      </w:r>
      <w:r w:rsidR="00DB4D6B" w:rsidRPr="005221CD">
        <w:rPr>
          <w:rStyle w:val="libArabicChar"/>
          <w:rFonts w:hint="cs"/>
          <w:rtl/>
        </w:rPr>
        <w:t>ه</w:t>
      </w:r>
      <w:r w:rsidRPr="005221CD">
        <w:rPr>
          <w:rStyle w:val="libArabicChar"/>
          <w:rFonts w:hint="cs"/>
          <w:rtl/>
        </w:rPr>
        <w:t>ُ مَقْ</w:t>
      </w:r>
      <w:r w:rsidR="00DB4D6B" w:rsidRPr="005221CD">
        <w:rPr>
          <w:rStyle w:val="libArabicChar"/>
          <w:rFonts w:hint="cs"/>
          <w:rtl/>
        </w:rPr>
        <w:t>ه</w:t>
      </w:r>
      <w:r w:rsidRPr="005221CD">
        <w:rPr>
          <w:rStyle w:val="libArabicChar"/>
          <w:rFonts w:hint="cs"/>
          <w:rtl/>
        </w:rPr>
        <w:t>ُوْرَتٰانِ تَحْتَ سُلْطٰانِ تَعْظِیْ</w:t>
      </w:r>
      <w:r w:rsidRPr="005221CD">
        <w:rPr>
          <w:rStyle w:val="libArabicChar"/>
          <w:rFonts w:hint="eastAsia"/>
          <w:rtl/>
        </w:rPr>
        <w:t>مِ</w:t>
      </w:r>
      <w:r w:rsidRPr="005221CD">
        <w:rPr>
          <w:rStyle w:val="libArabicChar"/>
          <w:rtl/>
        </w:rPr>
        <w:t xml:space="preserve"> اللّٰ</w:t>
      </w:r>
      <w:r w:rsidR="00DB4D6B" w:rsidRPr="005221CD">
        <w:rPr>
          <w:rStyle w:val="libArabicChar"/>
          <w:rFonts w:hint="cs"/>
          <w:rtl/>
        </w:rPr>
        <w:t>ه</w:t>
      </w:r>
      <w:r w:rsidRPr="005221CD">
        <w:rPr>
          <w:rStyle w:val="libArabicChar"/>
          <w:rtl/>
        </w:rPr>
        <w:t>ِ  وَال</w:t>
      </w:r>
      <w:r w:rsidRPr="005221CD">
        <w:rPr>
          <w:rStyle w:val="libArabicChar"/>
          <w:rFonts w:hint="cs"/>
          <w:rtl/>
        </w:rPr>
        <w:t>ْحَیٰ</w:t>
      </w:r>
      <w:r w:rsidRPr="005221CD">
        <w:rPr>
          <w:rStyle w:val="libArabicChar"/>
          <w:rFonts w:hint="eastAsia"/>
          <w:rtl/>
        </w:rPr>
        <w:t>ائِ</w:t>
      </w:r>
      <w:r w:rsidRPr="005221CD">
        <w:rPr>
          <w:rStyle w:val="libArabicChar"/>
          <w:rtl/>
        </w:rPr>
        <w:t xml:space="preserve"> مِن</w:t>
      </w:r>
      <w:r w:rsidRPr="005221CD">
        <w:rPr>
          <w:rStyle w:val="libArabicChar"/>
          <w:rFonts w:hint="cs"/>
          <w:rtl/>
        </w:rPr>
        <w:t>ْ</w:t>
      </w:r>
      <w:r w:rsidR="00DB4D6B" w:rsidRPr="005221CD">
        <w:rPr>
          <w:rStyle w:val="libArabicChar"/>
          <w:rFonts w:hint="cs"/>
          <w:rtl/>
        </w:rPr>
        <w:t>ه</w:t>
      </w:r>
      <w:r w:rsidRPr="005221CD">
        <w:rPr>
          <w:rStyle w:val="libArabicChar"/>
          <w:rFonts w:hint="cs"/>
          <w:rtl/>
        </w:rPr>
        <w:t>ُ''</w:t>
      </w:r>
      <w:r w:rsidR="00E546D1" w:rsidRPr="005221CD">
        <w:rPr>
          <w:rStyle w:val="libFootnotenumChar"/>
          <w:rFonts w:hint="cs"/>
          <w:rtl/>
        </w:rPr>
        <w:t>(</w:t>
      </w:r>
      <w:r w:rsidRPr="005221CD">
        <w:rPr>
          <w:rStyle w:val="libFootnotenumChar"/>
          <w:rFonts w:hint="cs"/>
          <w:rtl/>
        </w:rPr>
        <w:t>1</w:t>
      </w:r>
      <w:r w:rsidR="00E546D1" w:rsidRPr="005221CD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پختہ ارادہ اور خالص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مالک ہو ،اس کا نفس اور ہوا و ہوس سلطنت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 اور خدا سے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مقہور و مغلوب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3430E9" w:rsidRPr="0014038B" w:rsidRDefault="00CA6D92" w:rsidP="003430E9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خالص اور پختہ ارادہ رکھنے والا شخص خود کو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عظمت کے سامنے حاضر سمجھتا ہے اور برے کاموں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شرم و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مانع آت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اس کا نفس،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اور ہوا و ہوس مغلوب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ان پر مسلط ہو جاتاہے۔</w:t>
      </w: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اپنے نفس کے 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ہونے کا گلہ و شکوہ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اپنے ارادے کے ضعف اور ناپختگ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رونا روئ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اصلاح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3430E9" w:rsidRPr="0014038B" w:rsidRDefault="003430E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3430E9" w:rsidRPr="0014038B" w:rsidRDefault="003430E9" w:rsidP="00E546D1">
      <w:pPr>
        <w:pStyle w:val="libFootnote0"/>
        <w:rPr>
          <w:rtl/>
        </w:rPr>
      </w:pPr>
      <w:r w:rsidRPr="0014038B">
        <w:rPr>
          <w:rtl/>
        </w:rPr>
        <w:t>[1] ۔ بحار الانوار:ج</w:t>
      </w:r>
      <w:r w:rsidRPr="0014038B">
        <w:rPr>
          <w:rtl/>
          <w:lang w:bidi="fa-IR"/>
        </w:rPr>
        <w:t>۷۰</w:t>
      </w:r>
      <w:r w:rsidRPr="0014038B">
        <w:rPr>
          <w:rtl/>
        </w:rPr>
        <w:t>ص</w:t>
      </w:r>
      <w:r w:rsidRPr="0014038B">
        <w:rPr>
          <w:rtl/>
          <w:lang w:bidi="fa-IR"/>
        </w:rPr>
        <w:t>۲۱۰</w:t>
      </w:r>
      <w:r w:rsidRPr="0014038B">
        <w:rPr>
          <w:rtl/>
        </w:rPr>
        <w:t xml:space="preserve"> ، مصباح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>:</w:t>
      </w:r>
      <w:r w:rsidRPr="0014038B">
        <w:rPr>
          <w:rFonts w:hint="cs"/>
          <w:rtl/>
        </w:rPr>
        <w:t>4</w:t>
      </w:r>
    </w:p>
    <w:p w:rsidR="003430E9" w:rsidRPr="0014038B" w:rsidRDefault="003430E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142472">
      <w:pPr>
        <w:pStyle w:val="Heading1"/>
        <w:rPr>
          <w:rtl/>
        </w:rPr>
      </w:pPr>
      <w:r w:rsidRPr="0014038B">
        <w:rPr>
          <w:rtl/>
        </w:rPr>
        <w:lastRenderedPageBreak/>
        <w:t xml:space="preserve"> </w:t>
      </w:r>
      <w:bookmarkStart w:id="14" w:name="_Toc386266897"/>
      <w:r w:rsidRPr="0014038B">
        <w:rPr>
          <w:rtl/>
        </w:rPr>
        <w:t>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ارادہ کا کردار</w:t>
      </w:r>
      <w:bookmarkEnd w:id="14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آپ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ہوا و ہوس کو 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وجہ ہے کہ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کا ارادہ ضع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ہے ۔اگر آپ اپنے ارادہ کو مضبوط بنا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پختہ ارادہ کے ساتھ صراط مستق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پر چلنے کے لئے قدم بڑھائ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اس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کو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 جائے گا کہ آپ کا نفس اور ہوا و ہوس آپ کے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تسلط اور مغلوب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آپ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ارادہ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سے آپ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معلوم ہو جائے گا کہ آپ کے محکم ارادے کے سامنے آپ کے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ہے جسے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امامت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چھٹ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''صٰاحِبُ النِّ</w:t>
      </w:r>
      <w:r w:rsidRPr="0014038B">
        <w:rPr>
          <w:rStyle w:val="libArabicChar"/>
          <w:rFonts w:hint="cs"/>
          <w:rtl/>
        </w:rPr>
        <w:t>یَّ</w:t>
      </w:r>
      <w:r w:rsidRPr="0014038B">
        <w:rPr>
          <w:rStyle w:val="libArabicChar"/>
          <w:rFonts w:hint="eastAsia"/>
          <w:rtl/>
        </w:rPr>
        <w:t>ةِ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ْخٰالِصَةِ نَفْسُ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 xml:space="preserve">ُ وَ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َوٰا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مَقْ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ُوْرَتٰانِ تَحْتَ سُلْطٰانِ تَعْظِیْ</w:t>
      </w:r>
      <w:r w:rsidRPr="0014038B">
        <w:rPr>
          <w:rStyle w:val="libArabicChar"/>
          <w:rFonts w:hint="eastAsia"/>
          <w:rtl/>
        </w:rPr>
        <w:t>مِ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 وَال</w:t>
      </w:r>
      <w:r w:rsidRPr="0014038B">
        <w:rPr>
          <w:rStyle w:val="libArabicChar"/>
          <w:rFonts w:hint="cs"/>
          <w:rtl/>
        </w:rPr>
        <w:t>ْحَیٰ</w:t>
      </w:r>
      <w:r w:rsidRPr="0014038B">
        <w:rPr>
          <w:rStyle w:val="libArabicChar"/>
          <w:rFonts w:hint="eastAsia"/>
          <w:rtl/>
        </w:rPr>
        <w:t>ائِ</w:t>
      </w:r>
      <w:r w:rsidRPr="0014038B">
        <w:rPr>
          <w:rStyle w:val="libArabicChar"/>
          <w:rtl/>
        </w:rPr>
        <w:t xml:space="preserve"> مِن</w:t>
      </w:r>
      <w:r w:rsidRPr="0014038B">
        <w:rPr>
          <w:rStyle w:val="libArabicChar"/>
          <w:rFonts w:hint="cs"/>
          <w:rtl/>
        </w:rPr>
        <w:t>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پختہ ارادہ اور خالص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مالک ہو ،اس کا نفس اور ہوا و ہوس سلطنت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 اور خدا سے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مقہور و مغلوب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خالص اور پختہ ارادہ رکھنے والا شخص خود کو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عظمت کے سامنے حاضر سمجھتا ہے اور برے کاموں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شرم و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مانع آت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اس کا نفس،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اور ہوا و ہوس مغلوب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ان پر مسلط ہو جاتاہے۔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اپنے نفس کے 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ہونے کا گلہ و شکوہ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اپنے ارادے کے ضعف اور ناپختگ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رونا روئ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اصلاح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3430E9" w:rsidRPr="0014038B" w:rsidRDefault="003430E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 ۔ بحار الانوار:ج</w:t>
      </w:r>
      <w:r w:rsidRPr="0014038B">
        <w:rPr>
          <w:rtl/>
          <w:lang w:bidi="fa-IR"/>
        </w:rPr>
        <w:t>۷۰</w:t>
      </w:r>
      <w:r w:rsidRPr="0014038B">
        <w:rPr>
          <w:rtl/>
        </w:rPr>
        <w:t>ص</w:t>
      </w:r>
      <w:r w:rsidRPr="0014038B">
        <w:rPr>
          <w:rtl/>
          <w:lang w:bidi="fa-IR"/>
        </w:rPr>
        <w:t>۲۱۰</w:t>
      </w:r>
      <w:r w:rsidRPr="0014038B">
        <w:rPr>
          <w:rtl/>
        </w:rPr>
        <w:t xml:space="preserve"> ، مصباح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>:</w:t>
      </w:r>
      <w:r w:rsidRPr="0014038B">
        <w:rPr>
          <w:rFonts w:hint="cs"/>
          <w:rtl/>
        </w:rPr>
        <w:t>4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5" w:name="_Toc386266898"/>
      <w:r w:rsidRPr="0014038B">
        <w:rPr>
          <w:rtl/>
        </w:rPr>
        <w:lastRenderedPageBreak/>
        <w:t>نفس کو کمزور کرنے کا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bookmarkEnd w:id="15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آپ</w:t>
      </w:r>
      <w:r w:rsidRPr="0014038B">
        <w:rPr>
          <w:rtl/>
        </w:rPr>
        <w:t xml:space="preserve"> ارادہ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گناہ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برا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اس کے برابر اچھا اور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اگر آپ نے اس پر عمل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کچھ دنوں کے بعد آپ مشاہدہ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کہ آپ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کمزورہو چک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۔حضرت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''اِذٰا عَلِم</w:t>
      </w:r>
      <w:r w:rsidRPr="0014038B">
        <w:rPr>
          <w:rStyle w:val="libArabicChar"/>
          <w:rFonts w:hint="cs"/>
          <w:rtl/>
        </w:rPr>
        <w:t>ْتَ سَیِّ</w:t>
      </w:r>
      <w:r w:rsidRPr="0014038B">
        <w:rPr>
          <w:rStyle w:val="libArabicChar"/>
          <w:rFonts w:hint="eastAsia"/>
          <w:rtl/>
        </w:rPr>
        <w:t>ئَةً</w:t>
      </w:r>
      <w:r w:rsidRPr="0014038B">
        <w:rPr>
          <w:rStyle w:val="libArabicChar"/>
          <w:rtl/>
        </w:rPr>
        <w:t xml:space="preserve"> فَاع</w:t>
      </w:r>
      <w:r w:rsidRPr="0014038B">
        <w:rPr>
          <w:rStyle w:val="libArabicChar"/>
          <w:rFonts w:hint="cs"/>
          <w:rtl/>
        </w:rPr>
        <w:t>ْمَلْ حَسَنَةً تَمْحُوْ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 نے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برا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پھر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کام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انجام دو تا کہ برے کام کو نابود کر سکو۔</w:t>
      </w:r>
    </w:p>
    <w:p w:rsidR="00CA6D92" w:rsidRPr="0014038B" w:rsidRDefault="00CA6D92" w:rsidP="003430E9">
      <w:pPr>
        <w:pStyle w:val="libNormal"/>
        <w:rPr>
          <w:rtl/>
        </w:rPr>
      </w:pPr>
      <w:r w:rsidRPr="0014038B">
        <w:rPr>
          <w:rFonts w:hint="eastAsia"/>
          <w:rtl/>
        </w:rPr>
        <w:t>غلط</w:t>
      </w:r>
      <w:r w:rsidRPr="0014038B">
        <w:rPr>
          <w:rtl/>
        </w:rPr>
        <w:t xml:space="preserve"> اور برے کاموں کے جبران کے لئے اچھے اور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سے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اور برے کاموں کے اثرات زائل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 کے آثار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ہے۔</w:t>
      </w: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انسان ساز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سے ابھ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عہد کرنا چاہئے کہ ہم سے جب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خطا سرزد ہو جائے  تو اس کے جبران کے طور پر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اور اچھا عمل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برے عمل کا اثر ختم ہو جائے۔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اہم کنج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جسے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</w:t>
      </w:r>
      <w:r w:rsidRPr="0014038B">
        <w:rPr>
          <w:rFonts w:hint="eastAsia"/>
          <w:rtl/>
        </w:rPr>
        <w:t>اموش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کرنا چاہئے۔آپ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ہونا چاہئے کہ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فرمودات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کرنے سے آپ کے لئے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راہ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،آپ</w:t>
      </w:r>
      <w:r w:rsidRPr="0014038B">
        <w:rPr>
          <w:rtl/>
        </w:rPr>
        <w:t xml:space="preserve"> کے لئے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ں حل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آپ پر غالب نفس مغلوب ہو جائے گا ۔تب آپ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 جائے گا ک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بہت سے ناممکن کام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ممکن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ہم آپ کے لئے اسلام کے درخشاں ستارے مرحوم مرزا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واقعہ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آپ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 جائے کہ بہت سے ناممکن کام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ممکن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3430E9" w:rsidRPr="0014038B" w:rsidRDefault="003430E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3430E9" w:rsidRPr="0014038B" w:rsidRDefault="003430E9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۷۱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۳۸۹</w:t>
      </w:r>
      <w:r w:rsidRPr="0014038B">
        <w:rPr>
          <w:rtl/>
        </w:rPr>
        <w:t>، امال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طوس</w:t>
      </w:r>
      <w:r w:rsidRPr="0014038B">
        <w:rPr>
          <w:rFonts w:hint="cs"/>
          <w:rtl/>
        </w:rPr>
        <w:t>ی</w:t>
      </w:r>
      <w:r w:rsidRPr="0014038B">
        <w:rPr>
          <w:rtl/>
        </w:rPr>
        <w:t>:ج</w:t>
      </w:r>
      <w:r w:rsidRPr="0014038B">
        <w:rPr>
          <w:rtl/>
          <w:lang w:bidi="fa-IR"/>
        </w:rPr>
        <w:t>۱</w:t>
      </w:r>
      <w:r w:rsidRPr="0014038B">
        <w:rPr>
          <w:rtl/>
        </w:rPr>
        <w:t xml:space="preserve">  ص</w:t>
      </w:r>
      <w:r w:rsidRPr="0014038B">
        <w:rPr>
          <w:rtl/>
          <w:lang w:bidi="fa-IR"/>
        </w:rPr>
        <w:t>۱۸۹</w:t>
      </w:r>
    </w:p>
    <w:p w:rsidR="003430E9" w:rsidRPr="0014038B" w:rsidRDefault="003430E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5221CD" w:rsidRDefault="00CA6D92" w:rsidP="005221CD">
      <w:pPr>
        <w:pStyle w:val="libNormal"/>
        <w:rPr>
          <w:rtl/>
        </w:rPr>
      </w:pPr>
      <w:r w:rsidRPr="005221CD">
        <w:rPr>
          <w:rFonts w:hint="eastAsia"/>
          <w:rtl/>
        </w:rPr>
        <w:lastRenderedPageBreak/>
        <w:t>مرحوم</w:t>
      </w:r>
      <w:r w:rsidRPr="005221CD">
        <w:rPr>
          <w:rtl/>
        </w:rPr>
        <w:t xml:space="preserve"> مرزا قم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ک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وفات کے بعد ''ش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روان</w:t>
      </w:r>
      <w:r w:rsidRPr="005221CD">
        <w:rPr>
          <w:rtl/>
        </w:rPr>
        <w:t xml:space="preserve"> ''کا رہنے والا ا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ک</w:t>
      </w:r>
      <w:r w:rsidRPr="005221CD">
        <w:rPr>
          <w:rtl/>
        </w:rPr>
        <w:t xml:space="preserve"> شخص ہم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شہ</w:t>
      </w:r>
      <w:r w:rsidRPr="005221CD">
        <w:rPr>
          <w:rtl/>
        </w:rPr>
        <w:t xml:space="preserve"> آپ کے مرقد پر حاضر ہوتا اور وہ کس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سے کوئ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اجرت لئے بغ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روہاں</w:t>
      </w:r>
      <w:r w:rsidRPr="005221CD">
        <w:rPr>
          <w:rtl/>
        </w:rPr>
        <w:t xml:space="preserve"> ا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ک</w:t>
      </w:r>
      <w:r w:rsidRPr="005221CD">
        <w:rPr>
          <w:rtl/>
        </w:rPr>
        <w:t xml:space="preserve"> خادم ک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طرح خدمت کرتا ۔ن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ز</w:t>
      </w:r>
      <w:r w:rsidRPr="005221CD">
        <w:rPr>
          <w:rtl/>
        </w:rPr>
        <w:t xml:space="preserve"> کس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نے اسے اس کام پر مع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ن</w:t>
      </w:r>
      <w:r w:rsidRPr="005221CD">
        <w:rPr>
          <w:rtl/>
        </w:rPr>
        <w:t xml:space="preserve"> بھ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نہ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ں</w:t>
      </w:r>
      <w:r w:rsidRPr="005221CD">
        <w:rPr>
          <w:rtl/>
        </w:rPr>
        <w:t xml:space="preserve"> ک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ا</w:t>
      </w:r>
      <w:r w:rsidRPr="005221CD">
        <w:rPr>
          <w:rtl/>
        </w:rPr>
        <w:t xml:space="preserve"> تھا۔ک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ونکہ</w:t>
      </w:r>
      <w:r w:rsidRPr="005221CD">
        <w:rPr>
          <w:rtl/>
        </w:rPr>
        <w:t xml:space="preserve"> 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ہ</w:t>
      </w:r>
      <w:r w:rsidRPr="005221CD">
        <w:rPr>
          <w:rtl/>
        </w:rPr>
        <w:t xml:space="preserve"> کام رائج اور مرسوم نہ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ں</w:t>
      </w:r>
      <w:r w:rsidRPr="005221CD">
        <w:rPr>
          <w:rtl/>
        </w:rPr>
        <w:t xml:space="preserve"> تھا اس لئے اس ک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خد</w:t>
      </w:r>
      <w:r w:rsidRPr="005221CD">
        <w:rPr>
          <w:rFonts w:hint="eastAsia"/>
          <w:rtl/>
        </w:rPr>
        <w:t>مت</w:t>
      </w:r>
      <w:r w:rsidRPr="005221CD">
        <w:rPr>
          <w:rtl/>
        </w:rPr>
        <w:t xml:space="preserve"> گزار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ک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وجہ در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افت</w:t>
      </w:r>
      <w:r w:rsidRPr="005221CD">
        <w:rPr>
          <w:rtl/>
        </w:rPr>
        <w:t xml:space="preserve"> کرنے لگے۔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روان</w:t>
      </w:r>
      <w:r w:rsidRPr="0014038B">
        <w:rPr>
          <w:rtl/>
        </w:rPr>
        <w:t xml:space="preserve"> کا رہنے والا ہوں اور اس شہر کے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افراد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ہوں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سمجھا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حج کے لئے مستط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ہوں  لہذام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حج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اللہ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ادائ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ارادہ سے سفر کا لباس پہن کر شہر سے نکلا۔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مکہ</w:t>
      </w:r>
      <w:r w:rsidRPr="0014038B">
        <w:rPr>
          <w:rtl/>
        </w:rPr>
        <w:t xml:space="preserve"> معظمہ پہنچنے اور حج کے اعمال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بعد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راستہ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واپس روانہ ہوا۔ا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رفع حاجت کے لئے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کنارے پر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ٹھا</w:t>
      </w:r>
      <w:r w:rsidRPr="0014038B">
        <w:rPr>
          <w:rtl/>
        </w:rPr>
        <w:t xml:space="preserve">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پھٹ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سارے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 گئے ۔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د ل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سرد آہ نکل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اس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ٹوٹ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عالم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منزل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 ف لوٹا اور اپنا تھوڑا بہت سامان اٹھا کر نجف اشرف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ہوا اور کائنات کے مشکل کشاء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متوسل ہوا۔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رات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آنحضرت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کو عالم خواب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اور آپ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tl/>
        </w:rPr>
        <w:t xml:space="preserve"> نہ ہو،تم قم جاؤ اور اپنے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مرزا ابوالقاسم عالم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مانگو  وہ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خواب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tl/>
        </w:rPr>
        <w:t xml:space="preserve"> ہوا 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 خواب کو اس دن کے عجائب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جانااور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خود سے کہا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عمان کے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راہنمائ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خود سے کہا:عراق کے مقامات مقدسہ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کے بعد حضرت معصومہ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ھا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غرض سے قم جاؤں گا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واقعہ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رزا</w:t>
      </w:r>
      <w:r w:rsidRPr="0014038B">
        <w:rPr>
          <w:rtl/>
        </w:rPr>
        <w:t xml:space="preserve">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کروں گاشا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حل معلوم ہو۔</w:t>
      </w:r>
    </w:p>
    <w:p w:rsidR="003430E9" w:rsidRPr="0014038B" w:rsidRDefault="00CA6D92" w:rsidP="003430E9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قم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حضرت فاطمۂ معصومہ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ھا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کے بعد مرحوم مرزا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گھر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اتفاقاً وہ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لولہ</w:t>
      </w:r>
      <w:r w:rsidRPr="0014038B">
        <w:rPr>
          <w:rtl/>
        </w:rPr>
        <w:t xml:space="preserve"> کا وقت تھا اور آپ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رہائشگاہ پر تشر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فرما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تھے </w:t>
      </w:r>
    </w:p>
    <w:p w:rsidR="003430E9" w:rsidRPr="0014038B" w:rsidRDefault="003430E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3430E9" w:rsidRPr="0014038B" w:rsidRDefault="003430E9" w:rsidP="00CA6D92">
      <w:pPr>
        <w:pStyle w:val="libNormal"/>
        <w:rPr>
          <w:rtl/>
        </w:rPr>
      </w:pPr>
      <w:r w:rsidRPr="0014038B">
        <w:rPr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خادم سے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مسافر ہوں اور دور دراز کے علاقہ سے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:مجھے جناب مرزا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بہت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ہے 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خادم</w:t>
      </w:r>
      <w:r w:rsidRPr="0014038B">
        <w:rPr>
          <w:rtl/>
        </w:rPr>
        <w:t xml:space="preserve"> نے جواب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:وہ ابھ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آرام فرما 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۔آپ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عصر کے وقت تشر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لائ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چھوٹ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عرض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خادم</w:t>
      </w:r>
      <w:r w:rsidRPr="0014038B">
        <w:rPr>
          <w:rtl/>
        </w:rPr>
        <w:t xml:space="preserve"> نے تند لہجہ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کہاجاؤ! اندر والا دروازہ کھٹکھٹاؤ۔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ںجسارت</w:t>
      </w:r>
      <w:r w:rsidRPr="0014038B">
        <w:rPr>
          <w:rtl/>
        </w:rPr>
        <w:t xml:space="preserve"> کرتے ہوئے اٹھا اور دروازے پر دستک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،اندر سے آواز آئ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فلاں شخص صبر کرو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آتا ہوں اور انہوں نے مجھے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نام سے پکارا۔مجھے اس بات پر بہت تعجب ہوا ۔پھر وہ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پاس آئے اور انہوں نے اپنے کپڑوں سے مجھے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نکال کر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 عمان کے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 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مجھ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بات پر راض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ہوں کہ جب تک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زندہ ہوں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اس واقعہ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خبر ہو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لو اور اپنے وطن واپس چلے جاؤ۔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مرزا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دست بوس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 سے الوداع کہہ کر اس دن کے اگلے روز اپنے وطن روانہ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۔کام کاج اور روزگار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مصروف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باعث کاف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عرصہ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واقعہ کو بھول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۔کچھ عرصہ کے بعد جب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تھک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روز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زوجہ کے ساتھ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</w:t>
      </w:r>
      <w:r w:rsidRPr="0014038B">
        <w:rPr>
          <w:rtl/>
        </w:rPr>
        <w:t xml:space="preserve"> کر اپنے گذشتہ سفر 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روداد سنانے لگا ۔مجھے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واقعہ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زوجہ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زوجہ اس واقعہ سے آگاہ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اسے بہت تعجب ہوا  اور اس نے کہا:جب تم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شخص سے آشنا ہو گئے ہو توتم نے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اکتفاء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تم نے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ملازمت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صحبت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کہا:پس مجھے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کرنا چاہئے؟</w:t>
      </w:r>
    </w:p>
    <w:p w:rsidR="003430E9" w:rsidRPr="0014038B" w:rsidRDefault="003430E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3430E9" w:rsidRPr="0014038B" w:rsidRDefault="003430E9" w:rsidP="003430E9">
      <w:pPr>
        <w:pStyle w:val="libNormal"/>
        <w:rPr>
          <w:rtl/>
        </w:rPr>
      </w:pPr>
    </w:p>
    <w:p w:rsidR="003430E9" w:rsidRPr="0014038B" w:rsidRDefault="003430E9" w:rsidP="003430E9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نے کہا:انسان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بزرگوں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اور مرنے کے بعد انہ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مرقد کے ساتھ دفن ہونا چاہئے ۔</w:t>
      </w:r>
    </w:p>
    <w:p w:rsidR="003430E9" w:rsidRPr="0014038B" w:rsidRDefault="003430E9" w:rsidP="003430E9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مجھے اپنے 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رشتہ داروں سے ملنے کا بہت اشت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اق</w:t>
      </w:r>
      <w:r w:rsidRPr="0014038B">
        <w:rPr>
          <w:rtl/>
        </w:rPr>
        <w:t xml:space="preserve"> تھا اس لئے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کام انجام نہ دے سکا ۔اب تو وقت گزر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نعمت سے محروم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ہوں۔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نے کہا:نہ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!واللہ!اب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وقت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گزرا اور تم آسان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اس کا جبران کر سکتے ہو۔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قم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آباد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شہر ہے  اور اگر انسان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بزرگوں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کا شرف حاصل ہو جائے تو اس سے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 کام اور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 سکتاہے ۔اٹھو !ہمارے پاس جو کچھ ہے اسے اپنے ساتھ قم لے چلتے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اسے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سرما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حضرت معصومہ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ھا</w:t>
      </w:r>
      <w:r w:rsidRPr="0014038B">
        <w:rPr>
          <w:rtl/>
        </w:rPr>
        <w:t xml:space="preserve"> السلام کے روضۂ مطہر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مجاور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 بزرگ ہست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بسر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3430E9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مان 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داد</w:t>
      </w:r>
      <w:r w:rsidRPr="0014038B">
        <w:rPr>
          <w:rtl/>
        </w:rPr>
        <w:t xml:space="preserve"> ،گھر اور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وغ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فروخت کرکے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زوجہ  کے ساتھ قم چلا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۔جب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ہوا تو مجھے خبر مل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مرزا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سے رخصت ہو گئے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اس وقت سے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قبر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ملازمت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 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جب تک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جسم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جان ہے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کام سے دستبردار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ہوں گابلکہ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لئے باعث فخرہے۔</w:t>
      </w:r>
      <w:r w:rsidR="00E546D1" w:rsidRPr="0014038B">
        <w:rPr>
          <w:rStyle w:val="libFootnotenumChar"/>
          <w:rtl/>
        </w:rPr>
        <w:t>(</w:t>
      </w:r>
      <w:r w:rsidR="003430E9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واقعہ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معلوم ہوتا ہے کہ بہت سے ناممکن کام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ممکن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ہم نے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ہم اسے ناممکن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ںحالانکہ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ممکن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وہ واقع پذ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ہو چکے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آئندہ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واقع ہو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tl/>
        </w:rPr>
        <w:t>سوں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 عمان کے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جو مرحوم مرزا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نے اپنے کپڑوں سے نکال کر اس کے مالک کو د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۔</w:t>
      </w:r>
    </w:p>
    <w:p w:rsidR="003430E9" w:rsidRPr="0014038B" w:rsidRDefault="003430E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3430E9" w:rsidRPr="0014038B" w:rsidRDefault="003430E9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 ۔ عبقر</w:t>
      </w:r>
      <w:r w:rsidRPr="0014038B">
        <w:rPr>
          <w:rFonts w:hint="cs"/>
          <w:rtl/>
        </w:rPr>
        <w:t>یّ</w:t>
      </w:r>
      <w:r w:rsidRPr="0014038B">
        <w:rPr>
          <w:rtl/>
        </w:rPr>
        <w:t xml:space="preserve"> الحسان: 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۱۰۰</w:t>
      </w:r>
    </w:p>
    <w:p w:rsidR="003430E9" w:rsidRPr="0014038B" w:rsidRDefault="003430E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3430E9" w:rsidRPr="0014038B" w:rsidRDefault="003430E9" w:rsidP="00CA6D92">
      <w:pPr>
        <w:pStyle w:val="libNormal"/>
        <w:rPr>
          <w:rtl/>
        </w:rPr>
      </w:pPr>
    </w:p>
    <w:p w:rsidR="003430E9" w:rsidRPr="0014038B" w:rsidRDefault="003430E9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قابل</w:t>
      </w:r>
      <w:r w:rsidRPr="0014038B">
        <w:rPr>
          <w:rtl/>
        </w:rPr>
        <w:t xml:space="preserve"> توجہ نکتہ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جب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اسے جس شخص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طرف</w:t>
      </w:r>
      <w:r w:rsidRPr="0014038B">
        <w:rPr>
          <w:rtl/>
        </w:rPr>
        <w:t xml:space="preserve">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:وہ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مرزا ابو القاسم عالم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مانگو۔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کو عالم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ں؛</w:t>
      </w:r>
      <w:r w:rsidRPr="0014038B">
        <w:rPr>
          <w:rtl/>
        </w:rPr>
        <w:t xml:space="preserve"> حالانکہ آپ دوسر 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تعب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فرما</w:t>
      </w:r>
      <w:r w:rsidRPr="0014038B">
        <w:rPr>
          <w:rtl/>
        </w:rPr>
        <w:t xml:space="preserve"> سکتے تھے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شہرت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صرف مرزا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کہہ کرہ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کروا سکتے تھے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جستجو اور طلب جار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رکھو تا کہ وقت گزرنے کے ساتھ ساتھ آپ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رسائ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کچھ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ممکن امور آپ کے لئے ممکن بن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اور ہوا و ہوس کوانسان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لاشعور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طور پر طلب کرتاہے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پھر انسان ان سے آگاہ ہوتاہے۔نفس کو کنٹ</w:t>
      </w:r>
      <w:r w:rsidRPr="0014038B">
        <w:rPr>
          <w:rFonts w:hint="eastAsia"/>
          <w:rtl/>
        </w:rPr>
        <w:t>رول</w:t>
      </w:r>
      <w:r w:rsidRPr="0014038B">
        <w:rPr>
          <w:rtl/>
        </w:rPr>
        <w:t xml:space="preserve"> کرنا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اگر انسان چاہے تو اپنے نفس پر قابو پا سکتاہے ،جس طرح انسان اسے بالکل آزاد چھوڑ کر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وانات</w:t>
      </w:r>
      <w:r w:rsidRPr="0014038B">
        <w:rPr>
          <w:rtl/>
        </w:rPr>
        <w:t xml:space="preserve">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پست  و بدترہو سکتا ہے۔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آدم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زادہ طرف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معجون است     از ملا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سرشتہ و زح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وان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گر</w:t>
      </w:r>
      <w:r w:rsidRPr="0014038B">
        <w:rPr>
          <w:rtl/>
        </w:rPr>
        <w:t xml:space="preserve"> کند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ن،</w:t>
      </w:r>
      <w:r w:rsidRPr="0014038B">
        <w:rPr>
          <w:rtl/>
        </w:rPr>
        <w:t xml:space="preserve"> پس از آن     ور کند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ل،</w:t>
      </w:r>
      <w:r w:rsidRPr="0014038B">
        <w:rPr>
          <w:rtl/>
        </w:rPr>
        <w:t xml:space="preserve"> شود بہ  از  آن</w:t>
      </w:r>
    </w:p>
    <w:p w:rsidR="003430E9" w:rsidRPr="0014038B" w:rsidRDefault="003430E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3430E9" w:rsidRPr="0014038B" w:rsidRDefault="003430E9" w:rsidP="005221CD">
      <w:pPr>
        <w:pStyle w:val="libNormal"/>
        <w:rPr>
          <w:rtl/>
          <w:lang w:bidi="ur-PK"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6" w:name="_Toc386266899"/>
      <w:r w:rsidRPr="0014038B">
        <w:rPr>
          <w:rFonts w:hint="cs"/>
          <w:rtl/>
        </w:rPr>
        <w:t>2۔ خودشناسی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خوف خدا کا کردار</w:t>
      </w:r>
      <w:bookmarkEnd w:id="16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خداوند</w:t>
      </w:r>
      <w:r w:rsidRPr="0014038B">
        <w:rPr>
          <w:rtl/>
        </w:rPr>
        <w:t xml:space="preserve"> عالم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مخالفت کا خوف انسان کو ہوا و ہوس  ترک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مائل کرتا ہے  جس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کو خود 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راستہ مل جاتاہے  اور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راستہ فراہم ہو جاتاہے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خداوند</w:t>
      </w:r>
      <w:r w:rsidRPr="0014038B">
        <w:rPr>
          <w:rtl/>
        </w:rPr>
        <w:t xml:space="preserve"> متعال کا ارشاد ہے:</w:t>
      </w:r>
    </w:p>
    <w:p w:rsidR="00CA6D92" w:rsidRPr="0014038B" w:rsidRDefault="00CA6D92" w:rsidP="0048678D">
      <w:pPr>
        <w:pStyle w:val="libNormal"/>
        <w:rPr>
          <w:rtl/>
        </w:rPr>
      </w:pPr>
      <w:r w:rsidRPr="0014038B">
        <w:rPr>
          <w:rStyle w:val="libAieChar"/>
          <w:rFonts w:hint="eastAsia"/>
          <w:rtl/>
        </w:rPr>
        <w:t>وَأَمَّا</w:t>
      </w:r>
      <w:r w:rsidRPr="0014038B">
        <w:rPr>
          <w:rStyle w:val="libAieChar"/>
          <w:rtl/>
        </w:rPr>
        <w:t xml:space="preserve"> مَن</w:t>
      </w:r>
      <w:r w:rsidRPr="0014038B">
        <w:rPr>
          <w:rStyle w:val="libAieChar"/>
          <w:rFonts w:hint="cs"/>
          <w:rtl/>
        </w:rPr>
        <w:t>ْ خَافَ مَقَامَ رَبِّ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ِ وَنَ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َی</w:t>
      </w:r>
      <w:r w:rsidRPr="0014038B">
        <w:rPr>
          <w:rStyle w:val="libAieChar"/>
          <w:rtl/>
        </w:rPr>
        <w:t xml:space="preserve"> النَّف</w:t>
      </w:r>
      <w:r w:rsidRPr="0014038B">
        <w:rPr>
          <w:rStyle w:val="libAieChar"/>
          <w:rFonts w:hint="cs"/>
          <w:rtl/>
        </w:rPr>
        <w:t>ْسَ عَنِ الْ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َوٰی</w:t>
      </w:r>
      <w:r w:rsidRPr="0014038B">
        <w:rPr>
          <w:rStyle w:val="libAieChar"/>
          <w:rtl/>
        </w:rPr>
        <w:t xml:space="preserve"> ، فَاِنَّ ال</w:t>
      </w:r>
      <w:r w:rsidRPr="0014038B">
        <w:rPr>
          <w:rStyle w:val="libAieChar"/>
          <w:rFonts w:hint="cs"/>
          <w:rtl/>
        </w:rPr>
        <w:t xml:space="preserve">ْجَنَّةَ 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ِیَ</w:t>
      </w:r>
      <w:r w:rsidRPr="0014038B">
        <w:rPr>
          <w:rStyle w:val="libAieChar"/>
          <w:rtl/>
        </w:rPr>
        <w:t xml:space="preserve"> ال</w:t>
      </w:r>
      <w:r w:rsidRPr="0014038B">
        <w:rPr>
          <w:rStyle w:val="libAieChar"/>
          <w:rFonts w:hint="cs"/>
          <w:rtl/>
        </w:rPr>
        <w:t>ْمَأْوٰی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اور</w:t>
      </w:r>
      <w:r w:rsidRPr="0014038B">
        <w:rPr>
          <w:rtl/>
        </w:rPr>
        <w:t xml:space="preserve"> جس نے رب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حاضر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خوف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اور اپنے نفس کو خواہشات سے روکا ہے اور جنت انہ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مقام ہے۔</w:t>
      </w:r>
    </w:p>
    <w:p w:rsidR="003430E9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کے حکم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کا خوف عقل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ہوتاہے انسان جتنا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عقلمند ہو گا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تجرب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جتنا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اضافہ کرے گا ،اتنا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کے قوان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کا خوف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جائے گا اور وہ اتنا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ہوا و ہوس اور خواہشات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</w:t>
      </w:r>
      <w:r w:rsidRPr="0014038B">
        <w:rPr>
          <w:rFonts w:hint="eastAsia"/>
          <w:rtl/>
        </w:rPr>
        <w:t>کرے</w:t>
      </w:r>
      <w:r w:rsidRPr="0014038B">
        <w:rPr>
          <w:rtl/>
        </w:rPr>
        <w:t xml:space="preserve"> گا۔</w:t>
      </w:r>
    </w:p>
    <w:p w:rsidR="003430E9" w:rsidRPr="0014038B" w:rsidRDefault="003430E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tl/>
        </w:rPr>
        <w:t>[1]۔ سورۂ نازعات،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>:</w:t>
      </w:r>
      <w:r w:rsidRPr="0014038B">
        <w:rPr>
          <w:rFonts w:hint="cs"/>
          <w:rtl/>
        </w:rPr>
        <w:t>40،41</w:t>
      </w:r>
    </w:p>
    <w:p w:rsidR="003430E9" w:rsidRPr="0014038B" w:rsidRDefault="003430E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E76608">
      <w:pPr>
        <w:pStyle w:val="libNormal"/>
        <w:rPr>
          <w:rtl/>
        </w:rPr>
      </w:pPr>
      <w:r w:rsidRPr="0014038B">
        <w:rPr>
          <w:rStyle w:val="libArabicChar"/>
          <w:rtl/>
        </w:rPr>
        <w:t>''قٰاتِل</w:t>
      </w:r>
      <w:r w:rsidRPr="0014038B">
        <w:rPr>
          <w:rStyle w:val="libArabicChar"/>
          <w:rFonts w:hint="cs"/>
          <w:rtl/>
        </w:rPr>
        <w:t xml:space="preserve">ْ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َوٰاکَ بِعَقْلِکَ''</w:t>
      </w:r>
      <w:r w:rsidR="00E546D1" w:rsidRPr="0014038B">
        <w:rPr>
          <w:rStyle w:val="libFootnotenumChar"/>
          <w:rFonts w:hint="cs"/>
          <w:rtl/>
        </w:rPr>
        <w:t>(</w:t>
      </w:r>
      <w:r w:rsidR="00E76608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ہوا و ہوس کو عقل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نابود کرو۔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جتن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کامل اور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اور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کو مارنے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اسے بہتر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سے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ہو گ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آپ</w:t>
      </w:r>
      <w:r w:rsidRPr="0014038B">
        <w:rPr>
          <w:rtl/>
        </w:rPr>
        <w:t xml:space="preserve"> عقل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سے استفادہ اور تجرب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اپنے امور اور پروگرام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اچھ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غور وفکر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اسے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ساتھ تطب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دے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۔غور و فکر    سے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کو تقو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ملے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آپ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</w:t>
      </w:r>
      <w:r w:rsidRPr="0014038B">
        <w:rPr>
          <w:rFonts w:hint="eastAsia"/>
          <w:rtl/>
        </w:rPr>
        <w:t>لئے</w:t>
      </w:r>
      <w:r w:rsidRPr="0014038B">
        <w:rPr>
          <w:rtl/>
        </w:rPr>
        <w:t xml:space="preserve"> آمادگ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خدا کے حکم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کا خوف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گا اور آپ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قوت و طاقت سے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کر 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E76608" w:rsidRPr="0014038B">
        <w:rPr>
          <w:rFonts w:hint="cs"/>
          <w:rtl/>
        </w:rPr>
        <w:t>1</w:t>
      </w:r>
      <w:r w:rsidRPr="0014038B">
        <w:rPr>
          <w:rtl/>
        </w:rPr>
        <w:t>] ۔بحار  الانوار:ج</w:t>
      </w:r>
      <w:r w:rsidRPr="0014038B">
        <w:rPr>
          <w:rtl/>
          <w:lang w:bidi="fa-IR"/>
        </w:rPr>
        <w:t>۱</w:t>
      </w:r>
      <w:r w:rsidRPr="0014038B">
        <w:rPr>
          <w:rtl/>
        </w:rPr>
        <w:t>ص</w:t>
      </w:r>
      <w:r w:rsidRPr="0014038B">
        <w:rPr>
          <w:rtl/>
          <w:lang w:bidi="fa-IR"/>
        </w:rPr>
        <w:t>۱۹۵</w:t>
      </w:r>
      <w:r w:rsidRPr="0014038B">
        <w:rPr>
          <w:rtl/>
        </w:rPr>
        <w:t xml:space="preserve">  اور  ج</w:t>
      </w:r>
      <w:r w:rsidRPr="0014038B">
        <w:rPr>
          <w:rtl/>
          <w:lang w:bidi="fa-IR"/>
        </w:rPr>
        <w:t>۷۱</w:t>
      </w:r>
      <w:r w:rsidRPr="0014038B">
        <w:rPr>
          <w:rtl/>
        </w:rPr>
        <w:t>ص</w:t>
      </w:r>
      <w:r w:rsidRPr="0014038B">
        <w:rPr>
          <w:rtl/>
          <w:lang w:bidi="fa-IR"/>
        </w:rPr>
        <w:t>۴۲۸</w:t>
      </w:r>
    </w:p>
    <w:p w:rsidR="00E76608" w:rsidRPr="0014038B" w:rsidRDefault="00E76608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76608" w:rsidRPr="0014038B" w:rsidRDefault="00E76608" w:rsidP="005221CD">
      <w:pPr>
        <w:pStyle w:val="libNormal"/>
        <w:rPr>
          <w:rtl/>
          <w:lang w:bidi="ur-PK"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7" w:name="_Toc386266900"/>
      <w:r w:rsidRPr="0014038B">
        <w:rPr>
          <w:rFonts w:hint="cs"/>
          <w:rtl/>
          <w:lang w:bidi="ur-PK"/>
        </w:rPr>
        <w:t>3</w:t>
      </w:r>
      <w:r w:rsidRPr="0014038B">
        <w:rPr>
          <w:rFonts w:hint="cs"/>
          <w:rtl/>
        </w:rPr>
        <w:t>۔ اپنے باطن اور ضمی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کو پاک کرنا</w:t>
      </w:r>
      <w:bookmarkEnd w:id="17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نہ صرف اپنے ضم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کو معارف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منور کرنا چاہے  بلکہ اپنے وجود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گہرائ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دشمنان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چاہت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پاک کرناچاہئے اور اپنے ضم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کو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عصمت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 کے تابناک انوار سے روشن کرنا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خدا کو مخلوق سے تشب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والوں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''لَم</w:t>
      </w:r>
      <w:r w:rsidRPr="0014038B">
        <w:rPr>
          <w:rStyle w:val="libArabicChar"/>
          <w:rFonts w:hint="cs"/>
          <w:rtl/>
        </w:rPr>
        <w:t>ْ یَ</w:t>
      </w:r>
      <w:r w:rsidRPr="0014038B">
        <w:rPr>
          <w:rStyle w:val="libArabicChar"/>
          <w:rFonts w:hint="eastAsia"/>
          <w:rtl/>
        </w:rPr>
        <w:t>ع</w:t>
      </w:r>
      <w:r w:rsidRPr="0014038B">
        <w:rPr>
          <w:rStyle w:val="libArabicChar"/>
          <w:rFonts w:hint="cs"/>
          <w:rtl/>
        </w:rPr>
        <w:t>ْقَدْ</w:t>
      </w:r>
      <w:r w:rsidRPr="0014038B">
        <w:rPr>
          <w:rStyle w:val="libArabicChar"/>
          <w:rtl/>
        </w:rPr>
        <w:t xml:space="preserve"> غَ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بَ</w:t>
      </w:r>
      <w:r w:rsidRPr="0014038B">
        <w:rPr>
          <w:rStyle w:val="libArabicChar"/>
          <w:rtl/>
        </w:rPr>
        <w:t xml:space="preserve"> ضَمِ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عَلٰ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مَع</w:t>
      </w:r>
      <w:r w:rsidRPr="0014038B">
        <w:rPr>
          <w:rStyle w:val="libArabicChar"/>
          <w:rFonts w:hint="cs"/>
          <w:rtl/>
        </w:rPr>
        <w:t>ْرِفَتِکَ''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ضم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کا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وند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انسان کو نہ صرف ظاہر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شعور و ضم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سے آگاہ ہونا چاہئے بلکہغائب اور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ضم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آگاہ ہونا چاہئے ۔خود 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خود 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انسان کو ضم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اور شعور کے دونوں مرحلوں کو پاک کرنا چاہئے ۔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 ۔ بحار الانوار:ج</w:t>
      </w:r>
      <w:r w:rsidRPr="0014038B">
        <w:rPr>
          <w:rtl/>
          <w:lang w:bidi="fa-IR"/>
        </w:rPr>
        <w:t>۷۷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۳۲۰</w:t>
      </w:r>
    </w:p>
    <w:p w:rsidR="00E76608" w:rsidRPr="0014038B" w:rsidRDefault="00E76608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76608" w:rsidRPr="0014038B" w:rsidRDefault="00E76608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8" w:name="_Toc386266901"/>
      <w:r w:rsidRPr="0014038B">
        <w:rPr>
          <w:rtl/>
        </w:rPr>
        <w:t>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موانع</w:t>
      </w:r>
      <w:bookmarkEnd w:id="18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9" w:name="_Toc386266902"/>
      <w:r w:rsidRPr="0014038B">
        <w:rPr>
          <w:rtl/>
          <w:lang w:bidi="fa-IR"/>
        </w:rPr>
        <w:t>۱</w:t>
      </w:r>
      <w:r w:rsidRPr="0014038B">
        <w:rPr>
          <w:rtl/>
        </w:rPr>
        <w:t>۔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کاموں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راہوں کو مسدود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ہے:</w:t>
      </w:r>
      <w:bookmarkEnd w:id="19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افسوس کا مقام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کہ ہم اپنے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سے غافل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اس سے استفادہ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اسے برے اور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کار</w:t>
      </w:r>
      <w:r w:rsidRPr="0014038B">
        <w:rPr>
          <w:rtl/>
        </w:rPr>
        <w:t xml:space="preserve"> کاموں کا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مکتب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سب سے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عبادت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اور 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عادتوں پر غلبہ پانا ہے؛ک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کا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جانا انسان پر فطرت ثانو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حاکم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مانند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عادت کو فطرت ثانو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کا نام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ہوئے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''اَل</w:t>
      </w:r>
      <w:r w:rsidRPr="0014038B">
        <w:rPr>
          <w:rStyle w:val="libArabicChar"/>
          <w:rFonts w:hint="cs"/>
          <w:rtl/>
        </w:rPr>
        <w:t>ْعٰادَةُ طَبْعُ ثٰانٍ''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عادت</w:t>
      </w:r>
      <w:r w:rsidRPr="0014038B">
        <w:rPr>
          <w:rtl/>
        </w:rPr>
        <w:t xml:space="preserve"> فطرت ثانو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جب انسان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کا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جائے تو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انسان پر حاکمہوجات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برے اور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کام کا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اگر خود کو برے کاموں سے نجات دے تو 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اس نے افضل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عبادت انجام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tl/>
        </w:rPr>
        <w:t>[1]۔ شرح غرر الحکم: ج</w:t>
      </w:r>
      <w:r w:rsidRPr="0014038B">
        <w:rPr>
          <w:rtl/>
          <w:lang w:bidi="fa-IR"/>
        </w:rPr>
        <w:t>۱</w:t>
      </w:r>
      <w:r w:rsidRPr="0014038B">
        <w:rPr>
          <w:rtl/>
        </w:rPr>
        <w:t>ص</w:t>
      </w:r>
      <w:r w:rsidRPr="0014038B">
        <w:rPr>
          <w:rtl/>
          <w:lang w:bidi="fa-IR"/>
        </w:rPr>
        <w:t xml:space="preserve">۱۸۵           </w:t>
      </w:r>
    </w:p>
    <w:p w:rsidR="00E76608" w:rsidRPr="0014038B" w:rsidRDefault="00E76608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76608" w:rsidRPr="0014038B" w:rsidRDefault="00E76608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اپنے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مختصر کلام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E76608">
      <w:pPr>
        <w:pStyle w:val="libNormal"/>
        <w:rPr>
          <w:rtl/>
        </w:rPr>
      </w:pPr>
      <w:r w:rsidRPr="0014038B">
        <w:rPr>
          <w:rStyle w:val="libArabicChar"/>
          <w:rtl/>
        </w:rPr>
        <w:t>''اَف</w:t>
      </w:r>
      <w:r w:rsidRPr="0014038B">
        <w:rPr>
          <w:rStyle w:val="libArabicChar"/>
          <w:rFonts w:hint="cs"/>
          <w:rtl/>
        </w:rPr>
        <w:t>ْضَلُ الْعِبٰادَةِ غَلَبَةُ الْعٰادَةِ''</w:t>
      </w:r>
      <w:r w:rsidR="00E546D1" w:rsidRPr="0014038B">
        <w:rPr>
          <w:rStyle w:val="libFootnotenumChar"/>
          <w:rFonts w:hint="cs"/>
          <w:rtl/>
        </w:rPr>
        <w:t>(</w:t>
      </w:r>
      <w:r w:rsidR="00E76608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سب</w:t>
      </w:r>
      <w:r w:rsidRPr="0014038B">
        <w:rPr>
          <w:rtl/>
        </w:rPr>
        <w:t xml:space="preserve"> سے افضل عبادت عادت پر غالب آنا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برے اور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کاموں پر غالب آنے سے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کمالات تک پہنچنے کے راستے کھل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مقامات تک پہنچنے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فراہم ہو جاتا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E76608">
      <w:pPr>
        <w:pStyle w:val="libNormal"/>
        <w:rPr>
          <w:rtl/>
        </w:rPr>
      </w:pPr>
      <w:r w:rsidRPr="0014038B">
        <w:rPr>
          <w:rStyle w:val="libArabicChar"/>
          <w:rtl/>
        </w:rPr>
        <w:t>''بِغَلَبَةِ ال</w:t>
      </w:r>
      <w:r w:rsidRPr="0014038B">
        <w:rPr>
          <w:rStyle w:val="libArabicChar"/>
          <w:rFonts w:hint="cs"/>
          <w:rtl/>
        </w:rPr>
        <w:t>ْعٰادٰاتِ أَلْوُصُوْلُ اِلٰی</w:t>
      </w:r>
      <w:r w:rsidRPr="0014038B">
        <w:rPr>
          <w:rStyle w:val="libArabicChar"/>
          <w:rtl/>
        </w:rPr>
        <w:t xml:space="preserve"> أَش</w:t>
      </w:r>
      <w:r w:rsidRPr="0014038B">
        <w:rPr>
          <w:rStyle w:val="libArabicChar"/>
          <w:rFonts w:hint="cs"/>
          <w:rtl/>
        </w:rPr>
        <w:t>ْرَفِ الْمَقٰامٰاتِ''</w:t>
      </w:r>
      <w:r w:rsidR="00E546D1" w:rsidRPr="0014038B">
        <w:rPr>
          <w:rStyle w:val="libFootnotenumChar"/>
          <w:rFonts w:hint="cs"/>
          <w:rtl/>
        </w:rPr>
        <w:t>(</w:t>
      </w:r>
      <w:r w:rsidR="00E76608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عادتوں</w:t>
      </w:r>
      <w:r w:rsidRPr="0014038B">
        <w:rPr>
          <w:rtl/>
        </w:rPr>
        <w:t xml:space="preserve"> پر غلبہ پانے سے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مقامات حاصل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E76608">
      <w:pPr>
        <w:pStyle w:val="libNormal"/>
        <w:rPr>
          <w:rtl/>
        </w:rPr>
      </w:pPr>
      <w:r w:rsidRPr="0014038B">
        <w:rPr>
          <w:rFonts w:hint="eastAsia"/>
          <w:rtl/>
        </w:rPr>
        <w:t>صرف</w:t>
      </w:r>
      <w:r w:rsidRPr="0014038B">
        <w:rPr>
          <w:rtl/>
        </w:rPr>
        <w:t xml:space="preserve"> گناہوں کا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ہونا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ہر قسم کا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ہودہ</w:t>
      </w:r>
      <w:r w:rsidRPr="0014038B">
        <w:rPr>
          <w:rtl/>
        </w:rPr>
        <w:t xml:space="preserve"> اور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کام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دوسرے اہم امور تک پہنچنے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رکاوٹ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۔انسان کو چاہئے کہ وہ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قوتوں کے  حصول کے لئے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عادتوں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اجتناب کرے تا کہ کمالات کے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مرا</w:t>
      </w:r>
      <w:r w:rsidRPr="0014038B">
        <w:rPr>
          <w:rFonts w:hint="eastAsia"/>
          <w:rtl/>
        </w:rPr>
        <w:t>حل</w:t>
      </w:r>
      <w:r w:rsidRPr="0014038B">
        <w:rPr>
          <w:rtl/>
        </w:rPr>
        <w:t xml:space="preserve"> تک پہنچ سکے۔</w:t>
      </w: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E76608">
      <w:pPr>
        <w:pStyle w:val="libNormal"/>
        <w:rPr>
          <w:rtl/>
        </w:rPr>
      </w:pPr>
      <w:r w:rsidRPr="0014038B">
        <w:rPr>
          <w:rStyle w:val="libArabicChar"/>
          <w:rtl/>
        </w:rPr>
        <w:t>''غَ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رُ</w:t>
      </w:r>
      <w:r w:rsidRPr="0014038B">
        <w:rPr>
          <w:rStyle w:val="libArabicChar"/>
          <w:rtl/>
        </w:rPr>
        <w:t xml:space="preserve"> مُد</w:t>
      </w:r>
      <w:r w:rsidRPr="0014038B">
        <w:rPr>
          <w:rStyle w:val="libArabicChar"/>
          <w:rFonts w:hint="cs"/>
          <w:rtl/>
        </w:rPr>
        <w:t>ْرِکِ الدَّرَجٰاتِ مَنْ أَطٰاعَ الْعٰادٰاتِ''</w:t>
      </w:r>
      <w:r w:rsidR="00E546D1" w:rsidRPr="0014038B">
        <w:rPr>
          <w:rStyle w:val="libFootnotenumChar"/>
          <w:rFonts w:hint="cs"/>
          <w:rtl/>
        </w:rPr>
        <w:t>(</w:t>
      </w:r>
      <w:r w:rsidR="00E76608" w:rsidRPr="0014038B">
        <w:rPr>
          <w:rStyle w:val="libFootnotenumChar"/>
          <w:rFonts w:hint="cs"/>
          <w:rtl/>
        </w:rPr>
        <w:t>3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کرے ، وہ بلند درجات تک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پہنچ سکتا۔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شرح غرر الحکم: 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 xml:space="preserve">۳۷۵            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 ۔ شرح غرر الحکم: ج</w:t>
      </w:r>
      <w:r w:rsidRPr="0014038B">
        <w:rPr>
          <w:rtl/>
          <w:lang w:bidi="fa-IR"/>
        </w:rPr>
        <w:t>۳</w:t>
      </w:r>
      <w:r w:rsidRPr="0014038B">
        <w:rPr>
          <w:rtl/>
        </w:rPr>
        <w:t>ص</w:t>
      </w:r>
      <w:r w:rsidRPr="0014038B">
        <w:rPr>
          <w:rtl/>
          <w:lang w:bidi="fa-IR"/>
        </w:rPr>
        <w:t>۳۸۲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3</w:t>
      </w:r>
      <w:r w:rsidRPr="0014038B">
        <w:rPr>
          <w:rtl/>
        </w:rPr>
        <w:t>] ۔ شرح غرر الحکم: ج</w:t>
      </w:r>
      <w:r w:rsidRPr="0014038B">
        <w:rPr>
          <w:rtl/>
          <w:lang w:bidi="fa-IR"/>
        </w:rPr>
        <w:t>۴</w:t>
      </w:r>
      <w:r w:rsidRPr="0014038B">
        <w:rPr>
          <w:rtl/>
        </w:rPr>
        <w:t>ص</w:t>
      </w:r>
      <w:r w:rsidRPr="0014038B">
        <w:rPr>
          <w:rtl/>
          <w:lang w:bidi="fa-IR"/>
        </w:rPr>
        <w:t>۳۸۲</w:t>
      </w:r>
    </w:p>
    <w:p w:rsidR="00E76608" w:rsidRPr="0014038B" w:rsidRDefault="00E76608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76608" w:rsidRPr="0014038B" w:rsidRDefault="00E76608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انسان کو زنج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پھر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راستہ 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رہتااور  بلند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درجات تک پہنچنا مشکل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ناممکن ہو جاتا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کمال کے مراحل تک پہنچنے کے لئے ہر قسم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عادتوں اور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امور کو ترک کرنا لازم اور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تا کہ انسان آسان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تکامل تک پہنچ سکے۔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E76608">
      <w:pPr>
        <w:pStyle w:val="libNormal"/>
        <w:rPr>
          <w:rtl/>
        </w:rPr>
      </w:pPr>
      <w:r w:rsidRPr="0014038B">
        <w:rPr>
          <w:rStyle w:val="libArabicChar"/>
          <w:rtl/>
        </w:rPr>
        <w:t>''غَ</w:t>
      </w:r>
      <w:r w:rsidRPr="0014038B">
        <w:rPr>
          <w:rStyle w:val="libArabicChar"/>
          <w:rFonts w:hint="cs"/>
          <w:rtl/>
        </w:rPr>
        <w:t>یِّ</w:t>
      </w:r>
      <w:r w:rsidRPr="0014038B">
        <w:rPr>
          <w:rStyle w:val="libArabicChar"/>
          <w:rFonts w:hint="eastAsia"/>
          <w:rtl/>
        </w:rPr>
        <w:t>رُوا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ْعٰادٰاتِ تَسْ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ُلَ عَلَیْ</w:t>
      </w:r>
      <w:r w:rsidRPr="0014038B">
        <w:rPr>
          <w:rStyle w:val="libArabicChar"/>
          <w:rFonts w:hint="eastAsia"/>
          <w:rtl/>
        </w:rPr>
        <w:t>کُمُ</w:t>
      </w:r>
      <w:r w:rsidRPr="0014038B">
        <w:rPr>
          <w:rStyle w:val="libArabicChar"/>
          <w:rtl/>
        </w:rPr>
        <w:t xml:space="preserve"> الطّٰاعٰاتِ''</w:t>
      </w:r>
      <w:r w:rsidR="00E546D1" w:rsidRPr="0014038B">
        <w:rPr>
          <w:rStyle w:val="libFootnotenumChar"/>
          <w:rtl/>
        </w:rPr>
        <w:t>(</w:t>
      </w:r>
      <w:r w:rsidR="00E76608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عادتوں</w:t>
      </w:r>
      <w:r w:rsidRPr="0014038B">
        <w:rPr>
          <w:rtl/>
        </w:rPr>
        <w:t xml:space="preserve"> کو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کرو (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عادتوں کو ترک کر دو)تا کہ اطاعت(خداوند</w:t>
      </w:r>
      <w:r w:rsidRPr="0014038B">
        <w:rPr>
          <w:rFonts w:hint="cs"/>
          <w:rtl/>
        </w:rPr>
        <w:t>ی</w:t>
      </w:r>
      <w:r w:rsidRPr="0014038B">
        <w:rPr>
          <w:rtl/>
        </w:rPr>
        <w:t>) تمہارے لئے آسان ہو سکے۔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فرمان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استفادہ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سکتا ہے خدا کے احکامات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مشکل بنانے کے لئے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اور نفس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حربہ انسان کو برے کاموں کا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ہے۔اس لئے انسان کو چاہئے کہ وہ احکامات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اور نفس کے اس حربہ سے ہوش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 اور ب</w:t>
      </w:r>
      <w:r w:rsidRPr="0014038B">
        <w:rPr>
          <w:rFonts w:hint="eastAsia"/>
          <w:rtl/>
        </w:rPr>
        <w:t>از</w:t>
      </w:r>
      <w:r w:rsidRPr="0014038B">
        <w:rPr>
          <w:rtl/>
        </w:rPr>
        <w:t xml:space="preserve"> رہے تا کہ آسان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خدا کے احکامات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 سکے اور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انسان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بلند درجوں تک پہنچ سکے۔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گل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ترب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 ز  دست  باغبان  نگرفت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بہ چشمۂ خورش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سرکشد خود روست</w:t>
      </w:r>
    </w:p>
    <w:p w:rsidR="00E76608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ہر</w:t>
      </w:r>
      <w:r w:rsidRPr="0014038B">
        <w:rPr>
          <w:rtl/>
        </w:rPr>
        <w:t xml:space="preserve"> انسان کے پاس بے شمار سرما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ہوتاہے کہ جس سے استفادہ کرناچاہئے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ہودہ</w:t>
      </w:r>
      <w:r w:rsidRPr="0014038B">
        <w:rPr>
          <w:rtl/>
        </w:rPr>
        <w:t xml:space="preserve"> اور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عادت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سرما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کو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و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مز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قوت و طاقت بخشنے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رکاوٹ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شرح غرر الحکم: ج</w:t>
      </w:r>
      <w:r w:rsidRPr="0014038B">
        <w:rPr>
          <w:rtl/>
          <w:lang w:bidi="fa-IR"/>
        </w:rPr>
        <w:t>۴</w:t>
      </w:r>
      <w:r w:rsidRPr="0014038B">
        <w:rPr>
          <w:rtl/>
        </w:rPr>
        <w:t>ص</w:t>
      </w:r>
      <w:r w:rsidRPr="0014038B">
        <w:rPr>
          <w:rtl/>
          <w:lang w:bidi="fa-IR"/>
        </w:rPr>
        <w:t>۳۸۱</w:t>
      </w:r>
    </w:p>
    <w:p w:rsidR="00E76608" w:rsidRPr="0014038B" w:rsidRDefault="00E76608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E76608" w:rsidRPr="0014038B" w:rsidRDefault="00E76608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کا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جانے والا انسان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سرما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دار شخص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ہوتاہے کہ جس نے اپنے اموال کو ضائع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 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انسانجب تک اپنے سرما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کو آزاد نہ کر الے اسے حسرت و ناام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سوا کچھ حاصل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ہوتا۔جس طرح انسان اپنے سرما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اور اموال کو مق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حالت سے آزاد </w:t>
      </w:r>
      <w:r w:rsidRPr="0014038B">
        <w:rPr>
          <w:rFonts w:hint="eastAsia"/>
          <w:rtl/>
        </w:rPr>
        <w:t>کرنے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کرتا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سے اسے خود کو 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عادتوں سے نجات دلانے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افسوس کہ اب انسان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معاشرے نے اپنے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ہاتھوں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کر رکھا ہے 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گروہمعاشرے کو صرف مادّ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دلانے کے لئے کوشاں ہے تو دوسرا گروہ کمزور ممالک کے اموال و وسائل پر قبضہ جمانے کے لئے ۔حالانکہ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سب خود کو انسان دوست اورحقوق بشر کے حام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!!</w:t>
      </w:r>
    </w:p>
    <w:p w:rsidR="00E76608" w:rsidRPr="0014038B" w:rsidRDefault="00E76608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76608" w:rsidRPr="0014038B" w:rsidRDefault="00E76608" w:rsidP="005221CD">
      <w:pPr>
        <w:pStyle w:val="libNormal"/>
        <w:rPr>
          <w:rtl/>
          <w:lang w:bidi="ur-PK"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20" w:name="_Toc386266903"/>
      <w:r w:rsidRPr="0014038B">
        <w:rPr>
          <w:rFonts w:hint="cs"/>
          <w:rtl/>
          <w:lang w:bidi="ur-PK"/>
        </w:rPr>
        <w:t>2</w:t>
      </w:r>
      <w:r w:rsidRPr="0014038B">
        <w:rPr>
          <w:rFonts w:hint="cs"/>
          <w:rtl/>
        </w:rPr>
        <w:t>۔ خود فراموشی</w:t>
      </w:r>
      <w:bookmarkEnd w:id="20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انسان کے علم کا منبع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ہوتو اس  کے علم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جتنا اضافہ ہوتا جائے گا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 پاکساز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تہذ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بڑھت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>۔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اگر علم کا منبع و سرچشمہ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ہو اور خدا کے لئے علم حاصل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آلودگ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ساز گار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ہے</w:t>
      </w:r>
      <w:r w:rsidRPr="0014038B">
        <w:rPr>
          <w:rtl/>
        </w:rPr>
        <w:t xml:space="preserve"> 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ہر عالم رباّن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اور تہذ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 و اصلاح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اس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48678D">
      <w:pPr>
        <w:pStyle w:val="libNormal"/>
        <w:rPr>
          <w:rtl/>
        </w:rPr>
      </w:pPr>
      <w:r w:rsidRPr="0014038B">
        <w:rPr>
          <w:rStyle w:val="libArabicChar"/>
          <w:rFonts w:hint="eastAsia"/>
          <w:rtl/>
        </w:rPr>
        <w:t>کُلَّمٰا</w:t>
      </w:r>
      <w:r w:rsidRPr="0014038B">
        <w:rPr>
          <w:rStyle w:val="libArabicChar"/>
          <w:rtl/>
        </w:rPr>
        <w:t xml:space="preserve"> اَز</w:t>
      </w:r>
      <w:r w:rsidRPr="0014038B">
        <w:rPr>
          <w:rStyle w:val="libArabicChar"/>
          <w:rFonts w:hint="cs"/>
          <w:rtl/>
        </w:rPr>
        <w:t>ْدٰادَ عِلْمُ الرِّجٰالِ زٰادَتْ عِنٰایَ</w:t>
      </w:r>
      <w:r w:rsidRPr="0014038B">
        <w:rPr>
          <w:rStyle w:val="libArabicChar"/>
          <w:rFonts w:hint="eastAsia"/>
          <w:rtl/>
        </w:rPr>
        <w:t>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 xml:space="preserve"> بِنَف</w:t>
      </w:r>
      <w:r w:rsidRPr="0014038B">
        <w:rPr>
          <w:rStyle w:val="libArabicChar"/>
          <w:rFonts w:hint="cs"/>
          <w:rtl/>
        </w:rPr>
        <w:t>ْسِ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وَ بَذَلَ فِْ رِیٰ</w:t>
      </w:r>
      <w:r w:rsidRPr="0014038B">
        <w:rPr>
          <w:rStyle w:val="libArabicChar"/>
          <w:rFonts w:hint="eastAsia"/>
          <w:rtl/>
        </w:rPr>
        <w:t>اضَتِ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ٰا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انسان</w:t>
      </w:r>
      <w:r w:rsidRPr="0014038B">
        <w:rPr>
          <w:rtl/>
        </w:rPr>
        <w:t xml:space="preserve"> کا علم جتنا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 جائے ،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اور وہ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اضت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توجہ کرتا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علم 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انسان کو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دعوت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نفس سے مربوط مسائل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غفلت و فراموش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باز رکھت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 ۔ شرح غرر الحکم: ج</w:t>
      </w:r>
      <w:r w:rsidRPr="0014038B">
        <w:rPr>
          <w:rtl/>
          <w:lang w:bidi="fa-IR"/>
        </w:rPr>
        <w:t>۴</w:t>
      </w:r>
      <w:r w:rsidRPr="0014038B">
        <w:rPr>
          <w:rtl/>
        </w:rPr>
        <w:t>ص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۲۱</w:t>
      </w:r>
    </w:p>
    <w:p w:rsidR="00E76608" w:rsidRPr="0014038B" w:rsidRDefault="00E76608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lastRenderedPageBreak/>
        <w:t xml:space="preserve"> </w:t>
      </w:r>
      <w:bookmarkStart w:id="21" w:name="_Toc386266904"/>
      <w:r w:rsidRPr="0014038B">
        <w:rPr>
          <w:rtl/>
        </w:rPr>
        <w:t>خودفراموش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دو عوامل، جہل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خدا کو ترک کرنا</w:t>
      </w:r>
      <w:bookmarkEnd w:id="21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خود</w:t>
      </w:r>
      <w:r w:rsidRPr="0014038B">
        <w:rPr>
          <w:rtl/>
        </w:rPr>
        <w:t xml:space="preserve"> کو پہچاننے والے افراد کے مقابل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افراد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جو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شگفتگ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 کے آثار سے بے خبر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مسائل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خبر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وہ اپنے نفس کو آزاد چھوڑ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تہذ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کرتے۔اس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وہ خود 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tl/>
        </w:rPr>
        <w:t>م نعمت سے محروم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سنگ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در اوخاص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ھست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زان</w:t>
      </w:r>
      <w:r w:rsidRPr="0014038B">
        <w:rPr>
          <w:rtl/>
        </w:rPr>
        <w:t xml:space="preserve"> آدم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 ، کہ در او منفعت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جَ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َلَ نَفْسَ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ْمَلَ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نفس سے جاہل ہو ،وہ اسے اس کے حال پر چھوڑ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خود فراموش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عوامل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نفس کے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سے جہالت اور علم 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نہ ہونا ہے ۔انسان کا علم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بخش مکتب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جتنا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گا ،اتنا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 ان مسائل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متوجہ ہو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خود</w:t>
      </w:r>
      <w:r w:rsidRPr="0014038B">
        <w:rPr>
          <w:rtl/>
        </w:rPr>
        <w:t xml:space="preserve"> فراموش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نفس کو بے لگام چھوڑ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گناہ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اور خدا  و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کو ترک کرنا ہے۔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tl/>
        </w:rPr>
        <w:t xml:space="preserve">[1] ۔ شرح غرر الحکم: ج </w:t>
      </w:r>
      <w:r w:rsidRPr="0014038B">
        <w:rPr>
          <w:rtl/>
          <w:lang w:bidi="fa-IR"/>
        </w:rPr>
        <w:t>۵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۱۷۸</w:t>
      </w:r>
    </w:p>
    <w:p w:rsidR="00E76608" w:rsidRPr="0014038B" w:rsidRDefault="00E76608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76608" w:rsidRPr="0014038B" w:rsidRDefault="00E76608" w:rsidP="00CA6D92">
      <w:pPr>
        <w:pStyle w:val="libNormal"/>
        <w:rPr>
          <w:rtl/>
        </w:rPr>
      </w:pPr>
    </w:p>
    <w:p w:rsidR="00CA6D92" w:rsidRPr="0014038B" w:rsidRDefault="00CA6D92" w:rsidP="00E76608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ہم جانتے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ہے اور ان کو بھلا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خدا کو بھلا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ہے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حضرت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  <w:r w:rsidRPr="0014038B">
        <w:rPr>
          <w:rStyle w:val="libArabicChar"/>
          <w:rtl/>
        </w:rPr>
        <w:t>''اِذٰا ذُکِر</w:t>
      </w:r>
      <w:r w:rsidRPr="0014038B">
        <w:rPr>
          <w:rStyle w:val="libArabicChar"/>
          <w:rFonts w:hint="cs"/>
          <w:rtl/>
        </w:rPr>
        <w:t>ْنٰا ذُکِرَ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''</w:t>
      </w:r>
      <w:r w:rsidR="00E546D1" w:rsidRPr="0014038B">
        <w:rPr>
          <w:rStyle w:val="libFootnotenumChar"/>
          <w:rFonts w:hint="cs"/>
          <w:rtl/>
        </w:rPr>
        <w:t>(</w:t>
      </w:r>
      <w:r w:rsidR="00E76608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(خاندان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)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تو خدا گو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کو چھوڑ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،انسان کو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اہم مسائل سے غافلکر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اور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حقائق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دور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 اورا نسان کو خودفراموش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خداوند متعال کا ارشاد ہے:</w:t>
      </w:r>
    </w:p>
    <w:p w:rsidR="00CA6D92" w:rsidRPr="0014038B" w:rsidRDefault="00CA6D92" w:rsidP="00E76608">
      <w:pPr>
        <w:pStyle w:val="libNormal"/>
        <w:rPr>
          <w:rtl/>
        </w:rPr>
      </w:pPr>
      <w:r w:rsidRPr="0014038B">
        <w:rPr>
          <w:rStyle w:val="libAieChar"/>
          <w:rtl/>
        </w:rPr>
        <w:t>(وَلَا تَکُونُوا کَالَّذِ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نَ</w:t>
      </w:r>
      <w:r w:rsidRPr="0014038B">
        <w:rPr>
          <w:rStyle w:val="libAieChar"/>
          <w:rtl/>
        </w:rPr>
        <w:t xml:space="preserve"> نَسُوا اللّٰ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َ فَأَنسَا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ُم</w:t>
      </w:r>
      <w:r w:rsidRPr="0014038B">
        <w:rPr>
          <w:rStyle w:val="libAieChar"/>
          <w:rFonts w:hint="cs"/>
          <w:rtl/>
        </w:rPr>
        <w:t>ْ أَنفُسَ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ُمْ )</w:t>
      </w:r>
      <w:r w:rsidR="00E546D1" w:rsidRPr="0014038B">
        <w:rPr>
          <w:rStyle w:val="libFootnotenumChar"/>
          <w:rFonts w:hint="cs"/>
          <w:rtl/>
        </w:rPr>
        <w:t>(</w:t>
      </w:r>
      <w:r w:rsidR="00E76608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اور</w:t>
      </w:r>
      <w:r w:rsidRPr="0014038B">
        <w:rPr>
          <w:rtl/>
        </w:rPr>
        <w:t xml:space="preserve"> خبردار ان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نہ ہوجانا جنہوں نے خدا کو بھلاد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خدا نے خود ان کے نفس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بھلا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وہ سب واقع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فاسق اور بدکار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گناہ اور خدا اور خدا کے احکامات کو بھلا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انسان کو خود فراموش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>۔اس بناء پر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خود 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خود فراموش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چھوڑ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خودفراموش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ترک کرنے کے لئے جہل و نادان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،خدا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السلام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کو  ترک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 ۔ بحارالانوار: ج</w:t>
      </w:r>
      <w:r w:rsidRPr="0014038B">
        <w:rPr>
          <w:rtl/>
          <w:lang w:bidi="fa-IR"/>
        </w:rPr>
        <w:t>۷۲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۲۵۸</w:t>
      </w:r>
      <w:r w:rsidRPr="0014038B">
        <w:rPr>
          <w:rtl/>
        </w:rPr>
        <w:t>، اصول  کاف</w:t>
      </w:r>
      <w:r w:rsidRPr="0014038B">
        <w:rPr>
          <w:rFonts w:hint="cs"/>
          <w:rtl/>
        </w:rPr>
        <w:t>ی</w:t>
      </w:r>
      <w:r w:rsidRPr="0014038B">
        <w:rPr>
          <w:rtl/>
        </w:rPr>
        <w:t>: 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۱۸</w:t>
      </w:r>
      <w:r w:rsidRPr="0014038B">
        <w:rPr>
          <w:rFonts w:hint="cs"/>
          <w:rtl/>
        </w:rPr>
        <w:t>6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سورہ  حشر،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tl/>
          <w:lang w:bidi="fa-IR"/>
        </w:rPr>
        <w:t>۱۹</w:t>
      </w:r>
    </w:p>
    <w:p w:rsidR="00E76608" w:rsidRPr="0014038B" w:rsidRDefault="00E76608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76608" w:rsidRPr="0014038B" w:rsidRDefault="00E76608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علم و دانش اور خدا و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انسان کوخودفراموش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 دور رکھت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۔خود فراموش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چھوڑ کر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پہنچ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ہموار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اگر ہم اپنے نفس کو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پہچان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ہم راہ نجات سے دور ہوتے چلے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E76608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لَمْ یَ</w:t>
      </w:r>
      <w:r w:rsidRPr="0014038B">
        <w:rPr>
          <w:rStyle w:val="libArabicChar"/>
          <w:rFonts w:hint="eastAsia"/>
          <w:rtl/>
        </w:rPr>
        <w:t>ع</w:t>
      </w:r>
      <w:r w:rsidRPr="0014038B">
        <w:rPr>
          <w:rStyle w:val="libArabicChar"/>
          <w:rFonts w:hint="cs"/>
          <w:rtl/>
        </w:rPr>
        <w:t>ْرِفْ</w:t>
      </w:r>
      <w:r w:rsidRPr="0014038B">
        <w:rPr>
          <w:rStyle w:val="libArabicChar"/>
          <w:rtl/>
        </w:rPr>
        <w:t xml:space="preserve"> نَف</w:t>
      </w:r>
      <w:r w:rsidRPr="0014038B">
        <w:rPr>
          <w:rStyle w:val="libArabicChar"/>
          <w:rFonts w:hint="cs"/>
          <w:rtl/>
        </w:rPr>
        <w:t>ْسَ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بَعُدَ عَنْ سَبِیْ</w:t>
      </w:r>
      <w:r w:rsidRPr="0014038B">
        <w:rPr>
          <w:rStyle w:val="libArabicChar"/>
          <w:rFonts w:hint="eastAsia"/>
          <w:rtl/>
        </w:rPr>
        <w:t>لِ</w:t>
      </w:r>
      <w:r w:rsidRPr="0014038B">
        <w:rPr>
          <w:rStyle w:val="libArabicChar"/>
          <w:rtl/>
        </w:rPr>
        <w:t xml:space="preserve"> النَّجٰاةِ وَ خَبَطَ فِ الضَّلاٰلِ وَ ال</w:t>
      </w:r>
      <w:r w:rsidRPr="0014038B">
        <w:rPr>
          <w:rStyle w:val="libArabicChar"/>
          <w:rFonts w:hint="cs"/>
          <w:rtl/>
        </w:rPr>
        <w:t>ْجَ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ٰالاٰتِ ''</w:t>
      </w:r>
      <w:r w:rsidR="00E546D1" w:rsidRPr="0014038B">
        <w:rPr>
          <w:rStyle w:val="libFootnotenumChar"/>
          <w:rFonts w:hint="cs"/>
          <w:rtl/>
        </w:rPr>
        <w:t>(</w:t>
      </w:r>
      <w:r w:rsidR="00E76608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نفس کو نہ پہچان سکے ،وہ راہ نجات سے دور ہو جائے گا اور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جہالت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ہو جائے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وجہ سے خود 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معرفت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عظمت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E76608">
      <w:pPr>
        <w:pStyle w:val="libNormal"/>
        <w:rPr>
          <w:rtl/>
        </w:rPr>
      </w:pPr>
      <w:r w:rsidRPr="0014038B">
        <w:rPr>
          <w:rStyle w:val="libArabicChar"/>
          <w:rtl/>
        </w:rPr>
        <w:t>''لاٰ مَع</w:t>
      </w:r>
      <w:r w:rsidRPr="0014038B">
        <w:rPr>
          <w:rStyle w:val="libArabicChar"/>
          <w:rFonts w:hint="cs"/>
          <w:rtl/>
        </w:rPr>
        <w:t>ْرِفَةَ کَمَعْرِفَتِکَ بِنَفْسِک''</w:t>
      </w:r>
      <w:r w:rsidRPr="005221CD">
        <w:rPr>
          <w:rFonts w:hint="cs"/>
          <w:rtl/>
        </w:rPr>
        <w:t xml:space="preserve"> </w:t>
      </w:r>
      <w:r w:rsidR="00E546D1" w:rsidRPr="0014038B">
        <w:rPr>
          <w:rStyle w:val="libFootnotenumChar"/>
          <w:rFonts w:hint="cs"/>
          <w:rtl/>
        </w:rPr>
        <w:t>(</w:t>
      </w:r>
      <w:r w:rsidR="00E76608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تمہارے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E76608" w:rsidRPr="0014038B" w:rsidRDefault="00E76608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E76608" w:rsidRPr="0014038B">
        <w:rPr>
          <w:rFonts w:hint="cs"/>
          <w:rtl/>
        </w:rPr>
        <w:t>1</w:t>
      </w:r>
      <w:r w:rsidRPr="0014038B">
        <w:rPr>
          <w:rtl/>
        </w:rPr>
        <w:t>]۔ شرح غرر الحکم: ج</w:t>
      </w:r>
      <w:r w:rsidRPr="0014038B">
        <w:rPr>
          <w:rtl/>
          <w:lang w:bidi="fa-IR"/>
        </w:rPr>
        <w:t>۵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۴۲</w:t>
      </w:r>
      <w:r w:rsidRPr="0014038B">
        <w:rPr>
          <w:rFonts w:hint="cs"/>
          <w:rtl/>
        </w:rPr>
        <w:t>6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E76608" w:rsidRPr="0014038B">
        <w:rPr>
          <w:rFonts w:hint="cs"/>
          <w:rtl/>
        </w:rPr>
        <w:t>2</w:t>
      </w:r>
      <w:r w:rsidRPr="0014038B">
        <w:rPr>
          <w:rtl/>
        </w:rPr>
        <w:t>]۔ بحار الانوار: ج</w:t>
      </w:r>
      <w:r w:rsidRPr="0014038B">
        <w:rPr>
          <w:rtl/>
          <w:lang w:bidi="fa-IR"/>
        </w:rPr>
        <w:t>۷۹</w:t>
      </w:r>
      <w:r w:rsidRPr="0014038B">
        <w:rPr>
          <w:rtl/>
        </w:rPr>
        <w:t>ص</w:t>
      </w:r>
      <w:r w:rsidRPr="0014038B">
        <w:rPr>
          <w:rtl/>
          <w:lang w:bidi="fa-IR"/>
        </w:rPr>
        <w:t>۱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۵</w:t>
      </w:r>
      <w:r w:rsidRPr="0014038B">
        <w:rPr>
          <w:rtl/>
        </w:rPr>
        <w:t>، تحف العقول:</w:t>
      </w:r>
      <w:r w:rsidRPr="0014038B">
        <w:rPr>
          <w:rFonts w:hint="cs"/>
          <w:rtl/>
        </w:rPr>
        <w:t>284</w:t>
      </w:r>
    </w:p>
    <w:p w:rsidR="00C60343" w:rsidRPr="0014038B" w:rsidRDefault="00C6034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60343" w:rsidRPr="0014038B" w:rsidRDefault="00C60343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22" w:name="_Toc386266905"/>
      <w:r w:rsidRPr="0014038B">
        <w:rPr>
          <w:rtl/>
        </w:rPr>
        <w:t>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  <w:bookmarkEnd w:id="22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تکامل کے لئے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ضرورت ہے ۔ج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ہم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مات</w:t>
      </w:r>
      <w:r w:rsidRPr="0014038B">
        <w:rPr>
          <w:rtl/>
        </w:rPr>
        <w:t xml:space="preserve"> سے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جسے اپنے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اور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ہو جائے 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وہ بلند مقام تک پہنچ کر مف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معارف سے آگاہ ہوا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نفس کو پہچان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و طاقت اور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کوشش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جئے</w:t>
      </w:r>
      <w:r w:rsidRPr="0014038B">
        <w:rPr>
          <w:rtl/>
        </w:rPr>
        <w:t xml:space="preserve"> کہ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کو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تسلط سے رہا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گانوں</w:t>
      </w:r>
      <w:r w:rsidRPr="0014038B">
        <w:rPr>
          <w:rtl/>
        </w:rPr>
        <w:t xml:space="preserve"> کے ہاتھوں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سے نجات دلائ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کے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دشمنوں کو پہچان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کے ساتھ برسر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کار</w:t>
      </w:r>
      <w:r w:rsidRPr="0014038B">
        <w:rPr>
          <w:rtl/>
        </w:rPr>
        <w:t xml:space="preserve"> آنے سے کمالات کے بلند درجوں تک پہنچ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۔ہوا و ہوس اور بے فائدہ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ہودہ</w:t>
      </w:r>
      <w:r w:rsidRPr="0014038B">
        <w:rPr>
          <w:rtl/>
        </w:rPr>
        <w:t xml:space="preserve"> کاموں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روح کے خطرناک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دشمن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آپ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قوتوں کو اپنا اس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بنا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غور</w:t>
      </w:r>
      <w:r w:rsidRPr="0014038B">
        <w:rPr>
          <w:rtl/>
        </w:rPr>
        <w:t xml:space="preserve"> وفکر ، پختہ ارادے ،ہمت،ا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قوتوں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دشمنوں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سے نجات دلائ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قوتوں کو تقو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سے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پہنچ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روح اور کمال کے بلند درجوں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پرواز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نقد اصل و فرع ندانم چہ گوہر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؟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کز</w:t>
      </w:r>
      <w:r w:rsidRPr="0014038B">
        <w:rPr>
          <w:rtl/>
        </w:rPr>
        <w:t xml:space="preserve"> آسمان بر تر و از خاک کمتر</w:t>
      </w:r>
      <w:r w:rsidRPr="0014038B">
        <w:rPr>
          <w:rFonts w:hint="cs"/>
          <w:rtl/>
        </w:rPr>
        <w:t>ی</w:t>
      </w:r>
      <w:r w:rsidRPr="0014038B">
        <w:rPr>
          <w:rtl/>
        </w:rPr>
        <w:t>!</w:t>
      </w:r>
    </w:p>
    <w:p w:rsidR="00C60343" w:rsidRPr="0014038B" w:rsidRDefault="00C6034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5221CD">
      <w:pPr>
        <w:pStyle w:val="Heading1Center"/>
        <w:rPr>
          <w:rtl/>
        </w:rPr>
      </w:pPr>
      <w:bookmarkStart w:id="23" w:name="_Toc386266906"/>
      <w:r w:rsidRPr="0014038B">
        <w:rPr>
          <w:rFonts w:hint="eastAsia"/>
          <w:rtl/>
        </w:rPr>
        <w:lastRenderedPageBreak/>
        <w:t>دوسراباب</w:t>
      </w:r>
      <w:bookmarkEnd w:id="23"/>
    </w:p>
    <w:p w:rsidR="00CA6D92" w:rsidRPr="0014038B" w:rsidRDefault="00CA6D92" w:rsidP="005221CD">
      <w:pPr>
        <w:pStyle w:val="Heading1Center"/>
        <w:rPr>
          <w:rtl/>
        </w:rPr>
      </w:pPr>
      <w:bookmarkStart w:id="24" w:name="_Toc386266907"/>
      <w:r w:rsidRPr="0014038B">
        <w:rPr>
          <w:rFonts w:hint="eastAsia"/>
          <w:rtl/>
        </w:rPr>
        <w:t>معارف</w:t>
      </w:r>
      <w:r w:rsidRPr="0014038B">
        <w:rPr>
          <w:rtl/>
        </w:rPr>
        <w:t xml:space="preserve">  سے  آشنائ</w:t>
      </w:r>
      <w:r w:rsidRPr="0014038B">
        <w:rPr>
          <w:rFonts w:hint="cs"/>
          <w:rtl/>
        </w:rPr>
        <w:t>ی</w:t>
      </w:r>
      <w:bookmarkEnd w:id="24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رالمو</w:t>
      </w:r>
      <w:r w:rsidRPr="0014038B">
        <w:rPr>
          <w:rtl/>
        </w:rPr>
        <w:t xml:space="preserve"> 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 اَل</w:t>
      </w:r>
      <w:r w:rsidRPr="0014038B">
        <w:rPr>
          <w:rFonts w:hint="cs"/>
          <w:rtl/>
        </w:rPr>
        <w:t>ْمَعْرِفَةُ بُرْ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ٰانُ الْفَضْلِ 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معرفت</w:t>
      </w:r>
      <w:r w:rsidRPr="0014038B">
        <w:rPr>
          <w:rtl/>
        </w:rPr>
        <w:t xml:space="preserve"> ،فض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معارف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گوشہ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معارف کہاں سے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عارف نما لوگو 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عرفاء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عرفاء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صفات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صاحبان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صحبت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تعادل و ہماہنگ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رکھنا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</w:p>
    <w:p w:rsidR="00C60343" w:rsidRPr="0014038B" w:rsidRDefault="00C6034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60343" w:rsidRPr="0014038B" w:rsidRDefault="00C60343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25" w:name="_Toc386266908"/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</w:t>
      </w:r>
      <w:bookmarkEnd w:id="25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اعتقادات</w:t>
      </w:r>
      <w:r w:rsidRPr="0014038B">
        <w:rPr>
          <w:rtl/>
        </w:rPr>
        <w:t xml:space="preserve"> اور معارف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بحثوں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اہم بحث امام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مقام و منزلت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ہے  جوہم سب پر لازم و واجب ہے ۔جہاںتک ہو سکے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مطابق آئمہ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مقام اور امام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حاصل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عموم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۔اس کا لزوم مسلّم و ثابت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نام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''اَتَد</w:t>
      </w:r>
      <w:r w:rsidRPr="0014038B">
        <w:rPr>
          <w:rStyle w:val="libArabicChar"/>
          <w:rFonts w:hint="cs"/>
          <w:rtl/>
        </w:rPr>
        <w:t>ْرِ بِمٰا اُمِرُوا؟اُمِرُوا بِمَعْرِفَتِنٰا  وَ الرَّدَّ اِلَیْ</w:t>
      </w:r>
      <w:r w:rsidRPr="0014038B">
        <w:rPr>
          <w:rStyle w:val="libArabicChar"/>
          <w:rFonts w:hint="eastAsia"/>
          <w:rtl/>
        </w:rPr>
        <w:t>نٰا</w:t>
      </w:r>
      <w:r w:rsidRPr="0014038B">
        <w:rPr>
          <w:rStyle w:val="libArabicChar"/>
          <w:rtl/>
        </w:rPr>
        <w:t xml:space="preserve"> وَ التَّس</w:t>
      </w:r>
      <w:r w:rsidRPr="0014038B">
        <w:rPr>
          <w:rStyle w:val="libArabicChar"/>
          <w:rFonts w:hint="cs"/>
          <w:rtl/>
        </w:rPr>
        <w:t>ْلِیْ</w:t>
      </w:r>
      <w:r w:rsidRPr="0014038B">
        <w:rPr>
          <w:rStyle w:val="libArabicChar"/>
          <w:rFonts w:hint="eastAsia"/>
          <w:rtl/>
        </w:rPr>
        <w:t>مِ</w:t>
      </w:r>
      <w:r w:rsidRPr="0014038B">
        <w:rPr>
          <w:rStyle w:val="libArabicChar"/>
          <w:rtl/>
        </w:rPr>
        <w:t xml:space="preserve"> لَنٰا''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تم جانتے ہو کہ لوگوں کو کس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کا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؟انہ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کہ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پہچان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اپنے عقائد کوہمار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منسوب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ہمارے سامنے تسل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معارف کے باب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اہم مسئلہ ا نسان کاآئمہ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مقام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حاصل کرنا اور ان کے احکامات کے سامنے سر تسل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خم کرنا ہے ۔معصوم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ارشادات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غور و فکر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عظمت کو سمجھ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60343" w:rsidRPr="0014038B" w:rsidRDefault="00C60343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60343" w:rsidRPr="0014038B" w:rsidRDefault="00C60343" w:rsidP="00E546D1">
      <w:pPr>
        <w:pStyle w:val="libFootnote0"/>
        <w:rPr>
          <w:rtl/>
        </w:rPr>
      </w:pPr>
      <w:r w:rsidRPr="0014038B">
        <w:rPr>
          <w:rtl/>
        </w:rPr>
        <w:t xml:space="preserve">[1]۔ بحار الانوار:ج </w:t>
      </w:r>
      <w:r w:rsidRPr="0014038B">
        <w:rPr>
          <w:rFonts w:hint="cs"/>
          <w:rtl/>
        </w:rPr>
        <w:t>2ص</w:t>
      </w:r>
      <w:r w:rsidRPr="0014038B">
        <w:rPr>
          <w:rtl/>
          <w:lang w:bidi="fa-IR"/>
        </w:rPr>
        <w:t>۲۰۴</w:t>
      </w:r>
    </w:p>
    <w:p w:rsidR="00CA6D92" w:rsidRPr="0014038B" w:rsidRDefault="00CA6D92" w:rsidP="00CA6D92">
      <w:pPr>
        <w:pStyle w:val="libNormal"/>
        <w:rPr>
          <w:rtl/>
        </w:rPr>
      </w:pPr>
    </w:p>
    <w:p w:rsidR="00C60343" w:rsidRPr="0014038B" w:rsidRDefault="00C6034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60343" w:rsidRPr="0014038B" w:rsidRDefault="00C60343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آئمہ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مقام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کے لئے ابو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انہوں نے حضرت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نقل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آپ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Fonts w:hint="eastAsia"/>
          <w:rtl/>
        </w:rPr>
        <w:t>قٰالَ</w:t>
      </w:r>
      <w:r w:rsidRPr="0014038B">
        <w:rPr>
          <w:rtl/>
        </w:rPr>
        <w:t xml:space="preserve"> :دَخَل</w:t>
      </w:r>
      <w:r w:rsidRPr="0014038B">
        <w:rPr>
          <w:rFonts w:hint="cs"/>
          <w:rtl/>
        </w:rPr>
        <w:t>ْتُ فِ الْمَسْجِدَ مَعَ اِبِ جَعْفَرٍ علی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 السلام وَ النّٰاسُ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ْخُلُوْنَ</w:t>
      </w:r>
      <w:r w:rsidRPr="0014038B">
        <w:rPr>
          <w:rtl/>
        </w:rPr>
        <w:t xml:space="preserve">  وَ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خ</w:t>
      </w:r>
      <w:r w:rsidRPr="0014038B">
        <w:rPr>
          <w:rFonts w:hint="cs"/>
          <w:rtl/>
        </w:rPr>
        <w:t>ْرُجُوْنَ</w:t>
      </w:r>
      <w:r w:rsidRPr="0014038B">
        <w:rPr>
          <w:rtl/>
        </w:rPr>
        <w:t xml:space="preserve"> فَقٰالَ لِ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:سَلِ النّٰاسَ 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َل</w:t>
      </w:r>
      <w:r w:rsidRPr="0014038B">
        <w:rPr>
          <w:rFonts w:hint="cs"/>
          <w:rtl/>
        </w:rPr>
        <w:t>ْ یَ</w:t>
      </w:r>
      <w:r w:rsidRPr="0014038B">
        <w:rPr>
          <w:rFonts w:hint="eastAsia"/>
          <w:rtl/>
        </w:rPr>
        <w:t>رَو</w:t>
      </w:r>
      <w:r w:rsidRPr="0014038B">
        <w:rPr>
          <w:rFonts w:hint="cs"/>
          <w:rtl/>
        </w:rPr>
        <w:t>ْنَنِ؟فَکُلُّ</w:t>
      </w:r>
      <w:r w:rsidRPr="0014038B">
        <w:rPr>
          <w:rtl/>
        </w:rPr>
        <w:t xml:space="preserve"> مَن</w:t>
      </w:r>
      <w:r w:rsidRPr="0014038B">
        <w:rPr>
          <w:rFonts w:hint="cs"/>
          <w:rtl/>
        </w:rPr>
        <w:t>ْ لَقَیْ</w:t>
      </w:r>
      <w:r w:rsidRPr="0014038B">
        <w:rPr>
          <w:rFonts w:hint="eastAsia"/>
          <w:rtl/>
        </w:rPr>
        <w:t>تُ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ُ</w:t>
      </w:r>
      <w:r w:rsidRPr="0014038B">
        <w:rPr>
          <w:rtl/>
        </w:rPr>
        <w:t xml:space="preserve"> قُل</w:t>
      </w:r>
      <w:r w:rsidRPr="0014038B">
        <w:rPr>
          <w:rFonts w:hint="cs"/>
          <w:rtl/>
        </w:rPr>
        <w:t>ْتُ لَ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:أَرَأَیْ</w:t>
      </w:r>
      <w:r w:rsidRPr="0014038B">
        <w:rPr>
          <w:rFonts w:hint="eastAsia"/>
          <w:rtl/>
        </w:rPr>
        <w:t>تَ</w:t>
      </w:r>
      <w:r w:rsidRPr="0014038B">
        <w:rPr>
          <w:rtl/>
        </w:rPr>
        <w:t xml:space="preserve"> أَبٰا جَع</w:t>
      </w:r>
      <w:r w:rsidRPr="0014038B">
        <w:rPr>
          <w:rFonts w:hint="cs"/>
          <w:rtl/>
        </w:rPr>
        <w:t>ْفَرٍ علی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 السلام؟فَ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قُو</w:t>
      </w:r>
      <w:r w:rsidRPr="0014038B">
        <w:rPr>
          <w:rFonts w:hint="cs"/>
          <w:rtl/>
        </w:rPr>
        <w:t>ْلُ</w:t>
      </w:r>
      <w:r w:rsidRPr="0014038B">
        <w:rPr>
          <w:rtl/>
        </w:rPr>
        <w:t xml:space="preserve"> :لاٰ وَ 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ُوَ وٰاقِف ح</w:t>
      </w:r>
      <w:r w:rsidRPr="0014038B">
        <w:rPr>
          <w:rFonts w:hint="eastAsia"/>
          <w:rtl/>
        </w:rPr>
        <w:t>َتّٰ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دَخَلَ اَبُو</w:t>
      </w:r>
      <w:r w:rsidRPr="0014038B">
        <w:rPr>
          <w:rFonts w:hint="cs"/>
          <w:rtl/>
        </w:rPr>
        <w:t xml:space="preserve">ْ 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 xml:space="preserve">ٰارُوْنِ الْمَکْفُوْفُ ،قٰالَ:سَلْ 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ٰذٰا فَقُلْتُ: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َلْ رَأَیْ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اَبَا جَع</w:t>
      </w:r>
      <w:r w:rsidRPr="0014038B">
        <w:rPr>
          <w:rFonts w:hint="cs"/>
          <w:rtl/>
        </w:rPr>
        <w:t>ْفَرٍ؟فَقٰالَ أَلَیْ</w:t>
      </w:r>
      <w:r w:rsidRPr="0014038B">
        <w:rPr>
          <w:rFonts w:hint="eastAsia"/>
          <w:rtl/>
        </w:rPr>
        <w:t>سَ</w:t>
      </w:r>
      <w:r w:rsidRPr="0014038B">
        <w:rPr>
          <w:rtl/>
        </w:rPr>
        <w:t xml:space="preserve"> 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ُوَ قٰائِماً ،قٰالَ:وَمٰا عِل</w:t>
      </w:r>
      <w:r w:rsidRPr="0014038B">
        <w:rPr>
          <w:rFonts w:hint="cs"/>
          <w:rtl/>
        </w:rPr>
        <w:t>ْمُکَ؟قٰالَ :وَ کَیْ</w:t>
      </w:r>
      <w:r w:rsidRPr="0014038B">
        <w:rPr>
          <w:rFonts w:hint="eastAsia"/>
          <w:rtl/>
        </w:rPr>
        <w:t>فَ</w:t>
      </w:r>
      <w:r w:rsidRPr="0014038B">
        <w:rPr>
          <w:rtl/>
        </w:rPr>
        <w:t xml:space="preserve"> لاٰ أَع</w:t>
      </w:r>
      <w:r w:rsidRPr="0014038B">
        <w:rPr>
          <w:rFonts w:hint="cs"/>
          <w:rtl/>
        </w:rPr>
        <w:t>ْلَمُ وَ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ُوَ نُوْر سٰاطِع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Fonts w:hint="eastAsia"/>
          <w:rtl/>
        </w:rPr>
        <w:t>قٰالَ</w:t>
      </w:r>
      <w:r w:rsidRPr="0014038B">
        <w:rPr>
          <w:rtl/>
        </w:rPr>
        <w:t>:وَ سَمِع</w:t>
      </w:r>
      <w:r w:rsidRPr="0014038B">
        <w:rPr>
          <w:rFonts w:hint="cs"/>
          <w:rtl/>
        </w:rPr>
        <w:t>ْتُ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یَ</w:t>
      </w:r>
      <w:r w:rsidRPr="0014038B">
        <w:rPr>
          <w:rFonts w:hint="eastAsia"/>
          <w:rtl/>
        </w:rPr>
        <w:t>قُو</w:t>
      </w:r>
      <w:r w:rsidRPr="0014038B">
        <w:rPr>
          <w:rFonts w:hint="cs"/>
          <w:rtl/>
        </w:rPr>
        <w:t>ْلُ</w:t>
      </w:r>
      <w:r w:rsidRPr="0014038B">
        <w:rPr>
          <w:rtl/>
        </w:rPr>
        <w:t xml:space="preserve"> لِرَجُلٍ مِن</w:t>
      </w:r>
      <w:r w:rsidRPr="0014038B">
        <w:rPr>
          <w:rFonts w:hint="cs"/>
          <w:rtl/>
        </w:rPr>
        <w:t>ْ أَ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ْلِ الْا</w:t>
      </w:r>
      <w:r w:rsidRPr="0014038B">
        <w:rPr>
          <w:rtl/>
        </w:rPr>
        <w:t>َف</w:t>
      </w:r>
      <w:r w:rsidRPr="0014038B">
        <w:rPr>
          <w:rFonts w:hint="cs"/>
          <w:rtl/>
        </w:rPr>
        <w:t>ْرِیْ</w:t>
      </w:r>
      <w:r w:rsidRPr="0014038B">
        <w:rPr>
          <w:rFonts w:hint="eastAsia"/>
          <w:rtl/>
        </w:rPr>
        <w:t>قِ</w:t>
      </w:r>
      <w:r w:rsidRPr="0014038B">
        <w:rPr>
          <w:rFonts w:hint="cs"/>
          <w:rtl/>
        </w:rPr>
        <w:t>یَّ</w:t>
      </w:r>
      <w:r w:rsidRPr="0014038B">
        <w:rPr>
          <w:rFonts w:hint="eastAsia"/>
          <w:rtl/>
        </w:rPr>
        <w:t>ةِ</w:t>
      </w:r>
      <w:r w:rsidRPr="0014038B">
        <w:rPr>
          <w:rtl/>
        </w:rPr>
        <w:t>:مٰا حٰالُ رٰاشِدٍ؟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Fonts w:hint="eastAsia"/>
          <w:rtl/>
        </w:rPr>
        <w:t>قٰالَ</w:t>
      </w:r>
      <w:r w:rsidRPr="0014038B">
        <w:rPr>
          <w:rtl/>
        </w:rPr>
        <w:t>:خَلَّف</w:t>
      </w:r>
      <w:r w:rsidRPr="0014038B">
        <w:rPr>
          <w:rFonts w:hint="cs"/>
          <w:rtl/>
        </w:rPr>
        <w:t>ْتُ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حَیًّ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صٰالِحًا </w:t>
      </w:r>
      <w:r w:rsidRPr="0014038B">
        <w:rPr>
          <w:rFonts w:hint="cs"/>
          <w:rtl/>
        </w:rPr>
        <w:t>یُ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ْرِؤُکَ</w:t>
      </w:r>
      <w:r w:rsidRPr="0014038B">
        <w:rPr>
          <w:rtl/>
        </w:rPr>
        <w:t xml:space="preserve"> السَّلاٰمُ قٰالَ:رَحِمَ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ُ 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ُ   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Fonts w:hint="eastAsia"/>
          <w:rtl/>
        </w:rPr>
        <w:t>قٰالَ</w:t>
      </w:r>
      <w:r w:rsidRPr="0014038B">
        <w:rPr>
          <w:rtl/>
        </w:rPr>
        <w:t>:مٰاتَ؟قٰالَ:نَعَم</w:t>
      </w:r>
      <w:r w:rsidRPr="0014038B">
        <w:rPr>
          <w:rFonts w:hint="cs"/>
          <w:rtl/>
        </w:rPr>
        <w:t>ْ،قٰالَ:وَ مَتٰی</w:t>
      </w:r>
      <w:r w:rsidRPr="0014038B">
        <w:rPr>
          <w:rFonts w:hint="eastAsia"/>
          <w:rtl/>
        </w:rPr>
        <w:t>؟قَالَ</w:t>
      </w:r>
      <w:r w:rsidRPr="0014038B">
        <w:rPr>
          <w:rtl/>
        </w:rPr>
        <w:t xml:space="preserve"> بَع</w:t>
      </w:r>
      <w:r w:rsidRPr="0014038B">
        <w:rPr>
          <w:rFonts w:hint="cs"/>
          <w:rtl/>
        </w:rPr>
        <w:t>ْدَ خُرُوْجِکَ بِیَ</w:t>
      </w:r>
      <w:r w:rsidRPr="0014038B">
        <w:rPr>
          <w:rFonts w:hint="eastAsia"/>
          <w:rtl/>
        </w:rPr>
        <w:t>و</w:t>
      </w:r>
      <w:r w:rsidRPr="0014038B">
        <w:rPr>
          <w:rFonts w:hint="cs"/>
          <w:rtl/>
        </w:rPr>
        <w:t>ْمَیْ</w:t>
      </w:r>
      <w:r w:rsidRPr="0014038B">
        <w:rPr>
          <w:rFonts w:hint="eastAsia"/>
          <w:rtl/>
        </w:rPr>
        <w:t>نِ</w:t>
      </w:r>
      <w:r w:rsidRPr="0014038B">
        <w:rPr>
          <w:rtl/>
        </w:rPr>
        <w:t xml:space="preserve"> :</w:t>
      </w:r>
    </w:p>
    <w:p w:rsidR="00CA6D92" w:rsidRPr="0014038B" w:rsidRDefault="00CA6D92" w:rsidP="0048678D">
      <w:pPr>
        <w:pStyle w:val="libArabic"/>
        <w:rPr>
          <w:rtl/>
        </w:rPr>
      </w:pPr>
      <w:r w:rsidRPr="0014038B">
        <w:rPr>
          <w:rFonts w:hint="eastAsia"/>
          <w:rtl/>
        </w:rPr>
        <w:t>قٰالَ</w:t>
      </w:r>
      <w:r w:rsidRPr="0014038B">
        <w:rPr>
          <w:rtl/>
        </w:rPr>
        <w:t xml:space="preserve"> وَاللّٰ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ِ مٰا مَرَضٍ وَ لاٰ کٰانَ بِ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ِ عِلَّة قٰالَ:اِنَّمٰا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مُو</w:t>
      </w:r>
      <w:r w:rsidRPr="0014038B">
        <w:rPr>
          <w:rFonts w:hint="cs"/>
          <w:rtl/>
        </w:rPr>
        <w:t>ْتُ</w:t>
      </w:r>
      <w:r w:rsidRPr="0014038B">
        <w:rPr>
          <w:rtl/>
        </w:rPr>
        <w:t xml:space="preserve"> مَن</w:t>
      </w:r>
      <w:r w:rsidRPr="0014038B">
        <w:rPr>
          <w:rFonts w:hint="cs"/>
          <w:rtl/>
        </w:rPr>
        <w:t>ْ یَ</w:t>
      </w:r>
      <w:r w:rsidRPr="0014038B">
        <w:rPr>
          <w:rFonts w:hint="eastAsia"/>
          <w:rtl/>
        </w:rPr>
        <w:t>مُو</w:t>
      </w:r>
      <w:r w:rsidRPr="0014038B">
        <w:rPr>
          <w:rFonts w:hint="cs"/>
          <w:rtl/>
        </w:rPr>
        <w:t>ْتُ</w:t>
      </w:r>
      <w:r w:rsidRPr="0014038B">
        <w:rPr>
          <w:rtl/>
        </w:rPr>
        <w:t xml:space="preserve"> مِن</w:t>
      </w:r>
      <w:r w:rsidRPr="0014038B">
        <w:rPr>
          <w:rFonts w:hint="cs"/>
          <w:rtl/>
        </w:rPr>
        <w:t>ْ مَرَضٍ اَوْ عِلَّةٍقُلْتُ مَنِ الرَّجُلُ؟قٰالَ:رَجُل کٰانَ لَنٰا مُوٰالِیً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وَ لَنٰا مُحِبًّا</w:t>
      </w:r>
    </w:p>
    <w:p w:rsidR="00CA6D92" w:rsidRPr="0014038B" w:rsidRDefault="00CA6D92" w:rsidP="00C60343">
      <w:pPr>
        <w:pStyle w:val="libArabic"/>
        <w:rPr>
          <w:rtl/>
        </w:rPr>
      </w:pPr>
      <w:r w:rsidRPr="0014038B">
        <w:rPr>
          <w:rFonts w:hint="eastAsia"/>
          <w:rtl/>
        </w:rPr>
        <w:t>ثُمَّ</w:t>
      </w:r>
      <w:r w:rsidRPr="0014038B">
        <w:rPr>
          <w:rtl/>
        </w:rPr>
        <w:t xml:space="preserve"> قٰالَ:لَئِن</w:t>
      </w:r>
      <w:r w:rsidRPr="0014038B">
        <w:rPr>
          <w:rFonts w:hint="cs"/>
          <w:rtl/>
        </w:rPr>
        <w:t>ْ تَرَوْنَ اَنَّ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لَیْ</w:t>
      </w:r>
      <w:r w:rsidRPr="0014038B">
        <w:rPr>
          <w:rFonts w:hint="eastAsia"/>
          <w:rtl/>
        </w:rPr>
        <w:t>سَ</w:t>
      </w:r>
      <w:r w:rsidRPr="0014038B">
        <w:rPr>
          <w:rtl/>
        </w:rPr>
        <w:t xml:space="preserve"> لَنٰا مَعَکُم</w:t>
      </w:r>
      <w:r w:rsidRPr="0014038B">
        <w:rPr>
          <w:rFonts w:hint="cs"/>
          <w:rtl/>
        </w:rPr>
        <w:t>ْ اَعْیُ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نٰاظِرَة اَو</w:t>
      </w:r>
      <w:r w:rsidRPr="0014038B">
        <w:rPr>
          <w:rFonts w:hint="cs"/>
          <w:rtl/>
        </w:rPr>
        <w:t>ْاَسْمٰاع سٰامِعَة، لَبِئْسَ مٰا رَأَیْ</w:t>
      </w:r>
      <w:r w:rsidRPr="0014038B">
        <w:rPr>
          <w:rFonts w:hint="eastAsia"/>
          <w:rtl/>
        </w:rPr>
        <w:t>تُم</w:t>
      </w:r>
      <w:r w:rsidRPr="0014038B">
        <w:rPr>
          <w:rFonts w:hint="cs"/>
          <w:rtl/>
        </w:rPr>
        <w:t>ْ</w:t>
      </w:r>
      <w:r w:rsidRPr="0014038B">
        <w:rPr>
          <w:rtl/>
        </w:rPr>
        <w:t xml:space="preserve"> ،وَاللّٰ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ِ لاٰ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خ</w:t>
      </w:r>
      <w:r w:rsidRPr="0014038B">
        <w:rPr>
          <w:rFonts w:hint="cs"/>
          <w:rtl/>
        </w:rPr>
        <w:t>ْفٰی</w:t>
      </w:r>
      <w:r w:rsidRPr="0014038B">
        <w:rPr>
          <w:rtl/>
        </w:rPr>
        <w:t xml:space="preserve"> عَلَ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نٰا</w:t>
      </w:r>
      <w:r w:rsidRPr="0014038B">
        <w:rPr>
          <w:rtl/>
        </w:rPr>
        <w:t xml:space="preserve"> شَ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ئ</w:t>
      </w:r>
      <w:r w:rsidRPr="0014038B">
        <w:rPr>
          <w:rtl/>
        </w:rPr>
        <w:t xml:space="preserve"> مِن</w:t>
      </w:r>
      <w:r w:rsidRPr="0014038B">
        <w:rPr>
          <w:rFonts w:hint="cs"/>
          <w:rtl/>
        </w:rPr>
        <w:t>ْ أَعْمٰالِکُمْ ،فَاحْضِرُوْنٰا جَمِیْ</w:t>
      </w:r>
      <w:r w:rsidRPr="0014038B">
        <w:rPr>
          <w:rFonts w:hint="eastAsia"/>
          <w:rtl/>
        </w:rPr>
        <w:t>عًا</w:t>
      </w:r>
      <w:r w:rsidRPr="0014038B">
        <w:rPr>
          <w:rtl/>
        </w:rPr>
        <w:t xml:space="preserve"> وَ عَوِّدُوا اَن</w:t>
      </w:r>
      <w:r w:rsidRPr="0014038B">
        <w:rPr>
          <w:rFonts w:hint="cs"/>
          <w:rtl/>
        </w:rPr>
        <w:t>ْفُسَکُمْ الْخَیْ</w:t>
      </w:r>
      <w:r w:rsidRPr="0014038B">
        <w:rPr>
          <w:rFonts w:hint="eastAsia"/>
          <w:rtl/>
        </w:rPr>
        <w:t>رَ</w:t>
      </w:r>
      <w:r w:rsidRPr="0014038B">
        <w:rPr>
          <w:rtl/>
        </w:rPr>
        <w:t xml:space="preserve"> ، وَ کُو</w:t>
      </w:r>
      <w:r w:rsidRPr="0014038B">
        <w:rPr>
          <w:rFonts w:hint="cs"/>
          <w:rtl/>
        </w:rPr>
        <w:t>ْنُوْا</w:t>
      </w:r>
      <w:r w:rsidRPr="0014038B">
        <w:rPr>
          <w:rtl/>
        </w:rPr>
        <w:t xml:space="preserve"> مِن</w:t>
      </w:r>
      <w:r w:rsidRPr="0014038B">
        <w:rPr>
          <w:rFonts w:hint="cs"/>
          <w:rtl/>
        </w:rPr>
        <w:t>ْ اَ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ْلِ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تُعْرَفُوْا فَاِنِّ بِ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ٰذٰا اٰمُرُ وُلْدِ وَ شِیْ</w:t>
      </w:r>
      <w:r w:rsidRPr="0014038B">
        <w:rPr>
          <w:rFonts w:hint="eastAsia"/>
          <w:rtl/>
        </w:rPr>
        <w:t>عَتِ</w:t>
      </w:r>
      <w:r w:rsidRPr="0014038B">
        <w:rPr>
          <w:rtl/>
        </w:rPr>
        <w:t>''</w:t>
      </w:r>
      <w:r w:rsidR="00E546D1" w:rsidRPr="0014038B">
        <w:rPr>
          <w:rtl/>
        </w:rPr>
        <w:t>(</w:t>
      </w:r>
      <w:r w:rsidR="00C60343" w:rsidRPr="0014038B">
        <w:rPr>
          <w:rFonts w:hint="cs"/>
          <w:rtl/>
        </w:rPr>
        <w:t>1</w:t>
      </w:r>
      <w:r w:rsidR="00E546D1" w:rsidRPr="0014038B">
        <w:rPr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ابو</w:t>
      </w:r>
      <w:r w:rsidRPr="0014038B">
        <w:rPr>
          <w:rtl/>
        </w:rPr>
        <w:t xml:space="preserve">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ساتھ مسجد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ہوا جب کہ وہاں پر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رفت و آمد تھ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مجھ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:لوگوں سے پوچھو کہ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انہوں نے مجھے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ہے؟</w:t>
      </w:r>
    </w:p>
    <w:p w:rsidR="00C60343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سے ملا اور ان سے پوچھا کہ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انہوں نے امام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ہے؟انہوں نے کہا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ہاںتک</w:t>
      </w:r>
      <w:r w:rsidRPr="0014038B">
        <w:rPr>
          <w:rtl/>
        </w:rPr>
        <w:t xml:space="preserve"> کہ وہاں ابو ہارون نام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شخص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</w:t>
      </w:r>
    </w:p>
    <w:p w:rsidR="00C60343" w:rsidRPr="0014038B" w:rsidRDefault="00C60343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60343" w:rsidRPr="0014038B" w:rsidRDefault="00C60343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الانوار:</w:t>
      </w:r>
      <w:r w:rsidRPr="0014038B">
        <w:rPr>
          <w:rFonts w:hint="cs"/>
          <w:rtl/>
        </w:rPr>
        <w:t>46،خرائج:ج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۵۹۵</w:t>
      </w:r>
      <w:r w:rsidRPr="0014038B">
        <w:rPr>
          <w:rtl/>
        </w:rPr>
        <w:t xml:space="preserve">ح </w:t>
      </w:r>
      <w:r w:rsidRPr="0014038B">
        <w:rPr>
          <w:rFonts w:hint="cs"/>
          <w:rtl/>
        </w:rPr>
        <w:t>7</w:t>
      </w:r>
    </w:p>
    <w:p w:rsidR="00C60343" w:rsidRPr="0014038B" w:rsidRDefault="00C6034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ابو</w:t>
      </w:r>
      <w:r w:rsidRPr="0014038B">
        <w:rPr>
          <w:rtl/>
        </w:rPr>
        <w:t xml:space="preserve">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نے کہا:تم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سے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آگاہ ہوئے ؟</w:t>
      </w:r>
    </w:p>
    <w:p w:rsidR="00C60343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ابو</w:t>
      </w:r>
      <w:r w:rsidRPr="0014038B">
        <w:rPr>
          <w:rtl/>
        </w:rPr>
        <w:t xml:space="preserve"> ہارون:مجھے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پتہ نہ چلے،حالانکہ امام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واضح و آشکار نور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شت</w:t>
      </w:r>
      <w:r w:rsidRPr="0014038B">
        <w:rPr>
          <w:rtl/>
        </w:rPr>
        <w:t xml:space="preserve"> حاضر و تو  از خود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 غا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از او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با</w:t>
      </w:r>
      <w:r w:rsidRPr="0014038B">
        <w:rPr>
          <w:rtl/>
        </w:rPr>
        <w:t xml:space="preserve"> خودا ، آخر کہ گم کرد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چہ 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بگو؟!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پھر</w:t>
      </w:r>
      <w:r w:rsidRPr="0014038B">
        <w:rPr>
          <w:rtl/>
        </w:rPr>
        <w:t xml:space="preserve"> ابو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نے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سنا ہے کہ امام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اہل افر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r w:rsidRPr="0014038B">
        <w:rPr>
          <w:rtl/>
        </w:rPr>
        <w:t xml:space="preserve">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راشد</w:t>
      </w:r>
      <w:r w:rsidRPr="0014038B">
        <w:rPr>
          <w:rtl/>
        </w:rPr>
        <w:t xml:space="preserve"> کا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حال ہے؟اس نے کہا:جب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r w:rsidRPr="0014038B">
        <w:rPr>
          <w:rtl/>
        </w:rPr>
        <w:t xml:space="preserve"> سے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 تو وہ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و سالم تھااور اس نے آپ کو سلام کہا تھا۔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:خداوند اس پر رحمت کرے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نے کہا:ک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اوہ</w:t>
      </w:r>
      <w:r w:rsidRPr="0014038B">
        <w:rPr>
          <w:rtl/>
        </w:rPr>
        <w:t xml:space="preserve"> مر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:ہاں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نے پوچھا:اس کا انتقال کب ہوا؟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:جب تم افر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r w:rsidRPr="0014038B">
        <w:rPr>
          <w:rtl/>
        </w:rPr>
        <w:t xml:space="preserve"> سے نکلے تو اس کے دو دن کے بعد۔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نے کہا:خدا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راشد نہ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tl/>
        </w:rPr>
        <w:t xml:space="preserve"> تھا اور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درد تھا۔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مرتا ہے ،وہ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درد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مرتا ہے؟!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ابو</w:t>
      </w:r>
      <w:r w:rsidRPr="0014038B">
        <w:rPr>
          <w:rtl/>
        </w:rPr>
        <w:t xml:space="preserve">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امام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پوچھا: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کون تھا؟</w:t>
      </w:r>
    </w:p>
    <w:p w:rsidR="00C60343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:وہ شخص ہمارے خاندان کے محبوں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ہے۔</w:t>
      </w:r>
    </w:p>
    <w:p w:rsidR="00C60343" w:rsidRPr="0014038B" w:rsidRDefault="00C6034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پھر</w:t>
      </w:r>
      <w:r w:rsidRPr="0014038B">
        <w:rPr>
          <w:rtl/>
        </w:rPr>
        <w:t xml:space="preserve"> امام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رکھتے ہو کہ ہم تمہارے لئے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آنکھ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سننے والے  کان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رکھتے۔کتنے برے جو اس پر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ہم پر تمہارے اعمال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تم سب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حاضر سمجھو اور اپنے نفس کو اچھے کاموں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ڈالو اور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والے بنو تا کہ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کو پہچان سکو(پھر امام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)م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جو کچھ کہا،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ٹوں</w:t>
      </w:r>
      <w:r w:rsidRPr="0014038B">
        <w:rPr>
          <w:rtl/>
        </w:rPr>
        <w:t xml:space="preserve"> اور اپنے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عوں</w:t>
      </w:r>
      <w:r w:rsidRPr="0014038B">
        <w:rPr>
          <w:rtl/>
        </w:rPr>
        <w:t xml:space="preserve"> کو اس کا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تاہوں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 ۔جس سے علوم و معارف کے انوار ساطع ہورہے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خود کو خدا اور اپنے امام  کے حضور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حاضر سمجھتا ہو اور جو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اعمال کا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وہ کس طرح ناشائستہ کاموں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ہاتھ بڑھا سکتا ہے؟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قابل توجہ نکتہ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امام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حاضر سمجھواور اپنے نفس کو اچھے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ڈالوک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خدا اور امام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محضر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حاضر ہونے کا لازمہ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جس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کو حضور امام کے اعتقاد کے لئے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،وہ نفس کا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اعمال اور آداب کا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ہونا ہے۔اس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معرفت اور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کو درک کرنے  کے مقام تک پہنچ جاتا ہے۔اگرچہ انسان ابو ہارون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طرححواس خمسہ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بعض سے مح</w:t>
      </w:r>
      <w:r w:rsidRPr="0014038B">
        <w:rPr>
          <w:rFonts w:hint="eastAsia"/>
          <w:rtl/>
        </w:rPr>
        <w:t>روم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نہ ہو ۔ 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نفس کے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اور صالح اعمال امور کے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جانے سے انسان حضور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کے لئے آمادہ ہو جاتا ہے اور ابو ہارون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حضور امام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کے لئے کھل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وہ مقام ہوتا ہے کہ جہاں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افراد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ابو ہارون ناب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،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تھے۔</w:t>
      </w:r>
    </w:p>
    <w:p w:rsidR="00C60343" w:rsidRPr="0014038B" w:rsidRDefault="00C6034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26" w:name="_Toc386266909"/>
      <w:r w:rsidRPr="0014038B">
        <w:rPr>
          <w:rtl/>
        </w:rPr>
        <w:t>معارف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گوشہ</w:t>
      </w:r>
      <w:bookmarkEnd w:id="26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معارف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ٹھاٹھ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مارتا سمندر اور معان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کا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کراں</w:t>
      </w:r>
      <w:r w:rsidRPr="0014038B">
        <w:rPr>
          <w:rtl/>
        </w:rPr>
        <w:t xml:space="preserve"> سمندر صرف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کلمات کے کوزہ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مل سکتا ہے۔اس طرح کے بے نظ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کلمات و ارشادات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معارف کے سمندر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غوطہ زن ہو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نکلنے والے انوار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نوران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اپنے دل کو روشن و منور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سکتا ہے۔معارف 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گلستان سے قرآن،علوم اورخاندان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حِکَم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مختلف اور رنگارنگ 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اپنے لئے توشہ راہ اخذ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ان کلمات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چھوٹا سا نمونہ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تدبر و تفکر سے اپنے دل کو جلا و صفا بخش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گہرائ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نشاط 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''کُلُّ مَع</w:t>
      </w:r>
      <w:r w:rsidRPr="0014038B">
        <w:rPr>
          <w:rStyle w:val="libArabicChar"/>
          <w:rFonts w:hint="cs"/>
          <w:rtl/>
        </w:rPr>
        <w:t>ْرُوْفٍ بِنَفْسِ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مَصْنُوْع 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کچھ پہچان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 وہ بنفسہ بنا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کلمات خدا 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کلام ہے جس سے بہت سے نتائج اخذ کئے جا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وضاحت کے لئے ہم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005CAC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انسان</w:t>
      </w:r>
      <w:r w:rsidRPr="0014038B">
        <w:rPr>
          <w:rtl/>
        </w:rPr>
        <w:t xml:space="preserve"> جو کچھ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پہچانتاہے ،وہ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سطح فکر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سوچ کے مطابق ہوتاہے کہ جو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تشخ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</w:t>
      </w:r>
      <w:r w:rsidRPr="0014038B">
        <w:rPr>
          <w:rtl/>
        </w:rPr>
        <w:t xml:space="preserve"> اور درک کے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زان</w:t>
      </w:r>
      <w:r w:rsidRPr="0014038B">
        <w:rPr>
          <w:rtl/>
        </w:rPr>
        <w:t xml:space="preserve"> سے حاصل کرتاہے 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انسان،قدرت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مناظر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فطرت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تصو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ہے۔</w:t>
      </w:r>
    </w:p>
    <w:p w:rsidR="00005CAC" w:rsidRPr="0014038B" w:rsidRDefault="00005CAC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005CAC" w:rsidRPr="0014038B" w:rsidRDefault="00005CAC" w:rsidP="00E546D1">
      <w:pPr>
        <w:pStyle w:val="libFootnote0"/>
        <w:rPr>
          <w:rtl/>
        </w:rPr>
      </w:pPr>
      <w:r w:rsidRPr="0014038B">
        <w:rPr>
          <w:rtl/>
        </w:rPr>
        <w:t>[1] ۔ نہج البلاغہ خطبہ :</w:t>
      </w:r>
      <w:r w:rsidRPr="0014038B">
        <w:rPr>
          <w:rFonts w:hint="cs"/>
          <w:rtl/>
        </w:rPr>
        <w:t>228</w:t>
      </w:r>
    </w:p>
    <w:p w:rsidR="00005CAC" w:rsidRPr="0014038B" w:rsidRDefault="00005CAC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005CAC">
      <w:pPr>
        <w:pStyle w:val="libNormal"/>
        <w:rPr>
          <w:rtl/>
        </w:rPr>
      </w:pPr>
      <w:r w:rsidRPr="0014038B">
        <w:rPr>
          <w:rtl/>
        </w:rPr>
        <w:lastRenderedPageBreak/>
        <w:t>انسان کا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مرہ</w:t>
      </w:r>
      <w:r w:rsidRPr="0014038B">
        <w:rPr>
          <w:rtl/>
        </w:rPr>
        <w:t xml:space="preserve"> جتنا اچھا ہو گا ،وہ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اچھ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تصو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لے گا اور وہ تصو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کو اچھے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سے دکھائے گا۔ل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تصو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جتن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اچھ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نہ ہو وہ پھر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تصو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نہ کہ خود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شے۔ہم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تصو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کو اس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ذات اور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قرار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دے سکتے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تصو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جتن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 معارف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شناخت خدا و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باب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مسئلہ جار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ہوتاہے 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ہم جتنا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عظمت و قدرت کو جان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جس قدر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بہتر انداز سے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کو پہچان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،پھر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 نے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عظمت کوغور و فکر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محدود عقل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پہچانا ۔پس ہمارے تمام </w:t>
      </w:r>
      <w:r w:rsidRPr="0014038B">
        <w:rPr>
          <w:rFonts w:hint="eastAsia"/>
          <w:rtl/>
        </w:rPr>
        <w:t>تر</w:t>
      </w:r>
      <w:r w:rsidRPr="0014038B">
        <w:rPr>
          <w:rtl/>
        </w:rPr>
        <w:t xml:space="preserve"> اعتقادات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حد کے مطابق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عظمت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محدودفہم  و عقل سے درک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="00005CAC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ہم چاہتے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کامل اور بہتر ہو  اورہم اپنے ذہن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کو تصور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جن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سوچتے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پروان چڑھاتے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،وہ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ہوں تو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ہم اپنے معارف مکتب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بخش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حقا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کے احکامات کو تسل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۔اگرچہ وہ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فہم اور فکر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سطح کے مطابق نہ ہوں ۔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ہم اپنے قلب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ان کے نوران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کلمات سے منور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ورنہ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اپنا کام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انسان کو تباہ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برباد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لے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عقا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و معارف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 کے سامنے سر تسل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خم کرنے سے نفس کو جلا و صفا ملت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ضم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ان کے تابناک انوار سے روشن و منور ہوتاہے ۔پھراگرتکامل حاصل ہو جائے تواس سے انسان کے ذہن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بچپن سے موجود غلط اعتقادات بلکہ نسل در نسل اور ورا</w:t>
      </w:r>
      <w:r w:rsidRPr="0014038B">
        <w:rPr>
          <w:rFonts w:hint="eastAsia"/>
          <w:rtl/>
        </w:rPr>
        <w:t>ثت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ملنے والے  غلط عقائد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پاک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005CAC" w:rsidRPr="0014038B" w:rsidRDefault="00005CAC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005CAC" w:rsidRPr="0014038B">
        <w:rPr>
          <w:rFonts w:hint="cs"/>
          <w:rtl/>
        </w:rPr>
        <w:t>1</w:t>
      </w:r>
      <w:r w:rsidRPr="0014038B">
        <w:rPr>
          <w:rtl/>
        </w:rPr>
        <w:t>] ۔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وضاحت کے لئے بہت اہم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رجوع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جسے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کتاب''اربعون حد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ثاً</w:t>
      </w:r>
      <w:r w:rsidRPr="0014038B">
        <w:rPr>
          <w:rtl/>
        </w:rPr>
        <w:t>:</w:t>
      </w:r>
      <w:r w:rsidRPr="0014038B">
        <w:rPr>
          <w:rFonts w:hint="cs"/>
          <w:rtl/>
        </w:rPr>
        <w:t>81'' می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نقل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</w:t>
      </w:r>
    </w:p>
    <w:p w:rsidR="00005CAC" w:rsidRPr="0014038B" w:rsidRDefault="00005CAC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005CAC" w:rsidRPr="0014038B" w:rsidRDefault="00005CAC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27" w:name="_Toc386266910"/>
      <w:r w:rsidRPr="0014038B">
        <w:rPr>
          <w:rtl/>
        </w:rPr>
        <w:t>معارف کہاں سے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bookmarkEnd w:id="27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معارف</w:t>
      </w:r>
      <w:r w:rsidRPr="0014038B">
        <w:rPr>
          <w:rtl/>
        </w:rPr>
        <w:t xml:space="preserve">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سعادت 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بخت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راستہ ہے ۔ہم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معارف منبع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کھنے</w:t>
      </w:r>
      <w:r w:rsidRPr="0014038B">
        <w:rPr>
          <w:rtl/>
        </w:rPr>
        <w:t xml:space="preserve"> چاہئ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ہم اپنے دل کو ان کے تابناک انوار سے منور کر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لوگوں سے 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کرنا چاہئے جنہوں نے اپنے عقائد مکتب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کھے</w:t>
      </w:r>
      <w:r w:rsidRPr="0014038B">
        <w:rPr>
          <w:rtl/>
        </w:rPr>
        <w:t xml:space="preserve"> ۔اگر ہم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کے عقائد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ہم صراط مستق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سے دور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ہم جہالت کے خشک اور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ابان</w:t>
      </w:r>
      <w:r w:rsidRPr="0014038B">
        <w:rPr>
          <w:rtl/>
        </w:rPr>
        <w:t xml:space="preserve"> سراب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گم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اور ان کے کھوکھلے الفاظ کے گرداب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پھنس کر تباہ و برباد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بہتر ہے کہ ہم شروع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عقائد و معارف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پہچان کے لئے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رخ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گفتار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ان سے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۔ان کے فرمودات کو آنکھوں سے لگائ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جگہ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معارف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ر</w:t>
      </w:r>
      <w:r w:rsidRPr="0014038B">
        <w:rPr>
          <w:rFonts w:hint="eastAsia"/>
          <w:rtl/>
        </w:rPr>
        <w:t>استہ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''بِنٰا اِ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ْتَدُوا السَّبِیْ</w:t>
      </w:r>
      <w:r w:rsidRPr="0014038B">
        <w:rPr>
          <w:rStyle w:val="libArabicChar"/>
          <w:rFonts w:hint="eastAsia"/>
          <w:rtl/>
        </w:rPr>
        <w:t>لَ</w:t>
      </w:r>
      <w:r w:rsidRPr="0014038B">
        <w:rPr>
          <w:rStyle w:val="libArabicChar"/>
          <w:rtl/>
        </w:rPr>
        <w:t xml:space="preserve"> اِلٰ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مَع</w:t>
      </w:r>
      <w:r w:rsidRPr="0014038B">
        <w:rPr>
          <w:rStyle w:val="libArabicChar"/>
          <w:rFonts w:hint="cs"/>
          <w:rtl/>
        </w:rPr>
        <w:t>ْرِفَةِ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(مقرب ملائکہ ک</w:t>
      </w:r>
      <w:r w:rsidRPr="0014038B">
        <w:rPr>
          <w:rFonts w:hint="cs"/>
          <w:rtl/>
        </w:rPr>
        <w:t>ی</w:t>
      </w:r>
      <w:r w:rsidRPr="0014038B">
        <w:rPr>
          <w:rtl/>
        </w:rPr>
        <w:t>)ہمارے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سے خدا کو پہچاننے کے راستہ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005CAC" w:rsidRPr="0014038B" w:rsidRDefault="00005CAC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۲</w:t>
      </w:r>
      <w:r w:rsidRPr="0014038B">
        <w:rPr>
          <w:rFonts w:hint="cs"/>
          <w:rtl/>
        </w:rPr>
        <w:t>6ص</w:t>
      </w:r>
      <w:r w:rsidRPr="0014038B">
        <w:rPr>
          <w:rtl/>
          <w:lang w:bidi="fa-IR"/>
        </w:rPr>
        <w:t>۳۵۰</w:t>
      </w:r>
      <w:r w:rsidRPr="0014038B">
        <w:rPr>
          <w:rtl/>
        </w:rPr>
        <w:t>اور  ج</w:t>
      </w:r>
      <w:r w:rsidRPr="0014038B">
        <w:rPr>
          <w:rtl/>
          <w:lang w:bidi="fa-IR"/>
        </w:rPr>
        <w:t>۳</w:t>
      </w:r>
      <w:r w:rsidRPr="0014038B">
        <w:rPr>
          <w:rFonts w:hint="cs"/>
          <w:rtl/>
        </w:rPr>
        <w:t>6ص</w:t>
      </w:r>
      <w:r w:rsidRPr="0014038B">
        <w:rPr>
          <w:rtl/>
          <w:lang w:bidi="fa-IR"/>
        </w:rPr>
        <w:t>۳۳۷</w:t>
      </w:r>
      <w:r w:rsidRPr="0014038B">
        <w:rPr>
          <w:rtl/>
        </w:rPr>
        <w:t>، کفا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 xml:space="preserve"> الأثر:</w:t>
      </w:r>
      <w:r w:rsidRPr="0014038B">
        <w:rPr>
          <w:rFonts w:hint="cs"/>
          <w:rtl/>
        </w:rPr>
        <w:t>21</w:t>
      </w:r>
    </w:p>
    <w:p w:rsidR="00005CAC" w:rsidRPr="0014038B" w:rsidRDefault="00005CAC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005CAC" w:rsidRPr="0014038B" w:rsidRDefault="00005CAC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گذشتہ</w:t>
      </w:r>
      <w:r w:rsidRPr="0014038B">
        <w:rPr>
          <w:rtl/>
        </w:rPr>
        <w:t xml:space="preserve"> زمانے سے ابھ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زمانے تک انسان نے اپنے ذہن کے صرف کروڑو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حصے کو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بروئے کار 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اور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حصے سے استفادہ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ہاںذہن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سوال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ہوتاہے کہ جو انسان اب تک اپنے ذہن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بروئے کار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لا سکااور جس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ذہن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پہچاننے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تو وہ انسان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صرف اپنے ذہن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کر</w:t>
      </w:r>
      <w:r w:rsidRPr="0014038B">
        <w:rPr>
          <w:rFonts w:hint="eastAsia"/>
          <w:rtl/>
        </w:rPr>
        <w:t>وڑو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حصے پر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بھروسہ کرتے ہوئے کس طرح معارف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 سکتا ہے اور کس طرح خالق کائنات کو پہچان سکتاہے۔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بہتر ہے کہ انسان خود کو شاہدان خلقت کے ارشادات کے سپرد کر دے اور دوسروں کے دھوکے ومکار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جال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پھنس کر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نہ کھائ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دوسروں</w:t>
      </w:r>
      <w:r w:rsidRPr="0014038B">
        <w:rPr>
          <w:rtl/>
        </w:rPr>
        <w:t xml:space="preserve">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مگر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خداوند متعال نے قرآن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:</w:t>
      </w:r>
    </w:p>
    <w:p w:rsidR="00CA6D92" w:rsidRPr="0014038B" w:rsidRDefault="00CA6D92" w:rsidP="007F6C77">
      <w:pPr>
        <w:pStyle w:val="libNormal"/>
        <w:rPr>
          <w:rtl/>
        </w:rPr>
      </w:pPr>
      <w:r w:rsidRPr="0014038B">
        <w:rPr>
          <w:rStyle w:val="libAieChar"/>
          <w:rtl/>
        </w:rPr>
        <w:t>(</w:t>
      </w:r>
      <w:r w:rsidRPr="0014038B">
        <w:rPr>
          <w:rStyle w:val="libAieChar"/>
          <w:rFonts w:hint="cs"/>
          <w:rtl/>
        </w:rPr>
        <w:t>یَ</w:t>
      </w:r>
      <w:r w:rsidRPr="0014038B">
        <w:rPr>
          <w:rStyle w:val="libAieChar"/>
          <w:rFonts w:hint="eastAsia"/>
          <w:rtl/>
        </w:rPr>
        <w:t>ا</w:t>
      </w:r>
      <w:r w:rsidRPr="0014038B">
        <w:rPr>
          <w:rStyle w:val="libAieChar"/>
          <w:rtl/>
        </w:rPr>
        <w:t xml:space="preserve"> أَ</w:t>
      </w:r>
      <w:r w:rsidRPr="0014038B">
        <w:rPr>
          <w:rStyle w:val="libAieChar"/>
          <w:rFonts w:hint="cs"/>
          <w:rtl/>
        </w:rPr>
        <w:t>یُّ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eastAsia"/>
          <w:rtl/>
        </w:rPr>
        <w:t>َا</w:t>
      </w:r>
      <w:r w:rsidRPr="0014038B">
        <w:rPr>
          <w:rStyle w:val="libAieChar"/>
          <w:rtl/>
        </w:rPr>
        <w:t xml:space="preserve"> الَّذِ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نَ</w:t>
      </w:r>
      <w:r w:rsidRPr="0014038B">
        <w:rPr>
          <w:rStyle w:val="libAieChar"/>
          <w:rtl/>
        </w:rPr>
        <w:t xml:space="preserve"> آمَنُوا</w:t>
      </w:r>
      <w:r w:rsidRPr="0014038B">
        <w:rPr>
          <w:rStyle w:val="libAieChar"/>
          <w:rFonts w:hint="cs"/>
          <w:rtl/>
        </w:rPr>
        <w:t>ْ اتَّقُواْ اللّ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َ وَکُونُواْ مَعَ الصَّادِقِیْ</w:t>
      </w:r>
      <w:r w:rsidRPr="0014038B">
        <w:rPr>
          <w:rStyle w:val="libAieChar"/>
          <w:rFonts w:hint="eastAsia"/>
          <w:rtl/>
        </w:rPr>
        <w:t>نَ</w:t>
      </w:r>
      <w:r w:rsidRPr="0014038B">
        <w:rPr>
          <w:rStyle w:val="libAieChar"/>
          <w:rtl/>
        </w:rPr>
        <w:t>)</w:t>
      </w:r>
      <w:r w:rsidRPr="0014038B">
        <w:rPr>
          <w:rStyle w:val="libFootnotenumChar"/>
          <w:rtl/>
        </w:rPr>
        <w:t>(</w:t>
      </w:r>
      <w:r w:rsidR="007F6C77" w:rsidRPr="0014038B">
        <w:rPr>
          <w:rStyle w:val="libFootnotenumChar"/>
          <w:rFonts w:hint="cs"/>
          <w:rtl/>
        </w:rPr>
        <w:t>1</w:t>
      </w:r>
      <w:r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اے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والو!اللہ سے ڈرو اور صادق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ساتھ ہوجاؤ۔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کس طرح ممکن ہے کہ انسان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اور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رکھتا ہو اور اس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 سے معصوم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ساتھ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اپنے اعتقادات و عقائد دوسرے مکاتب سے اخذ کرتاہو؟!</w:t>
      </w:r>
    </w:p>
    <w:p w:rsidR="00005CAC" w:rsidRPr="0014038B" w:rsidRDefault="00005CAC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سورۂ توبہ 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11</w:t>
      </w:r>
      <w:r w:rsidR="0014038B" w:rsidRPr="0014038B">
        <w:rPr>
          <w:rFonts w:hint="cs"/>
          <w:rtl/>
        </w:rPr>
        <w:t>9</w:t>
      </w:r>
    </w:p>
    <w:p w:rsidR="00005CAC" w:rsidRPr="0014038B" w:rsidRDefault="00005CAC" w:rsidP="00CA6D92">
      <w:pPr>
        <w:pStyle w:val="libNormal"/>
        <w:rPr>
          <w:rtl/>
        </w:rPr>
      </w:pPr>
    </w:p>
    <w:p w:rsidR="00005CAC" w:rsidRPr="0014038B" w:rsidRDefault="00005CAC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BD5C4A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ساتھ ہونے اور مع</w:t>
      </w:r>
      <w:r w:rsidRPr="0014038B">
        <w:rPr>
          <w:rFonts w:hint="cs"/>
          <w:rtl/>
        </w:rPr>
        <w:t>یّ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  <w:r w:rsidRPr="0014038B">
        <w:rPr>
          <w:rtl/>
        </w:rPr>
        <w:t>!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مقام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  <w:r w:rsidRPr="0014038B">
        <w:rPr>
          <w:rtl/>
        </w:rPr>
        <w:t>!</w:t>
      </w:r>
    </w:p>
    <w:p w:rsidR="00CA6D92" w:rsidRPr="0014038B" w:rsidRDefault="00CA6D92" w:rsidP="007F6C77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کا ارشاد ہے:</w:t>
      </w:r>
      <w:r w:rsidRPr="0014038B">
        <w:rPr>
          <w:rStyle w:val="libAieChar"/>
          <w:rtl/>
        </w:rPr>
        <w:t>(مِنَ ال</w:t>
      </w:r>
      <w:r w:rsidRPr="0014038B">
        <w:rPr>
          <w:rStyle w:val="libAieChar"/>
          <w:rFonts w:hint="cs"/>
          <w:rtl/>
        </w:rPr>
        <w:t>ْمُؤْمِنِیْ</w:t>
      </w:r>
      <w:r w:rsidRPr="0014038B">
        <w:rPr>
          <w:rStyle w:val="libAieChar"/>
          <w:rFonts w:hint="eastAsia"/>
          <w:rtl/>
        </w:rPr>
        <w:t>نَ</w:t>
      </w:r>
      <w:r w:rsidRPr="0014038B">
        <w:rPr>
          <w:rStyle w:val="libAieChar"/>
          <w:rtl/>
        </w:rPr>
        <w:t xml:space="preserve"> رِجَال صَدَقُوا مَا عَا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َدُوا اللَّ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َ عَلَ</w:t>
      </w:r>
      <w:r w:rsidRPr="0014038B">
        <w:rPr>
          <w:rStyle w:val="libAieChar"/>
          <w:rFonts w:hint="cs"/>
          <w:rtl/>
        </w:rPr>
        <w:t>یْْ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eastAsia"/>
          <w:rtl/>
        </w:rPr>
        <w:t>ِ</w:t>
      </w:r>
      <w:r w:rsidRPr="0014038B">
        <w:rPr>
          <w:rStyle w:val="libAieChar"/>
          <w:rtl/>
        </w:rPr>
        <w:t xml:space="preserve"> )</w:t>
      </w:r>
      <w:r w:rsidR="00E546D1" w:rsidRPr="0014038B">
        <w:rPr>
          <w:rStyle w:val="libFootnotenumChar"/>
          <w:rtl/>
        </w:rPr>
        <w:t>(</w:t>
      </w:r>
      <w:r w:rsidR="007F6C77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دان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جنہوں نے اللہ سے کئے وعدہ کو سچ کر دکھا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 جس طرح قرآن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 xml:space="preserve"> :کچھ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والے افراد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روز ازل سے کئے گئے وعدے پر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دوسرے دانستہ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نادانستہ طور پر صراط مستق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سے دور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کے جال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پھنس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اور پھر آہستہ آہستہ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</w:t>
      </w:r>
      <w:r w:rsidRPr="0014038B">
        <w:rPr>
          <w:rFonts w:hint="eastAsia"/>
          <w:rtl/>
        </w:rPr>
        <w:t>ام</w:t>
      </w:r>
      <w:r w:rsidRPr="0014038B">
        <w:rPr>
          <w:rtl/>
        </w:rPr>
        <w:t xml:space="preserve"> اور ان کے فرمودات کا احترام کم ہوتا چلا جائے گا۔</w:t>
      </w:r>
    </w:p>
    <w:p w:rsidR="00CA6D92" w:rsidRPr="0014038B" w:rsidRDefault="00CA6D92" w:rsidP="00BD5C4A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قرآن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  <w:r w:rsidRPr="0014038B">
        <w:rPr>
          <w:rtl/>
        </w:rPr>
        <w:t>!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انہوں نے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مشہورحد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</w:t>
      </w:r>
      <w:r w:rsidRPr="0014038B">
        <w:rPr>
          <w:rtl/>
        </w:rPr>
        <w:t xml:space="preserve"> ثقل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کو اَن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بھلا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ہم اپنے عقائد قرآن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راستے سے حقائق تک پہنچ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انہوں نے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ذات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شخص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آرا ء اور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سے ہم نہ صرف حقائق و معارف تک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ںپہنچ</w:t>
      </w:r>
      <w:r w:rsidRPr="0014038B">
        <w:rPr>
          <w:rtl/>
        </w:rPr>
        <w:t xml:space="preserve"> 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ہم سے بال</w:t>
      </w:r>
      <w:r w:rsidRPr="0014038B">
        <w:rPr>
          <w:rFonts w:hint="eastAsia"/>
          <w:rtl/>
        </w:rPr>
        <w:t>کل</w:t>
      </w:r>
      <w:r w:rsidRPr="0014038B">
        <w:rPr>
          <w:rtl/>
        </w:rPr>
        <w:t xml:space="preserve"> راہ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گم ہو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>۔ جس سے ہم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CA6D92" w:rsidRPr="0014038B" w:rsidRDefault="00CA6D92" w:rsidP="007F6C77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  <w:r w:rsidRPr="0014038B">
        <w:rPr>
          <w:rStyle w:val="libArabicChar"/>
          <w:rtl/>
        </w:rPr>
        <w:t>''مَنِ اع</w:t>
      </w:r>
      <w:r w:rsidRPr="0014038B">
        <w:rPr>
          <w:rStyle w:val="libArabicChar"/>
          <w:rFonts w:hint="cs"/>
          <w:rtl/>
        </w:rPr>
        <w:t>ْتَمَدَ عَلَی</w:t>
      </w:r>
      <w:r w:rsidRPr="0014038B">
        <w:rPr>
          <w:rStyle w:val="libArabicChar"/>
          <w:rtl/>
        </w:rPr>
        <w:t xml:space="preserve"> الرَّأ</w:t>
      </w:r>
      <w:r w:rsidRPr="0014038B">
        <w:rPr>
          <w:rStyle w:val="libArabicChar"/>
          <w:rFonts w:hint="cs"/>
          <w:rtl/>
        </w:rPr>
        <w:t>ْیِ</w:t>
      </w:r>
      <w:r w:rsidRPr="0014038B">
        <w:rPr>
          <w:rStyle w:val="libArabicChar"/>
          <w:rtl/>
        </w:rPr>
        <w:t xml:space="preserve"> وَال</w:t>
      </w:r>
      <w:r w:rsidRPr="0014038B">
        <w:rPr>
          <w:rStyle w:val="libArabicChar"/>
          <w:rFonts w:hint="cs"/>
          <w:rtl/>
        </w:rPr>
        <w:t>ْقِیٰ</w:t>
      </w:r>
      <w:r w:rsidRPr="0014038B">
        <w:rPr>
          <w:rStyle w:val="libArabicChar"/>
          <w:rFonts w:hint="eastAsia"/>
          <w:rtl/>
        </w:rPr>
        <w:t>اسِ</w:t>
      </w:r>
      <w:r w:rsidRPr="0014038B">
        <w:rPr>
          <w:rStyle w:val="libArabicChar"/>
          <w:rtl/>
        </w:rPr>
        <w:t xml:space="preserve"> فِمَع</w:t>
      </w:r>
      <w:r w:rsidRPr="0014038B">
        <w:rPr>
          <w:rStyle w:val="libArabicChar"/>
          <w:rFonts w:hint="cs"/>
          <w:rtl/>
        </w:rPr>
        <w:t>ْرِفَةِ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ضَلَّ وَ تَشَعَّبَتْ عَلَیْ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ْاُمُوْرُ''</w:t>
      </w:r>
      <w:r w:rsidR="00E546D1" w:rsidRPr="0014038B">
        <w:rPr>
          <w:rStyle w:val="libFootnotenumChar"/>
          <w:rFonts w:hint="cs"/>
          <w:rtl/>
        </w:rPr>
        <w:t>(</w:t>
      </w:r>
      <w:r w:rsidR="007F6C77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رائے اور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پر اعتماد کرے وہ گمراہ ہو جائے گا اور اس پر امور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واضح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BD5C4A" w:rsidRPr="0014038B" w:rsidRDefault="00BD5C4A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سورۂ احزاب 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23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شرح غرر الحکم:ج</w:t>
      </w:r>
      <w:r w:rsidRPr="0014038B">
        <w:rPr>
          <w:rtl/>
          <w:lang w:bidi="fa-IR"/>
        </w:rPr>
        <w:t>۵</w:t>
      </w:r>
      <w:r w:rsidRPr="0014038B">
        <w:rPr>
          <w:rtl/>
        </w:rPr>
        <w:t>ص</w:t>
      </w:r>
      <w:r w:rsidRPr="0014038B">
        <w:rPr>
          <w:rtl/>
          <w:lang w:bidi="fa-IR"/>
        </w:rPr>
        <w:t>۴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۳</w:t>
      </w:r>
    </w:p>
    <w:p w:rsidR="007F6C77" w:rsidRPr="0014038B" w:rsidRDefault="007F6C7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7F6C77" w:rsidRPr="0014038B" w:rsidRDefault="007F6C77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رائے،ق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اور احتمال سے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حاصل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جاسکت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حاصل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کا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ہوتا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7F6C77">
      <w:pPr>
        <w:pStyle w:val="libNormal"/>
        <w:rPr>
          <w:rtl/>
        </w:rPr>
      </w:pPr>
      <w:r w:rsidRPr="0014038B">
        <w:rPr>
          <w:rStyle w:val="libArabicChar"/>
          <w:rtl/>
        </w:rPr>
        <w:t>''رُبَّ مَع</w:t>
      </w:r>
      <w:r w:rsidRPr="0014038B">
        <w:rPr>
          <w:rStyle w:val="libArabicChar"/>
          <w:rFonts w:hint="cs"/>
          <w:rtl/>
        </w:rPr>
        <w:t>ْرِفَةٍ اَدَّتْ اِلَی</w:t>
      </w:r>
      <w:r w:rsidRPr="0014038B">
        <w:rPr>
          <w:rStyle w:val="libArabicChar"/>
          <w:rtl/>
        </w:rPr>
        <w:t xml:space="preserve"> التَّض</w:t>
      </w:r>
      <w:r w:rsidRPr="0014038B">
        <w:rPr>
          <w:rStyle w:val="libArabicChar"/>
          <w:rFonts w:hint="cs"/>
          <w:rtl/>
        </w:rPr>
        <w:t>ْلِیْ</w:t>
      </w:r>
      <w:r w:rsidRPr="0014038B">
        <w:rPr>
          <w:rStyle w:val="libArabicChar"/>
          <w:rFonts w:hint="eastAsia"/>
          <w:rtl/>
        </w:rPr>
        <w:t>لِ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7F6C77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(انسان کو )گمراہ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لے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ممکن</w:t>
      </w:r>
      <w:r w:rsidRPr="0014038B">
        <w:rPr>
          <w:rtl/>
        </w:rPr>
        <w:t xml:space="preserve"> ہے کہ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مکتب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معارف و حقائق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ہوں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اگر ان کا انجام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تو اس کا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فائدہ ہے 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پرخودب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افراد،خود کو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 ذات سمجھنے والے  اور خود کو راز 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از</w:t>
      </w:r>
      <w:r w:rsidRPr="0014038B">
        <w:rPr>
          <w:rtl/>
        </w:rPr>
        <w:t xml:space="preserve"> اور دعا و مناجات سے بے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از</w:t>
      </w:r>
      <w:r w:rsidRPr="0014038B">
        <w:rPr>
          <w:rtl/>
        </w:rPr>
        <w:t xml:space="preserve"> سمجھنے والوں نے معرفت سے بالکل استفادہ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7F6C77">
      <w:pPr>
        <w:pStyle w:val="libNormal"/>
        <w:rPr>
          <w:rtl/>
        </w:rPr>
      </w:pPr>
      <w:r w:rsidRPr="0014038B">
        <w:rPr>
          <w:rStyle w:val="libArabicChar"/>
          <w:rtl/>
        </w:rPr>
        <w:t xml:space="preserve">''لاٰ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ق</w:t>
      </w:r>
      <w:r w:rsidRPr="0014038B">
        <w:rPr>
          <w:rStyle w:val="libArabicChar"/>
          <w:rFonts w:hint="cs"/>
          <w:rtl/>
        </w:rPr>
        <w:t>ْبَلُ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عَزَّوَجَلَّ عَمَلاً اِلاّٰ بِمَع</w:t>
      </w:r>
      <w:r w:rsidRPr="0014038B">
        <w:rPr>
          <w:rStyle w:val="libArabicChar"/>
          <w:rFonts w:hint="cs"/>
          <w:rtl/>
        </w:rPr>
        <w:t>ْرِفَةِ وَ لاٰ مَعْرِفَةَ اِلاّٰ بِع</w:t>
      </w:r>
      <w:r w:rsidRPr="0014038B">
        <w:rPr>
          <w:rStyle w:val="libArabicChar"/>
          <w:rtl/>
        </w:rPr>
        <w:t>َمَلٍ ، فَمَن</w:t>
      </w:r>
      <w:r w:rsidRPr="0014038B">
        <w:rPr>
          <w:rStyle w:val="libArabicChar"/>
          <w:rFonts w:hint="cs"/>
          <w:rtl/>
        </w:rPr>
        <w:t>ْ عَرَفَ دَلَّتْ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 مَعْرِفَتُ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عَلَی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ْعَمَلِ وَ مَنْ لَمْ یَ</w:t>
      </w:r>
      <w:r w:rsidRPr="0014038B">
        <w:rPr>
          <w:rStyle w:val="libArabicChar"/>
          <w:rFonts w:hint="eastAsia"/>
          <w:rtl/>
        </w:rPr>
        <w:t>ع</w:t>
      </w:r>
      <w:r w:rsidRPr="0014038B">
        <w:rPr>
          <w:rStyle w:val="libArabicChar"/>
          <w:rFonts w:hint="cs"/>
          <w:rtl/>
        </w:rPr>
        <w:t>ْمَلْ</w:t>
      </w:r>
      <w:r w:rsidRPr="0014038B">
        <w:rPr>
          <w:rStyle w:val="libArabicChar"/>
          <w:rtl/>
        </w:rPr>
        <w:t xml:space="preserve"> فَلاٰ مَع</w:t>
      </w:r>
      <w:r w:rsidRPr="0014038B">
        <w:rPr>
          <w:rStyle w:val="libArabicChar"/>
          <w:rFonts w:hint="cs"/>
          <w:rtl/>
        </w:rPr>
        <w:t>ْرِفَةَ 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، اِنَّ الْاِیْ</w:t>
      </w:r>
      <w:r w:rsidRPr="0014038B">
        <w:rPr>
          <w:rStyle w:val="libArabicChar"/>
          <w:rFonts w:hint="eastAsia"/>
          <w:rtl/>
        </w:rPr>
        <w:t>مٰانَ</w:t>
      </w:r>
      <w:r w:rsidRPr="0014038B">
        <w:rPr>
          <w:rStyle w:val="libArabicChar"/>
          <w:rtl/>
        </w:rPr>
        <w:t xml:space="preserve"> بَع</w:t>
      </w:r>
      <w:r w:rsidRPr="0014038B">
        <w:rPr>
          <w:rStyle w:val="libArabicChar"/>
          <w:rFonts w:hint="cs"/>
          <w:rtl/>
        </w:rPr>
        <w:t>ْضُ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مِنْ بَعْضٍ''</w:t>
      </w:r>
      <w:r w:rsidR="00E546D1" w:rsidRPr="0014038B">
        <w:rPr>
          <w:rStyle w:val="libFootnotenumChar"/>
          <w:rFonts w:hint="cs"/>
          <w:rtl/>
        </w:rPr>
        <w:t>(</w:t>
      </w:r>
      <w:r w:rsidR="007F6C77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خداوند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عمل کو قبول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کرتا مگر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 وہ معرفت کے ساتھ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ہو،اور عمل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۔پس جو پہچان و شناخت رکھتا ہو ،اس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اسے عمل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عمل نہ کرے اسے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بعض اپنا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دوسرے</w:t>
      </w:r>
      <w:r w:rsidRPr="0014038B">
        <w:rPr>
          <w:rtl/>
        </w:rPr>
        <w:t xml:space="preserve"> بعض سے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9C44E9" w:rsidRPr="0014038B" w:rsidRDefault="009C44E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شرح غرر الحکم:ج</w:t>
      </w:r>
      <w:r w:rsidRPr="0014038B">
        <w:rPr>
          <w:rtl/>
          <w:lang w:bidi="fa-IR"/>
        </w:rPr>
        <w:t>۴</w:t>
      </w:r>
      <w:r w:rsidRPr="0014038B">
        <w:rPr>
          <w:rtl/>
        </w:rPr>
        <w:t>ص</w:t>
      </w:r>
      <w:r w:rsidRPr="0014038B">
        <w:rPr>
          <w:rtl/>
          <w:lang w:bidi="fa-IR"/>
        </w:rPr>
        <w:t>۷۵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۱</w:t>
      </w:r>
      <w:r w:rsidRPr="0014038B">
        <w:rPr>
          <w:rtl/>
        </w:rPr>
        <w:t>ص</w:t>
      </w:r>
      <w:r w:rsidRPr="0014038B">
        <w:rPr>
          <w:rtl/>
          <w:lang w:bidi="fa-IR"/>
        </w:rPr>
        <w:t>۲۰۷</w:t>
      </w:r>
    </w:p>
    <w:p w:rsidR="009C44E9" w:rsidRPr="0014038B" w:rsidRDefault="009C44E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lastRenderedPageBreak/>
        <w:t>اس</w:t>
      </w:r>
      <w:r w:rsidRPr="0014038B">
        <w:rPr>
          <w:rtl/>
        </w:rPr>
        <w:t xml:space="preserve"> بناء پر عبادت اور مناجات سے ہاتھ اٹھا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بلکہ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علامت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معارف (جو انسان نے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)کے مطابق عمل کرنا ہے۔</w:t>
      </w:r>
    </w:p>
    <w:p w:rsidR="00CA6D92" w:rsidRPr="0014038B" w:rsidRDefault="00CA6D92" w:rsidP="009C44E9">
      <w:pPr>
        <w:pStyle w:val="libNormal"/>
        <w:rPr>
          <w:rtl/>
        </w:rPr>
      </w:pPr>
      <w:r w:rsidRPr="0014038B">
        <w:rPr>
          <w:rFonts w:hint="eastAsia"/>
          <w:rtl/>
        </w:rPr>
        <w:t>معارف</w:t>
      </w:r>
      <w:r w:rsidRPr="0014038B">
        <w:rPr>
          <w:rtl/>
        </w:rPr>
        <w:t xml:space="preserve"> کے اعل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درجوں تک پہنچنے والے افراد اپنے دل کو کسب معارف سے نوران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وہ معارف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منزلوں کو طے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معرفت حاصل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وہ خود کو خدا اور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کے سامنے بہت چھوٹا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و کوتاہ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جلوہ گر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الساجد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امام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العابد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7F6C77">
      <w:pPr>
        <w:pStyle w:val="libNormal"/>
        <w:rPr>
          <w:rtl/>
        </w:rPr>
      </w:pPr>
      <w:r w:rsidRPr="0014038B">
        <w:rPr>
          <w:rStyle w:val="libArabicChar"/>
          <w:rtl/>
        </w:rPr>
        <w:t>''جَعَلَ مَع</w:t>
      </w:r>
      <w:r w:rsidRPr="0014038B">
        <w:rPr>
          <w:rStyle w:val="libArabicChar"/>
          <w:rFonts w:hint="cs"/>
          <w:rtl/>
        </w:rPr>
        <w:t>ْرِفَتَ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بِالتَّقْصِیْ</w:t>
      </w:r>
      <w:r w:rsidRPr="0014038B">
        <w:rPr>
          <w:rStyle w:val="libArabicChar"/>
          <w:rFonts w:hint="eastAsia"/>
          <w:rtl/>
        </w:rPr>
        <w:t>رِ</w:t>
      </w:r>
      <w:r w:rsidRPr="0014038B">
        <w:rPr>
          <w:rStyle w:val="libArabicChar"/>
          <w:rtl/>
        </w:rPr>
        <w:t xml:space="preserve"> شُک</w:t>
      </w:r>
      <w:r w:rsidRPr="0014038B">
        <w:rPr>
          <w:rStyle w:val="libArabicChar"/>
          <w:rFonts w:hint="cs"/>
          <w:rtl/>
        </w:rPr>
        <w:t>ْراً''</w:t>
      </w:r>
      <w:r w:rsidR="00E546D1" w:rsidRPr="0014038B">
        <w:rPr>
          <w:rStyle w:val="libFootnotenumChar"/>
          <w:rFonts w:hint="cs"/>
          <w:rtl/>
        </w:rPr>
        <w:t>(</w:t>
      </w:r>
      <w:r w:rsidR="007F6C77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tl/>
        </w:rPr>
        <w:t>(خدا نے عرفاء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) معرفت کو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سے شکر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وہ</w:t>
      </w:r>
      <w:r w:rsidRPr="0014038B">
        <w:rPr>
          <w:rtl/>
        </w:rPr>
        <w:t xml:space="preserve"> عرفان کے جتنے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بلند درجات تک پہنچ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خداک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عظمت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دکھائ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دے گ</w:t>
      </w:r>
      <w:r w:rsidRPr="0014038B">
        <w:rPr>
          <w:rFonts w:hint="cs"/>
          <w:rtl/>
        </w:rPr>
        <w:t>ی</w:t>
      </w:r>
      <w:r w:rsidRPr="0014038B">
        <w:rPr>
          <w:rtl/>
        </w:rPr>
        <w:t>۔خود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افراد کے لئے بہتر ہے کہ وہ معرفت ِنفس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خود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چھٹکارا حاصل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7F6C77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  <w:r w:rsidRPr="0014038B">
        <w:rPr>
          <w:rStyle w:val="libArabicChar"/>
          <w:rtl/>
        </w:rPr>
        <w:t>''سُدَّ سَبِ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لَ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ْعُجْبِ بِمَعْرِفَةِ النَّفْسِ''</w:t>
      </w:r>
      <w:r w:rsidR="00E546D1" w:rsidRPr="0014038B">
        <w:rPr>
          <w:rStyle w:val="libFootnotenumChar"/>
          <w:rFonts w:hint="cs"/>
          <w:rtl/>
        </w:rPr>
        <w:t>(</w:t>
      </w:r>
      <w:r w:rsidR="007F6C77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7F6C77" w:rsidRPr="0014038B" w:rsidRDefault="00CA6D92" w:rsidP="007F6C77">
      <w:pPr>
        <w:pStyle w:val="libNormal"/>
        <w:rPr>
          <w:rtl/>
        </w:rPr>
      </w:pPr>
      <w:r w:rsidRPr="0014038B">
        <w:rPr>
          <w:rFonts w:hint="eastAsia"/>
          <w:rtl/>
        </w:rPr>
        <w:t>نفس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خودب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راستوں کو مسدود کرو۔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تعجب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ہے کہ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اور نفس کو نہ پہچانے حت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اسے اپنے جسم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اطلاع نہ ہواور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 اپنے دماغ،خون اور بدن کے دوسرے اعضاء و جوارح سے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طور پر آگاہ ہو تو وہ کس طرح معارف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پہنچ سکتا ہے اور کس طرح خلاق کائنات کو پہچان سکت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 xml:space="preserve"> ۔</w:t>
      </w:r>
      <w:r w:rsidR="007F6C77" w:rsidRPr="0014038B">
        <w:rPr>
          <w:rFonts w:hint="eastAsia"/>
          <w:rtl/>
        </w:rPr>
        <w:t xml:space="preserve"> ام</w:t>
      </w:r>
      <w:r w:rsidR="007F6C77" w:rsidRPr="0014038B">
        <w:rPr>
          <w:rFonts w:hint="cs"/>
          <w:rtl/>
        </w:rPr>
        <w:t>ی</w:t>
      </w:r>
      <w:r w:rsidR="007F6C77" w:rsidRPr="0014038B">
        <w:rPr>
          <w:rFonts w:hint="eastAsia"/>
          <w:rtl/>
        </w:rPr>
        <w:t>ر</w:t>
      </w:r>
      <w:r w:rsidR="007F6C77" w:rsidRPr="0014038B">
        <w:rPr>
          <w:rtl/>
        </w:rPr>
        <w:t xml:space="preserve"> المؤمن</w:t>
      </w:r>
      <w:r w:rsidR="007F6C77" w:rsidRPr="0014038B">
        <w:rPr>
          <w:rFonts w:hint="cs"/>
          <w:rtl/>
        </w:rPr>
        <w:t>ی</w:t>
      </w:r>
      <w:r w:rsidR="007F6C77" w:rsidRPr="0014038B">
        <w:rPr>
          <w:rFonts w:hint="eastAsia"/>
          <w:rtl/>
        </w:rPr>
        <w:t>ن</w:t>
      </w:r>
      <w:r w:rsidR="007F6C77" w:rsidRPr="0014038B">
        <w:rPr>
          <w:rtl/>
        </w:rPr>
        <w:t xml:space="preserve"> حضرت عل</w:t>
      </w:r>
      <w:r w:rsidR="007F6C77" w:rsidRPr="0014038B">
        <w:rPr>
          <w:rFonts w:hint="cs"/>
          <w:rtl/>
        </w:rPr>
        <w:t>ی</w:t>
      </w:r>
      <w:r w:rsidR="007F6C77" w:rsidRPr="0014038B">
        <w:rPr>
          <w:rtl/>
        </w:rPr>
        <w:t xml:space="preserve"> عل</w:t>
      </w:r>
      <w:r w:rsidR="007F6C77" w:rsidRPr="0014038B">
        <w:rPr>
          <w:rFonts w:hint="cs"/>
          <w:rtl/>
        </w:rPr>
        <w:t>ی</w:t>
      </w:r>
      <w:r w:rsidR="007F6C77" w:rsidRPr="0014038B">
        <w:rPr>
          <w:rFonts w:hint="eastAsia"/>
          <w:rtl/>
        </w:rPr>
        <w:t>ہ</w:t>
      </w:r>
      <w:r w:rsidR="007F6C77" w:rsidRPr="0014038B">
        <w:rPr>
          <w:rtl/>
        </w:rPr>
        <w:t xml:space="preserve"> السلام فرماتے ہ</w:t>
      </w:r>
      <w:r w:rsidR="007F6C77" w:rsidRPr="0014038B">
        <w:rPr>
          <w:rFonts w:hint="cs"/>
          <w:rtl/>
        </w:rPr>
        <w:t>ی</w:t>
      </w:r>
      <w:r w:rsidR="007F6C77" w:rsidRPr="0014038B">
        <w:rPr>
          <w:rFonts w:hint="eastAsia"/>
          <w:rtl/>
        </w:rPr>
        <w:t>ں</w:t>
      </w:r>
      <w:r w:rsidR="007F6C77" w:rsidRPr="0014038B">
        <w:rPr>
          <w:rtl/>
        </w:rPr>
        <w:t>:</w:t>
      </w:r>
      <w:r w:rsidR="007F6C77" w:rsidRPr="0014038B">
        <w:rPr>
          <w:rStyle w:val="libArabicChar"/>
          <w:rtl/>
        </w:rPr>
        <w:t>''عَجِب</w:t>
      </w:r>
      <w:r w:rsidR="007F6C77" w:rsidRPr="0014038B">
        <w:rPr>
          <w:rStyle w:val="libArabicChar"/>
          <w:rFonts w:hint="cs"/>
          <w:rtl/>
        </w:rPr>
        <w:t>ْتُ لِمَنْ یَ</w:t>
      </w:r>
      <w:r w:rsidR="007F6C77" w:rsidRPr="0014038B">
        <w:rPr>
          <w:rStyle w:val="libArabicChar"/>
          <w:rFonts w:hint="eastAsia"/>
          <w:rtl/>
        </w:rPr>
        <w:t>ج</w:t>
      </w:r>
      <w:r w:rsidR="007F6C77" w:rsidRPr="0014038B">
        <w:rPr>
          <w:rStyle w:val="libArabicChar"/>
          <w:rFonts w:hint="cs"/>
          <w:rtl/>
        </w:rPr>
        <w:t>ْهَلْ</w:t>
      </w:r>
      <w:r w:rsidR="007F6C77" w:rsidRPr="0014038B">
        <w:rPr>
          <w:rStyle w:val="libArabicChar"/>
          <w:rtl/>
        </w:rPr>
        <w:t xml:space="preserve"> نَف</w:t>
      </w:r>
      <w:r w:rsidR="007F6C77" w:rsidRPr="0014038B">
        <w:rPr>
          <w:rStyle w:val="libArabicChar"/>
          <w:rFonts w:hint="cs"/>
          <w:rtl/>
        </w:rPr>
        <w:t>ْسَهُ کَیْ</w:t>
      </w:r>
      <w:r w:rsidR="007F6C77" w:rsidRPr="0014038B">
        <w:rPr>
          <w:rStyle w:val="libArabicChar"/>
          <w:rFonts w:hint="eastAsia"/>
          <w:rtl/>
        </w:rPr>
        <w:t>فَ</w:t>
      </w:r>
      <w:r w:rsidR="007F6C77" w:rsidRPr="0014038B">
        <w:rPr>
          <w:rStyle w:val="libArabicChar"/>
          <w:rtl/>
        </w:rPr>
        <w:t xml:space="preserve"> </w:t>
      </w:r>
      <w:r w:rsidR="007F6C77" w:rsidRPr="0014038B">
        <w:rPr>
          <w:rStyle w:val="libArabicChar"/>
          <w:rFonts w:hint="cs"/>
          <w:rtl/>
        </w:rPr>
        <w:t>یَ</w:t>
      </w:r>
      <w:r w:rsidR="007F6C77" w:rsidRPr="0014038B">
        <w:rPr>
          <w:rStyle w:val="libArabicChar"/>
          <w:rFonts w:hint="eastAsia"/>
          <w:rtl/>
        </w:rPr>
        <w:t>ع</w:t>
      </w:r>
      <w:r w:rsidR="007F6C77" w:rsidRPr="0014038B">
        <w:rPr>
          <w:rStyle w:val="libArabicChar"/>
          <w:rFonts w:hint="cs"/>
          <w:rtl/>
        </w:rPr>
        <w:t>ْرِفُ</w:t>
      </w:r>
      <w:r w:rsidR="007F6C77" w:rsidRPr="0014038B">
        <w:rPr>
          <w:rStyle w:val="libArabicChar"/>
          <w:rtl/>
        </w:rPr>
        <w:t xml:space="preserve"> رَبَّ</w:t>
      </w:r>
      <w:r w:rsidR="007F6C77" w:rsidRPr="0014038B">
        <w:rPr>
          <w:rStyle w:val="libArabicChar"/>
          <w:rFonts w:hint="cs"/>
          <w:rtl/>
        </w:rPr>
        <w:t>ه</w:t>
      </w:r>
      <w:r w:rsidR="007F6C77" w:rsidRPr="0014038B">
        <w:rPr>
          <w:rStyle w:val="libArabicChar"/>
          <w:rtl/>
        </w:rPr>
        <w:t>ُ؟!</w:t>
      </w:r>
      <w:r w:rsidR="00E546D1" w:rsidRPr="0014038B">
        <w:rPr>
          <w:rStyle w:val="libFootnotenumChar"/>
          <w:rtl/>
        </w:rPr>
        <w:t>(</w:t>
      </w:r>
      <w:r w:rsidR="007F6C77" w:rsidRPr="0014038B">
        <w:rPr>
          <w:rStyle w:val="libFootnotenumChar"/>
          <w:rFonts w:hint="cs"/>
          <w:rtl/>
        </w:rPr>
        <w:t>3</w:t>
      </w:r>
      <w:r w:rsidR="00E546D1" w:rsidRPr="0014038B">
        <w:rPr>
          <w:rStyle w:val="libFootnotenumChar"/>
          <w:rtl/>
        </w:rPr>
        <w:t>)</w:t>
      </w:r>
      <w:r w:rsidR="007F6C77" w:rsidRPr="0014038B">
        <w:rPr>
          <w:rFonts w:hint="eastAsia"/>
          <w:rtl/>
        </w:rPr>
        <w:t>مجھے</w:t>
      </w:r>
      <w:r w:rsidR="007F6C77" w:rsidRPr="0014038B">
        <w:rPr>
          <w:rtl/>
        </w:rPr>
        <w:t xml:space="preserve"> تعجب ہے !جو اپنے نفس سے جاہل ہو ،وہ کس طرح خدا کو پہچان سکتاہے؟!</w:t>
      </w:r>
    </w:p>
    <w:p w:rsidR="009C44E9" w:rsidRPr="0014038B" w:rsidRDefault="009C44E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الانوار:</w:t>
      </w:r>
      <w:r w:rsidRPr="0014038B">
        <w:rPr>
          <w:rFonts w:hint="cs"/>
          <w:rtl/>
        </w:rPr>
        <w:t>78،تحف العقول:278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بحار الانوار: ج</w:t>
      </w:r>
      <w:r w:rsidRPr="0014038B">
        <w:rPr>
          <w:rtl/>
          <w:lang w:bidi="fa-IR"/>
        </w:rPr>
        <w:t>۷۸</w:t>
      </w:r>
      <w:r w:rsidRPr="0014038B">
        <w:rPr>
          <w:rtl/>
        </w:rPr>
        <w:t>ص</w:t>
      </w:r>
      <w:r w:rsidRPr="0014038B">
        <w:rPr>
          <w:rFonts w:hint="cs"/>
          <w:rtl/>
        </w:rPr>
        <w:t>164،تحف العقول:284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3</w:t>
      </w:r>
      <w:r w:rsidRPr="0014038B">
        <w:rPr>
          <w:rtl/>
        </w:rPr>
        <w:t xml:space="preserve">]۔ شرح غرر الحکم:ج </w:t>
      </w:r>
      <w:r w:rsidRPr="0014038B">
        <w:rPr>
          <w:rFonts w:hint="cs"/>
          <w:rtl/>
        </w:rPr>
        <w:t>4ص</w:t>
      </w:r>
      <w:r w:rsidRPr="0014038B">
        <w:rPr>
          <w:rtl/>
          <w:lang w:bidi="fa-IR"/>
        </w:rPr>
        <w:t>۳۴۱</w:t>
      </w:r>
    </w:p>
    <w:p w:rsidR="009C44E9" w:rsidRPr="0014038B" w:rsidRDefault="009C44E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9C44E9">
      <w:pPr>
        <w:pStyle w:val="libNormal"/>
        <w:rPr>
          <w:rtl/>
        </w:rPr>
      </w:pPr>
      <w:r w:rsidRPr="0014038B">
        <w:rPr>
          <w:rFonts w:hint="eastAsia"/>
          <w:rtl/>
        </w:rPr>
        <w:lastRenderedPageBreak/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تکبر،خود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خود فروش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خود 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خودشناس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!ل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کے باوجود وہ دوسرے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اور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!!!</w:t>
      </w: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حضرت 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7F6C77">
      <w:pPr>
        <w:pStyle w:val="libNormal"/>
        <w:rPr>
          <w:rtl/>
        </w:rPr>
      </w:pPr>
      <w:r w:rsidRPr="0014038B">
        <w:rPr>
          <w:rStyle w:val="libArabicChar"/>
          <w:rtl/>
        </w:rPr>
        <w:t>''عَجِب</w:t>
      </w:r>
      <w:r w:rsidRPr="0014038B">
        <w:rPr>
          <w:rStyle w:val="libArabicChar"/>
          <w:rFonts w:hint="cs"/>
          <w:rtl/>
        </w:rPr>
        <w:t>ْتُ لِمَنْ یَ</w:t>
      </w:r>
      <w:r w:rsidRPr="0014038B">
        <w:rPr>
          <w:rStyle w:val="libArabicChar"/>
          <w:rFonts w:hint="eastAsia"/>
          <w:rtl/>
        </w:rPr>
        <w:t>تَصَّد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لِاِص</w:t>
      </w:r>
      <w:r w:rsidRPr="0014038B">
        <w:rPr>
          <w:rStyle w:val="libArabicChar"/>
          <w:rFonts w:hint="cs"/>
          <w:rtl/>
        </w:rPr>
        <w:t>ْلاٰحِ النّٰاسِ وَ نَفْسُ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أَشَدُّ شَْئٍ فِسٰاداً''</w:t>
      </w:r>
      <w:r w:rsidR="00E546D1" w:rsidRPr="0014038B">
        <w:rPr>
          <w:rStyle w:val="libFootnotenumChar"/>
          <w:rFonts w:hint="cs"/>
          <w:rtl/>
        </w:rPr>
        <w:t>(</w:t>
      </w:r>
      <w:r w:rsidR="007F6C77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مجھے</w:t>
      </w:r>
      <w:r w:rsidRPr="0014038B">
        <w:rPr>
          <w:rtl/>
        </w:rPr>
        <w:t xml:space="preserve"> تعجب ہے !جو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اصلاح کا ذمہ دار ہو ،ل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کا نفس فساد کے لحاظ سے ہر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سے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تر ہے!</w:t>
      </w:r>
    </w:p>
    <w:p w:rsidR="00CA6D92" w:rsidRPr="0014038B" w:rsidRDefault="00CA6D92" w:rsidP="007F6C77">
      <w:pPr>
        <w:pStyle w:val="libNormal"/>
        <w:rPr>
          <w:rtl/>
        </w:rPr>
      </w:pPr>
      <w:r w:rsidRPr="0014038B">
        <w:rPr>
          <w:rtl/>
        </w:rPr>
        <w:t xml:space="preserve"> قرآن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کا ارشاد ہے:</w:t>
      </w:r>
      <w:r w:rsidRPr="0014038B">
        <w:rPr>
          <w:rStyle w:val="libAieChar"/>
          <w:rtl/>
        </w:rPr>
        <w:t>(أَتَأ</w:t>
      </w:r>
      <w:r w:rsidRPr="0014038B">
        <w:rPr>
          <w:rStyle w:val="libAieChar"/>
          <w:rFonts w:hint="cs"/>
          <w:rtl/>
        </w:rPr>
        <w:t>ْمُرُونَ النَّاسَ بِالْبِرِّ وَتَنْسَوْنَ أَنفُسَکُمْ)</w:t>
      </w:r>
      <w:r w:rsidR="00E546D1" w:rsidRPr="0014038B">
        <w:rPr>
          <w:rStyle w:val="libFootnotenumChar"/>
          <w:rFonts w:hint="cs"/>
          <w:rtl/>
        </w:rPr>
        <w:t>(</w:t>
      </w:r>
      <w:r w:rsidR="007F6C77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تم لوگوں کو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کا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ہو اور خود اپنے کو بھول جاتے ہو ۔</w:t>
      </w:r>
    </w:p>
    <w:p w:rsidR="00CA6D92" w:rsidRPr="0014038B" w:rsidRDefault="00CA6D92" w:rsidP="007F6C77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بہتر ہے کہ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دوسروںکے لئے دلسوز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چھوڑ کر پہلے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۔خداوند متعال کا ارشاد ہے :</w:t>
      </w:r>
      <w:r w:rsidRPr="0014038B">
        <w:rPr>
          <w:rStyle w:val="libAieChar"/>
          <w:rtl/>
        </w:rPr>
        <w:t>(عَلَ</w:t>
      </w:r>
      <w:r w:rsidRPr="0014038B">
        <w:rPr>
          <w:rStyle w:val="libAieChar"/>
          <w:rFonts w:hint="cs"/>
          <w:rtl/>
        </w:rPr>
        <w:t>یْْ</w:t>
      </w:r>
      <w:r w:rsidRPr="0014038B">
        <w:rPr>
          <w:rStyle w:val="libAieChar"/>
          <w:rFonts w:hint="eastAsia"/>
          <w:rtl/>
        </w:rPr>
        <w:t>کُم</w:t>
      </w:r>
      <w:r w:rsidRPr="0014038B">
        <w:rPr>
          <w:rStyle w:val="libAieChar"/>
          <w:rFonts w:hint="cs"/>
          <w:rtl/>
        </w:rPr>
        <w:t>ْ</w:t>
      </w:r>
      <w:r w:rsidRPr="0014038B">
        <w:rPr>
          <w:rStyle w:val="libAieChar"/>
          <w:rtl/>
        </w:rPr>
        <w:t xml:space="preserve"> أَنفُسَکُم</w:t>
      </w:r>
      <w:r w:rsidRPr="0014038B">
        <w:rPr>
          <w:rStyle w:val="libAieChar"/>
          <w:rFonts w:hint="cs"/>
          <w:rtl/>
        </w:rPr>
        <w:t>ْ لاَ یَ</w:t>
      </w:r>
      <w:r w:rsidRPr="0014038B">
        <w:rPr>
          <w:rStyle w:val="libAieChar"/>
          <w:rFonts w:hint="eastAsia"/>
          <w:rtl/>
        </w:rPr>
        <w:t>ضُرُّکُم</w:t>
      </w:r>
      <w:r w:rsidRPr="0014038B">
        <w:rPr>
          <w:rStyle w:val="libAieChar"/>
          <w:rtl/>
        </w:rPr>
        <w:t xml:space="preserve"> مَّن</w:t>
      </w:r>
      <w:r w:rsidRPr="0014038B">
        <w:rPr>
          <w:rStyle w:val="libAieChar"/>
          <w:rFonts w:hint="cs"/>
          <w:rtl/>
        </w:rPr>
        <w:t>ْ ضَلَّ ِذَا ا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ْتَدَیْْ</w:t>
      </w:r>
      <w:r w:rsidRPr="0014038B">
        <w:rPr>
          <w:rStyle w:val="libAieChar"/>
          <w:rFonts w:hint="eastAsia"/>
          <w:rtl/>
        </w:rPr>
        <w:t>تُم</w:t>
      </w:r>
      <w:r w:rsidRPr="0014038B">
        <w:rPr>
          <w:rStyle w:val="libAieChar"/>
          <w:rFonts w:hint="cs"/>
          <w:rtl/>
        </w:rPr>
        <w:t>ْ</w:t>
      </w:r>
      <w:r w:rsidRPr="0014038B">
        <w:rPr>
          <w:rStyle w:val="libAieChar"/>
          <w:rtl/>
        </w:rPr>
        <w:t xml:space="preserve"> )</w:t>
      </w:r>
      <w:r w:rsidR="00E546D1" w:rsidRPr="0014038B">
        <w:rPr>
          <w:rStyle w:val="libFootnotenumChar"/>
          <w:rtl/>
        </w:rPr>
        <w:t>(</w:t>
      </w:r>
      <w:r w:rsidR="007F6C77" w:rsidRPr="0014038B">
        <w:rPr>
          <w:rStyle w:val="libFootnotenumChar"/>
          <w:rFonts w:hint="cs"/>
          <w:rtl/>
        </w:rPr>
        <w:t>3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اپنے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فکر کرو ۔اگر تم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افتہ</w:t>
      </w:r>
      <w:r w:rsidRPr="0014038B">
        <w:rPr>
          <w:rtl/>
        </w:rPr>
        <w:t xml:space="preserve"> رہے تو گمراہوں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نقصان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پہنچاسکت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7F6C77">
      <w:pPr>
        <w:pStyle w:val="libNormal"/>
        <w:rPr>
          <w:rtl/>
        </w:rPr>
      </w:pPr>
      <w:r w:rsidRPr="0014038B">
        <w:rPr>
          <w:rStyle w:val="libArabicChar"/>
          <w:rtl/>
        </w:rPr>
        <w:t>''اَ</w:t>
      </w:r>
      <w:r w:rsidRPr="0014038B">
        <w:rPr>
          <w:rStyle w:val="libArabicChar"/>
          <w:rFonts w:hint="cs"/>
          <w:rtl/>
        </w:rPr>
        <w:t>یُّ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َا</w:t>
      </w:r>
      <w:r w:rsidRPr="0014038B">
        <w:rPr>
          <w:rStyle w:val="libArabicChar"/>
          <w:rtl/>
        </w:rPr>
        <w:t xml:space="preserve"> النّٰاسُ عَلَ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کُم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بِالطّٰاعَةِ وَال</w:t>
      </w:r>
      <w:r w:rsidRPr="0014038B">
        <w:rPr>
          <w:rStyle w:val="libArabicChar"/>
          <w:rFonts w:hint="cs"/>
          <w:rtl/>
        </w:rPr>
        <w:t>ْمَعْرِفَةِ بِمَنْ لاٰ تَعْذِرُوْنَ بِجِ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ٰالَتِ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ِ''</w:t>
      </w:r>
      <w:r w:rsidR="00E546D1" w:rsidRPr="0014038B">
        <w:rPr>
          <w:rStyle w:val="libFootnotenumChar"/>
          <w:rFonts w:hint="cs"/>
          <w:rtl/>
        </w:rPr>
        <w:t>(</w:t>
      </w:r>
      <w:r w:rsidR="007F6C77" w:rsidRPr="0014038B">
        <w:rPr>
          <w:rStyle w:val="libFootnotenumChar"/>
          <w:rFonts w:hint="cs"/>
          <w:rtl/>
        </w:rPr>
        <w:t>4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اے</w:t>
      </w:r>
      <w:r w:rsidRPr="0014038B">
        <w:rPr>
          <w:rtl/>
        </w:rPr>
        <w:t xml:space="preserve"> لوگو!تم پر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لازم ہے کہ اگر تم نے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 پہچانا تو تمہارا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عذر قبول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گا۔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شرح غرر الحکم:ج</w:t>
      </w:r>
      <w:r w:rsidRPr="0014038B">
        <w:rPr>
          <w:rtl/>
          <w:lang w:bidi="fa-IR"/>
        </w:rPr>
        <w:t>۴</w:t>
      </w:r>
      <w:r w:rsidRPr="0014038B">
        <w:rPr>
          <w:rtl/>
        </w:rPr>
        <w:t>ص</w:t>
      </w:r>
      <w:r w:rsidRPr="0014038B">
        <w:rPr>
          <w:rtl/>
          <w:lang w:bidi="fa-IR"/>
        </w:rPr>
        <w:t>۳۴۰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سورۂ بقرہ 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44</w:t>
      </w:r>
    </w:p>
    <w:p w:rsidR="007F6C77" w:rsidRPr="0014038B" w:rsidRDefault="007F6C7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3</w:t>
      </w:r>
      <w:r w:rsidRPr="0014038B">
        <w:rPr>
          <w:rtl/>
        </w:rPr>
        <w:t>]۔ سورۂ مائدہ،آ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:</w:t>
      </w:r>
      <w:r w:rsidRPr="0014038B">
        <w:rPr>
          <w:rFonts w:hint="cs"/>
          <w:rtl/>
        </w:rPr>
        <w:t>105</w:t>
      </w:r>
    </w:p>
    <w:p w:rsidR="007F6C77" w:rsidRPr="0014038B" w:rsidRDefault="007F6C77" w:rsidP="00E546D1">
      <w:pPr>
        <w:pStyle w:val="libFootnote0"/>
        <w:rPr>
          <w:rtl/>
          <w:lang w:bidi="fa-IR"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4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۱۰۰</w:t>
      </w:r>
    </w:p>
    <w:p w:rsidR="007F6C77" w:rsidRPr="0014038B" w:rsidRDefault="007F6C77" w:rsidP="00A22F56">
      <w:pPr>
        <w:pStyle w:val="libNormal"/>
        <w:rPr>
          <w:rtl/>
          <w:lang w:bidi="fa-IR"/>
        </w:rPr>
      </w:pPr>
      <w:r w:rsidRPr="0014038B">
        <w:rPr>
          <w:rtl/>
          <w:lang w:bidi="fa-IR"/>
        </w:rPr>
        <w:br w:type="page"/>
      </w:r>
    </w:p>
    <w:p w:rsidR="007F6C77" w:rsidRPr="0014038B" w:rsidRDefault="007F6C77" w:rsidP="007F6C77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28" w:name="_Toc386266911"/>
      <w:r w:rsidRPr="0014038B">
        <w:rPr>
          <w:rtl/>
        </w:rPr>
        <w:t>عارف نما لوگو 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</w:t>
      </w:r>
      <w:bookmarkEnd w:id="28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معارف</w:t>
      </w:r>
      <w:r w:rsidRPr="0014038B">
        <w:rPr>
          <w:rtl/>
        </w:rPr>
        <w:t xml:space="preserve"> کے حصول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 اور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شرائط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مقام معرفت تک پہنچنا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کو پہچانناکہ جن سے معرفت و حقائق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بو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کس طرح ممکن ہے کہ انسان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معارف تک پہنچ جائے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دشمنوں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ضلالت و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شک کرے 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معارف</w:t>
      </w:r>
      <w:r w:rsidRPr="0014038B">
        <w:rPr>
          <w:rtl/>
        </w:rPr>
        <w:t xml:space="preserve"> تک پہنچنے کے لئے جھوٹے دعو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تاکہ انسان ان کے دعوؤں پر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فتہ</w:t>
      </w:r>
      <w:r w:rsidRPr="0014038B">
        <w:rPr>
          <w:rtl/>
        </w:rPr>
        <w:t xml:space="preserve"> نہ ہو۔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اس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''وَاع</w:t>
      </w:r>
      <w:r w:rsidRPr="0014038B">
        <w:rPr>
          <w:rStyle w:val="libArabicChar"/>
          <w:rFonts w:hint="cs"/>
          <w:rtl/>
        </w:rPr>
        <w:t>ْلَمُوا أَنَّکُمْ لَنْ تَعْرِفُوا الرُّشْدَ حَتّٰی</w:t>
      </w:r>
      <w:r w:rsidRPr="0014038B">
        <w:rPr>
          <w:rStyle w:val="libArabicChar"/>
          <w:rtl/>
        </w:rPr>
        <w:t xml:space="preserve"> تَع</w:t>
      </w:r>
      <w:r w:rsidRPr="0014038B">
        <w:rPr>
          <w:rStyle w:val="libArabicChar"/>
          <w:rFonts w:hint="cs"/>
          <w:rtl/>
        </w:rPr>
        <w:t>ْرِفُوا الَّذِی</w:t>
      </w:r>
      <w:r w:rsidRPr="0014038B">
        <w:rPr>
          <w:rStyle w:val="libArabicChar"/>
          <w:rtl/>
        </w:rPr>
        <w:t xml:space="preserve"> تَرَکَ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، وَ لَن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تَأ</w:t>
      </w:r>
      <w:r w:rsidRPr="0014038B">
        <w:rPr>
          <w:rStyle w:val="libArabicChar"/>
          <w:rFonts w:hint="cs"/>
          <w:rtl/>
        </w:rPr>
        <w:t>ْخُذُوا بِمِیْ</w:t>
      </w:r>
      <w:r w:rsidRPr="0014038B">
        <w:rPr>
          <w:rStyle w:val="libArabicChar"/>
          <w:rFonts w:hint="eastAsia"/>
          <w:rtl/>
        </w:rPr>
        <w:t>ثٰاقِ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ْکِتٰابِ حَتّٰی</w:t>
      </w:r>
      <w:r w:rsidRPr="0014038B">
        <w:rPr>
          <w:rStyle w:val="libArabicChar"/>
          <w:rtl/>
        </w:rPr>
        <w:t xml:space="preserve"> تَع</w:t>
      </w:r>
      <w:r w:rsidRPr="0014038B">
        <w:rPr>
          <w:rStyle w:val="libArabicChar"/>
          <w:rFonts w:hint="cs"/>
          <w:rtl/>
        </w:rPr>
        <w:t>ْرِفُوا الَّذِ نَقَضَ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وَ لَنْ تَمَسَّکُوا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حَتّٰی</w:t>
      </w:r>
      <w:r w:rsidRPr="0014038B">
        <w:rPr>
          <w:rStyle w:val="libArabicChar"/>
          <w:rtl/>
        </w:rPr>
        <w:t xml:space="preserve"> تَع</w:t>
      </w:r>
      <w:r w:rsidRPr="0014038B">
        <w:rPr>
          <w:rStyle w:val="libArabicChar"/>
          <w:rFonts w:hint="cs"/>
          <w:rtl/>
        </w:rPr>
        <w:t>ْرِفُوا الَّذِی</w:t>
      </w:r>
      <w:r w:rsidRPr="0014038B">
        <w:rPr>
          <w:rStyle w:val="libArabicChar"/>
          <w:rtl/>
        </w:rPr>
        <w:t xml:space="preserve"> نَبَذَ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جان</w:t>
      </w:r>
      <w:r w:rsidRPr="0014038B">
        <w:rPr>
          <w:rtl/>
        </w:rPr>
        <w:t xml:space="preserve"> لو کہ تم لوگ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کو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پہچانتے جب تک اسے ترک کرنے والوں کو نہ پہچان لو اور تم لوگ تب تک آئ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نِ</w:t>
      </w:r>
      <w:r w:rsidRPr="0014038B">
        <w:rPr>
          <w:rtl/>
        </w:rPr>
        <w:t xml:space="preserve"> قرآن پر عمل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سکتے جب تک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ماآئ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شکنوں کو نہ پہچان لو ، اور تم اس سے تب تک تمسک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سکتے جب تک اسے چھوڑنے والوں کو نہ پہچان لو۔</w:t>
      </w:r>
    </w:p>
    <w:p w:rsidR="00931456" w:rsidRPr="0014038B" w:rsidRDefault="00931456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tl/>
        </w:rPr>
        <w:t xml:space="preserve">[1]۔ نہج البلاغہ خطبہ: </w:t>
      </w:r>
      <w:r w:rsidRPr="0014038B">
        <w:rPr>
          <w:rFonts w:hint="cs"/>
          <w:rtl/>
        </w:rPr>
        <w:t>147</w:t>
      </w:r>
    </w:p>
    <w:p w:rsidR="00F87D67" w:rsidRPr="0014038B" w:rsidRDefault="00F87D6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F87D67" w:rsidRPr="0014038B" w:rsidRDefault="00F87D67" w:rsidP="00CA6D92">
      <w:pPr>
        <w:pStyle w:val="libNormal"/>
        <w:rPr>
          <w:rtl/>
        </w:rPr>
      </w:pP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شمس</w:t>
      </w:r>
      <w:r w:rsidRPr="0014038B">
        <w:rPr>
          <w:rtl/>
        </w:rPr>
        <w:t xml:space="preserve"> درخشندہ چو پنھان شود            شب پرہ باز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گر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دان</w:t>
      </w:r>
      <w:r w:rsidRPr="0014038B">
        <w:rPr>
          <w:rtl/>
        </w:rPr>
        <w:t xml:space="preserve"> شود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عرفان</w:t>
      </w:r>
      <w:r w:rsidRPr="0014038B">
        <w:rPr>
          <w:rtl/>
        </w:rPr>
        <w:t xml:space="preserve"> اور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جستجوکرنے والے بہت سے لوگ صرف 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پر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اکتفا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سے ذہن بھر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ںوہ</w:t>
      </w:r>
      <w:r w:rsidRPr="0014038B">
        <w:rPr>
          <w:rtl/>
        </w:rPr>
        <w:t xml:space="preserve"> 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عالم ملکوت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 حلانکہ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جگہ ذہن اور افکار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جب تک 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دل اور باطن سے نہ نکل</w:t>
      </w:r>
      <w:r w:rsidRPr="0014038B">
        <w:rPr>
          <w:rFonts w:hint="cs"/>
          <w:rtl/>
        </w:rPr>
        <w:t>ی</w:t>
      </w:r>
      <w:r w:rsidRPr="0014038B">
        <w:rPr>
          <w:rtl/>
        </w:rPr>
        <w:t>ں تب تک غرور و تکبرکے سوا کچھ حاصل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کا باطن رات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</w:t>
      </w:r>
      <w:r w:rsidRPr="0014038B">
        <w:rPr>
          <w:rtl/>
        </w:rPr>
        <w:t xml:space="preserve"> ہوتاہے ،ک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ان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معرفت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معرفت نے ان کے دل کو روشن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ہوتا اور نور معرفت نے ان کے باطن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تجل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دم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 حق نبود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چون  زن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لاف شناسا</w:t>
      </w:r>
      <w:r w:rsidRPr="0014038B">
        <w:rPr>
          <w:rFonts w:hint="cs"/>
          <w:rtl/>
        </w:rPr>
        <w:t>یی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تمام</w:t>
      </w:r>
      <w:r w:rsidRPr="0014038B">
        <w:rPr>
          <w:rtl/>
        </w:rPr>
        <w:t xml:space="preserve">  عمر با خود بود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و  نشناخت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خود  را</w:t>
      </w:r>
    </w:p>
    <w:p w:rsidR="00F87D67" w:rsidRPr="0014038B" w:rsidRDefault="00F87D67" w:rsidP="00A22F56">
      <w:pPr>
        <w:pStyle w:val="libNormal"/>
        <w:rPr>
          <w:rtl/>
          <w:lang w:bidi="ur-PK"/>
        </w:rPr>
      </w:pPr>
      <w:r w:rsidRPr="0014038B">
        <w:rPr>
          <w:rtl/>
          <w:lang w:bidi="ur-PK"/>
        </w:rPr>
        <w:br w:type="page"/>
      </w:r>
    </w:p>
    <w:p w:rsidR="00F87D67" w:rsidRPr="0014038B" w:rsidRDefault="00F87D67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29" w:name="_Toc386266912"/>
      <w:r w:rsidRPr="0014038B">
        <w:rPr>
          <w:rtl/>
        </w:rPr>
        <w:t>عرفاء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</w:t>
      </w:r>
      <w:bookmarkEnd w:id="29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عرفان اور معارف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بہرہ مند ہو ، وہ 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بعد اپنے باطن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مثبت اور واضح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کھتاہے</w:t>
      </w:r>
      <w:r w:rsidRPr="0014038B">
        <w:rPr>
          <w:rtl/>
        </w:rPr>
        <w:t xml:space="preserve">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''اِذَا تَجَلّٰ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ضِ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ائُ</w:t>
      </w:r>
      <w:r w:rsidRPr="0014038B">
        <w:rPr>
          <w:rStyle w:val="libArabicChar"/>
          <w:rtl/>
        </w:rPr>
        <w:t xml:space="preserve"> الُمَع</w:t>
      </w:r>
      <w:r w:rsidRPr="0014038B">
        <w:rPr>
          <w:rStyle w:val="libArabicChar"/>
          <w:rFonts w:hint="cs"/>
          <w:rtl/>
        </w:rPr>
        <w:t xml:space="preserve">ْرِفَةِ فِ الْفُؤٰادِ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ٰاجَ رِی</w:t>
      </w:r>
      <w:r w:rsidRPr="0014038B">
        <w:rPr>
          <w:rStyle w:val="libArabicChar"/>
          <w:rFonts w:hint="eastAsia"/>
          <w:rtl/>
        </w:rPr>
        <w:t>حُ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 xml:space="preserve">ْمَحَبَّةِ ، وَ اِذَا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ٰاجَ رِیْ</w:t>
      </w:r>
      <w:r w:rsidRPr="0014038B">
        <w:rPr>
          <w:rStyle w:val="libArabicChar"/>
          <w:rFonts w:hint="eastAsia"/>
          <w:rtl/>
        </w:rPr>
        <w:t>حُ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ْمَحَبَّةِ اِسْتَأْنَسَ ظِلاٰلَ الْمَحْبُوْبِ وَ آثَرَ الْمَحْبُوْبَ عَلیٰ</w:t>
      </w:r>
      <w:r w:rsidRPr="0014038B">
        <w:rPr>
          <w:rStyle w:val="libArabicChar"/>
          <w:rtl/>
        </w:rPr>
        <w:t xml:space="preserve"> مٰا سَوٰا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نور معرفت چمکے تو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محبت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جب نس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محبت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تووہ محبوب کے سائے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کرتا ہے اور اسے دوسروں  پر ترج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فقط 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پر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اکتفا کرنے اور اپنے ذہن کو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سے بھر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فائدہ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معارف اور 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کو(جن کا مبنٰ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قرآن و سنت ہو)جانتا ہو اور اس نے معارف کو اپنے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جگہ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نہ کہ صرف ذہن و افکار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ں،</w:t>
      </w:r>
      <w:r w:rsidRPr="0014038B">
        <w:rPr>
          <w:rtl/>
        </w:rPr>
        <w:t xml:space="preserve">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واضح ہے کہ جب انسان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معارف جاگز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(نہ کہ ذہن اور زبان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)تو اس کے رفتار و کردار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اہم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 نشان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اصلاح نفس اور ہوا و ہوس سے نجات ہے۔صح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معارف تک پہنچنے والا انسان حکمت و معارف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کرنے کے بعد اس 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سے دور ہو جاتاہے ۔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۷۰</w:t>
      </w:r>
      <w:r w:rsidRPr="0014038B">
        <w:rPr>
          <w:rtl/>
        </w:rPr>
        <w:t>ص</w:t>
      </w:r>
      <w:r w:rsidRPr="0014038B">
        <w:rPr>
          <w:rtl/>
          <w:lang w:bidi="fa-IR"/>
        </w:rPr>
        <w:t>۲۳</w:t>
      </w:r>
      <w:r w:rsidRPr="0014038B">
        <w:rPr>
          <w:rtl/>
        </w:rPr>
        <w:t>، مصباح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عة</w:t>
      </w:r>
      <w:r w:rsidRPr="0014038B">
        <w:rPr>
          <w:rtl/>
        </w:rPr>
        <w:t>: ص</w:t>
      </w:r>
      <w:r w:rsidRPr="0014038B">
        <w:rPr>
          <w:rFonts w:hint="cs"/>
          <w:rtl/>
        </w:rPr>
        <w:t>2</w:t>
      </w:r>
    </w:p>
    <w:p w:rsidR="00F87D67" w:rsidRPr="0014038B" w:rsidRDefault="00F87D67" w:rsidP="00A22F56">
      <w:pPr>
        <w:pStyle w:val="libNormal"/>
        <w:rPr>
          <w:rtl/>
          <w:lang w:bidi="ur-PK"/>
        </w:rPr>
      </w:pPr>
      <w:r w:rsidRPr="0014038B">
        <w:rPr>
          <w:rtl/>
          <w:lang w:bidi="ur-PK"/>
        </w:rPr>
        <w:br w:type="page"/>
      </w:r>
    </w:p>
    <w:p w:rsidR="00F87D67" w:rsidRPr="0014038B" w:rsidRDefault="00F87D67" w:rsidP="00F87D67">
      <w:pPr>
        <w:pStyle w:val="libNormal"/>
        <w:rPr>
          <w:rtl/>
          <w:lang w:bidi="ur-PK"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F87D67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صَحَّتْ مَعْرِفَتُ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اِنْصَرَفَتْ عَنِ الْعٰالَمِ الْفٰانِی</w:t>
      </w:r>
      <w:r w:rsidRPr="0014038B">
        <w:rPr>
          <w:rStyle w:val="libArabicChar"/>
          <w:rtl/>
        </w:rPr>
        <w:t xml:space="preserve"> نَف</w:t>
      </w:r>
      <w:r w:rsidRPr="0014038B">
        <w:rPr>
          <w:rStyle w:val="libArabicChar"/>
          <w:rFonts w:hint="cs"/>
          <w:rtl/>
        </w:rPr>
        <w:t>ْسُ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 xml:space="preserve">ُ وَ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ِمَّتُ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ُ''</w:t>
      </w:r>
      <w:r w:rsidR="00E546D1" w:rsidRPr="0014038B">
        <w:rPr>
          <w:rStyle w:val="libFootnotenumChar"/>
          <w:rFonts w:hint="cs"/>
          <w:rtl/>
        </w:rPr>
        <w:t>(</w:t>
      </w:r>
      <w:r w:rsidR="00F87D67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ہو ،اس کا نفس اور ہمت 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سے منہ موڑ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 تر ہمت اور فکر مال و دولت کو جمع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وہ کس طرح سے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معرفت حاصل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ںہے</w:t>
      </w:r>
      <w:r w:rsidRPr="0014038B">
        <w:rPr>
          <w:rtl/>
        </w:rPr>
        <w:t xml:space="preserve"> کہ معرفت قلب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 نہ کہ ذہن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اگر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دل کو انوار معارف  نے اپنے احاطہ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ہوتو وہ کس طرح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اموال اور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شہوت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غرق رہ سکتا ہے اور کس طرح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ہمت و ارادہ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کا پابند ہو سکتاہے؟!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کہ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حضرت امام سجاد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F87D67">
      <w:pPr>
        <w:pStyle w:val="libNormal"/>
        <w:rPr>
          <w:rtl/>
        </w:rPr>
      </w:pPr>
      <w:r w:rsidRPr="0014038B">
        <w:rPr>
          <w:rStyle w:val="libArabicChar"/>
          <w:rtl/>
        </w:rPr>
        <w:t>''.....اِنَّمٰا اَ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ْلُ الدُّنْیٰ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ع</w:t>
      </w:r>
      <w:r w:rsidRPr="0014038B">
        <w:rPr>
          <w:rStyle w:val="libArabicChar"/>
          <w:rFonts w:hint="cs"/>
          <w:rtl/>
        </w:rPr>
        <w:t>ْشِقُوْنَ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ْاَمْوٰالَ''</w:t>
      </w:r>
      <w:r w:rsidR="00E546D1" w:rsidRPr="0014038B">
        <w:rPr>
          <w:rStyle w:val="libFootnotenumChar"/>
          <w:rFonts w:hint="cs"/>
          <w:rtl/>
        </w:rPr>
        <w:t>(</w:t>
      </w:r>
      <w:r w:rsidR="00F87D67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والے مال و دولت سے عشق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ںگے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کادل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اکے</w:t>
      </w:r>
      <w:r w:rsidRPr="0014038B">
        <w:rPr>
          <w:rtl/>
        </w:rPr>
        <w:t xml:space="preserve"> عشق سے لبر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ہو چکاہو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شہرت و حکومت تو وہ کس طرح اپنے دل کوخاندان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انوار سے سرشار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معارف سے منور کر سکتاہے ؟!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F87D67" w:rsidRPr="0014038B">
        <w:rPr>
          <w:rFonts w:hint="cs"/>
          <w:rtl/>
        </w:rPr>
        <w:t>1</w:t>
      </w:r>
      <w:r w:rsidRPr="0014038B">
        <w:rPr>
          <w:rtl/>
        </w:rPr>
        <w:t xml:space="preserve">]۔ شرح غرر الحکم:ج </w:t>
      </w:r>
      <w:r w:rsidRPr="0014038B">
        <w:rPr>
          <w:rtl/>
          <w:lang w:bidi="fa-IR"/>
        </w:rPr>
        <w:t>۵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۴۵۳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F87D67" w:rsidRPr="0014038B">
        <w:rPr>
          <w:rFonts w:hint="cs"/>
          <w:rtl/>
        </w:rPr>
        <w:t>2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۷۰</w:t>
      </w:r>
      <w:r w:rsidRPr="0014038B">
        <w:rPr>
          <w:rtl/>
        </w:rPr>
        <w:t>ص</w:t>
      </w:r>
      <w:r w:rsidRPr="0014038B">
        <w:rPr>
          <w:rtl/>
          <w:lang w:bidi="fa-IR"/>
        </w:rPr>
        <w:t>۲۳</w:t>
      </w:r>
      <w:r w:rsidRPr="0014038B">
        <w:rPr>
          <w:rtl/>
        </w:rPr>
        <w:t>، مصباح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عة</w:t>
      </w:r>
      <w:r w:rsidRPr="0014038B">
        <w:rPr>
          <w:rtl/>
        </w:rPr>
        <w:t>: ص</w:t>
      </w:r>
      <w:r w:rsidRPr="0014038B">
        <w:rPr>
          <w:rtl/>
          <w:lang w:bidi="fa-IR"/>
        </w:rPr>
        <w:t>۲</w:t>
      </w:r>
    </w:p>
    <w:p w:rsidR="00F87D67" w:rsidRPr="0014038B" w:rsidRDefault="00F87D6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2132E5">
      <w:pPr>
        <w:pStyle w:val="Heading1"/>
        <w:rPr>
          <w:rtl/>
        </w:rPr>
      </w:pPr>
      <w:bookmarkStart w:id="30" w:name="_Toc386266913"/>
      <w:r w:rsidRPr="0014038B">
        <w:rPr>
          <w:rtl/>
        </w:rPr>
        <w:lastRenderedPageBreak/>
        <w:t>عرفاء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صفات</w:t>
      </w:r>
      <w:bookmarkEnd w:id="30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معرفت</w:t>
      </w:r>
      <w:r w:rsidRPr="0014038B">
        <w:rPr>
          <w:rtl/>
        </w:rPr>
        <w:t xml:space="preserve"> اور معارف کے انوار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چمک سے عرفاء  کے دل اور افکار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مائل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وہ فقط خدائے مہربان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اگرچہ وہ لوگوں کے ساتھ اور لوگوں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بسر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خود کو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خدا کے محضر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تصور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اس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''اَل</w:t>
      </w:r>
      <w:r w:rsidRPr="0014038B">
        <w:rPr>
          <w:rStyle w:val="libArabicChar"/>
          <w:rFonts w:hint="cs"/>
          <w:rtl/>
        </w:rPr>
        <w:t>ْعٰارِفُ شَخْصُ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مَعَ الْخَلْقِ وَ قَلْبُ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مَعَ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عارف</w:t>
      </w:r>
      <w:r w:rsidRPr="0014038B">
        <w:rPr>
          <w:rtl/>
        </w:rPr>
        <w:t xml:space="preserve"> ظاہراً لوگوں کے ساتھ ہوتا 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کا دل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ہوتاہے۔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ذرا</w:t>
      </w:r>
      <w:r w:rsidRPr="0014038B">
        <w:rPr>
          <w:rtl/>
        </w:rPr>
        <w:t xml:space="preserve"> غور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جئے</w:t>
      </w:r>
      <w:r w:rsidRPr="0014038B">
        <w:rPr>
          <w:rtl/>
        </w:rPr>
        <w:t xml:space="preserve"> !اہلب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نے جس عرفان کا تعارف کروا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اور لوگوں کے بنائے گئے عرفان(جو تمام لوگوں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کرنا چاہتاہے)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کتنا فرق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مکتب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صاحبان معرفت نہ صرف اپنے پورے وجود سے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خدا نے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اور نفس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سے مأنوس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الساجد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امام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العابد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مناجات انج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''وَ اٰنَس</w:t>
      </w:r>
      <w:r w:rsidRPr="0014038B">
        <w:rPr>
          <w:rStyle w:val="libArabicChar"/>
          <w:rFonts w:hint="cs"/>
          <w:rtl/>
        </w:rPr>
        <w:t>ْتَ نُفُوْسَ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بِمَعْرِفَتِکَ''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کے نفوس (سالک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اللہ)کو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سے مانوس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۹۲</w:t>
      </w:r>
      <w:r w:rsidRPr="0014038B">
        <w:rPr>
          <w:rtl/>
        </w:rPr>
        <w:t>ص</w:t>
      </w:r>
      <w:r w:rsidRPr="0014038B">
        <w:rPr>
          <w:rtl/>
          <w:lang w:bidi="fa-IR"/>
        </w:rPr>
        <w:t>۲۴۴</w:t>
      </w:r>
      <w:r w:rsidRPr="0014038B">
        <w:rPr>
          <w:rtl/>
        </w:rPr>
        <w:t>،اور ج</w:t>
      </w:r>
      <w:r w:rsidRPr="0014038B">
        <w:rPr>
          <w:rtl/>
          <w:lang w:bidi="fa-IR"/>
        </w:rPr>
        <w:t>۷۱</w:t>
      </w:r>
      <w:r w:rsidRPr="0014038B">
        <w:rPr>
          <w:rtl/>
        </w:rPr>
        <w:t>ص</w:t>
      </w:r>
      <w:r w:rsidRPr="0014038B">
        <w:rPr>
          <w:rtl/>
          <w:lang w:bidi="fa-IR"/>
        </w:rPr>
        <w:t>۲۳۰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tl/>
        </w:rPr>
        <w:t>[2] بحار الانوار:ج</w:t>
      </w:r>
      <w:r w:rsidRPr="0014038B">
        <w:rPr>
          <w:rtl/>
          <w:lang w:bidi="fa-IR"/>
        </w:rPr>
        <w:t>۹۴</w:t>
      </w:r>
      <w:r w:rsidRPr="0014038B">
        <w:rPr>
          <w:rtl/>
        </w:rPr>
        <w:t>ص</w:t>
      </w:r>
      <w:r w:rsidRPr="0014038B">
        <w:rPr>
          <w:rtl/>
          <w:lang w:bidi="fa-IR"/>
        </w:rPr>
        <w:t>۱۵</w:t>
      </w:r>
      <w:r w:rsidRPr="0014038B">
        <w:rPr>
          <w:rFonts w:hint="cs"/>
          <w:rtl/>
        </w:rPr>
        <w:t>6</w:t>
      </w:r>
    </w:p>
    <w:p w:rsidR="00F87D67" w:rsidRPr="0014038B" w:rsidRDefault="00F87D6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معارف</w:t>
      </w:r>
      <w:r w:rsidRPr="0014038B">
        <w:rPr>
          <w:rtl/>
        </w:rPr>
        <w:t xml:space="preserve"> کے ساتھ انس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آہستہ آہستہ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ہو جاتا ہے اور تب تک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ہوتا رہتاہے جب تک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معرفت کے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درجات تک نہ پہنچ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عرفاء کو علو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کہا جاتا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F87D67">
      <w:pPr>
        <w:pStyle w:val="libNormal"/>
        <w:rPr>
          <w:rtl/>
        </w:rPr>
      </w:pPr>
      <w:r w:rsidRPr="0014038B">
        <w:rPr>
          <w:rStyle w:val="libArabicChar"/>
          <w:rtl/>
        </w:rPr>
        <w:t>''اَل</w:t>
      </w:r>
      <w:r w:rsidRPr="0014038B">
        <w:rPr>
          <w:rStyle w:val="libArabicChar"/>
          <w:rFonts w:hint="cs"/>
          <w:rtl/>
        </w:rPr>
        <w:t>ْمُؤْمِنُ عَلَوِّ لِاَنَّ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عَلاٰ فِ الْمَعْرِفَةِ''</w:t>
      </w:r>
      <w:r w:rsidR="00E546D1" w:rsidRPr="0014038B">
        <w:rPr>
          <w:rStyle w:val="libFootnotenumChar"/>
          <w:rFonts w:hint="cs"/>
          <w:rtl/>
        </w:rPr>
        <w:t>(</w:t>
      </w:r>
      <w:r w:rsidR="00F87D67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مومن</w:t>
      </w:r>
      <w:r w:rsidRPr="0014038B">
        <w:rPr>
          <w:rtl/>
        </w:rPr>
        <w:t xml:space="preserve"> علو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اس نے معرفت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 حاصل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معارف کے تابناک انوار پورے وجود پر احاطہ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معارف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روح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منور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علوم کے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جواہر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سر</w:t>
      </w:r>
      <w:r w:rsidRPr="0014038B">
        <w:rPr>
          <w:rtl/>
        </w:rPr>
        <w:t xml:space="preserve"> آتے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معارف کے خزانوں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ہوتا رہتاہے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اسرار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خزانے تک رسائ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اور اسے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امانت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اپنے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محفوظ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F87D67">
      <w:pPr>
        <w:pStyle w:val="libNormal"/>
        <w:rPr>
          <w:rtl/>
        </w:rPr>
      </w:pPr>
      <w:r w:rsidRPr="0014038B">
        <w:rPr>
          <w:rStyle w:val="libArabicChar"/>
          <w:rtl/>
        </w:rPr>
        <w:t>''اَل</w:t>
      </w:r>
      <w:r w:rsidRPr="0014038B">
        <w:rPr>
          <w:rStyle w:val="libArabicChar"/>
          <w:rFonts w:hint="cs"/>
          <w:rtl/>
        </w:rPr>
        <w:t>ْعٰارِفُ اَمِیْ</w:t>
      </w:r>
      <w:r w:rsidRPr="0014038B">
        <w:rPr>
          <w:rStyle w:val="libArabicChar"/>
          <w:rFonts w:hint="eastAsia"/>
          <w:rtl/>
        </w:rPr>
        <w:t>نُ</w:t>
      </w:r>
      <w:r w:rsidRPr="0014038B">
        <w:rPr>
          <w:rStyle w:val="libArabicChar"/>
          <w:rtl/>
        </w:rPr>
        <w:t xml:space="preserve"> وَدٰائِعِ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وَ کَن</w:t>
      </w:r>
      <w:r w:rsidRPr="0014038B">
        <w:rPr>
          <w:rStyle w:val="libArabicChar"/>
          <w:rFonts w:hint="cs"/>
          <w:rtl/>
        </w:rPr>
        <w:t>ْزُ اَسْرٰارِ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ِ''</w:t>
      </w:r>
      <w:r w:rsidR="00E546D1" w:rsidRPr="0014038B">
        <w:rPr>
          <w:rStyle w:val="libFootnotenumChar"/>
          <w:rFonts w:hint="cs"/>
          <w:rtl/>
        </w:rPr>
        <w:t>(</w:t>
      </w:r>
      <w:r w:rsidR="00F87D67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عارف</w:t>
      </w:r>
      <w:r w:rsidRPr="0014038B">
        <w:rPr>
          <w:rtl/>
        </w:rPr>
        <w:t xml:space="preserve"> 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اسرار خدا کے خزانوں کا امانتدار ہوتاہے۔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پرجو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عرفان کے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مقام پر فائز ہوں اور جنہوں نے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عرفان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و سلوک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منزل طے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ہو،وہ کس طرح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راز کو آسان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</w:t>
      </w:r>
      <w:r w:rsidRPr="0014038B">
        <w:rPr>
          <w:rtl/>
        </w:rPr>
        <w:t xml:space="preserve">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کس طرح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خزانہ 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دسترس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دے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جنہوں نے اس کے لئے زحمت اور تکل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نہ ا</w:t>
      </w:r>
      <w:r w:rsidRPr="0014038B">
        <w:rPr>
          <w:rFonts w:hint="eastAsia"/>
          <w:rtl/>
        </w:rPr>
        <w:t>ٹھائ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ہو؟!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F87D67" w:rsidP="00E546D1">
      <w:pPr>
        <w:pStyle w:val="libFootnote0"/>
        <w:rPr>
          <w:rtl/>
        </w:rPr>
      </w:pPr>
      <w:r w:rsidRPr="0014038B">
        <w:rPr>
          <w:rtl/>
        </w:rPr>
        <w:t xml:space="preserve"> </w:t>
      </w:r>
      <w:r w:rsidR="00CA6D92"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="00CA6D92" w:rsidRPr="0014038B">
        <w:rPr>
          <w:rtl/>
        </w:rPr>
        <w:t>] بحار الانوار:ج</w:t>
      </w:r>
      <w:r w:rsidR="00CA6D92" w:rsidRPr="0014038B">
        <w:rPr>
          <w:rFonts w:hint="cs"/>
          <w:rtl/>
        </w:rPr>
        <w:t>6</w:t>
      </w:r>
      <w:r w:rsidR="00CA6D92" w:rsidRPr="0014038B">
        <w:rPr>
          <w:rtl/>
          <w:lang w:bidi="fa-IR"/>
        </w:rPr>
        <w:t>۷</w:t>
      </w:r>
      <w:r w:rsidR="00CA6D92" w:rsidRPr="0014038B">
        <w:rPr>
          <w:rtl/>
        </w:rPr>
        <w:t>ص</w:t>
      </w:r>
      <w:r w:rsidR="00CA6D92" w:rsidRPr="0014038B">
        <w:rPr>
          <w:rtl/>
          <w:lang w:bidi="fa-IR"/>
        </w:rPr>
        <w:t>۱۷۱</w:t>
      </w:r>
      <w:r w:rsidR="00CA6D92" w:rsidRPr="0014038B">
        <w:rPr>
          <w:rtl/>
        </w:rPr>
        <w:t>، علل الشرائع: ج</w:t>
      </w:r>
      <w:r w:rsidR="00CA6D92" w:rsidRPr="0014038B">
        <w:rPr>
          <w:rtl/>
          <w:lang w:bidi="fa-IR"/>
        </w:rPr>
        <w:t>۲</w:t>
      </w:r>
      <w:r w:rsidR="00CA6D92" w:rsidRPr="0014038B">
        <w:rPr>
          <w:rtl/>
        </w:rPr>
        <w:t>ص</w:t>
      </w:r>
      <w:r w:rsidR="00CA6D92" w:rsidRPr="0014038B">
        <w:rPr>
          <w:rtl/>
          <w:lang w:bidi="fa-IR"/>
        </w:rPr>
        <w:t>۱۵۲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F87D67" w:rsidRPr="0014038B">
        <w:rPr>
          <w:rFonts w:hint="cs"/>
          <w:rtl/>
        </w:rPr>
        <w:t>2</w:t>
      </w:r>
      <w:r w:rsidRPr="0014038B">
        <w:rPr>
          <w:rtl/>
        </w:rPr>
        <w:t xml:space="preserve">]۔ بحار الانوار:ج </w:t>
      </w:r>
      <w:r w:rsidRPr="0014038B">
        <w:rPr>
          <w:rFonts w:hint="cs"/>
          <w:rtl/>
        </w:rPr>
        <w:t>3ص</w:t>
      </w:r>
      <w:r w:rsidRPr="0014038B">
        <w:rPr>
          <w:rtl/>
          <w:lang w:bidi="fa-IR"/>
        </w:rPr>
        <w:t>۱۴</w:t>
      </w:r>
    </w:p>
    <w:p w:rsidR="00F87D67" w:rsidRPr="0014038B" w:rsidRDefault="00F87D6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F87D67" w:rsidRPr="0014038B" w:rsidRDefault="00F87D67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31" w:name="_Toc386266914"/>
      <w:r w:rsidRPr="0014038B">
        <w:rPr>
          <w:rtl/>
        </w:rPr>
        <w:t>صاحبان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صحبت</w:t>
      </w:r>
      <w:bookmarkEnd w:id="31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معارف</w:t>
      </w:r>
      <w:r w:rsidRPr="0014038B">
        <w:rPr>
          <w:rtl/>
        </w:rPr>
        <w:t xml:space="preserve">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عقائد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کے لئے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معارف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تکل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برداشت کرنے والے افراد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صحبت اور ان سے گفتگو بہت اثر رکھت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آئمہ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اقوال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سجاد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''جٰالِسُوا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ْلَ الدِّیْ</w:t>
      </w:r>
      <w:r w:rsidRPr="0014038B">
        <w:rPr>
          <w:rStyle w:val="libArabicChar"/>
          <w:rFonts w:hint="eastAsia"/>
          <w:rtl/>
        </w:rPr>
        <w:t>نِ</w:t>
      </w:r>
      <w:r w:rsidRPr="0014038B">
        <w:rPr>
          <w:rStyle w:val="libArabicChar"/>
          <w:rtl/>
        </w:rPr>
        <w:t xml:space="preserve"> وَ ال</w:t>
      </w:r>
      <w:r w:rsidRPr="0014038B">
        <w:rPr>
          <w:rStyle w:val="libArabicChar"/>
          <w:rFonts w:hint="cs"/>
          <w:rtl/>
        </w:rPr>
        <w:t>ْمَعْرِفَةِ''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اہل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صحبت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صاحبان</w:t>
      </w:r>
      <w:r w:rsidRPr="0014038B">
        <w:rPr>
          <w:rtl/>
        </w:rPr>
        <w:t xml:space="preserve">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صحبت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حقائق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ہوتا ہے اور ان کے وجود سے نکلنے والے کلمات انسان کے وجود پر بہت گہرا اثر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معارف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 اہم اور مؤثر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بزرگان معرفت اور صاحبان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صحبت ہے۔اس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باتوں کو سن کر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منورکر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معارف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اور سچے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روکار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جو اس خاندان پاک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 کا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روکار</w:t>
      </w:r>
      <w:r w:rsidRPr="0014038B">
        <w:rPr>
          <w:rtl/>
        </w:rPr>
        <w:t xml:space="preserve"> ہووہ لوگوں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علوم و معارف اور حقوق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دعوت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اہل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صاحبان معرفت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صحبت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کرو تا کہ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معارف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آگاہ ہو سکو۔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 ۔ بحار الانوار:ج</w:t>
      </w:r>
      <w:r w:rsidRPr="0014038B">
        <w:rPr>
          <w:rtl/>
          <w:lang w:bidi="fa-IR"/>
        </w:rPr>
        <w:t>۷۴</w:t>
      </w:r>
      <w:r w:rsidRPr="0014038B">
        <w:rPr>
          <w:rtl/>
        </w:rPr>
        <w:t>ص</w:t>
      </w:r>
      <w:r w:rsidRPr="0014038B">
        <w:rPr>
          <w:rtl/>
          <w:lang w:bidi="fa-IR"/>
        </w:rPr>
        <w:t>۱۹</w:t>
      </w:r>
      <w:r w:rsidRPr="0014038B">
        <w:rPr>
          <w:rFonts w:hint="cs"/>
          <w:rtl/>
        </w:rPr>
        <w:t>6</w:t>
      </w:r>
    </w:p>
    <w:p w:rsidR="00F87D67" w:rsidRPr="0014038B" w:rsidRDefault="00F87D6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F87D67" w:rsidRPr="0014038B" w:rsidRDefault="00F87D67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32" w:name="_Toc386266915"/>
      <w:r w:rsidRPr="0014038B">
        <w:rPr>
          <w:rtl/>
        </w:rPr>
        <w:t>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تعادل و ہماہنگ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رکھنا</w:t>
      </w:r>
      <w:bookmarkEnd w:id="32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ہونے والے افراد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متعارف اور استثنائ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ہونے سے نجات کے لئے 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تعادل اور ہماہنگ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رکھنے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لئے بزرگان نفرت اور محبت کو ہماہنگ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نفرت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ہے لہذا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کے لئے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اور محبت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مثبت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زہے</w:t>
      </w:r>
      <w:r w:rsidRPr="0014038B">
        <w:rPr>
          <w:rtl/>
        </w:rPr>
        <w:t xml:space="preserve"> لہذا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مثبت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شرفت</w:t>
      </w:r>
      <w:r w:rsidRPr="0014038B">
        <w:rPr>
          <w:rtl/>
        </w:rPr>
        <w:t xml:space="preserve"> کا لازمہ تعادل اور ہماہنگ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بلب کے روشن ہونے کے لئے مثبت اور منف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شعاعوں کا ہونا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مثبت اور منف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ہماہنگ اور متعادل ہونے چاہئ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دونوں سے ان کے اپنے مورد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استفادہ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جس طرح ہمارے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کا ہونا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ہمارے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دشمنوں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 کے لئے نفرت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طرح ہمارے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ظالموں اور جابروں کے لئے نفرت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اور صالح افرادکے لئے محبت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عرفاء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معاشرے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حال سے    تنفر کو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سے ہماہنگ اور متعادل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F87D67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شوق کو عرفا ء کے شخص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سے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ہوئے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F87D67" w:rsidRPr="0014038B" w:rsidRDefault="00F87D6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''اَلشَّو</w:t>
      </w:r>
      <w:r w:rsidRPr="0014038B">
        <w:rPr>
          <w:rStyle w:val="libArabicChar"/>
          <w:rFonts w:hint="cs"/>
          <w:rtl/>
        </w:rPr>
        <w:t>ْقُ خُلْصٰانُ الْعٰارِفِیْ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شوق</w:t>
      </w:r>
      <w:r w:rsidRPr="0014038B">
        <w:rPr>
          <w:rtl/>
        </w:rPr>
        <w:t xml:space="preserve"> عرفا 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صفات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اگران</w:t>
      </w:r>
      <w:r w:rsidRPr="0014038B">
        <w:rPr>
          <w:rtl/>
        </w:rPr>
        <w:t xml:space="preserve"> کا  متنفر مسائل سے واسطہ پڑھ جائے کہ جو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روح کواذ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پہنچائ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وہ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کسالت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اسے خود سے شوق و نشاط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اسے خود سے دور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سے وہ خود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تعادل و ہماہنگ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ہمّام سے مومن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اوصاف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ہوئے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''تَرٰا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بَعِ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داً</w:t>
      </w:r>
      <w:r w:rsidRPr="0014038B">
        <w:rPr>
          <w:rStyle w:val="libArabicChar"/>
          <w:rtl/>
        </w:rPr>
        <w:t xml:space="preserve"> کَسِلُ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، دٰائِمًا نَشٰاطُ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تم</w:t>
      </w:r>
      <w:r w:rsidRPr="0014038B">
        <w:rPr>
          <w:rtl/>
        </w:rPr>
        <w:t xml:space="preserve"> اس(مومن) سے کسالت کودور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کھو</w:t>
      </w:r>
      <w:r w:rsidRPr="0014038B">
        <w:rPr>
          <w:rtl/>
        </w:rPr>
        <w:t xml:space="preserve"> گے اور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اسے با نشاط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کھو</w:t>
      </w:r>
      <w:r w:rsidRPr="0014038B">
        <w:rPr>
          <w:rtl/>
        </w:rPr>
        <w:t xml:space="preserve"> گے۔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نے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ہم گناہوں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ناام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نشاط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رحم</w:t>
      </w:r>
      <w:r w:rsidRPr="0014038B">
        <w:rPr>
          <w:rtl/>
        </w:rPr>
        <w:t xml:space="preserve"> و بخشش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کرکے جبران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۔جمعہ کے دن منقول دو رکعت نماز کے بعد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''اِن</w:t>
      </w:r>
      <w:r w:rsidRPr="0014038B">
        <w:rPr>
          <w:rStyle w:val="libArabicChar"/>
          <w:rFonts w:hint="cs"/>
          <w:rtl/>
        </w:rPr>
        <w:t>ْ اَقْنَطَتْنِ ذُنُوْبِ نَشَّطَنِ عَفْوُکَ''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3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گناہ مجھے ناام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بخشش مجھے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و نشاطک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ابھارت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tl/>
        </w:rPr>
        <w:t>[1]۔ شرح غررالحکم: ج</w:t>
      </w:r>
      <w:r w:rsidRPr="0014038B">
        <w:rPr>
          <w:rtl/>
          <w:lang w:bidi="fa-IR"/>
        </w:rPr>
        <w:t>۱</w:t>
      </w:r>
      <w:r w:rsidRPr="0014038B">
        <w:rPr>
          <w:rtl/>
        </w:rPr>
        <w:t>ص</w:t>
      </w:r>
      <w:r w:rsidRPr="0014038B">
        <w:rPr>
          <w:rtl/>
          <w:lang w:bidi="fa-IR"/>
        </w:rPr>
        <w:t>۲۱۴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tl/>
        </w:rPr>
        <w:t>[2]۔ بحار الانوار:ج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۷</w:t>
      </w:r>
      <w:r w:rsidRPr="0014038B">
        <w:rPr>
          <w:rtl/>
        </w:rPr>
        <w:t>ص</w:t>
      </w:r>
      <w:r w:rsidRPr="0014038B">
        <w:rPr>
          <w:rtl/>
          <w:lang w:bidi="fa-IR"/>
        </w:rPr>
        <w:t>۳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۷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tl/>
        </w:rPr>
        <w:t xml:space="preserve">[3]۔ بحار الانوار:ج </w:t>
      </w:r>
      <w:r w:rsidRPr="0014038B">
        <w:rPr>
          <w:rtl/>
          <w:lang w:bidi="fa-IR"/>
        </w:rPr>
        <w:t>۸۹</w:t>
      </w:r>
      <w:r w:rsidRPr="0014038B">
        <w:rPr>
          <w:rtl/>
        </w:rPr>
        <w:t>ص</w:t>
      </w:r>
      <w:r w:rsidRPr="0014038B">
        <w:rPr>
          <w:rtl/>
          <w:lang w:bidi="fa-IR"/>
        </w:rPr>
        <w:t>۳۷۰</w:t>
      </w:r>
      <w:r w:rsidRPr="0014038B">
        <w:rPr>
          <w:rtl/>
        </w:rPr>
        <w:t xml:space="preserve"> مصباح المتہجد:</w:t>
      </w:r>
      <w:r w:rsidRPr="0014038B">
        <w:rPr>
          <w:rFonts w:hint="cs"/>
          <w:rtl/>
        </w:rPr>
        <w:t>223</w:t>
      </w:r>
    </w:p>
    <w:p w:rsidR="00F87D67" w:rsidRPr="0014038B" w:rsidRDefault="00F87D6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F87D67" w:rsidRPr="0014038B" w:rsidRDefault="00F87D67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بسط و قبض نفس (دو 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اصطلاحات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نفس پر قابو رکھنا)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مسائل  بہت  اہم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کرناضرور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گناہ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انسان اپنے نفس پر قابو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رکھھ سکتا 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رحمت و بخشش سے باپنے نفس پر ابو پا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ہے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خداوند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بخشش  نشاط کا باعث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گناہ کے وقت توبہ اور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بخشش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بسط و قبض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تعادل و ہماہنگ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ہو سکے ۔خدا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بخشش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سے قبض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زائل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اور نفس کے لئے بسط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F87D67">
      <w:pPr>
        <w:pStyle w:val="libNormal"/>
        <w:rPr>
          <w:rtl/>
        </w:rPr>
      </w:pPr>
      <w:r w:rsidRPr="0014038B">
        <w:rPr>
          <w:rStyle w:val="libArabicChar"/>
          <w:rtl/>
        </w:rPr>
        <w:t>''اَلسُّرُو</w:t>
      </w:r>
      <w:r w:rsidRPr="0014038B">
        <w:rPr>
          <w:rStyle w:val="libArabicChar"/>
          <w:rFonts w:hint="cs"/>
          <w:rtl/>
        </w:rPr>
        <w:t>ْرَ یَ</w:t>
      </w:r>
      <w:r w:rsidRPr="0014038B">
        <w:rPr>
          <w:rStyle w:val="libArabicChar"/>
          <w:rFonts w:hint="eastAsia"/>
          <w:rtl/>
        </w:rPr>
        <w:t>ب</w:t>
      </w:r>
      <w:r w:rsidRPr="0014038B">
        <w:rPr>
          <w:rStyle w:val="libArabicChar"/>
          <w:rFonts w:hint="cs"/>
          <w:rtl/>
        </w:rPr>
        <w:t>ْسِطُ</w:t>
      </w:r>
      <w:r w:rsidRPr="0014038B">
        <w:rPr>
          <w:rStyle w:val="libArabicChar"/>
          <w:rtl/>
        </w:rPr>
        <w:t xml:space="preserve"> النَّف</w:t>
      </w:r>
      <w:r w:rsidRPr="0014038B">
        <w:rPr>
          <w:rStyle w:val="libArabicChar"/>
          <w:rFonts w:hint="cs"/>
          <w:rtl/>
        </w:rPr>
        <w:t>ْسَ وَ یَ</w:t>
      </w:r>
      <w:r w:rsidRPr="0014038B">
        <w:rPr>
          <w:rStyle w:val="libArabicChar"/>
          <w:rFonts w:hint="eastAsia"/>
          <w:rtl/>
        </w:rPr>
        <w:t>ثِ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رُ</w:t>
      </w:r>
      <w:r w:rsidRPr="0014038B">
        <w:rPr>
          <w:rStyle w:val="libArabicChar"/>
          <w:rtl/>
        </w:rPr>
        <w:t xml:space="preserve"> النَّشٰاطَ ''</w:t>
      </w:r>
      <w:r w:rsidR="00E546D1" w:rsidRPr="0014038B">
        <w:rPr>
          <w:rStyle w:val="libFootnotenumChar"/>
          <w:rtl/>
        </w:rPr>
        <w:t>(</w:t>
      </w:r>
      <w:r w:rsidR="00F87D67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سرور</w:t>
      </w:r>
      <w:r w:rsidRPr="0014038B">
        <w:rPr>
          <w:rtl/>
        </w:rPr>
        <w:t xml:space="preserve"> و مسرت نفس کو بسط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اور نشاط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کرتا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اگر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گناہ کا مرتکب ہو تو گرفتگ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قبض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کو سرور (خدا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بخشش سے حاصل ہونے والا سرور) سے متعادل کرے تا کہ ناام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گناہ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تکرار نہ ہو۔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اب جب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واضح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کہ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تعادل کا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رکھنا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تو اس بناء پر جو افراد روح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پرواز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مائل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رکھنا چاہئے کہ پرواز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دو پروں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اگر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نہ ہو تو پھر گرنا اور سقوط حتم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ہوتاہے۔پس دو پروں سے استفادہ کرنے کے لئے دو متقابل حالتوں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تعادل و ہماہنگ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F87D67" w:rsidRPr="0014038B" w:rsidRDefault="00F87D6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F87D67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شرح غررالحکم:ج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۱۱۳</w:t>
      </w:r>
    </w:p>
    <w:p w:rsidR="00F87D67" w:rsidRPr="0014038B" w:rsidRDefault="00F87D6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0D4FFC" w:rsidRPr="0014038B" w:rsidRDefault="000D4FFC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33" w:name="_Toc386266916"/>
      <w:r w:rsidRPr="0014038B">
        <w:rPr>
          <w:rtl/>
        </w:rPr>
        <w:t>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  <w:bookmarkEnd w:id="33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بخش مکتب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معارف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اپنے اعتقادات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بشر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و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الات</w:t>
      </w:r>
      <w:r w:rsidRPr="0014038B">
        <w:rPr>
          <w:rtl/>
        </w:rPr>
        <w:t xml:space="preserve"> سے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معارف کو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کھنے</w:t>
      </w:r>
      <w:r w:rsidRPr="0014038B">
        <w:rPr>
          <w:rtl/>
        </w:rPr>
        <w:t xml:space="preserve"> اور عقائد کو درک کرنے کا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راستہ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اپنے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اعتقادات اور 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کو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اخذ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خاندان نبوت و رسالت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حکمت کا درس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عارف</w:t>
      </w:r>
      <w:r w:rsidRPr="0014038B">
        <w:rPr>
          <w:rtl/>
        </w:rPr>
        <w:t xml:space="preserve"> نما لوگوں سے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عارف ہونے کا دعو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تو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مگر آداب و رسوم کو ترک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معارف کے آثار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عرفاء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صفات و خصال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جن کا وجود معرفت کے انوار سے منور ہوتاہے۔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تعادل اور ہماہنگ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رعا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عرفان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قبض،بسط اور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نشاط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آپ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متعادل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بسر کر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ابو</w:t>
      </w:r>
      <w:r w:rsidRPr="0014038B">
        <w:rPr>
          <w:rtl/>
        </w:rPr>
        <w:t xml:space="preserve">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دق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مطالعہ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کے نکات پر غور و فکر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کے اسرار و معارف سے اپنے وجود کو منور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فردا</w:t>
      </w:r>
      <w:r w:rsidRPr="0014038B">
        <w:rPr>
          <w:rtl/>
        </w:rPr>
        <w:t xml:space="preserve"> کہ زوال شش جہت خواھد بود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قدر</w:t>
      </w:r>
      <w:r w:rsidRPr="0014038B">
        <w:rPr>
          <w:rtl/>
        </w:rPr>
        <w:t xml:space="preserve">  تو  بہ  قدر معرفت خواھد بود</w:t>
      </w:r>
    </w:p>
    <w:p w:rsidR="000D4FFC" w:rsidRPr="0014038B" w:rsidRDefault="000D4FFC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5221CD">
      <w:pPr>
        <w:pStyle w:val="Heading1Center"/>
        <w:rPr>
          <w:rtl/>
        </w:rPr>
      </w:pPr>
      <w:bookmarkStart w:id="34" w:name="_Toc386266917"/>
      <w:r w:rsidRPr="0014038B">
        <w:rPr>
          <w:rFonts w:hint="eastAsia"/>
          <w:rtl/>
        </w:rPr>
        <w:lastRenderedPageBreak/>
        <w:t>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سراباب</w:t>
      </w:r>
      <w:bookmarkEnd w:id="34"/>
    </w:p>
    <w:p w:rsidR="00CA6D92" w:rsidRPr="0014038B" w:rsidRDefault="00CA6D92" w:rsidP="005221CD">
      <w:pPr>
        <w:pStyle w:val="Heading1Center"/>
        <w:rPr>
          <w:rtl/>
        </w:rPr>
      </w:pPr>
      <w:bookmarkStart w:id="35" w:name="_Toc386266918"/>
      <w:r w:rsidRPr="0014038B">
        <w:rPr>
          <w:rFonts w:hint="eastAsia"/>
          <w:rtl/>
        </w:rPr>
        <w:t>عبادت</w:t>
      </w:r>
      <w:r w:rsidRPr="0014038B">
        <w:rPr>
          <w:rtl/>
        </w:rPr>
        <w:t xml:space="preserve">  و  بندگ</w:t>
      </w:r>
      <w:r w:rsidRPr="0014038B">
        <w:rPr>
          <w:rFonts w:hint="cs"/>
          <w:rtl/>
        </w:rPr>
        <w:t>ی</w:t>
      </w:r>
      <w:bookmarkEnd w:id="35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المو 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السلام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 اِذٰا أَحَبَّ 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ُ عَب</w:t>
      </w:r>
      <w:r w:rsidRPr="0014038B">
        <w:rPr>
          <w:rFonts w:hint="cs"/>
          <w:rtl/>
        </w:rPr>
        <w:t>ْداً أَلْ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َمَ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حُسْنَ الْعِبٰادَةِ 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بندے کو دوست رکھتا ہے  تو اس پر اچھ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سے عبادت کرنے کا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r w:rsidRPr="0014038B">
        <w:rPr>
          <w:rtl/>
        </w:rPr>
        <w:t xml:space="preserve"> الہام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عبادات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عبادات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عبادت مخلصانہ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نشاط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نشاط کے اثرات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کراہت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عبادت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محبت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نشاط کا راز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</w:p>
    <w:p w:rsidR="000D4FFC" w:rsidRPr="0014038B" w:rsidRDefault="000D4FFC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081220" w:rsidRPr="0014038B" w:rsidRDefault="00081220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36" w:name="_Toc386266919"/>
      <w:r w:rsidRPr="0014038B">
        <w:rPr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</w:t>
      </w:r>
      <w:bookmarkEnd w:id="36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انسان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عظمت و شرافت پہ دلالت کرنے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انسان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کے لئے کمر ہمت باندھ لے اور مشکلات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کرے۔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خدا کے لئے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کسوں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خبرگ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مومن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بہت اہم عبادت ہے ۔آئمہ معصوم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فرمودات و ارشادات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 صرف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بلکہ اسے عبادات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افضل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اقسام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شمار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سجاد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''اِنَّ أَش</w:t>
      </w:r>
      <w:r w:rsidRPr="0014038B">
        <w:rPr>
          <w:rStyle w:val="libArabicChar"/>
          <w:rFonts w:hint="cs"/>
          <w:rtl/>
        </w:rPr>
        <w:t>ْرَفَ الْعِبٰادَةِ خِدْمَتُکَ اِخْوٰانَکَ الْمُؤْمِنِیْ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افضل</w:t>
      </w:r>
      <w:r w:rsidRPr="0014038B">
        <w:rPr>
          <w:rtl/>
        </w:rPr>
        <w:t xml:space="preserve"> و اشرف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عبادت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تمہارے مومن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کرنا ہے۔</w:t>
      </w:r>
    </w:p>
    <w:p w:rsidR="00CA6D92" w:rsidRPr="0014038B" w:rsidRDefault="00CA6D92" w:rsidP="006D2050">
      <w:pPr>
        <w:pStyle w:val="libNormal"/>
        <w:rPr>
          <w:rtl/>
        </w:rPr>
      </w:pPr>
      <w:r w:rsidRPr="0014038B">
        <w:rPr>
          <w:rFonts w:hint="eastAsia"/>
          <w:rtl/>
        </w:rPr>
        <w:t>انسان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مؤثر ثابت ہونے والے اس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نکتہ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کم توجہ کرنے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نقصانات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جن کا جبران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سکتا۔</w:t>
      </w: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گناہان کب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کو شمار کرنے کے ضمن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''.....تَر</w:t>
      </w:r>
      <w:r w:rsidRPr="0014038B">
        <w:rPr>
          <w:rStyle w:val="libArabicChar"/>
          <w:rFonts w:hint="cs"/>
          <w:rtl/>
        </w:rPr>
        <w:t>ْکُ مُعٰاوَنَةِ الْمَظْلُوْمِیْ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مظلوموں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نہ کرناگناہان کب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ہے۔</w:t>
      </w:r>
    </w:p>
    <w:p w:rsidR="006D2050" w:rsidRPr="0014038B" w:rsidRDefault="006D205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6D2050" w:rsidRPr="0014038B" w:rsidRDefault="006D2050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۷۵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۳۱۸</w:t>
      </w:r>
      <w:r w:rsidRPr="0014038B">
        <w:rPr>
          <w:rtl/>
        </w:rPr>
        <w:t>، تفس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الامام العسکر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السلام:</w:t>
      </w:r>
      <w:r w:rsidRPr="0014038B">
        <w:rPr>
          <w:rFonts w:hint="cs"/>
          <w:rtl/>
        </w:rPr>
        <w:t>260</w:t>
      </w:r>
    </w:p>
    <w:p w:rsidR="006D2050" w:rsidRPr="0014038B" w:rsidRDefault="006D2050" w:rsidP="00E546D1">
      <w:pPr>
        <w:pStyle w:val="libFootnote0"/>
        <w:rPr>
          <w:rtl/>
        </w:rPr>
      </w:pPr>
      <w:r w:rsidRPr="0014038B">
        <w:rPr>
          <w:rtl/>
        </w:rPr>
        <w:t>[2]۔ بحار الانوار:ج</w:t>
      </w:r>
      <w:r w:rsidRPr="0014038B">
        <w:rPr>
          <w:rtl/>
          <w:lang w:bidi="fa-IR"/>
        </w:rPr>
        <w:t>۷۹</w:t>
      </w:r>
      <w:r w:rsidRPr="0014038B">
        <w:rPr>
          <w:rtl/>
        </w:rPr>
        <w:t>ص</w:t>
      </w:r>
      <w:r w:rsidRPr="0014038B">
        <w:rPr>
          <w:rtl/>
          <w:lang w:bidi="fa-IR"/>
        </w:rPr>
        <w:t>۱۰</w:t>
      </w:r>
      <w:r w:rsidRPr="0014038B">
        <w:rPr>
          <w:rtl/>
        </w:rPr>
        <w:t>، خصال:ج</w:t>
      </w:r>
      <w:r w:rsidRPr="0014038B">
        <w:rPr>
          <w:rFonts w:hint="cs"/>
          <w:rtl/>
        </w:rPr>
        <w:t>2ص</w:t>
      </w:r>
      <w:r w:rsidRPr="0014038B">
        <w:rPr>
          <w:rtl/>
          <w:lang w:bidi="fa-IR"/>
        </w:rPr>
        <w:t>۱۵۵</w:t>
      </w:r>
    </w:p>
    <w:p w:rsidR="006D2050" w:rsidRPr="0014038B" w:rsidRDefault="006D205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نکتہ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 کرنا چاہئے :د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تعاون کرنا صرف مادّ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بلکہ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فکر 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افزائش اور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کرنا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جو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صلاح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6D2050">
      <w:pPr>
        <w:pStyle w:val="libNormal"/>
        <w:rPr>
          <w:rtl/>
        </w:rPr>
      </w:pPr>
      <w:r w:rsidRPr="0014038B">
        <w:rPr>
          <w:rStyle w:val="libArabicChar"/>
          <w:rtl/>
        </w:rPr>
        <w:t>''أَعِن</w:t>
      </w:r>
      <w:r w:rsidRPr="0014038B">
        <w:rPr>
          <w:rStyle w:val="libArabicChar"/>
          <w:rFonts w:hint="cs"/>
          <w:rtl/>
        </w:rPr>
        <w:t>ْ أَخٰاکَ عَلٰی</w:t>
      </w:r>
      <w:r w:rsidRPr="0014038B">
        <w:rPr>
          <w:rStyle w:val="libArabicChar"/>
          <w:rtl/>
        </w:rPr>
        <w:t xml:space="preserve">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ِدٰا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6D2050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لئے مدد کرو۔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واضح ہو جاتاہے کہ خاص شرافت و عظمت رکھنے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اقسام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کرنا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کرنا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سے آپ بلند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مقامات حاصل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خدا و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جلب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6D2050">
      <w:pPr>
        <w:pStyle w:val="libNormal"/>
        <w:rPr>
          <w:rtl/>
        </w:rPr>
      </w:pPr>
      <w:r w:rsidRPr="0014038B">
        <w:rPr>
          <w:rStyle w:val="libArabicChar"/>
          <w:rtl/>
        </w:rPr>
        <w:t>''اِنَّ أَحَبَّ ال</w:t>
      </w:r>
      <w:r w:rsidRPr="0014038B">
        <w:rPr>
          <w:rStyle w:val="libArabicChar"/>
          <w:rFonts w:hint="cs"/>
          <w:rtl/>
        </w:rPr>
        <w:t>ْمُؤْمِنِیْ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اِلَ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مَن</w:t>
      </w:r>
      <w:r w:rsidRPr="0014038B">
        <w:rPr>
          <w:rStyle w:val="libArabicChar"/>
          <w:rFonts w:hint="cs"/>
          <w:rtl/>
        </w:rPr>
        <w:t>ْ أَعٰانَ الْمُوْمِنَ الْفَقِیْ</w:t>
      </w:r>
      <w:r w:rsidRPr="0014038B">
        <w:rPr>
          <w:rStyle w:val="libArabicChar"/>
          <w:rFonts w:hint="eastAsia"/>
          <w:rtl/>
        </w:rPr>
        <w:t>رَ</w:t>
      </w:r>
      <w:r w:rsidRPr="0014038B">
        <w:rPr>
          <w:rStyle w:val="libArabicChar"/>
          <w:rtl/>
        </w:rPr>
        <w:t xml:space="preserve"> مِنَ ال</w:t>
      </w:r>
      <w:r w:rsidRPr="0014038B">
        <w:rPr>
          <w:rStyle w:val="libArabicChar"/>
          <w:rFonts w:hint="cs"/>
          <w:rtl/>
        </w:rPr>
        <w:t>ْفَقْرِ فِ دُنْیٰ</w:t>
      </w:r>
      <w:r w:rsidRPr="0014038B">
        <w:rPr>
          <w:rStyle w:val="libArabicChar"/>
          <w:rFonts w:hint="eastAsia"/>
          <w:rtl/>
        </w:rPr>
        <w:t>ا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 xml:space="preserve"> وَ مَعٰاشِ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ِ،وَ مَن</w:t>
      </w:r>
      <w:r w:rsidRPr="0014038B">
        <w:rPr>
          <w:rStyle w:val="libArabicChar"/>
          <w:rFonts w:hint="cs"/>
          <w:rtl/>
        </w:rPr>
        <w:t>ْ أَعٰانَ وَ نَفَعَ وَ دَفَعَ الْمَکْرُوْ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 عَنِ الْمُؤْمِنِیْ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6D2050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سب سے محبوب وہ ہے کہ جو فق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مومن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مادّ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 اورمعاش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مدد کرے ،اور خدا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محبوب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افراد وہ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 مدد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ں،فائدہ</w:t>
      </w:r>
      <w:r w:rsidRPr="0014038B">
        <w:rPr>
          <w:rtl/>
        </w:rPr>
        <w:t xml:space="preserve"> پہچائ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مومن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سے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تکل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کو دور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6D2050" w:rsidRPr="0014038B" w:rsidRDefault="006D205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6D2050" w:rsidRPr="0014038B" w:rsidRDefault="006D2050" w:rsidP="00E546D1">
      <w:pPr>
        <w:pStyle w:val="libFootnote0"/>
        <w:rPr>
          <w:rtl/>
        </w:rPr>
      </w:pPr>
      <w:r w:rsidRPr="0014038B">
        <w:rPr>
          <w:rtl/>
        </w:rPr>
        <w:t>[3]۔ شرح غرر الحکم:ج</w:t>
      </w:r>
      <w:r w:rsidRPr="0014038B">
        <w:rPr>
          <w:rtl/>
          <w:lang w:bidi="fa-IR"/>
        </w:rPr>
        <w:t>۲</w:t>
      </w:r>
      <w:r w:rsidRPr="0014038B">
        <w:rPr>
          <w:rtl/>
        </w:rPr>
        <w:t xml:space="preserve">ص </w:t>
      </w:r>
      <w:r w:rsidRPr="0014038B">
        <w:rPr>
          <w:rtl/>
          <w:lang w:bidi="fa-IR"/>
        </w:rPr>
        <w:t>۱۷۸</w:t>
      </w:r>
    </w:p>
    <w:p w:rsidR="006D2050" w:rsidRPr="0014038B" w:rsidRDefault="006D2050" w:rsidP="00E546D1">
      <w:pPr>
        <w:pStyle w:val="libFootnote0"/>
        <w:rPr>
          <w:rtl/>
        </w:rPr>
      </w:pPr>
      <w:r w:rsidRPr="0014038B">
        <w:rPr>
          <w:rtl/>
        </w:rPr>
        <w:t>[4]۔ بحار الانوار:ج</w:t>
      </w:r>
      <w:r w:rsidRPr="0014038B">
        <w:rPr>
          <w:rtl/>
          <w:lang w:bidi="fa-IR"/>
        </w:rPr>
        <w:t>۷۸</w:t>
      </w:r>
      <w:r w:rsidRPr="0014038B">
        <w:rPr>
          <w:rtl/>
        </w:rPr>
        <w:t>ص</w:t>
      </w:r>
      <w:r w:rsidRPr="0014038B">
        <w:rPr>
          <w:rtl/>
          <w:lang w:bidi="fa-IR"/>
        </w:rPr>
        <w:t>۲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۱</w:t>
      </w:r>
      <w:r w:rsidRPr="0014038B">
        <w:rPr>
          <w:rtl/>
        </w:rPr>
        <w:t>، تحف العقول:</w:t>
      </w:r>
      <w:r w:rsidRPr="0014038B">
        <w:rPr>
          <w:rFonts w:hint="cs"/>
          <w:rtl/>
        </w:rPr>
        <w:t>357</w:t>
      </w:r>
    </w:p>
    <w:p w:rsidR="006D2050" w:rsidRPr="0014038B" w:rsidRDefault="006D205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6D2050" w:rsidRPr="0014038B" w:rsidRDefault="006D2050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37" w:name="_Toc386266920"/>
      <w:r w:rsidRPr="0014038B">
        <w:rPr>
          <w:rtl/>
        </w:rPr>
        <w:t>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عبادات</w:t>
      </w:r>
      <w:bookmarkEnd w:id="37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ہے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انسان تفکر و تدبّر اور اپنے دل کو بروئے کار لاتے ہوئے خدا سے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ہو سکتاہے۔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خطبہ کے آخر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نے مور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خلقت کے اسرار و عجائب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''جَعَل</w:t>
      </w:r>
      <w:r w:rsidRPr="0014038B">
        <w:rPr>
          <w:rStyle w:val="libArabicChar"/>
          <w:rFonts w:hint="cs"/>
          <w:rtl/>
        </w:rPr>
        <w:t>ْنَا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وَ اِیّٰ</w:t>
      </w:r>
      <w:r w:rsidRPr="0014038B">
        <w:rPr>
          <w:rStyle w:val="libArabicChar"/>
          <w:rFonts w:hint="eastAsia"/>
          <w:rtl/>
        </w:rPr>
        <w:t>اکُم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مَمَّن</w:t>
      </w:r>
      <w:r w:rsidRPr="0014038B">
        <w:rPr>
          <w:rStyle w:val="libArabicChar"/>
          <w:rFonts w:hint="cs"/>
          <w:rtl/>
        </w:rPr>
        <w:t>ْ یَ</w:t>
      </w:r>
      <w:r w:rsidRPr="0014038B">
        <w:rPr>
          <w:rStyle w:val="libArabicChar"/>
          <w:rFonts w:hint="eastAsia"/>
          <w:rtl/>
        </w:rPr>
        <w:t>س</w:t>
      </w:r>
      <w:r w:rsidRPr="0014038B">
        <w:rPr>
          <w:rStyle w:val="libArabicChar"/>
          <w:rFonts w:hint="cs"/>
          <w:rtl/>
        </w:rPr>
        <w:t>ْعٰی</w:t>
      </w:r>
      <w:r w:rsidRPr="0014038B">
        <w:rPr>
          <w:rStyle w:val="libArabicChar"/>
          <w:rtl/>
        </w:rPr>
        <w:t xml:space="preserve"> بِقَل</w:t>
      </w:r>
      <w:r w:rsidRPr="0014038B">
        <w:rPr>
          <w:rStyle w:val="libArabicChar"/>
          <w:rFonts w:hint="cs"/>
          <w:rtl/>
        </w:rPr>
        <w:t>ْبِ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اِلٰی</w:t>
      </w:r>
      <w:r w:rsidRPr="0014038B">
        <w:rPr>
          <w:rStyle w:val="libArabicChar"/>
          <w:rtl/>
        </w:rPr>
        <w:t xml:space="preserve"> مَنٰازِلِ ال</w:t>
      </w:r>
      <w:r w:rsidRPr="0014038B">
        <w:rPr>
          <w:rStyle w:val="libArabicChar"/>
          <w:rFonts w:hint="cs"/>
          <w:rtl/>
        </w:rPr>
        <w:t>ْاَبْرٰارِ بِرَحْمَتِ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وند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قرار دے کہ جو اپنے دل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لوگوں کے منازل تک پہنچنے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124106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کلام اس بات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ہے کہ انسان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عبادتوں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(ج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اور نشان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تفکر کرنا)منزل مقصود تک پہنچ سکتاہے اور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و صالح افراد کے زمرہ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آسکتاہے۔اس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بعض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کے امر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تفکر و تدبّر کو عبادت قرار د</w:t>
      </w:r>
      <w:r w:rsidRPr="0014038B">
        <w:rPr>
          <w:rFonts w:hint="cs"/>
          <w:rtl/>
        </w:rPr>
        <w:t>ی</w:t>
      </w:r>
      <w:r w:rsidRPr="0014038B">
        <w:rPr>
          <w:rtl/>
        </w:rPr>
        <w:t>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۔</w:t>
      </w: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موس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الرضا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''لَ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سَتِ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ْعِبٰادَةُ کَثْرَةَ الصَّلاٰةِ وَ الصَّوْمِ ،اِنَّمَا الْعِبٰادَةُ اَلتَّفَکُّرُ فِْ اَمْرِ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عبادت</w:t>
      </w:r>
      <w:r w:rsidRPr="0014038B">
        <w:rPr>
          <w:rtl/>
        </w:rPr>
        <w:t xml:space="preserve"> ،ز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نمازوں اور روزوںم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،ب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خدا کے امر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تفکر اور غور و فکر کرنا عبادت  وبندگ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124106" w:rsidRPr="0014038B" w:rsidRDefault="00124106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124106" w:rsidRPr="0014038B" w:rsidRDefault="00124106" w:rsidP="00E546D1">
      <w:pPr>
        <w:pStyle w:val="libFootnote0"/>
        <w:rPr>
          <w:rtl/>
        </w:rPr>
      </w:pPr>
      <w:r w:rsidRPr="0014038B">
        <w:rPr>
          <w:rtl/>
        </w:rPr>
        <w:t>[1]۔ نہج البلاغہ، خطبہ:</w:t>
      </w:r>
      <w:r w:rsidRPr="0014038B">
        <w:rPr>
          <w:rFonts w:hint="cs"/>
          <w:rtl/>
        </w:rPr>
        <w:t>165</w:t>
      </w:r>
    </w:p>
    <w:p w:rsidR="00124106" w:rsidRPr="0014038B" w:rsidRDefault="00124106" w:rsidP="00E546D1">
      <w:pPr>
        <w:pStyle w:val="libFootnote0"/>
        <w:rPr>
          <w:rtl/>
        </w:rPr>
      </w:pPr>
      <w:r w:rsidRPr="0014038B">
        <w:rPr>
          <w:rtl/>
        </w:rPr>
        <w:t>[2]۔ بحار الانوار:ج</w:t>
      </w:r>
      <w:r w:rsidRPr="0014038B">
        <w:rPr>
          <w:rtl/>
          <w:lang w:bidi="fa-IR"/>
        </w:rPr>
        <w:t>۷۱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۳۲۲</w:t>
      </w:r>
      <w:r w:rsidRPr="0014038B">
        <w:rPr>
          <w:rtl/>
        </w:rPr>
        <w:t>،اصول کاف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:ج </w:t>
      </w:r>
      <w:r w:rsidRPr="0014038B">
        <w:rPr>
          <w:rFonts w:hint="cs"/>
          <w:rtl/>
        </w:rPr>
        <w:t>2ص</w:t>
      </w:r>
      <w:r w:rsidRPr="0014038B">
        <w:rPr>
          <w:rtl/>
          <w:lang w:bidi="fa-IR"/>
        </w:rPr>
        <w:t>۵۵</w:t>
      </w:r>
    </w:p>
    <w:p w:rsidR="00124106" w:rsidRPr="0014038B" w:rsidRDefault="00124106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124106" w:rsidRPr="0014038B" w:rsidRDefault="00124106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حضرت ابو ذر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اکثر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،تفکر کو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آپ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حضرت سلمان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ہم 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ہو گئے حلانکہ آپ حضرت سلمان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بنسبت کم سن تھے اور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مدت تک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زمان جاہل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بسر ک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پس عبادت و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صرف جسمان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منحصر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بلکہ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عبادات اور روح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عبادات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۔جس طرح نماز اور دوسرے عباد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خشوع و خضوع ،توجہ اور خلوص ان عبادات کے لئے جسم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اعمال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شمار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نکتہ بہت اہم ہے کہ انسان کو تمام عبادات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پہلو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 نظر رکھنا چاہئے  اور اسے فراموش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کرنا چاہئے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افسوس کہ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جو نہ صرف عبادات کے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پہلو کا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وہ عبادات کے جسم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اعمال کو بجالانے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کوتاہ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مکمل طور پر انجام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</w:t>
      </w:r>
      <w:r w:rsidRPr="0014038B">
        <w:rPr>
          <w:rtl/>
        </w:rPr>
        <w:t xml:space="preserve"> کے راو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راو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124106">
      <w:pPr>
        <w:pStyle w:val="libNormal"/>
        <w:rPr>
          <w:rtl/>
        </w:rPr>
      </w:pPr>
      <w:r w:rsidRPr="0014038B">
        <w:rPr>
          <w:rStyle w:val="libArabicChar"/>
          <w:rtl/>
        </w:rPr>
        <w:t>''سَأَلَ اَبُو بَصِ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</w:t>
      </w:r>
      <w:r w:rsidRPr="0014038B">
        <w:rPr>
          <w:rStyle w:val="libArabicChar"/>
          <w:rtl/>
        </w:rPr>
        <w:t xml:space="preserve"> الصّادِقَ عل</w:t>
      </w:r>
      <w:r w:rsidRPr="0014038B">
        <w:rPr>
          <w:rStyle w:val="libArabicChar"/>
          <w:rFonts w:hint="cs"/>
          <w:rtl/>
        </w:rPr>
        <w:t>ی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 xml:space="preserve"> السلام وَ اَنَا جَالِس عَن</w:t>
      </w:r>
      <w:r w:rsidRPr="0014038B">
        <w:rPr>
          <w:rStyle w:val="libArabicChar"/>
          <w:rFonts w:hint="cs"/>
          <w:rtl/>
        </w:rPr>
        <w:t>ْدَ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عَنِ الْحُوْرِ الْعَیْ</w:t>
      </w:r>
      <w:r w:rsidRPr="0014038B">
        <w:rPr>
          <w:rStyle w:val="libArabicChar"/>
          <w:rFonts w:hint="eastAsia"/>
          <w:rtl/>
        </w:rPr>
        <w:t>نِ،فَقٰالَ</w:t>
      </w:r>
      <w:r w:rsidRPr="0014038B">
        <w:rPr>
          <w:rStyle w:val="libArabicChar"/>
          <w:rtl/>
        </w:rPr>
        <w:t xml:space="preserve"> 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ُ:جُعِل</w:t>
      </w:r>
      <w:r w:rsidRPr="0014038B">
        <w:rPr>
          <w:rStyle w:val="libArabicChar"/>
          <w:rFonts w:hint="cs"/>
          <w:rtl/>
        </w:rPr>
        <w:t>ْتُ فَدٰاکَ اَخَلْق مِنْ خَلْقِ الدُّنْیٰ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أَو</w:t>
      </w:r>
      <w:r w:rsidRPr="0014038B">
        <w:rPr>
          <w:rStyle w:val="libArabicChar"/>
          <w:rFonts w:hint="cs"/>
          <w:rtl/>
        </w:rPr>
        <w:t>ْ(خَلْق مِنْ</w:t>
      </w:r>
      <w:r w:rsidRPr="0014038B">
        <w:rPr>
          <w:rStyle w:val="libArabicChar"/>
          <w:rtl/>
        </w:rPr>
        <w:t>)خَل</w:t>
      </w:r>
      <w:r w:rsidRPr="0014038B">
        <w:rPr>
          <w:rStyle w:val="libArabicChar"/>
          <w:rFonts w:hint="cs"/>
          <w:rtl/>
        </w:rPr>
        <w:t>ْقِ الْجَنَّةِ؟ فَقٰالَ 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ُ:مَا أَنْتَ وَ ذَاکَ ؟عَلَیْ</w:t>
      </w:r>
      <w:r w:rsidRPr="0014038B">
        <w:rPr>
          <w:rStyle w:val="libArabicChar"/>
          <w:rFonts w:hint="eastAsia"/>
          <w:rtl/>
        </w:rPr>
        <w:t>کَ</w:t>
      </w:r>
      <w:r w:rsidRPr="0014038B">
        <w:rPr>
          <w:rStyle w:val="libArabicChar"/>
          <w:rtl/>
        </w:rPr>
        <w:t xml:space="preserve"> بِالصَّلاةِ ،فَاِنّ</w:t>
      </w:r>
      <w:r w:rsidRPr="0014038B">
        <w:rPr>
          <w:rStyle w:val="libArabicChar"/>
          <w:rFonts w:hint="eastAsia"/>
          <w:rtl/>
        </w:rPr>
        <w:t>َّ</w:t>
      </w:r>
      <w:r w:rsidRPr="0014038B">
        <w:rPr>
          <w:rStyle w:val="libArabicChar"/>
          <w:rtl/>
        </w:rPr>
        <w:t xml:space="preserve"> آخِرَ مَا اَو</w:t>
      </w:r>
      <w:r w:rsidRPr="0014038B">
        <w:rPr>
          <w:rStyle w:val="libArabicChar"/>
          <w:rFonts w:hint="cs"/>
          <w:rtl/>
        </w:rPr>
        <w:t>ْصٰی</w:t>
      </w:r>
      <w:r w:rsidRPr="0014038B">
        <w:rPr>
          <w:rStyle w:val="libArabicChar"/>
          <w:rtl/>
        </w:rPr>
        <w:t xml:space="preserve">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رَسُو</w:t>
      </w:r>
      <w:r w:rsidRPr="0014038B">
        <w:rPr>
          <w:rStyle w:val="libArabicChar"/>
          <w:rFonts w:hint="cs"/>
          <w:rtl/>
        </w:rPr>
        <w:t>ْلُ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وَ حَثَّ عَلَیْ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،الصَّلاٰةُ اِ</w:t>
      </w:r>
      <w:r w:rsidRPr="0014038B">
        <w:rPr>
          <w:rStyle w:val="libArabicChar"/>
          <w:rFonts w:hint="cs"/>
          <w:rtl/>
        </w:rPr>
        <w:t>یّٰ</w:t>
      </w:r>
      <w:r w:rsidRPr="0014038B">
        <w:rPr>
          <w:rStyle w:val="libArabicChar"/>
          <w:rFonts w:hint="eastAsia"/>
          <w:rtl/>
        </w:rPr>
        <w:t>اکُم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اَن</w:t>
      </w:r>
      <w:r w:rsidRPr="0014038B">
        <w:rPr>
          <w:rStyle w:val="libArabicChar"/>
          <w:rFonts w:hint="cs"/>
          <w:rtl/>
        </w:rPr>
        <w:t>ْ یَ</w:t>
      </w:r>
      <w:r w:rsidRPr="0014038B">
        <w:rPr>
          <w:rStyle w:val="libArabicChar"/>
          <w:rFonts w:hint="eastAsia"/>
          <w:rtl/>
        </w:rPr>
        <w:t>س</w:t>
      </w:r>
      <w:r w:rsidRPr="0014038B">
        <w:rPr>
          <w:rStyle w:val="libArabicChar"/>
          <w:rFonts w:hint="cs"/>
          <w:rtl/>
        </w:rPr>
        <w:t>ْتَخِفَّ</w:t>
      </w:r>
      <w:r w:rsidRPr="0014038B">
        <w:rPr>
          <w:rStyle w:val="libArabicChar"/>
          <w:rtl/>
        </w:rPr>
        <w:t xml:space="preserve"> اَحَدُکُم</w:t>
      </w:r>
      <w:r w:rsidRPr="0014038B">
        <w:rPr>
          <w:rStyle w:val="libArabicChar"/>
          <w:rFonts w:hint="cs"/>
          <w:rtl/>
        </w:rPr>
        <w:t>ْ بِصَلاٰتِ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 xml:space="preserve">ِ فَلاٰ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ُوَ اِذٰا کٰانَ شٰابّاً أَتَمَّ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ٰا،وَلاٰ</w:t>
      </w:r>
      <w:r w:rsidRPr="0014038B">
        <w:rPr>
          <w:rStyle w:val="libArabicChar"/>
          <w:rtl/>
        </w:rPr>
        <w:t xml:space="preserve">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ُوَ اِذٰا کٰانَ شَ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خًا</w:t>
      </w:r>
      <w:r w:rsidRPr="0014038B">
        <w:rPr>
          <w:rStyle w:val="libArabicChar"/>
          <w:rtl/>
        </w:rPr>
        <w:t xml:space="preserve"> قَوَِ عَلَ</w:t>
      </w:r>
      <w:r w:rsidRPr="0014038B">
        <w:rPr>
          <w:rStyle w:val="libArabicChar"/>
          <w:rFonts w:hint="cs"/>
          <w:rtl/>
        </w:rPr>
        <w:t>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ٰا</w:t>
      </w:r>
      <w:r w:rsidRPr="0014038B">
        <w:rPr>
          <w:rStyle w:val="libArabicChar"/>
          <w:rtl/>
        </w:rPr>
        <w:t xml:space="preserve"> ،وَمٰا اَشَدَّ مِن</w:t>
      </w:r>
      <w:r w:rsidRPr="0014038B">
        <w:rPr>
          <w:rStyle w:val="libArabicChar"/>
          <w:rFonts w:hint="cs"/>
          <w:rtl/>
        </w:rPr>
        <w:t>ْ سِرْقَةِ الصَّلاٰةِ...''</w:t>
      </w:r>
      <w:r w:rsidR="00E546D1" w:rsidRPr="0014038B">
        <w:rPr>
          <w:rStyle w:val="libFootnotenumChar"/>
          <w:rFonts w:hint="cs"/>
          <w:rtl/>
        </w:rPr>
        <w:t>(</w:t>
      </w:r>
      <w:r w:rsidR="00124106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ٹھا</w:t>
      </w:r>
      <w:r w:rsidRPr="0014038B">
        <w:rPr>
          <w:rtl/>
        </w:rPr>
        <w:t xml:space="preserve"> ہوا تھا ۔ابو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نے آپ سے حور الع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پوچھا اور کہا: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 آپ پر قربان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مخلوق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جنت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مخلوق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امور سے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مطلب ہے؟</w:t>
      </w:r>
    </w:p>
    <w:p w:rsidR="00124106" w:rsidRPr="0014038B" w:rsidRDefault="00124106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124106" w:rsidRPr="0014038B" w:rsidRDefault="00124106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۸۴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۲۳</w:t>
      </w:r>
      <w:r w:rsidRPr="0014038B">
        <w:rPr>
          <w:rFonts w:hint="cs"/>
          <w:rtl/>
        </w:rPr>
        <w:t>6،قرب الاسناد:27</w:t>
      </w:r>
    </w:p>
    <w:p w:rsidR="00124106" w:rsidRPr="0014038B" w:rsidRDefault="00124106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تم</w:t>
      </w:r>
      <w:r w:rsidRPr="0014038B">
        <w:rPr>
          <w:rtl/>
        </w:rPr>
        <w:t xml:space="preserve"> پر لازم ہے کہ تم نماز کا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رکھو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رسول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جس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سب سے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لوگوں کو جس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رغبت دلائ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،وہ نماز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نماز</w:t>
      </w:r>
      <w:r w:rsidRPr="0014038B">
        <w:rPr>
          <w:rtl/>
        </w:rPr>
        <w:t xml:space="preserve"> کو خف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شمار کرنے سے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کرو،ک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تم اسے جوان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مکمل طور پر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ہو اور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بڑھاپے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اسے مکمل طور پر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پر قادر رہو ۔اس سے بڑھ کر اور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 سکتا ہے کہ انسان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نماز کو چور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ظاہر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ارکان اور عبادات کے جسمان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اعمال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رعا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عبادات کے باطن 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چاہئے،ک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جو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اہم ہے ،وہ روح عبادت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ُٰپ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124106">
      <w:pPr>
        <w:pStyle w:val="libNormal"/>
        <w:rPr>
          <w:rtl/>
        </w:rPr>
      </w:pPr>
      <w:r w:rsidRPr="0014038B">
        <w:rPr>
          <w:rStyle w:val="libArabicChar"/>
          <w:rtl/>
        </w:rPr>
        <w:t>''رَک</w:t>
      </w:r>
      <w:r w:rsidRPr="0014038B">
        <w:rPr>
          <w:rStyle w:val="libArabicChar"/>
          <w:rFonts w:hint="cs"/>
          <w:rtl/>
        </w:rPr>
        <w:t>ْعَتٰانِ خَفِیْ</w:t>
      </w:r>
      <w:r w:rsidRPr="0014038B">
        <w:rPr>
          <w:rStyle w:val="libArabicChar"/>
          <w:rFonts w:hint="eastAsia"/>
          <w:rtl/>
        </w:rPr>
        <w:t>فَتٰانِ</w:t>
      </w:r>
      <w:r w:rsidRPr="0014038B">
        <w:rPr>
          <w:rStyle w:val="libArabicChar"/>
          <w:rtl/>
        </w:rPr>
        <w:t xml:space="preserve"> فِ تَفَکُّرٍ خَ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رمَن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قِ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امِ</w:t>
      </w:r>
      <w:r w:rsidRPr="0014038B">
        <w:rPr>
          <w:rStyle w:val="libArabicChar"/>
          <w:rtl/>
        </w:rPr>
        <w:t xml:space="preserve"> لَ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لَةٍ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124106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تفکر</w:t>
      </w:r>
      <w:r w:rsidRPr="0014038B">
        <w:rPr>
          <w:rtl/>
        </w:rPr>
        <w:t xml:space="preserve"> کے ساتھ پڑھ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 رکعت خف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نماز ،پور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رات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کھڑے رہنے سے بہتر ہے۔</w:t>
      </w:r>
    </w:p>
    <w:p w:rsidR="00124106" w:rsidRPr="0014038B" w:rsidRDefault="00CA6D92" w:rsidP="00124106">
      <w:pPr>
        <w:pStyle w:val="libNormal"/>
        <w:rPr>
          <w:rtl/>
        </w:rPr>
      </w:pP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بناء پر عبادات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اصل، تفکر و توجہ ہے کہ جو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اور جان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مانند ہے ۔ مثال کے طور پر آپ سورۂ حمد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تفکر و تدبّر اور غور و فکر سے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آپ  کے دشمنوں سے برأت کو واضح طور پر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eastAsia"/>
          <w:rtl/>
        </w:rPr>
        <w:t>ور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آپ دن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کم از کم دس مرتبہ  اپنے اس اعتقاد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اصول کو اپنے ذہن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تصور کرکے زبان پر لا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="00124106" w:rsidRPr="0014038B">
        <w:rPr>
          <w:rFonts w:hint="eastAsia"/>
          <w:rtl/>
        </w:rPr>
        <w:t xml:space="preserve"> عبادت</w:t>
      </w:r>
      <w:r w:rsidR="00124106" w:rsidRPr="0014038B">
        <w:rPr>
          <w:rtl/>
        </w:rPr>
        <w:t xml:space="preserve"> کا </w:t>
      </w:r>
      <w:r w:rsidR="00124106" w:rsidRPr="0014038B">
        <w:rPr>
          <w:rFonts w:hint="cs"/>
          <w:rtl/>
        </w:rPr>
        <w:t>ی</w:t>
      </w:r>
      <w:r w:rsidR="00124106" w:rsidRPr="0014038B">
        <w:rPr>
          <w:rFonts w:hint="eastAsia"/>
          <w:rtl/>
        </w:rPr>
        <w:t>ہ</w:t>
      </w:r>
      <w:r w:rsidR="00124106" w:rsidRPr="0014038B">
        <w:rPr>
          <w:rtl/>
        </w:rPr>
        <w:t xml:space="preserve"> نت</w:t>
      </w:r>
      <w:r w:rsidR="00124106" w:rsidRPr="0014038B">
        <w:rPr>
          <w:rFonts w:hint="cs"/>
          <w:rtl/>
        </w:rPr>
        <w:t>ی</w:t>
      </w:r>
      <w:r w:rsidR="00124106" w:rsidRPr="0014038B">
        <w:rPr>
          <w:rFonts w:hint="eastAsia"/>
          <w:rtl/>
        </w:rPr>
        <w:t>جہ</w:t>
      </w:r>
      <w:r w:rsidR="00124106" w:rsidRPr="0014038B">
        <w:rPr>
          <w:rtl/>
        </w:rPr>
        <w:t xml:space="preserve"> صرف تفکر و تدبّر کے ساتھ ہ</w:t>
      </w:r>
      <w:r w:rsidR="00124106" w:rsidRPr="0014038B">
        <w:rPr>
          <w:rFonts w:hint="cs"/>
          <w:rtl/>
        </w:rPr>
        <w:t>ی</w:t>
      </w:r>
      <w:r w:rsidR="00124106" w:rsidRPr="0014038B">
        <w:rPr>
          <w:rtl/>
        </w:rPr>
        <w:t xml:space="preserve"> ممکن ہے ک</w:t>
      </w:r>
      <w:r w:rsidR="00124106" w:rsidRPr="0014038B">
        <w:rPr>
          <w:rFonts w:hint="cs"/>
          <w:rtl/>
        </w:rPr>
        <w:t>ی</w:t>
      </w:r>
      <w:r w:rsidR="00124106" w:rsidRPr="0014038B">
        <w:rPr>
          <w:rFonts w:hint="eastAsia"/>
          <w:rtl/>
        </w:rPr>
        <w:t>ونکہ</w:t>
      </w:r>
      <w:r w:rsidR="00124106" w:rsidRPr="0014038B">
        <w:rPr>
          <w:rtl/>
        </w:rPr>
        <w:t xml:space="preserve"> تفکر عبادت ک</w:t>
      </w:r>
      <w:r w:rsidR="00124106" w:rsidRPr="0014038B">
        <w:rPr>
          <w:rFonts w:hint="cs"/>
          <w:rtl/>
        </w:rPr>
        <w:t>ی</w:t>
      </w:r>
      <w:r w:rsidR="00124106" w:rsidRPr="0014038B">
        <w:rPr>
          <w:rtl/>
        </w:rPr>
        <w:t xml:space="preserve"> اہم</w:t>
      </w:r>
      <w:r w:rsidR="00124106" w:rsidRPr="0014038B">
        <w:rPr>
          <w:rFonts w:hint="cs"/>
          <w:rtl/>
        </w:rPr>
        <w:t>ی</w:t>
      </w:r>
      <w:r w:rsidR="00124106" w:rsidRPr="0014038B">
        <w:rPr>
          <w:rFonts w:hint="eastAsia"/>
          <w:rtl/>
        </w:rPr>
        <w:t>ت</w:t>
      </w:r>
      <w:r w:rsidR="00124106" w:rsidRPr="0014038B">
        <w:rPr>
          <w:rtl/>
        </w:rPr>
        <w:t xml:space="preserve"> کو ب</w:t>
      </w:r>
      <w:r w:rsidR="00124106" w:rsidRPr="0014038B">
        <w:rPr>
          <w:rFonts w:hint="cs"/>
          <w:rtl/>
        </w:rPr>
        <w:t>ی</w:t>
      </w:r>
      <w:r w:rsidR="00124106" w:rsidRPr="0014038B">
        <w:rPr>
          <w:rFonts w:hint="eastAsia"/>
          <w:rtl/>
        </w:rPr>
        <w:t>ان</w:t>
      </w:r>
      <w:r w:rsidR="00124106" w:rsidRPr="0014038B">
        <w:rPr>
          <w:rtl/>
        </w:rPr>
        <w:t xml:space="preserve"> کرتا ہے۔اس</w:t>
      </w:r>
      <w:r w:rsidR="00124106" w:rsidRPr="0014038B">
        <w:rPr>
          <w:rFonts w:hint="cs"/>
          <w:rtl/>
        </w:rPr>
        <w:t>ی</w:t>
      </w:r>
      <w:r w:rsidR="00124106" w:rsidRPr="0014038B">
        <w:rPr>
          <w:rtl/>
        </w:rPr>
        <w:t xml:space="preserve"> لئے پ</w:t>
      </w:r>
      <w:r w:rsidR="00124106" w:rsidRPr="0014038B">
        <w:rPr>
          <w:rFonts w:hint="cs"/>
          <w:rtl/>
        </w:rPr>
        <w:t>ی</w:t>
      </w:r>
      <w:r w:rsidR="00124106" w:rsidRPr="0014038B">
        <w:rPr>
          <w:rFonts w:hint="eastAsia"/>
          <w:rtl/>
        </w:rPr>
        <w:t>غمبر</w:t>
      </w:r>
      <w:r w:rsidR="00124106"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="00124106" w:rsidRPr="005221CD">
        <w:rPr>
          <w:rFonts w:hint="cs"/>
          <w:rtl/>
        </w:rPr>
        <w:t xml:space="preserve"> نے فرما</w:t>
      </w:r>
      <w:r w:rsidR="00124106" w:rsidRPr="0014038B">
        <w:rPr>
          <w:rFonts w:hint="cs"/>
          <w:rtl/>
        </w:rPr>
        <w:t>ی</w:t>
      </w:r>
      <w:r w:rsidR="00124106" w:rsidRPr="0014038B">
        <w:rPr>
          <w:rFonts w:hint="eastAsia"/>
          <w:rtl/>
        </w:rPr>
        <w:t>ا</w:t>
      </w:r>
      <w:r w:rsidR="00124106" w:rsidRPr="0014038B">
        <w:rPr>
          <w:rtl/>
        </w:rPr>
        <w:t>:</w:t>
      </w:r>
      <w:r w:rsidR="00124106" w:rsidRPr="0014038B">
        <w:rPr>
          <w:rStyle w:val="libArabicChar"/>
          <w:rtl/>
        </w:rPr>
        <w:t>"لاٰ عِبٰادَةَ کَالتَّفَکُّرِ''</w:t>
      </w:r>
      <w:r w:rsidR="00E546D1" w:rsidRPr="0014038B">
        <w:rPr>
          <w:rStyle w:val="libFootnotenumChar"/>
          <w:rtl/>
        </w:rPr>
        <w:t>(</w:t>
      </w:r>
      <w:r w:rsidR="00124106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  <w:r w:rsidR="00124106" w:rsidRPr="0014038B">
        <w:rPr>
          <w:rFonts w:hint="eastAsia"/>
          <w:rtl/>
        </w:rPr>
        <w:t>تفکّر</w:t>
      </w:r>
      <w:r w:rsidR="00124106" w:rsidRPr="0014038B">
        <w:rPr>
          <w:rtl/>
        </w:rPr>
        <w:t xml:space="preserve"> کے مانند کوئ</w:t>
      </w:r>
      <w:r w:rsidR="00124106" w:rsidRPr="0014038B">
        <w:rPr>
          <w:rFonts w:hint="cs"/>
          <w:rtl/>
        </w:rPr>
        <w:t>ی</w:t>
      </w:r>
      <w:r w:rsidR="00124106" w:rsidRPr="0014038B">
        <w:rPr>
          <w:rtl/>
        </w:rPr>
        <w:t xml:space="preserve"> عبادت نہ</w:t>
      </w:r>
      <w:r w:rsidR="00124106" w:rsidRPr="0014038B">
        <w:rPr>
          <w:rFonts w:hint="cs"/>
          <w:rtl/>
        </w:rPr>
        <w:t>ی</w:t>
      </w:r>
      <w:r w:rsidR="00124106" w:rsidRPr="0014038B">
        <w:rPr>
          <w:rFonts w:hint="eastAsia"/>
          <w:rtl/>
        </w:rPr>
        <w:t>ں</w:t>
      </w:r>
      <w:r w:rsidR="00124106" w:rsidRPr="0014038B">
        <w:rPr>
          <w:rtl/>
        </w:rPr>
        <w:t xml:space="preserve"> ہے۔</w:t>
      </w:r>
    </w:p>
    <w:p w:rsidR="00124106" w:rsidRPr="0014038B" w:rsidRDefault="00124106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124106" w:rsidRPr="0014038B" w:rsidRDefault="00124106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 ۔ بحار الانوار:ج</w:t>
      </w:r>
      <w:r w:rsidRPr="0014038B">
        <w:rPr>
          <w:rtl/>
          <w:lang w:bidi="fa-IR"/>
        </w:rPr>
        <w:t>۸۴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۲۴۰</w:t>
      </w:r>
      <w:r w:rsidRPr="0014038B">
        <w:rPr>
          <w:rtl/>
        </w:rPr>
        <w:t>، ثواب الاعمال:</w:t>
      </w:r>
      <w:r w:rsidRPr="0014038B">
        <w:rPr>
          <w:rFonts w:hint="cs"/>
          <w:rtl/>
        </w:rPr>
        <w:t>40</w:t>
      </w:r>
    </w:p>
    <w:p w:rsidR="00124106" w:rsidRPr="0014038B" w:rsidRDefault="00124106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بحار الانوار: ج</w:t>
      </w:r>
      <w:r w:rsidRPr="0014038B">
        <w:rPr>
          <w:rtl/>
          <w:lang w:bidi="fa-IR"/>
        </w:rPr>
        <w:t>۷۷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۷۰</w:t>
      </w:r>
      <w:r w:rsidRPr="0014038B">
        <w:rPr>
          <w:rtl/>
        </w:rPr>
        <w:t>، محاسن:</w:t>
      </w:r>
      <w:r w:rsidRPr="0014038B">
        <w:rPr>
          <w:rFonts w:hint="cs"/>
          <w:rtl/>
        </w:rPr>
        <w:t>16</w:t>
      </w:r>
    </w:p>
    <w:p w:rsidR="00124106" w:rsidRPr="0014038B" w:rsidRDefault="00124106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38" w:name="_Toc386266921"/>
      <w:r w:rsidRPr="0014038B">
        <w:rPr>
          <w:rtl/>
        </w:rPr>
        <w:t>عبادات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bookmarkEnd w:id="38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قسموں 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پر اکتفا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مادّ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رزق انواع و اقسام کا ہوتاہے اور آپ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خوراک مختلف جگہوں سے 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۔اگر آپ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کھانا نمک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دوسرے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مواد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ہو تو وہ کھانا مکمل ن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ہوگا۔اس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اعمال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آپ کا باطن مطمئن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گا اگر چہ وہ عبادت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نہ ہو،ج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آپ نے اپنے دسترخواں پر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گوشت تو جمع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اہو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نان ا ور نمک نہ ہو تو اس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اس سے کس طرح استفاد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طرح نماز و روزہ عبادت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غور و فکر اورتفکر و تدبر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ہے،جس طرح  غور و فکر کرنا عبادت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خدمت خلق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ہے،جس طرح خدمت خلق عبادت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انتظار ظہور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 اور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زمانے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ہے،جس  طرح انتظار ظہور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اور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زمانے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عقائد و معارف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ہے۔....کوشش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ںکہ</w:t>
      </w:r>
      <w:r w:rsidRPr="0014038B">
        <w:rPr>
          <w:rtl/>
        </w:rPr>
        <w:t xml:space="preserve"> ان تما م عبادات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خود کو تکامل تک پہ</w:t>
      </w:r>
      <w:r w:rsidRPr="0014038B">
        <w:rPr>
          <w:rFonts w:hint="eastAsia"/>
          <w:rtl/>
        </w:rPr>
        <w:t>نچائ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1701A4" w:rsidRPr="0014038B" w:rsidRDefault="001701A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1701A4" w:rsidRPr="0014038B" w:rsidRDefault="001701A4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39" w:name="_Toc386266922"/>
      <w:r w:rsidRPr="0014038B">
        <w:rPr>
          <w:rtl/>
        </w:rPr>
        <w:t>عبادت مخلصانہ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چاہئے؟</w:t>
      </w:r>
      <w:bookmarkEnd w:id="39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کثرت عبادت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مع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بلکہ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مع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و ملاک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تأث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ہے اگرچہ عبادت کم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نہ ہو۔اگر عبادت مخلصانہ ہو تو اس کے بہت سے اثرات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ہر کام اور بالخصوص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ںخلوص</w:t>
      </w:r>
      <w:r w:rsidRPr="0014038B">
        <w:rPr>
          <w:rtl/>
        </w:rPr>
        <w:t xml:space="preserve"> کے ساتھ قدم بڑھانا چاہئے اور ذات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حساب اور غرض سے ہاتھ اٹھا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چاہئے اور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مکار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سچائ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اپنا کام کرنا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دل</w:t>
      </w:r>
      <w:r w:rsidRPr="0014038B">
        <w:rPr>
          <w:rtl/>
        </w:rPr>
        <w:t xml:space="preserve"> کوہر قسم کے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اور مکار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پاک کرنا اور خلوص کو حاصل کرنا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 ۔حضرت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''اِنَّ شِ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عَتَنٰا</w:t>
      </w:r>
      <w:r w:rsidRPr="0014038B">
        <w:rPr>
          <w:rStyle w:val="libArabicChar"/>
          <w:rtl/>
        </w:rPr>
        <w:t xml:space="preserve"> مَن</w:t>
      </w:r>
      <w:r w:rsidRPr="0014038B">
        <w:rPr>
          <w:rStyle w:val="libArabicChar"/>
          <w:rFonts w:hint="cs"/>
          <w:rtl/>
        </w:rPr>
        <w:t>ْ سَلُمَتْ قُلُوْبُ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مِنْ کُلِّ غَشٍّ وَ دَغَلٍ''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ہمارے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وہ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کے دل ہر قسم کے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اور دھوکے  سے پاک ہوں۔</w:t>
      </w:r>
    </w:p>
    <w:p w:rsidR="00CA6D92" w:rsidRPr="0014038B" w:rsidRDefault="00CA6D92" w:rsidP="00CA6D92">
      <w:pPr>
        <w:pStyle w:val="libNormal"/>
      </w:pP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دھوکا و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باعث بنتا ہے ۔اس لئے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کوشش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کہ عبادت کومخلصانہ طور پر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مسلم اور محکم ارادہ سے اپنے دل سے ہر قسم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غرض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اور دھوکے کو دور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1701A4" w:rsidRPr="0014038B" w:rsidRDefault="001701A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1701A4" w:rsidRPr="0014038B" w:rsidRDefault="001701A4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۸</w:t>
      </w:r>
      <w:r w:rsidRPr="0014038B">
        <w:rPr>
          <w:rtl/>
        </w:rPr>
        <w:t>ج</w:t>
      </w:r>
      <w:r w:rsidRPr="0014038B">
        <w:rPr>
          <w:rtl/>
          <w:lang w:bidi="fa-IR"/>
        </w:rPr>
        <w:t>۱۵</w:t>
      </w:r>
      <w:r w:rsidRPr="0014038B">
        <w:rPr>
          <w:rFonts w:hint="cs"/>
          <w:rtl/>
        </w:rPr>
        <w:t>6،تفسی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امام العسکر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السلام:</w:t>
      </w:r>
      <w:r w:rsidRPr="0014038B">
        <w:rPr>
          <w:rFonts w:hint="cs"/>
          <w:rtl/>
        </w:rPr>
        <w:t>123</w:t>
      </w:r>
    </w:p>
    <w:p w:rsidR="001701A4" w:rsidRPr="0014038B" w:rsidRDefault="001701A4" w:rsidP="00A22F56">
      <w:pPr>
        <w:pStyle w:val="libNormal"/>
      </w:pPr>
      <w:r w:rsidRPr="0014038B">
        <w:br w:type="page"/>
      </w:r>
    </w:p>
    <w:p w:rsidR="001701A4" w:rsidRPr="0014038B" w:rsidRDefault="001701A4" w:rsidP="00CA6D92">
      <w:pPr>
        <w:pStyle w:val="libNormal"/>
        <w:rPr>
          <w:rtl/>
        </w:rPr>
      </w:pPr>
    </w:p>
    <w:p w:rsidR="00CA6D92" w:rsidRPr="0014038B" w:rsidRDefault="00CA6D92" w:rsidP="001701A4">
      <w:pPr>
        <w:pStyle w:val="libNormal"/>
        <w:rPr>
          <w:rtl/>
        </w:rPr>
      </w:pPr>
      <w:r w:rsidRPr="0014038B">
        <w:rPr>
          <w:rFonts w:hint="eastAsia"/>
          <w:rtl/>
        </w:rPr>
        <w:t>دل</w:t>
      </w:r>
      <w:r w:rsidRPr="0014038B">
        <w:rPr>
          <w:rtl/>
        </w:rPr>
        <w:t xml:space="preserve"> کو مکار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،دھوکے</w:t>
      </w:r>
      <w:r w:rsidRPr="0014038B">
        <w:rPr>
          <w:rtl/>
        </w:rPr>
        <w:t xml:space="preserve"> اور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سے پاک کرنے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r w:rsidRPr="0014038B">
        <w:rPr>
          <w:rtl/>
        </w:rPr>
        <w:t xml:space="preserve"> محمد و آل محمد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پر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 ددرود بھ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جنا</w:t>
      </w:r>
      <w:r w:rsidRPr="0014038B">
        <w:rPr>
          <w:rtl/>
        </w:rPr>
        <w:t xml:space="preserve"> ہے۔</w:t>
      </w:r>
      <w:r w:rsidR="00E546D1" w:rsidRPr="0014038B">
        <w:rPr>
          <w:rStyle w:val="libFootnotenumChar"/>
          <w:rtl/>
        </w:rPr>
        <w:t>(</w:t>
      </w:r>
      <w:r w:rsidR="001701A4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  <w:r w:rsidRPr="0014038B">
        <w:rPr>
          <w:rtl/>
        </w:rPr>
        <w:t>دعاؤں سے پہلے درود بھ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وجہ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اور دھوکے کو دور کرنا اور خلوص کا حصول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جن</w:t>
      </w:r>
      <w:r w:rsidRPr="0014038B">
        <w:rPr>
          <w:rtl/>
        </w:rPr>
        <w:t xml:space="preserve">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کوشش اور جستجو خلوص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پر نہ ہو بلکہ  فقط دکھاوا ہو تو اس کا نہ صر 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فائدہ حاصل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 بلکہ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بہت بڑا گناہ ہے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جو عبادت مخلصانہ ہو تو وہ خدا کے تقرب کے لئے بہت مؤثر ہے۔ک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عبادات کو انجا 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اگرمخلصانہ طور پر کوشش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انسان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راسخ برائ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و نابود کرکے انسان کو خدا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عبادت</w:t>
      </w:r>
      <w:r w:rsidRPr="0014038B">
        <w:rPr>
          <w:rtl/>
        </w:rPr>
        <w:t xml:space="preserve"> اور عبود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مقام تک پہنچنا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صراط مستق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ہے،ہم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ہم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صراط مستق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قدم بڑھائ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کا ارشاد ہے:</w:t>
      </w:r>
    </w:p>
    <w:p w:rsidR="00CA6D92" w:rsidRPr="0014038B" w:rsidRDefault="00CA6D92" w:rsidP="001701A4">
      <w:pPr>
        <w:pStyle w:val="libAie"/>
        <w:rPr>
          <w:rtl/>
        </w:rPr>
      </w:pPr>
      <w:r w:rsidRPr="0014038B">
        <w:rPr>
          <w:rFonts w:hint="eastAsia"/>
          <w:rtl/>
        </w:rPr>
        <w:t>اِنَّ</w:t>
      </w:r>
      <w:r w:rsidRPr="0014038B">
        <w:rPr>
          <w:rtl/>
        </w:rPr>
        <w:t xml:space="preserve"> اللَّ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َ 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ُوَ رَبِّ</w:t>
      </w:r>
      <w:r w:rsidRPr="0014038B">
        <w:rPr>
          <w:rFonts w:hint="cs"/>
          <w:rtl/>
        </w:rPr>
        <w:t>یْ</w:t>
      </w:r>
      <w:r w:rsidRPr="0014038B">
        <w:rPr>
          <w:rtl/>
        </w:rPr>
        <w:t xml:space="preserve"> وَرَبُّکُم</w:t>
      </w:r>
      <w:r w:rsidRPr="0014038B">
        <w:rPr>
          <w:rFonts w:hint="cs"/>
          <w:rtl/>
        </w:rPr>
        <w:t>ْ فَاعْبُدُو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 xml:space="preserve">ُ 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َذَا صِرَاط مُّسْتَقِیْ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</w:t>
      </w:r>
      <w:r w:rsidRPr="0014038B">
        <w:rPr>
          <w:rStyle w:val="libFootnotenumChar"/>
          <w:rtl/>
        </w:rPr>
        <w:t>(</w:t>
      </w:r>
      <w:r w:rsidR="001701A4" w:rsidRPr="0014038B">
        <w:rPr>
          <w:rStyle w:val="libFootnotenumChar"/>
        </w:rPr>
        <w:t>2</w:t>
      </w:r>
      <w:r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اللہ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اور تمہارا پروردگار ہے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کرو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صراط مستق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ہے ۔</w:t>
      </w:r>
    </w:p>
    <w:p w:rsidR="00CA6D92" w:rsidRPr="0014038B" w:rsidRDefault="00CA6D92" w:rsidP="00CA6D92">
      <w:pPr>
        <w:pStyle w:val="libNormal"/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انسان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و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اس کے صراط مستق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پر آ سکتاہے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تسلط سے رہائ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 سکتاہے۔</w:t>
      </w:r>
    </w:p>
    <w:p w:rsidR="001701A4" w:rsidRPr="0014038B" w:rsidRDefault="001701A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1701A4" w:rsidRPr="0014038B" w:rsidRDefault="001701A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 ۔ اس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مفصل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رجوع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جسے مرحوم علامہ مجلس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نے بحار الانوار:ج</w:t>
      </w:r>
      <w:r w:rsidRPr="0014038B">
        <w:rPr>
          <w:rtl/>
          <w:lang w:bidi="fa-IR"/>
        </w:rPr>
        <w:t>۴۹</w:t>
      </w:r>
      <w:r w:rsidRPr="0014038B">
        <w:rPr>
          <w:rtl/>
        </w:rPr>
        <w:t>ص</w:t>
      </w:r>
      <w:r w:rsidRPr="0014038B">
        <w:rPr>
          <w:rtl/>
          <w:lang w:bidi="fa-IR"/>
        </w:rPr>
        <w:t>۱</w:t>
      </w:r>
      <w:r w:rsidRPr="0014038B">
        <w:rPr>
          <w:rFonts w:hint="cs"/>
          <w:rtl/>
        </w:rPr>
        <w:t>6 می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ذکر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</w:t>
      </w:r>
    </w:p>
    <w:p w:rsidR="001701A4" w:rsidRPr="0014038B" w:rsidRDefault="001701A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2</w:t>
      </w:r>
      <w:r w:rsidRPr="0014038B">
        <w:rPr>
          <w:rtl/>
        </w:rPr>
        <w:t>]۔ سورۂ زخرف 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:</w:t>
      </w:r>
      <w:r w:rsidRPr="0014038B">
        <w:rPr>
          <w:rFonts w:hint="cs"/>
          <w:rtl/>
        </w:rPr>
        <w:t>64</w:t>
      </w:r>
    </w:p>
    <w:p w:rsidR="001701A4" w:rsidRPr="0014038B" w:rsidRDefault="001701A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راہ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قدم بڑھانا اور اس پر قائم رہنا  ،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خودانسان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سعادت اور نجات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ہے جسے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ہے:</w:t>
      </w:r>
    </w:p>
    <w:p w:rsidR="00CA6D92" w:rsidRPr="0014038B" w:rsidRDefault="00CA6D92" w:rsidP="001701A4">
      <w:pPr>
        <w:pStyle w:val="libNormal"/>
        <w:rPr>
          <w:rtl/>
        </w:rPr>
      </w:pPr>
      <w:r w:rsidRPr="0014038B">
        <w:rPr>
          <w:rStyle w:val="libArabicChar"/>
          <w:rtl/>
        </w:rPr>
        <w:t>''دَوٰامُ ال</w:t>
      </w:r>
      <w:r w:rsidRPr="0014038B">
        <w:rPr>
          <w:rStyle w:val="libArabicChar"/>
          <w:rFonts w:hint="cs"/>
          <w:rtl/>
        </w:rPr>
        <w:t>ْعِبٰادَةِ بُرْ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ٰانُ الظَّفَرِ بِالسَّعٰادَةِ''</w:t>
      </w:r>
      <w:r w:rsidR="00E546D1" w:rsidRPr="0014038B">
        <w:rPr>
          <w:rStyle w:val="libFootnotenumChar"/>
          <w:rFonts w:hint="cs"/>
          <w:rtl/>
        </w:rPr>
        <w:t>(</w:t>
      </w:r>
      <w:r w:rsidR="001701A4" w:rsidRPr="0014038B">
        <w:rPr>
          <w:rStyle w:val="libFootnotenumChar"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دوام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سعادت و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انسان عبادت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شرائط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سے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خداک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صفوں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 جاتاہے اور اس کا شمارخداکے ممتاز بندوں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ہوتاہے اور وہ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خدا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مخصوص اوصاف و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کا مالک بن جاتاہے۔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1701A4">
      <w:pPr>
        <w:pStyle w:val="libNormal"/>
        <w:rPr>
          <w:rtl/>
        </w:rPr>
      </w:pPr>
      <w:r w:rsidRPr="0014038B">
        <w:rPr>
          <w:rStyle w:val="libArabicChar"/>
          <w:rtl/>
        </w:rPr>
        <w:t>''سَمِع</w:t>
      </w:r>
      <w:r w:rsidRPr="0014038B">
        <w:rPr>
          <w:rStyle w:val="libArabicChar"/>
          <w:rFonts w:hint="cs"/>
          <w:rtl/>
        </w:rPr>
        <w:t>ْتُ رَسُوْلَ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ِ:یَ</w:t>
      </w:r>
      <w:r w:rsidRPr="0014038B">
        <w:rPr>
          <w:rStyle w:val="libArabicChar"/>
          <w:rFonts w:hint="eastAsia"/>
          <w:rtl/>
        </w:rPr>
        <w:t>قُو</w:t>
      </w:r>
      <w:r w:rsidRPr="0014038B">
        <w:rPr>
          <w:rStyle w:val="libArabicChar"/>
          <w:rFonts w:hint="cs"/>
          <w:rtl/>
        </w:rPr>
        <w:t>ْلُ</w:t>
      </w:r>
      <w:r w:rsidRPr="0014038B">
        <w:rPr>
          <w:rStyle w:val="libArabicChar"/>
          <w:rtl/>
        </w:rPr>
        <w:t xml:space="preserve">:اَنَا وَ عَلِّ اَبَوٰا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ٰذِ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ال</w:t>
      </w:r>
      <w:r w:rsidRPr="0014038B">
        <w:rPr>
          <w:rStyle w:val="libArabicChar"/>
          <w:rFonts w:hint="cs"/>
          <w:rtl/>
        </w:rPr>
        <w:t>ْاُمَّةِ ،وَ لَحَقُّنٰا عَلَیْ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أَع</w:t>
      </w:r>
      <w:r w:rsidRPr="0014038B">
        <w:rPr>
          <w:rStyle w:val="libArabicChar"/>
          <w:rFonts w:hint="cs"/>
          <w:rtl/>
        </w:rPr>
        <w:t>ْظَمُ مِنْ حَقِّ أَبَوَیْ</w:t>
      </w:r>
      <w:r w:rsidRPr="0014038B">
        <w:rPr>
          <w:rStyle w:val="libArabicChar"/>
          <w:rtl/>
        </w:rPr>
        <w:t xml:space="preserve"> وِلاٰدَتِ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ِم</w:t>
      </w:r>
      <w:r w:rsidRPr="0014038B">
        <w:rPr>
          <w:rStyle w:val="libArabicChar"/>
          <w:rFonts w:hint="cs"/>
          <w:rtl/>
        </w:rPr>
        <w:t>ْ،فَاِنَّنٰا نَنْقُذُ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اِنْ اَطٰاعُوْنٰا مِنَ النّٰارِ اِلٰی</w:t>
      </w:r>
      <w:r w:rsidRPr="0014038B">
        <w:rPr>
          <w:rStyle w:val="libArabicChar"/>
          <w:rtl/>
        </w:rPr>
        <w:t xml:space="preserve"> دٰارِ ال</w:t>
      </w:r>
      <w:r w:rsidRPr="0014038B">
        <w:rPr>
          <w:rStyle w:val="libArabicChar"/>
          <w:rFonts w:hint="cs"/>
          <w:rtl/>
        </w:rPr>
        <w:t>ْقَرَارِ ،وَ نُلْحِقُ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مِنَ الْعُب</w:t>
      </w:r>
      <w:r w:rsidRPr="0014038B">
        <w:rPr>
          <w:rStyle w:val="libArabicChar"/>
          <w:rFonts w:hint="eastAsia"/>
          <w:rtl/>
        </w:rPr>
        <w:t>ُو</w:t>
      </w:r>
      <w:r w:rsidRPr="0014038B">
        <w:rPr>
          <w:rStyle w:val="libArabicChar"/>
          <w:rFonts w:hint="cs"/>
          <w:rtl/>
        </w:rPr>
        <w:t>ْدِیَّ</w:t>
      </w:r>
      <w:r w:rsidRPr="0014038B">
        <w:rPr>
          <w:rStyle w:val="libArabicChar"/>
          <w:rFonts w:hint="eastAsia"/>
          <w:rtl/>
        </w:rPr>
        <w:t>ةِ</w:t>
      </w:r>
      <w:r w:rsidRPr="0014038B">
        <w:rPr>
          <w:rStyle w:val="libArabicChar"/>
          <w:rtl/>
        </w:rPr>
        <w:t xml:space="preserve"> بِخِ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ارِ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ْأَحْرٰارِ''</w:t>
      </w:r>
      <w:r w:rsidR="00E546D1" w:rsidRPr="0014038B">
        <w:rPr>
          <w:rStyle w:val="libFootnotenumChar"/>
          <w:rFonts w:hint="cs"/>
          <w:rtl/>
        </w:rPr>
        <w:t>(</w:t>
      </w:r>
      <w:r w:rsidR="001701A4" w:rsidRPr="0014038B">
        <w:rPr>
          <w:rStyle w:val="libFootnotenumChar"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رسول خدا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سے سناہے:آپ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اس امت کے باپ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ں،</w:t>
      </w:r>
      <w:r w:rsidRPr="0014038B">
        <w:rPr>
          <w:rtl/>
        </w:rPr>
        <w:t xml:space="preserve"> اور ان پر ہمارا حق ان کے والد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ہے جن سے وہ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ہم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جہنم سے نجات دلا کر جنت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گے(اگر وہ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)اور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دوسروں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اوربہتر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آزاد افراد سے ملحق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1701A4" w:rsidRPr="0014038B" w:rsidRDefault="001701A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1701A4" w:rsidRPr="0014038B" w:rsidRDefault="001701A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]۔ شرح غرر الحکم:</w:t>
      </w:r>
      <w:r w:rsidRPr="0014038B">
        <w:rPr>
          <w:rFonts w:hint="cs"/>
          <w:rtl/>
        </w:rPr>
        <w:t>224</w:t>
      </w:r>
    </w:p>
    <w:p w:rsidR="001701A4" w:rsidRPr="0014038B" w:rsidRDefault="001701A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2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۲۳</w:t>
      </w:r>
      <w:r w:rsidRPr="0014038B">
        <w:rPr>
          <w:rtl/>
        </w:rPr>
        <w:t>ص</w:t>
      </w:r>
      <w:r w:rsidRPr="0014038B">
        <w:rPr>
          <w:rtl/>
          <w:lang w:bidi="fa-IR"/>
        </w:rPr>
        <w:t>۲۵۹</w:t>
      </w:r>
      <w:r w:rsidRPr="0014038B">
        <w:rPr>
          <w:rtl/>
        </w:rPr>
        <w:t>، تفس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الامام العسکر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السلام:</w:t>
      </w:r>
      <w:r w:rsidRPr="0014038B">
        <w:rPr>
          <w:rFonts w:hint="cs"/>
          <w:rtl/>
        </w:rPr>
        <w:t>133</w:t>
      </w:r>
    </w:p>
    <w:p w:rsidR="001701A4" w:rsidRPr="0014038B" w:rsidRDefault="001701A4" w:rsidP="00A22F56">
      <w:pPr>
        <w:pStyle w:val="libNormal"/>
      </w:pPr>
      <w:r w:rsidRPr="0014038B">
        <w:br w:type="page"/>
      </w:r>
    </w:p>
    <w:p w:rsidR="001701A4" w:rsidRPr="0014038B" w:rsidRDefault="001701A4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مخلصانہ عبادت سے انسان مقام عبود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تک پہنچ سکتا ہے اورن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و صالح افراد کے ساتھ ملحق ہو سکتاہے اور انسان سے پل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دور ہو جاتا ہے۔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ہے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نے قرآن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تصر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1701A4">
      <w:pPr>
        <w:pStyle w:val="libNormal"/>
        <w:rPr>
          <w:rtl/>
        </w:rPr>
      </w:pPr>
      <w:r w:rsidRPr="0014038B">
        <w:rPr>
          <w:rtl/>
        </w:rPr>
        <w:t xml:space="preserve">        </w:t>
      </w:r>
      <w:r w:rsidRPr="0014038B">
        <w:rPr>
          <w:rStyle w:val="libAieChar"/>
          <w:rtl/>
        </w:rPr>
        <w:t>(اِنَّ عِبٰادِ</w:t>
      </w:r>
      <w:r w:rsidR="0048678D" w:rsidRPr="0014038B">
        <w:rPr>
          <w:rStyle w:val="libAieChar"/>
          <w:rFonts w:hint="cs"/>
          <w:rtl/>
        </w:rPr>
        <w:t>ي</w:t>
      </w:r>
      <w:r w:rsidRPr="0014038B">
        <w:rPr>
          <w:rStyle w:val="libAieChar"/>
          <w:rFonts w:hint="cs"/>
          <w:rtl/>
        </w:rPr>
        <w:t xml:space="preserve"> لَیْ</w:t>
      </w:r>
      <w:r w:rsidRPr="0014038B">
        <w:rPr>
          <w:rStyle w:val="libAieChar"/>
          <w:rFonts w:hint="eastAsia"/>
          <w:rtl/>
        </w:rPr>
        <w:t>سَ</w:t>
      </w:r>
      <w:r w:rsidRPr="0014038B">
        <w:rPr>
          <w:rStyle w:val="libAieChar"/>
          <w:rtl/>
        </w:rPr>
        <w:t xml:space="preserve"> لَکَ عَلَ</w:t>
      </w:r>
      <w:r w:rsidRPr="0014038B">
        <w:rPr>
          <w:rStyle w:val="libAieChar"/>
          <w:rFonts w:hint="cs"/>
          <w:rtl/>
        </w:rPr>
        <w:t>یْ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eastAsia"/>
          <w:rtl/>
        </w:rPr>
        <w:t>ِم</w:t>
      </w:r>
      <w:r w:rsidRPr="0014038B">
        <w:rPr>
          <w:rStyle w:val="libAieChar"/>
          <w:rFonts w:hint="cs"/>
          <w:rtl/>
        </w:rPr>
        <w:t>ْ</w:t>
      </w:r>
      <w:r w:rsidRPr="0014038B">
        <w:rPr>
          <w:rStyle w:val="libAieChar"/>
          <w:rtl/>
        </w:rPr>
        <w:t xml:space="preserve"> سُل</w:t>
      </w:r>
      <w:r w:rsidRPr="0014038B">
        <w:rPr>
          <w:rStyle w:val="libAieChar"/>
          <w:rFonts w:hint="cs"/>
          <w:rtl/>
        </w:rPr>
        <w:t>ْطٰان وَکَفٰی</w:t>
      </w:r>
      <w:r w:rsidRPr="0014038B">
        <w:rPr>
          <w:rStyle w:val="libAieChar"/>
          <w:rtl/>
        </w:rPr>
        <w:t xml:space="preserve"> بِرَبِّکَ وَکِ</w:t>
      </w:r>
      <w:r w:rsidRPr="0014038B">
        <w:rPr>
          <w:rStyle w:val="libAieChar"/>
          <w:rFonts w:hint="cs"/>
          <w:rtl/>
        </w:rPr>
        <w:t>یْ</w:t>
      </w:r>
      <w:r w:rsidR="0048678D" w:rsidRPr="0014038B">
        <w:rPr>
          <w:rStyle w:val="libAieChar"/>
          <w:rFonts w:hint="eastAsia"/>
          <w:rtl/>
        </w:rPr>
        <w:t>لاً</w:t>
      </w:r>
      <w:r w:rsidRPr="0014038B">
        <w:rPr>
          <w:rStyle w:val="libAieChar"/>
          <w:rtl/>
        </w:rPr>
        <w:t>)</w:t>
      </w:r>
      <w:r w:rsidR="00E546D1" w:rsidRPr="0014038B">
        <w:rPr>
          <w:rStyle w:val="libFootnotenumChar"/>
          <w:rtl/>
        </w:rPr>
        <w:t>(</w:t>
      </w:r>
      <w:r w:rsidR="001701A4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اصل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بندوں پر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بس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اور آپ کا پروردگار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نگہبان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کاف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بہت</w:t>
      </w:r>
      <w:r w:rsidRPr="0014038B">
        <w:rPr>
          <w:rtl/>
        </w:rPr>
        <w:t xml:space="preserve"> سے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بزرگوںنے قرب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عبود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مقام تک پہنچنے کے لئے بہت کوشش ک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مقامات کے حصول کے لئے مرحوم کرباس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کوششوں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نمونہ ہے۔ ان کا شمار بزرگ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علماء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ہے اور آپ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بحر العلوم کے شاگردوں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۔ان کے حالات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لکھا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ہے:</w:t>
      </w:r>
    </w:p>
    <w:p w:rsidR="00CA6D92" w:rsidRPr="0014038B" w:rsidRDefault="00CA6D92" w:rsidP="00CA6D92">
      <w:pPr>
        <w:pStyle w:val="libNormal"/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بزرگ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نے شب قدر کو درک کرنے کے لئے پورا سال رات سے صبح تک عبادت انجام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ہر رات تہجد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برکات سے مستف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ہوتے ۔مرحوم کرباس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خشوع وخضوع اور حضور قلب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رعا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کرتے 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بار اصفہان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عہدہ دار نے ان کے احترام کا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نہ رکھا تو آ</w:t>
      </w:r>
      <w:r w:rsidRPr="0014038B">
        <w:rPr>
          <w:rFonts w:hint="eastAsia"/>
          <w:rtl/>
        </w:rPr>
        <w:t>پ</w:t>
      </w:r>
      <w:r w:rsidRPr="0014038B">
        <w:rPr>
          <w:rtl/>
        </w:rPr>
        <w:t xml:space="preserve"> نے اس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دعا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۔کچھ مدت کے بعد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حاکم کو معزول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۔پھر مرحوم کرباس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اس کے لئے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لکھا:</w:t>
      </w:r>
    </w:p>
    <w:p w:rsidR="001701A4" w:rsidRPr="0014038B" w:rsidRDefault="001701A4" w:rsidP="00E546D1">
      <w:pPr>
        <w:pStyle w:val="libFootnote0"/>
      </w:pPr>
      <w:r w:rsidRPr="0014038B">
        <w:rPr>
          <w:rFonts w:hint="cs"/>
          <w:rtl/>
        </w:rPr>
        <w:t>--------------</w:t>
      </w:r>
    </w:p>
    <w:p w:rsidR="001701A4" w:rsidRPr="0014038B" w:rsidRDefault="001701A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]۔ سورۂ اسراء 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65</w:t>
      </w:r>
    </w:p>
    <w:p w:rsidR="001701A4" w:rsidRPr="0014038B" w:rsidRDefault="001701A4" w:rsidP="001701A4">
      <w:pPr>
        <w:pStyle w:val="libNormal"/>
        <w:rPr>
          <w:rtl/>
          <w:lang w:bidi="ur-PK"/>
        </w:rPr>
      </w:pPr>
    </w:p>
    <w:p w:rsidR="001701A4" w:rsidRPr="0014038B" w:rsidRDefault="001701A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1701A4" w:rsidRPr="0014038B" w:rsidRDefault="001701A4" w:rsidP="00CA6D92">
      <w:pPr>
        <w:pStyle w:val="libNormal"/>
        <w:rPr>
          <w:rtl/>
        </w:rPr>
      </w:pP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خون ناحق پروانہ شمع را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چندان</w:t>
      </w:r>
      <w:r w:rsidRPr="0014038B">
        <w:rPr>
          <w:rtl/>
        </w:rPr>
        <w:t xml:space="preserve"> امان نداد کہ شب را سحر کند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وہ</w:t>
      </w:r>
      <w:r w:rsidRPr="0014038B">
        <w:rPr>
          <w:rtl/>
        </w:rPr>
        <w:t xml:space="preserve">  اپنے زمانے کے سب سے بڑے زاہد تھے ۔مرحوم مرزا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نے ان سے توض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المسائل لکھنے کا تقاضا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انہوں نے جواب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بدن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جہنم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آگ کو برداشت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بالآخر مرحوم مرزا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اصرار پر آپ نے رسالہ لکھا۔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آپ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مانگتا تو آپ اس سے گواہ لانے کو کہتے اور پھر آپ گواہ اور فق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دونوں کو قسم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کہ اس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کو خرچ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اسراف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کروگے ،اور پھر اسے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کا خرچہ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>۔</w:t>
      </w:r>
    </w:p>
    <w:p w:rsidR="00CA6D92" w:rsidRPr="0014038B" w:rsidRDefault="00CA6D92" w:rsidP="001701A4">
      <w:pPr>
        <w:pStyle w:val="libNormal"/>
        <w:rPr>
          <w:rtl/>
        </w:rPr>
      </w:pPr>
      <w:r w:rsidRPr="0014038B">
        <w:rPr>
          <w:rFonts w:hint="eastAsia"/>
          <w:rtl/>
        </w:rPr>
        <w:t>کہتے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واقعہ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نے ان کے سامنے گواہ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۔آپ نے اس سے پوچھا کہ تم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کام کرتے ہو؟اس نے کہا 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غسل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ہوں۔آپ نے اس سے غسل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شرائط پوچھے۔اس شخص نے غسل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شرطوں کو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پھر کہا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دفن کے وقت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کان م</w:t>
      </w:r>
      <w:r w:rsidRPr="0014038B">
        <w:rPr>
          <w:rFonts w:hint="cs"/>
          <w:rtl/>
        </w:rPr>
        <w:t>ی</w:t>
      </w:r>
      <w:r w:rsidRPr="0014038B">
        <w:rPr>
          <w:rtl/>
        </w:rPr>
        <w:t>ں کچھ کہتا ہوں:مرحو م کرباس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کہا:تم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کانوں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کہتے ہو؟اس شخص نے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کان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کہتا ہوں کہ تم خوش نص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ہو کہ مر گئے اور آقا کرباس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پاس گواہ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گئے۔!</w:t>
      </w:r>
      <w:r w:rsidR="00E546D1" w:rsidRPr="0014038B">
        <w:rPr>
          <w:rStyle w:val="libFootnotenumChar"/>
          <w:rtl/>
        </w:rPr>
        <w:t>(</w:t>
      </w:r>
      <w:r w:rsidR="001701A4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</w:p>
    <w:p w:rsidR="001701A4" w:rsidRPr="0014038B" w:rsidRDefault="001701A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1701A4" w:rsidRPr="0014038B">
        <w:t>1</w:t>
      </w:r>
      <w:r w:rsidRPr="0014038B">
        <w:rPr>
          <w:rtl/>
        </w:rPr>
        <w:t>]۔ فوائد الرضو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>:</w:t>
      </w:r>
      <w:r w:rsidRPr="0014038B">
        <w:rPr>
          <w:rFonts w:hint="cs"/>
          <w:rtl/>
        </w:rPr>
        <w:t>10،قصص العلماء:118</w:t>
      </w:r>
    </w:p>
    <w:p w:rsidR="00E26540" w:rsidRPr="0014038B" w:rsidRDefault="00E2654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26540" w:rsidRPr="0014038B" w:rsidRDefault="00E26540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40" w:name="_Toc386266923"/>
      <w:r w:rsidRPr="0014038B">
        <w:rPr>
          <w:rtl/>
        </w:rPr>
        <w:t>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نشاط</w:t>
      </w:r>
      <w:bookmarkEnd w:id="40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آپ عبادت کے جذبہ کو حاصل کرنا چاہتے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خود سے جبر و کراہت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کو دور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ذوق و شوق  اور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نشاط سے عبادت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آپ اس کے انمول آثار درک کر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خود کو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تسلط سے نجات دلا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کا ارشاد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''اَف</w:t>
      </w:r>
      <w:r w:rsidRPr="0014038B">
        <w:rPr>
          <w:rStyle w:val="libArabicChar"/>
          <w:rFonts w:hint="cs"/>
          <w:rtl/>
        </w:rPr>
        <w:t>ْضَلُ النّٰاسِ مَنْ عَشِقَ الْعِبٰادَةَ فَعٰانَقَ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وَ اَحَبَّ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بِقَلْبِ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،وَ بٰاشَرَ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بِجَسَدِ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وَ تَفَرَّغْ 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،فَ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ُوَ لاٰیُ</w:t>
      </w:r>
      <w:r w:rsidRPr="0014038B">
        <w:rPr>
          <w:rStyle w:val="libArabicChar"/>
          <w:rFonts w:hint="eastAsia"/>
          <w:rtl/>
        </w:rPr>
        <w:t>بٰالِ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عَلٰ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مٰا اَص</w:t>
      </w:r>
      <w:r w:rsidRPr="0014038B">
        <w:rPr>
          <w:rStyle w:val="libArabicChar"/>
          <w:rFonts w:hint="cs"/>
          <w:rtl/>
        </w:rPr>
        <w:t>ْبَحَ مِنَ الدُّنْیٰ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عَلٰ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عُس</w:t>
      </w:r>
      <w:r w:rsidRPr="0014038B">
        <w:rPr>
          <w:rStyle w:val="libArabicChar"/>
          <w:rFonts w:hint="cs"/>
          <w:rtl/>
        </w:rPr>
        <w:t>ْرٍأَمْ عَلٰی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س</w:t>
      </w:r>
      <w:r w:rsidRPr="0014038B">
        <w:rPr>
          <w:rStyle w:val="libArabicChar"/>
          <w:rFonts w:hint="cs"/>
          <w:rtl/>
        </w:rPr>
        <w:t>ْرٍ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افضل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لوگ وہ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عبادت کے عاشق ہوں اور اسے آغوش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دل و جان سے اس سے محبت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جسم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اعتبار سے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مشغول ہوں اور فکر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لحاظ سے راحت اورآرام سے عبات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۔پھر اسے اس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فکر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کہ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کس طرح صبح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،سخت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راحت و آرام سے۔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عبادت کے خالصانہ ہونے کے علاوہ  عبادت کے اثرات کے اہم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شرائط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و نفس،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کے لئے محرک نہ ہوں ورنہ عبادت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،دکھاوا ،غرور اور اس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>۔انسان کوچاہئے کہ وہ خود کو اس طرح سے بنائے کہ اس کا نفس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کا تابع ہو اور جب وہ مخلصانہ طور پر عبادت کے لئے کھڑا ہو تو اس کا نفس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کے تابع ہو اور اصلاح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نفس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کے تابع ہونا چاہئے اور ذوق و شوق اور مخلصانہ طور پر عبادت انجام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جائے۔</w:t>
      </w:r>
    </w:p>
    <w:p w:rsidR="00AC0E55" w:rsidRPr="0014038B" w:rsidRDefault="00AC0E55" w:rsidP="00E546D1">
      <w:pPr>
        <w:pStyle w:val="libFootnote0"/>
      </w:pPr>
      <w:r w:rsidRPr="0014038B">
        <w:rPr>
          <w:rFonts w:hint="cs"/>
          <w:rtl/>
        </w:rPr>
        <w:t>--------------</w:t>
      </w:r>
    </w:p>
    <w:p w:rsidR="00AC0E55" w:rsidRPr="0014038B" w:rsidRDefault="00AC0E55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۷۰</w:t>
      </w:r>
      <w:r w:rsidRPr="0014038B">
        <w:rPr>
          <w:rtl/>
        </w:rPr>
        <w:t>ص</w:t>
      </w:r>
      <w:r w:rsidRPr="0014038B">
        <w:rPr>
          <w:rtl/>
          <w:lang w:bidi="fa-IR"/>
        </w:rPr>
        <w:t>۲۵۳</w:t>
      </w:r>
      <w:r w:rsidRPr="0014038B">
        <w:rPr>
          <w:rtl/>
        </w:rPr>
        <w:t>، اصول کاف</w:t>
      </w:r>
      <w:r w:rsidRPr="0014038B">
        <w:rPr>
          <w:rFonts w:hint="cs"/>
          <w:rtl/>
        </w:rPr>
        <w:t>ی</w:t>
      </w:r>
      <w:r w:rsidRPr="0014038B">
        <w:rPr>
          <w:rtl/>
        </w:rPr>
        <w:t>: ج</w:t>
      </w:r>
      <w:r w:rsidRPr="0014038B">
        <w:rPr>
          <w:rtl/>
          <w:lang w:bidi="fa-IR"/>
        </w:rPr>
        <w:t>۳</w:t>
      </w:r>
      <w:r w:rsidRPr="0014038B">
        <w:rPr>
          <w:rtl/>
        </w:rPr>
        <w:t>ص</w:t>
      </w:r>
      <w:r w:rsidRPr="0014038B">
        <w:rPr>
          <w:rtl/>
          <w:lang w:bidi="fa-IR"/>
        </w:rPr>
        <w:t>۷۳</w:t>
      </w:r>
    </w:p>
    <w:p w:rsidR="00AC0E55" w:rsidRPr="0014038B" w:rsidRDefault="00AC0E5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تہذ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و اصلاح نفس اہم شرائط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 کہ جو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اہم کردار کا حامل ہے۔ک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اگر انسان عقل کے حکم پر عبادت انجام دے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اپنے نفس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کا مط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نہ بنا سکے تو اس کا نفس اس کے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فعالت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شروع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وہ عباد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بے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طور پر دکھاتا ہے اور اسے عبادت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روک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۔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کچھ دوسرے موانع مثلاً اس کے د 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وسوسہ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کہ جس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جوعبادت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اسے اس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لذت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ملت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قرآن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کے مطابق عبادت خداوند کا صراط مستق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ہے ،انسان اس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سے عبود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مقام تک پہنچ سکتا ہے اور جو مقام عبود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تک پہنچ جائے  اس پر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مسلط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سکتا  اور جو عبادت سے بغض و دشمن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رکھتے ہوئے مجبوراً اسے انجام دے ،وہ نہ  صرف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کے تسل</w:t>
      </w:r>
      <w:r w:rsidRPr="0014038B">
        <w:rPr>
          <w:rFonts w:hint="eastAsia"/>
          <w:rtl/>
        </w:rPr>
        <w:t>ط</w:t>
      </w:r>
      <w:r w:rsidRPr="0014038B">
        <w:rPr>
          <w:rtl/>
        </w:rPr>
        <w:t xml:space="preserve"> سے رہائ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سکتے بلکہ ان کا نفس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کے وسوسوں سے اور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مہلک و خطرناک ہو جاتا ہے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وہ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کے نفوذ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ہموار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اپنے نفس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کاتابع قرار نہ دے سکے اور خود 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عبادت انجام نہ دے، اس عبادت کا لازمہ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اس سے عبادت کا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کے تسلط سے رہائ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ملت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ہر عبادت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خود کو آمادہ کرنا چاہئے اور صلاح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ساتھ اسے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چاہئے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واضح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ہے کہ جو سخت عبادات اور شرع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اضت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اس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ہوتے ،وہ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اعمال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صلاح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رکھتے ۔ان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وہ آمادگ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کرنے لے لئے اپنے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AC0E55" w:rsidRPr="0014038B" w:rsidRDefault="00AC0E5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سخت اور بعض کے بقول شرع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اضتوں</w:t>
      </w:r>
      <w:r w:rsidRPr="0014038B">
        <w:rPr>
          <w:rtl/>
        </w:rPr>
        <w:t xml:space="preserve">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طور پر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ہونا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صلاح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حتم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شرائط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کتنا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، 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بلکہ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عمل ہے کہ انسان ہر کام اور بالخصوص عباد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رکھتا ہو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معصوم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بتائے گئے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کے مطابق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انجام دے تا کہ 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بتوں</w:t>
      </w:r>
      <w:r w:rsidRPr="0014038B">
        <w:rPr>
          <w:rtl/>
        </w:rPr>
        <w:t xml:space="preserve"> سے محفوظ رہے۔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گرچہ</w:t>
      </w:r>
      <w:r w:rsidRPr="0014038B">
        <w:rPr>
          <w:rtl/>
        </w:rPr>
        <w:t xml:space="preserve"> 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 پر ازب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ز ما تا برِ دوست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رفتن</w:t>
      </w:r>
      <w:r w:rsidRPr="0014038B">
        <w:rPr>
          <w:rtl/>
        </w:rPr>
        <w:t xml:space="preserve"> آسان بود ، ار واقف منزل باش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عبادات</w:t>
      </w:r>
      <w:r w:rsidRPr="0014038B">
        <w:rPr>
          <w:rtl/>
        </w:rPr>
        <w:t xml:space="preserve">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شرائط کو جاننا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عبادات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قبول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موانع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حرام خور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 سے آگاہ ہونا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AC0E55" w:rsidRPr="0014038B" w:rsidRDefault="00AC0E5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AC0E55" w:rsidRPr="0014038B" w:rsidRDefault="00AC0E55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41" w:name="_Toc386266924"/>
      <w:r w:rsidRPr="0014038B">
        <w:rPr>
          <w:rtl/>
        </w:rPr>
        <w:t>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نشاط کے اثرات</w:t>
      </w:r>
      <w:bookmarkEnd w:id="41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ذوق</w:t>
      </w:r>
      <w:r w:rsidRPr="0014038B">
        <w:rPr>
          <w:rtl/>
        </w:rPr>
        <w:t xml:space="preserve"> و شوق اور نشاط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ارادہ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کا باعث 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نز</w:t>
      </w:r>
      <w:r w:rsidRPr="0014038B">
        <w:rPr>
          <w:rtl/>
        </w:rPr>
        <w:t xml:space="preserve"> اس سے استقامت و 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اضافہ ہوتاہے۔نشاط انسان کے مشکل اورسخت کاموں کو آسان اور رنج و زحمت کو کم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جو لوگ مشکل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عباد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کو ذوق و شوق اور نشاط 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،وہ نہ  صرف ان کاموں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سے تھکاوٹ کا احساس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کرتے بلکہ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کاموںک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احساس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بلکہ وہ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لذت محسوس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وہ خدا 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خدا عبادت و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نشاط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فرمائے۔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سجاد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پڑھتے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''اِج</w:t>
      </w:r>
      <w:r w:rsidRPr="0014038B">
        <w:rPr>
          <w:rStyle w:val="libArabicChar"/>
          <w:rFonts w:hint="cs"/>
          <w:rtl/>
        </w:rPr>
        <w:t>ْعَلْ .....نَشٰاطِ فِْ عِبٰادَتِکَ''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خداوندا</w:t>
      </w:r>
      <w:r w:rsidRPr="0014038B">
        <w:rPr>
          <w:rtl/>
        </w:rPr>
        <w:t xml:space="preserve"> !اپن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عبادت کے لئے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نشاط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فرما۔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''رَبَّنٰا.....وَام</w:t>
      </w:r>
      <w:r w:rsidRPr="0014038B">
        <w:rPr>
          <w:rStyle w:val="libArabicChar"/>
          <w:rFonts w:hint="cs"/>
          <w:rtl/>
        </w:rPr>
        <w:t>ْنُنْ عَلَیْ</w:t>
      </w:r>
      <w:r w:rsidRPr="0014038B">
        <w:rPr>
          <w:rStyle w:val="libArabicChar"/>
          <w:rFonts w:hint="eastAsia"/>
          <w:rtl/>
        </w:rPr>
        <w:t>نٰا</w:t>
      </w:r>
      <w:r w:rsidRPr="0014038B">
        <w:rPr>
          <w:rStyle w:val="libArabicChar"/>
          <w:rtl/>
        </w:rPr>
        <w:t xml:space="preserve"> بِالنَّشٰاطِ''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پروردگارا</w:t>
      </w:r>
      <w:r w:rsidRPr="0014038B">
        <w:rPr>
          <w:rtl/>
        </w:rPr>
        <w:t>!مجھے نشاط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کرکے مجھ پر احسان فرما۔</w:t>
      </w:r>
    </w:p>
    <w:p w:rsidR="00CA6D92" w:rsidRPr="0014038B" w:rsidRDefault="00CA6D92" w:rsidP="00AC0E55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جامعہ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پڑھتے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  <w:r w:rsidRPr="0014038B">
        <w:rPr>
          <w:rStyle w:val="libArabicChar"/>
          <w:rtl/>
        </w:rPr>
        <w:t>''تَحَبَّب</w:t>
      </w:r>
      <w:r w:rsidRPr="0014038B">
        <w:rPr>
          <w:rStyle w:val="libArabicChar"/>
          <w:rFonts w:hint="cs"/>
          <w:rtl/>
        </w:rPr>
        <w:t>ْ اِلََّ عِبٰادَتَکْ.....وَ تُنْشِطُنِْ 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3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خداوندا</w:t>
      </w:r>
      <w:r w:rsidRPr="0014038B">
        <w:rPr>
          <w:rtl/>
        </w:rPr>
        <w:t>!مجھے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فرما..اور مجھے اس کے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نشاط و تازگ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عطا فرما۔</w:t>
      </w:r>
    </w:p>
    <w:p w:rsidR="00AC0E55" w:rsidRPr="0014038B" w:rsidRDefault="00AC0E55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AC0E55" w:rsidRPr="0014038B" w:rsidRDefault="00AC0E55" w:rsidP="00E546D1">
      <w:pPr>
        <w:pStyle w:val="libFootnote0"/>
        <w:rPr>
          <w:rtl/>
        </w:rPr>
      </w:pPr>
      <w:r w:rsidRPr="0014038B">
        <w:rPr>
          <w:rtl/>
        </w:rPr>
        <w:t xml:space="preserve">[1]۔ بحار الانوار:ج </w:t>
      </w:r>
      <w:r w:rsidRPr="0014038B">
        <w:rPr>
          <w:rtl/>
          <w:lang w:bidi="fa-IR"/>
        </w:rPr>
        <w:t>۹</w:t>
      </w:r>
      <w:r w:rsidRPr="0014038B">
        <w:rPr>
          <w:rFonts w:hint="cs"/>
          <w:rtl/>
        </w:rPr>
        <w:t>0ص</w:t>
      </w:r>
      <w:r w:rsidRPr="0014038B">
        <w:rPr>
          <w:rtl/>
          <w:lang w:bidi="fa-IR"/>
        </w:rPr>
        <w:t>۲۰۰</w:t>
      </w:r>
      <w:r w:rsidRPr="0014038B">
        <w:rPr>
          <w:rtl/>
        </w:rPr>
        <w:t>،بلد الام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:</w:t>
      </w:r>
      <w:r w:rsidRPr="0014038B">
        <w:rPr>
          <w:rFonts w:hint="cs"/>
          <w:rtl/>
        </w:rPr>
        <w:t>131</w:t>
      </w:r>
    </w:p>
    <w:p w:rsidR="00AC0E55" w:rsidRPr="0014038B" w:rsidRDefault="00AC0E55" w:rsidP="00E546D1">
      <w:pPr>
        <w:pStyle w:val="libFootnote0"/>
        <w:rPr>
          <w:rtl/>
        </w:rPr>
      </w:pPr>
      <w:r w:rsidRPr="0014038B">
        <w:rPr>
          <w:rtl/>
        </w:rPr>
        <w:t>[2]۔ بحار الانوار:ج</w:t>
      </w:r>
      <w:r w:rsidRPr="0014038B">
        <w:rPr>
          <w:rtl/>
          <w:lang w:bidi="fa-IR"/>
        </w:rPr>
        <w:t>۹۴</w:t>
      </w:r>
      <w:r w:rsidRPr="0014038B">
        <w:rPr>
          <w:rtl/>
        </w:rPr>
        <w:t>ص</w:t>
      </w:r>
      <w:r w:rsidRPr="0014038B">
        <w:rPr>
          <w:rtl/>
          <w:lang w:bidi="fa-IR"/>
        </w:rPr>
        <w:t>۱۲۵</w:t>
      </w:r>
    </w:p>
    <w:p w:rsidR="00AC0E55" w:rsidRPr="0014038B" w:rsidRDefault="00AC0E55" w:rsidP="00E546D1">
      <w:pPr>
        <w:pStyle w:val="libFootnote0"/>
        <w:rPr>
          <w:rtl/>
        </w:rPr>
      </w:pPr>
      <w:r w:rsidRPr="0014038B">
        <w:rPr>
          <w:rtl/>
        </w:rPr>
        <w:t>[3]۔ بحار الانوار:ج</w:t>
      </w:r>
      <w:r w:rsidRPr="0014038B">
        <w:rPr>
          <w:rtl/>
          <w:lang w:bidi="fa-IR"/>
        </w:rPr>
        <w:t>۱۰۲</w:t>
      </w:r>
      <w:r w:rsidRPr="0014038B">
        <w:rPr>
          <w:rtl/>
        </w:rPr>
        <w:t>ص</w:t>
      </w:r>
      <w:r w:rsidRPr="0014038B">
        <w:rPr>
          <w:rtl/>
          <w:lang w:bidi="fa-IR"/>
        </w:rPr>
        <w:t>۱۷۰</w:t>
      </w:r>
      <w:r w:rsidRPr="0014038B">
        <w:rPr>
          <w:rtl/>
        </w:rPr>
        <w:t>،مصباح الزائر:</w:t>
      </w:r>
      <w:r w:rsidRPr="0014038B">
        <w:rPr>
          <w:rFonts w:hint="cs"/>
          <w:rtl/>
        </w:rPr>
        <w:t>242</w:t>
      </w:r>
    </w:p>
    <w:p w:rsidR="00AC0E55" w:rsidRPr="0014038B" w:rsidRDefault="00AC0E55" w:rsidP="00A22F56">
      <w:pPr>
        <w:pStyle w:val="libNormal"/>
      </w:pPr>
      <w:r w:rsidRPr="0014038B">
        <w:br w:type="page"/>
      </w:r>
    </w:p>
    <w:p w:rsidR="00AC0E55" w:rsidRPr="0014038B" w:rsidRDefault="00AC0E55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منقول</w:t>
      </w:r>
      <w:r w:rsidRPr="0014038B">
        <w:rPr>
          <w:rtl/>
        </w:rPr>
        <w:t xml:space="preserve"> دعاؤں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نشاط طلب کرنے کا راز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نشاط سخت اور سنگ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عبادتوں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اور</w:t>
      </w:r>
      <w:r w:rsidRPr="0014038B">
        <w:rPr>
          <w:rtl/>
        </w:rPr>
        <w:t xml:space="preserve"> و مددگار ہے۔جس طرح مشکل اور طاقت طلب کاموں کو اگر مل کر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تو وہ آسان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بعض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کاموں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اگ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مل کر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تو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ہوتاہے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اگر انسان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بعض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ہوں تو وہ چند افراد کا کام تنہا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انجام دے سکتا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شوق اور نشاط ہے اگر آپ خود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نشاط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کو تقو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تو بہت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عبادت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کے لئے سہل اور آسان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آ پ نے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چند افراد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اہو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ماہ رمضان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آمد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پڑھتے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AC0E55">
      <w:pPr>
        <w:pStyle w:val="libNormal"/>
        <w:rPr>
          <w:rtl/>
        </w:rPr>
      </w:pPr>
      <w:r w:rsidRPr="0014038B">
        <w:rPr>
          <w:rStyle w:val="libArabicChar"/>
          <w:rtl/>
        </w:rPr>
        <w:t>''.....أَح</w:t>
      </w:r>
      <w:r w:rsidRPr="0014038B">
        <w:rPr>
          <w:rStyle w:val="libArabicChar"/>
          <w:rFonts w:hint="cs"/>
          <w:rtl/>
        </w:rPr>
        <w:t>ْسِنْ مَعُوْنَتِْ فِ الْجِدِّ وَ الْاِجْتِ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ٰادِ وَ الْمُسٰارَعَةِ اِلٰی</w:t>
      </w:r>
      <w:r w:rsidRPr="0014038B">
        <w:rPr>
          <w:rStyle w:val="libArabicChar"/>
          <w:rtl/>
        </w:rPr>
        <w:t xml:space="preserve"> مٰا تُحِبُّ  وَ تَر</w:t>
      </w:r>
      <w:r w:rsidRPr="0014038B">
        <w:rPr>
          <w:rStyle w:val="libArabicChar"/>
          <w:rFonts w:hint="cs"/>
          <w:rtl/>
        </w:rPr>
        <w:t>ْضٰی</w:t>
      </w:r>
      <w:r w:rsidRPr="0014038B">
        <w:rPr>
          <w:rStyle w:val="libArabicChar"/>
          <w:rtl/>
        </w:rPr>
        <w:t xml:space="preserve">  وَ النَّشٰاطِ وَ ال</w:t>
      </w:r>
      <w:r w:rsidRPr="0014038B">
        <w:rPr>
          <w:rStyle w:val="libArabicChar"/>
          <w:rFonts w:hint="cs"/>
          <w:rtl/>
        </w:rPr>
        <w:t>ْفَرَحِ وَ الْصِّحَةِ حَتّٰی</w:t>
      </w:r>
      <w:r w:rsidRPr="0014038B">
        <w:rPr>
          <w:rStyle w:val="libArabicChar"/>
          <w:rtl/>
        </w:rPr>
        <w:t xml:space="preserve"> اَب</w:t>
      </w:r>
      <w:r w:rsidRPr="0014038B">
        <w:rPr>
          <w:rStyle w:val="libArabicChar"/>
          <w:rFonts w:hint="cs"/>
          <w:rtl/>
        </w:rPr>
        <w:t>ْلُغَ فِ عِبٰادَتِکَ وَ طٰاعَتِکَ الَّتِیْ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حِقُّ</w:t>
      </w:r>
      <w:r w:rsidRPr="0014038B">
        <w:rPr>
          <w:rStyle w:val="libArabicChar"/>
          <w:rtl/>
        </w:rPr>
        <w:t xml:space="preserve"> لَکَ عَلَّ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tl/>
        </w:rPr>
        <w:t xml:space="preserve"> رِضٰاکَ''</w:t>
      </w:r>
      <w:r w:rsidR="00E546D1" w:rsidRPr="0014038B">
        <w:rPr>
          <w:rStyle w:val="libFootnotenumChar"/>
          <w:rtl/>
        </w:rPr>
        <w:t>(</w:t>
      </w:r>
      <w:r w:rsidR="00AC0E55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</w:pPr>
      <w:r w:rsidRPr="0014038B">
        <w:rPr>
          <w:rFonts w:hint="eastAsia"/>
          <w:rtl/>
        </w:rPr>
        <w:t>سع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وکوشش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جس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خوشنود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رضائ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ہو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جلد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 فرحت و نشاط اور جسمان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سلامت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فرما تاکہ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اس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حق اداد کر سکوں جس کا حق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گردن پر ہے اور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رضائ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خوشنود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مائل ہو جاؤں۔</w:t>
      </w:r>
    </w:p>
    <w:p w:rsidR="00AC0E55" w:rsidRPr="0014038B" w:rsidRDefault="00AC0E55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AC0E55" w:rsidRPr="0014038B" w:rsidRDefault="00AC0E55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۹۷</w:t>
      </w:r>
      <w:r w:rsidRPr="0014038B">
        <w:rPr>
          <w:rtl/>
        </w:rPr>
        <w:t>ص</w:t>
      </w:r>
      <w:r w:rsidRPr="0014038B">
        <w:rPr>
          <w:rtl/>
          <w:lang w:bidi="fa-IR"/>
        </w:rPr>
        <w:t>۳۳۰</w:t>
      </w:r>
    </w:p>
    <w:p w:rsidR="00AC0E55" w:rsidRPr="0014038B" w:rsidRDefault="00AC0E55" w:rsidP="00A22F56">
      <w:pPr>
        <w:pStyle w:val="libNormal"/>
      </w:pPr>
      <w:r w:rsidRPr="0014038B">
        <w:br w:type="page"/>
      </w:r>
    </w:p>
    <w:p w:rsidR="00AC0E55" w:rsidRPr="0014038B" w:rsidRDefault="00AC0E55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آپ نے اس دعام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ملاحظہ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نشاط ا ور صحت کو عبادت کے لئے مدد کے طور پر جانا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خاندان</w:t>
      </w:r>
      <w:r w:rsidRPr="0014038B">
        <w:rPr>
          <w:rtl/>
        </w:rPr>
        <w:t xml:space="preserve">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فرمودات سے استفادہ کرتے ہوئے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معلوم ہوتاہے کہ نشاط بڑے بڑے سنگ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کاموں کے لئے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اسرار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ہے۔ہم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ہم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بخش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اسرار سے استفادہ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۔اگر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 با نشاط نہ ہوں تو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تر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نفس پر خرچ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اپنے نفس کو ذوق و شوق اور نشاط 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کرنے کے لئے آمادہ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اگرچہ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اور</w:t>
      </w:r>
      <w:r w:rsidRPr="0014038B">
        <w:rPr>
          <w:rtl/>
        </w:rPr>
        <w:t xml:space="preserve"> و انصار کے بدن بڑھاپے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کمزور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عمل کے وقت ان کے دل ذوق و شوق  اور نشاط سے لبر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AC0E55" w:rsidRPr="0014038B" w:rsidRDefault="00AC0E5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AC0E55" w:rsidRPr="0014038B" w:rsidRDefault="00AC0E55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42" w:name="_Toc386266925"/>
      <w:r w:rsidRPr="0014038B">
        <w:rPr>
          <w:rtl/>
        </w:rPr>
        <w:t>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کراہت</w:t>
      </w:r>
      <w:bookmarkEnd w:id="42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قلب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جہات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کا مقصد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لوگ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عبادتوں سے بہرہ مند ہوں اور ان کے آثار و اثرات کو درک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۔ان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سے انسان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ہو  ورنہ  اگر عبادت کا کو</w:t>
      </w:r>
      <w:r w:rsidRPr="0014038B">
        <w:rPr>
          <w:rFonts w:hint="eastAsia"/>
          <w:rtl/>
        </w:rPr>
        <w:t>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اثر نہ ہو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راستہ سے دور ہو تو اس عبادت کا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فائدہ ہے؟ک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عبادتوں کا زحمت، تکل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اور رنج کے سوا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فائدہ ہے؟!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''اِ</w:t>
      </w:r>
      <w:r w:rsidRPr="0014038B">
        <w:rPr>
          <w:rStyle w:val="libArabicChar"/>
          <w:rFonts w:hint="cs"/>
          <w:rtl/>
        </w:rPr>
        <w:t>یّٰ</w:t>
      </w:r>
      <w:r w:rsidRPr="0014038B">
        <w:rPr>
          <w:rStyle w:val="libArabicChar"/>
          <w:rFonts w:hint="eastAsia"/>
          <w:rtl/>
        </w:rPr>
        <w:t>اکُم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وَ ال</w:t>
      </w:r>
      <w:r w:rsidRPr="0014038B">
        <w:rPr>
          <w:rStyle w:val="libArabicChar"/>
          <w:rFonts w:hint="cs"/>
          <w:rtl/>
        </w:rPr>
        <w:t>ْجُ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ّٰالِ مِنَ الْمُتَعَبِّدِیْ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وَال</w:t>
      </w:r>
      <w:r w:rsidRPr="0014038B">
        <w:rPr>
          <w:rStyle w:val="libArabicChar"/>
          <w:rFonts w:hint="cs"/>
          <w:rtl/>
        </w:rPr>
        <w:t>ْفُجّٰارِ مِنَ الْعُلْمٰائِ فَاِنَّ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فِتْنَةُ کُلِّ مَفْتُوْن''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عبادت</w:t>
      </w:r>
      <w:r w:rsidRPr="0014038B">
        <w:rPr>
          <w:rtl/>
        </w:rPr>
        <w:t xml:space="preserve"> کرنے والے جاہل افراد سے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کرو  اور بے عمل و فاجر علماء سے درو رہو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ہر دلباختہ شخص کے لئے فتنہ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</w:pPr>
      <w:r w:rsidRPr="0014038B">
        <w:rPr>
          <w:rFonts w:hint="eastAsia"/>
          <w:rtl/>
        </w:rPr>
        <w:t>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 عبادت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لوگ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عبادت کو عبادت کے طور پر قبول کرکے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کا عمل 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وارد ہوتا ہے ،ل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اسے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وقت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کے بجائے جبراً اور مجبور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طور پر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پ</w:t>
      </w:r>
      <w:r w:rsidRPr="0014038B">
        <w:rPr>
          <w:rFonts w:hint="eastAsia"/>
          <w:rtl/>
        </w:rPr>
        <w:t>ھر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 خود کو کامل اور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افتہ</w:t>
      </w:r>
      <w:r w:rsidRPr="0014038B">
        <w:rPr>
          <w:rtl/>
        </w:rPr>
        <w:t xml:space="preserve">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۱۰</w:t>
      </w:r>
      <w:r w:rsidRPr="0014038B">
        <w:rPr>
          <w:rFonts w:hint="cs"/>
          <w:rtl/>
        </w:rPr>
        <w:t>6</w:t>
      </w:r>
    </w:p>
    <w:p w:rsidR="00A22500" w:rsidRPr="0014038B" w:rsidRDefault="00A22500" w:rsidP="00A22F56">
      <w:pPr>
        <w:pStyle w:val="libNormal"/>
      </w:pPr>
      <w:r w:rsidRPr="0014038B">
        <w:br w:type="page"/>
      </w:r>
    </w:p>
    <w:p w:rsidR="00A22500" w:rsidRPr="0014038B" w:rsidRDefault="00A22500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دوسرے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بددل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باعث بنت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حالانکہ عبادت سے انسان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نشاط و فرحت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نہ کہ کراہت و نفرت ۔ 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عبادات کے منف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اثرات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A22500">
      <w:pPr>
        <w:pStyle w:val="libNormal"/>
        <w:rPr>
          <w:rtl/>
        </w:rPr>
      </w:pPr>
      <w:r w:rsidRPr="0014038B">
        <w:rPr>
          <w:rStyle w:val="libArabicChar"/>
          <w:rtl/>
        </w:rPr>
        <w:t>''لاٰ تَک</w:t>
      </w:r>
      <w:r w:rsidRPr="0014038B">
        <w:rPr>
          <w:rStyle w:val="libArabicChar"/>
          <w:rFonts w:hint="cs"/>
          <w:rtl/>
        </w:rPr>
        <w:t>ْرَ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ُوا اِلٰی</w:t>
      </w:r>
      <w:r w:rsidRPr="0014038B">
        <w:rPr>
          <w:rStyle w:val="libArabicChar"/>
          <w:rtl/>
        </w:rPr>
        <w:t xml:space="preserve"> اَن</w:t>
      </w:r>
      <w:r w:rsidRPr="0014038B">
        <w:rPr>
          <w:rStyle w:val="libArabicChar"/>
          <w:rFonts w:hint="cs"/>
          <w:rtl/>
        </w:rPr>
        <w:t>ْفُسِکُمْ اَلْعِبٰادَةَ''</w:t>
      </w:r>
      <w:r w:rsidR="00E546D1" w:rsidRPr="0014038B">
        <w:rPr>
          <w:rStyle w:val="libFootnotenumChar"/>
          <w:rFonts w:hint="cs"/>
          <w:rtl/>
        </w:rPr>
        <w:t>(</w:t>
      </w:r>
      <w:r w:rsidR="00A22500" w:rsidRPr="0014038B">
        <w:rPr>
          <w:rStyle w:val="libFootnotenumChar"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نفسوں کو عبادت کے لئے مجبور نہ کرو۔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بلکہ</w:t>
      </w:r>
      <w:r w:rsidRPr="0014038B">
        <w:rPr>
          <w:rtl/>
        </w:rPr>
        <w:t xml:space="preserve"> رغبت اور شوق سے عبادت انجام دوتا کہ عبادت کے انمول آثار آپ کے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شا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بعض لوگ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:اس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ںتو</w:t>
      </w:r>
      <w:r w:rsidRPr="0014038B">
        <w:rPr>
          <w:rtl/>
        </w:rPr>
        <w:t xml:space="preserve"> بہت سے عبادت کرنے والوں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ترک کرد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عبادت کے وقت نہ  تو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خشوع و خضوع اور توجہ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بلکہ وہ مجبوراً عبادت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ان کا نفس عبادت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مائل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سے ہم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طرز تفکر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طور پر آشنا نہ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ہے۔خاندان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ارشادات پر غور و فکر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معلوم ہو گا کہ خدا نے انسان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منف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اور صفات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حسد،ک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نہ،کراہت</w:t>
      </w:r>
      <w:r w:rsidRPr="0014038B">
        <w:rPr>
          <w:rtl/>
        </w:rPr>
        <w:t xml:space="preserve"> وغ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ہ۔ان س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کو خدا کے دشمنوں سے استفادہ کرنے کے لئے استعمال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۔لہذا انسان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وہ دوسروں کو دھوکہ(جو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صفت ہے)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پھرے بلکہ اسے چاہئے کہ وہ اپنے نفس کو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دے  اور پھر تلق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نرم زبان سے کراہت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کو ختم کرے اور خود کو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مائل کرے۔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۷۱</w:t>
      </w:r>
      <w:r w:rsidRPr="0014038B">
        <w:rPr>
          <w:rtl/>
        </w:rPr>
        <w:t>ص</w:t>
      </w:r>
      <w:r w:rsidRPr="0014038B">
        <w:rPr>
          <w:rtl/>
          <w:lang w:bidi="fa-IR"/>
        </w:rPr>
        <w:t>۲۱۳</w:t>
      </w:r>
      <w:r w:rsidRPr="0014038B">
        <w:rPr>
          <w:rtl/>
        </w:rPr>
        <w:t>،اصول کاف</w:t>
      </w:r>
      <w:r w:rsidRPr="0014038B">
        <w:rPr>
          <w:rFonts w:hint="cs"/>
          <w:rtl/>
        </w:rPr>
        <w:t>ی</w:t>
      </w:r>
      <w:r w:rsidRPr="0014038B">
        <w:rPr>
          <w:rtl/>
        </w:rPr>
        <w:t>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۸</w:t>
      </w:r>
      <w:r w:rsidRPr="0014038B">
        <w:rPr>
          <w:rFonts w:hint="cs"/>
          <w:rtl/>
        </w:rPr>
        <w:t>6</w:t>
      </w:r>
    </w:p>
    <w:p w:rsidR="00A22500" w:rsidRPr="0014038B" w:rsidRDefault="00A22500" w:rsidP="00A22F56">
      <w:pPr>
        <w:pStyle w:val="libNormal"/>
      </w:pPr>
      <w:r w:rsidRPr="0014038B">
        <w:br w:type="page"/>
      </w:r>
    </w:p>
    <w:p w:rsidR="00A22500" w:rsidRPr="0014038B" w:rsidRDefault="00A22500" w:rsidP="00CA6D92">
      <w:pPr>
        <w:pStyle w:val="libNormal"/>
      </w:pPr>
    </w:p>
    <w:p w:rsidR="00A22500" w:rsidRPr="0014038B" w:rsidRDefault="00A22500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مولائے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A22500">
      <w:pPr>
        <w:pStyle w:val="libNormal"/>
        <w:rPr>
          <w:rtl/>
        </w:rPr>
      </w:pPr>
      <w:r w:rsidRPr="0014038B">
        <w:rPr>
          <w:rStyle w:val="libArabicChar"/>
          <w:rtl/>
        </w:rPr>
        <w:t>''خٰادِع</w:t>
      </w:r>
      <w:r w:rsidRPr="0014038B">
        <w:rPr>
          <w:rStyle w:val="libArabicChar"/>
          <w:rFonts w:hint="cs"/>
          <w:rtl/>
        </w:rPr>
        <w:t>ْ نَفْسَکَ فِ الْعِبٰادَةِ وَارْفِقْ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وَلاٰ تَقْ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َرْ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ٰا''</w:t>
      </w:r>
      <w:r w:rsidR="00E546D1" w:rsidRPr="0014038B">
        <w:rPr>
          <w:rStyle w:val="libFootnotenumChar"/>
          <w:rFonts w:hint="cs"/>
          <w:rtl/>
        </w:rPr>
        <w:t>(</w:t>
      </w:r>
      <w:r w:rsidR="00A22500" w:rsidRPr="0014038B">
        <w:rPr>
          <w:rStyle w:val="libFootnotenumChar"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نفس کو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دو اور اس کے ساتھ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کرو اور اسے (عبادت کے لئے )مجبور نہ کرو۔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جوکوئ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 کو مجبور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ہو اسے چاہئے کہ وہ عبادت کو ترک کرنے کے بجائے اپنے نفس سے کراہت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کو برطرف کرے نہ کہ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کو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چھوڑ دے۔ک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عبادت ذوق و شوق اور فرحت و نشاط 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نہ کہ مجبور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کراہت سے۔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A22500">
      <w:pPr>
        <w:pStyle w:val="libNormal"/>
        <w:rPr>
          <w:rtl/>
        </w:rPr>
      </w:pPr>
      <w:r w:rsidRPr="0014038B">
        <w:rPr>
          <w:rStyle w:val="libArabicChar"/>
          <w:rtl/>
        </w:rPr>
        <w:t>''لاٰ تُبَغِّض</w:t>
      </w:r>
      <w:r w:rsidRPr="0014038B">
        <w:rPr>
          <w:rStyle w:val="libArabicChar"/>
          <w:rFonts w:hint="cs"/>
          <w:rtl/>
        </w:rPr>
        <w:t>ْ اِلٰی</w:t>
      </w:r>
      <w:r w:rsidRPr="0014038B">
        <w:rPr>
          <w:rStyle w:val="libArabicChar"/>
          <w:rtl/>
        </w:rPr>
        <w:t xml:space="preserve"> نَف</w:t>
      </w:r>
      <w:r w:rsidRPr="0014038B">
        <w:rPr>
          <w:rStyle w:val="libArabicChar"/>
          <w:rFonts w:hint="cs"/>
          <w:rtl/>
        </w:rPr>
        <w:t>ْسِکَ عِبٰادَةَ رَبِّکَ''</w:t>
      </w:r>
      <w:r w:rsidR="00E546D1" w:rsidRPr="0014038B">
        <w:rPr>
          <w:rStyle w:val="libFootnotenumChar"/>
          <w:rFonts w:hint="cs"/>
          <w:rtl/>
        </w:rPr>
        <w:t>(</w:t>
      </w:r>
      <w:r w:rsidR="00A22500" w:rsidRPr="0014038B">
        <w:rPr>
          <w:rStyle w:val="libFootnotenumChar"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نفس کو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کا دشمن قرار نہ دو۔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A22500" w:rsidRPr="0014038B">
        <w:t>1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۳۳</w:t>
      </w:r>
      <w:r w:rsidRPr="0014038B">
        <w:rPr>
          <w:rtl/>
        </w:rPr>
        <w:t>ص</w:t>
      </w:r>
      <w:r w:rsidRPr="0014038B">
        <w:rPr>
          <w:rtl/>
          <w:lang w:bidi="fa-IR"/>
        </w:rPr>
        <w:t>۵۰۹</w:t>
      </w:r>
      <w:r w:rsidRPr="0014038B">
        <w:rPr>
          <w:rtl/>
        </w:rPr>
        <w:t>،نہج البلاغہ ،مکتوب:</w:t>
      </w:r>
      <w:r w:rsidRPr="0014038B">
        <w:rPr>
          <w:rFonts w:hint="cs"/>
          <w:rtl/>
        </w:rPr>
        <w:t>6</w:t>
      </w:r>
      <w:r w:rsidR="0014038B" w:rsidRPr="0014038B">
        <w:rPr>
          <w:rFonts w:hint="cs"/>
          <w:rtl/>
        </w:rPr>
        <w:t>9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A22500" w:rsidRPr="0014038B">
        <w:t>2</w:t>
      </w:r>
      <w:r w:rsidRPr="0014038B">
        <w:rPr>
          <w:rtl/>
        </w:rPr>
        <w:t>] ۔ بحار الانوار:ج</w:t>
      </w:r>
      <w:r w:rsidRPr="0014038B">
        <w:rPr>
          <w:rtl/>
          <w:lang w:bidi="fa-IR"/>
        </w:rPr>
        <w:t>۷۱</w:t>
      </w:r>
      <w:r w:rsidRPr="0014038B">
        <w:rPr>
          <w:rtl/>
        </w:rPr>
        <w:t>ص</w:t>
      </w:r>
      <w:r w:rsidRPr="0014038B">
        <w:rPr>
          <w:rtl/>
          <w:lang w:bidi="fa-IR"/>
        </w:rPr>
        <w:t>۲۱۴</w:t>
      </w:r>
      <w:r w:rsidRPr="0014038B">
        <w:rPr>
          <w:rtl/>
        </w:rPr>
        <w:t>،اصول کاف</w:t>
      </w:r>
      <w:r w:rsidRPr="0014038B">
        <w:rPr>
          <w:rFonts w:hint="cs"/>
          <w:rtl/>
        </w:rPr>
        <w:t>ی</w:t>
      </w:r>
      <w:r w:rsidRPr="0014038B">
        <w:rPr>
          <w:rtl/>
        </w:rPr>
        <w:t>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۷۸</w:t>
      </w:r>
    </w:p>
    <w:p w:rsidR="00A22500" w:rsidRPr="0014038B" w:rsidRDefault="00A2250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A22500" w:rsidRPr="0014038B" w:rsidRDefault="00A22500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43" w:name="_Toc386266926"/>
      <w:r w:rsidRPr="0014038B">
        <w:rPr>
          <w:rtl/>
        </w:rPr>
        <w:t>عبادت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ہے؟</w:t>
      </w:r>
      <w:bookmarkEnd w:id="43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142472">
      <w:pPr>
        <w:pStyle w:val="Heading1"/>
        <w:rPr>
          <w:rtl/>
        </w:rPr>
      </w:pPr>
      <w:bookmarkStart w:id="44" w:name="_Toc386266927"/>
      <w:r w:rsidRPr="0014038B">
        <w:rPr>
          <w:rFonts w:hint="eastAsia"/>
          <w:rtl/>
        </w:rPr>
        <w:t>عبادت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 xml:space="preserve"> اور کن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کو عباد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کا نام دے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  <w:bookmarkEnd w:id="44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اہم سوال ہے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کبھار بعض افراد کے اذہان متوجہ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۔ممکن ہے کہ بعض لوگ عبادت کو نماز ،روزہ اور ان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دوسرے امور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منحصر سمجھ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رجوع کرنے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معلوم ہوتاہے کہ نماز او</w:t>
      </w:r>
      <w:r w:rsidRPr="0014038B">
        <w:rPr>
          <w:rFonts w:hint="eastAsia"/>
          <w:rtl/>
        </w:rPr>
        <w:t>رر</w:t>
      </w:r>
      <w:r w:rsidRPr="0014038B">
        <w:rPr>
          <w:rtl/>
        </w:rPr>
        <w:t xml:space="preserve"> روزے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عبادت کے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اطاعت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وقوع پذ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ہو سکت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انسان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انجام دے جو خدا چاہتاہے اور خدا صرف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چاہتا کہ کثرت سے نماز و روزہ بجا لاؤ۔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حسن عسکر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''لَ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سَتِ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ْعِبٰادَةُ کَثْرَةَ الصَّلاٰةِ وَ الصِّیٰ</w:t>
      </w:r>
      <w:r w:rsidRPr="0014038B">
        <w:rPr>
          <w:rStyle w:val="libArabicChar"/>
          <w:rFonts w:hint="eastAsia"/>
          <w:rtl/>
        </w:rPr>
        <w:t>امِ</w:t>
      </w:r>
      <w:r w:rsidRPr="0014038B">
        <w:rPr>
          <w:rStyle w:val="libArabicChar"/>
          <w:rtl/>
        </w:rPr>
        <w:t xml:space="preserve"> ،وَ اِنَّمَا ال</w:t>
      </w:r>
      <w:r w:rsidRPr="0014038B">
        <w:rPr>
          <w:rStyle w:val="libArabicChar"/>
          <w:rFonts w:hint="cs"/>
          <w:rtl/>
        </w:rPr>
        <w:t>ْعِبٰادَةُ کَثْرَةُ التَّفَکُّرِ فِ اَمْرِ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کثرت</w:t>
      </w:r>
      <w:r w:rsidRPr="0014038B">
        <w:rPr>
          <w:rtl/>
        </w:rPr>
        <w:t xml:space="preserve"> سے  نماز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پڑھنا اور روزہ رکھنا عبادت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،ب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خدا کے امر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تفکر اور غور و فکر کرنا عبادت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جو کچھ چاہتا ہے ،اسے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عبادت ہے 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سے انسان مقام عبود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تک پہنچ سکتاہے ۔مقام عبود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پہنچنے کا ملاک ومع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ہے۔اعمال اور کثرت عبادات،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درجات تک پہنچنے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حتم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لازم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شرائط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اعمال و عبادات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کثرت 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ہے ۔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Fonts w:hint="cs"/>
          <w:rtl/>
        </w:rPr>
        <w:t>78ص</w:t>
      </w:r>
      <w:r w:rsidRPr="0014038B">
        <w:rPr>
          <w:rtl/>
          <w:lang w:bidi="fa-IR"/>
        </w:rPr>
        <w:t>۳۷۳</w:t>
      </w:r>
      <w:r w:rsidRPr="0014038B">
        <w:rPr>
          <w:rtl/>
        </w:rPr>
        <w:t>،تحف العقول:</w:t>
      </w:r>
      <w:r w:rsidRPr="0014038B">
        <w:rPr>
          <w:rFonts w:hint="cs"/>
          <w:rtl/>
        </w:rPr>
        <w:t>486</w:t>
      </w:r>
    </w:p>
    <w:p w:rsidR="00CA6D92" w:rsidRPr="0014038B" w:rsidRDefault="00CA6D92" w:rsidP="00CA6D92">
      <w:pPr>
        <w:pStyle w:val="libNormal"/>
      </w:pPr>
    </w:p>
    <w:p w:rsidR="00A22500" w:rsidRPr="0014038B" w:rsidRDefault="00A22500" w:rsidP="00A22F56">
      <w:pPr>
        <w:pStyle w:val="libNormal"/>
      </w:pPr>
      <w:r w:rsidRPr="0014038B">
        <w:br w:type="page"/>
      </w:r>
    </w:p>
    <w:p w:rsidR="00A22500" w:rsidRPr="0014038B" w:rsidRDefault="00A22500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عبادات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جب وہ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تأث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رکھت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ہوں اور جب وہ انسان کے باطن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 بناء پر عبادات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اندازہ عبادت کرنے والوں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ہونے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واضح ہو جاتاہے کہ اپنے نفس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کرنے والے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بہرہ مند ہونے والے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مع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تأث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ہے نہ کہ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کثرت عبادت۔اگرچہ بہت سے مقامات پر عبادات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تأث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،عبادات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کثرت پر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</w:t>
      </w:r>
      <w:r w:rsidRPr="0014038B">
        <w:rPr>
          <w:rFonts w:hint="eastAsia"/>
          <w:rtl/>
        </w:rPr>
        <w:t>قوف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کلّ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قانون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پر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حضرت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خاص صحاب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جناب مفضل سے منقول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ہے ۔آپ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A22500">
      <w:pPr>
        <w:pStyle w:val="libNormal"/>
        <w:rPr>
          <w:rtl/>
        </w:rPr>
      </w:pPr>
      <w:r w:rsidRPr="0014038B">
        <w:rPr>
          <w:rStyle w:val="libArabicChar"/>
          <w:rtl/>
        </w:rPr>
        <w:t>''کُن</w:t>
      </w:r>
      <w:r w:rsidRPr="0014038B">
        <w:rPr>
          <w:rStyle w:val="libArabicChar"/>
          <w:rFonts w:hint="cs"/>
          <w:rtl/>
        </w:rPr>
        <w:t>ْتُ عِنْدَ اَبِ عَبْدِاللّٰ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علی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 xml:space="preserve"> السلام فَذَکَر</w:t>
      </w:r>
      <w:r w:rsidRPr="0014038B">
        <w:rPr>
          <w:rStyle w:val="libArabicChar"/>
          <w:rFonts w:hint="cs"/>
          <w:rtl/>
        </w:rPr>
        <w:t>ْنَا الْاَعْمٰالَ ،فَقُلْتُ اَنَا مَا أَضْعَفَ عَمَلِْ؟فَقٰالَ:مَ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 اِسْ</w:t>
      </w:r>
      <w:r w:rsidRPr="0014038B">
        <w:rPr>
          <w:rStyle w:val="libArabicChar"/>
          <w:rtl/>
        </w:rPr>
        <w:t>تَغ</w:t>
      </w:r>
      <w:r w:rsidRPr="0014038B">
        <w:rPr>
          <w:rStyle w:val="libArabicChar"/>
          <w:rFonts w:hint="cs"/>
          <w:rtl/>
        </w:rPr>
        <w:t>ْفِرِ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َ،ثُمَّ قَالَ لِْ:اِنَّ قَلِیْ</w:t>
      </w:r>
      <w:r w:rsidRPr="0014038B">
        <w:rPr>
          <w:rStyle w:val="libArabicChar"/>
          <w:rFonts w:hint="eastAsia"/>
          <w:rtl/>
        </w:rPr>
        <w:t>لَ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ْعَمَلِ مَعَ التَّقْویٰ</w:t>
      </w:r>
      <w:r w:rsidRPr="0014038B">
        <w:rPr>
          <w:rStyle w:val="libArabicChar"/>
          <w:rtl/>
        </w:rPr>
        <w:t xml:space="preserve"> خَ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</w:t>
      </w:r>
      <w:r w:rsidRPr="0014038B">
        <w:rPr>
          <w:rStyle w:val="libArabicChar"/>
          <w:rtl/>
        </w:rPr>
        <w:t xml:space="preserve"> مِن</w:t>
      </w:r>
      <w:r w:rsidRPr="0014038B">
        <w:rPr>
          <w:rStyle w:val="libArabicChar"/>
          <w:rFonts w:hint="cs"/>
          <w:rtl/>
        </w:rPr>
        <w:t>ْ کَثِیْ</w:t>
      </w:r>
      <w:r w:rsidRPr="0014038B">
        <w:rPr>
          <w:rStyle w:val="libArabicChar"/>
          <w:rFonts w:hint="eastAsia"/>
          <w:rtl/>
        </w:rPr>
        <w:t>رٍ</w:t>
      </w:r>
      <w:r w:rsidRPr="0014038B">
        <w:rPr>
          <w:rStyle w:val="libArabicChar"/>
          <w:rtl/>
        </w:rPr>
        <w:t xml:space="preserve"> بِلاٰ تَق</w:t>
      </w:r>
      <w:r w:rsidRPr="0014038B">
        <w:rPr>
          <w:rStyle w:val="libArabicChar"/>
          <w:rFonts w:hint="cs"/>
          <w:rtl/>
        </w:rPr>
        <w:t>ْویٰ</w:t>
      </w:r>
      <w:r w:rsidRPr="0014038B">
        <w:rPr>
          <w:rStyle w:val="libArabicChar"/>
          <w:rtl/>
        </w:rPr>
        <w:t>قُل</w:t>
      </w:r>
      <w:r w:rsidRPr="0014038B">
        <w:rPr>
          <w:rStyle w:val="libArabicChar"/>
          <w:rFonts w:hint="cs"/>
          <w:rtl/>
        </w:rPr>
        <w:t>ْتُ:کَیْ</w:t>
      </w:r>
      <w:r w:rsidRPr="0014038B">
        <w:rPr>
          <w:rStyle w:val="libArabicChar"/>
          <w:rFonts w:hint="eastAsia"/>
          <w:rtl/>
        </w:rPr>
        <w:t>فَ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کُو</w:t>
      </w:r>
      <w:r w:rsidRPr="0014038B">
        <w:rPr>
          <w:rStyle w:val="libArabicChar"/>
          <w:rFonts w:hint="cs"/>
          <w:rtl/>
        </w:rPr>
        <w:t>ْنُ</w:t>
      </w:r>
      <w:r w:rsidRPr="0014038B">
        <w:rPr>
          <w:rStyle w:val="libArabicChar"/>
          <w:rtl/>
        </w:rPr>
        <w:t xml:space="preserve"> کَثِ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</w:t>
      </w:r>
      <w:r w:rsidRPr="0014038B">
        <w:rPr>
          <w:rStyle w:val="libArabicChar"/>
          <w:rtl/>
        </w:rPr>
        <w:t xml:space="preserve"> بِلاٰ تَق</w:t>
      </w:r>
      <w:r w:rsidRPr="0014038B">
        <w:rPr>
          <w:rStyle w:val="libArabicChar"/>
          <w:rFonts w:hint="cs"/>
          <w:rtl/>
        </w:rPr>
        <w:t>ْویٰ</w:t>
      </w:r>
      <w:r w:rsidRPr="0014038B">
        <w:rPr>
          <w:rStyle w:val="libArabicChar"/>
          <w:rtl/>
        </w:rPr>
        <w:t xml:space="preserve"> ؟قَالَ:نَعَم</w:t>
      </w:r>
      <w:r w:rsidRPr="0014038B">
        <w:rPr>
          <w:rStyle w:val="libArabicChar"/>
          <w:rFonts w:hint="cs"/>
          <w:rtl/>
        </w:rPr>
        <w:t>ْ ،مِثْلُ الرَّجُلِ یُ</w:t>
      </w:r>
      <w:r w:rsidRPr="0014038B">
        <w:rPr>
          <w:rStyle w:val="libArabicChar"/>
          <w:rFonts w:hint="eastAsia"/>
          <w:rtl/>
        </w:rPr>
        <w:t>ط</w:t>
      </w:r>
      <w:r w:rsidRPr="0014038B">
        <w:rPr>
          <w:rStyle w:val="libArabicChar"/>
          <w:rFonts w:hint="cs"/>
          <w:rtl/>
        </w:rPr>
        <w:t>ْعِمُ</w:t>
      </w:r>
      <w:r w:rsidRPr="0014038B">
        <w:rPr>
          <w:rStyle w:val="libArabicChar"/>
          <w:rtl/>
        </w:rPr>
        <w:t xml:space="preserve"> طَعٰامَ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 xml:space="preserve">ُ،وَ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ر</w:t>
      </w:r>
      <w:r w:rsidRPr="0014038B">
        <w:rPr>
          <w:rStyle w:val="libArabicChar"/>
          <w:rFonts w:hint="cs"/>
          <w:rtl/>
        </w:rPr>
        <w:t>ْفِقُ</w:t>
      </w:r>
      <w:r w:rsidRPr="0014038B">
        <w:rPr>
          <w:rStyle w:val="libArabicChar"/>
          <w:rtl/>
        </w:rPr>
        <w:t xml:space="preserve"> جِ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رٰانَ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 xml:space="preserve"> وَ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وَطِّ</w:t>
      </w:r>
      <w:r w:rsidRPr="0014038B">
        <w:rPr>
          <w:rStyle w:val="libArabicChar"/>
          <w:rFonts w:hint="cs"/>
          <w:rtl/>
        </w:rPr>
        <w:t>یُٔ</w:t>
      </w:r>
      <w:r w:rsidRPr="0014038B">
        <w:rPr>
          <w:rStyle w:val="libArabicChar"/>
          <w:rtl/>
        </w:rPr>
        <w:t xml:space="preserve"> رَح</w:t>
      </w:r>
      <w:r w:rsidRPr="0014038B">
        <w:rPr>
          <w:rStyle w:val="libArabicChar"/>
          <w:rFonts w:hint="cs"/>
          <w:rtl/>
        </w:rPr>
        <w:t>ْلَ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ُ،فَاِذٰا ارْتَفَعَ 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الْبٰابُ مِنَ الْحَرٰامِ دَخَلَ فِیْ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،فَ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ٰذَا ال</w:t>
      </w:r>
      <w:r w:rsidRPr="0014038B">
        <w:rPr>
          <w:rStyle w:val="libArabicChar"/>
          <w:rFonts w:hint="cs"/>
          <w:rtl/>
        </w:rPr>
        <w:t>ْعَمَلُ بِلاٰ تَقْویٰ</w:t>
      </w:r>
      <w:r w:rsidRPr="0014038B">
        <w:rPr>
          <w:rStyle w:val="libArabicChar"/>
          <w:rtl/>
        </w:rPr>
        <w:t xml:space="preserve"> ،وَ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کُو</w:t>
      </w:r>
      <w:r w:rsidRPr="0014038B">
        <w:rPr>
          <w:rStyle w:val="libArabicChar"/>
          <w:rFonts w:hint="cs"/>
          <w:rtl/>
        </w:rPr>
        <w:t>ْنُ</w:t>
      </w:r>
      <w:r w:rsidRPr="0014038B">
        <w:rPr>
          <w:rStyle w:val="libArabicChar"/>
          <w:rtl/>
        </w:rPr>
        <w:t xml:space="preserve"> الآخَرُ لَ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سَ</w:t>
      </w:r>
      <w:r w:rsidRPr="0014038B">
        <w:rPr>
          <w:rStyle w:val="libArabicChar"/>
          <w:rtl/>
        </w:rPr>
        <w:t xml:space="preserve"> عِن</w:t>
      </w:r>
      <w:r w:rsidRPr="0014038B">
        <w:rPr>
          <w:rStyle w:val="libArabicChar"/>
          <w:rFonts w:hint="cs"/>
          <w:rtl/>
        </w:rPr>
        <w:t>ْدَ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فَ</w:t>
      </w:r>
      <w:r w:rsidRPr="0014038B">
        <w:rPr>
          <w:rStyle w:val="libArabicChar"/>
          <w:rFonts w:hint="eastAsia"/>
          <w:rtl/>
        </w:rPr>
        <w:t>اِذَا</w:t>
      </w:r>
      <w:r w:rsidRPr="0014038B">
        <w:rPr>
          <w:rStyle w:val="libArabicChar"/>
          <w:rtl/>
        </w:rPr>
        <w:t xml:space="preserve"> ار</w:t>
      </w:r>
      <w:r w:rsidRPr="0014038B">
        <w:rPr>
          <w:rStyle w:val="libArabicChar"/>
          <w:rFonts w:hint="cs"/>
          <w:rtl/>
        </w:rPr>
        <w:t>ْتَفَعَ 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الْبَابُ مِنَ الْحَرٰامِ لَمْ یَ</w:t>
      </w:r>
      <w:r w:rsidRPr="0014038B">
        <w:rPr>
          <w:rStyle w:val="libArabicChar"/>
          <w:rFonts w:hint="eastAsia"/>
          <w:rtl/>
        </w:rPr>
        <w:t>د</w:t>
      </w:r>
      <w:r w:rsidRPr="0014038B">
        <w:rPr>
          <w:rStyle w:val="libArabicChar"/>
          <w:rFonts w:hint="cs"/>
          <w:rtl/>
        </w:rPr>
        <w:t>ْخُلْ</w:t>
      </w:r>
      <w:r w:rsidRPr="0014038B">
        <w:rPr>
          <w:rStyle w:val="libArabicChar"/>
          <w:rtl/>
        </w:rPr>
        <w:t xml:space="preserve"> فِ</w:t>
      </w:r>
      <w:r w:rsidRPr="0014038B">
        <w:rPr>
          <w:rStyle w:val="libArabicChar"/>
          <w:rFonts w:hint="cs"/>
          <w:rtl/>
        </w:rPr>
        <w:t>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A22500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حاضرتھا کہ اعمال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گفتگو شروع ہوئ</w:t>
      </w:r>
      <w:r w:rsidRPr="0014038B">
        <w:rPr>
          <w:rFonts w:hint="cs"/>
          <w:rtl/>
        </w:rPr>
        <w:t>ی</w:t>
      </w:r>
      <w:r w:rsidRPr="0014038B">
        <w:rPr>
          <w:rtl/>
        </w:rPr>
        <w:t>۔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اعمال کتنے کم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؟!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78ص</w:t>
      </w:r>
      <w:r w:rsidRPr="0014038B">
        <w:rPr>
          <w:rtl/>
          <w:lang w:bidi="fa-IR"/>
        </w:rPr>
        <w:t>۳۷۳</w:t>
      </w:r>
      <w:r w:rsidRPr="0014038B">
        <w:rPr>
          <w:rtl/>
        </w:rPr>
        <w:t>،تحف العقول:</w:t>
      </w:r>
      <w:r w:rsidRPr="0014038B">
        <w:rPr>
          <w:rFonts w:hint="cs"/>
          <w:rtl/>
        </w:rPr>
        <w:t>486</w:t>
      </w:r>
    </w:p>
    <w:p w:rsidR="00A22500" w:rsidRPr="0014038B" w:rsidRDefault="00A2250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</w:pPr>
    </w:p>
    <w:p w:rsidR="00A22500" w:rsidRPr="0014038B" w:rsidRDefault="00A22500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:خاموش رہو !اور استغفار کرو۔پھر آپ  نے مجھ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 تقو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ٰ  کے ساتھ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جانے والے کم اعمال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گئے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اعمال سے بہتر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ممکن ہے کہ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اعمال انجام دے؟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آنحضرت</w:t>
      </w:r>
      <w:r w:rsidRPr="0014038B">
        <w:rPr>
          <w:rtl/>
        </w:rPr>
        <w:t xml:space="preserve"> 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 ہاں ۔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اپنا کھانا دوسروں کو کھلا دے ، پڑوس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ساتھ اچھا سلوک کرے اور ان کے لئے سامان سفر فراہم کرے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جب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کے لئے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حرام کا دروازہ کھلے تو وہ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 جائے ۔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عمل ہے کہ جس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 اور دو</w:t>
      </w:r>
      <w:r w:rsidRPr="0014038B">
        <w:rPr>
          <w:rFonts w:hint="eastAsia"/>
          <w:rtl/>
        </w:rPr>
        <w:t>سرا</w:t>
      </w:r>
      <w:r w:rsidRPr="0014038B">
        <w:rPr>
          <w:rtl/>
        </w:rPr>
        <w:t xml:space="preserve"> شخص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 اعمال انجام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جب اس کے لئے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حرام کا دروازہ کھلے تو وہ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عمل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ساتھ ہے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شخص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صداقت رکھتا ہے۔</w:t>
      </w:r>
    </w:p>
    <w:p w:rsidR="00A22500" w:rsidRPr="0014038B" w:rsidRDefault="00A2250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A22500" w:rsidRPr="0014038B" w:rsidRDefault="00A22500" w:rsidP="00CA6D92">
      <w:pPr>
        <w:pStyle w:val="libNormal"/>
      </w:pPr>
    </w:p>
    <w:p w:rsidR="00A22500" w:rsidRPr="0014038B" w:rsidRDefault="00A22500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45" w:name="_Toc386266928"/>
      <w:r w:rsidRPr="0014038B">
        <w:rPr>
          <w:rtl/>
        </w:rPr>
        <w:t>محبت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نشاط کا راز</w:t>
      </w:r>
      <w:bookmarkEnd w:id="45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سنگ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مشکل امور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کا راز نشاط ہے۔اس کے علاوہ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نشاط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عبادت و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با نشاط ہوناہے ۔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انسا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عبادت و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رغبت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ہم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درس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اور ان کے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روکاروں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''فِ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tl/>
        </w:rPr>
        <w:t xml:space="preserve"> حُبِّ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ْلِ بَیْ</w:t>
      </w:r>
      <w:r w:rsidRPr="0014038B">
        <w:rPr>
          <w:rStyle w:val="libArabicChar"/>
          <w:rFonts w:hint="eastAsia"/>
          <w:rtl/>
        </w:rPr>
        <w:t>تِ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>.....اَلرَّغ</w:t>
      </w:r>
      <w:r w:rsidRPr="0014038B">
        <w:rPr>
          <w:rStyle w:val="libArabicChar"/>
          <w:rFonts w:hint="cs"/>
          <w:rtl/>
        </w:rPr>
        <w:t>ْبَةُ اِلَی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ْعِبٰادَةِ''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رغبت رکھ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جتن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،عبادات اور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اتنا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ذوق و شوق اور رغبت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عبادت کے لئے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آمادگ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اضافہ ہو جائے گا۔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بحار الانوار: ج</w:t>
      </w:r>
      <w:r w:rsidRPr="0014038B">
        <w:rPr>
          <w:rtl/>
          <w:lang w:bidi="fa-IR"/>
        </w:rPr>
        <w:t>۲۷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۱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۳</w:t>
      </w:r>
    </w:p>
    <w:p w:rsidR="00A22500" w:rsidRPr="0014038B" w:rsidRDefault="00A2250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A22500" w:rsidRPr="0014038B" w:rsidRDefault="00A22500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46" w:name="_Toc386266929"/>
      <w:r w:rsidRPr="0014038B">
        <w:rPr>
          <w:rtl/>
        </w:rPr>
        <w:t>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  <w:bookmarkEnd w:id="46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عبادت</w:t>
      </w:r>
      <w:r w:rsidRPr="0014038B">
        <w:rPr>
          <w:rtl/>
        </w:rPr>
        <w:t xml:space="preserve"> و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 عبود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تک پہنچنے اور سعادت تک پہنچنے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ہے ۔آپ کو غور و فکر کرنا چاہئے کہ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انسان کو عبود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مقام تک پہنچا سکت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جس کے اثرات ہوں اور جو انسان کے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تحول و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کرے ۔ اس بناء پر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جس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حاصل ہو جائے نہ کہ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کثرت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انواع و اقسام سے آشنا 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کے عباد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سے 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تھکاوٹ کا باعث بنت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مختلف انواع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سے ذوق و شوق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ہوتاہے  پس اس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سے آپ عبادات کے اثرات کو درک کرسکتے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جتن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،عبادت و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آپ کے ذوق و شوق اور نشاط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اتنا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اضافہ ہو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عبادت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نشاط سے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تھکاوٹ کا احساس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اور اس سے آپ کے اخلاص و صداقت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ہوتاہے کہ جو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تأث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کا لازمہ ہے ۔اس راہ پر قائم رہنے سے آپ مقام عبود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تک پہنچ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جو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خلقت کا راز ہے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آپ اپنے نفس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رج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پر </w:t>
      </w:r>
      <w:r w:rsidRPr="0014038B">
        <w:rPr>
          <w:rFonts w:hint="eastAsia"/>
          <w:rtl/>
        </w:rPr>
        <w:t>غالب</w:t>
      </w:r>
      <w:r w:rsidRPr="0014038B">
        <w:rPr>
          <w:rtl/>
        </w:rPr>
        <w:t xml:space="preserve"> آسکتے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طاعت</w:t>
      </w:r>
      <w:r w:rsidRPr="0014038B">
        <w:rPr>
          <w:rtl/>
        </w:rPr>
        <w:t xml:space="preserve"> آن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کہ بر خاک 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صدق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آر ،کہ اخلاص بہ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</w:p>
    <w:p w:rsidR="00A22500" w:rsidRPr="0014038B" w:rsidRDefault="00A2250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5221CD">
      <w:pPr>
        <w:pStyle w:val="Heading1Center"/>
        <w:rPr>
          <w:rtl/>
        </w:rPr>
      </w:pPr>
      <w:bookmarkStart w:id="47" w:name="_Toc386266930"/>
      <w:r w:rsidRPr="0014038B">
        <w:rPr>
          <w:rFonts w:hint="eastAsia"/>
          <w:rtl/>
        </w:rPr>
        <w:lastRenderedPageBreak/>
        <w:t>چوتھا</w:t>
      </w:r>
      <w:r w:rsidRPr="0014038B">
        <w:rPr>
          <w:rtl/>
        </w:rPr>
        <w:t xml:space="preserve"> باب</w:t>
      </w:r>
      <w:bookmarkEnd w:id="47"/>
    </w:p>
    <w:p w:rsidR="00CA6D92" w:rsidRPr="0014038B" w:rsidRDefault="00CA6D92" w:rsidP="005221CD">
      <w:pPr>
        <w:pStyle w:val="Heading1Center"/>
        <w:rPr>
          <w:rtl/>
        </w:rPr>
      </w:pPr>
      <w:bookmarkStart w:id="48" w:name="_Toc386266931"/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ٰ</w:t>
      </w:r>
      <w:bookmarkEnd w:id="48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المو 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السلام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 أَش</w:t>
      </w:r>
      <w:r w:rsidRPr="0014038B">
        <w:rPr>
          <w:rFonts w:hint="cs"/>
          <w:rtl/>
        </w:rPr>
        <w:t>ْعِرْ قَلْبَکَ التَّقْویٰ</w:t>
      </w:r>
      <w:r w:rsidRPr="0014038B">
        <w:rPr>
          <w:rtl/>
        </w:rPr>
        <w:t xml:space="preserve"> وَ خٰالِفِ ال</w:t>
      </w:r>
      <w:r w:rsidRPr="0014038B">
        <w:rPr>
          <w:rFonts w:hint="cs"/>
          <w:rtl/>
        </w:rPr>
        <w:t>ْ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َویٰ</w:t>
      </w:r>
      <w:r w:rsidRPr="0014038B">
        <w:rPr>
          <w:rtl/>
        </w:rPr>
        <w:t xml:space="preserve"> تَغ</w:t>
      </w:r>
      <w:r w:rsidRPr="0014038B">
        <w:rPr>
          <w:rFonts w:hint="cs"/>
          <w:rtl/>
        </w:rPr>
        <w:t>ْلِبُ الشَّیْ</w:t>
      </w:r>
      <w:r w:rsidRPr="0014038B">
        <w:rPr>
          <w:rFonts w:hint="eastAsia"/>
          <w:rtl/>
        </w:rPr>
        <w:t>طٰانَ</w:t>
      </w:r>
      <w:r w:rsidRPr="0014038B">
        <w:rPr>
          <w:rtl/>
        </w:rPr>
        <w:t xml:space="preserve"> 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دل کو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مطلع و آگاہ کرو اور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ہوا و ہوس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کرو تا کہ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پر غلبہ حاصل کرسکو۔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تقو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ٰ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کا باعث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اور قلب کا رابطہ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مع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کو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حرام مال سے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انسان کے بلند مقامات تک پہنچنے کا سبب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کا باعث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کو ترک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ثابت قدم رہنا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ٔبحث</w:t>
      </w:r>
    </w:p>
    <w:p w:rsidR="00A22500" w:rsidRPr="0014038B" w:rsidRDefault="00A2250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A22500" w:rsidRPr="0014038B" w:rsidRDefault="00A22500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49" w:name="_Toc386266932"/>
      <w:r w:rsidRPr="0014038B">
        <w:rPr>
          <w:rtl/>
        </w:rPr>
        <w:t>تقو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ٰ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bookmarkEnd w:id="49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انسان</w:t>
      </w:r>
      <w:r w:rsidRPr="0014038B">
        <w:rPr>
          <w:rtl/>
        </w:rPr>
        <w:t xml:space="preserve"> کا دل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کے 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رابط ہے۔اگر انسان کا دل سالم ہو تو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 سے استفادہ کرتے ہوئے الہام 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اور الہام قبول کرنے والا بن سکتاہے۔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دل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سالم ہو سکتا ہے کہ جب وہ آلودگ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زنگ سے پاک ہو اور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ناپاک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دور ہو۔ جب انسان گناہ  و فسادم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ہوجائے تو اس کا دل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</w:t>
      </w:r>
      <w:r w:rsidRPr="0014038B">
        <w:rPr>
          <w:rtl/>
        </w:rPr>
        <w:t xml:space="preserve"> ہو جاتا ہے اور انسان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استفادہ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کو کھو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ٹھتا</w:t>
      </w:r>
      <w:r w:rsidRPr="0014038B">
        <w:rPr>
          <w:rtl/>
        </w:rPr>
        <w:t xml:space="preserve"> ہے اور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ض</w:t>
      </w:r>
      <w:r w:rsidRPr="0014038B">
        <w:rPr>
          <w:rtl/>
        </w:rPr>
        <w:t xml:space="preserve"> و برکات سے محروم ہو جاتا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قلب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دوا ہے ۔تقو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دل کو پاک کرنا چاہئے اور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زنگ کو دور کرنا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انت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ہے:</w:t>
      </w:r>
    </w:p>
    <w:p w:rsidR="00CA6D92" w:rsidRPr="0014038B" w:rsidRDefault="00CA6D92" w:rsidP="0048678D">
      <w:pPr>
        <w:pStyle w:val="libNormal"/>
        <w:rPr>
          <w:rtl/>
        </w:rPr>
      </w:pPr>
      <w:r w:rsidRPr="0014038B">
        <w:rPr>
          <w:rStyle w:val="libArabicChar"/>
          <w:rtl/>
        </w:rPr>
        <w:t>''وَاغ</w:t>
      </w:r>
      <w:r w:rsidRPr="0014038B">
        <w:rPr>
          <w:rStyle w:val="libArabicChar"/>
          <w:rFonts w:hint="cs"/>
          <w:rtl/>
        </w:rPr>
        <w:t>ْسِلْ قَلْبَکَ بِالتَّقْویٰ</w:t>
      </w:r>
      <w:r w:rsidRPr="0014038B">
        <w:rPr>
          <w:rStyle w:val="libArabicChar"/>
          <w:rtl/>
        </w:rPr>
        <w:t xml:space="preserve"> کَمٰا تَغ</w:t>
      </w:r>
      <w:r w:rsidRPr="0014038B">
        <w:rPr>
          <w:rStyle w:val="libArabicChar"/>
          <w:rFonts w:hint="cs"/>
          <w:rtl/>
        </w:rPr>
        <w:t>ْسِلُ ثَوْبَکَ بِالْمٰائِ ،وَ اِنْ أَحْبَبْتَ رُوْحَکَ فَاجْتَ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ِدْ فِی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ْعَمَلِ 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طرح تم اپنے کپڑوں کو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دھوتے ہو ،اس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اپنے دل کو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پاک کرو اور اگر تم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سے محبت کرتے ہو تو عمل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کے لئے جدوجہد کرو۔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بحار الانوار: ج</w:t>
      </w:r>
      <w:r w:rsidRPr="0014038B">
        <w:rPr>
          <w:rtl/>
          <w:lang w:bidi="fa-IR"/>
        </w:rPr>
        <w:t>۹۵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۴۷۱</w:t>
      </w:r>
    </w:p>
    <w:p w:rsidR="00A22500" w:rsidRPr="0014038B" w:rsidRDefault="00A2250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lastRenderedPageBreak/>
        <w:t xml:space="preserve"> </w:t>
      </w:r>
      <w:bookmarkStart w:id="50" w:name="_Toc386266933"/>
      <w:r w:rsidRPr="0014038B">
        <w:rPr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کا باعث</w:t>
      </w:r>
      <w:bookmarkEnd w:id="50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قلب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اور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نوران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انسان کے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سے وابستہ ہے ۔باتقو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انسان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ات،بص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اور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نوران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بہرہ مند ہوتاہے اور جو گناہوں سے آلودہ ہو اوربا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 نہ ہو اس کا دل زنگ آلود اور معنو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 سے خال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A22500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قَلَّ وَرَع</w:t>
      </w:r>
      <w:r w:rsidRPr="0014038B">
        <w:rPr>
          <w:rStyle w:val="libArabicChar"/>
          <w:rtl/>
        </w:rPr>
        <w:t>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مٰاتَ قَل</w:t>
      </w:r>
      <w:r w:rsidRPr="0014038B">
        <w:rPr>
          <w:rStyle w:val="libArabicChar"/>
          <w:rFonts w:hint="cs"/>
          <w:rtl/>
        </w:rPr>
        <w:t>ْبُ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 ہو،اس کا دل مردہ ہوتا ہے۔</w:t>
      </w:r>
    </w:p>
    <w:p w:rsidR="00CA6D92" w:rsidRPr="0014038B" w:rsidRDefault="00CA6D92" w:rsidP="00A22500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کے خواہاں ہوں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وہ با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ہوں تا کہ نہ صرف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مستف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ہوں بلکہ آخرت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فلاح و نجات 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بے شمار نعمتوں سے مستف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ہوں۔</w:t>
      </w: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أَحَبَّ فَوْزَ الْآخِرَةِ فَعَلَیْ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بِالتَّق</w:t>
      </w:r>
      <w:r w:rsidRPr="0014038B">
        <w:rPr>
          <w:rStyle w:val="libArabicChar"/>
          <w:rFonts w:hint="cs"/>
          <w:rtl/>
        </w:rPr>
        <w:t>ْویٰ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آخرت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ہونا چاہے اس کے لئے باتقو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اور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گار ہونا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A22500">
      <w:pPr>
        <w:pStyle w:val="libNormal"/>
        <w:rPr>
          <w:rtl/>
        </w:rPr>
      </w:pP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ہربا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کا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محافظ ہے ۔تقو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فتنوں ،بدعتوں اور گمراہ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متق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مضبوط ڈھال ہے جو اسے گمراہ ہونے سے محفوظ رکھت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متق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کو فتنوں کا اصل چہرہ دکھاتا ہے اگرچہ اس کے ظاہر کتنے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خوبصورت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نہ ہوں۔تقو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متق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محکم  پناہ گاہ ہے۔</w:t>
      </w: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اپنے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دوسرے فرمان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ارشاد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A22500">
      <w:pPr>
        <w:pStyle w:val="libNormal"/>
        <w:rPr>
          <w:rtl/>
        </w:rPr>
      </w:pPr>
      <w:r w:rsidRPr="0014038B">
        <w:rPr>
          <w:rStyle w:val="libArabicChar"/>
          <w:rtl/>
        </w:rPr>
        <w:t>''اَلتَّق</w:t>
      </w:r>
      <w:r w:rsidRPr="0014038B">
        <w:rPr>
          <w:rStyle w:val="libArabicChar"/>
          <w:rFonts w:hint="cs"/>
          <w:rtl/>
        </w:rPr>
        <w:t>ْویٰ</w:t>
      </w:r>
      <w:r w:rsidRPr="0014038B">
        <w:rPr>
          <w:rStyle w:val="libArabicChar"/>
          <w:rtl/>
        </w:rPr>
        <w:t xml:space="preserve"> حِص</w:t>
      </w:r>
      <w:r w:rsidRPr="0014038B">
        <w:rPr>
          <w:rStyle w:val="libArabicChar"/>
          <w:rFonts w:hint="cs"/>
          <w:rtl/>
        </w:rPr>
        <w:t>ْنُ حَصِیْ</w:t>
      </w:r>
      <w:r w:rsidRPr="0014038B">
        <w:rPr>
          <w:rStyle w:val="libArabicChar"/>
          <w:rFonts w:hint="eastAsia"/>
          <w:rtl/>
        </w:rPr>
        <w:t>نٍ</w:t>
      </w:r>
      <w:r w:rsidRPr="0014038B">
        <w:rPr>
          <w:rStyle w:val="libArabicChar"/>
          <w:rtl/>
        </w:rPr>
        <w:t xml:space="preserve"> لِمَن</w:t>
      </w:r>
      <w:r w:rsidRPr="0014038B">
        <w:rPr>
          <w:rStyle w:val="libArabicChar"/>
          <w:rFonts w:hint="cs"/>
          <w:rtl/>
        </w:rPr>
        <w:t>ْ لَجَأَ اِلَیْ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3</w:t>
      </w:r>
      <w:r w:rsidR="00E546D1" w:rsidRPr="0014038B">
        <w:rPr>
          <w:rStyle w:val="libFootnotenumChar"/>
          <w:rtl/>
        </w:rPr>
        <w:t>)</w:t>
      </w: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ہر اس شخص کے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مضبوط حصار ہے ،جو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پناہ لے۔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شرح غرر الحکم: ج</w:t>
      </w:r>
      <w:r w:rsidRPr="0014038B">
        <w:rPr>
          <w:rtl/>
          <w:lang w:bidi="fa-IR"/>
        </w:rPr>
        <w:t>۵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۲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۹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 xml:space="preserve">[2]۔ شرح غرر الحکم: ج </w:t>
      </w:r>
      <w:r w:rsidRPr="0014038B">
        <w:rPr>
          <w:rtl/>
          <w:lang w:bidi="fa-IR"/>
        </w:rPr>
        <w:t>۵</w:t>
      </w:r>
      <w:r w:rsidRPr="0014038B">
        <w:rPr>
          <w:rtl/>
        </w:rPr>
        <w:t>ص</w:t>
      </w:r>
      <w:r w:rsidRPr="0014038B">
        <w:rPr>
          <w:rtl/>
          <w:lang w:bidi="fa-IR"/>
        </w:rPr>
        <w:t>۳۹۴</w:t>
      </w:r>
    </w:p>
    <w:p w:rsidR="00A22500" w:rsidRPr="0014038B" w:rsidRDefault="00CA6D92" w:rsidP="00E546D1">
      <w:pPr>
        <w:pStyle w:val="libFootnote0"/>
        <w:rPr>
          <w:rtl/>
          <w:lang w:bidi="fa-IR"/>
        </w:rPr>
      </w:pPr>
      <w:r w:rsidRPr="0014038B">
        <w:rPr>
          <w:rtl/>
        </w:rPr>
        <w:t>[3]۔ شرح غرر الحکم: ج</w:t>
      </w:r>
      <w:r w:rsidRPr="0014038B">
        <w:rPr>
          <w:rtl/>
          <w:lang w:bidi="fa-IR"/>
        </w:rPr>
        <w:t>۵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۲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۹</w:t>
      </w:r>
    </w:p>
    <w:p w:rsidR="00A22500" w:rsidRPr="0014038B" w:rsidRDefault="00A22500" w:rsidP="00A22F56">
      <w:pPr>
        <w:pStyle w:val="libNormal"/>
        <w:rPr>
          <w:rtl/>
          <w:lang w:bidi="fa-IR"/>
        </w:rPr>
      </w:pPr>
      <w:r w:rsidRPr="0014038B">
        <w:rPr>
          <w:rtl/>
          <w:lang w:bidi="fa-IR"/>
        </w:rPr>
        <w:br w:type="page"/>
      </w:r>
    </w:p>
    <w:p w:rsidR="00A22500" w:rsidRPr="0014038B" w:rsidRDefault="00A22500" w:rsidP="00CA6D92">
      <w:pPr>
        <w:pStyle w:val="libNormal"/>
        <w:rPr>
          <w:lang w:bidi="fa-IR"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51" w:name="_Toc386266934"/>
      <w:r w:rsidRPr="0014038B">
        <w:rPr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اور قلب کا رابطہ</w:t>
      </w:r>
      <w:bookmarkEnd w:id="51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دل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کو اخذ کرنے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جنے</w:t>
      </w:r>
      <w:r w:rsidRPr="0014038B">
        <w:rPr>
          <w:rtl/>
        </w:rPr>
        <w:t xml:space="preserve">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ہے جسے خداوند متعال نے انسان کے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تا کہ اس کے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و سالم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اس سے استفادہ کرکے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مطابق گذشتہ و آئندہ سے ارتباط برقرار کرے اور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قلب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</w:t>
      </w:r>
      <w:r w:rsidRPr="0014038B">
        <w:rPr>
          <w:rFonts w:hint="eastAsia"/>
          <w:rtl/>
        </w:rPr>
        <w:t>وجہ</w:t>
      </w:r>
      <w:r w:rsidRPr="0014038B">
        <w:rPr>
          <w:rtl/>
        </w:rPr>
        <w:t>(جو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اور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الات</w:t>
      </w:r>
      <w:r w:rsidRPr="0014038B">
        <w:rPr>
          <w:rtl/>
        </w:rPr>
        <w:t xml:space="preserve"> سے خال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ہو)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سے مرتبط کر سکے۔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افسوس سے کہنا پڑتا ہے کہ امام عصر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(جو کائنات کے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)کے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ہمارے دل صحت و سلامت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خال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مبتلا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اپنے نوران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کلمات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دلوں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صحت و سلامت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قلب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امراض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تصر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مختلف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(ہمارادل جن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ہو چکا ہے)سے نجات کا راستہ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اور انسان کے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کے اثرات کوب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ہوئے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''فَاِنَّ تَق</w:t>
      </w:r>
      <w:r w:rsidRPr="0014038B">
        <w:rPr>
          <w:rStyle w:val="libArabicChar"/>
          <w:rFonts w:hint="cs"/>
          <w:rtl/>
        </w:rPr>
        <w:t>ْوَی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دَوٰائُ دٰائِ قُلُو</w:t>
      </w:r>
      <w:r w:rsidRPr="0014038B">
        <w:rPr>
          <w:rStyle w:val="libArabicChar"/>
          <w:rFonts w:hint="cs"/>
          <w:rtl/>
        </w:rPr>
        <w:t>ْبِکُمْ''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آپکے دلوں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علاج ہے۔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tl/>
        </w:rPr>
        <w:t xml:space="preserve">[1]۔ شرح غرر الحکم:ج </w:t>
      </w:r>
      <w:r w:rsidRPr="0014038B">
        <w:rPr>
          <w:rtl/>
          <w:lang w:bidi="fa-IR"/>
        </w:rPr>
        <w:t>۵</w:t>
      </w:r>
      <w:r w:rsidRPr="0014038B">
        <w:rPr>
          <w:rtl/>
        </w:rPr>
        <w:t>ص</w:t>
      </w:r>
      <w:r w:rsidRPr="0014038B">
        <w:rPr>
          <w:rtl/>
          <w:lang w:bidi="fa-IR"/>
        </w:rPr>
        <w:t>۲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۹</w:t>
      </w:r>
    </w:p>
    <w:p w:rsidR="00CA6D92" w:rsidRPr="0014038B" w:rsidRDefault="00CA6D92" w:rsidP="00CA6D92">
      <w:pPr>
        <w:pStyle w:val="libNormal"/>
      </w:pPr>
    </w:p>
    <w:p w:rsidR="00A22500" w:rsidRPr="0014038B" w:rsidRDefault="00A22500" w:rsidP="00A22F56">
      <w:pPr>
        <w:pStyle w:val="libNormal"/>
      </w:pPr>
      <w:r w:rsidRPr="0014038B">
        <w:br w:type="page"/>
      </w:r>
    </w:p>
    <w:p w:rsidR="00A22500" w:rsidRPr="0014038B" w:rsidRDefault="00A22500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خداوند انسان کو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عطا کرے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مختلف دوائ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مختلف قسم 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tl/>
        </w:rPr>
        <w:t xml:space="preserve"> دلوں کو شفا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>۔ جس طرح طوفان اور 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مسافروں کو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نجات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انسان کو مختلف قسم کے فتنوں،بلاؤں اور گ</w:t>
      </w:r>
      <w:r w:rsidRPr="0014038B">
        <w:rPr>
          <w:rFonts w:hint="eastAsia"/>
          <w:rtl/>
        </w:rPr>
        <w:t>رفتار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ہلاک ہونے سے بچاتا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موس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کاظم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،حضرت لقمان کے اقوال کے ضمن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A22500">
      <w:pPr>
        <w:pStyle w:val="libNormal"/>
        <w:rPr>
          <w:rtl/>
        </w:rPr>
      </w:pPr>
      <w:r w:rsidRPr="0014038B">
        <w:rPr>
          <w:rStyle w:val="libArabicChar"/>
          <w:rtl/>
        </w:rPr>
        <w:t>''.....فَل</w:t>
      </w:r>
      <w:r w:rsidRPr="0014038B">
        <w:rPr>
          <w:rStyle w:val="libArabicChar"/>
          <w:rFonts w:hint="cs"/>
          <w:rtl/>
        </w:rPr>
        <w:t>ْتَکُنْ سَفِیْ</w:t>
      </w:r>
      <w:r w:rsidRPr="0014038B">
        <w:rPr>
          <w:rStyle w:val="libArabicChar"/>
          <w:rFonts w:hint="eastAsia"/>
          <w:rtl/>
        </w:rPr>
        <w:t>نَتُکَ</w:t>
      </w:r>
      <w:r w:rsidRPr="0014038B">
        <w:rPr>
          <w:rStyle w:val="libArabicChar"/>
          <w:rtl/>
        </w:rPr>
        <w:t xml:space="preserve"> فِ</w:t>
      </w:r>
      <w:r w:rsidRPr="0014038B">
        <w:rPr>
          <w:rStyle w:val="libArabicChar"/>
          <w:rFonts w:hint="cs"/>
          <w:rtl/>
        </w:rPr>
        <w:t>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ٰا</w:t>
      </w:r>
      <w:r w:rsidRPr="0014038B">
        <w:rPr>
          <w:rStyle w:val="libArabicChar"/>
          <w:rtl/>
        </w:rPr>
        <w:t xml:space="preserve"> تَق</w:t>
      </w:r>
      <w:r w:rsidRPr="0014038B">
        <w:rPr>
          <w:rStyle w:val="libArabicChar"/>
          <w:rFonts w:hint="cs"/>
          <w:rtl/>
        </w:rPr>
        <w:t>ْوَی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ِ''</w:t>
      </w:r>
      <w:r w:rsidR="00E546D1" w:rsidRPr="0014038B">
        <w:rPr>
          <w:rStyle w:val="libFootnotenumChar"/>
          <w:rtl/>
        </w:rPr>
        <w:t>(</w:t>
      </w:r>
      <w:r w:rsidR="00A22500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(نجات)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طاقتور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بلاؤں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امواج کو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رکر</w:t>
      </w:r>
      <w:r w:rsidRPr="0014038B">
        <w:rPr>
          <w:rtl/>
        </w:rPr>
        <w:t xml:space="preserve"> انسان کو فتنوں سے نجات دلاتا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A22500">
      <w:pPr>
        <w:pStyle w:val="libNormal"/>
        <w:rPr>
          <w:rtl/>
        </w:rPr>
      </w:pPr>
      <w:r w:rsidRPr="0014038B">
        <w:rPr>
          <w:rStyle w:val="libArabicChar"/>
          <w:rtl/>
        </w:rPr>
        <w:t>''وَاع</w:t>
      </w:r>
      <w:r w:rsidRPr="0014038B">
        <w:rPr>
          <w:rStyle w:val="libArabicChar"/>
          <w:rFonts w:hint="cs"/>
          <w:rtl/>
        </w:rPr>
        <w:t>ْلَمُوا أَنَّ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مَنْ یَ</w:t>
      </w:r>
      <w:r w:rsidRPr="0014038B">
        <w:rPr>
          <w:rStyle w:val="libArabicChar"/>
          <w:rFonts w:hint="eastAsia"/>
          <w:rtl/>
        </w:rPr>
        <w:t>تَّقِ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 xml:space="preserve">َ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ج</w:t>
      </w:r>
      <w:r w:rsidRPr="0014038B">
        <w:rPr>
          <w:rStyle w:val="libArabicChar"/>
          <w:rFonts w:hint="cs"/>
          <w:rtl/>
        </w:rPr>
        <w:t>ْعَلْ</w:t>
      </w:r>
      <w:r w:rsidRPr="0014038B">
        <w:rPr>
          <w:rStyle w:val="libArabicChar"/>
          <w:rtl/>
        </w:rPr>
        <w:t xml:space="preserve"> 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مَخ</w:t>
      </w:r>
      <w:r w:rsidRPr="0014038B">
        <w:rPr>
          <w:rStyle w:val="libArabicChar"/>
          <w:rFonts w:hint="cs"/>
          <w:rtl/>
        </w:rPr>
        <w:t>ْرَجًا مِنَ الْفِتَنْ''</w:t>
      </w:r>
      <w:r w:rsidR="00E546D1" w:rsidRPr="0014038B">
        <w:rPr>
          <w:rStyle w:val="libFootnotenumChar"/>
          <w:rFonts w:hint="cs"/>
          <w:rtl/>
        </w:rPr>
        <w:t>(</w:t>
      </w:r>
      <w:r w:rsidR="00A22500" w:rsidRPr="0014038B">
        <w:rPr>
          <w:rStyle w:val="libFootnotenumChar"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آگاہ</w:t>
      </w:r>
      <w:r w:rsidRPr="0014038B">
        <w:rPr>
          <w:rtl/>
        </w:rPr>
        <w:t xml:space="preserve"> ہو جاؤ !جو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کے لئے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کرے ، خداوند اس کے لئے فتنوں سے فرار کے راستے کھول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ہے۔</w:t>
      </w:r>
    </w:p>
    <w:p w:rsidR="00A22500" w:rsidRPr="0014038B" w:rsidRDefault="00A2250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A22500" w:rsidRPr="0014038B">
        <w:t>1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۱</w:t>
      </w:r>
      <w:r w:rsidRPr="0014038B">
        <w:rPr>
          <w:rtl/>
        </w:rPr>
        <w:t>ص</w:t>
      </w:r>
      <w:r w:rsidRPr="0014038B">
        <w:rPr>
          <w:rtl/>
          <w:lang w:bidi="fa-IR"/>
        </w:rPr>
        <w:t>۱۳</w:t>
      </w:r>
      <w:r w:rsidRPr="0014038B">
        <w:rPr>
          <w:rFonts w:hint="cs"/>
          <w:rtl/>
        </w:rPr>
        <w:t>6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A22500" w:rsidRPr="0014038B">
        <w:t>2</w:t>
      </w:r>
      <w:r w:rsidRPr="0014038B">
        <w:rPr>
          <w:rtl/>
        </w:rPr>
        <w:t xml:space="preserve">]۔ نہج البلاغہ،خطبہ: </w:t>
      </w:r>
      <w:r w:rsidRPr="0014038B">
        <w:rPr>
          <w:rFonts w:hint="cs"/>
          <w:rtl/>
        </w:rPr>
        <w:t>183</w:t>
      </w:r>
    </w:p>
    <w:p w:rsidR="00CA747F" w:rsidRPr="0014038B" w:rsidRDefault="00CA747F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747F" w:rsidRPr="0014038B" w:rsidRDefault="00CA747F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52" w:name="_Toc386266935"/>
      <w:r w:rsidRPr="0014038B">
        <w:rPr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bookmarkEnd w:id="52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کو کس طرح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دوسرے سے تشخ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</w:t>
      </w:r>
      <w:r w:rsidRPr="0014038B">
        <w:rPr>
          <w:rtl/>
        </w:rPr>
        <w:t xml:space="preserve"> دے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بہت سے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رحمان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فرق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کرتے  اور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معلوم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کہ ہمارے افکار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کون سے افکار رحمان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کہ  جو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منشاء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کون سے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نفس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ہمارے ذہن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داہوتے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افکار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تشخ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</w:t>
      </w:r>
      <w:r w:rsidRPr="0014038B">
        <w:rPr>
          <w:rtl/>
        </w:rPr>
        <w:t xml:space="preserve"> نہ دے پانا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و سرگردان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باعث بنتا ہے  اور 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ان افکار کے بارے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کا علم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ہے کہ جن کا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ہونا معلوم نہ ہو؟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 افکار کے تجسم اور مکاشفہ کا مسئلہ ہے کہ 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کو اکثر لوگ حت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اہل علم  حضرات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جانتے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جاننے کے لئے کہ کون اپنے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کو تشخ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</w:t>
      </w:r>
      <w:r w:rsidRPr="0014038B">
        <w:rPr>
          <w:rtl/>
        </w:rPr>
        <w:t xml:space="preserve"> دے سکتا ہے ،ہم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:قرآن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نے اس سوال کا جواب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 xml:space="preserve"> اور واضح طور پر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:</w:t>
      </w:r>
    </w:p>
    <w:p w:rsidR="00CA6D92" w:rsidRPr="0014038B" w:rsidRDefault="00CA6D92" w:rsidP="0048678D">
      <w:pPr>
        <w:pStyle w:val="libNormal"/>
        <w:rPr>
          <w:rtl/>
        </w:rPr>
      </w:pPr>
      <w:r w:rsidRPr="0014038B">
        <w:rPr>
          <w:rStyle w:val="libAieChar"/>
          <w:rFonts w:hint="eastAsia"/>
          <w:rtl/>
        </w:rPr>
        <w:t>اِنَّ</w:t>
      </w:r>
      <w:r w:rsidRPr="0014038B">
        <w:rPr>
          <w:rStyle w:val="libAieChar"/>
          <w:rtl/>
        </w:rPr>
        <w:t xml:space="preserve"> الَّذِ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نَ</w:t>
      </w:r>
      <w:r w:rsidRPr="0014038B">
        <w:rPr>
          <w:rStyle w:val="libAieChar"/>
          <w:rtl/>
        </w:rPr>
        <w:t xml:space="preserve"> اتَّقَوا</w:t>
      </w:r>
      <w:r w:rsidRPr="0014038B">
        <w:rPr>
          <w:rStyle w:val="libAieChar"/>
          <w:rFonts w:hint="cs"/>
          <w:rtl/>
        </w:rPr>
        <w:t>ْ ِذَا مَسَّ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ُمْ طَائِف مِّنَ الشَّیْْ</w:t>
      </w:r>
      <w:r w:rsidRPr="0014038B">
        <w:rPr>
          <w:rStyle w:val="libAieChar"/>
          <w:rFonts w:hint="eastAsia"/>
          <w:rtl/>
        </w:rPr>
        <w:t>طَانِ</w:t>
      </w:r>
      <w:r w:rsidRPr="0014038B">
        <w:rPr>
          <w:rStyle w:val="libAieChar"/>
          <w:rtl/>
        </w:rPr>
        <w:t xml:space="preserve"> تَذَکَّرُوا</w:t>
      </w:r>
      <w:r w:rsidRPr="0014038B">
        <w:rPr>
          <w:rStyle w:val="libAieChar"/>
          <w:rFonts w:hint="cs"/>
          <w:rtl/>
        </w:rPr>
        <w:t xml:space="preserve">ْ 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لوگ صاحبان تقو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جب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چھونا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چاہتا ہے تو خدا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747F" w:rsidRPr="0014038B" w:rsidRDefault="00CA747F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747F" w:rsidP="00E546D1">
      <w:pPr>
        <w:pStyle w:val="libFootnote0"/>
      </w:pPr>
      <w:r w:rsidRPr="0014038B">
        <w:rPr>
          <w:rtl/>
        </w:rPr>
        <w:t>[1]۔ سورۂ اعراف،آ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201</w:t>
      </w:r>
    </w:p>
    <w:p w:rsidR="00CA747F" w:rsidRPr="0014038B" w:rsidRDefault="00CA747F" w:rsidP="00A22F56">
      <w:pPr>
        <w:pStyle w:val="libNormal"/>
      </w:pPr>
      <w:r w:rsidRPr="0014038B">
        <w:br w:type="page"/>
      </w:r>
    </w:p>
    <w:p w:rsidR="00CA747F" w:rsidRPr="0014038B" w:rsidRDefault="00CA747F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اس طرح سے انسان کو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کہ جب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انسان کے ذہن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سوچ و فکر القاء کرے تو وہ فوراً سمجھ جاتا ہے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افکار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نے ذہن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ڈالے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دوسرے سے تشخ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جاننا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کس کو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کس سے بے اعتنائ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کرتے ہوئے اسے چھوڑ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اس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ہم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داہو</w:t>
      </w:r>
      <w:r w:rsidRPr="0014038B">
        <w:rPr>
          <w:rtl/>
        </w:rPr>
        <w:t xml:space="preserve"> سکے۔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کرنے سے نہ صرف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کہہم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کے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ںہوں</w:t>
      </w:r>
      <w:r w:rsidRPr="0014038B">
        <w:rPr>
          <w:rtl/>
        </w:rPr>
        <w:t xml:space="preserve"> گے بلکہ ہم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دشمن کو پہچاننے اور اس کے نفوذ کرنے کے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قوں</w:t>
      </w:r>
      <w:r w:rsidRPr="0014038B">
        <w:rPr>
          <w:rtl/>
        </w:rPr>
        <w:t xml:space="preserve"> کو پہچانے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مراحل تک پہنچنے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قدرت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تکامل و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شرفت</w:t>
      </w:r>
      <w:r w:rsidRPr="0014038B">
        <w:rPr>
          <w:rtl/>
        </w:rPr>
        <w:t xml:space="preserve"> ا ور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ہدف تک پہنچنے کے لئے اس کے موانع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و معرفت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ورنہ انسان پرخطر اور مشکل راستوں کوبا آسان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موانع سے آمنا سامنا کئے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طے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سکتا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tl/>
        </w:rPr>
        <w:t xml:space="preserve"> سلوک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راستوں پر چلنے کے لئے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انسان کانفس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مکار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آشنا ہونا نہا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تا کہ انسان اس کے دھوکے اور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نہ ہو جائے ۔ انسان کے لئے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جاننا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اسے کس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سے گمراہ کرتاہے  اور کس طرح 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اسے راہ راست سے منحرف کرتا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کے فکر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وسوسوں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راہوں کو پہچاننے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ہے۔باتقو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افراد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دوسرے سے تشخ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</w:t>
      </w:r>
      <w:r w:rsidRPr="0014038B">
        <w:rPr>
          <w:rtl/>
        </w:rPr>
        <w:t xml:space="preserve"> دے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747F" w:rsidRPr="0014038B" w:rsidRDefault="00CA747F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افسوس سے کہنا پڑتا ہے کہ بعض افراد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نہ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فکر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وں،نفس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آلودگ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وں،بص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کے فقدان اور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باعث تکل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اٹھاتے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علاج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راستہ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معلوم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وہ اپنے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کا علاج کرنا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جانتے  کہ وہ کس دوا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علاج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۔وہ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شفا بخش مکتب سے آشنا نہ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کھوکھلے ماہر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نفس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ات،امر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جادوگروں اور مختلف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اضت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والے افراد کے چنگل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پھنس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 سے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سرگردان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مز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اضافہ ہو جاتا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تک کون سا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شخص ہے جو مکتب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آشنا ہونے کے باوجود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ناشائستہ افراد کا محتاج ہو؟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اگرچہ</w:t>
      </w:r>
      <w:r w:rsidRPr="0014038B">
        <w:rPr>
          <w:rtl/>
        </w:rPr>
        <w:t xml:space="preserve"> ہم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مانتے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بعض افراد عقل اور 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عت</w:t>
      </w:r>
      <w:r w:rsidRPr="0014038B">
        <w:rPr>
          <w:rtl/>
        </w:rPr>
        <w:t xml:space="preserve"> کے برخلاف کچھ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اضت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بعض مہارتوں پر قادر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وہ کچھ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مشق اور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اضت</w:t>
      </w:r>
      <w:r w:rsidRPr="0014038B">
        <w:rPr>
          <w:rtl/>
        </w:rPr>
        <w:t xml:space="preserve"> سے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(نہ کہ رحمان</w:t>
      </w:r>
      <w:r w:rsidRPr="0014038B">
        <w:rPr>
          <w:rFonts w:hint="cs"/>
          <w:rtl/>
        </w:rPr>
        <w:t>ی</w:t>
      </w:r>
      <w:r w:rsidRPr="0014038B">
        <w:rPr>
          <w:rtl/>
        </w:rPr>
        <w:t>)قدرت توحاصل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چونکہ وہ با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ہوتے لہذا و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غلط اور فاسد کاموں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خرچ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پر قابض ہونے والے افراد کے لئے صرف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کچھ ہندو اور گائے پرست مقدس گائے کا فضلہ اپنے سر اور چہرے پر لگاتے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جب کہ امر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کا</w:t>
      </w:r>
      <w:r w:rsidRPr="0014038B">
        <w:rPr>
          <w:rtl/>
        </w:rPr>
        <w:t xml:space="preserve"> ان سے مشورہ کرنے کے لئے ان کے ساتھ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ٹھتا</w:t>
      </w:r>
      <w:r w:rsidRPr="0014038B">
        <w:rPr>
          <w:rtl/>
        </w:rPr>
        <w:t xml:space="preserve"> ہے۔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آلودہ افراد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ت،خدا</w:t>
      </w:r>
      <w:r w:rsidRPr="0014038B">
        <w:rPr>
          <w:rtl/>
        </w:rPr>
        <w:t xml:space="preserve"> شناس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انسان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درس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ہوں گے !!اور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لوگوں کو برباد کرنے والے ک</w:t>
      </w:r>
      <w:r w:rsidRPr="0014038B">
        <w:rPr>
          <w:rFonts w:hint="eastAsia"/>
          <w:rtl/>
        </w:rPr>
        <w:t>ام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سے روکتے ہوں گے!!</w:t>
      </w:r>
    </w:p>
    <w:p w:rsidR="00CA6D92" w:rsidRPr="0014038B" w:rsidRDefault="00CA6D92" w:rsidP="00CA747F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وہ دکھائ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طاقتوں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سے جنگ کرنا چاہتے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="00CA747F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</w:p>
    <w:p w:rsidR="00CA747F" w:rsidRPr="0014038B" w:rsidRDefault="00CA747F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747F" w:rsidRPr="0014038B" w:rsidRDefault="00CA747F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 ۔ امر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کہ</w:t>
      </w:r>
      <w:r w:rsidRPr="0014038B">
        <w:rPr>
          <w:rtl/>
        </w:rPr>
        <w:t xml:space="preserve"> اب تک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کو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نظروں سے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رکھنے کے لئے اربوں ڈالر خرچ کر چکا ہے اور اس کے لئے اسن نے اپنے بہت سے لوگوں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قربان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ہے۔!رک:بہ سو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۔</w:t>
      </w:r>
    </w:p>
    <w:p w:rsidR="00CA6D92" w:rsidRPr="0014038B" w:rsidRDefault="00CA6D92" w:rsidP="00E546D1">
      <w:pPr>
        <w:pStyle w:val="libFootnote0"/>
      </w:pPr>
    </w:p>
    <w:p w:rsidR="00CA747F" w:rsidRPr="0014038B" w:rsidRDefault="00CA747F" w:rsidP="00A22F56">
      <w:pPr>
        <w:pStyle w:val="libNormal"/>
      </w:pPr>
      <w:r w:rsidRPr="0014038B">
        <w:br w:type="page"/>
      </w:r>
    </w:p>
    <w:p w:rsidR="00CA747F" w:rsidRPr="0014038B" w:rsidRDefault="00CA747F" w:rsidP="00CA6D92">
      <w:pPr>
        <w:pStyle w:val="libNormal"/>
      </w:pPr>
    </w:p>
    <w:p w:rsidR="00CA747F" w:rsidRPr="0014038B" w:rsidRDefault="00CA747F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فرعون کے وارث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سوچتے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وہ جادوگروں اور ساحروں کا دامن تھامتے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چونکہ</w:t>
      </w:r>
      <w:r w:rsidRPr="0014038B">
        <w:rPr>
          <w:rtl/>
        </w:rPr>
        <w:t xml:space="preserve">  انہوں نے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وہ افسانے کو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مان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ٹھے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اور دروسے نجات کے لئے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عمل کرنا چاہئے جو سب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 اور روح سے آشناہ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جو انسانوں اور تمام مخلوقات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خلقت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شاہد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لئے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ہم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رخ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خود کو مولائے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انمول کلمات سے اطم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نان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۔آنحضرت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48678D">
      <w:pPr>
        <w:pStyle w:val="libArabic"/>
        <w:rPr>
          <w:rtl/>
        </w:rPr>
      </w:pPr>
      <w:r w:rsidRPr="0014038B">
        <w:rPr>
          <w:rFonts w:hint="eastAsia"/>
          <w:rtl/>
        </w:rPr>
        <w:t>اَمّٰا</w:t>
      </w:r>
      <w:r w:rsidRPr="0014038B">
        <w:rPr>
          <w:rtl/>
        </w:rPr>
        <w:t xml:space="preserve"> بَع</w:t>
      </w:r>
      <w:r w:rsidRPr="0014038B">
        <w:rPr>
          <w:rFonts w:hint="cs"/>
          <w:rtl/>
        </w:rPr>
        <w:t>ْدُ:فَاِنِّی</w:t>
      </w:r>
      <w:r w:rsidRPr="0014038B">
        <w:rPr>
          <w:rtl/>
        </w:rPr>
        <w:t xml:space="preserve"> اُو</w:t>
      </w:r>
      <w:r w:rsidRPr="0014038B">
        <w:rPr>
          <w:rFonts w:hint="cs"/>
          <w:rtl/>
        </w:rPr>
        <w:t>ْصِیْ</w:t>
      </w:r>
      <w:r w:rsidRPr="0014038B">
        <w:rPr>
          <w:rFonts w:hint="eastAsia"/>
          <w:rtl/>
        </w:rPr>
        <w:t>کُم</w:t>
      </w:r>
      <w:r w:rsidRPr="0014038B">
        <w:rPr>
          <w:rFonts w:hint="cs"/>
          <w:rtl/>
        </w:rPr>
        <w:t>ْ</w:t>
      </w:r>
      <w:r w:rsidRPr="0014038B">
        <w:rPr>
          <w:rtl/>
        </w:rPr>
        <w:t xml:space="preserve"> بِتَق</w:t>
      </w:r>
      <w:r w:rsidRPr="0014038B">
        <w:rPr>
          <w:rFonts w:hint="cs"/>
          <w:rtl/>
        </w:rPr>
        <w:t>ْوَی</w:t>
      </w:r>
      <w:r w:rsidRPr="0014038B">
        <w:rPr>
          <w:rtl/>
        </w:rPr>
        <w:t xml:space="preserve"> 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ِ اِب</w:t>
      </w:r>
      <w:r w:rsidRPr="0014038B">
        <w:rPr>
          <w:rFonts w:hint="cs"/>
          <w:rtl/>
        </w:rPr>
        <w:t>ْتَدَئَ خَلْقَکُمْ وَ اِلَیْ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ِ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کُو</w:t>
      </w:r>
      <w:r w:rsidRPr="0014038B">
        <w:rPr>
          <w:rFonts w:hint="cs"/>
          <w:rtl/>
        </w:rPr>
        <w:t>ْنُ</w:t>
      </w:r>
      <w:r w:rsidRPr="0014038B">
        <w:rPr>
          <w:rtl/>
        </w:rPr>
        <w:t xml:space="preserve"> مَعٰادُکُم</w:t>
      </w:r>
      <w:r w:rsidRPr="0014038B">
        <w:rPr>
          <w:rFonts w:hint="cs"/>
          <w:rtl/>
        </w:rPr>
        <w:t>ْ ،وَ بِ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نَجٰاحُ طَلِبَتِکُمْ وَ اِلَیْ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ِ</w:t>
      </w:r>
      <w:r w:rsidRPr="0014038B">
        <w:rPr>
          <w:rtl/>
        </w:rPr>
        <w:t xml:space="preserve"> مُن</w:t>
      </w:r>
      <w:r w:rsidRPr="0014038B">
        <w:rPr>
          <w:rFonts w:hint="cs"/>
          <w:rtl/>
        </w:rPr>
        <w:t>ْتَ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ٰی</w:t>
      </w:r>
      <w:r w:rsidRPr="0014038B">
        <w:rPr>
          <w:rtl/>
        </w:rPr>
        <w:t xml:space="preserve"> رَغ</w:t>
      </w:r>
      <w:r w:rsidRPr="0014038B">
        <w:rPr>
          <w:rFonts w:hint="cs"/>
          <w:rtl/>
        </w:rPr>
        <w:t>ْبَتِکُمْ،وَ نَحْوُ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قَصْدُ سَبِیْ</w:t>
      </w:r>
      <w:r w:rsidRPr="0014038B">
        <w:rPr>
          <w:rFonts w:hint="eastAsia"/>
          <w:rtl/>
        </w:rPr>
        <w:t>لِکُم</w:t>
      </w:r>
      <w:r w:rsidRPr="0014038B">
        <w:rPr>
          <w:rFonts w:hint="cs"/>
          <w:rtl/>
        </w:rPr>
        <w:t>ْ</w:t>
      </w:r>
      <w:r w:rsidRPr="0014038B">
        <w:rPr>
          <w:rtl/>
        </w:rPr>
        <w:t xml:space="preserve"> وَ اِلَ</w:t>
      </w:r>
      <w:r w:rsidRPr="0014038B">
        <w:rPr>
          <w:rFonts w:hint="cs"/>
          <w:rtl/>
        </w:rPr>
        <w:t>یْ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ِ</w:t>
      </w:r>
      <w:r w:rsidRPr="0014038B">
        <w:rPr>
          <w:rtl/>
        </w:rPr>
        <w:t xml:space="preserve"> مَرٰامِ</w:t>
      </w:r>
      <w:r w:rsidRPr="0014038B">
        <w:rPr>
          <w:rFonts w:hint="cs"/>
          <w:rtl/>
        </w:rPr>
        <w:t>ْ مَفْزَعِکُمْ فَاِنَّ تَقْوَی</w:t>
      </w:r>
      <w:r w:rsidRPr="0014038B">
        <w:rPr>
          <w:rtl/>
        </w:rPr>
        <w:t xml:space="preserve"> 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ِ دَوٰائُ دٰائِ قُلُو</w:t>
      </w:r>
      <w:r w:rsidRPr="0014038B">
        <w:rPr>
          <w:rFonts w:hint="cs"/>
          <w:rtl/>
        </w:rPr>
        <w:t>ْبِکُمْ وَ بَصَرَ</w:t>
      </w:r>
      <w:r w:rsidRPr="0014038B">
        <w:rPr>
          <w:rtl/>
        </w:rPr>
        <w:t xml:space="preserve"> عَم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أَف</w:t>
      </w:r>
      <w:r w:rsidRPr="0014038B">
        <w:rPr>
          <w:rFonts w:hint="cs"/>
          <w:rtl/>
        </w:rPr>
        <w:t>ْئِدَتِکُمْ ،وَ شَفٰائُ مَرَضِ اَجْسٰادِکُمْ وَ صَلاٰحُ</w:t>
      </w:r>
    </w:p>
    <w:p w:rsidR="00CA6D92" w:rsidRPr="0014038B" w:rsidRDefault="00CA6D92" w:rsidP="00CA747F">
      <w:pPr>
        <w:pStyle w:val="libArabic"/>
      </w:pPr>
      <w:r w:rsidRPr="0014038B">
        <w:rPr>
          <w:rtl/>
        </w:rPr>
        <w:t xml:space="preserve"> فَسٰادِ صُدُو</w:t>
      </w:r>
      <w:r w:rsidRPr="0014038B">
        <w:rPr>
          <w:rFonts w:hint="cs"/>
          <w:rtl/>
        </w:rPr>
        <w:t>ْرِکُمْ وَ طَ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ُوْرُ دَنَسِ أَنْفُسِکُمْ ،وَ جَلاٰئُ غِشٰائِ أَبْصٰارِکُمْ،وَ اَمْنُ فَزَعِ جَأْشِکُمْ وَ ضِیٰ</w:t>
      </w:r>
      <w:r w:rsidRPr="0014038B">
        <w:rPr>
          <w:rFonts w:hint="eastAsia"/>
          <w:rtl/>
        </w:rPr>
        <w:t>ائُ</w:t>
      </w:r>
      <w:r w:rsidRPr="0014038B">
        <w:rPr>
          <w:rtl/>
        </w:rPr>
        <w:t xml:space="preserve"> سَوٰادِ ظُل</w:t>
      </w:r>
      <w:r w:rsidRPr="0014038B">
        <w:rPr>
          <w:rFonts w:hint="cs"/>
          <w:rtl/>
        </w:rPr>
        <w:t>ْمَتِکُمْ.....''</w:t>
      </w:r>
      <w:r w:rsidR="00E546D1" w:rsidRPr="0014038B">
        <w:rPr>
          <w:rStyle w:val="libFootnotenumChar"/>
          <w:rFonts w:hint="cs"/>
          <w:rtl/>
        </w:rPr>
        <w:t>(</w:t>
      </w:r>
      <w:r w:rsidR="00CA747F" w:rsidRPr="0014038B">
        <w:rPr>
          <w:rStyle w:val="libFootnotenumChar"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747F" w:rsidRPr="0014038B" w:rsidRDefault="00CA747F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747F" w:rsidRPr="0014038B" w:rsidRDefault="00CA747F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]۔ بحار الانوار:ج ص</w:t>
      </w:r>
      <w:r w:rsidRPr="0014038B">
        <w:rPr>
          <w:rtl/>
          <w:lang w:bidi="fa-IR"/>
        </w:rPr>
        <w:t>۲۸۴۷</w:t>
      </w:r>
      <w:r w:rsidRPr="0014038B">
        <w:rPr>
          <w:rFonts w:hint="cs"/>
          <w:rtl/>
        </w:rPr>
        <w:t>0،نہج البلاغہ ،خطبہ :81</w:t>
      </w:r>
    </w:p>
    <w:p w:rsidR="00CA747F" w:rsidRPr="0014038B" w:rsidRDefault="00CA747F" w:rsidP="00CA747F">
      <w:pPr>
        <w:pStyle w:val="libNormal"/>
      </w:pPr>
    </w:p>
    <w:p w:rsidR="00CA747F" w:rsidRPr="0014038B" w:rsidRDefault="00CA747F" w:rsidP="00A22F56">
      <w:pPr>
        <w:pStyle w:val="libNormal"/>
      </w:pPr>
      <w:r w:rsidRPr="0014038B">
        <w:br w:type="page"/>
      </w:r>
    </w:p>
    <w:p w:rsidR="00CA747F" w:rsidRPr="0014038B" w:rsidRDefault="00CA747F" w:rsidP="00CA747F">
      <w:pPr>
        <w:pStyle w:val="libNormal"/>
      </w:pPr>
    </w:p>
    <w:p w:rsidR="00CA747F" w:rsidRPr="0014038B" w:rsidRDefault="00CA747F" w:rsidP="00CA747F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</w:t>
      </w:r>
      <w:r w:rsidRPr="0014038B">
        <w:rPr>
          <w:rtl/>
        </w:rPr>
        <w:t xml:space="preserve"> بعد :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تم لوگوں کو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سفارش کرتاہوں۔جس نے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اور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لوٹ کر جانا ہے 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تم اپنے مقاصد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ہوتے ہو اور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بازگشت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انتہا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اور خوف کے وقت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پناہ</w:t>
      </w:r>
      <w:r w:rsidRPr="0014038B">
        <w:rPr>
          <w:rFonts w:hint="eastAsia"/>
          <w:rtl/>
        </w:rPr>
        <w:t>گاہ</w:t>
      </w:r>
      <w:r w:rsidRPr="0014038B">
        <w:rPr>
          <w:rtl/>
        </w:rPr>
        <w:t xml:space="preserve"> ہے۔</w:t>
      </w:r>
    </w:p>
    <w:p w:rsidR="00CA6D92" w:rsidRPr="0014038B" w:rsidRDefault="00CA6D92" w:rsidP="00CA747F">
      <w:pPr>
        <w:pStyle w:val="libNormal"/>
        <w:rPr>
          <w:rtl/>
        </w:rPr>
      </w:pP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تمہارے دلوں کے درد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دوا ہے ،تمہارے اندھے دلوں کے لئے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ہے ، تمہارے جسموں کے مرض کے لئے شفاء ہے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تمہارے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نوں</w:t>
      </w:r>
      <w:r w:rsidRPr="0014038B">
        <w:rPr>
          <w:rtl/>
        </w:rPr>
        <w:t xml:space="preserve"> کے فساد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اصلاح کرنے والا،تمہارے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کثافت و گندگ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پاک کرنے اور تمہارے آنکھ کے پردوں کو جلا و صفا عطا کرنے والاہے ۔تم</w:t>
      </w:r>
      <w:r w:rsidRPr="0014038B">
        <w:rPr>
          <w:rFonts w:hint="eastAsia"/>
          <w:rtl/>
        </w:rPr>
        <w:t>ہارے</w:t>
      </w:r>
      <w:r w:rsidRPr="0014038B">
        <w:rPr>
          <w:rtl/>
        </w:rPr>
        <w:t xml:space="preserve"> دل کے خوف کے لئے امان اور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ظلمتوں کے اندھ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روں</w:t>
      </w:r>
      <w:r w:rsidRPr="0014038B">
        <w:rPr>
          <w:rtl/>
        </w:rPr>
        <w:t xml:space="preserve"> کے لئے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  <w:r w:rsidR="00E546D1" w:rsidRPr="0014038B">
        <w:rPr>
          <w:rStyle w:val="libFootnotenumChar"/>
          <w:rtl/>
        </w:rPr>
        <w:t>(</w:t>
      </w:r>
      <w:r w:rsidR="00CA747F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آپ نے ملاحظہ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حضرت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کو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،فکر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آلودگ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کے فقدان اور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کا علاج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آپ انسان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معنو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کے متلاش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افراد کو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747F" w:rsidRPr="0014038B" w:rsidRDefault="00CA747F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CA747F" w:rsidRPr="0014038B">
        <w:t>1</w:t>
      </w:r>
      <w:r w:rsidRPr="0014038B">
        <w:rPr>
          <w:rtl/>
        </w:rPr>
        <w:t>]۔ شرح نہج البلاغہ(مرحوم مرزا حب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اللہ خوئ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)،خطبہ:</w:t>
      </w:r>
      <w:r w:rsidRPr="0014038B">
        <w:rPr>
          <w:rtl/>
          <w:lang w:bidi="fa-IR"/>
        </w:rPr>
        <w:t>۱۹۷</w:t>
      </w:r>
      <w:r w:rsidRPr="0014038B">
        <w:rPr>
          <w:rtl/>
        </w:rPr>
        <w:t>،ج</w:t>
      </w:r>
      <w:r w:rsidRPr="0014038B">
        <w:rPr>
          <w:rtl/>
          <w:lang w:bidi="fa-IR"/>
        </w:rPr>
        <w:t>۱۲</w:t>
      </w:r>
      <w:r w:rsidRPr="0014038B">
        <w:rPr>
          <w:rtl/>
        </w:rPr>
        <w:t>ص</w:t>
      </w:r>
      <w:r w:rsidRPr="0014038B">
        <w:rPr>
          <w:rtl/>
          <w:lang w:bidi="fa-IR"/>
        </w:rPr>
        <w:t>۲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۹</w:t>
      </w:r>
    </w:p>
    <w:p w:rsidR="00CA747F" w:rsidRPr="0014038B" w:rsidRDefault="00CA747F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747F" w:rsidRPr="0014038B" w:rsidRDefault="00CA747F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53" w:name="_Toc386266936"/>
      <w:r w:rsidRPr="0014038B">
        <w:rPr>
          <w:rtl/>
        </w:rPr>
        <w:t>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مع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کو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bookmarkEnd w:id="53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عظمت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اور دوستوں سے ہمارا ارتباط اور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مع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ان کے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اور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پر ہو نہ کہ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دولت، شہرت اور مقام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پر۔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ںکہ</w:t>
      </w:r>
      <w:r w:rsidRPr="0014038B">
        <w:rPr>
          <w:rtl/>
        </w:rPr>
        <w:t xml:space="preserve"> حضرت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''اَح</w:t>
      </w:r>
      <w:r w:rsidRPr="0014038B">
        <w:rPr>
          <w:rStyle w:val="libArabicChar"/>
          <w:rFonts w:hint="cs"/>
          <w:rtl/>
        </w:rPr>
        <w:t>ْبِبِ الْاَخْوٰانَ عَلٰی</w:t>
      </w:r>
      <w:r w:rsidRPr="0014038B">
        <w:rPr>
          <w:rStyle w:val="libArabicChar"/>
          <w:rtl/>
        </w:rPr>
        <w:t xml:space="preserve"> قَد</w:t>
      </w:r>
      <w:r w:rsidRPr="0014038B">
        <w:rPr>
          <w:rStyle w:val="libArabicChar"/>
          <w:rFonts w:hint="cs"/>
          <w:rtl/>
        </w:rPr>
        <w:t>ْرِ التَّقْویٰ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(د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>)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ان کے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مطابق دوست رکھو۔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لوگوںسے</w:t>
      </w:r>
      <w:r w:rsidRPr="0014038B">
        <w:rPr>
          <w:rtl/>
        </w:rPr>
        <w:t xml:space="preserve">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ظاہر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۔اگر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برتاؤ کا مع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اور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تو معاشرے کے 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 اور مکار افراد کے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اور شر سے محفوظ رہ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بعض افراد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اور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بجائے فاسد کو افسد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دفع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افسد کے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مرتکب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معاشرے  کے باز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گروں</w:t>
      </w:r>
      <w:r w:rsidRPr="0014038B">
        <w:rPr>
          <w:rtl/>
        </w:rPr>
        <w:t xml:space="preserve"> کے جال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پھنس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006AA8" w:rsidRPr="0014038B" w:rsidRDefault="00006AA8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۷۴</w:t>
      </w:r>
      <w:r w:rsidRPr="0014038B">
        <w:rPr>
          <w:rtl/>
        </w:rPr>
        <w:t>ص</w:t>
      </w:r>
      <w:r w:rsidRPr="0014038B">
        <w:rPr>
          <w:rtl/>
          <w:lang w:bidi="fa-IR"/>
        </w:rPr>
        <w:t>۱۸۷</w:t>
      </w:r>
      <w:r w:rsidRPr="0014038B">
        <w:rPr>
          <w:rtl/>
        </w:rPr>
        <w:t>، امال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مرحوم صدوق :</w:t>
      </w:r>
      <w:r w:rsidRPr="0014038B">
        <w:rPr>
          <w:rFonts w:hint="cs"/>
          <w:rtl/>
        </w:rPr>
        <w:t>182</w:t>
      </w:r>
    </w:p>
    <w:p w:rsidR="00006AA8" w:rsidRPr="0014038B" w:rsidRDefault="00006AA8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006AA8" w:rsidRPr="0014038B" w:rsidRDefault="00006AA8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54" w:name="_Toc386266937"/>
      <w:r w:rsidRPr="0014038B">
        <w:rPr>
          <w:rtl/>
        </w:rPr>
        <w:t>حرام مال سے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bookmarkEnd w:id="54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بن عبداللہ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ہے ۔وہ 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کوفہ کاقاض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تھا ۔   قضاوت کے منصب کو قبول کرنے سے پہلے وہ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پاس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اس سے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طرح کا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ہوں ،تم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کا انتخاب کرکے اس پر عمل کرو۔تم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اکوفہ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قضاوت کا منصب قبول کرو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ٹوں</w:t>
      </w:r>
      <w:r w:rsidRPr="0014038B">
        <w:rPr>
          <w:rtl/>
        </w:rPr>
        <w:t xml:space="preserve"> کو تعل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پھر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ساتھ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مرتبہ کھانا کھاؤ۔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نے جب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حکم سنے تو وہ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ہوا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چونکہ اس کے پاس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کو قبول کرنے کے علاوہ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چارہ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تھا،اس نے سوچا اور کہا:کھانا،کھانا دوسرے دونوں احکامات سے آسان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اس کے لئے بہت لذ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ذ</w:t>
      </w:r>
      <w:r w:rsidRPr="0014038B">
        <w:rPr>
          <w:rtl/>
        </w:rPr>
        <w:t xml:space="preserve"> کھانا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۔جب کھانالا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 اور 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کھانا کھانے سے فارغ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کھانا پکانے والے نے 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کہا: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فلح</w:t>
      </w:r>
      <w:r w:rsidRPr="0014038B">
        <w:rPr>
          <w:rtl/>
        </w:rPr>
        <w:t xml:space="preserve"> الش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بعد 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 الأَکلة ابداً"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غذا کھانے کے بعد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فلاح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پا سکتا۔</w:t>
      </w:r>
    </w:p>
    <w:p w:rsidR="00266716" w:rsidRPr="0014038B" w:rsidRDefault="00CA6D92" w:rsidP="00266716">
      <w:pPr>
        <w:pStyle w:val="libNormal"/>
      </w:pPr>
      <w:r w:rsidRPr="0014038B">
        <w:rPr>
          <w:rFonts w:hint="eastAsia"/>
          <w:rtl/>
        </w:rPr>
        <w:t>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نے وہ غذا کھانے کے بعد بن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عباس کے ساتھ ہمنش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قبول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نہ صرف اس کے  بچوں کو تعل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پر آمادہ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بلکہ منصب قضاوت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قبول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  <w:r w:rsidR="00266716" w:rsidRPr="0014038B">
        <w:rPr>
          <w:rFonts w:hint="eastAsia"/>
          <w:rtl/>
        </w:rPr>
        <w:t xml:space="preserve"> </w:t>
      </w:r>
    </w:p>
    <w:p w:rsidR="00266716" w:rsidRPr="0014038B" w:rsidRDefault="00266716" w:rsidP="00266716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ہاں!جب رنگ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دسترخوان بچھا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منصب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 تو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tl/>
        </w:rPr>
        <w:t xml:space="preserve"> آزمائش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و واقع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واضح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266716" w:rsidRPr="0014038B" w:rsidRDefault="00266716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66716" w:rsidRPr="0014038B" w:rsidRDefault="00266716" w:rsidP="00E546D1">
      <w:pPr>
        <w:pStyle w:val="libFootnote0"/>
        <w:rPr>
          <w:rtl/>
        </w:rPr>
      </w:pPr>
      <w:r w:rsidRPr="0014038B">
        <w:rPr>
          <w:rtl/>
        </w:rPr>
        <w:t>[1]۔ وقا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الا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ام</w:t>
      </w:r>
      <w:r w:rsidRPr="0014038B">
        <w:rPr>
          <w:rtl/>
        </w:rPr>
        <w:t xml:space="preserve"> مرحوم محدث قم</w:t>
      </w:r>
      <w:r w:rsidRPr="0014038B">
        <w:rPr>
          <w:rFonts w:hint="cs"/>
          <w:rtl/>
        </w:rPr>
        <w:t>ی</w:t>
      </w:r>
      <w:r w:rsidRPr="0014038B">
        <w:rPr>
          <w:rtl/>
        </w:rPr>
        <w:t>:</w:t>
      </w:r>
      <w:r w:rsidRPr="0014038B">
        <w:rPr>
          <w:rFonts w:hint="cs"/>
          <w:rtl/>
        </w:rPr>
        <w:t>86</w:t>
      </w:r>
    </w:p>
    <w:p w:rsidR="00CA6D92" w:rsidRPr="0014038B" w:rsidRDefault="00CA6D92" w:rsidP="00CA6D92">
      <w:pPr>
        <w:pStyle w:val="libNormal"/>
      </w:pPr>
    </w:p>
    <w:p w:rsidR="00266716" w:rsidRPr="0014038B" w:rsidRDefault="00266716" w:rsidP="00A22F56">
      <w:pPr>
        <w:pStyle w:val="libNormal"/>
      </w:pPr>
      <w:r w:rsidRPr="0014038B">
        <w:br w:type="page"/>
      </w:r>
    </w:p>
    <w:p w:rsidR="00266716" w:rsidRPr="0014038B" w:rsidRDefault="00266716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55" w:name="_Toc386266938"/>
      <w:r w:rsidRPr="0014038B">
        <w:rPr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انسان کے بلند مقامات تک پہنچنے کا سبب</w:t>
      </w:r>
      <w:bookmarkEnd w:id="55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ہم  آپ  کے سامنے رسول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اہم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آثار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کے علم 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اضافہ ہو۔</w:t>
      </w:r>
    </w:p>
    <w:p w:rsidR="00CA6D92" w:rsidRPr="0014038B" w:rsidRDefault="00CA6D92" w:rsidP="00142472">
      <w:pPr>
        <w:pStyle w:val="libNormal"/>
        <w:rPr>
          <w:rtl/>
        </w:rPr>
      </w:pPr>
      <w:r w:rsidRPr="0014038B">
        <w:rPr>
          <w:rStyle w:val="libArabicChar"/>
          <w:rtl/>
        </w:rPr>
        <w:t>''قٰالَ رَسُو</w:t>
      </w:r>
      <w:r w:rsidRPr="0014038B">
        <w:rPr>
          <w:rStyle w:val="libArabicChar"/>
          <w:rFonts w:hint="cs"/>
          <w:rtl/>
        </w:rPr>
        <w:t>ْلُ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:.....قَدْ أَجْمَعَ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تَعٰالٰی</w:t>
      </w:r>
      <w:r w:rsidRPr="0014038B">
        <w:rPr>
          <w:rStyle w:val="libArabicChar"/>
          <w:rtl/>
        </w:rPr>
        <w:t xml:space="preserve"> مٰا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تَوٰاص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ال</w:t>
      </w:r>
      <w:r w:rsidRPr="0014038B">
        <w:rPr>
          <w:rStyle w:val="libArabicChar"/>
          <w:rFonts w:hint="cs"/>
          <w:rtl/>
        </w:rPr>
        <w:t>ْمُتَوٰاصُوْنَ مِنَ الْأَوَّلِیْ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وَ ال</w:t>
      </w:r>
      <w:r w:rsidRPr="0014038B">
        <w:rPr>
          <w:rStyle w:val="libArabicChar"/>
          <w:rFonts w:hint="cs"/>
          <w:rtl/>
        </w:rPr>
        <w:t>ْآخِرِیْ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فِ خَص</w:t>
      </w:r>
      <w:r w:rsidRPr="0014038B">
        <w:rPr>
          <w:rStyle w:val="libArabicChar"/>
          <w:rFonts w:hint="cs"/>
          <w:rtl/>
        </w:rPr>
        <w:t xml:space="preserve">ْلَةٍٍوٰاحِدَةٍ وَ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َِ التَّقْویٰ</w:t>
      </w:r>
      <w:r w:rsidRPr="0014038B">
        <w:rPr>
          <w:rStyle w:val="libArabicChar"/>
          <w:rFonts w:hint="eastAsia"/>
          <w:rtl/>
        </w:rPr>
        <w:t>،قٰالَ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جَلَّ وَ عَزَّ:</w:t>
      </w:r>
      <w:r w:rsidRPr="0014038B">
        <w:rPr>
          <w:rtl/>
        </w:rPr>
        <w:t xml:space="preserve"> </w:t>
      </w:r>
      <w:r w:rsidRPr="0014038B">
        <w:rPr>
          <w:rStyle w:val="libAieChar"/>
          <w:rtl/>
        </w:rPr>
        <w:t>( وَلَقَد</w:t>
      </w:r>
      <w:r w:rsidRPr="0014038B">
        <w:rPr>
          <w:rStyle w:val="libAieChar"/>
          <w:rFonts w:hint="cs"/>
          <w:rtl/>
        </w:rPr>
        <w:t>ْ وَصَّیْ</w:t>
      </w:r>
      <w:r w:rsidRPr="0014038B">
        <w:rPr>
          <w:rStyle w:val="libAieChar"/>
          <w:rFonts w:hint="eastAsia"/>
          <w:rtl/>
        </w:rPr>
        <w:t>نَا</w:t>
      </w:r>
      <w:r w:rsidRPr="0014038B">
        <w:rPr>
          <w:rStyle w:val="libAieChar"/>
          <w:rtl/>
        </w:rPr>
        <w:t xml:space="preserve"> الَّذِ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نَ</w:t>
      </w:r>
      <w:r w:rsidRPr="0014038B">
        <w:rPr>
          <w:rStyle w:val="libAieChar"/>
          <w:rtl/>
        </w:rPr>
        <w:t xml:space="preserve"> أُوتُوا</w:t>
      </w:r>
      <w:r w:rsidRPr="0014038B">
        <w:rPr>
          <w:rStyle w:val="libAieChar"/>
          <w:rFonts w:hint="cs"/>
          <w:rtl/>
        </w:rPr>
        <w:t>ْ الْکِتَاب</w:t>
      </w:r>
      <w:r w:rsidRPr="0014038B">
        <w:rPr>
          <w:rStyle w:val="libAieChar"/>
          <w:rFonts w:hint="eastAsia"/>
          <w:rtl/>
        </w:rPr>
        <w:t>َ</w:t>
      </w:r>
      <w:r w:rsidRPr="0014038B">
        <w:rPr>
          <w:rStyle w:val="libAieChar"/>
          <w:rtl/>
        </w:rPr>
        <w:t xml:space="preserve"> مِن قَب</w:t>
      </w:r>
      <w:r w:rsidRPr="0014038B">
        <w:rPr>
          <w:rStyle w:val="libAieChar"/>
          <w:rFonts w:hint="cs"/>
          <w:rtl/>
        </w:rPr>
        <w:t>ْلِکُمْ وَِیَّ</w:t>
      </w:r>
      <w:r w:rsidRPr="0014038B">
        <w:rPr>
          <w:rStyle w:val="libAieChar"/>
          <w:rFonts w:hint="eastAsia"/>
          <w:rtl/>
        </w:rPr>
        <w:t>اکُم</w:t>
      </w:r>
      <w:r w:rsidRPr="0014038B">
        <w:rPr>
          <w:rStyle w:val="libAieChar"/>
          <w:rFonts w:hint="cs"/>
          <w:rtl/>
        </w:rPr>
        <w:t>ْ</w:t>
      </w:r>
      <w:r w:rsidRPr="0014038B">
        <w:rPr>
          <w:rStyle w:val="libAieChar"/>
          <w:rtl/>
        </w:rPr>
        <w:t xml:space="preserve"> أَنِ اتَّقُوا</w:t>
      </w:r>
      <w:r w:rsidRPr="0014038B">
        <w:rPr>
          <w:rStyle w:val="libAieChar"/>
          <w:rFonts w:hint="cs"/>
          <w:rtl/>
        </w:rPr>
        <w:t>ْ اللّٰ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َ )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Style w:val="libArabicChar"/>
          <w:rFonts w:hint="cs"/>
          <w:rtl/>
        </w:rPr>
        <w:t>وَ فِیْ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جِمٰاعُ کُلِّ عِبٰادَةٍ صٰالِحَةٍ،بِ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وَصَلَ مَن</w:t>
      </w:r>
      <w:r w:rsidRPr="0014038B">
        <w:rPr>
          <w:rStyle w:val="libArabicChar"/>
          <w:rFonts w:hint="cs"/>
          <w:rtl/>
        </w:rPr>
        <w:t>ْ وَصَلَ اِلَی</w:t>
      </w:r>
      <w:r w:rsidRPr="0014038B">
        <w:rPr>
          <w:rStyle w:val="libArabicChar"/>
          <w:rtl/>
        </w:rPr>
        <w:t xml:space="preserve"> الدَّرَجٰاتِ ال</w:t>
      </w:r>
      <w:r w:rsidRPr="0014038B">
        <w:rPr>
          <w:rStyle w:val="libArabicChar"/>
          <w:rFonts w:hint="cs"/>
          <w:rtl/>
        </w:rPr>
        <w:t>ْعُلیٰ</w:t>
      </w:r>
      <w:r w:rsidRPr="0014038B">
        <w:rPr>
          <w:rStyle w:val="libArabicChar"/>
          <w:rtl/>
        </w:rPr>
        <w:t xml:space="preserve"> ،وَالرُّت</w:t>
      </w:r>
      <w:r w:rsidRPr="0014038B">
        <w:rPr>
          <w:rStyle w:val="libArabicChar"/>
          <w:rFonts w:hint="cs"/>
          <w:rtl/>
        </w:rPr>
        <w:t>ْبَةِ الْقُصْویٰ</w:t>
      </w:r>
      <w:r w:rsidRPr="0014038B">
        <w:rPr>
          <w:rStyle w:val="libArabicChar"/>
          <w:rFonts w:hint="eastAsia"/>
          <w:rtl/>
        </w:rPr>
        <w:t>،وَ</w:t>
      </w:r>
      <w:r w:rsidRPr="0014038B">
        <w:rPr>
          <w:rStyle w:val="libArabicChar"/>
          <w:rtl/>
        </w:rPr>
        <w:t xml:space="preserve">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عٰاشَ مَن</w:t>
      </w:r>
      <w:r w:rsidRPr="0014038B">
        <w:rPr>
          <w:rStyle w:val="libArabicChar"/>
          <w:rFonts w:hint="cs"/>
          <w:rtl/>
        </w:rPr>
        <w:t>ْ عٰاشَ مَعَ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بِالْحَیٰ</w:t>
      </w:r>
      <w:r w:rsidRPr="0014038B">
        <w:rPr>
          <w:rStyle w:val="libArabicChar"/>
          <w:rFonts w:hint="eastAsia"/>
          <w:rtl/>
        </w:rPr>
        <w:t>اةِ</w:t>
      </w:r>
      <w:r w:rsidRPr="0014038B">
        <w:rPr>
          <w:rStyle w:val="libArabicChar"/>
          <w:rtl/>
        </w:rPr>
        <w:t xml:space="preserve"> الطَّ</w:t>
      </w:r>
      <w:r w:rsidRPr="0014038B">
        <w:rPr>
          <w:rStyle w:val="libArabicChar"/>
          <w:rFonts w:hint="cs"/>
          <w:rtl/>
        </w:rPr>
        <w:t>یِّ</w:t>
      </w:r>
      <w:r w:rsidRPr="0014038B">
        <w:rPr>
          <w:rStyle w:val="libArabicChar"/>
          <w:rFonts w:hint="eastAsia"/>
          <w:rtl/>
        </w:rPr>
        <w:t>بَةِ</w:t>
      </w:r>
      <w:r w:rsidRPr="0014038B">
        <w:rPr>
          <w:rStyle w:val="libArabicChar"/>
          <w:rtl/>
        </w:rPr>
        <w:t xml:space="preserve"> وَال</w:t>
      </w:r>
      <w:r w:rsidRPr="0014038B">
        <w:rPr>
          <w:rStyle w:val="libArabicChar"/>
          <w:rFonts w:hint="cs"/>
          <w:rtl/>
        </w:rPr>
        <w:t>ْاِنْسِ</w:t>
      </w:r>
      <w:r w:rsidRPr="0014038B">
        <w:rPr>
          <w:rStyle w:val="libArabicChar"/>
          <w:rtl/>
        </w:rPr>
        <w:t xml:space="preserve"> الدّٰائِمِ، قٰالَ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عَزَّ وَ جَلَّ:</w:t>
      </w:r>
      <w:r w:rsidRPr="0014038B">
        <w:rPr>
          <w:rStyle w:val="libAieChar"/>
          <w:rtl/>
        </w:rPr>
        <w:t xml:space="preserve"> (ِنَّ ال</w:t>
      </w:r>
      <w:r w:rsidRPr="0014038B">
        <w:rPr>
          <w:rStyle w:val="libAieChar"/>
          <w:rFonts w:hint="cs"/>
          <w:rtl/>
        </w:rPr>
        <w:t>ْمُتَّقِیْ</w:t>
      </w:r>
      <w:r w:rsidRPr="0014038B">
        <w:rPr>
          <w:rStyle w:val="libAieChar"/>
          <w:rFonts w:hint="eastAsia"/>
          <w:rtl/>
        </w:rPr>
        <w:t>نَ</w:t>
      </w:r>
      <w:r w:rsidRPr="0014038B">
        <w:rPr>
          <w:rStyle w:val="libAieChar"/>
          <w:rtl/>
        </w:rPr>
        <w:t xml:space="preserve"> فِ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tl/>
        </w:rPr>
        <w:t xml:space="preserve"> جَنَّاتٍ وَنَ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َرٍ ،،فِ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tl/>
        </w:rPr>
        <w:t xml:space="preserve"> مَق</w:t>
      </w:r>
      <w:r w:rsidRPr="0014038B">
        <w:rPr>
          <w:rStyle w:val="libAieChar"/>
          <w:rFonts w:hint="cs"/>
          <w:rtl/>
        </w:rPr>
        <w:t>ْعَدِ صِدْقٍ عِندَ مَلِیْ</w:t>
      </w:r>
      <w:r w:rsidRPr="0014038B">
        <w:rPr>
          <w:rStyle w:val="libAieChar"/>
          <w:rFonts w:hint="eastAsia"/>
          <w:rtl/>
        </w:rPr>
        <w:t>کٍ</w:t>
      </w:r>
      <w:r w:rsidRPr="0014038B">
        <w:rPr>
          <w:rStyle w:val="libAieChar"/>
          <w:rtl/>
        </w:rPr>
        <w:t xml:space="preserve"> مُّق</w:t>
      </w:r>
      <w:r w:rsidRPr="0014038B">
        <w:rPr>
          <w:rStyle w:val="libAieChar"/>
          <w:rFonts w:hint="cs"/>
          <w:rtl/>
        </w:rPr>
        <w:t>ْتَدِرٍ)</w:t>
      </w:r>
      <w:r w:rsidR="00142472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3</w:t>
      </w:r>
      <w:r w:rsidR="00142472" w:rsidRPr="0014038B">
        <w:rPr>
          <w:rStyle w:val="libFootnotenumChar"/>
          <w:rFonts w:hint="cs"/>
          <w:rtl/>
        </w:rPr>
        <w:t>)</w:t>
      </w:r>
      <w:r w:rsidRPr="0014038B">
        <w:rPr>
          <w:rStyle w:val="libFootnotenumChar"/>
          <w:rFonts w:hint="cs"/>
          <w:rtl/>
        </w:rPr>
        <w:t>(</w:t>
      </w:r>
      <w:r w:rsidR="00142472" w:rsidRPr="0014038B">
        <w:rPr>
          <w:rStyle w:val="libFootnotenumChar"/>
          <w:rFonts w:hint="cs"/>
          <w:rtl/>
        </w:rPr>
        <w:t xml:space="preserve"> </w:t>
      </w:r>
      <w:r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وآخر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کرنے والوں نے جس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نے اسے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خصلت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جمع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وہ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ہے۔</w:t>
      </w:r>
    </w:p>
    <w:p w:rsidR="00CA6D92" w:rsidRPr="0014038B" w:rsidRDefault="00CA6D92" w:rsidP="00266716">
      <w:pPr>
        <w:pStyle w:val="libNormal"/>
      </w:pPr>
      <w:r w:rsidRPr="0014038B">
        <w:rPr>
          <w:rFonts w:hint="eastAsia"/>
          <w:rtl/>
        </w:rPr>
        <w:t>خداوند</w:t>
      </w:r>
      <w:r w:rsidRPr="0014038B">
        <w:rPr>
          <w:rtl/>
        </w:rPr>
        <w:t xml:space="preserve"> کا ارشاد ہے: اور ہم نے تم سے پہلے اہلِ کتاب کو اور اب تم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اللہ سے ڈرو (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کرو)</w:t>
      </w: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تمام عبادت صالح کے لئے سرچشمہ ہے اور جس نے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بلند درجات تک رسائ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  وہ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جو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کے ساتھ پاک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اور دائم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 رکھتا ہو  اسے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گزارن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چاہئے۔</w:t>
      </w:r>
    </w:p>
    <w:p w:rsidR="00266716" w:rsidRPr="0014038B" w:rsidRDefault="00266716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66716" w:rsidRPr="0014038B" w:rsidRDefault="00266716" w:rsidP="00E546D1">
      <w:pPr>
        <w:pStyle w:val="libFootnote0"/>
        <w:rPr>
          <w:rtl/>
        </w:rPr>
      </w:pPr>
      <w:r w:rsidRPr="0014038B">
        <w:rPr>
          <w:rtl/>
        </w:rPr>
        <w:t>[1]۔ سورۂ نساء 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131</w:t>
      </w:r>
    </w:p>
    <w:p w:rsidR="00266716" w:rsidRPr="0014038B" w:rsidRDefault="00266716" w:rsidP="00E546D1">
      <w:pPr>
        <w:pStyle w:val="libFootnote0"/>
        <w:rPr>
          <w:rtl/>
        </w:rPr>
      </w:pPr>
      <w:r w:rsidRPr="0014038B">
        <w:rPr>
          <w:rtl/>
        </w:rPr>
        <w:t>[2]۔ سورۂ قمر 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54،55</w:t>
      </w:r>
    </w:p>
    <w:p w:rsidR="00266716" w:rsidRPr="0014038B" w:rsidRDefault="00266716" w:rsidP="00E546D1">
      <w:pPr>
        <w:pStyle w:val="libFootnote0"/>
        <w:rPr>
          <w:rtl/>
        </w:rPr>
      </w:pPr>
      <w:r w:rsidRPr="0014038B">
        <w:rPr>
          <w:rtl/>
        </w:rPr>
        <w:t>[3]۔ کشف الغمہ:ج</w:t>
      </w:r>
      <w:r w:rsidRPr="0014038B">
        <w:rPr>
          <w:rFonts w:hint="cs"/>
          <w:rtl/>
        </w:rPr>
        <w:t>2ص368، بحار الانوار:ج78ص200</w:t>
      </w:r>
    </w:p>
    <w:p w:rsidR="00266716" w:rsidRPr="0014038B" w:rsidRDefault="00266716" w:rsidP="00A22F56">
      <w:pPr>
        <w:pStyle w:val="libNormal"/>
      </w:pPr>
      <w:r w:rsidRPr="0014038B">
        <w:br w:type="page"/>
      </w:r>
    </w:p>
    <w:p w:rsidR="00266716" w:rsidRPr="0014038B" w:rsidRDefault="00266716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کا ارشاد ہے:بے شک صاحبان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باغات اور نہروں کے 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ہوں گے ، اس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زہ</w:t>
      </w:r>
      <w:r w:rsidRPr="0014038B">
        <w:rPr>
          <w:rtl/>
        </w:rPr>
        <w:t xml:space="preserve"> مقام پر جو صاحب اقتدار بادشاہ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جو لوگ بلندمعنو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مقامات  و مراتب تک پہنچنے کے خواہاں ہوں وہ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اور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خداکے ساتھ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 رکھ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ںکہ</w:t>
      </w:r>
      <w:r w:rsidRPr="0014038B">
        <w:rPr>
          <w:rtl/>
        </w:rPr>
        <w:t xml:space="preserve"> اس سے بہتر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خزانہ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266716">
      <w:pPr>
        <w:pStyle w:val="libNormal"/>
        <w:rPr>
          <w:rtl/>
        </w:rPr>
      </w:pPr>
      <w:r w:rsidRPr="0014038B">
        <w:rPr>
          <w:rStyle w:val="libArabicChar"/>
          <w:rtl/>
        </w:rPr>
        <w:t>''اِنَّ التَّق</w:t>
      </w:r>
      <w:r w:rsidRPr="0014038B">
        <w:rPr>
          <w:rStyle w:val="libArabicChar"/>
          <w:rFonts w:hint="cs"/>
          <w:rtl/>
        </w:rPr>
        <w:t>ْویٰ</w:t>
      </w:r>
      <w:r w:rsidRPr="0014038B">
        <w:rPr>
          <w:rStyle w:val="libArabicChar"/>
          <w:rtl/>
        </w:rPr>
        <w:t xml:space="preserve"> أَف</w:t>
      </w:r>
      <w:r w:rsidRPr="0014038B">
        <w:rPr>
          <w:rStyle w:val="libArabicChar"/>
          <w:rFonts w:hint="cs"/>
          <w:rtl/>
        </w:rPr>
        <w:t>ْضَلُ ک</w:t>
      </w:r>
      <w:r w:rsidRPr="0014038B">
        <w:rPr>
          <w:rStyle w:val="libArabicChar"/>
          <w:rtl/>
        </w:rPr>
        <w:t>َن</w:t>
      </w:r>
      <w:r w:rsidRPr="0014038B">
        <w:rPr>
          <w:rStyle w:val="libArabicChar"/>
          <w:rFonts w:hint="cs"/>
          <w:rtl/>
        </w:rPr>
        <w:t>ْزٍ''</w:t>
      </w:r>
      <w:r w:rsidR="00E546D1" w:rsidRPr="0014038B">
        <w:rPr>
          <w:rStyle w:val="libFootnotenumChar"/>
          <w:rFonts w:hint="cs"/>
          <w:rtl/>
        </w:rPr>
        <w:t>(</w:t>
      </w:r>
      <w:r w:rsidR="00266716" w:rsidRPr="0014038B">
        <w:rPr>
          <w:rStyle w:val="libFootnotenumChar"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خزانہ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مقامات کے حصول کے لئے اس خزانے کو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اپنے ساتھ رکھ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266716">
      <w:pPr>
        <w:pStyle w:val="libNormal"/>
        <w:rPr>
          <w:rtl/>
        </w:rPr>
      </w:pPr>
      <w:r w:rsidRPr="0014038B">
        <w:rPr>
          <w:rStyle w:val="libArabicChar"/>
          <w:rtl/>
        </w:rPr>
        <w:t>''عَلَ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کُم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بِتَق</w:t>
      </w:r>
      <w:r w:rsidRPr="0014038B">
        <w:rPr>
          <w:rStyle w:val="libArabicChar"/>
          <w:rFonts w:hint="cs"/>
          <w:rtl/>
        </w:rPr>
        <w:t>ْوَی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فِ ال</w:t>
      </w:r>
      <w:r w:rsidRPr="0014038B">
        <w:rPr>
          <w:rStyle w:val="libArabicChar"/>
          <w:rFonts w:hint="cs"/>
          <w:rtl/>
        </w:rPr>
        <w:t>ْغَیْ</w:t>
      </w:r>
      <w:r w:rsidRPr="0014038B">
        <w:rPr>
          <w:rStyle w:val="libArabicChar"/>
          <w:rFonts w:hint="eastAsia"/>
          <w:rtl/>
        </w:rPr>
        <w:t>بِ</w:t>
      </w:r>
      <w:r w:rsidRPr="0014038B">
        <w:rPr>
          <w:rStyle w:val="libArabicChar"/>
          <w:rtl/>
        </w:rPr>
        <w:t xml:space="preserve"> وَالشَّ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ٰادَةِ''</w:t>
      </w:r>
      <w:r w:rsidR="00E546D1" w:rsidRPr="0014038B">
        <w:rPr>
          <w:rStyle w:val="libFootnotenumChar"/>
          <w:rtl/>
        </w:rPr>
        <w:t>(</w:t>
      </w:r>
      <w:r w:rsidR="00266716" w:rsidRPr="0014038B">
        <w:rPr>
          <w:rStyle w:val="libFootnotenumChar"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تم</w:t>
      </w:r>
      <w:r w:rsidRPr="0014038B">
        <w:rPr>
          <w:rtl/>
        </w:rPr>
        <w:t xml:space="preserve"> پرخلوت اور جلوت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رہنا لازم ہے۔</w:t>
      </w:r>
    </w:p>
    <w:p w:rsidR="00CA6D92" w:rsidRPr="0014038B" w:rsidRDefault="00CA6D92" w:rsidP="00CA6D92">
      <w:pPr>
        <w:pStyle w:val="libNormal"/>
      </w:pPr>
      <w:r w:rsidRPr="0014038B">
        <w:rPr>
          <w:rtl/>
        </w:rPr>
        <w:t>''شر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''کے برخلاف کچھ لوگوں نے لقمہ ٔ حرام سے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ا،تنہائ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آشکار دونوں صورتوں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کا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رکھاجس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مقامات تک پہنچ گئے۔</w:t>
      </w:r>
    </w:p>
    <w:p w:rsidR="00266716" w:rsidRPr="0014038B" w:rsidRDefault="00266716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66716" w:rsidRPr="0014038B" w:rsidRDefault="00266716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۷۷</w:t>
      </w:r>
      <w:r w:rsidRPr="0014038B">
        <w:rPr>
          <w:rtl/>
        </w:rPr>
        <w:t>ص</w:t>
      </w:r>
      <w:r w:rsidRPr="0014038B">
        <w:rPr>
          <w:rtl/>
          <w:lang w:bidi="fa-IR"/>
        </w:rPr>
        <w:t>۳۷</w:t>
      </w:r>
      <w:r w:rsidRPr="0014038B">
        <w:rPr>
          <w:rFonts w:hint="cs"/>
          <w:rtl/>
        </w:rPr>
        <w:t>6، امالی</w:t>
      </w:r>
      <w:r w:rsidRPr="0014038B">
        <w:rPr>
          <w:rtl/>
        </w:rPr>
        <w:t xml:space="preserve">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طوس</w:t>
      </w:r>
      <w:r w:rsidRPr="0014038B">
        <w:rPr>
          <w:rFonts w:hint="cs"/>
          <w:rtl/>
        </w:rPr>
        <w:t>ی</w:t>
      </w:r>
      <w:r w:rsidRPr="0014038B">
        <w:rPr>
          <w:rtl/>
        </w:rPr>
        <w:t>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۲۹</w:t>
      </w:r>
      <w:r w:rsidRPr="0014038B">
        <w:rPr>
          <w:rFonts w:hint="cs"/>
          <w:rtl/>
        </w:rPr>
        <w:t>6</w:t>
      </w:r>
    </w:p>
    <w:p w:rsidR="00266716" w:rsidRPr="0014038B" w:rsidRDefault="00266716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2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 xml:space="preserve">۷ </w:t>
      </w:r>
      <w:r w:rsidRPr="0014038B">
        <w:rPr>
          <w:rFonts w:hint="cs"/>
          <w:rtl/>
        </w:rPr>
        <w:t>7ص</w:t>
      </w:r>
      <w:r w:rsidRPr="0014038B">
        <w:rPr>
          <w:rtl/>
          <w:lang w:bidi="fa-IR"/>
        </w:rPr>
        <w:t>۲۹۰</w:t>
      </w:r>
      <w:r w:rsidRPr="0014038B">
        <w:rPr>
          <w:rtl/>
        </w:rPr>
        <w:t>، تحف العقول:</w:t>
      </w:r>
      <w:r w:rsidR="0014038B" w:rsidRPr="0014038B">
        <w:rPr>
          <w:rFonts w:hint="cs"/>
          <w:rtl/>
        </w:rPr>
        <w:t>9</w:t>
      </w:r>
      <w:r w:rsidRPr="0014038B">
        <w:rPr>
          <w:rFonts w:hint="cs"/>
          <w:rtl/>
        </w:rPr>
        <w:t>2</w:t>
      </w:r>
    </w:p>
    <w:p w:rsidR="00266716" w:rsidRPr="0014038B" w:rsidRDefault="00266716" w:rsidP="00A22F56">
      <w:pPr>
        <w:pStyle w:val="libNormal"/>
      </w:pPr>
      <w:r w:rsidRPr="0014038B">
        <w:br w:type="page"/>
      </w:r>
    </w:p>
    <w:p w:rsidR="00266716" w:rsidRPr="0014038B" w:rsidRDefault="00266716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ہم جو واقعہ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 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،وہ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نمونہ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تبر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 مالدار تاجر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ٹا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ہورہاتھا۔اس نے بہت سے ڈاکٹروں اور حک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موںک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رجوع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کچھ فائدہ نہ ہوا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وہ نجف اشرف چلا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وہاں امام عصر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توسل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استجارہ کے عمل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مشغول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۔گذشتہ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رائج ہے کہ نجف کے صالح افراد ،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مسافر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چال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ہفتوں تک ہر بدھ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رات مسجد سہلہ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وہاں نماز اور مسجد کے اعمال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بعد مسجد کوفہ چلے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رات سے صبح تک  وہ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رہتے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وہ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مدت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پھر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سے مشرّف ہوتے۔اگرچہ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بہت آنحضرت  کو اس وقت نہ پہچانتے اور پھر بعد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متوجہ ہوتے۔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تک بہت سے افراد نے اس عمل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 xml:space="preserve"> اور اپنے مقصد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۔تبر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کے تاجر نے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بدھ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راتوں تک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عمل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رات اس نے خواب اور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عالم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جو اس سے فرما 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محمد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جولا</w:t>
      </w:r>
      <w:r w:rsidRPr="0014038B">
        <w:rPr>
          <w:rFonts w:hint="cs"/>
          <w:rtl/>
        </w:rPr>
        <w:t>یی</w:t>
      </w:r>
      <w:r w:rsidRPr="0014038B">
        <w:rPr>
          <w:rtl/>
        </w:rPr>
        <w:t xml:space="preserve"> دزفول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پاس جاؤ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 نے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کو 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وہ</w:t>
      </w:r>
      <w:r w:rsidRPr="0014038B">
        <w:rPr>
          <w:rtl/>
        </w:rPr>
        <w:t xml:space="preserve"> کہتاہے:م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اب تک دزفول کا نام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سنا تھام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نجف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دزفول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پوچھا تو لوگوں نے مجھے اس کا پتہ بتا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اپنے نوکر کے ہمراہ اس شہر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روانہ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شہر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پہنچا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اپنے نوکر سے کہا:ہمارے پاس جو سامان ہے تم ل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کر جاؤ ،م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بعد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ڈھونڈ لوںگا۔</w:t>
      </w:r>
    </w:p>
    <w:p w:rsidR="00266716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وہ</w:t>
      </w:r>
      <w:r w:rsidRPr="0014038B">
        <w:rPr>
          <w:rtl/>
        </w:rPr>
        <w:t xml:space="preserve"> چلا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محمد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جولا</w:t>
      </w:r>
      <w:r w:rsidRPr="0014038B">
        <w:rPr>
          <w:rFonts w:hint="cs"/>
          <w:rtl/>
        </w:rPr>
        <w:t>یی</w:t>
      </w:r>
      <w:r w:rsidRPr="0014038B">
        <w:rPr>
          <w:rtl/>
        </w:rPr>
        <w:t xml:space="preserve"> کو تلاش کرنے لگا۔لوگ اسے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پہچانتے تھے  بالآخر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ملا جو جولا</w:t>
      </w:r>
      <w:r w:rsidRPr="0014038B">
        <w:rPr>
          <w:rFonts w:hint="cs"/>
          <w:rtl/>
        </w:rPr>
        <w:t>یی</w:t>
      </w:r>
      <w:r w:rsidRPr="0014038B">
        <w:rPr>
          <w:rtl/>
        </w:rPr>
        <w:t xml:space="preserve"> کو جانتا تھا ۔اس نے کہا:وہ کپڑے بُنتاہے اور فقراء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 جو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کے ساتھ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مناسبت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رکھتا۔م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کا پتہ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دکان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چ</w:t>
      </w:r>
      <w:r w:rsidRPr="0014038B">
        <w:rPr>
          <w:rFonts w:hint="eastAsia"/>
          <w:rtl/>
        </w:rPr>
        <w:t>لا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آخر کار وہ مجھے مل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266716" w:rsidRPr="0014038B" w:rsidRDefault="00266716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کہ انہوں نے کرباس سے بن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شلوار قم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ض</w:t>
      </w:r>
      <w:r w:rsidRPr="0014038B">
        <w:rPr>
          <w:rtl/>
        </w:rPr>
        <w:t xml:space="preserve"> پہن رکھ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ہے</w:t>
      </w:r>
      <w:r w:rsidRPr="0014038B">
        <w:rPr>
          <w:rtl/>
        </w:rPr>
        <w:t xml:space="preserve">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چھوٹ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با</w:t>
      </w:r>
      <w:r w:rsidRPr="0014038B">
        <w:rPr>
          <w:rtl/>
        </w:rPr>
        <w:t xml:space="preserve"> 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ڑھ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دکان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کپڑے بننے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مشغول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۔جونہ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انہوں نے مجھے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تو فوراً کہا: حاج محمد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اضافہ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سے اجازت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بعد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دکان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ہواغروب کا وقت تھا انہوں نے اذان کہ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نماز ادا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مشغول ہو گئے۔نماز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ادائ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بعد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سے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مسافر ہوں اور آج رات آپ کا مہمان ہوں ۔انہوں نے قبول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رات</w:t>
      </w:r>
      <w:r w:rsidRPr="0014038B">
        <w:rPr>
          <w:rtl/>
        </w:rPr>
        <w:t xml:space="preserve"> کا کچھ حصہ گزرا تھا کہ انہوں نے لکڑ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کاسہ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سامنے رکھا ۔اگرچہ مجھے لذ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ذ</w:t>
      </w:r>
      <w:r w:rsidRPr="0014038B">
        <w:rPr>
          <w:rtl/>
        </w:rPr>
        <w:t xml:space="preserve"> غذائ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ںکھانے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ساتھ کھانا کھانے لگا ۔پھر انہوں نے مجھے کھال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ٹکڑا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مجھ سے کہا :تم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مہمان ہو اس لئے تم اس پر سو جاؤاور خود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پر سو گئے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صبح</w:t>
      </w:r>
      <w:r w:rsidRPr="0014038B">
        <w:rPr>
          <w:rtl/>
        </w:rPr>
        <w:t xml:space="preserve"> کے 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وہ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ند</w:t>
      </w:r>
      <w:r w:rsidRPr="0014038B">
        <w:rPr>
          <w:rtl/>
        </w:rPr>
        <w:t xml:space="preserve">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tl/>
        </w:rPr>
        <w:t xml:space="preserve"> ہوئے ،وضو کرنے کے بعد انہوں نے اذان کہ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صبح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نماز ادا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مصروف ہو گئے اس کے بعد انہوں نے مختصر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بات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۔اس کے بعد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سے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آنے کے دو مقصد تھے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کو آپ نے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دوسرا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جاننا چاہتا ہوں کہ آپ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بلند مقام کس طرح سے حاصل ہوا کہ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کام آپ پر چھوڑ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 اور آپ کو کس طرح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نام اور ضم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و باطن کا علم ہے؟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نے کہا: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سوال ہے؟تمہار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266716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 سے کہا :جب تک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نہ سمجھ لوںم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جاؤں گا اور چونکہ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کا مہمان ہوں لہذا مہمان کا احترام کرتے ہوئے آپ مجھے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ضرور بتائ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266716" w:rsidRPr="0014038B" w:rsidRDefault="00266716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نے بات کاآغازک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جگہ کام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مصروف تھا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دکان کے سامنے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ظالم شخص رہتا تھا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سپاہ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کرتا تھا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وہ سپاہ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پاس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اس نے مجھ سے کہا:تم اپنے لئے کھانے کا انتظام کہاں سے کرتے ہو؟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 سے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گندم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دکر</w:t>
      </w:r>
      <w:r w:rsidRPr="0014038B">
        <w:rPr>
          <w:rtl/>
        </w:rPr>
        <w:t xml:space="preserve"> ا س کا آٹا پسوا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ہوں جسے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کھاتا ہوں اور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بچہ۔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محافظ ہوں ۔مجھے اس ظالم کے اموال سے استفادہ کرنا پسند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۔ اگر تم زحمت قبول کرو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لئے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لو اور ہر دن دوروٹ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مجھے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دے دو ۔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مان 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وہ ہر دن آتا اور مجھ سے دوروٹ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لے کر چلا جاتا ۔پھر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وہ نہ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پوچھا تو مجھے پتہ چلا کہ وہ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tl/>
        </w:rPr>
        <w:t xml:space="preserve"> ہے اور مسجد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سو رہا ہے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سوچا کے اس کے لئے طب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اور دوا لے جاؤں تواس نے کہا:اس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ضرورت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آج رات اس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سے چلا جاؤں گا ۔جب آدھ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رات ہوگ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تمہا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دکان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آئے گا اور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موت سے  باخبرکر دے گا۔تم ان کے ساتھ آنا اور وہ تم سے جو کچھ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اسے انجام دو اور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آٹا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اب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ملک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ہے۔</w:t>
      </w:r>
    </w:p>
    <w:p w:rsidR="00266716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چاہا کہ رات اس شخص کے ساتھ گذاروں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انہوں نے اجازت نہ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کہا:تم چلے جاؤ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مان 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۔آدھ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رات کے وقت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دکان پر دستک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:محمد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باہر آؤ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دکان سے باہر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ان کے ساتھ مسجد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چلا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وہ محافظ اب اس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ہے ۔اس کے پاس دو افراد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ٹھے</w:t>
      </w:r>
      <w:r w:rsidRPr="0014038B">
        <w:rPr>
          <w:rtl/>
        </w:rPr>
        <w:t xml:space="preserve"> ہوئے تھے انہوں نے مجھ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 اس کے جسم کو نہر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لے چلو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کا بدن نہر کے کنارے لے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،ان دو افرادنے اسے غسل وکفن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اس پر نماز پڑھ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۔پھر اسے لا کر مسجد کے دروازے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جگہ دفن کر د</w:t>
      </w:r>
      <w:r w:rsidRPr="0014038B">
        <w:rPr>
          <w:rFonts w:hint="cs"/>
          <w:rtl/>
        </w:rPr>
        <w:t>ی</w:t>
      </w:r>
      <w:r w:rsidRPr="0014038B">
        <w:rPr>
          <w:rtl/>
        </w:rPr>
        <w:t>ا ۔</w:t>
      </w:r>
    </w:p>
    <w:p w:rsidR="00266716" w:rsidRPr="0014038B" w:rsidRDefault="00266716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دکان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واپس چلا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۔کچھ راتوں کے بعد کچھ لوگوں 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دکان پر دستک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کہا:باہر آؤ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دکان سے باہر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تو اس نے مجھ سے کہا کہ  آقا نے تمہں بلا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تم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ساتھ چلو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مان کر ان کے ساتھ چلا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۔وہ 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صحرا چاندن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راتوں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روشن اور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سبز و خرم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چاند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دے رہا تھا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سوچنے لگا اور تعجب کرنے لگا ۔اچانک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صحرائے نو(نو،دزفول کے شمال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شہر کا نام  ہے)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پہنچ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دو بزرگ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توں</w:t>
      </w:r>
      <w:r w:rsidRPr="0014038B">
        <w:rPr>
          <w:rtl/>
        </w:rPr>
        <w:t xml:space="preserve">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کہ جو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ساتھ تشر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فرما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ان کے سامنے کھڑا تھا ۔اس مجمع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سب سے اوپر اور سب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صاحب جلال تھا ۔ان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عج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خوف وہراس  اور گھبراہٹ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266716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شخص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ساتھ تھا اسنے مجھ سے کہا:کچھ آگے آ جاؤ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کچھ آگے چلا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 تو جو شخص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سب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صاحب جلال تھا ،انہوں نے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:اس سپاہ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منصب اسے دے دو اور مجھ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:تم  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 خدمت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سپاہ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عہدہ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چاہتا ہوں۔م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ںنے</w:t>
      </w:r>
      <w:r w:rsidRPr="0014038B">
        <w:rPr>
          <w:rtl/>
        </w:rPr>
        <w:t xml:space="preserve"> سوچا کہ شا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مجھے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سپاہ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جگہ محافظ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چاہتے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محافظ بننے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دلچسپ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رکھتا تھا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سے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کپڑے بنتا ہوں ،مجھے سپاہ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محافظ بننے سے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مطلب؟</w:t>
      </w:r>
    </w:p>
    <w:p w:rsidR="00266716" w:rsidRPr="0014038B" w:rsidRDefault="00266716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نے کہا:ہم سپاہ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کا عہدہ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ہم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چاہتے کہ تم سپاہ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بنو،ہم نے اس کا عہدہ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ا،اب</w:t>
      </w:r>
      <w:r w:rsidRPr="0014038B">
        <w:rPr>
          <w:rtl/>
        </w:rPr>
        <w:t xml:space="preserve"> تم جاؤ۔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واپس لوٹا اور دروازہ کھلا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کہ اب وہ صحرا بہت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ہے  اور صحرا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</w:t>
      </w:r>
      <w:r w:rsidRPr="0014038B">
        <w:rPr>
          <w:rtl/>
        </w:rPr>
        <w:t xml:space="preserve"> سبز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خرم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نام و نشان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CA6D92" w:rsidRPr="0014038B" w:rsidRDefault="00CA6D92" w:rsidP="00266716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رات کے بعد مجھے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آقا حضرت صاحب العصر والزمان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احکامات ملتے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۔آنحضرت (عج) کے احکامات و دستورات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 کا پورا ہونا تھا۔ </w:t>
      </w:r>
      <w:r w:rsidR="00E546D1" w:rsidRPr="0014038B">
        <w:rPr>
          <w:rStyle w:val="libFootnotenumChar"/>
          <w:rtl/>
        </w:rPr>
        <w:t>(</w:t>
      </w:r>
      <w:r w:rsidR="00266716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سپاہ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حرام مال  سے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کرکے اپنے لئے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مقام خود بنا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۔ان کا عباس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فہ</w:t>
      </w:r>
      <w:r w:rsidRPr="0014038B">
        <w:rPr>
          <w:rtl/>
        </w:rPr>
        <w:t xml:space="preserve"> کے دربار کے قاض</w:t>
      </w:r>
      <w:r w:rsidRPr="0014038B">
        <w:rPr>
          <w:rFonts w:hint="cs"/>
          <w:rtl/>
        </w:rPr>
        <w:t>ی</w:t>
      </w:r>
      <w:r w:rsidRPr="0014038B">
        <w:rPr>
          <w:rtl/>
        </w:rPr>
        <w:t>''شر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''سے مقائسہ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 نے خود کو حرام مال کھانے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آلودہ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دونوں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بہتر ہے؟امام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حاضر ہونا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عباس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بزرگان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منشور رتھا ۔تار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تش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نے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مدنظر رکھتے ہوئے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کاآئ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مذہب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مطابق تشک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 بلند مقامات تک پہنچ گئے۔</w:t>
      </w:r>
    </w:p>
    <w:p w:rsidR="00266716" w:rsidRPr="0014038B" w:rsidRDefault="00266716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266716" w:rsidP="00E546D1">
      <w:pPr>
        <w:pStyle w:val="libFootnote0"/>
        <w:rPr>
          <w:rtl/>
        </w:rPr>
      </w:pPr>
      <w:r w:rsidRPr="0014038B">
        <w:rPr>
          <w:rtl/>
        </w:rPr>
        <w:t xml:space="preserve"> </w:t>
      </w:r>
      <w:r w:rsidR="00CA6D92" w:rsidRPr="0014038B">
        <w:rPr>
          <w:rtl/>
        </w:rPr>
        <w:t>[</w:t>
      </w:r>
      <w:r w:rsidRPr="0014038B">
        <w:t>1</w:t>
      </w:r>
      <w:r w:rsidR="00CA6D92" w:rsidRPr="0014038B">
        <w:rPr>
          <w:rtl/>
        </w:rPr>
        <w:t>]۔ زندگ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و شخص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ت</w:t>
      </w:r>
      <w:r w:rsidR="00CA6D92" w:rsidRPr="0014038B">
        <w:rPr>
          <w:rtl/>
        </w:rPr>
        <w:t xml:space="preserve"> ش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خ</w:t>
      </w:r>
      <w:r w:rsidR="00CA6D92" w:rsidRPr="0014038B">
        <w:rPr>
          <w:rtl/>
        </w:rPr>
        <w:t xml:space="preserve"> انصار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>:</w:t>
      </w:r>
      <w:r w:rsidR="00CA6D92" w:rsidRPr="0014038B">
        <w:rPr>
          <w:rFonts w:hint="cs"/>
          <w:rtl/>
        </w:rPr>
        <w:t>52</w:t>
      </w:r>
    </w:p>
    <w:p w:rsidR="002A3206" w:rsidRPr="0014038B" w:rsidRDefault="002A3206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A3206" w:rsidRPr="0014038B" w:rsidRDefault="002A3206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56" w:name="_Toc386266939"/>
      <w:r w:rsidRPr="0014038B">
        <w:rPr>
          <w:rtl/>
        </w:rPr>
        <w:t>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کا باعث</w:t>
      </w:r>
      <w:bookmarkEnd w:id="56"/>
    </w:p>
    <w:p w:rsidR="00CA6D92" w:rsidRPr="0014038B" w:rsidRDefault="00CA6D92" w:rsidP="001B1FA7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بات پر غور کرنا چاہئے کہ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نہ صرف خود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اعل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درجات پر فائز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اس کے علاوہ وہ اپنے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کے لئے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کوشاں رہتے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۔ ان کا ہدف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ہوتا ہے کہ وہ معاشرے  اور اپنے ارد گرد کے لوگوں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Pr="0014038B">
        <w:rPr>
          <w:rFonts w:hint="eastAsia"/>
          <w:rtl/>
        </w:rPr>
        <w:t>وہ</w:t>
      </w:r>
      <w:r w:rsidRPr="0014038B">
        <w:rPr>
          <w:rtl/>
        </w:rPr>
        <w:t xml:space="preserve"> اپنے عمل اور رفتار و کردار سے اپنے ہمنش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معاشرے کے تمام افراد کو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درس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تمنا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معاشرہ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tl/>
        </w:rPr>
        <w:t xml:space="preserve"> رہے اور گناہوں سے دور رہے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 معاشرے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تابناک انوار کا ظہور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متحقق ہو سکتا ہے لہذا تمام افراد پر لازم ہے کہ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حصول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خود سے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،ہوا و ہوس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کو دور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لوگ مقام و مرتبہ اور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کو اپنا ہدف قرار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۔ان کا ہدف و مقصد اس سے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ہوتاہے بلکہ اگر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مقام و مرتبہ اور تمام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منصب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مل جائے تو وہ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ہدف کے لئے استفادہ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 کہ وہ مقام و مرتبہ کے لئے 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چھوڑ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پوچھا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آپ 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''.....أَن</w:t>
      </w:r>
      <w:r w:rsidRPr="0014038B">
        <w:rPr>
          <w:rStyle w:val="libArabicChar"/>
          <w:rFonts w:hint="cs"/>
          <w:rtl/>
        </w:rPr>
        <w:t>ْ لاٰ یَ</w:t>
      </w:r>
      <w:r w:rsidRPr="0014038B">
        <w:rPr>
          <w:rStyle w:val="libArabicChar"/>
          <w:rFonts w:hint="eastAsia"/>
          <w:rtl/>
        </w:rPr>
        <w:t>ف</w:t>
      </w:r>
      <w:r w:rsidRPr="0014038B">
        <w:rPr>
          <w:rStyle w:val="libArabicChar"/>
          <w:rFonts w:hint="cs"/>
          <w:rtl/>
        </w:rPr>
        <w:t>ْقِدُکَ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َ حَ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ثُ</w:t>
      </w:r>
      <w:r w:rsidRPr="0014038B">
        <w:rPr>
          <w:rStyle w:val="libArabicChar"/>
          <w:rtl/>
        </w:rPr>
        <w:t xml:space="preserve"> أَم</w:t>
      </w:r>
      <w:r w:rsidRPr="0014038B">
        <w:rPr>
          <w:rStyle w:val="libArabicChar"/>
          <w:rFonts w:hint="cs"/>
          <w:rtl/>
        </w:rPr>
        <w:t>ْرَکَ وَ لٰا یَ</w:t>
      </w:r>
      <w:r w:rsidRPr="0014038B">
        <w:rPr>
          <w:rStyle w:val="libArabicChar"/>
          <w:rFonts w:hint="eastAsia"/>
          <w:rtl/>
        </w:rPr>
        <w:t>رٰاکَ</w:t>
      </w:r>
      <w:r w:rsidRPr="0014038B">
        <w:rPr>
          <w:rStyle w:val="libArabicChar"/>
          <w:rtl/>
        </w:rPr>
        <w:t xml:space="preserve"> حَ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ثُ</w:t>
      </w:r>
      <w:r w:rsidRPr="0014038B">
        <w:rPr>
          <w:rStyle w:val="libArabicChar"/>
          <w:rtl/>
        </w:rPr>
        <w:t xml:space="preserve"> نَ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ٰاکَ''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1B1FA7" w:rsidRPr="0014038B" w:rsidRDefault="00CA6D92" w:rsidP="001B1FA7">
      <w:pPr>
        <w:pStyle w:val="libNormal"/>
        <w:rPr>
          <w:rtl/>
        </w:rPr>
      </w:pP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خداوند نے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کا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سے دور نہ پائے اور جس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سے منع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ہے،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ملوث نہ پائے۔</w:t>
      </w:r>
      <w:r w:rsidR="001B1FA7" w:rsidRPr="0014038B">
        <w:rPr>
          <w:rFonts w:hint="eastAsia"/>
          <w:rtl/>
        </w:rPr>
        <w:t xml:space="preserve"> اس</w:t>
      </w:r>
      <w:r w:rsidR="001B1FA7" w:rsidRPr="0014038B">
        <w:rPr>
          <w:rtl/>
        </w:rPr>
        <w:t xml:space="preserve"> ب</w:t>
      </w:r>
      <w:r w:rsidR="001B1FA7" w:rsidRPr="0014038B">
        <w:rPr>
          <w:rFonts w:hint="cs"/>
          <w:rtl/>
        </w:rPr>
        <w:t>ی</w:t>
      </w:r>
      <w:r w:rsidR="001B1FA7" w:rsidRPr="0014038B">
        <w:rPr>
          <w:rFonts w:hint="eastAsia"/>
          <w:rtl/>
        </w:rPr>
        <w:t>ان</w:t>
      </w:r>
      <w:r w:rsidR="001B1FA7" w:rsidRPr="0014038B">
        <w:rPr>
          <w:rtl/>
        </w:rPr>
        <w:t xml:space="preserve"> ک</w:t>
      </w:r>
      <w:r w:rsidR="001B1FA7" w:rsidRPr="0014038B">
        <w:rPr>
          <w:rFonts w:hint="cs"/>
          <w:rtl/>
        </w:rPr>
        <w:t>ی</w:t>
      </w:r>
      <w:r w:rsidR="001B1FA7" w:rsidRPr="0014038B">
        <w:rPr>
          <w:rtl/>
        </w:rPr>
        <w:t xml:space="preserve"> رو سے اگر انسان م</w:t>
      </w:r>
      <w:r w:rsidR="001B1FA7" w:rsidRPr="0014038B">
        <w:rPr>
          <w:rFonts w:hint="cs"/>
          <w:rtl/>
        </w:rPr>
        <w:t>ی</w:t>
      </w:r>
      <w:r w:rsidR="001B1FA7" w:rsidRPr="0014038B">
        <w:rPr>
          <w:rFonts w:hint="eastAsia"/>
          <w:rtl/>
        </w:rPr>
        <w:t>ں</w:t>
      </w:r>
      <w:r w:rsidR="001B1FA7" w:rsidRPr="0014038B">
        <w:rPr>
          <w:rtl/>
        </w:rPr>
        <w:t xml:space="preserve"> کس</w:t>
      </w:r>
      <w:r w:rsidR="001B1FA7" w:rsidRPr="0014038B">
        <w:rPr>
          <w:rFonts w:hint="cs"/>
          <w:rtl/>
        </w:rPr>
        <w:t>ی</w:t>
      </w:r>
      <w:r w:rsidR="001B1FA7" w:rsidRPr="0014038B">
        <w:rPr>
          <w:rtl/>
        </w:rPr>
        <w:t xml:space="preserve"> منصب کو قبول کرنے ک</w:t>
      </w:r>
      <w:r w:rsidR="001B1FA7" w:rsidRPr="0014038B">
        <w:rPr>
          <w:rFonts w:hint="cs"/>
          <w:rtl/>
        </w:rPr>
        <w:t>ی</w:t>
      </w:r>
      <w:r w:rsidR="001B1FA7" w:rsidRPr="0014038B">
        <w:rPr>
          <w:rtl/>
        </w:rPr>
        <w:t xml:space="preserve"> صلاح</w:t>
      </w:r>
      <w:r w:rsidR="001B1FA7" w:rsidRPr="0014038B">
        <w:rPr>
          <w:rFonts w:hint="cs"/>
          <w:rtl/>
        </w:rPr>
        <w:t>ی</w:t>
      </w:r>
      <w:r w:rsidR="001B1FA7" w:rsidRPr="0014038B">
        <w:rPr>
          <w:rFonts w:hint="eastAsia"/>
          <w:rtl/>
        </w:rPr>
        <w:t>ت</w:t>
      </w:r>
      <w:r w:rsidR="001B1FA7" w:rsidRPr="0014038B">
        <w:rPr>
          <w:rtl/>
        </w:rPr>
        <w:t xml:space="preserve"> نہ ہو ل</w:t>
      </w:r>
      <w:r w:rsidR="001B1FA7" w:rsidRPr="0014038B">
        <w:rPr>
          <w:rFonts w:hint="cs"/>
          <w:rtl/>
        </w:rPr>
        <w:t>ی</w:t>
      </w:r>
      <w:r w:rsidR="001B1FA7" w:rsidRPr="0014038B">
        <w:rPr>
          <w:rFonts w:hint="eastAsia"/>
          <w:rtl/>
        </w:rPr>
        <w:t>کن</w:t>
      </w:r>
      <w:r w:rsidR="001B1FA7" w:rsidRPr="0014038B">
        <w:rPr>
          <w:rtl/>
        </w:rPr>
        <w:t xml:space="preserve"> اس کے  باوجود اسے قبول کرے تو </w:t>
      </w:r>
      <w:r w:rsidR="001B1FA7" w:rsidRPr="0014038B">
        <w:rPr>
          <w:rFonts w:hint="cs"/>
          <w:rtl/>
        </w:rPr>
        <w:t>ی</w:t>
      </w:r>
      <w:r w:rsidR="001B1FA7" w:rsidRPr="0014038B">
        <w:rPr>
          <w:rFonts w:hint="eastAsia"/>
          <w:rtl/>
        </w:rPr>
        <w:t>ہ</w:t>
      </w:r>
      <w:r w:rsidR="001B1FA7" w:rsidRPr="0014038B">
        <w:rPr>
          <w:rtl/>
        </w:rPr>
        <w:t xml:space="preserve"> تقو</w:t>
      </w:r>
      <w:r w:rsidR="001B1FA7" w:rsidRPr="0014038B">
        <w:rPr>
          <w:rFonts w:hint="cs"/>
          <w:rtl/>
        </w:rPr>
        <w:t>یٰ</w:t>
      </w:r>
      <w:r w:rsidR="001B1FA7" w:rsidRPr="0014038B">
        <w:rPr>
          <w:rtl/>
        </w:rPr>
        <w:t xml:space="preserve"> و پرہ</w:t>
      </w:r>
      <w:r w:rsidR="001B1FA7" w:rsidRPr="0014038B">
        <w:rPr>
          <w:rFonts w:hint="cs"/>
          <w:rtl/>
        </w:rPr>
        <w:t>ی</w:t>
      </w:r>
      <w:r w:rsidR="001B1FA7" w:rsidRPr="0014038B">
        <w:rPr>
          <w:rFonts w:hint="eastAsia"/>
          <w:rtl/>
        </w:rPr>
        <w:t>زگار</w:t>
      </w:r>
      <w:r w:rsidR="001B1FA7" w:rsidRPr="0014038B">
        <w:rPr>
          <w:rFonts w:hint="cs"/>
          <w:rtl/>
        </w:rPr>
        <w:t>ی</w:t>
      </w:r>
      <w:r w:rsidR="001B1FA7" w:rsidRPr="0014038B">
        <w:rPr>
          <w:rtl/>
        </w:rPr>
        <w:t xml:space="preserve"> کے ساتھ کس طرح ساز گار ہو سکتا ہے؟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tl/>
        </w:rPr>
        <w:t>[1] ۔ بحار الانوار:ج</w:t>
      </w:r>
      <w:r w:rsidRPr="0014038B">
        <w:rPr>
          <w:rFonts w:hint="cs"/>
          <w:rtl/>
        </w:rPr>
        <w:t>70ص 285</w:t>
      </w:r>
    </w:p>
    <w:p w:rsidR="001B1FA7" w:rsidRPr="0014038B" w:rsidRDefault="001B1FA7" w:rsidP="00A22F56">
      <w:pPr>
        <w:pStyle w:val="libNormal"/>
      </w:pPr>
      <w:r w:rsidRPr="0014038B">
        <w:br w:type="page"/>
      </w:r>
    </w:p>
    <w:p w:rsidR="001B1FA7" w:rsidRPr="005221CD" w:rsidRDefault="001B1FA7" w:rsidP="005221CD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57" w:name="_Toc386266940"/>
      <w:r w:rsidRPr="0014038B">
        <w:rPr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کو ترک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وجہ سے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bookmarkEnd w:id="57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بعض مسائل کے درپ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آنے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نابود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نابود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وضاحت کے لئے ہم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گناہوں کو بخش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اور اس کے اثرات کو ختم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اور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</w:t>
      </w:r>
      <w:r w:rsidRPr="0014038B">
        <w:rPr>
          <w:rFonts w:hint="eastAsia"/>
          <w:rtl/>
        </w:rPr>
        <w:t>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۔لہذا  خدا کو پکارتے ہوئے عرض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</w:t>
      </w:r>
      <w:r w:rsidRPr="0014038B">
        <w:rPr>
          <w:rFonts w:hint="cs"/>
          <w:rtl/>
        </w:rPr>
        <w:t>یٰ</w:t>
      </w:r>
      <w:r w:rsidRPr="0014038B">
        <w:rPr>
          <w:rFonts w:hint="eastAsia"/>
          <w:rtl/>
        </w:rPr>
        <w:t>امُبَدِّلَ</w:t>
      </w:r>
      <w:r w:rsidRPr="0014038B">
        <w:rPr>
          <w:rtl/>
        </w:rPr>
        <w:t xml:space="preserve"> السَّ</w:t>
      </w:r>
      <w:r w:rsidRPr="0014038B">
        <w:rPr>
          <w:rFonts w:hint="cs"/>
          <w:rtl/>
        </w:rPr>
        <w:t>یِّ</w:t>
      </w:r>
      <w:r w:rsidRPr="0014038B">
        <w:rPr>
          <w:rFonts w:hint="eastAsia"/>
          <w:rtl/>
        </w:rPr>
        <w:t>أٰتِ</w:t>
      </w:r>
      <w:r w:rsidRPr="0014038B">
        <w:rPr>
          <w:rtl/>
        </w:rPr>
        <w:t xml:space="preserve"> بِال</w:t>
      </w:r>
      <w:r w:rsidRPr="0014038B">
        <w:rPr>
          <w:rFonts w:hint="cs"/>
          <w:rtl/>
        </w:rPr>
        <w:t>ْحَسَنٰاتِ''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پہل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گناہ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ہونے کے بجائے بالکل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و نابود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گناہ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 ہے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گناہوں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ختم ہو جاتاہے اور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شہوت اور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غلب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فاسد ہو جاتاہے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نابود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بلکہ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جاتاہے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''لاٰ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ف</w:t>
      </w:r>
      <w:r w:rsidRPr="0014038B">
        <w:rPr>
          <w:rStyle w:val="libArabicChar"/>
          <w:rFonts w:hint="cs"/>
          <w:rtl/>
        </w:rPr>
        <w:t>ْسِدُ</w:t>
      </w:r>
      <w:r w:rsidRPr="0014038B">
        <w:rPr>
          <w:rStyle w:val="libArabicChar"/>
          <w:rtl/>
        </w:rPr>
        <w:t xml:space="preserve"> التَّق</w:t>
      </w:r>
      <w:r w:rsidRPr="0014038B">
        <w:rPr>
          <w:rStyle w:val="libArabicChar"/>
          <w:rFonts w:hint="cs"/>
          <w:rtl/>
        </w:rPr>
        <w:t>ْویٰ</w:t>
      </w:r>
      <w:r w:rsidRPr="0014038B">
        <w:rPr>
          <w:rStyle w:val="libArabicChar"/>
          <w:rtl/>
        </w:rPr>
        <w:t xml:space="preserve"> اِلاّٰ غَلَبَةُ الشَّ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ْوَةِ''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کو شہوت کے غلبہ پانے کے علاوہ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فاسد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قابل</w:t>
      </w:r>
      <w:r w:rsidRPr="0014038B">
        <w:rPr>
          <w:rtl/>
        </w:rPr>
        <w:t xml:space="preserve"> توجہ بات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آنحضرت 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کو شہوت کے غالب آنے کے علاوہ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ختم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بلکہ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کو شہوت کے غلبہ کے علاوہ 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فاسد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تعب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تغ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و تبدل کے ساتھ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منافات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tl/>
        </w:rPr>
        <w:t>[1] ۔ شرح غرر الحکم:ج</w:t>
      </w:r>
      <w:r w:rsidRPr="0014038B">
        <w:rPr>
          <w:rFonts w:hint="cs"/>
          <w:rtl/>
        </w:rPr>
        <w:t>6ص</w:t>
      </w:r>
      <w:r w:rsidRPr="0014038B">
        <w:rPr>
          <w:rtl/>
          <w:lang w:bidi="fa-IR"/>
        </w:rPr>
        <w:t>۳۷</w:t>
      </w:r>
      <w:r w:rsidRPr="0014038B">
        <w:rPr>
          <w:rFonts w:hint="cs"/>
          <w:rtl/>
        </w:rPr>
        <w:t>6</w:t>
      </w:r>
    </w:p>
    <w:p w:rsidR="00CA6D92" w:rsidRPr="0014038B" w:rsidRDefault="00CA6D92" w:rsidP="00CA6D92">
      <w:pPr>
        <w:pStyle w:val="libNormal"/>
      </w:pPr>
    </w:p>
    <w:p w:rsidR="001B1FA7" w:rsidRPr="0014038B" w:rsidRDefault="001B1FA7" w:rsidP="00A22F56">
      <w:pPr>
        <w:pStyle w:val="libNormal"/>
      </w:pPr>
      <w:r w:rsidRPr="0014038B">
        <w:br w:type="page"/>
      </w:r>
    </w:p>
    <w:p w:rsidR="001B1FA7" w:rsidRPr="0014038B" w:rsidRDefault="001B1FA7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قابل</w:t>
      </w:r>
      <w:r w:rsidRPr="0014038B">
        <w:rPr>
          <w:rtl/>
        </w:rPr>
        <w:t xml:space="preserve"> غور نکتہ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خاص قسم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ہے جس کے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پہلو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فاسد ہوتا ہے جب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موجود معنو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ختم  ہو جائے۔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کھو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ٹھے</w:t>
      </w:r>
      <w:r w:rsidRPr="0014038B">
        <w:rPr>
          <w:rtl/>
        </w:rPr>
        <w:t xml:space="preserve"> تو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اس بناء پر با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شخص پر شہوت کا غلبہ ہو جانے اور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فاسد ہو جانے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اگر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شخص  پر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 و منصب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شہوت غالب آ جائے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 منصب تک پہنچنے والے عام شخص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خطرناک ہوتا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رحمان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کا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کا رحمان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ہونا مسلّم ہے۔جن کا تذکرہ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ارشادات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انسان</w:t>
      </w:r>
      <w:r w:rsidRPr="0014038B">
        <w:rPr>
          <w:rtl/>
        </w:rPr>
        <w:t xml:space="preserve"> جستجو ،تلاش،کوشش اور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جانے والے اعمال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کسب کرتا ہے ۔روحان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نفوذ کرکے اس کے دل و جان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راسخ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مادّ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اور طبع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کم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پر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کا غلبہ ہو جاتاہے۔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انسان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اگر فرض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تبدّل وتغ</w:t>
      </w:r>
      <w:r w:rsidRPr="0014038B">
        <w:rPr>
          <w:rFonts w:hint="cs"/>
          <w:rtl/>
        </w:rPr>
        <w:t>یّ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ہوجائے تو پھر وہ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عام اور طب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انسان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رہے گا بلکہ بہت سے مقامات پر اس کے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رحمان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طرح سالہا سال سے انجام پانے والے بہت سے گناہوں اور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نافرمان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راسخ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وہ ارواح خب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ثہ</w:t>
      </w:r>
      <w:r w:rsidRPr="0014038B">
        <w:rPr>
          <w:rtl/>
        </w:rPr>
        <w:t xml:space="preserve">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ساتھ مل جاتاہے 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توبہ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نہ صرف وہ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پلٹ آتاہے بلکہ اس کے حالات ،رحمان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خداوند عالم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توبہ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گناہگاروں کے گنا ہ بخش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اور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صرف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 ان کے گناہوںکو بخش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بلکہ اس کے گناہوں کو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کے اسماء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اسم ہے جو گناہگاروں اور معنو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قافلے سے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چھے</w:t>
      </w:r>
      <w:r w:rsidRPr="0014038B">
        <w:rPr>
          <w:rtl/>
        </w:rPr>
        <w:t xml:space="preserve"> رہ جانے والوں کے دلوں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شمع روشن کرتا ہے اور وہ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ہے: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</w:t>
      </w:r>
      <w:r w:rsidRPr="0014038B">
        <w:rPr>
          <w:rFonts w:hint="cs"/>
          <w:rtl/>
        </w:rPr>
        <w:t>یٰ</w:t>
      </w:r>
      <w:r w:rsidRPr="0014038B">
        <w:rPr>
          <w:rFonts w:hint="eastAsia"/>
          <w:rtl/>
        </w:rPr>
        <w:t>امُبَدِّلَ</w:t>
      </w:r>
      <w:r w:rsidRPr="0014038B">
        <w:rPr>
          <w:rtl/>
        </w:rPr>
        <w:t xml:space="preserve"> السَّ</w:t>
      </w:r>
      <w:r w:rsidRPr="0014038B">
        <w:rPr>
          <w:rFonts w:hint="cs"/>
          <w:rtl/>
        </w:rPr>
        <w:t>یِّ</w:t>
      </w:r>
      <w:r w:rsidRPr="0014038B">
        <w:rPr>
          <w:rFonts w:hint="eastAsia"/>
          <w:rtl/>
        </w:rPr>
        <w:t>أٰتِ</w:t>
      </w:r>
      <w:r w:rsidRPr="0014038B">
        <w:rPr>
          <w:rtl/>
        </w:rPr>
        <w:t xml:space="preserve"> بِال</w:t>
      </w:r>
      <w:r w:rsidRPr="0014038B">
        <w:rPr>
          <w:rFonts w:hint="cs"/>
          <w:rtl/>
        </w:rPr>
        <w:t>ْحَسَنٰاتِ''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اے</w:t>
      </w:r>
      <w:r w:rsidRPr="0014038B">
        <w:rPr>
          <w:rtl/>
        </w:rPr>
        <w:t xml:space="preserve"> گناہوں کو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کرنے والے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گناہوں</w:t>
      </w:r>
      <w:r w:rsidRPr="0014038B">
        <w:rPr>
          <w:rtl/>
        </w:rPr>
        <w:t xml:space="preserve"> کا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جانا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ممکن ہے کہ جب اس کے آثار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1B1FA7" w:rsidRPr="0014038B" w:rsidRDefault="001B1FA7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58" w:name="_Toc386266941"/>
      <w:r w:rsidRPr="0014038B">
        <w:rPr>
          <w:rtl/>
        </w:rPr>
        <w:t>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ثابت قدم رہنا</w:t>
      </w:r>
      <w:bookmarkEnd w:id="58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انسان</w:t>
      </w:r>
      <w:r w:rsidRPr="0014038B">
        <w:rPr>
          <w:rtl/>
        </w:rPr>
        <w:t xml:space="preserve"> کس طرح 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کوکھو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اور کس طرح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حاصل کر سکتاہے؟ک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صرف گناہوں سے دور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خود کو متق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سمجھ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صرف سخت اور مشکل امتحانات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قبول ہونے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ہو سکتاہے؟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سوالات بعض لوگوں کے ذہنوں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 سوال کا جواب مولائے کائنات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''عِن</w:t>
      </w:r>
      <w:r w:rsidRPr="0014038B">
        <w:rPr>
          <w:rStyle w:val="libArabicChar"/>
          <w:rFonts w:hint="cs"/>
          <w:rtl/>
        </w:rPr>
        <w:t>ْدَ حُضُوْرِ الشَّ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ْوٰاتِ وَ اللَّذّٰاتِ یَ</w:t>
      </w:r>
      <w:r w:rsidRPr="0014038B">
        <w:rPr>
          <w:rStyle w:val="libArabicChar"/>
          <w:rFonts w:hint="eastAsia"/>
          <w:rtl/>
        </w:rPr>
        <w:t>تَبَ</w:t>
      </w:r>
      <w:r w:rsidRPr="0014038B">
        <w:rPr>
          <w:rStyle w:val="libArabicChar"/>
          <w:rFonts w:hint="cs"/>
          <w:rtl/>
        </w:rPr>
        <w:t>یَّ</w:t>
      </w:r>
      <w:r w:rsidRPr="0014038B">
        <w:rPr>
          <w:rStyle w:val="libArabicChar"/>
          <w:rFonts w:hint="eastAsia"/>
          <w:rtl/>
        </w:rPr>
        <w:t>نُ</w:t>
      </w:r>
      <w:r w:rsidRPr="0014038B">
        <w:rPr>
          <w:rStyle w:val="libArabicChar"/>
          <w:rtl/>
        </w:rPr>
        <w:t xml:space="preserve"> وَرَعُ ال</w:t>
      </w:r>
      <w:r w:rsidRPr="0014038B">
        <w:rPr>
          <w:rStyle w:val="libArabicChar"/>
          <w:rFonts w:hint="cs"/>
          <w:rtl/>
        </w:rPr>
        <w:t>ْاَتْقِیٰ</w:t>
      </w:r>
      <w:r w:rsidRPr="0014038B">
        <w:rPr>
          <w:rStyle w:val="libArabicChar"/>
          <w:rFonts w:hint="eastAsia"/>
          <w:rtl/>
        </w:rPr>
        <w:t>اء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شہوت انگ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اور لذت بخش واقعہ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آئے ،تو متق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افراد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واضح وروشن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کرنے والے دکھاوے اور خود 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کنٹرول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کو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و نابود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اگر وہ ان پر کنٹرول نہ کر سکتے ہوں تو معلوم ہو جائے گا ک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وہ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ثابت قدم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 شرح غرر الحکم: 4 / 326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1B1FA7" w:rsidRPr="0014038B" w:rsidRDefault="001B1FA7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59" w:name="_Toc386266942"/>
      <w:r w:rsidRPr="0014038B">
        <w:rPr>
          <w:rtl/>
        </w:rPr>
        <w:t>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ٔبحث</w:t>
      </w:r>
      <w:bookmarkEnd w:id="59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دل</w:t>
      </w:r>
      <w:r w:rsidRPr="0014038B">
        <w:rPr>
          <w:rtl/>
        </w:rPr>
        <w:t xml:space="preserve"> اسرار و رموز سے بھرپور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اہم مش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ہے  جسے خدا نے آپ کے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 xml:space="preserve">  تا کہ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اصلاح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پر زنگ اور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 جانے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اصلاح کرکے اس سے استفادہ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دکھائ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والے دشمنوں کے ساتھ جنگ اور ان پر حملے کے لئے بہت طاقتور ہتھ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ہے ۔اسے خود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طاقتور بنانے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آپ کے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دشمنوں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نفوذ سے بچنے کے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مضبوط ڈھال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مانند ہے۔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آپ کو ان سے بچاتا ہے۔ آپ کو  ان  کے حملوں اور مکار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آگاہ کرتا ہے اور آپ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کرتا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رحمان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افکار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تشخ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خود کو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سراب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اس کے آب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سے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راب</w:t>
      </w:r>
      <w:r w:rsidRPr="0014038B">
        <w:rPr>
          <w:rtl/>
        </w:rPr>
        <w:t xml:space="preserve"> ہوں۔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کوشش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آپ پر ہوا و ہوس اور شہوت کو غلبہ نہ ہو ورنہ آپ کا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تباہ و برباد ہو جائے گا اور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کھو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ٹھے</w:t>
      </w:r>
      <w:r w:rsidRPr="0014038B">
        <w:rPr>
          <w:rtl/>
        </w:rPr>
        <w:t xml:space="preserve"> گا۔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ۂ</w:t>
      </w:r>
      <w:r w:rsidRPr="0014038B">
        <w:rPr>
          <w:rtl/>
        </w:rPr>
        <w:t xml:space="preserve">  فقر  پادشاہ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است          سرما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ۂ</w:t>
      </w:r>
      <w:r w:rsidRPr="0014038B">
        <w:rPr>
          <w:rtl/>
        </w:rPr>
        <w:t xml:space="preserve"> طاعت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از</w:t>
      </w:r>
      <w:r w:rsidRPr="0014038B">
        <w:rPr>
          <w:rtl/>
        </w:rPr>
        <w:t xml:space="preserve"> سخت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روز محشر و زدوزخ              فرمودہ خدا،نجات خواہ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است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5221CD">
      <w:pPr>
        <w:pStyle w:val="Heading1Center"/>
        <w:rPr>
          <w:rtl/>
        </w:rPr>
      </w:pPr>
      <w:r w:rsidRPr="0014038B">
        <w:rPr>
          <w:rtl/>
        </w:rPr>
        <w:lastRenderedPageBreak/>
        <w:t xml:space="preserve"> </w:t>
      </w:r>
      <w:bookmarkStart w:id="60" w:name="_Toc386266943"/>
      <w:r w:rsidRPr="0014038B">
        <w:rPr>
          <w:rtl/>
        </w:rPr>
        <w:t>پانچواں باب</w:t>
      </w:r>
      <w:bookmarkEnd w:id="60"/>
    </w:p>
    <w:p w:rsidR="00CA6D92" w:rsidRPr="0014038B" w:rsidRDefault="00CA6D92" w:rsidP="005221CD">
      <w:pPr>
        <w:pStyle w:val="Heading1Center"/>
        <w:rPr>
          <w:rtl/>
        </w:rPr>
      </w:pPr>
      <w:bookmarkStart w:id="61" w:name="_Toc386266944"/>
      <w:r w:rsidRPr="0014038B">
        <w:rPr>
          <w:rFonts w:hint="eastAsia"/>
          <w:rtl/>
        </w:rPr>
        <w:t>کام</w:t>
      </w:r>
      <w:r w:rsidRPr="0014038B">
        <w:rPr>
          <w:rtl/>
        </w:rPr>
        <w:t xml:space="preserve"> اور کوشش</w:t>
      </w:r>
      <w:bookmarkEnd w:id="61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المو 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السلام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 مَن</w:t>
      </w:r>
      <w:r w:rsidRPr="0014038B">
        <w:rPr>
          <w:rFonts w:hint="cs"/>
          <w:rtl/>
        </w:rPr>
        <w:t>ْ أَعْمَلَ اِجْتِ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ٰادَ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بَلَغَ مُرٰادَ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کے لئے 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کرے ،وہ اپنے مقصد تک پہنچ جاتاہے۔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کام و کوشش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کس حد تک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اپنے نفس کو کام اور کوشش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کرنا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مرحوم ملّا 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نراق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خود کوک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کو درک کرنے کے لئے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آگاہانہ طور پر کام شروع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کام کے شرائط اور اس کے موانع کو مدنظر رکھ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کام اور کوشش کے موانع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1۔ بے ارزش کاموں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2۔ تھکاوٹ اور بے حال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دو قلم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نسخوں کے لئے تلاش اور توسل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غور و فکرسے کام کرنا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62" w:name="_Toc386266945"/>
      <w:r w:rsidRPr="0014038B">
        <w:rPr>
          <w:rFonts w:hint="eastAsia"/>
          <w:rtl/>
        </w:rPr>
        <w:t>کام</w:t>
      </w:r>
      <w:r w:rsidRPr="0014038B">
        <w:rPr>
          <w:rtl/>
        </w:rPr>
        <w:t xml:space="preserve"> و کوشش</w:t>
      </w:r>
      <w:bookmarkEnd w:id="62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وجود کے گوہر سے استفادہ کرنے کے لئے اور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اور اہم اہداف تک پہنچنے کے لئے کام اور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کوتاہ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کے صفحات کو اپنے ناموں سے روشن کرنے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اور معروف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اپنے بلند اہداف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تھک کر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ٹھے</w:t>
      </w:r>
      <w:r w:rsidRPr="0014038B">
        <w:rPr>
          <w:rtl/>
        </w:rPr>
        <w:t xml:space="preserve"> ا ور انہوں نے اپنے مقاصد کے حصول کے لئے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جستجو اور کوشش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منزل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گامزن رہے۔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آپ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اہم اور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اہداف کے حصول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اہداف تک پہنچنے کے لئے کام اور کوشش بہت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۔متعدد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و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کا بارہا تذکرہ موجود ہے۔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142472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63" w:name="_Toc386266946"/>
      <w:r w:rsidRPr="0014038B">
        <w:rPr>
          <w:rtl/>
        </w:rPr>
        <w:t>کس حد تک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  <w:bookmarkEnd w:id="63"/>
    </w:p>
    <w:p w:rsidR="001B1FA7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بعض</w:t>
      </w:r>
      <w:r w:rsidRPr="0014038B">
        <w:rPr>
          <w:rtl/>
        </w:rPr>
        <w:t xml:space="preserve">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اور کوشش صرف اورصرف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منافع اور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اعتبارات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منحصر ہے  اور وہ کائنات کے حقائق سے مکمل طور پر غافل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۔وہ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رہنے والے اور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 آخرت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سعادت کا باعث بننے والے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سے غفلت برتتے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۔ان کا ہدف فقط تجارت اور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منافع حاصل کرنا ہوتاہے۔ان کا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مقصد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سے زز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دولت کا حصول ہوتاہے۔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</w:pPr>
    </w:p>
    <w:p w:rsidR="001B1FA7" w:rsidRPr="0014038B" w:rsidRDefault="001B1FA7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بہت</w:t>
      </w:r>
      <w:r w:rsidRPr="0014038B">
        <w:rPr>
          <w:rtl/>
        </w:rPr>
        <w:t xml:space="preserve"> سے لوگ اپنے ہدف سے مربوط آئ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تمام مسائل پر بڑ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دقت سے غور و فکر کرتے 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جب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ہونے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 جائے تو وہ اسے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عباد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بالکل توجہ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کرتے جو کہ خدا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 اہم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۔حالانکہ خدا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عمل کا قبول ہوجانا اس عمل کو باثمر بنا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>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حضرت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''کُو</w:t>
      </w:r>
      <w:r w:rsidRPr="0014038B">
        <w:rPr>
          <w:rStyle w:val="libArabicChar"/>
          <w:rFonts w:hint="cs"/>
          <w:rtl/>
        </w:rPr>
        <w:t>ْنُوْا عَلٰی</w:t>
      </w:r>
      <w:r w:rsidRPr="0014038B">
        <w:rPr>
          <w:rStyle w:val="libArabicChar"/>
          <w:rtl/>
        </w:rPr>
        <w:t xml:space="preserve"> قُبُو</w:t>
      </w:r>
      <w:r w:rsidRPr="0014038B">
        <w:rPr>
          <w:rStyle w:val="libArabicChar"/>
          <w:rFonts w:hint="cs"/>
          <w:rtl/>
        </w:rPr>
        <w:t>ْلِ الْعَمَلِ أَشَدَّ عِنٰایَ</w:t>
      </w:r>
      <w:r w:rsidRPr="0014038B">
        <w:rPr>
          <w:rStyle w:val="libArabicChar"/>
          <w:rFonts w:hint="eastAsia"/>
          <w:rtl/>
        </w:rPr>
        <w:t>ةً</w:t>
      </w:r>
      <w:r w:rsidRPr="0014038B">
        <w:rPr>
          <w:rStyle w:val="libArabicChar"/>
          <w:rtl/>
        </w:rPr>
        <w:t xml:space="preserve"> مِن</w:t>
      </w:r>
      <w:r w:rsidRPr="0014038B">
        <w:rPr>
          <w:rStyle w:val="libArabicChar"/>
          <w:rFonts w:hint="cs"/>
          <w:rtl/>
        </w:rPr>
        <w:t>ْکُمْ عَلَی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ْعَمَلِ''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خود</w:t>
      </w:r>
      <w:r w:rsidRPr="0014038B">
        <w:rPr>
          <w:rtl/>
        </w:rPr>
        <w:t xml:space="preserve"> عمل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بنسبت ،عمل کے قبول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توجہ کرو۔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عمل کا قبول ہو جانا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رکھتا ہے نہ کہ اصل عمل۔پس اگر خدا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عمل کو قبول نہ کرے تو اس عمل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فائدہ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کوشش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کہ جو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رضائ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سبب ہو 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ہم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قبول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مدنظر رکھ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 ۔ بحار الانوار:ج</w:t>
      </w:r>
      <w:r w:rsidRPr="0014038B">
        <w:rPr>
          <w:rtl/>
          <w:lang w:bidi="fa-IR"/>
        </w:rPr>
        <w:t>۷۱</w:t>
      </w:r>
      <w:r w:rsidRPr="0014038B">
        <w:rPr>
          <w:rtl/>
        </w:rPr>
        <w:t>ص</w:t>
      </w:r>
      <w:r w:rsidRPr="0014038B">
        <w:rPr>
          <w:rtl/>
          <w:lang w:bidi="fa-IR"/>
        </w:rPr>
        <w:t>۱۷۳</w:t>
      </w:r>
      <w:r w:rsidRPr="0014038B">
        <w:rPr>
          <w:rtl/>
        </w:rPr>
        <w:t>، خصال:</w:t>
      </w:r>
      <w:r w:rsidRPr="0014038B">
        <w:rPr>
          <w:rFonts w:hint="cs"/>
          <w:rtl/>
        </w:rPr>
        <w:t>110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1B1FA7" w:rsidRPr="0014038B" w:rsidRDefault="001B1FA7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64" w:name="_Toc386266947"/>
      <w:r w:rsidRPr="0014038B">
        <w:rPr>
          <w:rtl/>
        </w:rPr>
        <w:t>اپنے نفس کو کام اور کوشش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کرنا</w:t>
      </w:r>
      <w:bookmarkEnd w:id="64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کام</w:t>
      </w:r>
      <w:r w:rsidRPr="0014038B">
        <w:rPr>
          <w:rtl/>
        </w:rPr>
        <w:t xml:space="preserve"> اور کوشش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رغبت کے ساتھ انجام پا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جانا چاہئے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اگر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مجبور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انجام پائے تو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کے منف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اثرات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پھر فائدے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بجائے اس کا نقصان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مشکل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جستجو اور کوشش  صرف انہ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لوگوں  کے لئے مف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ہے جو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لحاظ سے اسے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ہوں  اور جو افراد اس طرح نہ ہوں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وہ پہلے اپنے اندر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آمادگ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صرف اس بناء پر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کاموں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جستجو اور کوشش سے دستبردار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جانا چاہئے کہ   وہ ان کے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و رغبت کے مطابق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۔بلکہ ا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اور ہوا و ہوس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ان کا نفس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اور وجدان کے مطابق ہو جائے  اور اس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اعمال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مائل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اور کوشش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اپنے نفس کو عقل کے تابع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ذوق و شوق اور دلچسپ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مشکل امور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بہت اہم نتائج حاصل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رو سے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نامور بزرگ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نے اپنے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اہداف اور اعل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مقاصد تک پہنچنے کے لئے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جستجو اور کوشش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اپنے نفس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کے تابع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، وہ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بنا پر علم  و عمل کے بلند درجوں تک پہنچ پائے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1B1FA7" w:rsidRPr="0014038B" w:rsidRDefault="00CA6D92" w:rsidP="001B1FA7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 نے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الہامات اور ارشادات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بہت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بتوں</w:t>
      </w:r>
      <w:r w:rsidRPr="0014038B">
        <w:rPr>
          <w:rtl/>
        </w:rPr>
        <w:t xml:space="preserve"> کو برداشت کرکے بلند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 حاصل کئے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="001B1FA7" w:rsidRPr="0014038B">
        <w:rPr>
          <w:rFonts w:hint="eastAsia"/>
          <w:rtl/>
        </w:rPr>
        <w:t xml:space="preserve"> انہوں</w:t>
      </w:r>
      <w:r w:rsidR="001B1FA7" w:rsidRPr="0014038B">
        <w:rPr>
          <w:rtl/>
        </w:rPr>
        <w:t xml:space="preserve"> نے مضبوط چٹان ک</w:t>
      </w:r>
      <w:r w:rsidR="001B1FA7" w:rsidRPr="0014038B">
        <w:rPr>
          <w:rFonts w:hint="cs"/>
          <w:rtl/>
        </w:rPr>
        <w:t>ی</w:t>
      </w:r>
      <w:r w:rsidR="001B1FA7" w:rsidRPr="0014038B">
        <w:rPr>
          <w:rtl/>
        </w:rPr>
        <w:t xml:space="preserve"> طرح ڈٹ کر ہر طوفان کا مقابلہ ک</w:t>
      </w:r>
      <w:r w:rsidR="001B1FA7" w:rsidRPr="0014038B">
        <w:rPr>
          <w:rFonts w:hint="cs"/>
          <w:rtl/>
        </w:rPr>
        <w:t>ی</w:t>
      </w:r>
      <w:r w:rsidR="001B1FA7" w:rsidRPr="0014038B">
        <w:rPr>
          <w:rFonts w:hint="eastAsia"/>
          <w:rtl/>
        </w:rPr>
        <w:t>ا</w:t>
      </w:r>
      <w:r w:rsidR="001B1FA7" w:rsidRPr="0014038B">
        <w:rPr>
          <w:rtl/>
        </w:rPr>
        <w:t xml:space="preserve">  اور وہ کبھ</w:t>
      </w:r>
      <w:r w:rsidR="001B1FA7" w:rsidRPr="0014038B">
        <w:rPr>
          <w:rFonts w:hint="cs"/>
          <w:rtl/>
        </w:rPr>
        <w:t>ی</w:t>
      </w:r>
      <w:r w:rsidR="001B1FA7" w:rsidRPr="0014038B">
        <w:rPr>
          <w:rtl/>
        </w:rPr>
        <w:t xml:space="preserve"> بھ</w:t>
      </w:r>
      <w:r w:rsidR="001B1FA7" w:rsidRPr="0014038B">
        <w:rPr>
          <w:rFonts w:hint="cs"/>
          <w:rtl/>
        </w:rPr>
        <w:t>ی</w:t>
      </w:r>
      <w:r w:rsidR="001B1FA7" w:rsidRPr="0014038B">
        <w:rPr>
          <w:rtl/>
        </w:rPr>
        <w:t xml:space="preserve"> تھک ہار کرنہ</w:t>
      </w:r>
      <w:r w:rsidR="001B1FA7" w:rsidRPr="0014038B">
        <w:rPr>
          <w:rFonts w:hint="cs"/>
          <w:rtl/>
        </w:rPr>
        <w:t>ی</w:t>
      </w:r>
      <w:r w:rsidR="001B1FA7" w:rsidRPr="0014038B">
        <w:rPr>
          <w:rFonts w:hint="eastAsia"/>
          <w:rtl/>
        </w:rPr>
        <w:t>ں</w:t>
      </w:r>
      <w:r w:rsidR="001B1FA7" w:rsidRPr="0014038B">
        <w:rPr>
          <w:rtl/>
        </w:rPr>
        <w:t xml:space="preserve"> ب</w:t>
      </w:r>
      <w:r w:rsidR="001B1FA7" w:rsidRPr="0014038B">
        <w:rPr>
          <w:rFonts w:hint="cs"/>
          <w:rtl/>
        </w:rPr>
        <w:t>ی</w:t>
      </w:r>
      <w:r w:rsidR="001B1FA7" w:rsidRPr="0014038B">
        <w:rPr>
          <w:rFonts w:hint="eastAsia"/>
          <w:rtl/>
        </w:rPr>
        <w:t>ٹھے</w:t>
      </w:r>
      <w:r w:rsidR="001B1FA7" w:rsidRPr="0014038B">
        <w:rPr>
          <w:rtl/>
        </w:rPr>
        <w:t xml:space="preserve">  اور اس</w:t>
      </w:r>
      <w:r w:rsidR="001B1FA7" w:rsidRPr="0014038B">
        <w:rPr>
          <w:rFonts w:hint="cs"/>
          <w:rtl/>
        </w:rPr>
        <w:t>ی</w:t>
      </w:r>
      <w:r w:rsidR="001B1FA7" w:rsidRPr="0014038B">
        <w:rPr>
          <w:rtl/>
        </w:rPr>
        <w:t xml:space="preserve"> طرح جستجو اور کوشش کرتے رہے۔</w:t>
      </w:r>
    </w:p>
    <w:p w:rsidR="001B1FA7" w:rsidRPr="0014038B" w:rsidRDefault="001B1FA7" w:rsidP="00CA6D92">
      <w:pPr>
        <w:pStyle w:val="libNormal"/>
        <w:rPr>
          <w:rtl/>
        </w:rPr>
      </w:pP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lastRenderedPageBreak/>
        <w:t xml:space="preserve"> </w:t>
      </w:r>
      <w:bookmarkStart w:id="65" w:name="_Toc386266948"/>
      <w:r w:rsidRPr="0014038B">
        <w:rPr>
          <w:rtl/>
        </w:rPr>
        <w:t>مرحوم ملّا 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نراق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خود کوک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ا؟</w:t>
      </w:r>
      <w:bookmarkEnd w:id="65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ہم بزرگ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عالم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مرحوم ملّا 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نراق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کچھ پہلو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1B1FA7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درس و بحث کا اس قدر شوق تھا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اپنے وطن سے آنے والے خطوط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پڑھتے تھے کہ شا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نہ لکھ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کہ جو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باعث ہو  اور جس سے ان کا درس اور بحث ومباحثہ متاثر ہو۔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ان کے والد کو قتل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ان کے قتل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خبر خط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لکھ کر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خط ملا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انہوں نے خط نہ پڑھا  اور خط کے مضمون سے آگاہ نہ ہوئے 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درس و بحث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مشغول رہے۔</w:t>
      </w: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ان کے رشتہ دار ان کے آنے سے نام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ہو گئے تو انہوں نے ان کے استاد کو خط لکھ کر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مرحوم نراق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کے والد کے قتل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خبر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 کہ وہ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واپس ''نراق''بھ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ملا 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نراق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جب درس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گئے تو انہوں نے اپنے استاد کو غمگ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پا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ان سے پوچھا:آپ آج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  <w:r w:rsidRPr="0014038B">
        <w:rPr>
          <w:rtl/>
        </w:rPr>
        <w:t xml:space="preserve"> اور آج آپ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درس شروع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  <w:r w:rsidRPr="0014038B">
        <w:rPr>
          <w:rtl/>
        </w:rPr>
        <w:t xml:space="preserve"> ان کے استاد نے کہا: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تم نراق چلے جاؤ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تمہارے والد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tl/>
        </w:rPr>
        <w:t xml:space="preserve"> اور زخم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نراق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کہا: 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فرمائے گا ۔ آپ  درس شروع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پھر ان کے استاد نے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والد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خبر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انہوں نے مرحوم نراق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نراق جانے کا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ملا نراق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نراق چلے گے اور صرف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دن وہاں رہے  اور پھر واپس نجف چلے گئے ۔ انہوں نے اس طرح اپنے نفس کو تحص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علم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وہ علم و عمل کے بلند مقامات تک پہنچ پائے۔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وھم و ھراس برون از دل خو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   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اور</w:t>
      </w:r>
      <w:r w:rsidRPr="0014038B">
        <w:rPr>
          <w:rtl/>
        </w:rPr>
        <w:t xml:space="preserve"> چہ کن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؟</w:t>
      </w:r>
      <w:r w:rsidRPr="0014038B">
        <w:rPr>
          <w:rtl/>
        </w:rPr>
        <w:t xml:space="preserve"> توخو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شو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اورخو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مرغان</w:t>
      </w:r>
      <w:r w:rsidRPr="0014038B">
        <w:rPr>
          <w:rtl/>
        </w:rPr>
        <w:t xml:space="preserve"> کہ بہ شاخة ھا نلغزند از باد         ز آنست کہ تک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شان بود بر پرخو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فوائد الرضو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>:</w:t>
      </w:r>
      <w:r w:rsidRPr="0014038B">
        <w:rPr>
          <w:rFonts w:hint="cs"/>
          <w:rtl/>
        </w:rPr>
        <w:t>66</w:t>
      </w:r>
      <w:r w:rsidR="0014038B" w:rsidRPr="0014038B">
        <w:rPr>
          <w:rFonts w:hint="cs"/>
          <w:rtl/>
        </w:rPr>
        <w:t>9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66" w:name="_Toc386266949"/>
      <w:r w:rsidRPr="0014038B">
        <w:rPr>
          <w:rtl/>
        </w:rPr>
        <w:t>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کو درک کرنے کے لئے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bookmarkEnd w:id="66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تک پہنچنے اور حق کے حصول  کے لئے کوشش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 اور اس راہ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مشکلات اور  تکال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کو برداشت کرنا چاہئے۔ک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سع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کوشش اور مشکلات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صبر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برداشت کئے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کو درک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 xml:space="preserve">''لاٰ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د</w:t>
      </w:r>
      <w:r w:rsidRPr="0014038B">
        <w:rPr>
          <w:rStyle w:val="libArabicChar"/>
          <w:rFonts w:hint="cs"/>
          <w:rtl/>
        </w:rPr>
        <w:t>ْرَکُ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ْحَقُّ اِلاّٰ بِالْجِدِّ وَ الصَّبْرِ''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جد</w:t>
      </w:r>
      <w:r w:rsidRPr="0014038B">
        <w:rPr>
          <w:rFonts w:hint="cs"/>
          <w:rtl/>
        </w:rPr>
        <w:t>یّ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صبر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درک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 پر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کو درک کرنے کے لئے کوشش اور جد</w:t>
      </w:r>
      <w:r w:rsidRPr="0014038B">
        <w:rPr>
          <w:rFonts w:hint="cs"/>
          <w:rtl/>
        </w:rPr>
        <w:t>یّ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ضرورت ہے  تا کہ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تر 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کام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صادر ہونے والے دستورات کے مطابق ہو۔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اگر آپ اپنے وجود کے گوہر سے استفادہ کرنا چاہ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کو جاننا چاہ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جسے ہر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درک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رکھتا تو پھر اس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''اَل</w:t>
      </w:r>
      <w:r w:rsidRPr="0014038B">
        <w:rPr>
          <w:rStyle w:val="libArabicChar"/>
          <w:rFonts w:hint="cs"/>
          <w:rtl/>
        </w:rPr>
        <w:t>ْعَمَلُ، اَلْعَمَلُ، ثُمَّ النِّ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ٰایَ</w:t>
      </w:r>
      <w:r w:rsidRPr="0014038B">
        <w:rPr>
          <w:rStyle w:val="libArabicChar"/>
          <w:rFonts w:hint="eastAsia"/>
          <w:rtl/>
        </w:rPr>
        <w:t>ةُ،</w:t>
      </w:r>
      <w:r w:rsidRPr="0014038B">
        <w:rPr>
          <w:rStyle w:val="libArabicChar"/>
          <w:rtl/>
        </w:rPr>
        <w:t xml:space="preserve"> النِّ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ٰا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ةُ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</w:pPr>
      <w:r w:rsidRPr="0014038B">
        <w:rPr>
          <w:rFonts w:hint="eastAsia"/>
          <w:rtl/>
        </w:rPr>
        <w:t>کام</w:t>
      </w:r>
      <w:r w:rsidRPr="0014038B">
        <w:rPr>
          <w:rtl/>
        </w:rPr>
        <w:t>!کام !پھر نہا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! نہا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!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۳۴</w:t>
      </w:r>
      <w:r w:rsidRPr="0014038B">
        <w:rPr>
          <w:rtl/>
        </w:rPr>
        <w:t>ص</w:t>
      </w:r>
      <w:r w:rsidRPr="0014038B">
        <w:rPr>
          <w:rtl/>
          <w:lang w:bidi="fa-IR"/>
        </w:rPr>
        <w:t>۱۳۲</w:t>
      </w:r>
      <w:r w:rsidRPr="0014038B">
        <w:rPr>
          <w:rtl/>
        </w:rPr>
        <w:t>،امال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طوس</w:t>
      </w:r>
      <w:r w:rsidRPr="0014038B">
        <w:rPr>
          <w:rFonts w:hint="cs"/>
          <w:rtl/>
        </w:rPr>
        <w:t>ی</w:t>
      </w:r>
      <w:r w:rsidRPr="0014038B">
        <w:rPr>
          <w:rtl/>
        </w:rPr>
        <w:t>: ج</w:t>
      </w:r>
      <w:r w:rsidRPr="0014038B">
        <w:rPr>
          <w:rtl/>
          <w:lang w:bidi="fa-IR"/>
        </w:rPr>
        <w:t>۱</w:t>
      </w:r>
      <w:r w:rsidRPr="0014038B">
        <w:rPr>
          <w:rtl/>
        </w:rPr>
        <w:t>ص</w:t>
      </w:r>
      <w:r w:rsidRPr="0014038B">
        <w:rPr>
          <w:rtl/>
          <w:lang w:bidi="fa-IR"/>
        </w:rPr>
        <w:t>۱۱۳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tl/>
        </w:rPr>
        <w:t>[2]۔ نہج البلاغہ، خطبہ:</w:t>
      </w:r>
      <w:r w:rsidRPr="0014038B">
        <w:rPr>
          <w:rFonts w:hint="cs"/>
          <w:rtl/>
        </w:rPr>
        <w:t>176</w:t>
      </w:r>
    </w:p>
    <w:p w:rsidR="001B1FA7" w:rsidRPr="0014038B" w:rsidRDefault="001B1FA7" w:rsidP="00A22F56">
      <w:pPr>
        <w:pStyle w:val="libNormal"/>
      </w:pPr>
      <w:r w:rsidRPr="0014038B">
        <w:br w:type="page"/>
      </w:r>
    </w:p>
    <w:p w:rsidR="001B1FA7" w:rsidRPr="0014038B" w:rsidRDefault="001B1FA7" w:rsidP="00CA6D92">
      <w:pPr>
        <w:pStyle w:val="libNormal"/>
        <w:rPr>
          <w:rtl/>
        </w:rPr>
      </w:pPr>
    </w:p>
    <w:p w:rsidR="00CA6D92" w:rsidRPr="0014038B" w:rsidRDefault="00CA6D92" w:rsidP="001B1FA7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نے ابھ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قدم نہ بڑھا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اہو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دوسرے راستے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چل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اہو</w:t>
      </w:r>
      <w:r w:rsidRPr="0014038B">
        <w:rPr>
          <w:rtl/>
        </w:rPr>
        <w:t xml:space="preserve"> تو وہ کس طرح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کو درک کر سکتاہے  اور کس طرح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منزل  اور مقصد تک</w:t>
      </w:r>
      <w:r w:rsidR="001B1FA7" w:rsidRPr="0014038B">
        <w:t xml:space="preserve"> </w:t>
      </w:r>
      <w:r w:rsidRPr="0014038B">
        <w:rPr>
          <w:rFonts w:hint="eastAsia"/>
          <w:rtl/>
        </w:rPr>
        <w:t>پہنچ</w:t>
      </w:r>
      <w:r w:rsidRPr="0014038B">
        <w:rPr>
          <w:rtl/>
        </w:rPr>
        <w:t xml:space="preserve"> سکتا ہے؟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ھر</w:t>
      </w:r>
      <w:r w:rsidRPr="0014038B">
        <w:rPr>
          <w:rtl/>
        </w:rPr>
        <w:t xml:space="preserve"> کہ چون سا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گشت خانہ 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              تابش ماہ و خور کجا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ابد؟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و</w:t>
      </w:r>
      <w:r w:rsidRPr="0014038B">
        <w:rPr>
          <w:rtl/>
        </w:rPr>
        <w:t xml:space="preserve"> آن کہ پہلو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کند از کار              سرۂ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و زر کجا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ابد؟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گر</w:t>
      </w:r>
      <w:r w:rsidRPr="0014038B">
        <w:rPr>
          <w:rtl/>
        </w:rPr>
        <w:t xml:space="preserve"> ھنر مند گوشہ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بود                گام دل از ھنر کجا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ابد؟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و</w:t>
      </w:r>
      <w:r w:rsidRPr="0014038B">
        <w:rPr>
          <w:rtl/>
        </w:rPr>
        <w:t xml:space="preserve"> آنکہ در بحر ،غوطہ 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نخورد            سلک درّ و گھر کجا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ابد؟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پردل کو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اسے</w:t>
      </w:r>
      <w:r w:rsidRPr="0014038B">
        <w:rPr>
          <w:rtl/>
        </w:rPr>
        <w:t xml:space="preserve"> ملانے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نجات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ںکہ</w:t>
      </w:r>
      <w:r w:rsidRPr="0014038B">
        <w:rPr>
          <w:rtl/>
        </w:rPr>
        <w:t xml:space="preserve"> جو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محبت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نجات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ناخدا ہو وہ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بلاؤں کے گرداب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غرق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گا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ہم جو واقعہ ذکر کر 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،وہ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ابو الحسن طالقان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(جو مرحوم مرزا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شاگردوں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)ب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کچھ دوستوں کے ساتھ کربلا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سے سامراء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آ رہا تھا ۔  ظہر کے وقت ہم نے''دج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>''نام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ام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تا کہ کھانا کھانے اور کچھ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آرام کرنے کے بعد عصر کے وقت وہاں سے روانہ ہوں۔</w:t>
      </w:r>
    </w:p>
    <w:p w:rsidR="001B1FA7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وہاں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ملاقات سامراء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طالب علم سے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دوسرے  طالب علم  کے ساتھ تھا۔وہ دوپہر کے کھانے کے لئے کچھ خر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دنے</w:t>
      </w:r>
      <w:r w:rsidRPr="0014038B">
        <w:rPr>
          <w:rtl/>
        </w:rPr>
        <w:t xml:space="preserve"> آئے تھے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کہ جو شخص سامرا ء کے طالب علم کے ساتھ تھا وہ کچھ پڑھ رہاہے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غور سے سنا تو مجھے معلوم 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وہ عبران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زبان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پڑھ رہا ہے ۔مجھے بہت تعجب ہوا ۔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سامراء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رہنے والے طالب علم سے پوچھا 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کون ہے اور اس نے عبران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زبان کہاں سے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؟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نے کہا: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شخص تازہ مسلمان ہوا ہے اور اس سے پہلے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ہود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تھا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کہا:بہت خوب؛پھر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واقعہ ہو گا تم مجھے وہ واقعہ بتاؤ۔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تازہ</w:t>
      </w:r>
      <w:r w:rsidRPr="0014038B">
        <w:rPr>
          <w:rtl/>
        </w:rPr>
        <w:t xml:space="preserve"> مسلمان ہونے والے طالب علم نے کہا: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واقعہ بہت طولان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جب ہم سامراء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روانہ ہوں گے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واقعہ راستے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تفص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سے آپ کے گوش گزار کروں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عصر</w:t>
      </w:r>
      <w:r w:rsidRPr="0014038B">
        <w:rPr>
          <w:rtl/>
        </w:rPr>
        <w:t xml:space="preserve"> کا وقت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ہم سامراء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روانہ ہو گئے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 سے کہا:اب آپ مجھے اپنا واقعہ بتائ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 نے کہا: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بر</w:t>
      </w:r>
      <w:r w:rsidRPr="0014038B">
        <w:rPr>
          <w:rtl/>
        </w:rPr>
        <w:t xml:space="preserve">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تھا ۔خ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بر</w:t>
      </w:r>
      <w:r w:rsidRPr="0014038B">
        <w:rPr>
          <w:rtl/>
        </w:rPr>
        <w:t xml:space="preserve"> کے اطراف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کچھ 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موجود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کہ  جہاں رسول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کے زمانے سے اب تک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ہود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آباد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لائبر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چھوٹ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جگہ تھ</w:t>
      </w:r>
      <w:r w:rsidRPr="0014038B">
        <w:rPr>
          <w:rFonts w:hint="cs"/>
          <w:rtl/>
        </w:rPr>
        <w:t>ی</w:t>
      </w:r>
      <w:r w:rsidRPr="0014038B">
        <w:rPr>
          <w:rtl/>
        </w:rPr>
        <w:t>۔جس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 قد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کمرہ تھا۔اس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</w:t>
      </w:r>
      <w:r w:rsidRPr="0014038B">
        <w:rPr>
          <w:rFonts w:hint="eastAsia"/>
          <w:rtl/>
        </w:rPr>
        <w:t>ہت</w:t>
      </w:r>
      <w:r w:rsidRPr="0014038B">
        <w:rPr>
          <w:rtl/>
        </w:rPr>
        <w:t xml:space="preserve"> قد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نسخہ تھاجو کھال پر لکھا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 ۔اس کمرے کو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تالا لگا رہتا ۔پہلے والے لوگوں نے تاک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کمرے کا تالا نہ کھولنے اور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مطالعہ کرنے کا حق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ہے۔مشہور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تھاکہہ جو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کھے</w:t>
      </w:r>
      <w:r w:rsidRPr="0014038B">
        <w:rPr>
          <w:rtl/>
        </w:rPr>
        <w:t xml:space="preserve"> گا اس کا دماغ کام کرنا چھوڑ دے گ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وہ پاگل ہو جائے گا اور خاص کر جوان اس کتاب کو 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کے بعد اس نے کہا:ہم دو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تھے جو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سوچتے تھے کہ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قد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۔ہم اس شخص کے پاس گئے جس کے پاس اس کمرے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ہم نے اس سے درخواست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وہ کمرے کا دروازہ کھول دے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نے سخت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منع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 ہے ''الانسان حر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 منع''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انسان کو جس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سے منع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،وہ اس کا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حر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</w:t>
      </w:r>
      <w:r w:rsidRPr="0014038B">
        <w:rPr>
          <w:rtl/>
        </w:rPr>
        <w:t xml:space="preserve"> ہو جاتاہے۔لہذا ہم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ںاس</w:t>
      </w:r>
      <w:r w:rsidRPr="0014038B">
        <w:rPr>
          <w:rtl/>
        </w:rPr>
        <w:t xml:space="preserve"> کتاب کے مطالعہ کا اور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شوق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۔ہم نے اسے اچھے خاصے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تا کہ وہ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چھپ کر اس کمرے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جانے دے۔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نے جو وقت طے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 ،اس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مطابق ہم اس کمرے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 گئے اور ہم نے بڑے آرام  سے کھال پر لکھ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 کا مطالعہ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صفحہ مخصوص طور پر لکھا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 جو کہ بہت جاذب نظر تھا ۔جب ہم نے اس پر غور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ہم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کہ </w:t>
      </w: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لکھا ہوا تھا''آخر 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عربوں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مبعوث ہو گا ''اس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اور اوصاف حسب و نسب کے لحاظ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اس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کے بارہ اوص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کے نام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لکھے گئے تھے ۔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اپنے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کہا:بہتر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ہم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صفحہ </w:t>
      </w:r>
      <w:r w:rsidRPr="0014038B">
        <w:rPr>
          <w:rFonts w:hint="eastAsia"/>
          <w:rtl/>
        </w:rPr>
        <w:t>لکھ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۔ہم نے وہ صفحہ لکھ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ہم اس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کے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فتہ</w:t>
      </w:r>
      <w:r w:rsidRPr="0014038B">
        <w:rPr>
          <w:rtl/>
        </w:rPr>
        <w:t xml:space="preserve"> ہو گئے۔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ہماراذہن صرف خدا کے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کو تلاش کرنے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سوچتا تھا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 چونکہ ہمارے علاقے سے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آمد و رفت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رابطہ کرنے کا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انتظام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تھا اس لئے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نہ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کچھ مسلمان تاجر خر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و فروخت کے لئ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ہمارے شہر آئے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چھپ کر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سے کچھ سوال پوچھے ،اس نے رسول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کے جو حالات اورنشان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بالکل 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 نے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۔آہستہ آہستہ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ہونے لگا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ہم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کے اظہار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جرأت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کا صرف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راستہ تھا کہ ہم اس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سے فرار کر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وہاں سے بھاگ جانے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بات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۔ہم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دوسرے سے کہا:مد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سے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ہے ہو سکتا ہے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ہود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بہتر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ہم مسلمانوں کے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دوسرے شہر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بھاگ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نے موصل و بغداد کا نام سن رکھا تھا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باپ کچھ عرصہ پہلے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فوت ہوا تھا  اور انہوں نے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اولاد کے لئے وص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وک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مع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 ۔ہم ان کے وک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کے پاس گئے اور ہم نے اس سے دو سوار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اور کچھ نقد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لے لئے۔ہم سوار ہوئے اور جلد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عراق کا سفر طے کرن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لگے ۔ہم نے موصل کا پتہ پوچھا ۔لوگوں نے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کا پتہ بتا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۔ہم شہر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ہوئے اور رات مسافروں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امگاہ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گزار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صبح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اس شہر کے کچھ لوگ ہمارے پاس آئے اور انہوں نے کہا:ک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تم لوگ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سوار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فروخت کرو گے ؟ہم نے کہا :نہ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اس شہر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معلوم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۔ ہم نے ان کا تقاضا ردّ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۔آخر کار انہوں  نے کہا:اگر تم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فروخت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کرو گے تو  </w:t>
      </w: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تم سے زبردست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گے۔ہم مجبور ہو گئے اور ہم نے وہ سوار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فروخت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۔ہم نے کہا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شہر رہنے کے قابل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،چلو بغداد چلتے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بغداد جانے کے لئے ہمارے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خوف سا تھا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ہمارا ماموں جو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ہود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نامور تاجر تھا ،وہ بغداد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تھا ۔ہم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خوف تھاکہ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اسے ہمارے بھاگ جانے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اطلاع نہ مل چک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 اور وہ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ڈھونڈ نہ لے۔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بہ</w:t>
      </w:r>
      <w:r w:rsidRPr="0014038B">
        <w:rPr>
          <w:rtl/>
        </w:rPr>
        <w:t xml:space="preserve"> ہر حال ہم بغداد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ہوئے اور ہم نے رات کو کاروان سرا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ام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۔اگل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صبح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کاروان سرا کا مالک کمرے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ہوا ۔وہ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ضع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شخص تھااس نے ہمارے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پوچھا ۔ ہم نے مختصر طور پر اپنا واقعہ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ہم  نے اسے بتا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ہم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بر</w:t>
      </w:r>
      <w:r w:rsidRPr="0014038B">
        <w:rPr>
          <w:rtl/>
        </w:rPr>
        <w:t xml:space="preserve">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ہم اسلام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مائل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مسلمان عالم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پاس لے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آئ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اسلام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کرے۔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ضع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العمر شخص کے ہونٹوں پر ہلک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مسکراہٹ نمودار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 نے اپنے دونوں ہاتھ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آنکھوں پر رکھتے ہوئے کہا:اطاعت،چلو بغداد کے 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گھر چلتے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۔ہم اس کے ساتھ بغداد کے 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ملنے کے لئے چلے گئے ۔مختصر تعارف کے بعد ہم نے اپنا واقعہ ا ن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ہم نے ان سے تقاضا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وہ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اسلام کے احکامات سے روشناس کرئ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نے کہا:بہت خوب؛پھر انہوں نے توح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اور اثبات توح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کے کچھ دلائل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کئے ۔پھر انہوں 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رسالت اور آپ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کے خل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فہ</w:t>
      </w:r>
      <w:r w:rsidRPr="0014038B">
        <w:rPr>
          <w:rtl/>
        </w:rPr>
        <w:t xml:space="preserve"> اور اصحاب کا تذکرہ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نے کہا:آپ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>کے بعدعبداللہ بن 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قحافہ آنحضرت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کے خل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کہا:عبداللہ کون 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کچھ پڑھا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نام اس کے مطابق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ہے!!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بغداد</w:t>
      </w:r>
      <w:r w:rsidRPr="0014038B">
        <w:rPr>
          <w:rtl/>
        </w:rPr>
        <w:t xml:space="preserve"> کے 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کہا: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رسول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زوجہ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نے کہا:ا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ہے؛ک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ہم نے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پڑھا ہے کہ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="005221CD" w:rsidRPr="005221CD">
        <w:rPr>
          <w:rFonts w:hint="cs"/>
          <w:rtl/>
        </w:rPr>
        <w:t>(ص)</w:t>
      </w:r>
      <w:r w:rsidRPr="0014038B">
        <w:rPr>
          <w:rtl/>
        </w:rPr>
        <w:t xml:space="preserve"> کا جانش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وہ ہے کہ رسول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زوجہ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ہم نے اس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 کہ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چہرے کا رنگ بدل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وہ قہر و غضب کے ساتھ کھڑا ہوا  اور اس نے کہا:اس رافض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سے نکالو۔انہوں نے مجھے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مارا اور وہاں سے نکال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۔ہم کاروان سرا واپس آگئے ۔وہاں کا مالک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بات پر خفا تھا اور اس نے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 سے بے رخ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 ل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ملاقات اور 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گفتگو اور اس کے رو</w:t>
      </w:r>
      <w:r w:rsidRPr="0014038B">
        <w:rPr>
          <w:rFonts w:hint="cs"/>
          <w:rtl/>
        </w:rPr>
        <w:t>یّ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کے بعد ہم بہت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</w:t>
      </w:r>
      <w:r w:rsidRPr="0014038B">
        <w:rPr>
          <w:rtl/>
        </w:rPr>
        <w:t xml:space="preserve"> ہوئے ۔ہم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معلوم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تھا کہ کلمہ''رافض</w:t>
      </w:r>
      <w:r w:rsidRPr="0014038B">
        <w:rPr>
          <w:rFonts w:hint="cs"/>
          <w:rtl/>
        </w:rPr>
        <w:t>ی</w:t>
      </w:r>
      <w:r w:rsidRPr="0014038B">
        <w:rPr>
          <w:rtl/>
        </w:rPr>
        <w:t>''ک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اہے؟رافض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کسے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رافض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کہا اور وہاں سے نکال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ا؟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گفتگو آدھ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رات تک جار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کچھ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کے لئے غمگ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سو گئے ۔ہم نے کاروانسرا کے مالک کو  آواز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وہ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ابہام سے نجات دے ۔شا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ہم 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سمجھے اور 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بات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سمجھ پائے۔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نے کہا:اگر تم لوگ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آئ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اسلام کے طلبگار ہو تو جو کچھ 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کہے اسے قبول کر لو۔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نے کہا: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بات ہے؟ہم اسلام کے لئے اپنا مال  ،گھر ،رشتہ دار سب کچھ چھوڑ چھاڑ کے آئے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کے علاوہ ہمارا اورکوئ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غرض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نے کہا:چلو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بار پھرتمہ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پاس  لے جاتا ہوں۔ل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رائے کے برخلاف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نہ کہہ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>۔ہم پھر 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گھر چلے گئے۔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ہمارے</w:t>
      </w:r>
      <w:r w:rsidRPr="0014038B">
        <w:rPr>
          <w:rtl/>
        </w:rPr>
        <w:t xml:space="preserve"> اس دوست نے کہا:آپ جو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قبول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بات کرنا شروع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موعظہ و نص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ںنے</w:t>
      </w:r>
      <w:r w:rsidRPr="0014038B">
        <w:rPr>
          <w:rtl/>
        </w:rPr>
        <w:t xml:space="preserve"> کہا:ہم دو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وطن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مسلمان ہو گئے تھے  اور ہم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لئے آئے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ہم اسلام کے احکامات سے آشنا ہو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  کے علاوہ ہمارا اور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مقصد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ہے۔اگر آپ اجازت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ہما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کچھ سوال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کہا:جو پوچھنا چاہو پوچھو۔</w:t>
      </w:r>
    </w:p>
    <w:p w:rsidR="001B1FA7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کہا:ہم نے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اور قد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پڑھ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اور 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بات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کہنے لگا ہوں ہم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کتاب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۔ہم نے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آخر الزمان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 اور آنحضرت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کے خلفاء اور جانش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نوں</w:t>
      </w:r>
      <w:r w:rsidRPr="0014038B">
        <w:rPr>
          <w:rtl/>
        </w:rPr>
        <w:t xml:space="preserve"> کے تمام نام،صفات  اور نشان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اںوہ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۔جو ہمارے پاس ہے۔ل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عبدالل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قحافہ کے نام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نام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کہا: پھر اس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کن اشخاص کے نام لکھ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کہا:پہلے خل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فہ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="005221CD" w:rsidRPr="005221CD">
        <w:rPr>
          <w:rFonts w:hint="cs"/>
          <w:rtl/>
        </w:rPr>
        <w:t>(ص)</w:t>
      </w:r>
      <w:r w:rsidRPr="0014038B">
        <w:rPr>
          <w:rtl/>
        </w:rPr>
        <w:t xml:space="preserve"> کے داماد اور آپ کے چچا زاد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اس نے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بدبخت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طبل بجا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 سنتے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جگہ سے اٹھا   اور جہاں تک ہو سکا اس نے  اپنے جوتے سے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سر اور چہرے پر مارا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مشکل سے جان چھڑا کر  وہاں سے بھاگا۔م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مجھ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پہلے وہاں سے بھاگ نکلا۔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بغداد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راستہ بھول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جانتا تھا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خون آلود سر اور چہرے کے ساتھ کہاں جاتا۔کچھ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چلتا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دجلہ کے کنارے پہنچاکچھ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کھڑا رہا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کھاکہ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پاؤں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کھڑے رہنے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tl/>
        </w:rPr>
        <w:t>ٹھ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ااور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، غربت،بھوک،خوف اور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تنہائ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پررو رہا تھا اور افسوس کر رہا تھا۔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اچانک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جوان ہاتھ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دو کوزے پکڑے ہوئے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سے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ااس</w:t>
      </w:r>
      <w:r w:rsidRPr="0014038B">
        <w:rPr>
          <w:rtl/>
        </w:rPr>
        <w:t xml:space="preserve"> کے سر پر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عمامہ تھاوہ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پاس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کے کنارے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جب اس جوان 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انہوں  نے مجھ سے پوچھا:تمہ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ہواہے؟م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مسافر ہوں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ہوں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:تم اپنا پورا واقعہ بتاؤ؟</w:t>
      </w:r>
    </w:p>
    <w:p w:rsidR="001B1FA7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بر</w:t>
      </w:r>
      <w:r w:rsidRPr="0014038B">
        <w:rPr>
          <w:rtl/>
        </w:rPr>
        <w:t xml:space="preserve">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تھا۔م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اسلام قبول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اپنے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ہزار 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اٹھا کر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۔ہم اسلام کے احکام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کھنا</w:t>
      </w:r>
      <w:r w:rsidRPr="0014038B">
        <w:rPr>
          <w:rtl/>
        </w:rPr>
        <w:t xml:space="preserve"> چاہتے تھے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انہوں نے مجھے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صلہ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پھر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نے اپنے زخم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سر اور چہرے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اشارہ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پوچھتا ہوں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کتنے فرقے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ںنے</w:t>
      </w:r>
      <w:r w:rsidRPr="0014038B">
        <w:rPr>
          <w:rtl/>
        </w:rPr>
        <w:t xml:space="preserve"> کہا:بہت سے فرقے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:اکہتر فرقے ہو چکے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سب حق پر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انہوںنے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:نصار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کے کتنے فرقے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کہا:ان کے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مختلف فرقے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انہوںے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:بہتر فرقے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سب حق پر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پھر</w:t>
      </w:r>
      <w:r w:rsidRPr="0014038B">
        <w:rPr>
          <w:rtl/>
        </w:rPr>
        <w:t xml:space="preserve"> انہوں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اسلام کے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متعدد فرقے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۔ان کے تہتر فرقے ہو چکے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کں</w:t>
      </w:r>
      <w:r w:rsidRPr="0014038B">
        <w:rPr>
          <w:rtl/>
        </w:rPr>
        <w:t xml:space="preserve">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سے صرف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فرقہ حق پر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فرقہ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کر رہا ہوں اس کے لئے مجھے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کرنا  چاہئے؟</w:t>
      </w:r>
    </w:p>
    <w:p w:rsidR="001B1FA7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 انہوں نے اپنے مغرب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اشارہ کرتے ہوئے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اس طرف سے کاظم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جاؤ  اور پھر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:تم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محمد حسن آل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پاس جاؤ وہ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وہاں سے روانہ ہوا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لمحہ وہ جوان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وہاں سے غائب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اد</w:t>
      </w:r>
      <w:r w:rsidRPr="0014038B">
        <w:rPr>
          <w:rFonts w:hint="eastAsia"/>
          <w:rtl/>
        </w:rPr>
        <w:t>ھر</w:t>
      </w:r>
      <w:r w:rsidRPr="0014038B">
        <w:rPr>
          <w:rtl/>
        </w:rPr>
        <w:t xml:space="preserve"> ادھرد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دکھائ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۔ مجھے بہت تعجب ہوا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خود سے کہا: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جوان کون تھا اور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تھا؟ک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گفتگو کے دوران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نے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اور ان کے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کے اوصاف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انہوں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چاہتے ہو </w:t>
      </w:r>
      <w:r w:rsidRPr="0014038B">
        <w:rPr>
          <w:rFonts w:hint="eastAsia"/>
          <w:rtl/>
        </w:rPr>
        <w:t>کہ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تمہارے لئے وہ اوصاف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کروں؟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1B1FA7" w:rsidRPr="0014038B" w:rsidRDefault="001B1FA7" w:rsidP="00CA6D92">
      <w:pPr>
        <w:pStyle w:val="libNormal"/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 آپ ضرور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۔انہوں نے وہ اوصاف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کرنا شروع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بر</w:t>
      </w:r>
      <w:r w:rsidRPr="0014038B">
        <w:rPr>
          <w:rtl/>
        </w:rPr>
        <w:t xml:space="preserve">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موجود وہ قد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انہوں نے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لکھ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ہو۔جب وہ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نظروں سے اوجھل ہوئے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سمجھ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وہ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وہ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عام انسان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۔لہذا مجھے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1B1FA7">
      <w:pPr>
        <w:pStyle w:val="libNormal"/>
        <w:rPr>
          <w:rtl/>
        </w:rPr>
      </w:pPr>
      <w:r w:rsidRPr="0014038B">
        <w:rPr>
          <w:rFonts w:hint="eastAsia"/>
          <w:rtl/>
        </w:rPr>
        <w:t>مجھے</w:t>
      </w:r>
      <w:r w:rsidRPr="0014038B">
        <w:rPr>
          <w:rtl/>
        </w:rPr>
        <w:t xml:space="preserve"> اس سے بہت تقو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تلاش کرنے نکل پڑا ۔  بالآخر وہ مجھے مل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بار بار کاظم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محمد حسن آل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 نام دہرا رہا تھا تا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کا نام بھول نہ جاؤں ۔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مجھ سے پوچھا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کون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ہے جو تم پڑھ رہے ہو</w:t>
      </w:r>
      <w:r w:rsidRPr="0014038B">
        <w:rPr>
          <w:rFonts w:hint="eastAsia"/>
          <w:rtl/>
        </w:rPr>
        <w:t>؟م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ںہے</w:t>
      </w:r>
      <w:r w:rsidRPr="0014038B">
        <w:rPr>
          <w:rtl/>
        </w:rPr>
        <w:t xml:space="preserve">  اور پھر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اسے سارا واقعہ بتا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۔وہ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خوش ہوا۔</w:t>
      </w:r>
    </w:p>
    <w:p w:rsidR="00CA6D92" w:rsidRPr="0014038B" w:rsidRDefault="00CA6D92" w:rsidP="001B1FA7">
      <w:pPr>
        <w:pStyle w:val="libNormal"/>
        <w:rPr>
          <w:rtl/>
        </w:rPr>
      </w:pPr>
      <w:r w:rsidRPr="0014038B">
        <w:rPr>
          <w:rtl/>
        </w:rPr>
        <w:t xml:space="preserve"> آخر کار ہم لوگوں سے پوچھ پاچھ کے کاظم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پہنچ  گئے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محمد حسن کے گھر چلے گے ۔ہم نے شروع سے آخر تک سارا وقعہ ان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۔وہ 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کھڑے ہوئے اور بہت 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 زار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آنکھوں کو چوما اور کہا:ان آنکھوں سے تم نے حضرت 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عصر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ج</w:t>
      </w:r>
      <w:r w:rsidRPr="0014038B">
        <w:rPr>
          <w:rFonts w:hint="eastAsia"/>
          <w:rtl/>
        </w:rPr>
        <w:t>مال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؟</w:t>
      </w:r>
      <w:r w:rsidRPr="0014038B">
        <w:rPr>
          <w:rtl/>
        </w:rPr>
        <w:t>....</w:t>
      </w:r>
      <w:r w:rsidR="00E546D1" w:rsidRPr="0014038B">
        <w:rPr>
          <w:rStyle w:val="libFootnotenumChar"/>
          <w:rtl/>
        </w:rPr>
        <w:t>(</w:t>
      </w:r>
      <w:r w:rsidR="001B1FA7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وہ</w:t>
      </w:r>
      <w:r w:rsidRPr="0014038B">
        <w:rPr>
          <w:rtl/>
        </w:rPr>
        <w:t xml:space="preserve"> کچھ مدت تک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محمد حسن کے مہمان رہے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بخش عقائد سے آشنا ہوئے۔</w:t>
      </w:r>
    </w:p>
    <w:p w:rsidR="00CA6D92" w:rsidRPr="0014038B" w:rsidRDefault="00CA6D92" w:rsidP="005743EE">
      <w:pPr>
        <w:pStyle w:val="libNormal"/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ہاں!وہ اپنے پورے ذوق و شوق اور رغبت سے حق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کے لئے نکلے جس کے لئے انہوں نے بہت تکل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برداشت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،اپنا گھر  اور وطن چھوڑا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انہوں نے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و جستجو کو جار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رکھا اور آخر کارانہ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سے منزل مل گئ</w:t>
      </w:r>
      <w:r w:rsidRPr="0014038B">
        <w:rPr>
          <w:rFonts w:hint="cs"/>
          <w:rtl/>
        </w:rPr>
        <w:t>ی</w:t>
      </w:r>
      <w:r w:rsidRPr="0014038B">
        <w:rPr>
          <w:rtl/>
        </w:rPr>
        <w:t>۔اب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سے افراد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تش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آگاہ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کچھ دوسرے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وہ لوگ صادقانہ طور پر پرچم تش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کے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سا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 تے اور اپنے مذہب سے دور رہتے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۔ہم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جو واقعہ ذکر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افراد کے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نمونہ ہے ۔انہ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چاہئے:</w:t>
      </w:r>
    </w:p>
    <w:p w:rsidR="001B1FA7" w:rsidRPr="0014038B" w:rsidRDefault="001B1FA7" w:rsidP="00E546D1">
      <w:pPr>
        <w:pStyle w:val="libFootnote0"/>
      </w:pPr>
      <w:r w:rsidRPr="0014038B">
        <w:rPr>
          <w:rFonts w:hint="cs"/>
          <w:rtl/>
        </w:rPr>
        <w:t>--------------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tl/>
        </w:rPr>
        <w:t>[3]۔ معجزات و کرامات آئمہ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السلام:</w:t>
      </w:r>
      <w:r w:rsidRPr="0014038B">
        <w:rPr>
          <w:rFonts w:hint="cs"/>
          <w:rtl/>
        </w:rPr>
        <w:t>175 (مرحوم آی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اللہ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خراسان</w:t>
      </w:r>
      <w:r w:rsidRPr="0014038B">
        <w:rPr>
          <w:rFonts w:hint="cs"/>
          <w:rtl/>
        </w:rPr>
        <w:t>ی</w:t>
      </w:r>
      <w:r w:rsidRPr="0014038B">
        <w:rPr>
          <w:rtl/>
        </w:rPr>
        <w:t>)</w:t>
      </w:r>
    </w:p>
    <w:p w:rsidR="001B1FA7" w:rsidRPr="0014038B" w:rsidRDefault="001B1FA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نابردہ</w:t>
      </w:r>
      <w:r w:rsidRPr="0014038B">
        <w:rPr>
          <w:rtl/>
        </w:rPr>
        <w:t xml:space="preserve">  رنج گنج  م</w:t>
      </w:r>
      <w:r w:rsidRPr="0014038B">
        <w:rPr>
          <w:rFonts w:hint="cs"/>
          <w:rtl/>
        </w:rPr>
        <w:t>یّ</w:t>
      </w:r>
      <w:r w:rsidRPr="0014038B">
        <w:rPr>
          <w:rFonts w:hint="eastAsia"/>
          <w:rtl/>
        </w:rPr>
        <w:t>سر</w:t>
      </w:r>
      <w:r w:rsidRPr="0014038B">
        <w:rPr>
          <w:rtl/>
        </w:rPr>
        <w:t xml:space="preserve">  نم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شود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مزد</w:t>
      </w:r>
      <w:r w:rsidRPr="0014038B">
        <w:rPr>
          <w:rtl/>
        </w:rPr>
        <w:t xml:space="preserve"> آن گرفت جان برادر کہ کار کرد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وہ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کے متلاش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ہوں  تو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ہر قسم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زحمت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اٹھانا ہوں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مشکلات کو برداشت کرنا پڑے گا اور کل کے انتظار اور مستقبل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آرزو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ٹھے</w:t>
      </w:r>
      <w:r w:rsidRPr="0014038B">
        <w:rPr>
          <w:rtl/>
        </w:rPr>
        <w:t xml:space="preserve">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1B1FA7">
      <w:pPr>
        <w:pStyle w:val="libNormal"/>
        <w:rPr>
          <w:rtl/>
        </w:rPr>
      </w:pPr>
      <w:r w:rsidRPr="0014038B">
        <w:rPr>
          <w:rStyle w:val="libArabicChar"/>
          <w:rtl/>
        </w:rPr>
        <w:t>''اِ</w:t>
      </w:r>
      <w:r w:rsidRPr="0014038B">
        <w:rPr>
          <w:rStyle w:val="libArabicChar"/>
          <w:rFonts w:hint="cs"/>
          <w:rtl/>
        </w:rPr>
        <w:t>یّٰ</w:t>
      </w:r>
      <w:r w:rsidRPr="0014038B">
        <w:rPr>
          <w:rStyle w:val="libArabicChar"/>
          <w:rFonts w:hint="eastAsia"/>
          <w:rtl/>
        </w:rPr>
        <w:t>اکُم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وَال</w:t>
      </w:r>
      <w:r w:rsidRPr="0014038B">
        <w:rPr>
          <w:rStyle w:val="libArabicChar"/>
          <w:rFonts w:hint="cs"/>
          <w:rtl/>
        </w:rPr>
        <w:t>ْاِیْ</w:t>
      </w:r>
      <w:r w:rsidRPr="0014038B">
        <w:rPr>
          <w:rStyle w:val="libArabicChar"/>
          <w:rFonts w:hint="eastAsia"/>
          <w:rtl/>
        </w:rPr>
        <w:t>کٰالُ</w:t>
      </w:r>
      <w:r w:rsidRPr="0014038B">
        <w:rPr>
          <w:rStyle w:val="libArabicChar"/>
          <w:rtl/>
        </w:rPr>
        <w:t xml:space="preserve"> بِال</w:t>
      </w:r>
      <w:r w:rsidRPr="0014038B">
        <w:rPr>
          <w:rStyle w:val="libArabicChar"/>
          <w:rFonts w:hint="cs"/>
          <w:rtl/>
        </w:rPr>
        <w:t>ْمُنٰی</w:t>
      </w:r>
      <w:r w:rsidRPr="0014038B">
        <w:rPr>
          <w:rStyle w:val="libArabicChar"/>
          <w:rtl/>
        </w:rPr>
        <w:t xml:space="preserve"> فَاِنَّ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ٰا مِن</w:t>
      </w:r>
      <w:r w:rsidRPr="0014038B">
        <w:rPr>
          <w:rStyle w:val="libArabicChar"/>
          <w:rFonts w:hint="cs"/>
          <w:rtl/>
        </w:rPr>
        <w:t>ْ بَضٰائِعِ الْعَجْزَةِ''</w:t>
      </w:r>
      <w:r w:rsidR="00E546D1" w:rsidRPr="0014038B">
        <w:rPr>
          <w:rStyle w:val="libFootnotenumChar"/>
          <w:rFonts w:hint="cs"/>
          <w:rtl/>
        </w:rPr>
        <w:t>(</w:t>
      </w:r>
      <w:r w:rsidR="001B1FA7" w:rsidRPr="0014038B">
        <w:rPr>
          <w:rStyle w:val="libFootnotenumChar"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کام سے 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کرو کہ اپنا کام آرزؤں کے سپرد کر دو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آرزؤں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کام کو چھوڑ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کا سرما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عجز و ناتوان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ھر</w:t>
      </w:r>
      <w:r w:rsidRPr="0014038B">
        <w:rPr>
          <w:rtl/>
        </w:rPr>
        <w:t xml:space="preserve"> کہ دانہ نقشاند بہ زمستان درخاک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بود از دخل بہ تابستانش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بخش مکتب کے عاشق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دوں</w:t>
      </w:r>
      <w:r w:rsidRPr="0014038B">
        <w:rPr>
          <w:rtl/>
        </w:rPr>
        <w:t xml:space="preserve"> اور آرزؤں کو چھوڑکر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تک پہنچنے کے لئے جستجو اور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سع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وکوشش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لوگوں کا عمل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نعرہ اور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کام</w:t>
      </w:r>
      <w:r w:rsidRPr="0014038B">
        <w:rPr>
          <w:rtl/>
        </w:rPr>
        <w:t xml:space="preserve"> اور کوشش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اپنے ارادہ کو پختہ اور مضبوط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ارادے کو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 کام اورکوشش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توہمات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نفوذ سے بچ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1B1FA7" w:rsidRPr="0014038B" w:rsidRDefault="001B1FA7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1B1FA7" w:rsidRPr="0014038B">
        <w:t>1</w:t>
      </w:r>
      <w:r w:rsidRPr="0014038B">
        <w:rPr>
          <w:rtl/>
        </w:rPr>
        <w:t>]۔ امال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طوس</w:t>
      </w:r>
      <w:r w:rsidRPr="0014038B">
        <w:rPr>
          <w:rFonts w:hint="cs"/>
          <w:rtl/>
        </w:rPr>
        <w:t>ی</w:t>
      </w:r>
      <w:r w:rsidRPr="0014038B">
        <w:rPr>
          <w:rtl/>
        </w:rPr>
        <w:t>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۱۹۳</w:t>
      </w:r>
      <w:r w:rsidRPr="0014038B">
        <w:rPr>
          <w:rtl/>
        </w:rPr>
        <w:t>،بحار الانوار: ج</w:t>
      </w:r>
      <w:r w:rsidRPr="0014038B">
        <w:rPr>
          <w:rtl/>
          <w:lang w:bidi="fa-IR"/>
        </w:rPr>
        <w:t>۷۱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۱۸۸</w:t>
      </w:r>
    </w:p>
    <w:p w:rsidR="005743EE" w:rsidRPr="0014038B" w:rsidRDefault="005743E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743EE" w:rsidRPr="0014038B" w:rsidRDefault="005743EE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67" w:name="_Toc386266950"/>
      <w:r w:rsidRPr="0014038B">
        <w:rPr>
          <w:rtl/>
        </w:rPr>
        <w:t>آگاہانہ طور پر کام شروع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bookmarkEnd w:id="67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امامت</w:t>
      </w:r>
      <w:r w:rsidRPr="0014038B">
        <w:rPr>
          <w:rtl/>
        </w:rPr>
        <w:t xml:space="preserve"> و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حضرت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کام اور 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علم 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شرط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امت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لئے اپنے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ارشاد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:انسان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اور آگاہ دل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ابتداء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کہ اس کام کا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اس کے نفع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 کے لئے نقصان کا باعث ہے ۔آنحضرت نے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''فَالنّٰاظِرُ بِال</w:t>
      </w:r>
      <w:r w:rsidRPr="0014038B">
        <w:rPr>
          <w:rStyle w:val="libArabicChar"/>
          <w:rFonts w:hint="cs"/>
          <w:rtl/>
        </w:rPr>
        <w:t>ْقَلْبِ اَلْعٰامِلُ بِالْبَصَرِ ،یَ</w:t>
      </w:r>
      <w:r w:rsidRPr="0014038B">
        <w:rPr>
          <w:rStyle w:val="libArabicChar"/>
          <w:rFonts w:hint="eastAsia"/>
          <w:rtl/>
        </w:rPr>
        <w:t>کُو</w:t>
      </w:r>
      <w:r w:rsidRPr="0014038B">
        <w:rPr>
          <w:rStyle w:val="libArabicChar"/>
          <w:rFonts w:hint="cs"/>
          <w:rtl/>
        </w:rPr>
        <w:t>ْنُ</w:t>
      </w:r>
      <w:r w:rsidRPr="0014038B">
        <w:rPr>
          <w:rStyle w:val="libArabicChar"/>
          <w:rtl/>
        </w:rPr>
        <w:t xml:space="preserve"> مُب</w:t>
      </w:r>
      <w:r w:rsidRPr="0014038B">
        <w:rPr>
          <w:rStyle w:val="libArabicChar"/>
          <w:rFonts w:hint="cs"/>
          <w:rtl/>
        </w:rPr>
        <w:t>ْتَدَئُ عَمَلِ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أَنْ یَ</w:t>
      </w:r>
      <w:r w:rsidRPr="0014038B">
        <w:rPr>
          <w:rStyle w:val="libArabicChar"/>
          <w:rFonts w:hint="eastAsia"/>
          <w:rtl/>
        </w:rPr>
        <w:t>ع</w:t>
      </w:r>
      <w:r w:rsidRPr="0014038B">
        <w:rPr>
          <w:rStyle w:val="libArabicChar"/>
          <w:rFonts w:hint="cs"/>
          <w:rtl/>
        </w:rPr>
        <w:t>ْلَمَ</w:t>
      </w:r>
      <w:r w:rsidRPr="0014038B">
        <w:rPr>
          <w:rStyle w:val="libArabicChar"/>
          <w:rtl/>
        </w:rPr>
        <w:t xml:space="preserve"> أَع</w:t>
      </w:r>
      <w:r w:rsidRPr="0014038B">
        <w:rPr>
          <w:rStyle w:val="libArabicChar"/>
          <w:rFonts w:hint="cs"/>
          <w:rtl/>
        </w:rPr>
        <w:t>ْمُلُ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عَلَیْ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أَم</w:t>
      </w:r>
      <w:r w:rsidRPr="0014038B">
        <w:rPr>
          <w:rStyle w:val="libArabicChar"/>
          <w:rFonts w:hint="cs"/>
          <w:rtl/>
        </w:rPr>
        <w:t>ْ 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دل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سے عمل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!وہ کام کے آغاز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جانتے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کام ان نے لئے مضر 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چہ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کو</w:t>
      </w:r>
      <w:r w:rsidRPr="0014038B">
        <w:rPr>
          <w:rtl/>
        </w:rPr>
        <w:t xml:space="preserve"> متاع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 کار آگہ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   کز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نقد عالم مبادا تھ</w:t>
      </w:r>
      <w:r w:rsidRPr="0014038B">
        <w:rPr>
          <w:rFonts w:hint="cs"/>
          <w:rtl/>
        </w:rPr>
        <w:t>ی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عالم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سر بر آرد  بلند      کہ در کار عالم بود ھوشمند</w:t>
      </w:r>
    </w:p>
    <w:p w:rsidR="00506F70" w:rsidRPr="0014038B" w:rsidRDefault="00506F70" w:rsidP="00E546D1">
      <w:pPr>
        <w:pStyle w:val="libFootnote0"/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نہج البلاغہ، خطبہ:</w:t>
      </w:r>
      <w:r w:rsidRPr="0014038B">
        <w:rPr>
          <w:rFonts w:hint="cs"/>
          <w:rtl/>
        </w:rPr>
        <w:t>154</w:t>
      </w:r>
    </w:p>
    <w:p w:rsidR="00506F70" w:rsidRPr="0014038B" w:rsidRDefault="00506F7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</w:pPr>
    </w:p>
    <w:p w:rsidR="00506F70" w:rsidRPr="0014038B" w:rsidRDefault="00506F70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68" w:name="_Toc386266951"/>
      <w:r w:rsidRPr="0014038B">
        <w:rPr>
          <w:rtl/>
        </w:rPr>
        <w:t>کام کے شرائط اور اس کے موانع کو مدنظر رکھ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bookmarkEnd w:id="68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تک  پہنچنے کے لئے کام کے شرائط و اسباب کو آمادہ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کے لازم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پھر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اور ہدف تک پہنچنے کے لئے ثابت قدم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''وَمَن</w:t>
      </w:r>
      <w:r w:rsidRPr="0014038B">
        <w:rPr>
          <w:rStyle w:val="libArabicChar"/>
          <w:rFonts w:hint="cs"/>
          <w:rtl/>
        </w:rPr>
        <w:t>ْ لاٰ بَدَ الْاُمُوْرَ عَطِبَ''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کے اسباب فراہم کئے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سخت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برداشت کرے ، وہ ہلاک  ہو جائے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ہر</w:t>
      </w:r>
      <w:r w:rsidRPr="0014038B">
        <w:rPr>
          <w:rtl/>
        </w:rPr>
        <w:t xml:space="preserve"> مف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پروگرام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اس کے شرائط و اسباب کو فراہم کرنے کے علاوہ  اس کے موانع سے آگاہ ہونا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تاکہ موانع ہدف تک پہنچنے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حائل نہ ہوسک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کام اور کوشش سے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اخذ کرنے  کے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امور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سے نکال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آپ کے کام ،کوشش اور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کو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و نابود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ورنہ ممکن ہے کہ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غلط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محنت پر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دے ۔ بہت سے افراد اپنے مقصد تک پہنچنے کے لئ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طاقت طلب کام اور اہم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اضت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506F70" w:rsidRPr="0014038B" w:rsidRDefault="00506F70" w:rsidP="00E546D1">
      <w:pPr>
        <w:pStyle w:val="libFootnote0"/>
      </w:pPr>
      <w:r w:rsidRPr="0014038B">
        <w:rPr>
          <w:rFonts w:hint="cs"/>
          <w:rtl/>
        </w:rPr>
        <w:t>--------------</w:t>
      </w:r>
    </w:p>
    <w:p w:rsidR="00506F70" w:rsidRPr="0014038B" w:rsidRDefault="00506F70" w:rsidP="00E546D1">
      <w:pPr>
        <w:pStyle w:val="libFootnote0"/>
        <w:rPr>
          <w:rtl/>
        </w:rPr>
      </w:pPr>
      <w:r w:rsidRPr="0014038B">
        <w:rPr>
          <w:rtl/>
        </w:rPr>
        <w:t>[1]۔ تحف العقول:</w:t>
      </w:r>
      <w:r w:rsidRPr="0014038B">
        <w:rPr>
          <w:rFonts w:hint="cs"/>
          <w:rtl/>
        </w:rPr>
        <w:t>88، بحار الانوار:ج</w:t>
      </w:r>
      <w:r w:rsidRPr="0014038B">
        <w:rPr>
          <w:rtl/>
          <w:lang w:bidi="fa-IR"/>
        </w:rPr>
        <w:t>۷۷</w:t>
      </w:r>
      <w:r w:rsidRPr="0014038B">
        <w:rPr>
          <w:rtl/>
        </w:rPr>
        <w:t>ص</w:t>
      </w:r>
      <w:r w:rsidRPr="0014038B">
        <w:rPr>
          <w:rtl/>
          <w:lang w:bidi="fa-IR"/>
        </w:rPr>
        <w:t>۲۳۸</w:t>
      </w:r>
    </w:p>
    <w:p w:rsidR="00506F70" w:rsidRPr="0014038B" w:rsidRDefault="00506F70" w:rsidP="00CA6D92">
      <w:pPr>
        <w:pStyle w:val="libNormal"/>
      </w:pPr>
    </w:p>
    <w:p w:rsidR="00506F70" w:rsidRPr="0014038B" w:rsidRDefault="00506F70" w:rsidP="00A22F56">
      <w:pPr>
        <w:pStyle w:val="libNormal"/>
      </w:pPr>
      <w:r w:rsidRPr="0014038B">
        <w:br w:type="page"/>
      </w:r>
    </w:p>
    <w:p w:rsidR="00506F70" w:rsidRPr="0014038B" w:rsidRDefault="00506F70" w:rsidP="00CA6D92">
      <w:pPr>
        <w:pStyle w:val="libNormal"/>
      </w:pPr>
    </w:p>
    <w:p w:rsidR="00506F70" w:rsidRPr="0014038B" w:rsidRDefault="00506F70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کے باوجود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کام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رنج و 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سوا کچھ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ملتا۔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''رُبَّ سٰاعٍ فِ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مٰا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ضُرُّ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بعض</w:t>
      </w:r>
      <w:r w:rsidRPr="0014038B">
        <w:rPr>
          <w:rtl/>
        </w:rPr>
        <w:t xml:space="preserve"> اوقات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کوشش کرتاہے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اسے نقصان پہنچتا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ہم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چاہتے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ہم نے جو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وہ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مند ہو اور اس کام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ہم نے جو تکال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برداشت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 وہ بے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نہ ہوں تو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حائل رکاوٹوں اور موانع سے آگاہ ہونا چاہئے ۔ اب ہم بطور نمونہ اہم امور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</w:t>
      </w:r>
      <w:r w:rsidRPr="0014038B">
        <w:rPr>
          <w:rFonts w:hint="eastAsia"/>
          <w:rtl/>
        </w:rPr>
        <w:t>ائل</w:t>
      </w:r>
      <w:r w:rsidRPr="0014038B">
        <w:rPr>
          <w:rtl/>
        </w:rPr>
        <w:t xml:space="preserve"> موانع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دو اہم موانع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506F70" w:rsidRPr="0014038B" w:rsidRDefault="00506F70" w:rsidP="00E546D1">
      <w:pPr>
        <w:pStyle w:val="libFootnote0"/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[2]۔ نہج البلاغہ، مکتوب:</w:t>
      </w:r>
      <w:r w:rsidRPr="0014038B">
        <w:rPr>
          <w:rFonts w:hint="cs"/>
          <w:rtl/>
        </w:rPr>
        <w:t>31</w:t>
      </w:r>
    </w:p>
    <w:p w:rsidR="00506F70" w:rsidRPr="0014038B" w:rsidRDefault="00506F7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06F70" w:rsidRPr="0014038B" w:rsidRDefault="00506F70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69" w:name="_Toc386266952"/>
      <w:r w:rsidRPr="0014038B">
        <w:rPr>
          <w:rtl/>
        </w:rPr>
        <w:t>کام اور کوشش کے موانع</w:t>
      </w:r>
      <w:bookmarkEnd w:id="69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70" w:name="_Toc386266953"/>
      <w:r w:rsidRPr="0014038B">
        <w:rPr>
          <w:rFonts w:hint="cs"/>
          <w:rtl/>
          <w:lang w:bidi="ur-PK"/>
        </w:rPr>
        <w:t>1</w:t>
      </w:r>
      <w:r w:rsidRPr="0014038B">
        <w:rPr>
          <w:rFonts w:hint="cs"/>
          <w:rtl/>
        </w:rPr>
        <w:t>۔ بے ارزش کاموں کی</w:t>
      </w:r>
      <w:r w:rsidRPr="0014038B">
        <w:rPr>
          <w:rtl/>
        </w:rPr>
        <w:t xml:space="preserve"> عادت</w:t>
      </w:r>
      <w:bookmarkEnd w:id="70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کام</w:t>
      </w:r>
      <w:r w:rsidRPr="0014038B">
        <w:rPr>
          <w:rtl/>
        </w:rPr>
        <w:t xml:space="preserve"> اور کوشش کے موانع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مورد  گذشتہ کاموں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کا غلبہ ہے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مؤثر کاموں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بخش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بہت بڑ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آفت کے طور پر شمار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جاتاہے  اور اس کے 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تخر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اثرات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لئے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 لسلام اسے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اضتوں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آفت اورفعال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نابود کرنے والاسمجھتے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''آفَةُ الرِّ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اضَةِ</w:t>
      </w:r>
      <w:r w:rsidRPr="0014038B">
        <w:rPr>
          <w:rStyle w:val="libArabicChar"/>
          <w:rtl/>
        </w:rPr>
        <w:t xml:space="preserve"> غَلَبَةُ ال</w:t>
      </w:r>
      <w:r w:rsidRPr="0014038B">
        <w:rPr>
          <w:rStyle w:val="libArabicChar"/>
          <w:rFonts w:hint="cs"/>
          <w:rtl/>
        </w:rPr>
        <w:t>ْعٰادَةِ''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عادت</w:t>
      </w:r>
      <w:r w:rsidRPr="0014038B">
        <w:rPr>
          <w:rtl/>
        </w:rPr>
        <w:t xml:space="preserve"> کا غلبہ پا جانا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اضت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آفت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برے</w:t>
      </w:r>
      <w:r w:rsidRPr="0014038B">
        <w:rPr>
          <w:rtl/>
        </w:rPr>
        <w:t xml:space="preserve"> کاموں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مختلف امور کے لئے کام ا ور کوشش کے اثرات کو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ونابود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 جس طرح مختلف قسم کے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جراث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انسان کے بدن اور صحت کے لئے بہت نقصان دہ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اور برے کاموں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اہم امور کے اثرات و نتائج کو نابود کرد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506F70" w:rsidRPr="0014038B" w:rsidRDefault="00CA6D92" w:rsidP="00506F70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مختلف کاموں کے نتائج تک پہنچنے  اور اپنے کام اور کوشش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بخش ہونے کے لئے نہ صرف 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بلکہ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کوششوں کوبے ثمر کرنے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عادتوں 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غلبہ پانا چاہئے۔</w:t>
      </w:r>
      <w:r w:rsidR="00506F70" w:rsidRPr="0014038B">
        <w:rPr>
          <w:rFonts w:hint="eastAsia"/>
          <w:rtl/>
        </w:rPr>
        <w:t xml:space="preserve"> اس</w:t>
      </w:r>
      <w:r w:rsidR="00506F70" w:rsidRPr="0014038B">
        <w:rPr>
          <w:rFonts w:hint="cs"/>
          <w:rtl/>
        </w:rPr>
        <w:t>ی</w:t>
      </w:r>
      <w:r w:rsidR="00506F70" w:rsidRPr="0014038B">
        <w:rPr>
          <w:rtl/>
        </w:rPr>
        <w:t xml:space="preserve"> لئے حضرت امام عل</w:t>
      </w:r>
      <w:r w:rsidR="00506F70" w:rsidRPr="0014038B">
        <w:rPr>
          <w:rFonts w:hint="cs"/>
          <w:rtl/>
        </w:rPr>
        <w:t>ی</w:t>
      </w:r>
      <w:r w:rsidR="00506F70" w:rsidRPr="0014038B">
        <w:rPr>
          <w:rtl/>
        </w:rPr>
        <w:t xml:space="preserve"> بن اب</w:t>
      </w:r>
      <w:r w:rsidR="00506F70" w:rsidRPr="0014038B">
        <w:rPr>
          <w:rFonts w:hint="cs"/>
          <w:rtl/>
        </w:rPr>
        <w:t>ی</w:t>
      </w:r>
      <w:r w:rsidR="00506F70" w:rsidRPr="0014038B">
        <w:rPr>
          <w:rFonts w:hint="eastAsia"/>
          <w:rtl/>
        </w:rPr>
        <w:t>طالب</w:t>
      </w:r>
      <w:r w:rsidR="00506F70" w:rsidRPr="0014038B">
        <w:rPr>
          <w:rtl/>
        </w:rPr>
        <w:t xml:space="preserve"> عل</w:t>
      </w:r>
      <w:r w:rsidR="00506F70" w:rsidRPr="0014038B">
        <w:rPr>
          <w:rFonts w:hint="cs"/>
          <w:rtl/>
        </w:rPr>
        <w:t>ی</w:t>
      </w:r>
      <w:r w:rsidR="00506F70" w:rsidRPr="0014038B">
        <w:rPr>
          <w:rFonts w:hint="eastAsia"/>
          <w:rtl/>
        </w:rPr>
        <w:t>ہ</w:t>
      </w:r>
      <w:r w:rsidR="00506F70" w:rsidRPr="0014038B">
        <w:rPr>
          <w:rtl/>
        </w:rPr>
        <w:t xml:space="preserve"> السلام فرماتے ہ</w:t>
      </w:r>
      <w:r w:rsidR="00506F70" w:rsidRPr="0014038B">
        <w:rPr>
          <w:rFonts w:hint="cs"/>
          <w:rtl/>
        </w:rPr>
        <w:t>ی</w:t>
      </w:r>
      <w:r w:rsidR="00506F70" w:rsidRPr="0014038B">
        <w:rPr>
          <w:rFonts w:hint="eastAsia"/>
          <w:rtl/>
        </w:rPr>
        <w:t>ں</w:t>
      </w:r>
      <w:r w:rsidR="00506F70" w:rsidRPr="0014038B">
        <w:rPr>
          <w:rtl/>
        </w:rPr>
        <w:t>:</w:t>
      </w:r>
      <w:r w:rsidR="00506F70" w:rsidRPr="0014038B">
        <w:rPr>
          <w:rStyle w:val="libArabicChar"/>
          <w:rtl/>
        </w:rPr>
        <w:t>''اَل</w:t>
      </w:r>
      <w:r w:rsidR="00506F70" w:rsidRPr="0014038B">
        <w:rPr>
          <w:rStyle w:val="libArabicChar"/>
          <w:rFonts w:hint="cs"/>
          <w:rtl/>
        </w:rPr>
        <w:t>ْفَضِیْ</w:t>
      </w:r>
      <w:r w:rsidR="00506F70" w:rsidRPr="0014038B">
        <w:rPr>
          <w:rStyle w:val="libArabicChar"/>
          <w:rFonts w:hint="eastAsia"/>
          <w:rtl/>
        </w:rPr>
        <w:t>لَةُ</w:t>
      </w:r>
      <w:r w:rsidR="00506F70" w:rsidRPr="0014038B">
        <w:rPr>
          <w:rStyle w:val="libArabicChar"/>
          <w:rtl/>
        </w:rPr>
        <w:t xml:space="preserve"> غَلَبَةُ ال</w:t>
      </w:r>
      <w:r w:rsidR="00506F70" w:rsidRPr="0014038B">
        <w:rPr>
          <w:rStyle w:val="libArabicChar"/>
          <w:rFonts w:hint="cs"/>
          <w:rtl/>
        </w:rPr>
        <w:t>ْعٰادَةِ''</w:t>
      </w:r>
      <w:r w:rsidR="00E546D1" w:rsidRPr="0014038B">
        <w:rPr>
          <w:rStyle w:val="libFootnotenumChar"/>
          <w:rFonts w:hint="cs"/>
          <w:rtl/>
        </w:rPr>
        <w:t>(</w:t>
      </w:r>
      <w:r w:rsidR="00506F70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  <w:r w:rsidR="00506F70" w:rsidRPr="0014038B">
        <w:rPr>
          <w:rFonts w:hint="eastAsia"/>
          <w:rtl/>
        </w:rPr>
        <w:t>عادت</w:t>
      </w:r>
      <w:r w:rsidR="00506F70" w:rsidRPr="0014038B">
        <w:rPr>
          <w:rtl/>
        </w:rPr>
        <w:t xml:space="preserve"> پر غلبہ پانا ،فض</w:t>
      </w:r>
      <w:r w:rsidR="00506F70" w:rsidRPr="0014038B">
        <w:rPr>
          <w:rFonts w:hint="cs"/>
          <w:rtl/>
        </w:rPr>
        <w:t>ی</w:t>
      </w:r>
      <w:r w:rsidR="00506F70" w:rsidRPr="0014038B">
        <w:rPr>
          <w:rFonts w:hint="eastAsia"/>
          <w:rtl/>
        </w:rPr>
        <w:t>لت</w:t>
      </w:r>
      <w:r w:rsidR="00506F70" w:rsidRPr="0014038B">
        <w:rPr>
          <w:rtl/>
        </w:rPr>
        <w:t xml:space="preserve"> ہے۔</w:t>
      </w:r>
    </w:p>
    <w:p w:rsidR="00CA6D92" w:rsidRPr="0014038B" w:rsidRDefault="00506F70" w:rsidP="00E546D1">
      <w:pPr>
        <w:pStyle w:val="libFootnote0"/>
      </w:pPr>
      <w:r w:rsidRPr="0014038B">
        <w:rPr>
          <w:rFonts w:hint="cs"/>
          <w:rtl/>
        </w:rPr>
        <w:t>--------------</w:t>
      </w:r>
    </w:p>
    <w:p w:rsidR="00506F70" w:rsidRPr="0014038B" w:rsidRDefault="00506F70" w:rsidP="00E546D1">
      <w:pPr>
        <w:pStyle w:val="libFootnote0"/>
        <w:rPr>
          <w:rtl/>
        </w:rPr>
      </w:pPr>
      <w:r w:rsidRPr="0014038B">
        <w:rPr>
          <w:rtl/>
        </w:rPr>
        <w:t>[1]۔ شرح غرر الحکم: ج</w:t>
      </w:r>
      <w:r w:rsidRPr="0014038B">
        <w:rPr>
          <w:rFonts w:hint="cs"/>
          <w:rtl/>
        </w:rPr>
        <w:t>3 ص104</w:t>
      </w:r>
    </w:p>
    <w:p w:rsidR="00506F70" w:rsidRPr="0014038B" w:rsidRDefault="00506F70" w:rsidP="00E546D1">
      <w:pPr>
        <w:pStyle w:val="libFootnote0"/>
        <w:rPr>
          <w:rtl/>
        </w:rPr>
      </w:pPr>
      <w:r w:rsidRPr="0014038B">
        <w:rPr>
          <w:rtl/>
        </w:rPr>
        <w:t>[2]۔ شرح غرر الحکم:ج</w:t>
      </w:r>
      <w:r w:rsidRPr="0014038B">
        <w:rPr>
          <w:rtl/>
          <w:lang w:bidi="fa-IR"/>
        </w:rPr>
        <w:t>۱</w:t>
      </w:r>
      <w:r w:rsidRPr="0014038B">
        <w:rPr>
          <w:rtl/>
        </w:rPr>
        <w:t>ص</w:t>
      </w:r>
      <w:r w:rsidRPr="0014038B">
        <w:rPr>
          <w:rtl/>
          <w:lang w:bidi="fa-IR"/>
        </w:rPr>
        <w:t>۹۷</w:t>
      </w:r>
    </w:p>
    <w:p w:rsidR="00506F70" w:rsidRPr="0014038B" w:rsidRDefault="00506F70" w:rsidP="00A22F56">
      <w:pPr>
        <w:pStyle w:val="libNormal"/>
      </w:pPr>
      <w:r w:rsidRPr="0014038B">
        <w:br w:type="page"/>
      </w:r>
    </w:p>
    <w:p w:rsidR="00506F70" w:rsidRPr="0014038B" w:rsidRDefault="00506F70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انسان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فض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لتوں</w:t>
      </w:r>
      <w:r w:rsidRPr="0014038B">
        <w:rPr>
          <w:rtl/>
        </w:rPr>
        <w:t xml:space="preserve"> کے حصول کے لئے نہ صرف کام اور کوشش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بلکہ 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فضول عادتوں 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غلبہ پانا چاہئے۔اگر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گندے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حوض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صاف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ڈالا جائے تو صاف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ڈالنے سے گندے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حوض صاف 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گامگر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قدر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ڈالا جائے کہ جو گندے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غلبہ پاجائے اور گندے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حوض سے نکال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اجائے</w:t>
      </w:r>
      <w:r w:rsidRPr="0014038B">
        <w:rPr>
          <w:rtl/>
        </w:rPr>
        <w:t>۔اس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حوض کا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صاف ہو جائے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گندے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انسان کے وجود کو گندہ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جب انسان صاحب فض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لت</w:t>
      </w:r>
      <w:r w:rsidRPr="0014038B">
        <w:rPr>
          <w:rtl/>
        </w:rPr>
        <w:t xml:space="preserve"> بن جائے تو وہ  اپنے وجود سےبر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عادتوں کو پاک کرے اور ان پر غالب آئے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اگر اس پر  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عادت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غالب آجائ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پھر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کام گندے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حوض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صاف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ہوں گے  جو اس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ختم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سکتے۔بلکہ اس سے صاف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گندہ ہو جائے گا۔پان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ختم کرنے کے لئے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اتنا صاف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ڈالا جائے تا کہ وہ گندے 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غلبہ پا جائے۔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ناپسند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عادتوں کو برطرف کرنے کے لئے اس قدر اچھے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خودسے 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عادتوں کا خاتمہ ہو جائے ورنہ اچھے اور 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کاموں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خاطر خواہ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حاصل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اپنے کام اور 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مثبت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حاصل کرنے کے لئے اس کے موانع کو برطرف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ان کے موانع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بے ارزش اور غلط کاموں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مذکورہ</w:t>
      </w:r>
      <w:r w:rsidRPr="0014038B">
        <w:rPr>
          <w:rtl/>
        </w:rPr>
        <w:t xml:space="preserve"> قصہ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بر</w:t>
      </w:r>
      <w:r w:rsidRPr="0014038B">
        <w:rPr>
          <w:rtl/>
        </w:rPr>
        <w:t xml:space="preserve"> کے دو جوان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گذشتہ حالت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سے دستبردار ہوئے 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انہوں نے فض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پر قدم رکھا اور وہ سعادت مند ہوئے۔</w:t>
      </w:r>
    </w:p>
    <w:p w:rsidR="00052FF3" w:rsidRPr="0014038B" w:rsidRDefault="00052FF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052FF3">
      <w:pPr>
        <w:pStyle w:val="libNormal"/>
      </w:pPr>
    </w:p>
    <w:p w:rsidR="00052FF3" w:rsidRPr="0014038B" w:rsidRDefault="00052FF3" w:rsidP="00052FF3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71" w:name="_Toc386266954"/>
      <w:r w:rsidRPr="0014038B">
        <w:rPr>
          <w:rFonts w:hint="cs"/>
          <w:rtl/>
          <w:lang w:bidi="ur-PK"/>
        </w:rPr>
        <w:t>2</w:t>
      </w:r>
      <w:r w:rsidRPr="0014038B">
        <w:rPr>
          <w:rFonts w:hint="cs"/>
          <w:rtl/>
        </w:rPr>
        <w:t>۔ تھکاوٹ اور بے حالی</w:t>
      </w:r>
      <w:bookmarkEnd w:id="71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کاموں</w:t>
      </w:r>
      <w:r w:rsidRPr="0014038B">
        <w:rPr>
          <w:rtl/>
        </w:rPr>
        <w:t xml:space="preserve">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دوسرا مانع تھکاوٹ ہے۔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تھکاوٹ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 سے کام کو چھوڑ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چاہئے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بہت سے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تھکاوٹ جھوٹ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نہ کہ واقع</w:t>
      </w:r>
      <w:r w:rsidRPr="0014038B">
        <w:rPr>
          <w:rFonts w:hint="cs"/>
          <w:rtl/>
        </w:rPr>
        <w:t>ی</w:t>
      </w:r>
      <w:r w:rsidRPr="0014038B">
        <w:rPr>
          <w:rtl/>
        </w:rPr>
        <w:t>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تھکاوٹ کو ختم کرنا چاہئے اور جب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تھک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کام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کار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ٹھنا</w:t>
      </w:r>
      <w:r w:rsidRPr="0014038B">
        <w:rPr>
          <w:rtl/>
        </w:rPr>
        <w:t xml:space="preserve">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''بُنََّاُو</w:t>
      </w:r>
      <w:r w:rsidRPr="0014038B">
        <w:rPr>
          <w:rStyle w:val="libArabicChar"/>
          <w:rFonts w:hint="cs"/>
          <w:rtl/>
        </w:rPr>
        <w:t>ْصِیْ</w:t>
      </w:r>
      <w:r w:rsidRPr="0014038B">
        <w:rPr>
          <w:rStyle w:val="libArabicChar"/>
          <w:rFonts w:hint="eastAsia"/>
          <w:rtl/>
        </w:rPr>
        <w:t>کَ</w:t>
      </w:r>
      <w:r w:rsidRPr="0014038B">
        <w:rPr>
          <w:rStyle w:val="libArabicChar"/>
          <w:rtl/>
        </w:rPr>
        <w:t>.....بِال</w:t>
      </w:r>
      <w:r w:rsidRPr="0014038B">
        <w:rPr>
          <w:rStyle w:val="libArabicChar"/>
          <w:rFonts w:hint="cs"/>
          <w:rtl/>
        </w:rPr>
        <w:t>ْعَمَلِ فِی</w:t>
      </w:r>
      <w:r w:rsidRPr="0014038B">
        <w:rPr>
          <w:rStyle w:val="libArabicChar"/>
          <w:rtl/>
        </w:rPr>
        <w:t xml:space="preserve"> النَّشٰاطِ وَال</w:t>
      </w:r>
      <w:r w:rsidRPr="0014038B">
        <w:rPr>
          <w:rStyle w:val="libArabicChar"/>
          <w:rFonts w:hint="cs"/>
          <w:rtl/>
        </w:rPr>
        <w:t>ْکَسْلِ''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ٹے</w:t>
      </w:r>
      <w:r w:rsidRPr="0014038B">
        <w:rPr>
          <w:rtl/>
        </w:rPr>
        <w:t>!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نشاط اور کسالت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کرتا ہوں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استفادہ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جاتا ہے کہ اگر انسان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سے تھک جائے تو اسے تھکاوٹ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کار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ٹھناچاہئے</w:t>
      </w:r>
      <w:r w:rsidRPr="0014038B">
        <w:rPr>
          <w:rtl/>
        </w:rPr>
        <w:t xml:space="preserve"> بلکہ اسے اس وقت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دوسراکام کرنا چاہئے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کام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  باعث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تھکن دور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تھکاوٹ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کار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</w:t>
      </w:r>
      <w:r w:rsidRPr="0014038B">
        <w:rPr>
          <w:rtl/>
        </w:rPr>
        <w:t xml:space="preserve"> جانے کے بجائے کام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تحوّل ،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تنوع سے اپنے کام اور 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جار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خود سے تھکاوٹ کو دور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052FF3" w:rsidP="00E546D1">
      <w:pPr>
        <w:pStyle w:val="libFootnote0"/>
      </w:pPr>
      <w:r w:rsidRPr="0014038B">
        <w:rPr>
          <w:rFonts w:hint="cs"/>
          <w:rtl/>
        </w:rPr>
        <w:t>--------------</w:t>
      </w:r>
    </w:p>
    <w:p w:rsidR="00052FF3" w:rsidRPr="0014038B" w:rsidRDefault="00052FF3" w:rsidP="00E546D1">
      <w:pPr>
        <w:pStyle w:val="libFootnote0"/>
      </w:pPr>
      <w:r w:rsidRPr="0014038B">
        <w:rPr>
          <w:rtl/>
        </w:rPr>
        <w:t>[1]۔ تحف العقول:</w:t>
      </w:r>
      <w:r w:rsidRPr="0014038B">
        <w:rPr>
          <w:rFonts w:hint="cs"/>
          <w:rtl/>
        </w:rPr>
        <w:t>88، بحار الانوار: ج77 ص238</w:t>
      </w:r>
    </w:p>
    <w:p w:rsidR="00052FF3" w:rsidRPr="0014038B" w:rsidRDefault="00052FF3" w:rsidP="00A22F56">
      <w:pPr>
        <w:pStyle w:val="libNormal"/>
      </w:pPr>
      <w:r w:rsidRPr="0014038B">
        <w:br w:type="page"/>
      </w:r>
    </w:p>
    <w:p w:rsidR="00052FF3" w:rsidRPr="0014038B" w:rsidRDefault="00052FF3" w:rsidP="00CA6D92">
      <w:pPr>
        <w:pStyle w:val="libNormal"/>
      </w:pPr>
    </w:p>
    <w:p w:rsidR="00052FF3" w:rsidRPr="0014038B" w:rsidRDefault="00052FF3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مولا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فرمان سے استفادہ کرتے ہوئے تھکاوٹ کا بہانہ بنا کر کام کو چھوڑ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چاہئے۔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بہ</w:t>
      </w:r>
      <w:r w:rsidRPr="0014038B">
        <w:rPr>
          <w:rtl/>
        </w:rPr>
        <w:t xml:space="preserve"> رنج اندرست ا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خرد مند گنج         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ابد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گنج نابردہ رنج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چو</w:t>
      </w:r>
      <w:r w:rsidRPr="0014038B">
        <w:rPr>
          <w:rtl/>
        </w:rPr>
        <w:t xml:space="preserve"> کاھل بود مردِ  بُرنا  بہ  کار             از او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گردد دل روز گار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کلام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اوربہتر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نکتہ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استفادہ ہوتاہے  اور وہ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تھکاوٹ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ہو(چاہے وہ مسلسل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سخت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پھر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عدم توجہ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ہو) اسے کام کو ترک کرنے کا بہانہ </w:t>
      </w:r>
      <w:r w:rsidRPr="0014038B">
        <w:rPr>
          <w:rFonts w:hint="eastAsia"/>
          <w:rtl/>
        </w:rPr>
        <w:t>قرار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دے سکتے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ہم نے جو کام منتخب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اگر وہ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لحاظ سے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اور 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ہو تو اسے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چھوڑ کر ناام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ٹھنا</w:t>
      </w:r>
      <w:r w:rsidRPr="0014038B">
        <w:rPr>
          <w:rtl/>
        </w:rPr>
        <w:t xml:space="preserve"> چاہئے بلکہ اس کے رنگ کو بدل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شکل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کھئے</w:t>
      </w:r>
      <w:r w:rsidRPr="0014038B">
        <w:rPr>
          <w:rtl/>
        </w:rPr>
        <w:t xml:space="preserve"> کہ مرحوم محدث نور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کس طرح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باتوں پر کان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دھرے اور کتابوں کے دو قلم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نسخوں کے لئے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تلاش کو جار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رکھا۔</w:t>
      </w:r>
    </w:p>
    <w:p w:rsidR="00052FF3" w:rsidRPr="0014038B" w:rsidRDefault="00052FF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052FF3" w:rsidRPr="0014038B" w:rsidRDefault="00052FF3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72" w:name="_Toc386266955"/>
      <w:r w:rsidRPr="0014038B">
        <w:rPr>
          <w:rtl/>
        </w:rPr>
        <w:t>دو قلم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نسخوں کے لئے تلاش اور توسل</w:t>
      </w:r>
      <w:bookmarkEnd w:id="72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اسد اللہ اصفہان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محدث نور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کربلا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سے مشرّف ہوا ۔ راستہ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محدث نور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دو کتابوں کے نام  لئے اور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:مجھے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دونوں کتاب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بہت پسند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اب تک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تر کوشش کے باوجود مجھے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دونوں کتاب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سفر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ںمجھے</w:t>
      </w:r>
      <w:r w:rsidRPr="0014038B">
        <w:rPr>
          <w:rtl/>
        </w:rPr>
        <w:t xml:space="preserve"> وہ کتاب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الشہداء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مل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 چند مرتبہ تکرار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ہم کربلا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 گئے ۔ہم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السلام کے حرم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سے مشرّف ہوئے ۔ز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کے بعد ہم باہر آئے تو عورتوں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جگہ کے پاس ہم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عورت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۔اس کے ہاتھ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دو کتاب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محدث</w:t>
      </w:r>
      <w:r w:rsidRPr="0014038B">
        <w:rPr>
          <w:rtl/>
        </w:rPr>
        <w:t xml:space="preserve"> نور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کہا 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دونوں کتاب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کون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ں؟اس</w:t>
      </w:r>
      <w:r w:rsidRPr="0014038B">
        <w:rPr>
          <w:rtl/>
        </w:rPr>
        <w:t xml:space="preserve"> عورت نے کہا: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دونوں برائے فروخت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۔ہم نے ان کتابوں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تو وہ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 کتاب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تلاش تھ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محدث</w:t>
      </w:r>
      <w:r w:rsidRPr="0014038B">
        <w:rPr>
          <w:rtl/>
        </w:rPr>
        <w:t xml:space="preserve"> نور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پوچھا:ان کتابوں کا ہد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کتنا ہے؟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عورت نے کہا:بائ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قران۔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محدث</w:t>
      </w:r>
      <w:r w:rsidRPr="0014038B">
        <w:rPr>
          <w:rtl/>
        </w:rPr>
        <w:t xml:space="preserve"> نور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مجھ سے کہا:تمہارے پاس جتنے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دے دو۔ہمارے پاس ملا کے چھ قران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نہ ہوئے ۔ہم نے وہ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اس عورت کو دے دئ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۔</w:t>
      </w:r>
    </w:p>
    <w:p w:rsidR="00052FF3" w:rsidRPr="0014038B" w:rsidRDefault="00052FF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</w:pPr>
    </w:p>
    <w:p w:rsidR="00052FF3" w:rsidRPr="0014038B" w:rsidRDefault="00052FF3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خود سے کہا:ہم ابھ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آئے اور اب تک کھانا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کھا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اورسارے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ان کتابوں کے لئے دے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اب ہم کتابوں کے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کہاں سے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پھر</w:t>
      </w:r>
      <w:r w:rsidRPr="0014038B">
        <w:rPr>
          <w:rtl/>
        </w:rPr>
        <w:t xml:space="preserve"> انہوں نے اس عورت سے کہا:ہمارے ساتھ آؤ ۔ہم بازار گئے انہوں نے اپنا عمامہ ،عبا اور قبا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</w:t>
      </w:r>
      <w:r w:rsidRPr="0014038B">
        <w:rPr>
          <w:rtl/>
        </w:rPr>
        <w:t xml:space="preserve"> 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!ل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اسکے باوجود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کم تھے ۔پھر انہوں نے اپنا جوتا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۔بالآخر بائ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قران پورے ہو گئے اور ہم نے وہ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اس عورت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اس بزرگوار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پاس</w:t>
      </w:r>
      <w:r w:rsidRPr="0014038B">
        <w:rPr>
          <w:rtl/>
        </w:rPr>
        <w:t xml:space="preserve"> قم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ض</w:t>
      </w:r>
      <w:r w:rsidRPr="0014038B">
        <w:rPr>
          <w:rtl/>
        </w:rPr>
        <w:t xml:space="preserve"> شلوار اور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جامہ کے سوا کچھ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تھا !م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نے کہا:مولانا آپ نے اپنا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حال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ا؟</w:t>
      </w:r>
      <w:r w:rsidRPr="0014038B">
        <w:rPr>
          <w:rtl/>
        </w:rPr>
        <w:t xml:space="preserve"> انہوں 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بہت آسان ہے ہم تو درو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!ہم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صحن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ہوئے اورہمار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کچھ دوستوں سے ملاقات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۔وہ گئے اور لباس لے </w:t>
      </w:r>
      <w:r w:rsidRPr="0014038B">
        <w:rPr>
          <w:rFonts w:hint="eastAsia"/>
          <w:rtl/>
        </w:rPr>
        <w:t>کر</w:t>
      </w:r>
      <w:r w:rsidRPr="0014038B">
        <w:rPr>
          <w:rtl/>
        </w:rPr>
        <w:t xml:space="preserve"> آئے اور انہوں نے وہ لباس پہنا۔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محدث نور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بزرگ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علماء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بہت صاحب جلال تھے ۔تلاش اور توسل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حاصل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 دو 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کتابوں کے حصول کے لئے  وہ 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اور بازاروں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عبا  اور عمامہ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چلنے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تھے اور انہوں نے اسے اپنے جاہ و جلال کے مناف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</w:t>
      </w:r>
      <w:r w:rsidRPr="0014038B">
        <w:rPr>
          <w:rFonts w:hint="eastAsia"/>
          <w:rtl/>
        </w:rPr>
        <w:t>مجھا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052FF3" w:rsidRPr="0014038B" w:rsidRDefault="00052FF3" w:rsidP="00E546D1">
      <w:pPr>
        <w:pStyle w:val="libFootnote0"/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معجزات و کرامات آئمہ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السلام:</w:t>
      </w:r>
      <w:r w:rsidRPr="0014038B">
        <w:rPr>
          <w:rFonts w:hint="cs"/>
          <w:rtl/>
        </w:rPr>
        <w:t>72</w:t>
      </w:r>
    </w:p>
    <w:p w:rsidR="00052FF3" w:rsidRPr="0014038B" w:rsidRDefault="00052FF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052FF3" w:rsidRPr="0014038B" w:rsidRDefault="00052FF3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73" w:name="_Toc386266956"/>
      <w:r w:rsidRPr="0014038B">
        <w:rPr>
          <w:rtl/>
        </w:rPr>
        <w:t>غور و فکرسے کام کرنا</w:t>
      </w:r>
      <w:bookmarkEnd w:id="73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سع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کوشش،جستجو اور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کام کرنا مومنوں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ہے۔وہ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فارغ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ٹھتے</w:t>
      </w:r>
      <w:r w:rsidRPr="0014038B">
        <w:rPr>
          <w:rtl/>
        </w:rPr>
        <w:t xml:space="preserve">  بلکہ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کام اور فعال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اپنے مقصد تک پہنچنے کے لئے کوشاں رہتے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کرنے والے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مقام پر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''اَل</w:t>
      </w:r>
      <w:r w:rsidRPr="0014038B">
        <w:rPr>
          <w:rStyle w:val="libArabicChar"/>
          <w:rFonts w:hint="cs"/>
          <w:rtl/>
        </w:rPr>
        <w:t>ْمُؤْمِنُ قَلِیْ</w:t>
      </w:r>
      <w:r w:rsidRPr="0014038B">
        <w:rPr>
          <w:rStyle w:val="libArabicChar"/>
          <w:rFonts w:hint="eastAsia"/>
          <w:rtl/>
        </w:rPr>
        <w:t>لُ</w:t>
      </w:r>
      <w:r w:rsidRPr="0014038B">
        <w:rPr>
          <w:rStyle w:val="libArabicChar"/>
          <w:rtl/>
        </w:rPr>
        <w:t xml:space="preserve"> الزَّلَلِ کَثِ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رُ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ْعَمَلِ''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مومن</w:t>
      </w:r>
      <w:r w:rsidRPr="0014038B">
        <w:rPr>
          <w:rtl/>
        </w:rPr>
        <w:t xml:space="preserve"> کم غلط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کرتا 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باا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شخص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کام کرنے کے باوجودبھ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کم خطاؤں کا مرتکب ہوتاہے اور اس سے بہت کم لغزش سرزد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خود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گواہ ہے کہ مومن شخص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ںتدبّر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مرتضٰ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اپنے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کلام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''اَلتَّد</w:t>
      </w:r>
      <w:r w:rsidRPr="0014038B">
        <w:rPr>
          <w:rStyle w:val="libArabicChar"/>
          <w:rFonts w:hint="cs"/>
          <w:rtl/>
        </w:rPr>
        <w:t>ْبِیْ</w:t>
      </w:r>
      <w:r w:rsidRPr="0014038B">
        <w:rPr>
          <w:rStyle w:val="libArabicChar"/>
          <w:rFonts w:hint="eastAsia"/>
          <w:rtl/>
        </w:rPr>
        <w:t>رُ</w:t>
      </w:r>
      <w:r w:rsidRPr="0014038B">
        <w:rPr>
          <w:rStyle w:val="libArabicChar"/>
          <w:rtl/>
        </w:rPr>
        <w:t xml:space="preserve"> قَب</w:t>
      </w:r>
      <w:r w:rsidRPr="0014038B">
        <w:rPr>
          <w:rStyle w:val="libArabicChar"/>
          <w:rFonts w:hint="cs"/>
          <w:rtl/>
        </w:rPr>
        <w:t>ْلَ الْفِعْلِ یُ</w:t>
      </w:r>
      <w:r w:rsidRPr="0014038B">
        <w:rPr>
          <w:rStyle w:val="libArabicChar"/>
          <w:rFonts w:hint="eastAsia"/>
          <w:rtl/>
        </w:rPr>
        <w:t>ؤ</w:t>
      </w:r>
      <w:r w:rsidRPr="0014038B">
        <w:rPr>
          <w:rStyle w:val="libArabicChar"/>
          <w:rFonts w:hint="cs"/>
          <w:rtl/>
        </w:rPr>
        <w:t>ْمِنُ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ْعِثٰارَ''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کام</w:t>
      </w:r>
      <w:r w:rsidRPr="0014038B">
        <w:rPr>
          <w:rtl/>
        </w:rPr>
        <w:t xml:space="preserve">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سے پہل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تدبّر انسان کو خطاؤں سے محفوظ رکھتاہے۔</w:t>
      </w:r>
    </w:p>
    <w:p w:rsidR="00CA6D92" w:rsidRPr="0014038B" w:rsidRDefault="00052FF3" w:rsidP="00E546D1">
      <w:pPr>
        <w:pStyle w:val="libFootnote0"/>
      </w:pPr>
      <w:r w:rsidRPr="0014038B">
        <w:rPr>
          <w:rFonts w:hint="cs"/>
          <w:rtl/>
        </w:rPr>
        <w:t>--------------</w:t>
      </w:r>
    </w:p>
    <w:p w:rsidR="00052FF3" w:rsidRPr="0014038B" w:rsidRDefault="00052FF3" w:rsidP="00E546D1">
      <w:pPr>
        <w:pStyle w:val="libFootnote0"/>
        <w:rPr>
          <w:rtl/>
        </w:rPr>
      </w:pPr>
      <w:r w:rsidRPr="0014038B">
        <w:rPr>
          <w:rtl/>
        </w:rPr>
        <w:t>[1]۔ شرح غرر الحکم: ج</w:t>
      </w:r>
      <w:r w:rsidRPr="0014038B">
        <w:rPr>
          <w:rFonts w:hint="cs"/>
          <w:rtl/>
        </w:rPr>
        <w:t>1ص383</w:t>
      </w:r>
    </w:p>
    <w:p w:rsidR="00052FF3" w:rsidRPr="0014038B" w:rsidRDefault="00052FF3" w:rsidP="00E546D1">
      <w:pPr>
        <w:pStyle w:val="libFootnote0"/>
        <w:rPr>
          <w:rtl/>
        </w:rPr>
      </w:pPr>
      <w:r w:rsidRPr="0014038B">
        <w:rPr>
          <w:rtl/>
        </w:rPr>
        <w:t>[2]۔ شرح غرر الحکم: ج</w:t>
      </w:r>
      <w:r w:rsidRPr="0014038B">
        <w:rPr>
          <w:rFonts w:hint="cs"/>
          <w:rtl/>
        </w:rPr>
        <w:t>1ص384</w:t>
      </w:r>
    </w:p>
    <w:p w:rsidR="00052FF3" w:rsidRPr="0014038B" w:rsidRDefault="00052FF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052FF3" w:rsidRPr="0014038B" w:rsidRDefault="00052FF3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آنحضرت انسانوں کو ہوش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کرتے ہوئے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052FF3">
      <w:pPr>
        <w:pStyle w:val="libNormal"/>
        <w:rPr>
          <w:rtl/>
        </w:rPr>
      </w:pPr>
      <w:r w:rsidRPr="0014038B">
        <w:rPr>
          <w:rStyle w:val="libArabicChar"/>
          <w:rtl/>
        </w:rPr>
        <w:t>''اِ</w:t>
      </w:r>
      <w:r w:rsidRPr="0014038B">
        <w:rPr>
          <w:rStyle w:val="libArabicChar"/>
          <w:rFonts w:hint="cs"/>
          <w:rtl/>
        </w:rPr>
        <w:t>یّٰ</w:t>
      </w:r>
      <w:r w:rsidRPr="0014038B">
        <w:rPr>
          <w:rStyle w:val="libArabicChar"/>
          <w:rFonts w:hint="eastAsia"/>
          <w:rtl/>
        </w:rPr>
        <w:t>اکَ</w:t>
      </w:r>
      <w:r w:rsidRPr="0014038B">
        <w:rPr>
          <w:rStyle w:val="libArabicChar"/>
          <w:rtl/>
        </w:rPr>
        <w:t xml:space="preserve"> وَ أَن</w:t>
      </w:r>
      <w:r w:rsidRPr="0014038B">
        <w:rPr>
          <w:rStyle w:val="libArabicChar"/>
          <w:rFonts w:hint="cs"/>
          <w:rtl/>
        </w:rPr>
        <w:t>ْ تَعْمَلْ عَمَلاًبِغَیْ</w:t>
      </w:r>
      <w:r w:rsidRPr="0014038B">
        <w:rPr>
          <w:rStyle w:val="libArabicChar"/>
          <w:rFonts w:hint="eastAsia"/>
          <w:rtl/>
        </w:rPr>
        <w:t>رِ</w:t>
      </w:r>
      <w:r w:rsidRPr="0014038B">
        <w:rPr>
          <w:rStyle w:val="libArabicChar"/>
          <w:rtl/>
        </w:rPr>
        <w:t xml:space="preserve"> تَد</w:t>
      </w:r>
      <w:r w:rsidRPr="0014038B">
        <w:rPr>
          <w:rStyle w:val="libArabicChar"/>
          <w:rFonts w:hint="cs"/>
          <w:rtl/>
        </w:rPr>
        <w:t>ْبِیْ</w:t>
      </w:r>
      <w:r w:rsidRPr="0014038B">
        <w:rPr>
          <w:rStyle w:val="libArabicChar"/>
          <w:rFonts w:hint="eastAsia"/>
          <w:rtl/>
        </w:rPr>
        <w:t>رٍ</w:t>
      </w:r>
      <w:r w:rsidRPr="0014038B">
        <w:rPr>
          <w:rStyle w:val="libArabicChar"/>
          <w:rtl/>
        </w:rPr>
        <w:t xml:space="preserve"> وَ عِل</w:t>
      </w:r>
      <w:r w:rsidRPr="0014038B">
        <w:rPr>
          <w:rStyle w:val="libArabicChar"/>
          <w:rFonts w:hint="cs"/>
          <w:rtl/>
        </w:rPr>
        <w:t>ْمٍ''</w:t>
      </w:r>
      <w:r w:rsidR="00E546D1" w:rsidRPr="0014038B">
        <w:rPr>
          <w:rStyle w:val="libFootnotenumChar"/>
          <w:rFonts w:hint="cs"/>
          <w:rtl/>
        </w:rPr>
        <w:t>(</w:t>
      </w:r>
      <w:r w:rsidR="00052FF3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کو تدب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اور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سے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آپ</w:t>
      </w:r>
      <w:r w:rsidRPr="0014038B">
        <w:rPr>
          <w:rtl/>
        </w:rPr>
        <w:t xml:space="preserve"> اجتماع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کاموں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052FF3">
      <w:pPr>
        <w:pStyle w:val="libNormal"/>
        <w:rPr>
          <w:rtl/>
        </w:rPr>
      </w:pPr>
      <w:r w:rsidRPr="0014038B">
        <w:rPr>
          <w:rStyle w:val="libArabicChar"/>
          <w:rtl/>
        </w:rPr>
        <w:t>''اِج</w:t>
      </w:r>
      <w:r w:rsidRPr="0014038B">
        <w:rPr>
          <w:rStyle w:val="libArabicChar"/>
          <w:rFonts w:hint="cs"/>
          <w:rtl/>
        </w:rPr>
        <w:t>ْعَلْ لِکُلِّ اِنْسٰانٍ مِنْ خَدَمِکَ عَمَلاً تَأْخُذُ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ِ،فَاِنَّ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اَحْریٰ</w:t>
      </w:r>
      <w:r w:rsidRPr="0014038B">
        <w:rPr>
          <w:rStyle w:val="libArabicChar"/>
          <w:rtl/>
        </w:rPr>
        <w:t xml:space="preserve"> اَلاّٰ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تَوٰاکَلُوا</w:t>
      </w:r>
      <w:r w:rsidRPr="0014038B">
        <w:rPr>
          <w:rStyle w:val="libArabicChar"/>
          <w:rtl/>
        </w:rPr>
        <w:t xml:space="preserve"> فِ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tl/>
        </w:rPr>
        <w:t xml:space="preserve"> خِد</w:t>
      </w:r>
      <w:r w:rsidRPr="0014038B">
        <w:rPr>
          <w:rStyle w:val="libArabicChar"/>
          <w:rFonts w:hint="cs"/>
          <w:rtl/>
        </w:rPr>
        <w:t>ْمَتِکَ''</w:t>
      </w:r>
      <w:r w:rsidR="00E546D1" w:rsidRPr="0014038B">
        <w:rPr>
          <w:rStyle w:val="libFootnotenumChar"/>
          <w:rFonts w:hint="cs"/>
          <w:rtl/>
        </w:rPr>
        <w:t>(</w:t>
      </w:r>
      <w:r w:rsidR="00052FF3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اپنے</w:t>
      </w:r>
      <w:r w:rsidRPr="0014038B">
        <w:rPr>
          <w:rtl/>
        </w:rPr>
        <w:t xml:space="preserve"> خدمت کرنے والوں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سے ہر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کے لئے کام مع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کرو  اور اس سے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لو،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کرنا اس لئے مناسب ہے کہ وہ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دوسرے پر بھروسہ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حد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غور کرنے سے معلوم ہو جاتا ہے کہ اجتماع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تدبّر اور غور و فکرکے لئے ہر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فرد کے لئے اس کے کام کو مع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اور اس سے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اجائے</w:t>
      </w:r>
      <w:r w:rsidRPr="0014038B">
        <w:rPr>
          <w:rtl/>
        </w:rPr>
        <w:t xml:space="preserve"> تاکہ ان کے پاس اپنا کام دوسروں کے کندھوں پر ڈالنے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بہانہ 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رہے۔</w:t>
      </w:r>
    </w:p>
    <w:p w:rsidR="00052FF3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انسان کو غور کرنا چاہئے کہ اگر انسان کو توف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ملے تو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خودب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 اور وہ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نہ سوچے کہ وہ جو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انجام دے رہا ہے وہ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،قدرت اور شخص ارادے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ہے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انسان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ارادہ ،خدا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 ہوتا</w:t>
      </w:r>
      <w:r w:rsidRPr="0014038B">
        <w:rPr>
          <w:rFonts w:hint="eastAsia"/>
          <w:rtl/>
        </w:rPr>
        <w:t>ہے</w:t>
      </w:r>
      <w:r w:rsidRPr="0014038B">
        <w:rPr>
          <w:rtl/>
        </w:rPr>
        <w:t>۔</w:t>
      </w:r>
    </w:p>
    <w:p w:rsidR="00052FF3" w:rsidRPr="0014038B" w:rsidRDefault="00052FF3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052FF3" w:rsidRPr="0014038B" w:rsidRDefault="00052FF3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شرح غرر الحکم: ج</w:t>
      </w:r>
      <w:r w:rsidRPr="0014038B">
        <w:rPr>
          <w:rFonts w:hint="cs"/>
          <w:rtl/>
        </w:rPr>
        <w:t>2ص220</w:t>
      </w:r>
    </w:p>
    <w:p w:rsidR="00052FF3" w:rsidRPr="0014038B" w:rsidRDefault="00052FF3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بحار الانوار: ج</w:t>
      </w:r>
      <w:r w:rsidRPr="0014038B">
        <w:rPr>
          <w:rFonts w:hint="cs"/>
          <w:rtl/>
        </w:rPr>
        <w:t>74ص143، نہج البلاغہ ،مکتوب:31</w:t>
      </w:r>
    </w:p>
    <w:p w:rsidR="00052FF3" w:rsidRPr="0014038B" w:rsidRDefault="00052FF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052FF3">
      <w:pPr>
        <w:pStyle w:val="libNormal"/>
        <w:rPr>
          <w:rtl/>
        </w:rPr>
      </w:pPr>
      <w:r w:rsidRPr="0014038B">
        <w:rPr>
          <w:rStyle w:val="libArabicChar"/>
          <w:rtl/>
        </w:rPr>
        <w:t>''فَاج</w:t>
      </w:r>
      <w:r w:rsidRPr="0014038B">
        <w:rPr>
          <w:rStyle w:val="libArabicChar"/>
          <w:rFonts w:hint="cs"/>
          <w:rtl/>
        </w:rPr>
        <w:t>ْتَ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ِدُوا فِی</w:t>
      </w:r>
      <w:r w:rsidRPr="0014038B">
        <w:rPr>
          <w:rStyle w:val="libArabicChar"/>
          <w:rtl/>
        </w:rPr>
        <w:t xml:space="preserve"> طٰاعَةِ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اِن</w:t>
      </w:r>
      <w:r w:rsidRPr="0014038B">
        <w:rPr>
          <w:rStyle w:val="libArabicChar"/>
          <w:rFonts w:hint="cs"/>
          <w:rtl/>
        </w:rPr>
        <w:t>ْ سَرَّکُمْ اَنْ تَکُوْنُوا مُؤْمِنِیْ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حَقًّا حَقًّا وَ لاٰ قُوَّّةَ اِلاّٰ بِاللّٰ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ِ''</w:t>
      </w:r>
      <w:r w:rsidR="00E546D1" w:rsidRPr="0014038B">
        <w:rPr>
          <w:rStyle w:val="libFootnotenumChar"/>
          <w:rtl/>
        </w:rPr>
        <w:t>(</w:t>
      </w:r>
      <w:r w:rsidR="00052FF3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تم واقعاً چاہتے ہوکہ تمہارا شمار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مومنوں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تو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کرو اور اس کام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قوت فقط خدا کے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لے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ملت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انسان کو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سر</w:t>
      </w:r>
      <w:r w:rsidRPr="0014038B">
        <w:rPr>
          <w:rtl/>
        </w:rPr>
        <w:t xml:space="preserve"> ہو تو اسے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اور مشکل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چاہئ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غرور و تکبر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کرنا چاہئے 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سمجھنا چاہئے کہ اس نے جو عبادات انجام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>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جس طرح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2055FA">
      <w:pPr>
        <w:pStyle w:val="libArabic"/>
        <w:rPr>
          <w:rtl/>
        </w:rPr>
      </w:pPr>
      <w:r w:rsidRPr="0014038B">
        <w:rPr>
          <w:rtl/>
        </w:rPr>
        <w:t>''لاٰ قُوَّةَ اِلاّٰ بِاللّٰ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ِ''</w:t>
      </w:r>
    </w:p>
    <w:p w:rsidR="00CA6D92" w:rsidRPr="005221CD" w:rsidRDefault="00CA6D92" w:rsidP="005221CD">
      <w:pPr>
        <w:pStyle w:val="libNormal"/>
        <w:rPr>
          <w:rtl/>
        </w:rPr>
      </w:pP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عن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کاموں کو انجام د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نے</w:t>
      </w:r>
      <w:r w:rsidRPr="005221CD">
        <w:rPr>
          <w:rtl/>
        </w:rPr>
        <w:t xml:space="preserve"> ک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قدرت وتوانائ</w:t>
      </w:r>
      <w:r w:rsidRPr="005221CD">
        <w:rPr>
          <w:rFonts w:hint="cs"/>
          <w:rtl/>
        </w:rPr>
        <w:t>ی</w:t>
      </w:r>
      <w:r w:rsidRPr="005221CD">
        <w:rPr>
          <w:rtl/>
        </w:rPr>
        <w:t xml:space="preserve"> نہ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ں</w:t>
      </w:r>
      <w:r w:rsidRPr="005221CD">
        <w:rPr>
          <w:rtl/>
        </w:rPr>
        <w:t xml:space="preserve"> ہے مگر خدا کے وس</w:t>
      </w:r>
      <w:r w:rsidRPr="005221CD">
        <w:rPr>
          <w:rFonts w:hint="cs"/>
          <w:rtl/>
        </w:rPr>
        <w:t>ی</w:t>
      </w:r>
      <w:r w:rsidRPr="005221CD">
        <w:rPr>
          <w:rFonts w:hint="eastAsia"/>
          <w:rtl/>
        </w:rPr>
        <w:t>لہ</w:t>
      </w:r>
      <w:r w:rsidRPr="005221CD">
        <w:rPr>
          <w:rtl/>
        </w:rPr>
        <w:t xml:space="preserve"> سے۔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خدا کا لطف ہے جو کہ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مومنوں اور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خدا کے شامل حال ہے  اور وہ توف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سخت عباد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کاموں کو آسان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نہ کہ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کا سبب بن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052FF3">
      <w:pPr>
        <w:pStyle w:val="libNormal"/>
        <w:rPr>
          <w:rtl/>
        </w:rPr>
      </w:pPr>
      <w:r w:rsidRPr="0014038B">
        <w:rPr>
          <w:rFonts w:hint="eastAsia"/>
          <w:rtl/>
        </w:rPr>
        <w:t>قرآن</w:t>
      </w:r>
      <w:r w:rsidRPr="0014038B">
        <w:rPr>
          <w:rtl/>
        </w:rPr>
        <w:t xml:space="preserve">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ارشاد رب العزت ہے:</w:t>
      </w:r>
      <w:r w:rsidRPr="0014038B">
        <w:rPr>
          <w:rStyle w:val="libAieChar"/>
          <w:rtl/>
        </w:rPr>
        <w:t>"مَّا أَصَابَکَ مِن</w:t>
      </w:r>
      <w:r w:rsidRPr="0014038B">
        <w:rPr>
          <w:rStyle w:val="libAieChar"/>
          <w:rFonts w:hint="cs"/>
          <w:rtl/>
        </w:rPr>
        <w:t>ْ حَسَنَةٍ فَمِنَ اللّٰ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ِ وَمَا أَصَابَکَ مِن سَیِّ</w:t>
      </w:r>
      <w:r w:rsidRPr="0014038B">
        <w:rPr>
          <w:rStyle w:val="libAieChar"/>
          <w:rFonts w:hint="eastAsia"/>
          <w:rtl/>
        </w:rPr>
        <w:t>ئَةٍ</w:t>
      </w:r>
      <w:r w:rsidRPr="0014038B">
        <w:rPr>
          <w:rStyle w:val="libAieChar"/>
          <w:rtl/>
        </w:rPr>
        <w:t xml:space="preserve"> فَمِن نَّف</w:t>
      </w:r>
      <w:r w:rsidRPr="0014038B">
        <w:rPr>
          <w:rStyle w:val="libAieChar"/>
          <w:rFonts w:hint="cs"/>
          <w:rtl/>
        </w:rPr>
        <w:t>ْسِکَ"</w:t>
      </w:r>
      <w:r w:rsidR="00E546D1" w:rsidRPr="0014038B">
        <w:rPr>
          <w:rStyle w:val="libFootnotenumChar"/>
          <w:rFonts w:hint="cs"/>
          <w:rtl/>
        </w:rPr>
        <w:t>(</w:t>
      </w:r>
      <w:r w:rsidR="00052FF3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052FF3">
      <w:pPr>
        <w:pStyle w:val="libNormal"/>
        <w:rPr>
          <w:rtl/>
        </w:rPr>
      </w:pPr>
      <w:r w:rsidRPr="0014038B">
        <w:rPr>
          <w:rFonts w:hint="eastAsia"/>
          <w:rtl/>
        </w:rPr>
        <w:t>تم</w:t>
      </w:r>
      <w:r w:rsidRPr="0014038B">
        <w:rPr>
          <w:rtl/>
        </w:rPr>
        <w:t xml:space="preserve"> تک جو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اچھائ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پہنچ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وہ اللہ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سے ہے اور جو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پہنچ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وہ خود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سے ہے ۔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جس طرح تمام خوب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کا اصل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منشاء خداوند عالم ہے  اور تمام برائ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کا سرچشمہ انسان کا نفس ہے جو خواہشات نفس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وسوسوں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انسان کو گمراہ کرتاہے۔</w:t>
      </w:r>
    </w:p>
    <w:p w:rsidR="00CA6D92" w:rsidRPr="0014038B" w:rsidRDefault="00052FF3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052FF3" w:rsidP="00E546D1">
      <w:pPr>
        <w:pStyle w:val="libFootnote0"/>
        <w:rPr>
          <w:rtl/>
        </w:rPr>
      </w:pPr>
      <w:r w:rsidRPr="0014038B">
        <w:rPr>
          <w:rtl/>
        </w:rPr>
        <w:t xml:space="preserve"> </w:t>
      </w:r>
      <w:r w:rsidR="00CA6D92"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="00CA6D92" w:rsidRPr="0014038B">
        <w:rPr>
          <w:rtl/>
        </w:rPr>
        <w:t>]۔ بحار الانوار: ج</w:t>
      </w:r>
      <w:r w:rsidR="00CA6D92" w:rsidRPr="0014038B">
        <w:rPr>
          <w:rFonts w:hint="cs"/>
          <w:rtl/>
        </w:rPr>
        <w:t>78ص200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052FF3" w:rsidRPr="0014038B">
        <w:rPr>
          <w:rFonts w:hint="cs"/>
          <w:rtl/>
        </w:rPr>
        <w:t>2</w:t>
      </w:r>
      <w:r w:rsidRPr="0014038B">
        <w:rPr>
          <w:rtl/>
        </w:rPr>
        <w:t>]۔ سورۂ نساء،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7</w:t>
      </w:r>
      <w:r w:rsidR="0014038B" w:rsidRPr="0014038B">
        <w:rPr>
          <w:rFonts w:hint="cs"/>
          <w:rtl/>
        </w:rPr>
        <w:t>9</w:t>
      </w:r>
    </w:p>
    <w:p w:rsidR="00052FF3" w:rsidRPr="0014038B" w:rsidRDefault="00052FF3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lastRenderedPageBreak/>
        <w:t xml:space="preserve"> </w:t>
      </w:r>
      <w:bookmarkStart w:id="74" w:name="_Toc386266957"/>
      <w:r w:rsidRPr="0014038B">
        <w:rPr>
          <w:rtl/>
        </w:rPr>
        <w:t>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  <w:bookmarkEnd w:id="74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سع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کوشش بلند اہداف و مقاصد تک پہنچنے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ہے ۔کام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حصول کے لئے اپنے نفس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کا تابع قرار دے کر 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امور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اور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جو آپ کو سعادت و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پہنچانے کا باعث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۔اپنے کام آگاہانہ طور پر شروع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ت</w:t>
      </w:r>
      <w:r w:rsidRPr="0014038B">
        <w:rPr>
          <w:rFonts w:hint="eastAsia"/>
          <w:rtl/>
        </w:rPr>
        <w:t>دبّر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ان کے مستقبل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جانچ پڑتال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کام</w:t>
      </w:r>
      <w:r w:rsidRPr="0014038B">
        <w:rPr>
          <w:rtl/>
        </w:rPr>
        <w:t xml:space="preserve"> کے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مقدمات 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کے موانع کو برطرف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آپ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ارادہ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 xml:space="preserve"> کہ آپ کا مستقبل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بزرگ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روشن ہو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جئے</w:t>
      </w:r>
      <w:r w:rsidRPr="0014038B">
        <w:rPr>
          <w:rtl/>
        </w:rPr>
        <w:t xml:space="preserve"> گذشتہ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 آپ کے اہداف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حائل سب سے بڑ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رکاوٹ ہے ۔آپ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گذشتہ تمام 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ختم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آپ اپنے ارادے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بہتر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سے کام انجام </w:t>
      </w:r>
      <w:r w:rsidRPr="0014038B">
        <w:rPr>
          <w:rFonts w:hint="eastAsia"/>
          <w:rtl/>
        </w:rPr>
        <w:t>دے</w:t>
      </w:r>
      <w:r w:rsidRPr="0014038B">
        <w:rPr>
          <w:rtl/>
        </w:rPr>
        <w:t xml:space="preserve">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۔دوجہد اور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اگر خدا نے چاہا تو آپ ضرور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منزل اور اپنے مقصد تک  پہنچ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چہ</w:t>
      </w:r>
      <w:r w:rsidRPr="0014038B">
        <w:rPr>
          <w:rtl/>
        </w:rPr>
        <w:t xml:space="preserve"> کوشش نباشد  تن  زور مند          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ارد</w:t>
      </w:r>
      <w:r w:rsidRPr="0014038B">
        <w:rPr>
          <w:rtl/>
        </w:rPr>
        <w:t xml:space="preserve">  سر  از  آرزوھا  بلند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کہ</w:t>
      </w:r>
      <w:r w:rsidRPr="0014038B">
        <w:rPr>
          <w:rtl/>
        </w:rPr>
        <w:t xml:space="preserve"> اندر جھان سود 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رنج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        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 کہ کاھل بود گنج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</w:p>
    <w:p w:rsidR="00052FF3" w:rsidRPr="0014038B" w:rsidRDefault="00052FF3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052FF3" w:rsidRPr="0014038B" w:rsidRDefault="00052FF3" w:rsidP="00CA6D92">
      <w:pPr>
        <w:pStyle w:val="libNormal"/>
        <w:rPr>
          <w:rtl/>
        </w:rPr>
      </w:pPr>
    </w:p>
    <w:p w:rsidR="00CA6D92" w:rsidRPr="0014038B" w:rsidRDefault="00CA6D92" w:rsidP="005221CD">
      <w:pPr>
        <w:pStyle w:val="Heading1Center"/>
        <w:rPr>
          <w:rtl/>
        </w:rPr>
      </w:pPr>
      <w:bookmarkStart w:id="75" w:name="_Toc386266958"/>
      <w:r w:rsidRPr="0014038B">
        <w:rPr>
          <w:rFonts w:hint="eastAsia"/>
          <w:rtl/>
        </w:rPr>
        <w:t>چھٹاباب</w:t>
      </w:r>
      <w:bookmarkEnd w:id="75"/>
    </w:p>
    <w:p w:rsidR="00CA6D92" w:rsidRPr="0014038B" w:rsidRDefault="00CA6D92" w:rsidP="005221CD">
      <w:pPr>
        <w:pStyle w:val="Heading1Center"/>
        <w:rPr>
          <w:rtl/>
        </w:rPr>
      </w:pPr>
      <w:bookmarkStart w:id="76" w:name="_Toc386266959"/>
      <w:r w:rsidRPr="0014038B">
        <w:rPr>
          <w:rFonts w:hint="eastAsia"/>
          <w:rtl/>
        </w:rPr>
        <w:t>توسل</w:t>
      </w:r>
      <w:bookmarkEnd w:id="76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المو 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السلام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 xml:space="preserve">'' 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ُمُ ال</w:t>
      </w:r>
      <w:r w:rsidRPr="0014038B">
        <w:rPr>
          <w:rFonts w:hint="cs"/>
          <w:rtl/>
        </w:rPr>
        <w:t>ْوَسِیْ</w:t>
      </w:r>
      <w:r w:rsidRPr="0014038B">
        <w:rPr>
          <w:rFonts w:hint="eastAsia"/>
          <w:rtl/>
        </w:rPr>
        <w:t>لَةُ</w:t>
      </w:r>
      <w:r w:rsidRPr="0014038B">
        <w:rPr>
          <w:rtl/>
        </w:rPr>
        <w:t xml:space="preserve"> اِلَ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ِ وَال</w:t>
      </w:r>
      <w:r w:rsidRPr="0014038B">
        <w:rPr>
          <w:rFonts w:hint="cs"/>
          <w:rtl/>
        </w:rPr>
        <w:t>ْوُصْلَةُ اِلٰی</w:t>
      </w:r>
      <w:r w:rsidRPr="0014038B">
        <w:rPr>
          <w:rtl/>
        </w:rPr>
        <w:t xml:space="preserve"> عَف</w:t>
      </w:r>
      <w:r w:rsidRPr="0014038B">
        <w:rPr>
          <w:rFonts w:hint="cs"/>
          <w:rtl/>
        </w:rPr>
        <w:t>ْوِ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وَ رِضٰا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معصوم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بخشش اور رضائ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تک پہنچنے کا راستہ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8A1F07">
      <w:pPr>
        <w:pStyle w:val="libNormal"/>
        <w:rPr>
          <w:rtl/>
        </w:rPr>
      </w:pPr>
      <w:r w:rsidRPr="0014038B">
        <w:rPr>
          <w:rtl/>
        </w:rPr>
        <w:t xml:space="preserve">    خدا 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   توسل ، قرآن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CA6D92" w:rsidRPr="0014038B" w:rsidRDefault="00CA6D92" w:rsidP="008A1F07">
      <w:pPr>
        <w:pStyle w:val="libNormal"/>
        <w:rPr>
          <w:rtl/>
        </w:rPr>
      </w:pPr>
      <w:r w:rsidRPr="0014038B">
        <w:rPr>
          <w:rtl/>
        </w:rPr>
        <w:t xml:space="preserve">    دعاؤں اور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توسّل    توسّل تقرب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   توسّل دعاؤں کے مستجاب ہونے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</w:p>
    <w:p w:rsidR="00CA6D92" w:rsidRPr="0014038B" w:rsidRDefault="00CA6D92" w:rsidP="008A1F07">
      <w:pPr>
        <w:pStyle w:val="libNormal"/>
        <w:rPr>
          <w:rtl/>
        </w:rPr>
      </w:pPr>
      <w:r w:rsidRPr="0014038B">
        <w:rPr>
          <w:rtl/>
        </w:rPr>
        <w:t xml:space="preserve">    توسّل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اعتقاد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   توسّل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کچھ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نکات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1۔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قلب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2۔ توسّل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توجہ اور فکر کا تمرکز</w:t>
      </w:r>
    </w:p>
    <w:p w:rsidR="00CA6D92" w:rsidRPr="0014038B" w:rsidRDefault="00CA6D92" w:rsidP="008A1F07">
      <w:pPr>
        <w:pStyle w:val="libNormal"/>
        <w:rPr>
          <w:rtl/>
        </w:rPr>
      </w:pPr>
      <w:r w:rsidRPr="0014038B">
        <w:rPr>
          <w:rtl/>
        </w:rPr>
        <w:t xml:space="preserve">    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 کردار    معرفت، انسان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کا باعث</w:t>
      </w:r>
    </w:p>
    <w:p w:rsidR="00CA6D92" w:rsidRPr="0014038B" w:rsidRDefault="00CA6D92" w:rsidP="008A1F07">
      <w:pPr>
        <w:pStyle w:val="libNormal"/>
        <w:rPr>
          <w:rtl/>
        </w:rPr>
      </w:pPr>
      <w:r w:rsidRPr="0014038B">
        <w:rPr>
          <w:rtl/>
        </w:rPr>
        <w:t xml:space="preserve">    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اضطرار کا کردار    حضرت 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حرم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tl/>
        </w:rPr>
        <w:t xml:space="preserve"> لڑک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دوسرا نکتہ</w:t>
      </w:r>
    </w:p>
    <w:p w:rsidR="00CA6D92" w:rsidRPr="0014038B" w:rsidRDefault="00CA6D92" w:rsidP="007C1881">
      <w:pPr>
        <w:pStyle w:val="libNormal"/>
        <w:rPr>
          <w:rtl/>
        </w:rPr>
      </w:pPr>
      <w:r w:rsidRPr="0014038B">
        <w:rPr>
          <w:rtl/>
        </w:rPr>
        <w:t xml:space="preserve">    عالم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سے مدد   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مشکلات کو حل کرنے کے لئے توسّل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توسّل سے دور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</w:t>
      </w:r>
      <w:r w:rsidRPr="0014038B">
        <w:rPr>
          <w:rtl/>
        </w:rPr>
        <w:t xml:space="preserve"> گناہ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علامت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ٔبحث</w:t>
      </w:r>
    </w:p>
    <w:p w:rsidR="008A1F07" w:rsidRPr="0014038B" w:rsidRDefault="008A1F07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8166A4" w:rsidRPr="0014038B" w:rsidRDefault="008166A4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77" w:name="_Toc386266960"/>
      <w:r w:rsidRPr="0014038B">
        <w:rPr>
          <w:rtl/>
        </w:rPr>
        <w:t>خدا 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bookmarkEnd w:id="77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افسردہ  و غمگ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tl/>
        </w:rPr>
        <w:t xml:space="preserve"> دلوں کو آرام بخشت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مشکلات سے نجات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غفلت اور خدا و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کو چھوڑ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قلب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باعث ہے جو دل کو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کے لئے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نے حضرت موس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پر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نازل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ieChar"/>
          <w:rtl/>
        </w:rPr>
        <w:t>''</w:t>
      </w:r>
      <w:r w:rsidRPr="0014038B">
        <w:rPr>
          <w:rStyle w:val="libAieChar"/>
          <w:rFonts w:hint="cs"/>
          <w:rtl/>
        </w:rPr>
        <w:t>یٰ</w:t>
      </w:r>
      <w:r w:rsidRPr="0014038B">
        <w:rPr>
          <w:rStyle w:val="libAieChar"/>
          <w:rFonts w:hint="eastAsia"/>
          <w:rtl/>
        </w:rPr>
        <w:t>ا</w:t>
      </w:r>
      <w:r w:rsidRPr="0014038B">
        <w:rPr>
          <w:rStyle w:val="libAieChar"/>
          <w:rtl/>
        </w:rPr>
        <w:t xml:space="preserve"> مُو</w:t>
      </w:r>
      <w:r w:rsidRPr="0014038B">
        <w:rPr>
          <w:rStyle w:val="libAieChar"/>
          <w:rFonts w:hint="cs"/>
          <w:rtl/>
        </w:rPr>
        <w:t>ْسیٰ</w:t>
      </w:r>
      <w:r w:rsidRPr="0014038B">
        <w:rPr>
          <w:rStyle w:val="libAieChar"/>
          <w:rtl/>
        </w:rPr>
        <w:t xml:space="preserve"> لاٰ تَف</w:t>
      </w:r>
      <w:r w:rsidRPr="0014038B">
        <w:rPr>
          <w:rStyle w:val="libAieChar"/>
          <w:rFonts w:hint="cs"/>
          <w:rtl/>
        </w:rPr>
        <w:t>ْرَحْ بِکَثْرَةِ الْمٰالِ وَ لاٰ تَدَعْ ذِکْرِ عَلٰی</w:t>
      </w:r>
      <w:r w:rsidRPr="0014038B">
        <w:rPr>
          <w:rStyle w:val="libAieChar"/>
          <w:rtl/>
        </w:rPr>
        <w:t xml:space="preserve"> کُلِّ حٰالٍ فَاِنَّ کَث</w:t>
      </w:r>
      <w:r w:rsidRPr="0014038B">
        <w:rPr>
          <w:rStyle w:val="libAieChar"/>
          <w:rFonts w:hint="cs"/>
          <w:rtl/>
        </w:rPr>
        <w:t>ْرَةَ الْمَالِ تُنْسِی</w:t>
      </w:r>
      <w:r w:rsidRPr="0014038B">
        <w:rPr>
          <w:rStyle w:val="libAieChar"/>
          <w:rtl/>
        </w:rPr>
        <w:t xml:space="preserve"> الذُّنُو</w:t>
      </w:r>
      <w:r w:rsidRPr="0014038B">
        <w:rPr>
          <w:rStyle w:val="libAieChar"/>
          <w:rFonts w:hint="cs"/>
          <w:rtl/>
        </w:rPr>
        <w:t>ْبَ وَ اِنَّ تَرْکَ ذِکْرِیْ</w:t>
      </w:r>
      <w:r w:rsidRPr="0014038B">
        <w:rPr>
          <w:rStyle w:val="libAieChar"/>
          <w:rtl/>
        </w:rPr>
        <w:t xml:space="preserve"> </w:t>
      </w:r>
      <w:r w:rsidRPr="0014038B">
        <w:rPr>
          <w:rStyle w:val="libAieChar"/>
          <w:rFonts w:hint="cs"/>
          <w:rtl/>
        </w:rPr>
        <w:t>یُ</w:t>
      </w:r>
      <w:r w:rsidRPr="0014038B">
        <w:rPr>
          <w:rStyle w:val="libAieChar"/>
          <w:rFonts w:hint="eastAsia"/>
          <w:rtl/>
        </w:rPr>
        <w:t>ق</w:t>
      </w:r>
      <w:r w:rsidRPr="0014038B">
        <w:rPr>
          <w:rStyle w:val="libAieChar"/>
          <w:rFonts w:hint="cs"/>
          <w:rtl/>
        </w:rPr>
        <w:t>ْسِ</w:t>
      </w:r>
      <w:r w:rsidRPr="0014038B">
        <w:rPr>
          <w:rStyle w:val="libAieChar"/>
          <w:rtl/>
        </w:rPr>
        <w:t xml:space="preserve"> ال</w:t>
      </w:r>
      <w:r w:rsidRPr="0014038B">
        <w:rPr>
          <w:rStyle w:val="libAieChar"/>
          <w:rFonts w:hint="cs"/>
          <w:rtl/>
        </w:rPr>
        <w:t>ْقُلُوْبَ''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اے</w:t>
      </w:r>
      <w:r w:rsidRPr="0014038B">
        <w:rPr>
          <w:rtl/>
        </w:rPr>
        <w:t xml:space="preserve"> موس</w:t>
      </w:r>
      <w:r w:rsidRPr="0014038B">
        <w:rPr>
          <w:rFonts w:hint="cs"/>
          <w:rtl/>
        </w:rPr>
        <w:t>ی</w:t>
      </w:r>
      <w:r w:rsidRPr="0014038B">
        <w:rPr>
          <w:rtl/>
        </w:rPr>
        <w:t>!مال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کثرت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خوش نہ ہو  اور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کو ترک نہ کرو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مال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کثرت گناہوں کوبھلا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کو ترک کرد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قساوت قلب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 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8166A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8166A4" w:rsidRPr="0014038B" w:rsidRDefault="008166A4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۷۲</w:t>
      </w:r>
      <w:r w:rsidRPr="0014038B">
        <w:rPr>
          <w:rtl/>
        </w:rPr>
        <w:t xml:space="preserve"> ص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۳</w:t>
      </w:r>
      <w:r w:rsidRPr="0014038B">
        <w:rPr>
          <w:rtl/>
        </w:rPr>
        <w:t>۔علل الشرائع: ج</w:t>
      </w:r>
      <w:r w:rsidRPr="0014038B">
        <w:rPr>
          <w:rtl/>
          <w:lang w:bidi="fa-IR"/>
        </w:rPr>
        <w:t>۱</w:t>
      </w:r>
      <w:r w:rsidRPr="0014038B">
        <w:rPr>
          <w:rtl/>
        </w:rPr>
        <w:t>ص</w:t>
      </w:r>
      <w:r w:rsidRPr="0014038B">
        <w:rPr>
          <w:rtl/>
          <w:lang w:bidi="fa-IR"/>
        </w:rPr>
        <w:t>۷۷</w:t>
      </w:r>
    </w:p>
    <w:p w:rsidR="008166A4" w:rsidRPr="0014038B" w:rsidRDefault="008166A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166A4" w:rsidRPr="0014038B" w:rsidRDefault="008166A4" w:rsidP="00CA6D92">
      <w:pPr>
        <w:pStyle w:val="libNormal"/>
        <w:rPr>
          <w:rtl/>
        </w:rPr>
      </w:pPr>
    </w:p>
    <w:p w:rsidR="008166A4" w:rsidRPr="0014038B" w:rsidRDefault="008166A4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کو ترک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انسان پر مسلط ہو جاتا ہے اور اس سے آرام و سکون کو سلب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خداوند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قرآن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فرماتا ہے:</w:t>
      </w:r>
    </w:p>
    <w:p w:rsidR="00CA6D92" w:rsidRPr="0014038B" w:rsidRDefault="00CA6D92" w:rsidP="008166A4">
      <w:pPr>
        <w:pStyle w:val="libNormal"/>
        <w:rPr>
          <w:rtl/>
        </w:rPr>
      </w:pPr>
      <w:r w:rsidRPr="0014038B">
        <w:rPr>
          <w:rStyle w:val="libAieChar"/>
          <w:rtl/>
        </w:rPr>
        <w:t xml:space="preserve">(وَمَن </w:t>
      </w:r>
      <w:r w:rsidRPr="0014038B">
        <w:rPr>
          <w:rStyle w:val="libAieChar"/>
          <w:rFonts w:hint="cs"/>
          <w:rtl/>
        </w:rPr>
        <w:t>یَ</w:t>
      </w:r>
      <w:r w:rsidRPr="0014038B">
        <w:rPr>
          <w:rStyle w:val="libAieChar"/>
          <w:rFonts w:hint="eastAsia"/>
          <w:rtl/>
        </w:rPr>
        <w:t>ع</w:t>
      </w:r>
      <w:r w:rsidRPr="0014038B">
        <w:rPr>
          <w:rStyle w:val="libAieChar"/>
          <w:rFonts w:hint="cs"/>
          <w:rtl/>
        </w:rPr>
        <w:t>ْشُ</w:t>
      </w:r>
      <w:r w:rsidRPr="0014038B">
        <w:rPr>
          <w:rStyle w:val="libAieChar"/>
          <w:rtl/>
        </w:rPr>
        <w:t xml:space="preserve"> عَن ذِک</w:t>
      </w:r>
      <w:r w:rsidRPr="0014038B">
        <w:rPr>
          <w:rStyle w:val="libAieChar"/>
          <w:rFonts w:hint="cs"/>
          <w:rtl/>
        </w:rPr>
        <w:t>ْرِ الرَّحْمَنِ نُقَیِّ</w:t>
      </w:r>
      <w:r w:rsidRPr="0014038B">
        <w:rPr>
          <w:rStyle w:val="libAieChar"/>
          <w:rFonts w:hint="eastAsia"/>
          <w:rtl/>
        </w:rPr>
        <w:t>ض</w:t>
      </w:r>
      <w:r w:rsidRPr="0014038B">
        <w:rPr>
          <w:rStyle w:val="libAieChar"/>
          <w:rFonts w:hint="cs"/>
          <w:rtl/>
        </w:rPr>
        <w:t>ْ</w:t>
      </w:r>
      <w:r w:rsidRPr="0014038B">
        <w:rPr>
          <w:rStyle w:val="libAieChar"/>
          <w:rtl/>
        </w:rPr>
        <w:t xml:space="preserve"> لَ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ُ شَ</w:t>
      </w:r>
      <w:r w:rsidRPr="0014038B">
        <w:rPr>
          <w:rStyle w:val="libAieChar"/>
          <w:rFonts w:hint="cs"/>
          <w:rtl/>
        </w:rPr>
        <w:t>یْْ</w:t>
      </w:r>
      <w:r w:rsidRPr="0014038B">
        <w:rPr>
          <w:rStyle w:val="libAieChar"/>
          <w:rFonts w:hint="eastAsia"/>
          <w:rtl/>
        </w:rPr>
        <w:t>طَاناً</w:t>
      </w:r>
      <w:r w:rsidRPr="0014038B">
        <w:rPr>
          <w:rStyle w:val="libAieChar"/>
          <w:rtl/>
        </w:rPr>
        <w:t xml:space="preserve"> فَ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ُوَ لَ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ُ قَرِ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ن</w:t>
      </w:r>
      <w:r w:rsidRPr="0014038B">
        <w:rPr>
          <w:rStyle w:val="libAieChar"/>
          <w:rtl/>
        </w:rPr>
        <w:t xml:space="preserve"> )</w:t>
      </w:r>
      <w:r w:rsidR="00E546D1" w:rsidRPr="0014038B">
        <w:rPr>
          <w:rStyle w:val="libFootnotenumChar"/>
          <w:rtl/>
        </w:rPr>
        <w:t>(</w:t>
      </w:r>
      <w:r w:rsidR="008166A4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اور</w:t>
      </w:r>
      <w:r w:rsidRPr="0014038B">
        <w:rPr>
          <w:rtl/>
        </w:rPr>
        <w:t xml:space="preserve"> جو شخص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اللہ کے ذکر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سے اندھا ہوجائے گا ہم اس کے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مقرر کرد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جو اس کا ساتھ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ہم 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ہوگا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گناہوں</w:t>
      </w:r>
      <w:r w:rsidRPr="0014038B">
        <w:rPr>
          <w:rtl/>
        </w:rPr>
        <w:t xml:space="preserve"> کو فراموش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نا،قساوت</w:t>
      </w:r>
      <w:r w:rsidRPr="0014038B">
        <w:rPr>
          <w:rtl/>
        </w:rPr>
        <w:t xml:space="preserve"> قلب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کامسلط ہو جانا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خدا کو ترک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نتائج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ہے۔خدا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انسان کو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گرفتار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نجات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اسے اطم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نان</w:t>
      </w:r>
      <w:r w:rsidRPr="0014038B">
        <w:rPr>
          <w:rtl/>
        </w:rPr>
        <w:t xml:space="preserve"> قلب اور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سکون عطا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نکتہ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 کرنا چاہئے کہ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خدا ہے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ذکر خدا سے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ہونے والے اثرات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ذکر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8166A4">
      <w:pPr>
        <w:pStyle w:val="libNormal"/>
        <w:rPr>
          <w:rtl/>
        </w:rPr>
      </w:pPr>
      <w:r w:rsidRPr="0014038B">
        <w:rPr>
          <w:rStyle w:val="libArabicChar"/>
          <w:rtl/>
        </w:rPr>
        <w:t>''اِنَّ ذِک</w:t>
      </w:r>
      <w:r w:rsidRPr="0014038B">
        <w:rPr>
          <w:rStyle w:val="libArabicChar"/>
          <w:rFonts w:hint="cs"/>
          <w:rtl/>
        </w:rPr>
        <w:t>ْرَنٰا مِنْ ذِکْرِ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ِ''</w:t>
      </w:r>
      <w:r w:rsidR="00E546D1" w:rsidRPr="0014038B">
        <w:rPr>
          <w:rStyle w:val="libFootnotenumChar"/>
          <w:rFonts w:hint="cs"/>
          <w:rtl/>
        </w:rPr>
        <w:t>(</w:t>
      </w:r>
      <w:r w:rsidR="008166A4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ہمارا ذکر ،خدا کا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ذکرہے۔</w:t>
      </w:r>
    </w:p>
    <w:p w:rsidR="008166A4" w:rsidRPr="0014038B" w:rsidRDefault="008166A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8166A4" w:rsidRPr="0014038B" w:rsidRDefault="008166A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سورۂ زخرف،آ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36</w:t>
      </w:r>
    </w:p>
    <w:p w:rsidR="008166A4" w:rsidRPr="0014038B" w:rsidRDefault="008166A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۷۵</w:t>
      </w:r>
      <w:r w:rsidRPr="0014038B">
        <w:rPr>
          <w:rtl/>
        </w:rPr>
        <w:t>ص</w:t>
      </w:r>
      <w:r w:rsidRPr="0014038B">
        <w:rPr>
          <w:rtl/>
          <w:lang w:bidi="fa-IR"/>
        </w:rPr>
        <w:t>۴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۸</w:t>
      </w:r>
    </w:p>
    <w:p w:rsidR="008166A4" w:rsidRPr="0014038B" w:rsidRDefault="008166A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166A4" w:rsidRPr="0014038B" w:rsidRDefault="008166A4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صرف ان معصوم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کا ذکر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کرنا چاہئے بلکہ مشکلات اور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سے متوسل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ہونا چاہئے ۔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خاندان نبوت و رسالت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 السلام نجات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بے سہارا لوگوں کے لئے پناہگاہ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۔خاندان رسالت 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 السلام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  بے چاروں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سننے والے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۔وہ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وحشتناک گرداب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پھنسے ہوئے افراد کے لئے نجات کا سامان فراہم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ہم  ان بزرگ اور معصوم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اور مشکلوں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امت کے منج</w:t>
      </w:r>
      <w:r w:rsidRPr="0014038B">
        <w:rPr>
          <w:rFonts w:hint="cs"/>
          <w:rtl/>
        </w:rPr>
        <w:t>ی</w:t>
      </w:r>
      <w:r w:rsidRPr="0014038B">
        <w:rPr>
          <w:rtl/>
        </w:rPr>
        <w:t>(نجات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والا)کے طور پر پہچان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8166A4">
      <w:pPr>
        <w:pStyle w:val="libNormal"/>
        <w:rPr>
          <w:rtl/>
        </w:rPr>
      </w:pPr>
      <w:r w:rsidRPr="0014038B">
        <w:rPr>
          <w:rStyle w:val="libArabicChar"/>
          <w:rtl/>
        </w:rPr>
        <w:t>''أَ</w:t>
      </w:r>
      <w:r w:rsidRPr="0014038B">
        <w:rPr>
          <w:rStyle w:val="libArabicChar"/>
          <w:rFonts w:hint="cs"/>
          <w:rtl/>
        </w:rPr>
        <w:t>یُّ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َا</w:t>
      </w:r>
      <w:r w:rsidRPr="0014038B">
        <w:rPr>
          <w:rStyle w:val="libArabicChar"/>
          <w:rtl/>
        </w:rPr>
        <w:t xml:space="preserve"> النّٰاسُ شُقُّو</w:t>
      </w:r>
      <w:r w:rsidRPr="0014038B">
        <w:rPr>
          <w:rStyle w:val="libArabicChar"/>
          <w:rFonts w:hint="cs"/>
          <w:rtl/>
        </w:rPr>
        <w:t>ْا أَمْوٰاجَ الْفِتَنِ بِسُفُنِ النَّجٰاةِ''</w:t>
      </w:r>
      <w:r w:rsidR="00E546D1" w:rsidRPr="0014038B">
        <w:rPr>
          <w:rStyle w:val="libFootnotenumChar"/>
          <w:rFonts w:hint="cs"/>
          <w:rtl/>
        </w:rPr>
        <w:t>(</w:t>
      </w:r>
      <w:r w:rsidR="008166A4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Fonts w:hint="eastAsia"/>
          <w:rtl/>
        </w:rPr>
        <w:t>اے</w:t>
      </w:r>
      <w:r w:rsidRPr="0014038B">
        <w:rPr>
          <w:rtl/>
        </w:rPr>
        <w:t xml:space="preserve"> لوگو!فتنے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لہروں کو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نجات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سے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دو۔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8166A4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رَکِبَ غَیْ</w:t>
      </w:r>
      <w:r w:rsidRPr="0014038B">
        <w:rPr>
          <w:rStyle w:val="libArabicChar"/>
          <w:rFonts w:hint="eastAsia"/>
          <w:rtl/>
        </w:rPr>
        <w:t>رَسَفِ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نَتِنٰا</w:t>
      </w:r>
      <w:r w:rsidRPr="0014038B">
        <w:rPr>
          <w:rStyle w:val="libArabicChar"/>
          <w:rtl/>
        </w:rPr>
        <w:t xml:space="preserve"> غَرِقَ''</w:t>
      </w:r>
      <w:r w:rsidR="00E546D1" w:rsidRPr="0014038B">
        <w:rPr>
          <w:rStyle w:val="libFootnotenumChar"/>
          <w:rtl/>
        </w:rPr>
        <w:t>(</w:t>
      </w:r>
      <w:r w:rsidR="008166A4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سوا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سوار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وہ غرق ہو جائے گا۔</w:t>
      </w:r>
    </w:p>
    <w:p w:rsidR="008166A4" w:rsidRPr="0014038B" w:rsidRDefault="00CA6D92" w:rsidP="008166A4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انسان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مشکلات حت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اعتقاد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و مشکلات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ورہنما 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چاہئے ورنہ وہ گمراہ ہو جائے گا۔</w:t>
      </w:r>
      <w:r w:rsidR="008166A4" w:rsidRPr="0014038B">
        <w:rPr>
          <w:rFonts w:hint="eastAsia"/>
          <w:rtl/>
        </w:rPr>
        <w:t xml:space="preserve"> حضرت</w:t>
      </w:r>
      <w:r w:rsidR="008166A4" w:rsidRPr="0014038B">
        <w:rPr>
          <w:rtl/>
        </w:rPr>
        <w:t xml:space="preserve"> امام عل</w:t>
      </w:r>
      <w:r w:rsidR="008166A4" w:rsidRPr="0014038B">
        <w:rPr>
          <w:rFonts w:hint="cs"/>
          <w:rtl/>
        </w:rPr>
        <w:t>ی</w:t>
      </w:r>
      <w:r w:rsidR="008166A4" w:rsidRPr="0014038B">
        <w:rPr>
          <w:rtl/>
        </w:rPr>
        <w:t xml:space="preserve"> عل</w:t>
      </w:r>
      <w:r w:rsidR="008166A4" w:rsidRPr="0014038B">
        <w:rPr>
          <w:rFonts w:hint="cs"/>
          <w:rtl/>
        </w:rPr>
        <w:t>ی</w:t>
      </w:r>
      <w:r w:rsidR="008166A4" w:rsidRPr="0014038B">
        <w:rPr>
          <w:rFonts w:hint="eastAsia"/>
          <w:rtl/>
        </w:rPr>
        <w:t>ہ</w:t>
      </w:r>
      <w:r w:rsidR="008166A4" w:rsidRPr="0014038B">
        <w:rPr>
          <w:rtl/>
        </w:rPr>
        <w:t xml:space="preserve"> السلام فرماتے ہ</w:t>
      </w:r>
      <w:r w:rsidR="008166A4" w:rsidRPr="0014038B">
        <w:rPr>
          <w:rFonts w:hint="cs"/>
          <w:rtl/>
        </w:rPr>
        <w:t>ی</w:t>
      </w:r>
      <w:r w:rsidR="008166A4" w:rsidRPr="0014038B">
        <w:rPr>
          <w:rFonts w:hint="eastAsia"/>
          <w:rtl/>
        </w:rPr>
        <w:t>ں</w:t>
      </w:r>
      <w:r w:rsidR="008166A4" w:rsidRPr="0014038B">
        <w:rPr>
          <w:rtl/>
        </w:rPr>
        <w:t>:</w:t>
      </w:r>
    </w:p>
    <w:p w:rsidR="008166A4" w:rsidRPr="0014038B" w:rsidRDefault="008166A4" w:rsidP="008166A4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یَ</w:t>
      </w:r>
      <w:r w:rsidRPr="0014038B">
        <w:rPr>
          <w:rStyle w:val="libArabicChar"/>
          <w:rFonts w:hint="eastAsia"/>
          <w:rtl/>
        </w:rPr>
        <w:t>ط</w:t>
      </w:r>
      <w:r w:rsidRPr="0014038B">
        <w:rPr>
          <w:rStyle w:val="libArabicChar"/>
          <w:rFonts w:hint="cs"/>
          <w:rtl/>
        </w:rPr>
        <w:t>ْلُبِ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ِدٰا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ةَ</w:t>
      </w:r>
      <w:r w:rsidRPr="0014038B">
        <w:rPr>
          <w:rStyle w:val="libArabicChar"/>
          <w:rtl/>
        </w:rPr>
        <w:t xml:space="preserve"> مِن</w:t>
      </w:r>
      <w:r w:rsidRPr="0014038B">
        <w:rPr>
          <w:rStyle w:val="libArabicChar"/>
          <w:rFonts w:hint="cs"/>
          <w:rtl/>
        </w:rPr>
        <w:t>ْ غَیْ</w:t>
      </w:r>
      <w:r w:rsidRPr="0014038B">
        <w:rPr>
          <w:rStyle w:val="libArabicChar"/>
          <w:rFonts w:hint="eastAsia"/>
          <w:rtl/>
        </w:rPr>
        <w:t>رِ</w:t>
      </w:r>
      <w:r w:rsidRPr="0014038B">
        <w:rPr>
          <w:rStyle w:val="libArabicChar"/>
          <w:rtl/>
        </w:rPr>
        <w:t xml:space="preserve"> أَ</w:t>
      </w:r>
      <w:r w:rsidRPr="0014038B">
        <w:rPr>
          <w:rStyle w:val="libArabicChar"/>
          <w:rFonts w:hint="cs"/>
          <w:rtl/>
        </w:rPr>
        <w:t>هْلِهٰا یَ</w:t>
      </w:r>
      <w:r w:rsidRPr="0014038B">
        <w:rPr>
          <w:rStyle w:val="libArabicChar"/>
          <w:rFonts w:hint="eastAsia"/>
          <w:rtl/>
        </w:rPr>
        <w:t>ضِلُّ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Fonts w:hint="cs"/>
          <w:rtl/>
        </w:rPr>
        <w:t>3</w:t>
      </w:r>
      <w:r w:rsidR="00E546D1" w:rsidRPr="0014038B">
        <w:rPr>
          <w:rStyle w:val="libFootnotenumChar"/>
          <w:rtl/>
        </w:rPr>
        <w:t>)</w:t>
      </w: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اہل افراد کے علاوہ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سے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لے گا وہ گمراہ ہوجائے گا۔</w:t>
      </w:r>
    </w:p>
    <w:p w:rsidR="008166A4" w:rsidRPr="0014038B" w:rsidRDefault="008166A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8166A4" w:rsidRPr="0014038B" w:rsidRDefault="008166A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نہج البلاغہ، خطبہ:</w:t>
      </w:r>
      <w:r w:rsidRPr="0014038B">
        <w:rPr>
          <w:rFonts w:hint="cs"/>
          <w:rtl/>
        </w:rPr>
        <w:t>5</w:t>
      </w:r>
    </w:p>
    <w:p w:rsidR="008166A4" w:rsidRPr="0014038B" w:rsidRDefault="008166A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شرح غرر الحکم:ج</w:t>
      </w:r>
      <w:r w:rsidRPr="0014038B">
        <w:rPr>
          <w:rtl/>
          <w:lang w:bidi="fa-IR"/>
        </w:rPr>
        <w:t>۵</w:t>
      </w:r>
      <w:r w:rsidRPr="0014038B">
        <w:rPr>
          <w:rtl/>
        </w:rPr>
        <w:t>ص</w:t>
      </w:r>
      <w:r w:rsidRPr="0014038B">
        <w:rPr>
          <w:rtl/>
          <w:lang w:bidi="fa-IR"/>
        </w:rPr>
        <w:t>۱۸۴</w:t>
      </w:r>
    </w:p>
    <w:p w:rsidR="008166A4" w:rsidRPr="0014038B" w:rsidRDefault="008166A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3</w:t>
      </w:r>
      <w:r w:rsidRPr="0014038B">
        <w:rPr>
          <w:rtl/>
        </w:rPr>
        <w:t>]۔ شرح غرر الحکم:ج</w:t>
      </w:r>
      <w:r w:rsidRPr="0014038B">
        <w:rPr>
          <w:rtl/>
          <w:lang w:bidi="fa-IR"/>
        </w:rPr>
        <w:t>۵</w:t>
      </w:r>
      <w:r w:rsidRPr="0014038B">
        <w:rPr>
          <w:rtl/>
        </w:rPr>
        <w:t>ص</w:t>
      </w:r>
      <w:r w:rsidRPr="0014038B">
        <w:rPr>
          <w:rtl/>
          <w:lang w:bidi="fa-IR"/>
        </w:rPr>
        <w:t>۳۰۸</w:t>
      </w:r>
    </w:p>
    <w:p w:rsidR="008166A4" w:rsidRPr="0014038B" w:rsidRDefault="008166A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166A4" w:rsidRPr="0014038B" w:rsidRDefault="008166A4" w:rsidP="00CA6D92">
      <w:pPr>
        <w:pStyle w:val="libNormal"/>
        <w:rPr>
          <w:rtl/>
        </w:rPr>
      </w:pPr>
    </w:p>
    <w:p w:rsidR="008166A4" w:rsidRPr="0014038B" w:rsidRDefault="008166A4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ان لوگوں کا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حال ہو گا جنہوں نے معاشرے کے پست اور نا اہل افراد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قبول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ا؟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مشکلات،</w:t>
      </w:r>
      <w:r w:rsidRPr="0014038B">
        <w:rPr>
          <w:rtl/>
        </w:rPr>
        <w:t xml:space="preserve"> فتنہ،فساد اور تباہ و برباد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والے طوفان (جب طوفان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خطرناک لہر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 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ہوں)م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اور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کے علاوہ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کا دامن تھامنے والے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و نابود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متمسک ہونا اور ان معصوم  ہستوں سے </w:t>
      </w:r>
      <w:r w:rsidRPr="0014038B">
        <w:rPr>
          <w:rFonts w:hint="eastAsia"/>
          <w:rtl/>
        </w:rPr>
        <w:t>مدد</w:t>
      </w:r>
      <w:r w:rsidRPr="0014038B">
        <w:rPr>
          <w:rtl/>
        </w:rPr>
        <w:t xml:space="preserve"> مانگنا آپ کو 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ہلاکت سے نجات دلا کر ساحل تک پہنچا دے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اگرچہ</w:t>
      </w:r>
      <w:r w:rsidRPr="0014038B">
        <w:rPr>
          <w:rtl/>
        </w:rPr>
        <w:t xml:space="preserve"> سمندر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 مدّوجذرتمام چھوٹ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ساتھ اوپرن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چے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کا طلاطم تمام کشت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غرق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سکتا ۔مص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فتنہ و فساد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جتنے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خطرناک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نہ ہوں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پھر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تمام انسانوں کو نابودنہ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سکتے بلکہ </w:t>
      </w:r>
      <w:r w:rsidRPr="0014038B">
        <w:rPr>
          <w:rFonts w:hint="eastAsia"/>
          <w:rtl/>
        </w:rPr>
        <w:t>کچھ</w:t>
      </w:r>
      <w:r w:rsidRPr="0014038B">
        <w:rPr>
          <w:rtl/>
        </w:rPr>
        <w:t xml:space="preserve"> کو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نجات ساحل تک پہنچا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ملک سعادت را تواند 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خطر  رفتن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بہ</w:t>
      </w:r>
      <w:r w:rsidRPr="0014038B">
        <w:rPr>
          <w:rtl/>
        </w:rPr>
        <w:t xml:space="preserve"> دست خود زآئ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ادب ھرکس عصا دارد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انسانوں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کچھ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افراد موجود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نہ صرف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زمانے کے فتنوں کے سامنے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سپر رہتےہ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 و منزلت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اضافہ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آپ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ہونا پسند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مشکلات اور مصائبکے طوفان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خطرناک لہروں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متمسک ہوجائ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کا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مقام رکھنے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توسل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خود کو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نجات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8166A4" w:rsidRPr="0014038B" w:rsidRDefault="008166A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166A4" w:rsidRPr="0014038B" w:rsidRDefault="008166A4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78" w:name="_Toc386266961"/>
      <w:r w:rsidRPr="0014038B">
        <w:rPr>
          <w:rtl/>
        </w:rPr>
        <w:t>توسل ، قرآن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bookmarkEnd w:id="78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مشکلات اور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متوسل ہوں اور اس خاندان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مانہ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سے استفادہ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۔حضرت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موس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الرضا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B7497D">
      <w:pPr>
        <w:pStyle w:val="libNormal"/>
        <w:rPr>
          <w:rtl/>
        </w:rPr>
      </w:pPr>
      <w:r w:rsidRPr="0014038B">
        <w:rPr>
          <w:rStyle w:val="libArabicChar"/>
          <w:rtl/>
        </w:rPr>
        <w:t>''اذٰا نَزَلَت</w:t>
      </w:r>
      <w:r w:rsidRPr="0014038B">
        <w:rPr>
          <w:rStyle w:val="libArabicChar"/>
          <w:rFonts w:hint="cs"/>
          <w:rtl/>
        </w:rPr>
        <w:t>ْ بِکُمْ شِدَّةً فَاسْتَعِیْ</w:t>
      </w:r>
      <w:r w:rsidRPr="0014038B">
        <w:rPr>
          <w:rStyle w:val="libArabicChar"/>
          <w:rFonts w:hint="eastAsia"/>
          <w:rtl/>
        </w:rPr>
        <w:t>نُوا</w:t>
      </w:r>
      <w:r w:rsidRPr="0014038B">
        <w:rPr>
          <w:rStyle w:val="libArabicChar"/>
          <w:rtl/>
        </w:rPr>
        <w:t xml:space="preserve"> بَنٰا عَلَ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ِ،وَ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ُوَ قَو</w:t>
      </w:r>
      <w:r w:rsidRPr="0014038B">
        <w:rPr>
          <w:rStyle w:val="libArabicChar"/>
          <w:rFonts w:hint="cs"/>
          <w:rtl/>
        </w:rPr>
        <w:t>ْلُ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ِ:</w:t>
      </w:r>
      <w:r w:rsidR="00B7497D" w:rsidRPr="0014038B">
        <w:rPr>
          <w:rStyle w:val="libAieChar"/>
          <w:rFonts w:hint="cs"/>
          <w:rtl/>
        </w:rPr>
        <w:t>(وَلِلّه</w:t>
      </w:r>
      <w:r w:rsidRPr="0014038B">
        <w:rPr>
          <w:rStyle w:val="libAieChar"/>
          <w:rFonts w:hint="cs"/>
          <w:rtl/>
        </w:rPr>
        <w:t>ِ الأَسْمَاء  الْحُسْنَی</w:t>
      </w:r>
      <w:r w:rsidRPr="0014038B">
        <w:rPr>
          <w:rStyle w:val="libAieChar"/>
          <w:rtl/>
        </w:rPr>
        <w:t xml:space="preserve"> فَاد</w:t>
      </w:r>
      <w:r w:rsidRPr="0014038B">
        <w:rPr>
          <w:rStyle w:val="libAieChar"/>
          <w:rFonts w:hint="cs"/>
          <w:rtl/>
        </w:rPr>
        <w:t>ْعُ</w:t>
      </w:r>
      <w:r w:rsidR="00B7497D" w:rsidRPr="0014038B">
        <w:rPr>
          <w:rStyle w:val="libAieChar"/>
          <w:rFonts w:hint="cs"/>
          <w:rtl/>
        </w:rPr>
        <w:t>وه</w:t>
      </w:r>
      <w:r w:rsidRPr="0014038B">
        <w:rPr>
          <w:rStyle w:val="libAieChar"/>
          <w:rFonts w:hint="cs"/>
          <w:rtl/>
        </w:rPr>
        <w:t>ُ بِ</w:t>
      </w:r>
      <w:r w:rsidR="00B7497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 xml:space="preserve">ا 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Style w:val="libArabicChar"/>
          <w:rFonts w:hint="cs"/>
          <w:rtl/>
        </w:rPr>
        <w:t>قٰالَ:قٰالَ اَبُو عَبْدِ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عَلَیْ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السلام:نَح</w:t>
      </w:r>
      <w:r w:rsidRPr="0014038B">
        <w:rPr>
          <w:rStyle w:val="libArabicChar"/>
          <w:rFonts w:hint="cs"/>
          <w:rtl/>
        </w:rPr>
        <w:t>ْنُ وَاللّٰ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اْلاَسْمٰائُ الْحُسْنَی</w:t>
      </w:r>
      <w:r w:rsidRPr="0014038B">
        <w:rPr>
          <w:rStyle w:val="libArabicChar"/>
          <w:rtl/>
        </w:rPr>
        <w:t xml:space="preserve"> الَّذِ لاٰ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ق</w:t>
      </w:r>
      <w:r w:rsidRPr="0014038B">
        <w:rPr>
          <w:rStyle w:val="libArabicChar"/>
          <w:rFonts w:hint="cs"/>
          <w:rtl/>
        </w:rPr>
        <w:t>ْبَلُ</w:t>
      </w:r>
      <w:r w:rsidRPr="0014038B">
        <w:rPr>
          <w:rStyle w:val="libArabicChar"/>
          <w:rtl/>
        </w:rPr>
        <w:t xml:space="preserve"> م</w:t>
      </w:r>
      <w:r w:rsidRPr="0014038B">
        <w:rPr>
          <w:rStyle w:val="libArabicChar"/>
          <w:rFonts w:hint="eastAsia"/>
          <w:rtl/>
        </w:rPr>
        <w:t>ِن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أَحَدٍ اِلاّٰ بِمَع</w:t>
      </w:r>
      <w:r w:rsidRPr="0014038B">
        <w:rPr>
          <w:rStyle w:val="libArabicChar"/>
          <w:rFonts w:hint="cs"/>
          <w:rtl/>
        </w:rPr>
        <w:t>ْرِفَتِنٰا قٰالَ:فَادْعُوْ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سخت 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ہو جاؤ تو ہمارے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سے خدا سے مدد مانگو۔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کے فرمان کا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خدا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''اور اللہ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نام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لہذا اسے ان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پکارو''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پھر</w:t>
      </w:r>
      <w:r w:rsidRPr="0014038B">
        <w:rPr>
          <w:rtl/>
        </w:rPr>
        <w:t xml:space="preserve"> حضرت امام رضا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اکہ</w:t>
      </w:r>
      <w:r w:rsidRPr="0014038B">
        <w:rPr>
          <w:rtl/>
        </w:rPr>
        <w:t xml:space="preserve"> حضرت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ہم خدا کے وہ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نام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عمل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قبول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سکتا مگر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سے۔پھر حضرت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کو ان کے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لے</w:t>
      </w:r>
      <w:r w:rsidRPr="0014038B">
        <w:rPr>
          <w:rtl/>
        </w:rPr>
        <w:t xml:space="preserve"> سے پکارو۔</w:t>
      </w:r>
    </w:p>
    <w:p w:rsidR="00B7497D" w:rsidRPr="0014038B" w:rsidRDefault="00B7497D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B7497D" w:rsidRPr="0014038B" w:rsidRDefault="00B7497D" w:rsidP="00E546D1">
      <w:pPr>
        <w:pStyle w:val="libFootnote0"/>
        <w:rPr>
          <w:rtl/>
        </w:rPr>
      </w:pPr>
      <w:r w:rsidRPr="0014038B">
        <w:rPr>
          <w:rtl/>
        </w:rPr>
        <w:t>[1]۔ سورۂ اعراف،آ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180</w:t>
      </w:r>
    </w:p>
    <w:p w:rsidR="00B7497D" w:rsidRPr="0014038B" w:rsidRDefault="00B7497D" w:rsidP="00E546D1">
      <w:pPr>
        <w:pStyle w:val="libFootnote0"/>
        <w:rPr>
          <w:rtl/>
        </w:rPr>
      </w:pPr>
      <w:r w:rsidRPr="0014038B">
        <w:rPr>
          <w:rtl/>
        </w:rPr>
        <w:t>[2]۔ بحار الانوار:ج</w:t>
      </w:r>
      <w:r w:rsidRPr="0014038B">
        <w:rPr>
          <w:rtl/>
          <w:lang w:bidi="fa-IR"/>
        </w:rPr>
        <w:t>۹۴</w:t>
      </w:r>
      <w:r w:rsidRPr="0014038B">
        <w:rPr>
          <w:rtl/>
        </w:rPr>
        <w:t>ص</w:t>
      </w:r>
      <w:r w:rsidRPr="0014038B">
        <w:rPr>
          <w:rFonts w:hint="cs"/>
          <w:rtl/>
        </w:rPr>
        <w:t>6،تفسی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اش</w:t>
      </w:r>
      <w:r w:rsidRPr="0014038B">
        <w:rPr>
          <w:rFonts w:hint="cs"/>
          <w:rtl/>
        </w:rPr>
        <w:t>ی</w:t>
      </w:r>
      <w:r w:rsidRPr="0014038B">
        <w:rPr>
          <w:rtl/>
        </w:rPr>
        <w:t>: 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۴۲</w:t>
      </w:r>
    </w:p>
    <w:p w:rsidR="00B7497D" w:rsidRPr="0014038B" w:rsidRDefault="00B7497D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B7497D" w:rsidRPr="0014038B" w:rsidRDefault="00B7497D" w:rsidP="00CA6D92">
      <w:pPr>
        <w:pStyle w:val="libNormal"/>
        <w:rPr>
          <w:rtl/>
        </w:rPr>
      </w:pPr>
    </w:p>
    <w:p w:rsidR="00B7497D" w:rsidRPr="0014038B" w:rsidRDefault="00B7497D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خدا کے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نام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دور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 xml:space="preserve"> اللہ الاعظم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اس کا مجسم نمونہ اور ہم پر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کا مظہر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کرنا چاہئے اور اس ہست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سے توسل کرکے خدا کا تقرب حاصل کرنا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قرآن</w:t>
      </w:r>
      <w:r w:rsidRPr="0014038B">
        <w:rPr>
          <w:rtl/>
        </w:rPr>
        <w:t xml:space="preserve">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پروردگار عالم کا ارشاد ہے:</w:t>
      </w:r>
    </w:p>
    <w:p w:rsidR="00CA6D92" w:rsidRPr="0014038B" w:rsidRDefault="00CA6D92" w:rsidP="00B7497D">
      <w:pPr>
        <w:pStyle w:val="libNormal"/>
        <w:rPr>
          <w:rtl/>
        </w:rPr>
      </w:pPr>
      <w:r w:rsidRPr="0014038B">
        <w:rPr>
          <w:rStyle w:val="libAieChar"/>
          <w:rtl/>
        </w:rPr>
        <w:t>(</w:t>
      </w:r>
      <w:r w:rsidRPr="0014038B">
        <w:rPr>
          <w:rStyle w:val="libAieChar"/>
          <w:rFonts w:hint="cs"/>
          <w:rtl/>
        </w:rPr>
        <w:t>یَ</w:t>
      </w:r>
      <w:r w:rsidRPr="0014038B">
        <w:rPr>
          <w:rStyle w:val="libAieChar"/>
          <w:rFonts w:hint="eastAsia"/>
          <w:rtl/>
        </w:rPr>
        <w:t>ا</w:t>
      </w:r>
      <w:r w:rsidRPr="0014038B">
        <w:rPr>
          <w:rStyle w:val="libAieChar"/>
          <w:rtl/>
        </w:rPr>
        <w:t xml:space="preserve"> أَ</w:t>
      </w:r>
      <w:r w:rsidRPr="0014038B">
        <w:rPr>
          <w:rStyle w:val="libAieChar"/>
          <w:rFonts w:hint="cs"/>
          <w:rtl/>
        </w:rPr>
        <w:t>یُّ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eastAsia"/>
          <w:rtl/>
        </w:rPr>
        <w:t>َا</w:t>
      </w:r>
      <w:r w:rsidRPr="0014038B">
        <w:rPr>
          <w:rStyle w:val="libAieChar"/>
          <w:rtl/>
        </w:rPr>
        <w:t xml:space="preserve"> الَّذِ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نَ</w:t>
      </w:r>
      <w:r w:rsidRPr="0014038B">
        <w:rPr>
          <w:rStyle w:val="libAieChar"/>
          <w:rtl/>
        </w:rPr>
        <w:t xml:space="preserve"> آمَنُوا</w:t>
      </w:r>
      <w:r w:rsidRPr="0014038B">
        <w:rPr>
          <w:rStyle w:val="libAieChar"/>
          <w:rFonts w:hint="cs"/>
          <w:rtl/>
        </w:rPr>
        <w:t>ْ اتَّقُواْ اللّ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َ وَابْتَغُواْ ِلَیْ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eastAsia"/>
          <w:rtl/>
        </w:rPr>
        <w:t>ِ</w:t>
      </w:r>
      <w:r w:rsidRPr="0014038B">
        <w:rPr>
          <w:rStyle w:val="libAieChar"/>
          <w:rtl/>
        </w:rPr>
        <w:t xml:space="preserve"> ال</w:t>
      </w:r>
      <w:r w:rsidRPr="0014038B">
        <w:rPr>
          <w:rStyle w:val="libAieChar"/>
          <w:rFonts w:hint="cs"/>
          <w:rtl/>
        </w:rPr>
        <w:t>ْوَسِیْ</w:t>
      </w:r>
      <w:r w:rsidRPr="0014038B">
        <w:rPr>
          <w:rStyle w:val="libAieChar"/>
          <w:rFonts w:hint="eastAsia"/>
          <w:rtl/>
        </w:rPr>
        <w:t>لَةَ</w:t>
      </w:r>
      <w:r w:rsidRPr="0014038B">
        <w:rPr>
          <w:rStyle w:val="libAieChar"/>
          <w:rtl/>
        </w:rPr>
        <w:t xml:space="preserve"> وَجَا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ِدُوا</w:t>
      </w:r>
      <w:r w:rsidRPr="0014038B">
        <w:rPr>
          <w:rStyle w:val="libAieChar"/>
          <w:rFonts w:hint="cs"/>
          <w:rtl/>
        </w:rPr>
        <w:t>ْ فِیْ</w:t>
      </w:r>
      <w:r w:rsidRPr="0014038B">
        <w:rPr>
          <w:rStyle w:val="libAieChar"/>
          <w:rtl/>
        </w:rPr>
        <w:t xml:space="preserve"> سَبِ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لِ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eastAsia"/>
          <w:rtl/>
        </w:rPr>
        <w:t>ِ</w:t>
      </w:r>
      <w:r w:rsidRPr="0014038B">
        <w:rPr>
          <w:rStyle w:val="libAieChar"/>
          <w:rtl/>
        </w:rPr>
        <w:t xml:space="preserve"> لَعَلَّکُم</w:t>
      </w:r>
      <w:r w:rsidRPr="0014038B">
        <w:rPr>
          <w:rStyle w:val="libAieChar"/>
          <w:rFonts w:hint="cs"/>
          <w:rtl/>
        </w:rPr>
        <w:t>ْ تُفْلِحُونَ)</w:t>
      </w:r>
      <w:r w:rsidR="00E546D1" w:rsidRPr="0014038B">
        <w:rPr>
          <w:rStyle w:val="libFootnotenumChar"/>
          <w:rFonts w:hint="cs"/>
          <w:rtl/>
        </w:rPr>
        <w:t>(</w:t>
      </w:r>
      <w:r w:rsidR="00B7497D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والو اللہ سے ڈرو اور اس تک پہنچے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تلاش کرو اوراس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جہاد کرو کہ شا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اس طرح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ہوجا ؤ۔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توسّل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عالم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مددطلب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بزرگ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حاصل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B7497D" w:rsidRPr="0014038B" w:rsidRDefault="00B7497D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B7497D" w:rsidRPr="0014038B">
        <w:rPr>
          <w:rFonts w:hint="cs"/>
          <w:rtl/>
        </w:rPr>
        <w:t>1</w:t>
      </w:r>
      <w:r w:rsidRPr="0014038B">
        <w:rPr>
          <w:rtl/>
        </w:rPr>
        <w:t>]۔ سورۂ امائدہ،آ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35</w:t>
      </w:r>
    </w:p>
    <w:p w:rsidR="00B7497D" w:rsidRPr="0014038B" w:rsidRDefault="00B7497D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B7497D" w:rsidRPr="0014038B" w:rsidRDefault="00B7497D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79" w:name="_Toc386266962"/>
      <w:r w:rsidRPr="0014038B">
        <w:rPr>
          <w:rtl/>
        </w:rPr>
        <w:t>دعاؤں اور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توسّل</w:t>
      </w:r>
      <w:bookmarkEnd w:id="79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لوگوں</w:t>
      </w:r>
      <w:r w:rsidRPr="0014038B">
        <w:rPr>
          <w:rtl/>
        </w:rPr>
        <w:t xml:space="preserve"> نے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توسّل کے اس قدر نتائج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کہ ناقابل انکار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تمام محب 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مشکلات 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توسّل سے حل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وہ دوسروں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حاجات کے مستجاب ہونے کے  شاہد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توسّل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حل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کا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اعتبار سے حل ہونا ممکن 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توسّل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نہ صرف قرآن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اور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کا حکم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بلکہ عاؤں اور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ارتوں</w:t>
      </w:r>
      <w:r w:rsidRPr="0014038B">
        <w:rPr>
          <w:rtl/>
        </w:rPr>
        <w:t xml:space="preserve"> کے ضمن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توسّل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دعوت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ہے۔اب اس کے دو نمونے ذکر کرنے پر اکتفا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1۔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عرض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''اَتَوَسَّلُ اِلَ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بِکَ فِ</w:t>
      </w:r>
      <w:r w:rsidRPr="0014038B">
        <w:rPr>
          <w:rStyle w:val="libArabicChar"/>
          <w:rFonts w:hint="cs"/>
          <w:rtl/>
        </w:rPr>
        <w:t>ْحَوٰائِجِیْ</w:t>
      </w:r>
      <w:r w:rsidRPr="0014038B">
        <w:rPr>
          <w:rStyle w:val="libArabicChar"/>
          <w:rtl/>
        </w:rPr>
        <w:t xml:space="preserve"> مِن</w:t>
      </w:r>
      <w:r w:rsidRPr="0014038B">
        <w:rPr>
          <w:rStyle w:val="libArabicChar"/>
          <w:rFonts w:hint="cs"/>
          <w:rtl/>
        </w:rPr>
        <w:t>ْ أَمْرِ آخِرَتِْ وَ دُْنْیٰ</w:t>
      </w:r>
      <w:r w:rsidRPr="0014038B">
        <w:rPr>
          <w:rStyle w:val="libArabicChar"/>
          <w:rFonts w:hint="eastAsia"/>
          <w:rtl/>
        </w:rPr>
        <w:t>اَ</w:t>
      </w:r>
      <w:r w:rsidRPr="0014038B">
        <w:rPr>
          <w:rStyle w:val="libArabicChar"/>
          <w:rtl/>
        </w:rPr>
        <w:t xml:space="preserve"> وَ بِکَ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تَوَسَّلُ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ْمُتَوَسِّلُوْنَ اِلَی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فِ حَوٰائِجِ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ِم</w:t>
      </w:r>
      <w:r w:rsidRPr="0014038B">
        <w:rPr>
          <w:rStyle w:val="libArabicChar"/>
          <w:rFonts w:hint="cs"/>
          <w:rtl/>
        </w:rPr>
        <w:t>ْ''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حاجتوں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ںچاہے</w:t>
      </w:r>
      <w:r w:rsidRPr="0014038B">
        <w:rPr>
          <w:rtl/>
        </w:rPr>
        <w:t xml:space="preserve"> وہ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ہوں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ااخرو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کے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سے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متوسل ہوتا ہوں اور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متوسل ہونے والے سب کے سب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 کے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توسل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516FCB" w:rsidRPr="0014038B" w:rsidRDefault="00516FCB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16FCB" w:rsidRPr="0014038B" w:rsidRDefault="00516FCB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Fonts w:hint="cs"/>
          <w:rtl/>
        </w:rPr>
        <w:t>101ص168</w:t>
      </w:r>
    </w:p>
    <w:p w:rsidR="00516FCB" w:rsidRPr="0014038B" w:rsidRDefault="00516FCB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16FCB" w:rsidRPr="0014038B" w:rsidRDefault="00516FCB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متوسّل ہونا اور آپ کے لئے 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 عزادار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کرنا سب لوگوں کے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کھلا باب ہے حت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گناہوں سے آلودہ اور اپنے رفتار و کردار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افراد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رخ کرسکتے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آنحضرت تمام گناہگاروں کو بخشن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والے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جان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مظلوم امام  سارے بے سہارا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دلجوئ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دلنواز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2۔ روز عرفہ کے دن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پڑھتے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516FCB">
      <w:pPr>
        <w:pStyle w:val="libNormal"/>
        <w:rPr>
          <w:rtl/>
        </w:rPr>
      </w:pPr>
      <w:r w:rsidRPr="0014038B">
        <w:rPr>
          <w:rStyle w:val="libArabicChar"/>
          <w:rtl/>
        </w:rPr>
        <w:t>''.....أَس</w:t>
      </w:r>
      <w:r w:rsidRPr="0014038B">
        <w:rPr>
          <w:rStyle w:val="libArabicChar"/>
          <w:rFonts w:hint="cs"/>
          <w:rtl/>
        </w:rPr>
        <w:t>ْئَلُکَ بِحَقِّ مُحَمَّدٍ نَبِیِّ</w:t>
      </w:r>
      <w:r w:rsidRPr="0014038B">
        <w:rPr>
          <w:rStyle w:val="libArabicChar"/>
          <w:rFonts w:hint="eastAsia"/>
          <w:rtl/>
        </w:rPr>
        <w:t>کَ</w:t>
      </w:r>
      <w:r w:rsidRPr="0014038B">
        <w:rPr>
          <w:rStyle w:val="libArabicChar"/>
          <w:rtl/>
        </w:rPr>
        <w:t xml:space="preserve"> وَ آلِ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الطّٰا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ِرِ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وَ اَتَوَسَّلُ اِلَ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کَ</w:t>
      </w:r>
      <w:r w:rsidRPr="0014038B">
        <w:rPr>
          <w:rStyle w:val="libArabicChar"/>
          <w:rtl/>
        </w:rPr>
        <w:t xml:space="preserve"> بِا</w:t>
      </w:r>
      <w:r w:rsidRPr="0014038B">
        <w:rPr>
          <w:rStyle w:val="libArabicChar"/>
          <w:rFonts w:hint="cs"/>
          <w:rtl/>
        </w:rPr>
        <w:t>ْلآئِمَّةِ الَّذِیْ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اِخ</w:t>
      </w:r>
      <w:r w:rsidRPr="0014038B">
        <w:rPr>
          <w:rStyle w:val="libArabicChar"/>
          <w:rFonts w:hint="cs"/>
          <w:rtl/>
        </w:rPr>
        <w:t>ْتَرْتَ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لِسِرِّکَ وَ اطَّلَعْتَ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عَلٰی</w:t>
      </w:r>
      <w:r w:rsidRPr="0014038B">
        <w:rPr>
          <w:rStyle w:val="libArabicChar"/>
          <w:rtl/>
        </w:rPr>
        <w:t xml:space="preserve"> وَح</w:t>
      </w:r>
      <w:r w:rsidRPr="0014038B">
        <w:rPr>
          <w:rStyle w:val="libArabicChar"/>
          <w:rFonts w:hint="cs"/>
          <w:rtl/>
        </w:rPr>
        <w:t>ْیِ</w:t>
      </w:r>
      <w:r w:rsidRPr="0014038B">
        <w:rPr>
          <w:rStyle w:val="libArabicChar"/>
          <w:rFonts w:hint="eastAsia"/>
          <w:rtl/>
        </w:rPr>
        <w:t>کَ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516FCB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  <w:r w:rsidRPr="0014038B">
        <w:rPr>
          <w:rFonts w:hint="eastAsia"/>
          <w:rtl/>
        </w:rPr>
        <w:t>خدا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!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تجھ سے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حضرت محمد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پاک آل کے حق سے سوال کرتا ہوں اور تجھ سے اس امام کے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سے متوسّل ہوتا ہوں جسے تونے اپنے سرّ کے لئے منتخب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آگاہ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516FCB" w:rsidRPr="0014038B" w:rsidRDefault="00CA6D92" w:rsidP="00516FCB">
      <w:pPr>
        <w:pStyle w:val="libNormal"/>
        <w:rPr>
          <w:rtl/>
        </w:rPr>
      </w:pPr>
      <w:r w:rsidRPr="0014038B">
        <w:rPr>
          <w:rFonts w:hint="eastAsia"/>
          <w:rtl/>
        </w:rPr>
        <w:t>مکتب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روکار</w:t>
      </w:r>
      <w:r w:rsidRPr="0014038B">
        <w:rPr>
          <w:rtl/>
        </w:rPr>
        <w:t xml:space="preserve"> نہ صرف ان بزرگ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اور شف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توسّلات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توجہات اور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حاصل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ںبلکہ</w:t>
      </w:r>
      <w:r w:rsidRPr="0014038B">
        <w:rPr>
          <w:rtl/>
        </w:rPr>
        <w:t xml:space="preserve"> ان بزرگوں کے اسم سے متوسّل ہو کر ان کے نام کو خداکے تقرب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="00516FCB" w:rsidRPr="0014038B">
        <w:rPr>
          <w:rFonts w:hint="eastAsia"/>
          <w:rtl/>
        </w:rPr>
        <w:t xml:space="preserve"> ہم</w:t>
      </w:r>
      <w:r w:rsidR="00516FCB" w:rsidRPr="0014038B">
        <w:rPr>
          <w:rtl/>
        </w:rPr>
        <w:t xml:space="preserve"> حضرت امام رضا عل</w:t>
      </w:r>
      <w:r w:rsidR="00516FCB" w:rsidRPr="0014038B">
        <w:rPr>
          <w:rFonts w:hint="cs"/>
          <w:rtl/>
        </w:rPr>
        <w:t>ی</w:t>
      </w:r>
      <w:r w:rsidR="00516FCB" w:rsidRPr="0014038B">
        <w:rPr>
          <w:rFonts w:hint="eastAsia"/>
          <w:rtl/>
        </w:rPr>
        <w:t>ہ</w:t>
      </w:r>
      <w:r w:rsidR="00516FCB" w:rsidRPr="0014038B">
        <w:rPr>
          <w:rtl/>
        </w:rPr>
        <w:t xml:space="preserve"> السلام ک</w:t>
      </w:r>
      <w:r w:rsidR="00516FCB" w:rsidRPr="0014038B">
        <w:rPr>
          <w:rFonts w:hint="cs"/>
          <w:rtl/>
        </w:rPr>
        <w:t>ی</w:t>
      </w:r>
      <w:r w:rsidR="00516FCB" w:rsidRPr="0014038B">
        <w:rPr>
          <w:rtl/>
        </w:rPr>
        <w:t xml:space="preserve"> ز</w:t>
      </w:r>
      <w:r w:rsidR="00516FCB" w:rsidRPr="0014038B">
        <w:rPr>
          <w:rFonts w:hint="cs"/>
          <w:rtl/>
        </w:rPr>
        <w:t>ی</w:t>
      </w:r>
      <w:r w:rsidR="00516FCB" w:rsidRPr="0014038B">
        <w:rPr>
          <w:rFonts w:hint="eastAsia"/>
          <w:rtl/>
        </w:rPr>
        <w:t>ارت</w:t>
      </w:r>
      <w:r w:rsidR="00516FCB" w:rsidRPr="0014038B">
        <w:rPr>
          <w:rtl/>
        </w:rPr>
        <w:t xml:space="preserve"> م</w:t>
      </w:r>
      <w:r w:rsidR="00516FCB" w:rsidRPr="0014038B">
        <w:rPr>
          <w:rFonts w:hint="cs"/>
          <w:rtl/>
        </w:rPr>
        <w:t>ی</w:t>
      </w:r>
      <w:r w:rsidR="00516FCB" w:rsidRPr="0014038B">
        <w:rPr>
          <w:rFonts w:hint="eastAsia"/>
          <w:rtl/>
        </w:rPr>
        <w:t>ں</w:t>
      </w:r>
      <w:r w:rsidR="00516FCB" w:rsidRPr="0014038B">
        <w:rPr>
          <w:rtl/>
        </w:rPr>
        <w:t xml:space="preserve"> پڑھتے ہ</w:t>
      </w:r>
      <w:r w:rsidR="00516FCB" w:rsidRPr="0014038B">
        <w:rPr>
          <w:rFonts w:hint="cs"/>
          <w:rtl/>
        </w:rPr>
        <w:t>ی</w:t>
      </w:r>
      <w:r w:rsidR="00516FCB" w:rsidRPr="0014038B">
        <w:rPr>
          <w:rFonts w:hint="eastAsia"/>
          <w:rtl/>
        </w:rPr>
        <w:t>ں</w:t>
      </w:r>
      <w:r w:rsidR="00516FCB" w:rsidRPr="0014038B">
        <w:rPr>
          <w:rtl/>
        </w:rPr>
        <w:t>:</w:t>
      </w:r>
    </w:p>
    <w:p w:rsidR="00516FCB" w:rsidRPr="0014038B" w:rsidRDefault="00516FCB" w:rsidP="00516FCB">
      <w:pPr>
        <w:pStyle w:val="libNormal"/>
        <w:rPr>
          <w:rtl/>
        </w:rPr>
      </w:pPr>
      <w:r w:rsidRPr="0014038B">
        <w:rPr>
          <w:rStyle w:val="libArabicChar"/>
          <w:rtl/>
        </w:rPr>
        <w:t>''اَلسَّلاٰمُ عَلٰ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مَن</w:t>
      </w:r>
      <w:r w:rsidRPr="0014038B">
        <w:rPr>
          <w:rStyle w:val="libArabicChar"/>
          <w:rFonts w:hint="cs"/>
          <w:rtl/>
        </w:rPr>
        <w:t>ْ أَسْمٰائُهُمْ وَسِیْ</w:t>
      </w:r>
      <w:r w:rsidRPr="0014038B">
        <w:rPr>
          <w:rStyle w:val="libArabicChar"/>
          <w:rFonts w:hint="eastAsia"/>
          <w:rtl/>
        </w:rPr>
        <w:t>لَةُ</w:t>
      </w:r>
      <w:r w:rsidRPr="0014038B">
        <w:rPr>
          <w:rStyle w:val="libArabicChar"/>
          <w:rtl/>
        </w:rPr>
        <w:t xml:space="preserve"> السّٰائِلِ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وَ </w:t>
      </w:r>
      <w:r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َ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اکِلُ</w:t>
      </w:r>
      <w:r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أَمٰانُ ال</w:t>
      </w:r>
      <w:r w:rsidRPr="0014038B">
        <w:rPr>
          <w:rStyle w:val="libArabicChar"/>
          <w:rFonts w:hint="cs"/>
          <w:rtl/>
        </w:rPr>
        <w:t>ْمَخْلُوْقِیْ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وَ حُجَجُ</w:t>
      </w:r>
      <w:r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ُم</w:t>
      </w:r>
      <w:r w:rsidRPr="0014038B">
        <w:rPr>
          <w:rStyle w:val="libArabicChar"/>
          <w:rFonts w:hint="cs"/>
          <w:rtl/>
        </w:rPr>
        <w:t>ْ اِبْطٰالُ شُبَهِ الْمُلْحِدِیْ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>.....''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پر سلام ہو جن کے اسماء سوال کرنے والوں کے لئے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جن کا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کر</w:t>
      </w:r>
      <w:r w:rsidRPr="0014038B">
        <w:rPr>
          <w:rtl/>
        </w:rPr>
        <w:t xml:space="preserve"> مخلوق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لئے امان ہے اور جن کا استدلال ملحد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شبہہ کو باطل کرنے والا ہے۔</w:t>
      </w:r>
    </w:p>
    <w:p w:rsidR="00516FCB" w:rsidRPr="0014038B" w:rsidRDefault="00516FCB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16FCB" w:rsidRPr="0014038B" w:rsidRDefault="00516FCB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="0014038B" w:rsidRPr="0014038B">
        <w:rPr>
          <w:rFonts w:hint="cs"/>
          <w:rtl/>
        </w:rPr>
        <w:t>9</w:t>
      </w:r>
      <w:r w:rsidRPr="0014038B">
        <w:rPr>
          <w:rFonts w:hint="cs"/>
          <w:rtl/>
        </w:rPr>
        <w:t>8ص231</w:t>
      </w:r>
    </w:p>
    <w:p w:rsidR="00516FCB" w:rsidRPr="0014038B" w:rsidRDefault="00516FCB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101ص168</w:t>
      </w:r>
    </w:p>
    <w:p w:rsidR="00516FCB" w:rsidRPr="0014038B" w:rsidRDefault="00516FCB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516FCB" w:rsidRPr="0014038B" w:rsidRDefault="00516FCB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اسماء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تقرب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محبان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برپا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مجالس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کے اسماء کا ذکر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کے ورد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اپنے قلوب کو منور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۔ہمارے بزرگ 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صرف ان معصوم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اسماء سے مستف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درگاہ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تربت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تبرّک کے طور پر استفادہ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اپنے درد کا مداوا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محدث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لکھتے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:مرحوم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نعمت اللہ جزائر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اپنے زمانۂ تحص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کے اوائل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فقر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مطالعہ کے لئے چراغ جلانے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استطاعت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رکھتے تھے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وہ چاند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استفادہ کرتے تھے ۔چاند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کثرت مطالعہ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کمز</w:t>
      </w:r>
      <w:r w:rsidRPr="0014038B">
        <w:rPr>
          <w:rFonts w:hint="eastAsia"/>
          <w:rtl/>
        </w:rPr>
        <w:t>ور</w:t>
      </w:r>
      <w:r w:rsidRPr="0014038B">
        <w:rPr>
          <w:rtl/>
        </w:rPr>
        <w:t xml:space="preserve"> ہو گئ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آنکھوں کے نور کے لئے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اور عراق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دوسرے آئمہ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روضوں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خاک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آنکھوں پر ملتے تھے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برکت سے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انکھوں کا نور ٹھ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516FCB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کے بعد وہ لکھتے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:جب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لکھنے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کمزور ہو جات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آئمہ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حرم سے استفادہ کرتا ہوںاور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احاد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</w:t>
      </w:r>
      <w:r w:rsidRPr="0014038B">
        <w:rPr>
          <w:rtl/>
        </w:rPr>
        <w:t xml:space="preserve"> و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انکھوں سے لگاتا ہوں ۔الحمد اللہ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آنکھوں کا نو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بالکل ٹھ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ہے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کرتا ہوں کہ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 آخرت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برکتوں سے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روشن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="00516FCB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516FCB" w:rsidRPr="0014038B" w:rsidRDefault="00516FCB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516FCB" w:rsidRPr="0014038B">
        <w:rPr>
          <w:rFonts w:hint="cs"/>
          <w:rtl/>
        </w:rPr>
        <w:t>1</w:t>
      </w:r>
      <w:r w:rsidRPr="0014038B">
        <w:rPr>
          <w:rtl/>
        </w:rPr>
        <w:t>]۔ فوائد الرضو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محدث قم</w:t>
      </w:r>
      <w:r w:rsidRPr="0014038B">
        <w:rPr>
          <w:rFonts w:hint="cs"/>
          <w:rtl/>
        </w:rPr>
        <w:t>ی</w:t>
      </w:r>
      <w:r w:rsidRPr="0014038B">
        <w:rPr>
          <w:rtl/>
        </w:rPr>
        <w:t>:</w:t>
      </w:r>
      <w:r w:rsidRPr="0014038B">
        <w:rPr>
          <w:rFonts w:hint="cs"/>
          <w:rtl/>
        </w:rPr>
        <w:t>6</w:t>
      </w:r>
      <w:r w:rsidR="0014038B" w:rsidRPr="0014038B">
        <w:rPr>
          <w:rFonts w:hint="cs"/>
          <w:rtl/>
        </w:rPr>
        <w:t>9</w:t>
      </w:r>
      <w:r w:rsidRPr="0014038B">
        <w:rPr>
          <w:rFonts w:hint="cs"/>
          <w:rtl/>
        </w:rPr>
        <w:t>5</w:t>
      </w:r>
    </w:p>
    <w:p w:rsidR="00516FCB" w:rsidRPr="0014038B" w:rsidRDefault="00516FCB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16FCB" w:rsidRPr="0014038B" w:rsidRDefault="00516FCB" w:rsidP="00CA6D92">
      <w:pPr>
        <w:pStyle w:val="libNormal"/>
        <w:rPr>
          <w:rtl/>
        </w:rPr>
      </w:pP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80" w:name="_Toc386266963"/>
      <w:r w:rsidRPr="0014038B">
        <w:rPr>
          <w:rtl/>
        </w:rPr>
        <w:t>توسّل تقرب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bookmarkEnd w:id="80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توسّل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آبرو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کرتاہے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خدا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تقرب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ہے۔اس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ہم بعض دعاؤں اور مناجات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سے درخواست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توسّل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آبرومند قرار دے اور اپنا مقام قرب عطا فرما۔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العابد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مناجات انج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''أَللّٰ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ُمَّ فَصَلِّ عَلٰ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مُحَمَّدٍ وَ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ْلِ بِیْ</w:t>
      </w:r>
      <w:r w:rsidRPr="0014038B">
        <w:rPr>
          <w:rStyle w:val="libArabicChar"/>
          <w:rFonts w:hint="eastAsia"/>
          <w:rtl/>
        </w:rPr>
        <w:t>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الطّٰا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ِرِ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وَ اج</w:t>
      </w:r>
      <w:r w:rsidRPr="0014038B">
        <w:rPr>
          <w:rStyle w:val="libArabicChar"/>
          <w:rFonts w:hint="cs"/>
          <w:rtl/>
        </w:rPr>
        <w:t>ْعَلْنِْ بِحُبِّ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ِمْ یَ</w:t>
      </w:r>
      <w:r w:rsidRPr="0014038B">
        <w:rPr>
          <w:rStyle w:val="libArabicChar"/>
          <w:rFonts w:hint="eastAsia"/>
          <w:rtl/>
        </w:rPr>
        <w:t>و</w:t>
      </w:r>
      <w:r w:rsidRPr="0014038B">
        <w:rPr>
          <w:rStyle w:val="libArabicChar"/>
          <w:rFonts w:hint="cs"/>
          <w:rtl/>
        </w:rPr>
        <w:t>ْمَ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ْعَرْضِ عَلَیْ</w:t>
      </w:r>
      <w:r w:rsidRPr="0014038B">
        <w:rPr>
          <w:rStyle w:val="libArabicChar"/>
          <w:rFonts w:hint="eastAsia"/>
          <w:rtl/>
        </w:rPr>
        <w:t>کَ</w:t>
      </w:r>
      <w:r w:rsidRPr="0014038B">
        <w:rPr>
          <w:rStyle w:val="libArabicChar"/>
          <w:rtl/>
        </w:rPr>
        <w:t xml:space="preserve"> نَبِ</w:t>
      </w:r>
      <w:r w:rsidRPr="0014038B">
        <w:rPr>
          <w:rStyle w:val="libArabicChar"/>
          <w:rFonts w:hint="cs"/>
          <w:rtl/>
        </w:rPr>
        <w:t>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اً</w:t>
      </w:r>
      <w:r w:rsidRPr="0014038B">
        <w:rPr>
          <w:rStyle w:val="libArabicChar"/>
          <w:rtl/>
        </w:rPr>
        <w:t xml:space="preserve"> وَ مِنَ ال</w:t>
      </w:r>
      <w:r w:rsidRPr="0014038B">
        <w:rPr>
          <w:rStyle w:val="libArabicChar"/>
          <w:rFonts w:hint="cs"/>
          <w:rtl/>
        </w:rPr>
        <w:t>ْاَنْجٰاسِ وَ الْاَرْجٰاسِ نَزِیْ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اً</w:t>
      </w:r>
      <w:r w:rsidRPr="0014038B">
        <w:rPr>
          <w:rStyle w:val="libArabicChar"/>
          <w:rtl/>
        </w:rPr>
        <w:t xml:space="preserve"> وَ بِالتَّوَسُّلِ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ِم</w:t>
      </w:r>
      <w:r w:rsidRPr="0014038B">
        <w:rPr>
          <w:rStyle w:val="libArabicChar"/>
          <w:rFonts w:hint="cs"/>
          <w:rtl/>
        </w:rPr>
        <w:t>ْ اِلَیْ</w:t>
      </w:r>
      <w:r w:rsidRPr="0014038B">
        <w:rPr>
          <w:rStyle w:val="libArabicChar"/>
          <w:rFonts w:hint="eastAsia"/>
          <w:rtl/>
        </w:rPr>
        <w:t>کَ</w:t>
      </w:r>
      <w:r w:rsidRPr="0014038B">
        <w:rPr>
          <w:rStyle w:val="libArabicChar"/>
          <w:rtl/>
        </w:rPr>
        <w:t xml:space="preserve"> مُقَرَّباً وَجِ</w:t>
      </w:r>
      <w:r w:rsidRPr="0014038B">
        <w:rPr>
          <w:rStyle w:val="libArabicChar"/>
          <w:rFonts w:hint="cs"/>
          <w:rtl/>
        </w:rPr>
        <w:t>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اً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خداوندا</w:t>
      </w:r>
      <w:r w:rsidRPr="0014038B">
        <w:rPr>
          <w:rtl/>
        </w:rPr>
        <w:t>!اپنا درود اور رحمت محمد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اور ان کے پاک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پر نازل فرما اور مجھے ان سے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امت</w:t>
      </w:r>
      <w:r w:rsidRPr="0014038B">
        <w:rPr>
          <w:rtl/>
        </w:rPr>
        <w:t xml:space="preserve"> کے دن گرام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قرار دے اور نجاسات و پل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پاک رکھ اور ان سے توسّل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اپنے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مقرّب اور آبرومند قرار دے۔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 ۔ بحار الانوار:ج</w:t>
      </w:r>
      <w:r w:rsidR="0014038B" w:rsidRPr="0014038B">
        <w:rPr>
          <w:rFonts w:hint="cs"/>
          <w:rtl/>
        </w:rPr>
        <w:t>9</w:t>
      </w:r>
      <w:r w:rsidRPr="0014038B">
        <w:rPr>
          <w:rFonts w:hint="cs"/>
          <w:rtl/>
        </w:rPr>
        <w:t>4ص168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31671" w:rsidRPr="0014038B" w:rsidRDefault="00C31671" w:rsidP="00CA6D92">
      <w:pPr>
        <w:pStyle w:val="libNormal"/>
        <w:rPr>
          <w:rtl/>
        </w:rPr>
      </w:pP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81" w:name="_Toc386266964"/>
      <w:r w:rsidRPr="0014038B">
        <w:rPr>
          <w:rtl/>
        </w:rPr>
        <w:t>توسّل دعاؤں کے مستجاب ہونے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bookmarkEnd w:id="81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حضرت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عَلِ</w:t>
      </w:r>
      <w:r w:rsidRPr="0014038B">
        <w:rPr>
          <w:rStyle w:val="libArabicChar"/>
          <w:rFonts w:hint="cs"/>
          <w:rtl/>
        </w:rPr>
        <w:t>یُّ</w:t>
      </w:r>
      <w:r w:rsidRPr="0014038B">
        <w:rPr>
          <w:rStyle w:val="libArabicChar"/>
          <w:rtl/>
        </w:rPr>
        <w:t xml:space="preserve"> مَن</w:t>
      </w:r>
      <w:r w:rsidRPr="0014038B">
        <w:rPr>
          <w:rStyle w:val="libArabicChar"/>
          <w:rFonts w:hint="cs"/>
          <w:rtl/>
        </w:rPr>
        <w:t>ْ تَوَسَّلَ اِلَی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بِحُبِّکُم</w:t>
      </w:r>
      <w:r w:rsidRPr="0014038B">
        <w:rPr>
          <w:rStyle w:val="libArabicChar"/>
          <w:rFonts w:hint="cs"/>
          <w:rtl/>
        </w:rPr>
        <w:t>ْ فَحَقّ عَلَی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أَن</w:t>
      </w:r>
      <w:r w:rsidRPr="0014038B">
        <w:rPr>
          <w:rStyle w:val="libArabicChar"/>
          <w:rFonts w:hint="cs"/>
          <w:rtl/>
        </w:rPr>
        <w:t>ْ لاٰ یَ</w:t>
      </w:r>
      <w:r w:rsidRPr="0014038B">
        <w:rPr>
          <w:rStyle w:val="libArabicChar"/>
          <w:rFonts w:hint="eastAsia"/>
          <w:rtl/>
        </w:rPr>
        <w:t>رُدَّ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ُ،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عَلِ</w:t>
      </w:r>
      <w:r w:rsidRPr="0014038B">
        <w:rPr>
          <w:rStyle w:val="libArabicChar"/>
          <w:rFonts w:hint="cs"/>
          <w:rtl/>
        </w:rPr>
        <w:t>یُّ</w:t>
      </w:r>
      <w:r w:rsidRPr="0014038B">
        <w:rPr>
          <w:rStyle w:val="libArabicChar"/>
          <w:rtl/>
        </w:rPr>
        <w:t xml:space="preserve"> مَن</w:t>
      </w:r>
      <w:r w:rsidRPr="0014038B">
        <w:rPr>
          <w:rStyle w:val="libArabicChar"/>
          <w:rFonts w:hint="cs"/>
          <w:rtl/>
        </w:rPr>
        <w:t>ْ أَحَبَّکُمْ وَ تَم</w:t>
      </w:r>
      <w:r w:rsidRPr="0014038B">
        <w:rPr>
          <w:rStyle w:val="libArabicChar"/>
          <w:rtl/>
        </w:rPr>
        <w:t>َسَّکَ بِکُم</w:t>
      </w:r>
      <w:r w:rsidRPr="0014038B">
        <w:rPr>
          <w:rStyle w:val="libArabicChar"/>
          <w:rFonts w:hint="cs"/>
          <w:rtl/>
        </w:rPr>
        <w:t>ْ ،فَقَدْ تَمَسَّکَ بِالْعُرْوَةِ الْوُثْقٰی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>!جو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آپ کے خاندان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لے</w:t>
      </w:r>
      <w:r w:rsidRPr="0014038B">
        <w:rPr>
          <w:rtl/>
        </w:rPr>
        <w:t xml:space="preserve"> سے خدا سے توسّل کرے تو پس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خدا پر حق ہے کہ وہ اسے ردّ نہ کرے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>!جو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سے محبت کرتاہو اور آپ کے خاندان سے متمسک ہو 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اس نے مضبوط رسّ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تھام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82" w:name="_Toc386266965"/>
      <w:r w:rsidRPr="0014038B">
        <w:rPr>
          <w:rtl/>
        </w:rPr>
        <w:t>توسّل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اعتقاد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</w:t>
      </w:r>
      <w:bookmarkEnd w:id="82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متوسل ہو 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اس نے اہم اعتقاد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کا اظہار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اور اسے تقو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Fonts w:hint="cs"/>
          <w:rtl/>
        </w:rPr>
        <w:t>36ص302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F94B63">
      <w:pPr>
        <w:pStyle w:val="Heading1"/>
        <w:rPr>
          <w:rtl/>
        </w:rPr>
      </w:pPr>
      <w:bookmarkStart w:id="83" w:name="_Toc386266966"/>
      <w:r w:rsidRPr="0014038B">
        <w:rPr>
          <w:rFonts w:hint="cs"/>
          <w:rtl/>
        </w:rPr>
        <w:t>1۔اس فانی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سے رخصت ہو جانے کے بعد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کا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>:</w:t>
      </w:r>
      <w:bookmarkEnd w:id="83"/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خداوند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کا ارشاد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ieChar"/>
          <w:rtl/>
        </w:rPr>
        <w:t>( وَلاَ تَح</w:t>
      </w:r>
      <w:r w:rsidRPr="0014038B">
        <w:rPr>
          <w:rStyle w:val="libAieChar"/>
          <w:rFonts w:hint="cs"/>
          <w:rtl/>
        </w:rPr>
        <w:t>ْسَبَنَّ الَّذِیْ</w:t>
      </w:r>
      <w:r w:rsidRPr="0014038B">
        <w:rPr>
          <w:rStyle w:val="libAieChar"/>
          <w:rFonts w:hint="eastAsia"/>
          <w:rtl/>
        </w:rPr>
        <w:t>نَ</w:t>
      </w:r>
      <w:r w:rsidRPr="0014038B">
        <w:rPr>
          <w:rStyle w:val="libAieChar"/>
          <w:rtl/>
        </w:rPr>
        <w:t xml:space="preserve"> قُتِلُوا</w:t>
      </w:r>
      <w:r w:rsidRPr="0014038B">
        <w:rPr>
          <w:rStyle w:val="libAieChar"/>
          <w:rFonts w:hint="cs"/>
          <w:rtl/>
        </w:rPr>
        <w:t>ْ فِیْ</w:t>
      </w:r>
      <w:r w:rsidRPr="0014038B">
        <w:rPr>
          <w:rStyle w:val="libAieChar"/>
          <w:rtl/>
        </w:rPr>
        <w:t xml:space="preserve"> سَبِ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لِ</w:t>
      </w:r>
      <w:r w:rsidRPr="0014038B">
        <w:rPr>
          <w:rStyle w:val="libAieChar"/>
          <w:rtl/>
        </w:rPr>
        <w:t xml:space="preserve"> اللّٰ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ِ أَم</w:t>
      </w:r>
      <w:r w:rsidRPr="0014038B">
        <w:rPr>
          <w:rStyle w:val="libAieChar"/>
          <w:rFonts w:hint="cs"/>
          <w:rtl/>
        </w:rPr>
        <w:t>ْوَاتاً بَلْ أَحْیَ</w:t>
      </w:r>
      <w:r w:rsidRPr="0014038B">
        <w:rPr>
          <w:rStyle w:val="libAieChar"/>
          <w:rFonts w:hint="eastAsia"/>
          <w:rtl/>
        </w:rPr>
        <w:t>ائ</w:t>
      </w:r>
      <w:r w:rsidRPr="0014038B">
        <w:rPr>
          <w:rStyle w:val="libAieChar"/>
          <w:rtl/>
        </w:rPr>
        <w:t xml:space="preserve"> عِندَ رَبِّ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ِم</w:t>
      </w:r>
      <w:r w:rsidRPr="0014038B">
        <w:rPr>
          <w:rStyle w:val="libAieChar"/>
          <w:rFonts w:hint="cs"/>
          <w:rtl/>
        </w:rPr>
        <w:t>ْ یُ</w:t>
      </w:r>
      <w:r w:rsidRPr="0014038B">
        <w:rPr>
          <w:rStyle w:val="libAieChar"/>
          <w:rFonts w:hint="eastAsia"/>
          <w:rtl/>
        </w:rPr>
        <w:t>ر</w:t>
      </w:r>
      <w:r w:rsidRPr="0014038B">
        <w:rPr>
          <w:rStyle w:val="libAieChar"/>
          <w:rFonts w:hint="cs"/>
          <w:rtl/>
        </w:rPr>
        <w:t>ْزَقُونَ</w:t>
      </w:r>
      <w:r w:rsidRPr="0014038B">
        <w:rPr>
          <w:rStyle w:val="libAieChar"/>
          <w:rtl/>
        </w:rPr>
        <w:t>)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اور</w:t>
      </w:r>
      <w:r w:rsidRPr="0014038B">
        <w:rPr>
          <w:rtl/>
        </w:rPr>
        <w:t xml:space="preserve"> خبردار! راہ خدا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قتل ہونے والوں کو مردہ گمان تک نہ کرنا وہ زندہ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اپنے پروردگار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رزق پارہے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F94B63" w:rsidRPr="0014038B" w:rsidRDefault="00F94B63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2۔ معصوم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علم 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اور اس نکتہ پر اعتقاد کہ انسان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کے جس کونے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،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متوسل ہو سکتاہے اور وہ سب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حاجتوں سے آگاہ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توسّل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 سکتا ہے جب ہم معتقد ہوں کہ ہم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جہاں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پکار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حاجات سے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علم 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84" w:name="_Toc386266967"/>
      <w:r w:rsidRPr="0014038B">
        <w:rPr>
          <w:rFonts w:hint="cs"/>
          <w:rtl/>
        </w:rPr>
        <w:t>3۔ خداکی</w:t>
      </w:r>
      <w:r w:rsidRPr="0014038B">
        <w:rPr>
          <w:rtl/>
        </w:rPr>
        <w:t xml:space="preserve"> طرف سے معصوم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قدرت کا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>:</w:t>
      </w:r>
      <w:bookmarkEnd w:id="84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ہے ۔توسّل کے ضمن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 اس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و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کا اظہار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عقل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لحاظ سے اس سے مدد مانگ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 جو مدد کرنے اور دلجوئ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رکھتاہو۔ان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ہمارے توسّل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ہم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سے آگاہ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،اس </w:t>
      </w:r>
      <w:r w:rsidRPr="0014038B">
        <w:rPr>
          <w:rFonts w:hint="eastAsia"/>
          <w:rtl/>
        </w:rPr>
        <w:t>کے</w:t>
      </w:r>
      <w:r w:rsidRPr="0014038B">
        <w:rPr>
          <w:rtl/>
        </w:rPr>
        <w:t xml:space="preserve"> معتقد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پر فخر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جس طرح آسمان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مخلوقات اس پر فخر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tl/>
        </w:rPr>
        <w:t>[1]۔ سورۂ آل عمران،آ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16</w:t>
      </w:r>
      <w:r w:rsidR="0014038B" w:rsidRPr="0014038B">
        <w:rPr>
          <w:rFonts w:hint="cs"/>
          <w:rtl/>
        </w:rPr>
        <w:t>9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عَلِ</w:t>
      </w:r>
      <w:r w:rsidRPr="0014038B">
        <w:rPr>
          <w:rStyle w:val="libArabicChar"/>
          <w:rFonts w:hint="cs"/>
          <w:rtl/>
        </w:rPr>
        <w:t>یُّ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تَفٰاخَرُو</w:t>
      </w:r>
      <w:r w:rsidRPr="0014038B">
        <w:rPr>
          <w:rStyle w:val="libArabicChar"/>
          <w:rFonts w:hint="cs"/>
          <w:rtl/>
        </w:rPr>
        <w:t>ْنَ</w:t>
      </w:r>
      <w:r w:rsidRPr="0014038B">
        <w:rPr>
          <w:rStyle w:val="libArabicChar"/>
          <w:rtl/>
        </w:rPr>
        <w:t xml:space="preserve">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ْلَ السَّمٰاء بِمَعْرِفَتِکَ وَ یَ</w:t>
      </w:r>
      <w:r w:rsidRPr="0014038B">
        <w:rPr>
          <w:rStyle w:val="libArabicChar"/>
          <w:rFonts w:hint="eastAsia"/>
          <w:rtl/>
        </w:rPr>
        <w:t>تَوَسَّلُو</w:t>
      </w:r>
      <w:r w:rsidRPr="0014038B">
        <w:rPr>
          <w:rStyle w:val="libArabicChar"/>
          <w:rFonts w:hint="cs"/>
          <w:rtl/>
        </w:rPr>
        <w:t>ْنَ</w:t>
      </w:r>
      <w:r w:rsidRPr="0014038B">
        <w:rPr>
          <w:rStyle w:val="libArabicChar"/>
          <w:rtl/>
        </w:rPr>
        <w:t xml:space="preserve"> اِلَ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بِمَع</w:t>
      </w:r>
      <w:r w:rsidRPr="0014038B">
        <w:rPr>
          <w:rStyle w:val="libArabicChar"/>
          <w:rFonts w:hint="cs"/>
          <w:rtl/>
        </w:rPr>
        <w:t>ْرِفَتِکَ وَ اِنْتِظٰارِ أَمْرِکَ''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>!آسمان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موجودات و مخلوقات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پر فخر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اور تمہارے امر کے انتظار سے خدا 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سے متوسّل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اہل آسمان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افتخار و شناخت اور آسمان کے ساکن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 انتظار ان کے توسّل کے سبب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ہاں!حت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آسمان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موجودات و مخلوقات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دن کا انتظار کر 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جب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کائنات پر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مطلق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کابول بالاہو گا اور حضرت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 xml:space="preserve"> اللہ الاعظم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دست قدرت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طاغوت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بچ </w:t>
      </w:r>
      <w:r w:rsidRPr="0014038B">
        <w:rPr>
          <w:rFonts w:hint="eastAsia"/>
          <w:rtl/>
        </w:rPr>
        <w:t>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>۔اس   دن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گا اور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پر معارف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کا نور پھ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جائے گا۔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C31671"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40ص64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85" w:name="_Toc386266968"/>
      <w:r w:rsidRPr="0014038B">
        <w:rPr>
          <w:rtl/>
        </w:rPr>
        <w:t>توسّل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کچھ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نکات</w:t>
      </w:r>
      <w:bookmarkEnd w:id="85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توسّل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حاصل کرنا چاہتے ہوں اور جو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چاہتے ہوں کہ ان کے توسّل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سود مند ہوں  تو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پہلے توسّل کے  بہت اہم نکات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شرائط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مکمل توجہ کرنا چاہئے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ان کے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اثرات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۔توسّل کرتے وقت ا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رعا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تاکہ آخرت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ثواب اور معنو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علاوہ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کے نتائج حاصل کر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جس حاجت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متوسّل ہوئے ہوں ،وہ حاصل ہو جائے۔ل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اگر ان شرائط اور نکات کا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نہ رکھا جاے تو اگرچہ ثواب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اجر تو مل جائے گا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ممکن ہے کچھ م</w:t>
      </w:r>
      <w:r w:rsidRPr="0014038B">
        <w:rPr>
          <w:rFonts w:hint="eastAsia"/>
          <w:rtl/>
        </w:rPr>
        <w:t>وارد</w:t>
      </w:r>
      <w:r w:rsidRPr="0014038B">
        <w:rPr>
          <w:rtl/>
        </w:rPr>
        <w:t xml:space="preserve"> کے علاوہ مورد نظر حاجت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سکے  اور آپ جس طرح چاہتے ہوں اس طرح اپنے مقصد تک نہ پہنچ 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توسّل کے اثرات مرتب کرنے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شرطوں  پر غور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86" w:name="_Toc386266969"/>
      <w:r w:rsidRPr="0014038B">
        <w:rPr>
          <w:rFonts w:hint="cs"/>
          <w:rtl/>
        </w:rPr>
        <w:t>1۔ پاکی</w:t>
      </w:r>
      <w:r w:rsidRPr="0014038B">
        <w:rPr>
          <w:rFonts w:hint="eastAsia"/>
          <w:rtl/>
        </w:rPr>
        <w:t>زگ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قلب</w:t>
      </w:r>
      <w:bookmarkEnd w:id="86"/>
    </w:p>
    <w:p w:rsidR="00C31671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 قلب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طہارت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کرنے کے بہت اہم شرائط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 ۔ صرف توسّل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دعاؤں اور مناجات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 کا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وںں</w:t>
      </w:r>
      <w:r w:rsidRPr="0014038B">
        <w:rPr>
          <w:rtl/>
        </w:rPr>
        <w:t xml:space="preserve"> سے پاک ہونا بہت 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حامل ہے ۔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اور بارگاہ خدا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تقرب رکھنے والے اش</w:t>
      </w:r>
      <w:r w:rsidRPr="0014038B">
        <w:rPr>
          <w:rFonts w:hint="eastAsia"/>
          <w:rtl/>
        </w:rPr>
        <w:t>خاص</w:t>
      </w:r>
      <w:r w:rsidRPr="0014038B">
        <w:rPr>
          <w:rtl/>
        </w:rPr>
        <w:t xml:space="preserve"> سے توسّل اور دعا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انگز اثرات رکھتاہے اور اس سے بہت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نتائج حاصل کئے جاسکتے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کردار نہ رکھنے والے افراد سے توسّل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،اس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ہم بہت سے مواردم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ان سے توسّل کرنے  کے 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نتائج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ہوتے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ہونے چاہئ</w:t>
      </w:r>
      <w:r w:rsidRPr="0014038B">
        <w:rPr>
          <w:rFonts w:hint="cs"/>
          <w:rtl/>
        </w:rPr>
        <w:t>ی</w:t>
      </w:r>
      <w:r w:rsidRPr="0014038B">
        <w:rPr>
          <w:rtl/>
        </w:rPr>
        <w:t>ں۔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مستجاب الدعوة افراد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کے مستجاب ہونے کے اہم رازم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راز ان کے باطن کا آلودگ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پاک ہونا ہے۔ان کے نفس کا پاک ہونااس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کا باعث بنتاہے کہ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توسّلات، شخص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اغراض و مقاصد سے پاک ہوں۔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ناپسند</w:t>
      </w:r>
      <w:r w:rsidRPr="0014038B">
        <w:rPr>
          <w:rtl/>
        </w:rPr>
        <w:t xml:space="preserve"> اخلاق،روحان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کوجکڑ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مدارج طے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ںکر</w:t>
      </w:r>
      <w:r w:rsidRPr="0014038B">
        <w:rPr>
          <w:rtl/>
        </w:rPr>
        <w:t xml:space="preserve"> سکت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خدا کے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بندے روح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وزن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کو توڑ کر خود کو آزاد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توسّل تظاہر اور خودنمائ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پر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وہ گناہوں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کر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کرنے لکاسبب بنتے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وہ اپنے 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آپ چاہتے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آپ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طاقتوں سے مستف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ہوں  اور آپ کے توسّل مستف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ہوں تو آپ کو ''پاک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قلب ''ج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لازم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نکتہ پر توجہ کرنا چاہئے۔ اپنے باطن کو آلودگ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پاک کر کے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سے تمام رکاوٹوں کو ختم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پھر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رسّ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کوتھامنے کے بعد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صراط مستق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پر گامزن 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 بناء پر اس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حسّاس نکتے سے غافل نہ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باطن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آلودگ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ساتھ ضائع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آپ اپنے باطن کو پاک کرل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کے اپنے ہاتھ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اور آپ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دعاؤں اور 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ںاس</w:t>
      </w:r>
      <w:r w:rsidRPr="0014038B">
        <w:rPr>
          <w:rtl/>
        </w:rPr>
        <w:t xml:space="preserve"> سے استفادہ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31671" w:rsidRPr="0014038B" w:rsidRDefault="00C31671" w:rsidP="005221CD">
      <w:pPr>
        <w:pStyle w:val="libNormal"/>
        <w:rPr>
          <w:rtl/>
          <w:lang w:bidi="ur-PK"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87" w:name="_Toc386266970"/>
      <w:r w:rsidRPr="0014038B">
        <w:rPr>
          <w:rFonts w:hint="cs"/>
          <w:rtl/>
        </w:rPr>
        <w:t>2۔ توسّل می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توجہ اور فکر کا تمرکز</w:t>
      </w:r>
      <w:bookmarkEnd w:id="87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انجام دہ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فکر کا تمرکز،توجہ اور مکمل  دقّت اس کے اثرات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اضافے کا باعث ہے۔ اب ہم جو واقعہ ذکر کررہے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دعا اور توسّل کے دوران توجہ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واسطہ تھا اور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کبھار ماض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مستقبل کے مطالب ان سے پوچھتا ۔ان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امور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صحت اس کے لئے ثابت تھ</w:t>
      </w:r>
      <w:r w:rsidRPr="0014038B">
        <w:rPr>
          <w:rFonts w:hint="cs"/>
          <w:rtl/>
        </w:rPr>
        <w:t>ی</w:t>
      </w:r>
      <w:r w:rsidRPr="0014038B">
        <w:rPr>
          <w:rtl/>
        </w:rPr>
        <w:t>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سے پوچھا:وہ کس طرح اس مقام تک پہنچے اور وہ جو اسرار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خود کس طرح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شخص پہلے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شاگردوں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تھا اور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مجھ سے کچھ اذکار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کھتا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۔اگرچہ وہ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تک ان اذکار کو انجام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تھا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وہ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طولان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اذکار اور دعائ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تھے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شخص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اس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سار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اب وہ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استاد ہے۔اب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سے اپنے مجہولات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پوچھتا ہوں اور وہ ان کا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جواب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اگرچہ ہر بار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پوچھنے سے پہلے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انہوں نے ان سوالوں کے جواب بتائے جنہ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ان سے پوچھنا چاہتا تھا۔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پھر</w:t>
      </w:r>
      <w:r w:rsidRPr="0014038B">
        <w:rPr>
          <w:rtl/>
        </w:rPr>
        <w:t xml:space="preserve"> انہوں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ہے کہ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اور ذکر بتا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وہ اسے مکمل توجہ 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 اور حضور قلب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مقام تک پہنچے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اب آپ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اس مختصر مگر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طرف توجہ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آپ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''اَلدِّقَّةُ اِس</w:t>
      </w:r>
      <w:r w:rsidRPr="0014038B">
        <w:rPr>
          <w:rStyle w:val="libArabicChar"/>
          <w:rFonts w:hint="cs"/>
          <w:rtl/>
        </w:rPr>
        <w:t>ْتِکٰانَة''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مکمل</w:t>
      </w:r>
      <w:r w:rsidRPr="0014038B">
        <w:rPr>
          <w:rtl/>
        </w:rPr>
        <w:t xml:space="preserve"> توجہ تواضع و انکسار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خدا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سامنے تواضع کرے ،خدا اسے سر بلند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اور جو امور ظاہراً ناممکن 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کے لئے ممکن بنا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ہاں!مکمل توجہ ناممکن کو آپ کے لئے ممکن بنا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آپ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بلند مقامات تک پہنچا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جسے آپ ناممکن اور محال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۔جس طرح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عام شخص (جن کا واقعے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ہم نے اشارہ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) دعا اور توسّل کے دوران توجہ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عالم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سے ارتباط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مقام تک پہنچ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31671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  <w:r w:rsidRPr="0014038B">
        <w:rPr>
          <w:rStyle w:val="libArabicChar"/>
          <w:rtl/>
        </w:rPr>
        <w:t>''فَاِذٰا دَعَو</w:t>
      </w:r>
      <w:r w:rsidRPr="0014038B">
        <w:rPr>
          <w:rStyle w:val="libArabicChar"/>
          <w:rFonts w:hint="cs"/>
          <w:rtl/>
        </w:rPr>
        <w:t>ْتَ فَأَقْبِلْ بِقَلْبِکَ ثُمَّ اسْتَیْ</w:t>
      </w:r>
      <w:r w:rsidRPr="0014038B">
        <w:rPr>
          <w:rStyle w:val="libArabicChar"/>
          <w:rFonts w:hint="eastAsia"/>
          <w:rtl/>
        </w:rPr>
        <w:t>قِن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بِال</w:t>
      </w:r>
      <w:r w:rsidRPr="0014038B">
        <w:rPr>
          <w:rStyle w:val="libArabicChar"/>
          <w:rFonts w:hint="cs"/>
          <w:rtl/>
        </w:rPr>
        <w:t>ْاِجٰابَةِ''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کرو تو توجہ اور اقبال قلب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دعا کرو،پھر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اجابت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ہونا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دعا</w:t>
      </w:r>
      <w:r w:rsidRPr="0014038B">
        <w:rPr>
          <w:rtl/>
        </w:rPr>
        <w:t xml:space="preserve"> اور توسّل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توجہ اور اقبال قلب اس طرح مؤثر اور مف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ہے کہ حضرت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ںکہ</w:t>
      </w:r>
      <w:r w:rsidRPr="0014038B">
        <w:rPr>
          <w:rtl/>
        </w:rPr>
        <w:t xml:space="preserve"> توجہ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کے بعد تم اس دعا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اجابت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کر لو!</w:t>
      </w:r>
    </w:p>
    <w:p w:rsidR="00C31671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طہارت اور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بعد دعاؤں،مناجات اور 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تمرکز فکر اور حواس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 کا مسئلہ بہت اہم اثرات کا حامل ہے۔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۷۲</w:t>
      </w:r>
      <w:r w:rsidRPr="0014038B">
        <w:rPr>
          <w:rtl/>
        </w:rPr>
        <w:t>ص</w:t>
      </w:r>
      <w:r w:rsidRPr="0014038B">
        <w:rPr>
          <w:rtl/>
          <w:lang w:bidi="fa-IR"/>
        </w:rPr>
        <w:t>۱۹۳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tl/>
        </w:rPr>
        <w:t>[2]۔ بحار الانوار:ج</w:t>
      </w:r>
      <w:r w:rsidRPr="0014038B">
        <w:rPr>
          <w:rtl/>
          <w:lang w:bidi="fa-IR"/>
        </w:rPr>
        <w:t>۹۳</w:t>
      </w:r>
      <w:r w:rsidRPr="0014038B">
        <w:rPr>
          <w:rtl/>
        </w:rPr>
        <w:t>ص</w:t>
      </w:r>
      <w:r w:rsidRPr="0014038B">
        <w:rPr>
          <w:rtl/>
          <w:lang w:bidi="fa-IR"/>
        </w:rPr>
        <w:t>۳۲۳</w:t>
      </w:r>
      <w:r w:rsidRPr="0014038B">
        <w:rPr>
          <w:rtl/>
        </w:rPr>
        <w:t>،مکارم الاخلاق:</w:t>
      </w:r>
      <w:r w:rsidRPr="0014038B">
        <w:rPr>
          <w:rFonts w:hint="cs"/>
          <w:rtl/>
        </w:rPr>
        <w:t>314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طرح توجہ 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عبادتوں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 اثر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ان توسلات کا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اثر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ہوتاجن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توجہ نہ ہواور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انسان کو اسکے مقصد و حاجت تک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پہنچاتے۔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توسّل مکمل اثرات رکھتاہے جس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توجہ موجود ہو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توسّل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اور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ارتباط برقرار کر سکتا ہے جب وہ توجہ  سے ہو اور پاک دل سے نکلے۔ا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توسّلات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بند راہ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کھل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بند دروازے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کھل جاتے ہ</w:t>
      </w:r>
      <w:r w:rsidRPr="0014038B">
        <w:rPr>
          <w:rFonts w:hint="cs"/>
          <w:rtl/>
        </w:rPr>
        <w:t>ی</w:t>
      </w:r>
      <w:r w:rsidRPr="0014038B">
        <w:rPr>
          <w:rtl/>
        </w:rPr>
        <w:t>ں ۔جب انسان کا خدا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ارتباط برقرا رہو جائے تو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اور توسّل  پورا ہوئے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رہ سکتا۔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 پر اگر اپ چاہتے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آپ کے توسّل کا فور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اثر ہو اور اس کابہتر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تو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علاوہ توسّل کے وقت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 منتشر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بلکہ مکمل توجہ اور تمرکز سے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کا دامن تھام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حاجتوں کے پورا ہونے کے لئے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31671">
      <w:pPr>
        <w:pStyle w:val="libNormal"/>
        <w:rPr>
          <w:rtl/>
        </w:rPr>
      </w:pPr>
      <w:r w:rsidRPr="0014038B">
        <w:rPr>
          <w:rStyle w:val="libArabicChar"/>
          <w:rtl/>
        </w:rPr>
        <w:t>''نَح</w:t>
      </w:r>
      <w:r w:rsidRPr="0014038B">
        <w:rPr>
          <w:rStyle w:val="libArabicChar"/>
          <w:rFonts w:hint="cs"/>
          <w:rtl/>
        </w:rPr>
        <w:t>ْنُ الْوَسِیْ</w:t>
      </w:r>
      <w:r w:rsidRPr="0014038B">
        <w:rPr>
          <w:rStyle w:val="libArabicChar"/>
          <w:rFonts w:hint="eastAsia"/>
          <w:rtl/>
        </w:rPr>
        <w:t>لَةُ</w:t>
      </w:r>
      <w:r w:rsidRPr="0014038B">
        <w:rPr>
          <w:rStyle w:val="libArabicChar"/>
          <w:rtl/>
        </w:rPr>
        <w:t xml:space="preserve"> اِلَ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ِ''</w:t>
      </w:r>
      <w:r w:rsidR="00E546D1" w:rsidRPr="0014038B">
        <w:rPr>
          <w:rStyle w:val="libFootnotenumChar"/>
          <w:rtl/>
        </w:rPr>
        <w:t>(</w:t>
      </w:r>
      <w:r w:rsidR="00C31671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 !ہر آگاہ اور روشن دل انسان کا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ہے کہ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اس کے پشت پناہ اور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اس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tl/>
        </w:rPr>
        <w:t xml:space="preserve"> 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25ص23</w:t>
      </w:r>
    </w:p>
    <w:p w:rsidR="00CA6D92" w:rsidRPr="0014038B" w:rsidRDefault="00CA6D92" w:rsidP="00CA6D92">
      <w:pPr>
        <w:pStyle w:val="libNormal"/>
        <w:rPr>
          <w:rtl/>
        </w:rPr>
      </w:pP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ہوا ہے:</w:t>
      </w:r>
    </w:p>
    <w:p w:rsidR="00CA6D92" w:rsidRPr="0014038B" w:rsidRDefault="00CA6D92" w:rsidP="00C31671">
      <w:pPr>
        <w:pStyle w:val="libNormal"/>
        <w:rPr>
          <w:rtl/>
        </w:rPr>
      </w:pPr>
      <w:r w:rsidRPr="0014038B">
        <w:rPr>
          <w:rStyle w:val="libArabicChar"/>
          <w:rtl/>
        </w:rPr>
        <w:t>''بِکُم</w:t>
      </w:r>
      <w:r w:rsidRPr="0014038B">
        <w:rPr>
          <w:rStyle w:val="libArabicChar"/>
          <w:rFonts w:hint="cs"/>
          <w:rtl/>
        </w:rPr>
        <w:t>ْ 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آلَ مُحَمَّدٍ أَتَوَسَّلُ،اَل</w:t>
      </w:r>
      <w:r w:rsidRPr="0014038B">
        <w:rPr>
          <w:rStyle w:val="libArabicChar"/>
          <w:rFonts w:hint="cs"/>
          <w:rtl/>
        </w:rPr>
        <w:t>ْاٰخِرُ مِنْکُمْ وَالْاَوَّلُ''</w:t>
      </w:r>
      <w:r w:rsidR="00E546D1" w:rsidRPr="0014038B">
        <w:rPr>
          <w:rStyle w:val="libFootnotenumChar"/>
          <w:rFonts w:hint="cs"/>
          <w:rtl/>
        </w:rPr>
        <w:t>(</w:t>
      </w:r>
      <w:r w:rsidR="00C31671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اے</w:t>
      </w:r>
      <w:r w:rsidRPr="0014038B">
        <w:rPr>
          <w:rtl/>
        </w:rPr>
        <w:t xml:space="preserve"> آل محمد!آپ کے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لے</w:t>
      </w:r>
      <w:r w:rsidRPr="0014038B">
        <w:rPr>
          <w:rtl/>
        </w:rPr>
        <w:t xml:space="preserve"> سے ہم متوسل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،آپ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اوّل سے آخر تک۔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معصوم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کبھار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بلکہ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حاجتوں اور مشکلات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بزرگ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متوسل ہونا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جامعہ کب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(جسے حضرت امام ہاد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السام نے نور کے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کو مختصر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سمو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)م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پڑھتے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31671">
      <w:pPr>
        <w:pStyle w:val="libNormal"/>
        <w:rPr>
          <w:rtl/>
        </w:rPr>
      </w:pPr>
      <w:r w:rsidRPr="0014038B">
        <w:rPr>
          <w:rStyle w:val="libArabicChar"/>
          <w:rtl/>
        </w:rPr>
        <w:t>''وَمَن</w:t>
      </w:r>
      <w:r w:rsidRPr="0014038B">
        <w:rPr>
          <w:rStyle w:val="libArabicChar"/>
          <w:rFonts w:hint="cs"/>
          <w:rtl/>
        </w:rPr>
        <w:t>ْ قَصَدَ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تَوَجَّ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 بِکُمْ''</w:t>
      </w:r>
      <w:r w:rsidR="00E546D1" w:rsidRPr="0014038B">
        <w:rPr>
          <w:rStyle w:val="libFootnotenumChar"/>
          <w:rFonts w:hint="cs"/>
          <w:rtl/>
        </w:rPr>
        <w:t>(</w:t>
      </w:r>
      <w:r w:rsidR="00C31671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خدا کا قصد کرے ، وہ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ہو جاتا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گذشتہ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واضح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کہ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حاجتوں کے روا ہونے اور آرزؤں  کے پورا ہونے کے لئے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علاوہ توجہ اور سوچ و فکر کا متمرکز ہونا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ہے۔اس بناء پر ''باطن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تطہ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اور فکر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 ''توسّل کے اثرات کے لئے دو اہم راہ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سے </w:t>
      </w:r>
      <w:r w:rsidRPr="0014038B">
        <w:rPr>
          <w:rFonts w:hint="cs"/>
          <w:rtl/>
        </w:rPr>
        <w:t>ی</w:t>
      </w:r>
      <w:r w:rsidRPr="0014038B">
        <w:rPr>
          <w:rtl/>
        </w:rPr>
        <w:t>ہ ملاحظہ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توسّل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عظمت ہے اور توسّل کرنے والے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وہاب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کے مغرض افراد توسّل کو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باطل سوچ ،تنگ نظر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لاعلم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وجہ سے ہے ورنہ 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جانتا ہو کہ توسّل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 اورتوسّل کن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ادوں</w:t>
      </w:r>
      <w:r w:rsidRPr="0014038B">
        <w:rPr>
          <w:rtl/>
        </w:rPr>
        <w:t xml:space="preserve"> پر   استوار ہے تووہ کس طرح انسان کے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کا انکار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کس طرح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خزانے کاانکار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متفکّر</w:t>
      </w:r>
      <w:r w:rsidRPr="0014038B">
        <w:rPr>
          <w:rtl/>
        </w:rPr>
        <w:t xml:space="preserve"> انسان کس طرح پر کشش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کو صرف اسبناء پر ردّ کر سکتا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کہ</w:t>
      </w:r>
      <w:r w:rsidRPr="0014038B">
        <w:rPr>
          <w:rtl/>
        </w:rPr>
        <w:t xml:space="preserve"> وہ خود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حاصل 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سکا؟!!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101ص227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مفات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الجنان ،ز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جامعہ کب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88" w:name="_Toc386266971"/>
      <w:r w:rsidRPr="0014038B">
        <w:rPr>
          <w:rtl/>
        </w:rPr>
        <w:t>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 کردار</w:t>
      </w:r>
      <w:bookmarkEnd w:id="88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کو برطرف کرنا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کرنا ان اہم مسائل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 کہ جس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تطہ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قلب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بحث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شامل ہے۔ل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ہم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وضاحت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کرن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کے</w:t>
      </w:r>
      <w:r w:rsidRPr="0014038B">
        <w:rPr>
          <w:rtl/>
        </w:rPr>
        <w:t xml:space="preserve">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لطف و کرم سے 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اعتقاد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بہت اہم  کردار کے حامل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۔اگر 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عنائت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 تو ہم اپنے مقصد تک پہنچ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اورہمار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 بزرگ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لطف وکرم سے اعتقاد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اثرات اس قدر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بہت سے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 اور مقصد تک پہنچنے والے افراد تطہ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قلب کے مالک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ان کا قطع 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پورا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ہے۔اگرچہ ان کا دل گناہوں سے پاک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ل</w:t>
      </w:r>
      <w:r w:rsidRPr="0014038B">
        <w:rPr>
          <w:rFonts w:hint="cs"/>
          <w:rtl/>
        </w:rPr>
        <w:t>ی</w:t>
      </w:r>
      <w:r w:rsidRPr="0014038B">
        <w:rPr>
          <w:rtl/>
        </w:rPr>
        <w:t>کن ان کا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پر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تک پہنچانے کا باعث بنتاہے۔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مجھے</w:t>
      </w:r>
      <w:r w:rsidRPr="0014038B">
        <w:rPr>
          <w:rtl/>
        </w:rPr>
        <w:t xml:space="preserve">  </w:t>
      </w:r>
      <w:r w:rsidRPr="005221CD">
        <w:rPr>
          <w:rFonts w:hint="cs"/>
          <w:rtl/>
        </w:rPr>
        <w:t>1348 شمش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کچھ 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نوں</w:t>
      </w:r>
      <w:r w:rsidRPr="0014038B">
        <w:rPr>
          <w:rtl/>
        </w:rPr>
        <w:t xml:space="preserve"> تک مقامات مقدسہ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حاصل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ابا الفضل العباس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حرم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مکرر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ماروں</w:t>
      </w:r>
      <w:r w:rsidRPr="0014038B">
        <w:rPr>
          <w:rtl/>
        </w:rPr>
        <w:t xml:space="preserve"> کے شفا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ہونے اور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ہونے کا شاھد ہوں۔</w:t>
      </w:r>
    </w:p>
    <w:p w:rsidR="00C31671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بعض</w:t>
      </w:r>
      <w:r w:rsidRPr="0014038B">
        <w:rPr>
          <w:rtl/>
        </w:rPr>
        <w:t xml:space="preserve"> اوقات جو لوگ اپنے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ماروں</w:t>
      </w:r>
      <w:r w:rsidRPr="0014038B">
        <w:rPr>
          <w:rtl/>
        </w:rPr>
        <w:t xml:space="preserve"> کو حضرت 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مقدس ضر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کے ساتھ باندھ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تھے ،ا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گھنٹے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  وقت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جب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 روا 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توعرب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عورت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رسم کے مطابق  ہلہلہ کرت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ضر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مقدس اور زائر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</w:t>
      </w:r>
      <w:r w:rsidRPr="0014038B">
        <w:rPr>
          <w:rFonts w:hint="eastAsia"/>
          <w:rtl/>
        </w:rPr>
        <w:t>رف</w:t>
      </w:r>
      <w:r w:rsidRPr="0014038B">
        <w:rPr>
          <w:rtl/>
        </w:rPr>
        <w:t xml:space="preserve"> خشک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وے</w:t>
      </w:r>
      <w:r w:rsidRPr="0014038B">
        <w:rPr>
          <w:rtl/>
        </w:rPr>
        <w:t xml:space="preserve">  نچھاور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حرم مطہر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فضا خوش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نعروں سے جھوم جات</w:t>
      </w:r>
      <w:r w:rsidRPr="0014038B">
        <w:rPr>
          <w:rFonts w:hint="cs"/>
          <w:rtl/>
        </w:rPr>
        <w:t>ی</w:t>
      </w:r>
      <w:r w:rsidRPr="0014038B">
        <w:rPr>
          <w:rtl/>
        </w:rPr>
        <w:t>۔کبھ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کبھار وہ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تشکر کا اظہار کرنے کے لئے نقل کے ساتھ عراق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رائج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نکتے</w:t>
      </w:r>
      <w:r w:rsidRPr="0014038B">
        <w:rPr>
          <w:rtl/>
        </w:rPr>
        <w:t>۔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کا اعتقاد 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اس حد تک تھا کہ بعض اوقات وہ اپنے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tl/>
        </w:rPr>
        <w:t xml:space="preserve"> کے ساتھ خشک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وے</w:t>
      </w:r>
      <w:r w:rsidRPr="0014038B">
        <w:rPr>
          <w:rtl/>
        </w:rPr>
        <w:t xml:space="preserve"> اور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لے کر آتے تھے اور جونہ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tl/>
        </w:rPr>
        <w:t xml:space="preserve"> کو شفا ملت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،وہ فوراً ہلہلہ کرتے اور پھر خشک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وے</w:t>
      </w:r>
      <w:r w:rsidRPr="0014038B">
        <w:rPr>
          <w:rtl/>
        </w:rPr>
        <w:t xml:space="preserve"> اور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نچھاور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مشغول ہو جاتے اور خوش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تشکر کا ظہار کرتے اور کہتے</w:t>
      </w:r>
      <w:r w:rsidRPr="0014038B">
        <w:rPr>
          <w:rStyle w:val="libArabicChar"/>
          <w:rtl/>
        </w:rPr>
        <w:t>''ا</w:t>
      </w:r>
      <w:r w:rsidRPr="0014038B">
        <w:rPr>
          <w:rStyle w:val="libArabicChar"/>
          <w:rFonts w:hint="eastAsia"/>
          <w:rtl/>
        </w:rPr>
        <w:t>بو</w:t>
      </w:r>
      <w:r w:rsidRPr="0014038B">
        <w:rPr>
          <w:rStyle w:val="libArabicChar"/>
          <w:rtl/>
        </w:rPr>
        <w:t xml:space="preserve"> فاضل نشکرک''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وہ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پاگل جوان کو حرم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لائے اور انہوں نے اسے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دن تک ضر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کے ساتھ باندھ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اس کے رشتہ دار اس کے اردگرد  جمع تھے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بڑے تعجب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کس طرح اتنا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وقت گزر انے کے باوجود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tl/>
        </w:rPr>
        <w:t xml:space="preserve"> کا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دن تک شفا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نہ ہونا  ہمارے لئے تعجب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چونکہ معمولاً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تھا ؛ک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آنحضرت  سے متوسّل ہونے والوں کا بڑاعج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اعتقاد تھا اور اس کے لئے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لمب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ضرورت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۔وہ اپنے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کامل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اظہار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''ابوفا</w:t>
      </w:r>
      <w:r w:rsidRPr="0014038B">
        <w:rPr>
          <w:rFonts w:hint="eastAsia"/>
          <w:rtl/>
        </w:rPr>
        <w:t>ضل</w:t>
      </w:r>
      <w:r w:rsidRPr="0014038B">
        <w:rPr>
          <w:rtl/>
        </w:rPr>
        <w:t xml:space="preserve"> باب الحوائج'' اور حضرت ابا الفضل العباس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حاجتوں کوپورا فرماتے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وہ لوگ حضرت اباالفضل العباس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لطف و کرم پر مکمل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ساتھ آپ  سے متوسّل ہوتے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بات کو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کرنے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مقصد تھا کہ بہت سے 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کچھ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جہات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تطہ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قلب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جگہ لے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لطف و کرم کے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دوسرے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لوگوں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و اعتقاد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کا باعث بنتا ہے۔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89" w:name="_Toc386266972"/>
      <w:r w:rsidRPr="0014038B">
        <w:rPr>
          <w:rtl/>
        </w:rPr>
        <w:t xml:space="preserve">معرفت، انسان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کا باعث</w:t>
      </w:r>
      <w:bookmarkEnd w:id="89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کرنا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ہ کا دوسرا نام ہے ۔ان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حاجتوں کے پورا ہونے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حاصل کرنے کے لئے ان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لازم وضرور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کہ ہم پر واجب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محدث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رکھتے تھے ۔وہ اپنے توسلات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نمونہ مرحوم علامہ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عبداللہ شبّر  کا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واقعہ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کرنے کے بعد ذکر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۔اب آپ ان کے اس واقعہ پر غور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عبداللہ شبّر  بزرگ علماء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تأل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فات</w:t>
      </w:r>
      <w:r w:rsidRPr="0014038B">
        <w:rPr>
          <w:rtl/>
        </w:rPr>
        <w:t xml:space="preserve">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وہ اپنے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مجلس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ثان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نام سے مشہور تھے۔ا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علامہ محقق  اور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اسد اللہ (صاحب کتاب مقابس الانوار) مرحوم عبداللہ شبّر سے ملاقات کے لئے گئے اور وہ مرحوم شبّر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تأل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فات</w:t>
      </w:r>
      <w:r w:rsidRPr="0014038B">
        <w:rPr>
          <w:rtl/>
        </w:rPr>
        <w:t xml:space="preserve"> پر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</w:t>
      </w:r>
      <w:r w:rsidRPr="0014038B">
        <w:rPr>
          <w:rtl/>
        </w:rPr>
        <w:t xml:space="preserve"> ہوئے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اس کے مقابل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فات</w:t>
      </w:r>
      <w:r w:rsidRPr="0014038B">
        <w:rPr>
          <w:rtl/>
        </w:rPr>
        <w:t xml:space="preserve"> بہت کم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۔اگرچہ وہ بہت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مالک تھے۔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انہوں</w:t>
      </w:r>
      <w:r w:rsidRPr="0014038B">
        <w:rPr>
          <w:rtl/>
        </w:rPr>
        <w:t xml:space="preserve"> نے مرحوم عبداللہ شبّر  سے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کثرت تأل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فات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پوچھا تو آپ نے کہا: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مجھے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کتاب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لکھنے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حاصل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حضرت امام موس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جعفر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آنحضرت کو خواب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اور آپ نے مجھے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قلم عطا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ااور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 لکھو۔اس وقت سے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تصن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و تأل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ہوں۔پس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جو کچھ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لک</w:t>
      </w:r>
      <w:r w:rsidRPr="0014038B">
        <w:rPr>
          <w:rFonts w:hint="eastAsia"/>
          <w:rtl/>
        </w:rPr>
        <w:t>ھا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مبارک قلم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برکت ہے۔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محدث قم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واقعہ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کرنے کے بعد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ہے کہ مرحوم عبداللہ شبّر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:ک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 متوسّل ہوتا ہوں تو مجھے بہت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حاصل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قلم لکھنے لگتا ہے  اور جب مجھے توسّل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نہ ہو تو کئ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گزر جانے کے باوجود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چھوٹ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کتاب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لکھ سکتا ۔پس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جو کچھ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لکھا ہے وہ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برکات و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سے ہے۔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بزرگ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اس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کا باعث بن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کامل کے ساتھ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کے معتقد ہوں جسے انہوں نے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فوائد الرضو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>:</w:t>
      </w:r>
      <w:r w:rsidRPr="0014038B">
        <w:rPr>
          <w:rFonts w:hint="cs"/>
          <w:rtl/>
        </w:rPr>
        <w:t>250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90" w:name="_Toc386266973"/>
      <w:r w:rsidRPr="0014038B">
        <w:rPr>
          <w:rtl/>
        </w:rPr>
        <w:t>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اضطرار کا کردار</w:t>
      </w:r>
      <w:bookmarkEnd w:id="90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نا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شدت اور ثابت قدم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قدر مہم اور کارساز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جس سے تمام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آلودگ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کو توڑ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معنو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نوران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فضا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و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کے ساتھ راز 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از</w:t>
      </w:r>
      <w:r w:rsidRPr="0014038B">
        <w:rPr>
          <w:rtl/>
        </w:rPr>
        <w:t xml:space="preserve"> کر سکے۔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جاننے کے لئے کہ کس طرح 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متوسل ہوکربعض گناہگار افراد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کے گناہ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حاجتوں کے پورا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رکاوٹ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بنتے  اور وہ کس طرح اپنے 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 زار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آئمہ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اور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کرام</w:t>
      </w:r>
      <w:r w:rsidRPr="0014038B">
        <w:rPr>
          <w:rtl/>
        </w:rPr>
        <w:t xml:space="preserve"> سے متوسّل ہو کر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 حاصل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۔ہم اس کے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مثال ذکر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ان افراد کے توسّل  کے راز سے پردہ اٹھا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سکے جو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زہ</w:t>
      </w:r>
      <w:r w:rsidRPr="0014038B">
        <w:rPr>
          <w:rtl/>
        </w:rPr>
        <w:t xml:space="preserve"> روح کے مالک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خلائ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شٹل کو خلا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جنا</w:t>
      </w:r>
      <w:r w:rsidRPr="0014038B">
        <w:rPr>
          <w:rtl/>
        </w:rPr>
        <w:t xml:space="preserve"> چاہ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اس کے لئے بہت طاقتور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ضرورت ہے جو خلائ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شٹل کو فضا سے نکال کر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قوت جاذبہ سے بچا ئے تا کہ وہ آرام  سے خلا ء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چکر لگا سکے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جب تک اسے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جاذبہ سے نہ نکال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تب تک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</w:t>
      </w:r>
      <w:r w:rsidRPr="0014038B">
        <w:rPr>
          <w:rFonts w:hint="eastAsia"/>
          <w:rtl/>
        </w:rPr>
        <w:t>جاذبہ</w:t>
      </w:r>
      <w:r w:rsidRPr="0014038B">
        <w:rPr>
          <w:rtl/>
        </w:rPr>
        <w:t xml:space="preserve"> اسے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نچے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پرواز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کم ہو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۔قوت جاذبہ سے نکالنے کے لئے اس خلائ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شٹل 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ہوکہ وہ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جاذبہ سے نکل کر آزاد ہو جائے۔</w:t>
      </w:r>
    </w:p>
    <w:p w:rsidR="00C31671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مثال موجود ہے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گناہ انسان کو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نتائج اخذ کرنے سے روک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جس طرح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جاذبہ خلائ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شٹل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نچت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گناہگار انسان کے گناہ اسے پرواز سے روکتے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گناہوں کا جاذب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نچتا</w:t>
      </w:r>
      <w:r w:rsidRPr="0014038B">
        <w:rPr>
          <w:rtl/>
        </w:rPr>
        <w:t xml:space="preserve"> ہے ۔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مشکلات اور مصائب  اتنے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شدت انسان کو گناہوں کے جاذبہ سے نجات دے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ہے۔اگرچہ  اس کا باطن آلودگ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اور گناہوں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ہوتا 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کے باوجود وہ گناہوں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جاذبہ سے رہائ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 جاتا ہے۔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بہت جلد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انسان کو چاہئے کہ وہ اپنے باطن کو پاک کرے تا گذشتہ گناہوں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جاذبہ درہم برہم ہو جائے اور وہ اسے پرواز سے نہ روک سکے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انسان  پر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ہوں کہ جس طرح  مخصوص مش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خلائ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شٹل کو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جاذ</w:t>
      </w:r>
      <w:r w:rsidRPr="0014038B">
        <w:rPr>
          <w:rFonts w:hint="eastAsia"/>
          <w:rtl/>
        </w:rPr>
        <w:t>بہ</w:t>
      </w:r>
      <w:r w:rsidRPr="0014038B">
        <w:rPr>
          <w:rtl/>
        </w:rPr>
        <w:t xml:space="preserve"> سے  نکال کر خلا ء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انسان  پر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اور مشکلوں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شدت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جو اسے گناہوں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جاذبہ سے نکال کر نجات دے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 اور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حاصل کر سکتا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توسّل کے نتائج اخذ کرنے کے لئے اگر انسان مردانہ ہمت سے اپنے باطن کو پاک کرے تو وہ اپنے مقصد تک پہنچ جائے گا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اگر مشکلات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شدّت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جو انسان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انقطاع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 ے تو وہ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گناہوں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جاذبہ سے نجات حاصل کر لے گ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جس طرح خلائ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شٹل کو قوت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قوت جاذبہ سے دور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جاتا ہے۔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کا توسّل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بخش ہو سکتا ہے۔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31671" w:rsidRPr="0014038B" w:rsidRDefault="00C31671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91" w:name="_Toc386266974"/>
      <w:r w:rsidRPr="0014038B">
        <w:rPr>
          <w:rtl/>
        </w:rPr>
        <w:t>حضرت 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حرم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tl/>
        </w:rPr>
        <w:t xml:space="preserve"> لڑک</w:t>
      </w:r>
      <w:r w:rsidRPr="0014038B">
        <w:rPr>
          <w:rFonts w:hint="cs"/>
          <w:rtl/>
        </w:rPr>
        <w:t>ی</w:t>
      </w:r>
      <w:bookmarkEnd w:id="91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جن</w:t>
      </w:r>
      <w:r w:rsidRPr="0014038B">
        <w:rPr>
          <w:rtl/>
        </w:rPr>
        <w:t xml:space="preserve">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بے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ٹوٹ  جائے توان حالات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خاندان نبوت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توسّل فور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اثر رکھتاہے۔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رو سے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روکار</w:t>
      </w:r>
      <w:r w:rsidRPr="0014038B">
        <w:rPr>
          <w:rtl/>
        </w:rPr>
        <w:t xml:space="preserve"> اور محب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اور مص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دامن توسل سے متمسک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کے توسّل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مشکلات حل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۔اب ہم ان توسّلات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مثال آپ کے لئے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قم</w:t>
      </w:r>
      <w:r w:rsidRPr="0014038B">
        <w:rPr>
          <w:rtl/>
        </w:rPr>
        <w:t xml:space="preserve">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بزرگ نقل کرتے 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ابا الفضل العباس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حرم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کے لئے مشرّف ہوا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اچانک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کہ اعراب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تعداد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حرم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ہوئے  اور حرم مطہر لوگوں سے کھچا کھچ بھر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ضر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کو پکڑ رکھا تھا اور اس نے بلند آواز سے کچھ کلمات کہے۔تمام زائر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ہو گئے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نے غور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اچانک وہ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سب لوگ خاموش ہوگئے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سب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سانس رک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۔</w:t>
      </w:r>
    </w:p>
    <w:p w:rsidR="00C31671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مرتبہ آواز بلند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جسے سب لوگوں نے سنا اور جس کا مضمون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تھا کہ''م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باپ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ماں کا شوہر ہے''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آواز اس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شکم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موجود بچے سے آرہ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>۔اس کے بعد اچانک حرم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فضا نعروں سے گونجنے لگ</w:t>
      </w:r>
      <w:r w:rsidRPr="0014038B">
        <w:rPr>
          <w:rFonts w:hint="cs"/>
          <w:rtl/>
        </w:rPr>
        <w:t>ی</w:t>
      </w:r>
      <w:r w:rsidRPr="0014038B">
        <w:rPr>
          <w:rtl/>
        </w:rPr>
        <w:t>۔عورت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بڑھ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کچھ نے اسے بڑ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مشکلوں سے </w:t>
      </w:r>
      <w:r w:rsidRPr="0014038B">
        <w:rPr>
          <w:rFonts w:hint="eastAsia"/>
          <w:rtl/>
        </w:rPr>
        <w:t>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عورتوں سے چھڑا کر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کمرے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لے آئ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جوحضرت 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آستانہ کے متول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مرکز تھا۔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کے بعد جب اس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لے گئے تو وہاں خلوت ہو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چونکہ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حرم کے متول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آشنا تھا لہذا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پاس گا اور ان سے اس واقعہ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پوچھاتو انہوں نے کہا: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کربلا کے اطراف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رہنے والے صحرا 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عربوں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قب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ہے۔انہوں نے اس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شاد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کے چچا زاد سے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چونکہ عقد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لوگ شاد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پہلے لڑکے اور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رابط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کو</w:t>
      </w:r>
      <w:r w:rsidRPr="0014038B">
        <w:rPr>
          <w:rtl/>
        </w:rPr>
        <w:t xml:space="preserve"> بہت برا مانتے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جوان چھپ کر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ملا اور اس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تعلقات</w:t>
      </w:r>
      <w:r w:rsidRPr="0014038B">
        <w:rPr>
          <w:rtl/>
        </w:rPr>
        <w:t xml:space="preserve"> قائم کئے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وہ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حاملہ ہو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وہ جوان ڈر کر بھاگ جاتا ہے اور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حمل آشکار ہوجانے تک چھپ جاتا ہے۔لڑک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گھر والے اس سے اس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پوچھتے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وہ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شوہر سے حاملہ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ہوں۔ل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جب وہ اس لڑکے کو ڈھونڈ کر </w:t>
      </w:r>
      <w:r w:rsidRPr="0014038B">
        <w:rPr>
          <w:rFonts w:hint="eastAsia"/>
          <w:rtl/>
        </w:rPr>
        <w:t>لاتے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وہ خوف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اس کا انکار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کے رشتہ دار اسے قتل کرنے کا 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صلہ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ادا</w:t>
      </w:r>
      <w:r w:rsidRPr="0014038B">
        <w:rPr>
          <w:rtl/>
        </w:rPr>
        <w:t xml:space="preserve"> ور واو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لا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بے گناہ ہوں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سنتے اورآخر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حضرت اباالفضل العباس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کو حاکم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گے اور انہوں نے جو 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صلہ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ہم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عمل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۔اس لئے وہ حرم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مشرّف ہوئے اور حضرت 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معجزے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ماں کے شکم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موجود بچے نے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ماں کے پارسا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گواہ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ہزاروں معجزوں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چھوٹا سا نمونہ ہے جو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لطف و کرم اور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رونما ہوا۔</w:t>
      </w:r>
    </w:p>
    <w:p w:rsidR="00C31671" w:rsidRPr="0014038B" w:rsidRDefault="00C3167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 ۔ جامع الدرر:</w:t>
      </w:r>
      <w:r w:rsidRPr="0014038B">
        <w:rPr>
          <w:rFonts w:hint="cs"/>
          <w:rtl/>
        </w:rPr>
        <w:t>4082</w:t>
      </w:r>
    </w:p>
    <w:p w:rsidR="00C31671" w:rsidRPr="0014038B" w:rsidRDefault="00C3167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92" w:name="_Toc386266975"/>
      <w:r w:rsidRPr="0014038B">
        <w:rPr>
          <w:rtl/>
        </w:rPr>
        <w:t>دوسرا نکتہ</w:t>
      </w:r>
      <w:bookmarkEnd w:id="92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دوسرا قابل توجہ نکتہ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بعض توسّلات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متوسّل ہونے والا نہ تو پاک روح کا مالک ہوتا ہے اور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اضظرار ،مشکلات اور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اس نے خود کو گناہوں کے جاذبہ سے آزاد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ہوتاہے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 ئمہ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اپنے علم 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اس کے ما</w:t>
      </w:r>
      <w:r w:rsidRPr="0014038B">
        <w:rPr>
          <w:rFonts w:hint="eastAsia"/>
          <w:rtl/>
        </w:rPr>
        <w:t>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مستقبل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کچھ وجوہات(جو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نامعلوم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) کو مدنظر رکھتے ہوئے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 کرم کرتے  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لحظہ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غموں کے پہاڑ سرسبز و شاداب گلستان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وہ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ذرّے کو چمکتے سورج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 سکت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بہ</w:t>
      </w:r>
      <w:r w:rsidRPr="0014038B">
        <w:rPr>
          <w:rtl/>
        </w:rPr>
        <w:t xml:space="preserve"> ذرّہ گر نظر لطف بو تراب کند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بہ</w:t>
      </w:r>
      <w:r w:rsidRPr="0014038B">
        <w:rPr>
          <w:rtl/>
        </w:rPr>
        <w:t xml:space="preserve"> آسمان رود و کار آفتاب کند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نکتہ پر غور کرنے سے معلوم ہوتاہے کہ انسانوں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امامت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لے سکتا ہے جو تمام جہات سے کام کے ہر پہلوؤں پر نظر رکھتا ہو اور اس پر مکمل مسلط ہو ۔اس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خاک کے ذرّات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تابناک گوہر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بدل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ورنہ صرف کھوکھلے دعووئں سے کچھ </w:t>
      </w:r>
      <w:r w:rsidRPr="0014038B">
        <w:rPr>
          <w:rFonts w:hint="eastAsia"/>
          <w:rtl/>
        </w:rPr>
        <w:t>حاصل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93" w:name="_Toc386266976"/>
      <w:r w:rsidRPr="0014038B">
        <w:rPr>
          <w:rtl/>
        </w:rPr>
        <w:t>عالم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سے مدد</w:t>
      </w:r>
      <w:bookmarkEnd w:id="93"/>
    </w:p>
    <w:p w:rsidR="00E3669B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بہت</w:t>
      </w:r>
      <w:r w:rsidRPr="0014038B">
        <w:rPr>
          <w:rtl/>
        </w:rPr>
        <w:t xml:space="preserve"> سے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اضطرار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کوختم کرنے کے لئے عالم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سے مدد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علاوہ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چارہ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جب چاقو ہڈ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پہنچ جائے تو تمام مادّ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وسائل عاجز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E3669B" w:rsidRPr="0014038B" w:rsidRDefault="00E3669B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3669B" w:rsidRPr="0014038B" w:rsidRDefault="00E3669B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کس طرح مادّ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سے اس کا راہ حل تلاش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سکتاہے  جب کہ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عجز و ناتوان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اظہار کر چک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مشکلات کو رفع کرنے کے لئے عالم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سے مدد مانگن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چاہے اور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طاقتوں سے مشکلوں کو حل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 لسلام (جو مخلوق پر  خدا کے جانش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)کے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توسّل عالم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سے مدد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کا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نمونہ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کچھ لوگ ''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''کہنے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پھر ''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صاحب الزمان''کہنے سے اسے اپنے اضطراب وبے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رفع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ناموں کے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لے</w:t>
      </w:r>
      <w:r w:rsidRPr="0014038B">
        <w:rPr>
          <w:rtl/>
        </w:rPr>
        <w:t xml:space="preserve"> سے خدا سے ارتباط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کرکے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حاجتوں تک پہنچتے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آتش 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در،حرف</w:t>
      </w:r>
      <w:r w:rsidRPr="0014038B">
        <w:rPr>
          <w:rtl/>
        </w:rPr>
        <w:t xml:space="preserve"> جانسوز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حال</w:t>
      </w:r>
      <w:r w:rsidRPr="0014038B">
        <w:rPr>
          <w:rtl/>
        </w:rPr>
        <w:t xml:space="preserve"> ما خواھ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از گفتۂ ما جستجو کن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توسل کے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کے ساتھ ارتباط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تلاش کرنا ، مشکلوں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چارہ جوئ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کرنا اور مادّ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 کا راہ حل تلاش کرناہے۔اہلب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روکار</w:t>
      </w:r>
      <w:r w:rsidRPr="0014038B">
        <w:rPr>
          <w:rtl/>
        </w:rPr>
        <w:t xml:space="preserve">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طول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و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غمبروں</w:t>
      </w:r>
      <w:r w:rsidRPr="0014038B">
        <w:rPr>
          <w:rtl/>
        </w:rPr>
        <w:t xml:space="preserve"> سے لے کر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عام انسان تک اور ابتدائے خلقت سے روز 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امت</w:t>
      </w:r>
      <w:r w:rsidRPr="0014038B">
        <w:rPr>
          <w:rtl/>
        </w:rPr>
        <w:t xml:space="preserve"> تک خدا کے تقرب کے لئے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چارہ جوئ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متوسل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E3669B" w:rsidRPr="0014038B" w:rsidRDefault="00E3669B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lastRenderedPageBreak/>
        <w:t xml:space="preserve"> </w:t>
      </w:r>
      <w:bookmarkStart w:id="94" w:name="_Toc386266977"/>
      <w:r w:rsidRPr="0014038B">
        <w:rPr>
          <w:rtl/>
        </w:rPr>
        <w:t>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مشکلات کو حل کرنے کے لئے توسّل</w:t>
      </w:r>
      <w:bookmarkEnd w:id="94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بزرگ</w:t>
      </w:r>
      <w:r w:rsidRPr="0014038B">
        <w:rPr>
          <w:rtl/>
        </w:rPr>
        <w:t xml:space="preserve"> لوگ مجہولات کو کشف کرنے اور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مشکلات کو حل کرنے کے لئے توسّل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تاکہ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ض</w:t>
      </w:r>
      <w:r w:rsidRPr="0014038B">
        <w:rPr>
          <w:rtl/>
        </w:rPr>
        <w:t xml:space="preserve">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سلجھائ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E3669B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کے نمونہ کے طور پر مرحوم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>(صاحب شرح کب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>)کاواقعہ ذکر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بہت سے عرب اور عجم علماء ان کے شاگرد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بزرگ عالم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علم و فقہ و اصول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بہت مہارت رکھتے تھے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علم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ئت</w:t>
      </w:r>
      <w:r w:rsidRPr="0014038B">
        <w:rPr>
          <w:rtl/>
        </w:rPr>
        <w:t xml:space="preserve"> سے بے خبر تھے۔اس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کتاب شرح کب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لکھتے وقت  قبلہ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بحث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eastAsia"/>
          <w:rtl/>
        </w:rPr>
        <w:t>شکلات</w:t>
      </w:r>
      <w:r w:rsidRPr="0014038B">
        <w:rPr>
          <w:rtl/>
        </w:rPr>
        <w:t xml:space="preserve"> کا سامنا کرنا پڑا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قبلہ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بحث علم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ئت</w:t>
      </w:r>
      <w:r w:rsidRPr="0014038B">
        <w:rPr>
          <w:rtl/>
        </w:rPr>
        <w:t xml:space="preserve"> سے مربوط ہے ۔انہوں نے اپنے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شاگرد(جو علم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ماہر تھا ) سے قبلہ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بحث سے مربوط علم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ئت</w:t>
      </w:r>
      <w:r w:rsidRPr="0014038B">
        <w:rPr>
          <w:rtl/>
        </w:rPr>
        <w:t xml:space="preserve"> کے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کھنا</w:t>
      </w:r>
      <w:r w:rsidRPr="0014038B">
        <w:rPr>
          <w:rtl/>
        </w:rPr>
        <w:t xml:space="preserve"> چاہے تا کہ وہ کتاب شرح کب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ںمکمل</w:t>
      </w:r>
      <w:r w:rsidRPr="0014038B">
        <w:rPr>
          <w:rtl/>
        </w:rPr>
        <w:t xml:space="preserve"> طور پر قبلہ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بحث ذکر کر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شاگرد نے استاد کے احترام کو ملحوظ نہ رکھا اوراس نے استاد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درخواست کا جواب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طرح ہم کتاب بغل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دبائے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آپ کے سامنے زانوئے ادب طے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آپ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کتاب بغل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دبائے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گھر تشر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لائ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تا  کہ آپ علم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ئت</w:t>
      </w:r>
      <w:r w:rsidRPr="0014038B">
        <w:rPr>
          <w:rtl/>
        </w:rPr>
        <w:t xml:space="preserve"> کے مسائل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استاد</w:t>
      </w:r>
      <w:r w:rsidRPr="0014038B">
        <w:rPr>
          <w:rtl/>
        </w:rPr>
        <w:t xml:space="preserve"> کو شاگرد سے اس تند جواب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توقع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لہذ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 حل کرنے کے لئے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متوسل ہوئے 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وہ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رات حرم مطہر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متوسّل ہوئے اور صبح تک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انجام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الشہداء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مشکلات کو رفع کرنے ے لئے درخواست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۔ان کے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توسّل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صبح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 تمام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مشکلات حل ہو گئ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ضرورت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 پھر انہوں نے کتاب شرح کب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قبلہ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بحث ماہرانہ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سے تحر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E3669B" w:rsidRPr="0014038B" w:rsidRDefault="00E3669B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E3669B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تذکرة العلماء مرحوم تنکابن</w:t>
      </w:r>
      <w:r w:rsidRPr="0014038B">
        <w:rPr>
          <w:rFonts w:hint="cs"/>
          <w:rtl/>
        </w:rPr>
        <w:t>ی</w:t>
      </w:r>
      <w:r w:rsidRPr="0014038B">
        <w:rPr>
          <w:rtl/>
        </w:rPr>
        <w:t>:</w:t>
      </w:r>
      <w:r w:rsidRPr="0014038B">
        <w:rPr>
          <w:rFonts w:hint="cs"/>
          <w:rtl/>
        </w:rPr>
        <w:t>104</w:t>
      </w:r>
    </w:p>
    <w:p w:rsidR="00E3669B" w:rsidRPr="0014038B" w:rsidRDefault="00E3669B" w:rsidP="00A22F56">
      <w:pPr>
        <w:pStyle w:val="libNormal"/>
        <w:rPr>
          <w:rtl/>
          <w:lang w:bidi="ur-PK"/>
        </w:rPr>
      </w:pPr>
      <w:r w:rsidRPr="0014038B">
        <w:rPr>
          <w:rtl/>
          <w:lang w:bidi="ur-PK"/>
        </w:rPr>
        <w:br w:type="page"/>
      </w:r>
    </w:p>
    <w:p w:rsidR="00501A51" w:rsidRPr="0014038B" w:rsidRDefault="00501A51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95" w:name="_Toc386266978"/>
      <w:r w:rsidRPr="0014038B">
        <w:rPr>
          <w:rtl/>
        </w:rPr>
        <w:t>توسّل سے دور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</w:t>
      </w:r>
      <w:r w:rsidRPr="0014038B">
        <w:rPr>
          <w:rtl/>
        </w:rPr>
        <w:t xml:space="preserve"> گناہ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علامت</w:t>
      </w:r>
      <w:bookmarkEnd w:id="95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توسّل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اس قدر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ہے کہ بعض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:خدا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فراہم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ہوسکتا مگر جب تک انسان ان معصوم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دامن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متمسک نہ ہو۔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 xml:space="preserve">''وَلاٰ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ق</w:t>
      </w:r>
      <w:r w:rsidRPr="0014038B">
        <w:rPr>
          <w:rStyle w:val="libArabicChar"/>
          <w:rFonts w:hint="cs"/>
          <w:rtl/>
        </w:rPr>
        <w:t>ْبَ</w:t>
      </w:r>
      <w:r w:rsidRPr="0014038B">
        <w:rPr>
          <w:rStyle w:val="libArabicChar"/>
          <w:rFonts w:hint="eastAsia"/>
          <w:rtl/>
        </w:rPr>
        <w:t>لُ</w:t>
      </w:r>
      <w:r w:rsidRPr="0014038B">
        <w:rPr>
          <w:rStyle w:val="libArabicChar"/>
          <w:rtl/>
        </w:rPr>
        <w:t xml:space="preserve"> تَو</w:t>
      </w:r>
      <w:r w:rsidRPr="0014038B">
        <w:rPr>
          <w:rStyle w:val="libArabicChar"/>
          <w:rFonts w:hint="cs"/>
          <w:rtl/>
        </w:rPr>
        <w:t>ْحِیْ</w:t>
      </w:r>
      <w:r w:rsidRPr="0014038B">
        <w:rPr>
          <w:rStyle w:val="libArabicChar"/>
          <w:rFonts w:hint="eastAsia"/>
          <w:rtl/>
        </w:rPr>
        <w:t>دَ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 xml:space="preserve"> اِلاّٰ بِاع</w:t>
      </w:r>
      <w:r w:rsidRPr="0014038B">
        <w:rPr>
          <w:rStyle w:val="libArabicChar"/>
          <w:rFonts w:hint="cs"/>
          <w:rtl/>
        </w:rPr>
        <w:t>ْتِرٰافِ لِنَبِیِّ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صَلَّ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عَلَ</w:t>
      </w:r>
      <w:r w:rsidRPr="0014038B">
        <w:rPr>
          <w:rStyle w:val="libArabicChar"/>
          <w:rFonts w:hint="cs"/>
          <w:rtl/>
        </w:rPr>
        <w:t>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وَآلِ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بِنُبُوَّتِ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 xml:space="preserve">ِ وَلاٰ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ق</w:t>
      </w:r>
      <w:r w:rsidRPr="0014038B">
        <w:rPr>
          <w:rStyle w:val="libArabicChar"/>
          <w:rFonts w:hint="cs"/>
          <w:rtl/>
        </w:rPr>
        <w:t>ْبَلُ</w:t>
      </w:r>
      <w:r w:rsidRPr="0014038B">
        <w:rPr>
          <w:rStyle w:val="libArabicChar"/>
          <w:rtl/>
        </w:rPr>
        <w:t xml:space="preserve"> دِ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ناً</w:t>
      </w:r>
      <w:r w:rsidRPr="0014038B">
        <w:rPr>
          <w:rStyle w:val="libArabicChar"/>
          <w:rtl/>
        </w:rPr>
        <w:t xml:space="preserve"> اِلاّٰبِوِلاٰ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ةِ</w:t>
      </w:r>
      <w:r w:rsidRPr="0014038B">
        <w:rPr>
          <w:rStyle w:val="libArabicChar"/>
          <w:rtl/>
        </w:rPr>
        <w:t xml:space="preserve"> مِمَّن</w:t>
      </w:r>
      <w:r w:rsidRPr="0014038B">
        <w:rPr>
          <w:rStyle w:val="libArabicChar"/>
          <w:rFonts w:hint="cs"/>
          <w:rtl/>
        </w:rPr>
        <w:t>ْ أَمَرَ بِوِلاٰیَ</w:t>
      </w:r>
      <w:r w:rsidRPr="0014038B">
        <w:rPr>
          <w:rStyle w:val="libArabicChar"/>
          <w:rFonts w:hint="eastAsia"/>
          <w:rtl/>
        </w:rPr>
        <w:t>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، وَلاٰ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ن</w:t>
      </w:r>
      <w:r w:rsidRPr="0014038B">
        <w:rPr>
          <w:rStyle w:val="libArabicChar"/>
          <w:rFonts w:hint="cs"/>
          <w:rtl/>
        </w:rPr>
        <w:t>ْتَظِمُ</w:t>
      </w:r>
      <w:r w:rsidRPr="0014038B">
        <w:rPr>
          <w:rStyle w:val="libArabicChar"/>
          <w:rtl/>
        </w:rPr>
        <w:t xml:space="preserve"> اَس</w:t>
      </w:r>
      <w:r w:rsidRPr="0014038B">
        <w:rPr>
          <w:rStyle w:val="libArabicChar"/>
          <w:rFonts w:hint="cs"/>
          <w:rtl/>
        </w:rPr>
        <w:t>ْبٰابَ طٰاعَتِ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اِلاّٰ بِالتَّمَسُّکِ بِعِصَمِ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 وَ ع</w:t>
      </w:r>
      <w:r w:rsidRPr="0014038B">
        <w:rPr>
          <w:rStyle w:val="libArabicChar"/>
          <w:rFonts w:hint="eastAsia"/>
          <w:rtl/>
        </w:rPr>
        <w:t>ِصَمِ</w:t>
      </w:r>
      <w:r w:rsidRPr="0014038B">
        <w:rPr>
          <w:rStyle w:val="libArabicChar"/>
          <w:rtl/>
        </w:rPr>
        <w:t xml:space="preserve">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ْلِ وِلاٰیَ</w:t>
      </w:r>
      <w:r w:rsidRPr="0014038B">
        <w:rPr>
          <w:rStyle w:val="libArabicChar"/>
          <w:rFonts w:hint="eastAsia"/>
          <w:rtl/>
        </w:rPr>
        <w:t>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خداوند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دۂ</w:t>
      </w:r>
      <w:r w:rsidRPr="0014038B">
        <w:rPr>
          <w:rtl/>
        </w:rPr>
        <w:t xml:space="preserve"> توح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کو قبول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کرتا مگر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 اس کے ساتھ ساتھ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نبوت کا اعتراف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اور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کو قبول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کرتا مگر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ساتھ کہ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قبول کرنےکا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 اور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فراہم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مگر </w:t>
      </w:r>
      <w:r w:rsidRPr="0014038B">
        <w:rPr>
          <w:rFonts w:hint="eastAsia"/>
          <w:rtl/>
        </w:rPr>
        <w:t>خداک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عصمت اور اس کے صاحبان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تمسک کر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فرمان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کے اسباب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فراہم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ممکن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جب انسان خدا اور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عصمت سے متمسک ہو۔ل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اگر انسان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نہ ہو تو خدا کے احکامات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سکتا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بزرگ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خالق و مخلوق کے 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ض</w:t>
      </w:r>
      <w:r w:rsidRPr="0014038B">
        <w:rPr>
          <w:rtl/>
        </w:rPr>
        <w:t xml:space="preserve"> کا واسطہ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بناء پر گناہگاروں کے گناہ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  علت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توسّل و تمسک کسے دور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 پس اگر توسّل کو ترک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کے جال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پھنس کر معص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مرتکب ہوں گے 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گناہوں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علامت ہے۔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="0014038B" w:rsidRPr="0014038B">
        <w:rPr>
          <w:rFonts w:hint="cs"/>
          <w:rtl/>
        </w:rPr>
        <w:t>9</w:t>
      </w:r>
      <w:r w:rsidRPr="0014038B">
        <w:rPr>
          <w:rFonts w:hint="cs"/>
          <w:rtl/>
        </w:rPr>
        <w:t>7ص114</w:t>
      </w:r>
    </w:p>
    <w:p w:rsidR="00501A51" w:rsidRPr="0014038B" w:rsidRDefault="00501A5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01A51" w:rsidRPr="0014038B" w:rsidRDefault="00501A51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96" w:name="_Toc386266979"/>
      <w:r w:rsidRPr="0014038B">
        <w:rPr>
          <w:rtl/>
        </w:rPr>
        <w:t>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ٔبحث</w:t>
      </w:r>
      <w:bookmarkEnd w:id="96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توسّل</w:t>
      </w:r>
      <w:r w:rsidRPr="0014038B">
        <w:rPr>
          <w:rtl/>
        </w:rPr>
        <w:t xml:space="preserve"> کثافت قلب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پاک کرتا ہے اور غافل دلوں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کرتا ہے ۔ جب مختلف قسم کے فتنہ وفساد انسانوں کو گرداب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توسّل  کشت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نجات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ساحل پر پہنچاتے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خدا کا قرب حاصل کرنا چاہتے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کے سامنے آبرومند ہونا چاہتے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توسّل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کو اس ہدف تک پہنچا سکتا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نسبت سے ہمارے اہم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اعتقاد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ان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، علم و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و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توسّل کے مسئلہ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اخلاق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تطہر قلب، تمرکز فکر وغ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توسل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مشکل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کو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توسّل سے حل کئے جاسکتے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مطلقہ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مالک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خاندان</w:t>
      </w:r>
      <w:r w:rsidRPr="0014038B">
        <w:rPr>
          <w:rtl/>
        </w:rPr>
        <w:t xml:space="preserve">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توسّل کرنا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کرنے اور گناہوں کو ترک کرنے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کرتا ہے ۔ اس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سے خدا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سے مدد 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 سکت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آنان</w:t>
      </w:r>
      <w:r w:rsidRPr="0014038B">
        <w:rPr>
          <w:rtl/>
        </w:rPr>
        <w:t xml:space="preserve"> کہ خاک را بہ نظر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کند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شودکہ گوشۂ چشم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 ماکند</w:t>
      </w:r>
    </w:p>
    <w:p w:rsidR="00501A51" w:rsidRPr="0014038B" w:rsidRDefault="00501A5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5221CD">
      <w:pPr>
        <w:pStyle w:val="Heading1Center"/>
        <w:rPr>
          <w:rtl/>
        </w:rPr>
      </w:pPr>
      <w:bookmarkStart w:id="97" w:name="_Toc386266980"/>
      <w:r w:rsidRPr="0014038B">
        <w:rPr>
          <w:rFonts w:hint="eastAsia"/>
          <w:rtl/>
        </w:rPr>
        <w:lastRenderedPageBreak/>
        <w:t>ساتواں</w:t>
      </w:r>
      <w:r w:rsidRPr="0014038B">
        <w:rPr>
          <w:rtl/>
        </w:rPr>
        <w:t xml:space="preserve"> باب</w:t>
      </w:r>
      <w:bookmarkEnd w:id="97"/>
    </w:p>
    <w:p w:rsidR="00CA6D92" w:rsidRPr="0014038B" w:rsidRDefault="00CA6D92" w:rsidP="005221CD">
      <w:pPr>
        <w:pStyle w:val="Heading1Center"/>
        <w:rPr>
          <w:rtl/>
        </w:rPr>
      </w:pPr>
      <w:bookmarkStart w:id="98" w:name="_Toc386266981"/>
      <w:r w:rsidRPr="0014038B">
        <w:rPr>
          <w:rFonts w:hint="eastAsia"/>
          <w:rtl/>
        </w:rPr>
        <w:t>محبت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السلام</w:t>
      </w:r>
      <w:bookmarkEnd w:id="98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المو 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السلام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''أَح</w:t>
      </w:r>
      <w:r w:rsidRPr="0014038B">
        <w:rPr>
          <w:rFonts w:hint="cs"/>
          <w:rtl/>
        </w:rPr>
        <w:t>ْسَنُ الْحَسَنٰاتِ حُبُّنٰا وَ أَسْوَئُ السَیِّ</w:t>
      </w:r>
      <w:r w:rsidRPr="0014038B">
        <w:rPr>
          <w:rFonts w:hint="eastAsia"/>
          <w:rtl/>
        </w:rPr>
        <w:t>ئٰاتِ</w:t>
      </w:r>
      <w:r w:rsidRPr="0014038B">
        <w:rPr>
          <w:rtl/>
        </w:rPr>
        <w:t xml:space="preserve"> بُغ</w:t>
      </w:r>
      <w:r w:rsidRPr="0014038B">
        <w:rPr>
          <w:rFonts w:hint="cs"/>
          <w:rtl/>
        </w:rPr>
        <w:t>ْضُنٰا''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(خاندان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السلام) محبت ہے اور بدتر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برائ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اں،</w:t>
      </w:r>
      <w:r w:rsidRPr="0014038B">
        <w:rPr>
          <w:rtl/>
        </w:rPr>
        <w:t xml:space="preserve"> ہم سے دشمن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ہے۔</w:t>
      </w:r>
    </w:p>
    <w:p w:rsidR="00CA6D92" w:rsidRPr="0014038B" w:rsidRDefault="00CA6D92" w:rsidP="00501A51">
      <w:pPr>
        <w:pStyle w:val="libNormal"/>
        <w:rPr>
          <w:rtl/>
        </w:rPr>
      </w:pPr>
      <w:r w:rsidRPr="0014038B">
        <w:rPr>
          <w:rtl/>
        </w:rPr>
        <w:t xml:space="preserve">   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کشش   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</w:t>
      </w:r>
    </w:p>
    <w:p w:rsidR="00CA6D92" w:rsidRPr="0014038B" w:rsidRDefault="00CA6D92" w:rsidP="00501A51">
      <w:pPr>
        <w:pStyle w:val="libNormal"/>
        <w:rPr>
          <w:rtl/>
        </w:rPr>
      </w:pPr>
      <w:r w:rsidRPr="0014038B">
        <w:rPr>
          <w:rtl/>
        </w:rPr>
        <w:t xml:space="preserve">    آسمان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موجودات اور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   تقرّب خدا کے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آثار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دوستوںسے محبت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محبوں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1۔ مودّت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کرنا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2۔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محبوں سے محبت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3۔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دشمنوں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زار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4۔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5۔ دوسرں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کو تقو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سچ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جھوٹ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</w:p>
    <w:p w:rsidR="00501A51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</w:p>
    <w:p w:rsidR="00501A51" w:rsidRPr="0014038B" w:rsidRDefault="00501A5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99" w:name="_Toc386266982"/>
      <w:r w:rsidRPr="0014038B">
        <w:rPr>
          <w:rtl/>
        </w:rPr>
        <w:t>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کشش</w:t>
      </w:r>
      <w:bookmarkEnd w:id="99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محبت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کشش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محبت کرنے والے کو اپنے محبوب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 مائل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اس کے افکار و عقائد محب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ںڈال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ہے</w:t>
      </w:r>
      <w:r w:rsidRPr="0014038B">
        <w:rPr>
          <w:rtl/>
        </w:rPr>
        <w:t>۔اس بناء پر محبت جتن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کرنے والے اور محبوب کے 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مماثلت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اگر محبت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کشش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جو محبوب اور محب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نچت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کے حالات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دوسرے پر اثر انداز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دو جڑواں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محبت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دونوں کا بہت 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واسطہ ہوتا ہے او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وہاں پر حالات کاا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دوسرے پر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اثرانداز ہونا بہتر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r w:rsidRPr="0014038B">
        <w:rPr>
          <w:rtl/>
        </w:rPr>
        <w:t xml:space="preserve"> سے دکھائ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چند</w:t>
      </w:r>
      <w:r w:rsidRPr="0014038B">
        <w:rPr>
          <w:rtl/>
        </w:rPr>
        <w:t xml:space="preserve"> سال پہلے لندن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تکل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کااحساس ہوا ۔وہ اس قدر درد محسوس کر 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کر ڈاکٹروں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تشخ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درد وضع حمل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علامت ہے ۔ اسے ہسپتال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تحق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کے بعد پتا چلاکہ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شاد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tl/>
        </w:rPr>
        <w:t>ں ہوئ</w:t>
      </w:r>
      <w:r w:rsidRPr="0014038B">
        <w:rPr>
          <w:rFonts w:hint="cs"/>
          <w:rtl/>
        </w:rPr>
        <w:t>ی</w:t>
      </w:r>
      <w:r w:rsidRPr="0014038B">
        <w:rPr>
          <w:rtl/>
        </w:rPr>
        <w:t>!!اور پھر 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سٹ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پتہ چلا کہ وہ حاملہ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ابھ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  ہسپتال کے بستر پر درد سے کراہ  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اس کا پورا بدن پس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شرابور تھا۔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ڈاکٹروں</w:t>
      </w:r>
      <w:r w:rsidRPr="0014038B">
        <w:rPr>
          <w:rtl/>
        </w:rPr>
        <w:t xml:space="preserve"> کے کئ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گھنٹوں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کوششوں کے بعد  بالآخر اسے کچھ سکون  محسوس ہوا اور وہ مسکرائ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پھر کہنے لگ</w:t>
      </w:r>
      <w:r w:rsidRPr="0014038B">
        <w:rPr>
          <w:rFonts w:hint="cs"/>
          <w:rtl/>
        </w:rPr>
        <w:t>ی</w:t>
      </w:r>
      <w:r w:rsidRPr="0014038B">
        <w:rPr>
          <w:rtl/>
        </w:rPr>
        <w:t>:اب مجھے آرام ہے ۔مولود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ٹاہے</w:t>
      </w:r>
      <w:r w:rsidRPr="0014038B">
        <w:rPr>
          <w:rtl/>
        </w:rPr>
        <w:t>!</w:t>
      </w:r>
    </w:p>
    <w:p w:rsidR="00501A51" w:rsidRPr="0014038B" w:rsidRDefault="00501A5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ڈاکٹروں</w:t>
      </w:r>
      <w:r w:rsidRPr="0014038B">
        <w:rPr>
          <w:rtl/>
        </w:rPr>
        <w:t xml:space="preserve"> نے سوچا کہ شا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ان کا واسطہ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پاگل لڑک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پڑا 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بعد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متوجہ ہوئے  کہ اس مں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وانگ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پاگل پن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علامات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کے بعد معلوم ہوا کہ 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وقت جب وہ لندن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درد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ہسپتال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جڑواں بہن آسٹر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کے شہر ''و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>''م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وضع حمل کے درد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جہ سے ہسپتال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ںداخل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چند گھنٹوں کے بعد اس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بچے کو جنم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حالات لوگوں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محب مادّ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دوں</w:t>
      </w:r>
      <w:r w:rsidRPr="0014038B">
        <w:rPr>
          <w:rtl/>
        </w:rPr>
        <w:t xml:space="preserve"> کو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چھے</w:t>
      </w:r>
      <w:r w:rsidRPr="0014038B">
        <w:rPr>
          <w:rtl/>
        </w:rPr>
        <w:t xml:space="preserve"> چھوڑ  کر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لوں</w:t>
      </w:r>
      <w:r w:rsidRPr="0014038B">
        <w:rPr>
          <w:rtl/>
        </w:rPr>
        <w:t xml:space="preserve">  دور اپنے محبوب تک پہنچ جاتا ہے ۔جس طرح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بخار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حرار ت جسم سے روح کے نکل جانے اور نامرئ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کو درک کرنے کا سبب بنت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محبت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گرم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کرنے والے  کو عالمِ ظاہر سے نکال کر محبوب تک پہنچا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محبوب</w:t>
      </w:r>
      <w:r w:rsidRPr="0014038B">
        <w:rPr>
          <w:rtl/>
        </w:rPr>
        <w:t xml:space="preserve"> تک پہنچنا اور اس کا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tl/>
        </w:rPr>
        <w:t xml:space="preserve"> کرنا اس جذبہ اور کشش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ہوتاہے جو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شدّت سے 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مجہولات کو کشف کرنے کا باعث بنت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دانشوروں کا مجہولات کو کشف کرنے کے لئے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محبت و رغبت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مقصد تک پہنچانے کا باعث بنت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واضح الفاظ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کہا جا سکتا ہے: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محبت و رغبت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کو سلجھانےم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مدد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جس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مجہولات کو کشف کرنے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عجائب حسّ ششم:</w:t>
      </w:r>
      <w:r w:rsidRPr="0014038B">
        <w:rPr>
          <w:rFonts w:hint="cs"/>
          <w:rtl/>
        </w:rPr>
        <w:t>34</w:t>
      </w:r>
    </w:p>
    <w:p w:rsidR="00501A51" w:rsidRPr="0014038B" w:rsidRDefault="00501A5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01A51" w:rsidRPr="0014038B" w:rsidRDefault="00501A51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00" w:name="_Toc386266983"/>
      <w:r w:rsidRPr="0014038B">
        <w:rPr>
          <w:rtl/>
        </w:rPr>
        <w:t>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</w:t>
      </w:r>
      <w:bookmarkEnd w:id="100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محبت</w:t>
      </w:r>
      <w:r w:rsidRPr="0014038B">
        <w:rPr>
          <w:rtl/>
        </w:rPr>
        <w:t xml:space="preserve"> اور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موجود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بخش آثار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انسان کو چاہئے کہ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کو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سمت دے اور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مقصد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کرے 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محبت کو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تاکہ اس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سے افراد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آلودگ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پاک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سکے اور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اچھ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خوب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جو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کا مقرّب بنائے۔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خدا کا تقرّب حاصل کرنے کے لئے بہت مؤثر ہے۔روا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کو خدا کے تقرب کا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''لِکُلِّ أَم</w:t>
      </w:r>
      <w:r w:rsidRPr="0014038B">
        <w:rPr>
          <w:rStyle w:val="libArabicChar"/>
          <w:rFonts w:hint="cs"/>
          <w:rtl/>
        </w:rPr>
        <w:t>ْرٍ سَیِّ</w:t>
      </w:r>
      <w:r w:rsidRPr="0014038B">
        <w:rPr>
          <w:rStyle w:val="libArabicChar"/>
          <w:rFonts w:hint="eastAsia"/>
          <w:rtl/>
        </w:rPr>
        <w:t>د</w:t>
      </w:r>
      <w:r w:rsidRPr="0014038B">
        <w:rPr>
          <w:rStyle w:val="libArabicChar"/>
          <w:rtl/>
        </w:rPr>
        <w:t xml:space="preserve"> وَحُبِّ</w:t>
      </w:r>
      <w:r w:rsidRPr="0014038B">
        <w:rPr>
          <w:rStyle w:val="libArabicChar"/>
          <w:rFonts w:hint="cs"/>
          <w:rtl/>
        </w:rPr>
        <w:t>ْ وَ حُبُّ عَلِی</w:t>
      </w:r>
      <w:r w:rsidRPr="0014038B">
        <w:rPr>
          <w:rStyle w:val="libArabicChar"/>
          <w:rtl/>
        </w:rPr>
        <w:t xml:space="preserve">  عل</w:t>
      </w:r>
      <w:r w:rsidRPr="0014038B">
        <w:rPr>
          <w:rStyle w:val="libArabicChar"/>
          <w:rFonts w:hint="cs"/>
          <w:rtl/>
        </w:rPr>
        <w:t>ی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 xml:space="preserve"> السلام سَ</w:t>
      </w:r>
      <w:r w:rsidRPr="0014038B">
        <w:rPr>
          <w:rStyle w:val="libArabicChar"/>
          <w:rFonts w:hint="cs"/>
          <w:rtl/>
        </w:rPr>
        <w:t>یِّ</w:t>
      </w:r>
      <w:r w:rsidRPr="0014038B">
        <w:rPr>
          <w:rStyle w:val="libArabicChar"/>
          <w:rFonts w:hint="eastAsia"/>
          <w:rtl/>
        </w:rPr>
        <w:t>دُ</w:t>
      </w:r>
      <w:r w:rsidRPr="0014038B">
        <w:rPr>
          <w:rStyle w:val="libArabicChar"/>
          <w:rtl/>
        </w:rPr>
        <w:t xml:space="preserve"> مٰا تَقَرَّبَ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ال</w:t>
      </w:r>
      <w:r w:rsidRPr="0014038B">
        <w:rPr>
          <w:rStyle w:val="libArabicChar"/>
          <w:rFonts w:hint="cs"/>
          <w:rtl/>
        </w:rPr>
        <w:t>ْمُتَقَرِّبُوْنَ مِنْ طٰاعَةِ رَبِّ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ِمْ''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ہر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سردار ہے ،اور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ان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سردار ہے کہ جن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تقرب حاصل کرنے والے مقرب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کہ پروردگار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واضح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ہے کہ خاندان 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 خدا کے احکام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اوراس کے تقرب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ہے ۔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tl/>
        </w:rPr>
        <w:t>[1] ۔ بحار الانوارج:</w:t>
      </w:r>
      <w:r w:rsidRPr="0014038B">
        <w:rPr>
          <w:rFonts w:hint="cs"/>
          <w:rtl/>
        </w:rPr>
        <w:t>27ص12</w:t>
      </w:r>
      <w:r w:rsidR="0014038B" w:rsidRPr="0014038B">
        <w:rPr>
          <w:rFonts w:hint="cs"/>
          <w:rtl/>
        </w:rPr>
        <w:t>9</w:t>
      </w:r>
    </w:p>
    <w:p w:rsidR="00501A51" w:rsidRPr="0014038B" w:rsidRDefault="00501A5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01A51" w:rsidRPr="0014038B" w:rsidRDefault="00501A51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501A51">
      <w:pPr>
        <w:pStyle w:val="libNormal"/>
        <w:rPr>
          <w:rtl/>
        </w:rPr>
      </w:pPr>
      <w:r w:rsidRPr="0014038B">
        <w:rPr>
          <w:rStyle w:val="libArabicChar"/>
          <w:rtl/>
        </w:rPr>
        <w:t>''حُبُّ عَلِّ</w:t>
      </w:r>
      <w:r w:rsidRPr="0014038B">
        <w:rPr>
          <w:rStyle w:val="libArabicChar"/>
          <w:rFonts w:hint="cs"/>
          <w:rtl/>
        </w:rPr>
        <w:t>یِ</w:t>
      </w:r>
      <w:r w:rsidRPr="0014038B">
        <w:rPr>
          <w:rStyle w:val="libArabicChar"/>
          <w:rtl/>
        </w:rPr>
        <w:t xml:space="preserve"> ب</w:t>
      </w:r>
      <w:r w:rsidRPr="0014038B">
        <w:rPr>
          <w:rStyle w:val="libArabicChar"/>
          <w:rFonts w:hint="cs"/>
          <w:rtl/>
        </w:rPr>
        <w:t>ْنِ اَبِیْ</w:t>
      </w:r>
      <w:r w:rsidRPr="0014038B">
        <w:rPr>
          <w:rStyle w:val="libArabicChar"/>
          <w:rtl/>
        </w:rPr>
        <w:t xml:space="preserve"> طٰالِبٍ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ح</w:t>
      </w:r>
      <w:r w:rsidRPr="0014038B">
        <w:rPr>
          <w:rStyle w:val="libArabicChar"/>
          <w:rFonts w:hint="cs"/>
          <w:rtl/>
        </w:rPr>
        <w:t>ْرِقُ</w:t>
      </w:r>
      <w:r w:rsidRPr="0014038B">
        <w:rPr>
          <w:rStyle w:val="libArabicChar"/>
          <w:rtl/>
        </w:rPr>
        <w:t xml:space="preserve"> الذُّنُو</w:t>
      </w:r>
      <w:r w:rsidRPr="0014038B">
        <w:rPr>
          <w:rStyle w:val="libArabicChar"/>
          <w:rFonts w:hint="cs"/>
          <w:rtl/>
        </w:rPr>
        <w:t>ْبَ کَمٰا تُحْرِقُ النّٰارُ اَلْحَطَبَ''</w:t>
      </w:r>
      <w:r w:rsidR="00E546D1" w:rsidRPr="0014038B">
        <w:rPr>
          <w:rStyle w:val="libFootnotenumChar"/>
          <w:rFonts w:hint="cs"/>
          <w:rtl/>
        </w:rPr>
        <w:t>(</w:t>
      </w:r>
      <w:r w:rsidR="00501A51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کناہوں کو اس طرح راکھکر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جس طرح آگ لکڑ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جلا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مولائے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گناہوں کے وجود کو جلا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گناہوں کے پہاڑ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ڈرّے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بدل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اور اسے انسان کے وجود سے نکال کر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و نابود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نہ صرف گذشتہ گناہوں  کے آثار ختم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بلکہ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سہ</w:t>
      </w:r>
      <w:r w:rsidRPr="0014038B">
        <w:rPr>
          <w:rtl/>
        </w:rPr>
        <w:t xml:space="preserve"> پلائ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وار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انسان کو گناہ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سے روکت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ہے۔محمد و آل محمد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محبت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آپ خود کو گناہوں سے بچا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رسول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501A51">
      <w:pPr>
        <w:pStyle w:val="libNormal"/>
        <w:rPr>
          <w:rtl/>
        </w:rPr>
      </w:pPr>
      <w:r w:rsidRPr="0014038B">
        <w:rPr>
          <w:rStyle w:val="libArabicChar"/>
          <w:rtl/>
        </w:rPr>
        <w:t>''أَلاٰ وَ مَن</w:t>
      </w:r>
      <w:r w:rsidRPr="0014038B">
        <w:rPr>
          <w:rStyle w:val="libArabicChar"/>
          <w:rFonts w:hint="cs"/>
          <w:rtl/>
        </w:rPr>
        <w:t>ْ أَحَبَّ عَلِیًّ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لاٰ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خ</w:t>
      </w:r>
      <w:r w:rsidRPr="0014038B">
        <w:rPr>
          <w:rStyle w:val="libArabicChar"/>
          <w:rFonts w:hint="cs"/>
          <w:rtl/>
        </w:rPr>
        <w:t>ْرُجُ</w:t>
      </w:r>
      <w:r w:rsidRPr="0014038B">
        <w:rPr>
          <w:rStyle w:val="libArabicChar"/>
          <w:rtl/>
        </w:rPr>
        <w:t xml:space="preserve"> مِنَ الدُّن</w:t>
      </w:r>
      <w:r w:rsidRPr="0014038B">
        <w:rPr>
          <w:rStyle w:val="libArabicChar"/>
          <w:rFonts w:hint="cs"/>
          <w:rtl/>
        </w:rPr>
        <w:t>ْیٰ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حَتّٰ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ش</w:t>
      </w:r>
      <w:r w:rsidRPr="0014038B">
        <w:rPr>
          <w:rStyle w:val="libArabicChar"/>
          <w:rFonts w:hint="cs"/>
          <w:rtl/>
        </w:rPr>
        <w:t>ْرِبَ</w:t>
      </w:r>
      <w:r w:rsidRPr="0014038B">
        <w:rPr>
          <w:rStyle w:val="libArabicChar"/>
          <w:rtl/>
        </w:rPr>
        <w:t xml:space="preserve"> مِنَ ال</w:t>
      </w:r>
      <w:r w:rsidRPr="0014038B">
        <w:rPr>
          <w:rStyle w:val="libArabicChar"/>
          <w:rFonts w:hint="cs"/>
          <w:rtl/>
        </w:rPr>
        <w:t>ْکَوْثَرِ وَ یَ</w:t>
      </w:r>
      <w:r w:rsidRPr="0014038B">
        <w:rPr>
          <w:rStyle w:val="libArabicChar"/>
          <w:rFonts w:hint="eastAsia"/>
          <w:rtl/>
        </w:rPr>
        <w:t>أ</w:t>
      </w:r>
      <w:r w:rsidRPr="0014038B">
        <w:rPr>
          <w:rStyle w:val="libArabicChar"/>
          <w:rFonts w:hint="cs"/>
          <w:rtl/>
        </w:rPr>
        <w:t>ْکُلَ</w:t>
      </w:r>
      <w:r w:rsidRPr="0014038B">
        <w:rPr>
          <w:rStyle w:val="libArabicChar"/>
          <w:rtl/>
        </w:rPr>
        <w:t xml:space="preserve"> مِن</w:t>
      </w:r>
      <w:r w:rsidRPr="0014038B">
        <w:rPr>
          <w:rStyle w:val="libArabicChar"/>
          <w:rFonts w:hint="cs"/>
          <w:rtl/>
        </w:rPr>
        <w:t>ْ طُوْبٰی</w:t>
      </w:r>
      <w:r w:rsidRPr="0014038B">
        <w:rPr>
          <w:rStyle w:val="libArabicChar"/>
          <w:rtl/>
        </w:rPr>
        <w:t xml:space="preserve"> وَ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رٰ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مَکٰانَ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فِ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ْجَنَّةِ''</w:t>
      </w:r>
      <w:r w:rsidR="00E546D1" w:rsidRPr="0014038B">
        <w:rPr>
          <w:rStyle w:val="libFootnotenumChar"/>
          <w:rFonts w:hint="cs"/>
          <w:rtl/>
        </w:rPr>
        <w:t>(</w:t>
      </w:r>
      <w:r w:rsidR="00501A51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جان</w:t>
      </w:r>
      <w:r w:rsidRPr="0014038B">
        <w:rPr>
          <w:rtl/>
        </w:rPr>
        <w:t xml:space="preserve"> لو! جو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محبت کرے وہ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جائے گا مگر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 وہ آب کوثر 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لے اور طوب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کھالے ا و ر جنت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جگہ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لے۔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3</w:t>
      </w:r>
      <w:r w:rsidR="0014038B" w:rsidRPr="0014038B">
        <w:rPr>
          <w:rFonts w:hint="cs"/>
          <w:rtl/>
        </w:rPr>
        <w:t>9</w:t>
      </w:r>
      <w:r w:rsidRPr="0014038B">
        <w:rPr>
          <w:rFonts w:hint="cs"/>
          <w:rtl/>
        </w:rPr>
        <w:t>ص266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نة</w:t>
      </w:r>
      <w:r w:rsidRPr="0014038B">
        <w:rPr>
          <w:rtl/>
        </w:rPr>
        <w:t xml:space="preserve"> البحار،مادۂ حبب</w:t>
      </w:r>
    </w:p>
    <w:p w:rsidR="00501A51" w:rsidRPr="0014038B" w:rsidRDefault="00501A5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01A51" w:rsidRPr="0014038B" w:rsidRDefault="00501A51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کہ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لمحہ تک محبت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ہمارے دلوں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کہ ہم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لمحوں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لطف و کرم کے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شاہد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کا انہوں نے وعدہ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ہے:</w:t>
      </w:r>
    </w:p>
    <w:p w:rsidR="00CA6D92" w:rsidRPr="0014038B" w:rsidRDefault="00CA6D92" w:rsidP="00501A51">
      <w:pPr>
        <w:pStyle w:val="libNormal"/>
        <w:rPr>
          <w:rtl/>
        </w:rPr>
      </w:pPr>
      <w:r w:rsidRPr="0014038B">
        <w:rPr>
          <w:rStyle w:val="libArabicChar"/>
          <w:rtl/>
        </w:rPr>
        <w:t>''أَللّٰ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ُمَّ ثَبِّت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>نِ</w:t>
      </w:r>
      <w:r w:rsidRPr="0014038B">
        <w:rPr>
          <w:rStyle w:val="libArabicChar"/>
          <w:rFonts w:hint="cs"/>
          <w:rtl/>
        </w:rPr>
        <w:t>ْ مَحَبَّةِ أَوْلِیٰ</w:t>
      </w:r>
      <w:r w:rsidRPr="0014038B">
        <w:rPr>
          <w:rStyle w:val="libArabicChar"/>
          <w:rFonts w:hint="eastAsia"/>
          <w:rtl/>
        </w:rPr>
        <w:t>ائِکَ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501A51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محبت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کا دم بھرتے ہوئے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 نکلے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تو موت کا پہلالمحہ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 لمحہ ہو گا کہ جب ہم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و عظمت اور جلال کے آثار (جو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و تقو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ٰ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علامت ہے)کو بخوب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  انشاء اللہ۔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چند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محبت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جڑ اور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ادقرار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ہے،جس طرح ان سے دشمن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بغض کو کفر و نفاق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501A51">
      <w:pPr>
        <w:pStyle w:val="libNormal"/>
        <w:rPr>
          <w:rtl/>
        </w:rPr>
      </w:pPr>
      <w:r w:rsidRPr="0014038B">
        <w:rPr>
          <w:rStyle w:val="libArabicChar"/>
          <w:rtl/>
        </w:rPr>
        <w:t>''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عَلِّ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tl/>
        </w:rPr>
        <w:t xml:space="preserve"> حُبُّکَ تَق</w:t>
      </w:r>
      <w:r w:rsidRPr="0014038B">
        <w:rPr>
          <w:rStyle w:val="libArabicChar"/>
          <w:rFonts w:hint="cs"/>
          <w:rtl/>
        </w:rPr>
        <w:t>ْویٰ</w:t>
      </w:r>
      <w:r w:rsidRPr="0014038B">
        <w:rPr>
          <w:rStyle w:val="libArabicChar"/>
          <w:rtl/>
        </w:rPr>
        <w:t xml:space="preserve"> وَ اِ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مٰانوَ</w:t>
      </w:r>
      <w:r w:rsidRPr="0014038B">
        <w:rPr>
          <w:rStyle w:val="libArabicChar"/>
          <w:rtl/>
        </w:rPr>
        <w:t xml:space="preserve"> بُغ</w:t>
      </w:r>
      <w:r w:rsidRPr="0014038B">
        <w:rPr>
          <w:rStyle w:val="libArabicChar"/>
          <w:rFonts w:hint="cs"/>
          <w:rtl/>
        </w:rPr>
        <w:t>ْضُکَ کُفْر وَ نِفٰاق''</w:t>
      </w:r>
      <w:r w:rsidR="00E546D1" w:rsidRPr="0014038B">
        <w:rPr>
          <w:rStyle w:val="libFootnotenumChar"/>
          <w:rFonts w:hint="cs"/>
          <w:rtl/>
        </w:rPr>
        <w:t>(</w:t>
      </w:r>
      <w:r w:rsidR="00501A51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اے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>! آپ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ہے اور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دشمن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کفر و نفاق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دشمن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کرے وہ ہمارے مکتب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کافر اور خدا کے منکروں کے زمرے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آتا ہے۔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101ص232 اور 357،مصباح الزائر:116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 ۔ ۔حار الانوار:ج</w:t>
      </w:r>
      <w:r w:rsidRPr="0014038B">
        <w:rPr>
          <w:rFonts w:hint="cs"/>
          <w:rtl/>
        </w:rPr>
        <w:t>3</w:t>
      </w:r>
      <w:r w:rsidR="0014038B" w:rsidRPr="0014038B">
        <w:rPr>
          <w:rFonts w:hint="cs"/>
          <w:rtl/>
        </w:rPr>
        <w:t>9</w:t>
      </w:r>
      <w:r w:rsidRPr="0014038B">
        <w:rPr>
          <w:rFonts w:hint="cs"/>
          <w:rtl/>
        </w:rPr>
        <w:t>ص263</w:t>
      </w:r>
    </w:p>
    <w:p w:rsidR="00501A51" w:rsidRPr="0014038B" w:rsidRDefault="00501A5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01A51" w:rsidRPr="0014038B" w:rsidRDefault="00501A51" w:rsidP="00CA6D92">
      <w:pPr>
        <w:pStyle w:val="libNormal"/>
        <w:rPr>
          <w:rtl/>
        </w:rPr>
      </w:pP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آن</w:t>
      </w:r>
      <w:r w:rsidRPr="0014038B">
        <w:rPr>
          <w:rtl/>
        </w:rPr>
        <w:t xml:space="preserve"> راکہ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ست،کافر</w:t>
      </w:r>
      <w:r w:rsidRPr="0014038B">
        <w:rPr>
          <w:rtl/>
        </w:rPr>
        <w:t xml:space="preserve"> است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گو</w:t>
      </w:r>
      <w:r w:rsidRPr="0014038B">
        <w:rPr>
          <w:rtl/>
        </w:rPr>
        <w:t xml:space="preserve">  زاھد زمانہ  و گو 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 راہ  باشد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جن کے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رچ بس چک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،وہ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سے سرشار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ہاں!حبّ و بغض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اثرات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خواھ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زدوزخ برھان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 و تن               اثن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عشر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شو و گز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مذھب من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شان</w:t>
      </w:r>
      <w:r w:rsidRPr="0014038B">
        <w:rPr>
          <w:rtl/>
        </w:rPr>
        <w:t xml:space="preserve"> سہ محمدندو چھار ست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        با موس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جعفر و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و دو حسن</w:t>
      </w:r>
    </w:p>
    <w:p w:rsidR="00CA6D92" w:rsidRPr="0014038B" w:rsidRDefault="00CA6D92" w:rsidP="00501A51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رضا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اپنے آباء و اجداد سے اور وہ رسول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سے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 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آپ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  <w:r w:rsidRPr="0014038B">
        <w:rPr>
          <w:rStyle w:val="libArabicChar"/>
          <w:rtl/>
        </w:rPr>
        <w:t>''حُبُّنٰا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ْلُ الْبَیْ</w:t>
      </w:r>
      <w:r w:rsidRPr="0014038B">
        <w:rPr>
          <w:rStyle w:val="libArabicChar"/>
          <w:rFonts w:hint="eastAsia"/>
          <w:rtl/>
        </w:rPr>
        <w:t>تِ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کَفِّرُ</w:t>
      </w:r>
      <w:r w:rsidRPr="0014038B">
        <w:rPr>
          <w:rStyle w:val="libArabicChar"/>
          <w:rtl/>
        </w:rPr>
        <w:t xml:space="preserve"> الذُّنُو</w:t>
      </w:r>
      <w:r w:rsidRPr="0014038B">
        <w:rPr>
          <w:rStyle w:val="libArabicChar"/>
          <w:rFonts w:hint="cs"/>
          <w:rtl/>
        </w:rPr>
        <w:t>ْبَ وَ یُ</w:t>
      </w:r>
      <w:r w:rsidRPr="0014038B">
        <w:rPr>
          <w:rStyle w:val="libArabicChar"/>
          <w:rFonts w:hint="eastAsia"/>
          <w:rtl/>
        </w:rPr>
        <w:t>ضٰاعِفُ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ْحَسَنٰاتَ''</w:t>
      </w:r>
      <w:r w:rsidR="00E546D1" w:rsidRPr="0014038B">
        <w:rPr>
          <w:rStyle w:val="libFootnotenumChar"/>
          <w:rFonts w:hint="cs"/>
          <w:rtl/>
        </w:rPr>
        <w:t>(</w:t>
      </w:r>
      <w:r w:rsidR="00501A51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گناہوں کا کفارہ ہے اور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کئ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گنا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501A51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محبت اکس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ہے جس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توڑ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اور نابود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گناہوں کے آثار کوختم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تدب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،  جس طرح شنجرف</w:t>
      </w:r>
      <w:r w:rsidR="00E546D1" w:rsidRPr="0014038B">
        <w:rPr>
          <w:rStyle w:val="libFootnotenumChar"/>
          <w:rtl/>
        </w:rPr>
        <w:t>(</w:t>
      </w:r>
      <w:r w:rsidR="00501A51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  <w:r w:rsidRPr="0014038B">
        <w:rPr>
          <w:rtl/>
        </w:rPr>
        <w:t xml:space="preserve"> تانبے کو سونے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محبت کو ''اکس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روح ''کہا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آلودہ روح  جو گناہوں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خدا سے دور ہوگئ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،وہ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جو دلوں کو جلا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مردہ دلوں کو زندہ کرنے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،اپنے تقرب کو واپس پا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گناہوں کو ترک کرکے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مقرّب بن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۸</w:t>
      </w:r>
      <w:r w:rsidRPr="0014038B">
        <w:rPr>
          <w:rtl/>
        </w:rPr>
        <w:t>ص</w:t>
      </w:r>
      <w:r w:rsidRPr="0014038B">
        <w:rPr>
          <w:rtl/>
          <w:lang w:bidi="fa-IR"/>
        </w:rPr>
        <w:t>۱۰۰</w:t>
      </w:r>
      <w:r w:rsidRPr="0014038B">
        <w:rPr>
          <w:rtl/>
        </w:rPr>
        <w:t>،امال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طوس</w:t>
      </w:r>
      <w:r w:rsidRPr="0014038B">
        <w:rPr>
          <w:rFonts w:hint="cs"/>
          <w:rtl/>
        </w:rPr>
        <w:t>ی</w:t>
      </w:r>
      <w:r w:rsidRPr="0014038B">
        <w:rPr>
          <w:rtl/>
        </w:rPr>
        <w:t>:ج</w:t>
      </w:r>
      <w:r w:rsidRPr="0014038B">
        <w:rPr>
          <w:rtl/>
          <w:lang w:bidi="fa-IR"/>
        </w:rPr>
        <w:t>۱</w:t>
      </w:r>
      <w:r w:rsidRPr="0014038B">
        <w:rPr>
          <w:rtl/>
        </w:rPr>
        <w:t>ص</w:t>
      </w:r>
      <w:r w:rsidRPr="0014038B">
        <w:rPr>
          <w:rtl/>
          <w:lang w:bidi="fa-IR"/>
        </w:rPr>
        <w:t>۱</w:t>
      </w:r>
      <w:r w:rsidRPr="0014038B">
        <w:rPr>
          <w:rFonts w:hint="cs"/>
          <w:rtl/>
        </w:rPr>
        <w:t>66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سرخ معدن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</w:p>
    <w:p w:rsidR="00501A51" w:rsidRPr="0014038B" w:rsidRDefault="00501A5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01A51" w:rsidRPr="0014038B" w:rsidRDefault="00501A51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جو دل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 اور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سے سرشار ہو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گناہ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لئے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جگہ 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بلکہ اگر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محبت کا اضافہ ہو جائے تو وہ ہر اس گناہ کو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و نابود کر سکتے ہے جسے محب نے ماض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ںانجام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 او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وہ اسے مستقبل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گناہ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سے روکت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گناہوں کو انجام 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ان کے آثار و اثرات کو برطرف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بنسبت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آسان ہے۔</w:t>
      </w:r>
    </w:p>
    <w:p w:rsidR="00CA6D92" w:rsidRPr="0014038B" w:rsidRDefault="00CA6D92" w:rsidP="00F94B63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کا سرّ و راز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جو مکمل طور پر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کا محب اور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روکار</w:t>
      </w:r>
      <w:r w:rsidRPr="0014038B">
        <w:rPr>
          <w:rtl/>
        </w:rPr>
        <w:t xml:space="preserve"> ہو ،وہ خدا کا محبوب اور مقرب ہے اور جب انسان خدا کا محبوب اور مقرب بن جائے تو وہ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پناہ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آجاتاہے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اس کے اور گناہ کے 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فاصلہ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خداوند اس سے جس کام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انجام دہ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چاہتا ہے ،اسے وہ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و طاقت عطا کرتاہے اور اسے وہ عمل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فرماتاہے۔</w:t>
      </w:r>
      <w:r w:rsidR="00F94B63" w:rsidRPr="0014038B">
        <w:rPr>
          <w:rStyle w:val="libArabicChar"/>
          <w:rtl/>
        </w:rPr>
        <w:t>''لاحول ولا قوّة الا باللّ</w:t>
      </w:r>
      <w:r w:rsidR="00F94B63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''</w:t>
      </w:r>
      <w:r w:rsidRPr="0014038B">
        <w:rPr>
          <w:rFonts w:hint="cs"/>
          <w:rtl/>
        </w:rPr>
        <w:t>کے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بعض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 السلام سے محبت و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و </w:t>
      </w:r>
      <w:r w:rsidRPr="0014038B">
        <w:rPr>
          <w:rFonts w:hint="eastAsia"/>
          <w:rtl/>
        </w:rPr>
        <w:t>سلوک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مؤثر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راہ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مفصل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جس کو مرحوم علامہ مجلس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نے بحار الانوار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جلد </w:t>
      </w:r>
      <w:r w:rsidRPr="005221CD">
        <w:rPr>
          <w:rFonts w:hint="cs"/>
          <w:rtl/>
        </w:rPr>
        <w:t>70 صفحہ 25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ںحضرت</w:t>
      </w:r>
      <w:r w:rsidRPr="0014038B">
        <w:rPr>
          <w:rtl/>
        </w:rPr>
        <w:t xml:space="preserve">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ذکر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 xml:space="preserve"> ،ک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بناء پر محب (اگر محبت کے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درجوں تک پہنچ جائے)نے اگرچہ علماء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راہ،حکماء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اور صد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r w:rsidRPr="0014038B">
        <w:rPr>
          <w:rtl/>
        </w:rPr>
        <w:t xml:space="preserve"> طے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ہوتا  اور </w:t>
      </w: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 سے مختلف ہو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پھر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 نتائج علمائ،حکماء اور صد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کو حاصل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اسے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501A51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آثار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جب محبت بہت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دہو</w:t>
      </w:r>
      <w:r w:rsidRPr="0014038B">
        <w:rPr>
          <w:rtl/>
        </w:rPr>
        <w:t xml:space="preserve"> نہ کہ وہ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عام محبوں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محبت  ہو۔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محبت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حامل ہے کہ اس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تصر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نہ صرف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و سلوک کا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r w:rsidRPr="0014038B">
        <w:rPr>
          <w:rtl/>
        </w:rPr>
        <w:t xml:space="preserve"> ہے </w:t>
      </w:r>
      <w:r w:rsidRPr="0014038B">
        <w:rPr>
          <w:rFonts w:hint="eastAsia"/>
          <w:rtl/>
        </w:rPr>
        <w:t>بلکہ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وہ واحد راستہ ہے کہ جس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خطرہ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حلانکہ اس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 سے حکماء ،علماء اور صد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501A51" w:rsidRPr="0014038B" w:rsidRDefault="00501A5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501A51">
      <w:pPr>
        <w:pStyle w:val="libNormal"/>
        <w:rPr>
          <w:rtl/>
        </w:rPr>
      </w:pPr>
      <w:r w:rsidRPr="0014038B">
        <w:rPr>
          <w:rStyle w:val="libArabicChar"/>
          <w:rtl/>
        </w:rPr>
        <w:t>''اِنَّ ال</w:t>
      </w:r>
      <w:r w:rsidRPr="0014038B">
        <w:rPr>
          <w:rStyle w:val="libArabicChar"/>
          <w:rFonts w:hint="cs"/>
          <w:rtl/>
        </w:rPr>
        <w:t>ْحُکْمٰاء وَرَثُوا الْحِکْمَةَ بِالصُّمْتِ،وَ اِنَّ الْعُلْمٰاءَ وَرَثُوا الْعِلْمَ بِالطَّلَبِ وَ اِنَّ الصِّدِّیْ</w:t>
      </w:r>
      <w:r w:rsidRPr="0014038B">
        <w:rPr>
          <w:rStyle w:val="libArabicChar"/>
          <w:rFonts w:hint="eastAsia"/>
          <w:rtl/>
        </w:rPr>
        <w:t>ق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وَرَثُوا الصِّد</w:t>
      </w:r>
      <w:r w:rsidRPr="0014038B">
        <w:rPr>
          <w:rStyle w:val="libArabicChar"/>
          <w:rFonts w:hint="cs"/>
          <w:rtl/>
        </w:rPr>
        <w:t>ْقَ بِالْخُشُوْعِ وَ طُوْلِ الْعِبٰادَةِ فَمَنْ أَخَذَ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ٰذِ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ال</w:t>
      </w:r>
      <w:r w:rsidRPr="0014038B">
        <w:rPr>
          <w:rStyle w:val="libArabicChar"/>
          <w:rFonts w:hint="cs"/>
          <w:rtl/>
        </w:rPr>
        <w:t>ْمَسِیْ</w:t>
      </w:r>
      <w:r w:rsidRPr="0014038B">
        <w:rPr>
          <w:rStyle w:val="libArabicChar"/>
          <w:rFonts w:hint="eastAsia"/>
          <w:rtl/>
        </w:rPr>
        <w:t>رَةِ</w:t>
      </w:r>
      <w:r w:rsidRPr="0014038B">
        <w:rPr>
          <w:rStyle w:val="libArabicChar"/>
          <w:rtl/>
        </w:rPr>
        <w:t xml:space="preserve"> اِمّٰا اَن</w:t>
      </w:r>
      <w:r w:rsidRPr="0014038B">
        <w:rPr>
          <w:rStyle w:val="libArabicChar"/>
          <w:rFonts w:hint="cs"/>
          <w:rtl/>
        </w:rPr>
        <w:t>ْ یَ</w:t>
      </w:r>
      <w:r w:rsidRPr="0014038B">
        <w:rPr>
          <w:rStyle w:val="libArabicChar"/>
          <w:rFonts w:hint="eastAsia"/>
          <w:rtl/>
        </w:rPr>
        <w:t>س</w:t>
      </w:r>
      <w:r w:rsidRPr="0014038B">
        <w:rPr>
          <w:rStyle w:val="libArabicChar"/>
          <w:rFonts w:hint="cs"/>
          <w:rtl/>
        </w:rPr>
        <w:t>ْفَلَ</w:t>
      </w:r>
      <w:r w:rsidRPr="0014038B">
        <w:rPr>
          <w:rStyle w:val="libArabicChar"/>
          <w:rtl/>
        </w:rPr>
        <w:t xml:space="preserve"> وَ اِمّٰا اَن</w:t>
      </w:r>
      <w:r w:rsidRPr="0014038B">
        <w:rPr>
          <w:rStyle w:val="libArabicChar"/>
          <w:rFonts w:hint="cs"/>
          <w:rtl/>
        </w:rPr>
        <w:t>ْ یَ</w:t>
      </w:r>
      <w:r w:rsidRPr="0014038B">
        <w:rPr>
          <w:rStyle w:val="libArabicChar"/>
          <w:rFonts w:hint="eastAsia"/>
          <w:rtl/>
        </w:rPr>
        <w:t>ر</w:t>
      </w:r>
      <w:r w:rsidRPr="0014038B">
        <w:rPr>
          <w:rStyle w:val="libArabicChar"/>
          <w:rFonts w:hint="cs"/>
          <w:rtl/>
        </w:rPr>
        <w:t>ْفَعَ</w:t>
      </w:r>
      <w:r w:rsidRPr="0014038B">
        <w:rPr>
          <w:rStyle w:val="libArabicChar"/>
          <w:rtl/>
        </w:rPr>
        <w:t xml:space="preserve"> وَ أَک</w:t>
      </w:r>
      <w:r w:rsidRPr="0014038B">
        <w:rPr>
          <w:rStyle w:val="libArabicChar"/>
          <w:rFonts w:hint="cs"/>
          <w:rtl/>
        </w:rPr>
        <w:t>ْثَرَ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ُمُ الَّذِْ یَ</w:t>
      </w:r>
      <w:r w:rsidRPr="0014038B">
        <w:rPr>
          <w:rStyle w:val="libArabicChar"/>
          <w:rFonts w:hint="eastAsia"/>
          <w:rtl/>
        </w:rPr>
        <w:t>س</w:t>
      </w:r>
      <w:r w:rsidRPr="0014038B">
        <w:rPr>
          <w:rStyle w:val="libArabicChar"/>
          <w:rFonts w:hint="cs"/>
          <w:rtl/>
        </w:rPr>
        <w:t>ْفَلُ</w:t>
      </w:r>
      <w:r w:rsidRPr="0014038B">
        <w:rPr>
          <w:rStyle w:val="libArabicChar"/>
          <w:rtl/>
        </w:rPr>
        <w:t xml:space="preserve"> وَلاٰ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ر</w:t>
      </w:r>
      <w:r w:rsidRPr="0014038B">
        <w:rPr>
          <w:rStyle w:val="libArabicChar"/>
          <w:rFonts w:hint="cs"/>
          <w:rtl/>
        </w:rPr>
        <w:t>ْفَعُ</w:t>
      </w:r>
      <w:r w:rsidRPr="0014038B">
        <w:rPr>
          <w:rStyle w:val="libArabicChar"/>
          <w:rtl/>
        </w:rPr>
        <w:t xml:space="preserve"> ،اِذٰا لَم</w:t>
      </w:r>
      <w:r w:rsidRPr="0014038B">
        <w:rPr>
          <w:rStyle w:val="libArabicChar"/>
          <w:rFonts w:hint="cs"/>
          <w:rtl/>
        </w:rPr>
        <w:t>ْ یَ</w:t>
      </w:r>
      <w:r w:rsidRPr="0014038B">
        <w:rPr>
          <w:rStyle w:val="libArabicChar"/>
          <w:rFonts w:hint="eastAsia"/>
          <w:rtl/>
        </w:rPr>
        <w:t>ر</w:t>
      </w:r>
      <w:r w:rsidRPr="0014038B">
        <w:rPr>
          <w:rStyle w:val="libArabicChar"/>
          <w:rFonts w:hint="cs"/>
          <w:rtl/>
        </w:rPr>
        <w:t>ْعَ</w:t>
      </w:r>
      <w:r w:rsidRPr="0014038B">
        <w:rPr>
          <w:rStyle w:val="libArabicChar"/>
          <w:rtl/>
        </w:rPr>
        <w:t xml:space="preserve"> حَقَّ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وَ لَم</w:t>
      </w:r>
      <w:r w:rsidRPr="0014038B">
        <w:rPr>
          <w:rStyle w:val="libArabicChar"/>
          <w:rFonts w:hint="cs"/>
          <w:rtl/>
        </w:rPr>
        <w:t>ْ یَ</w:t>
      </w:r>
      <w:r w:rsidRPr="0014038B">
        <w:rPr>
          <w:rStyle w:val="libArabicChar"/>
          <w:rFonts w:hint="eastAsia"/>
          <w:rtl/>
        </w:rPr>
        <w:t>ع</w:t>
      </w:r>
      <w:r w:rsidRPr="0014038B">
        <w:rPr>
          <w:rStyle w:val="libArabicChar"/>
          <w:rFonts w:hint="cs"/>
          <w:rtl/>
        </w:rPr>
        <w:t>ْمَلْ</w:t>
      </w:r>
      <w:r w:rsidRPr="0014038B">
        <w:rPr>
          <w:rStyle w:val="libArabicChar"/>
          <w:rtl/>
        </w:rPr>
        <w:t xml:space="preserve"> بِمٰا أَمَرَ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،فَ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ٰذِ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صِفَةُ مَن</w:t>
      </w:r>
      <w:r w:rsidRPr="0014038B">
        <w:rPr>
          <w:rStyle w:val="libArabicChar"/>
          <w:rFonts w:hint="cs"/>
          <w:rtl/>
        </w:rPr>
        <w:t>ْ لَمْ یَ</w:t>
      </w:r>
      <w:r w:rsidRPr="0014038B">
        <w:rPr>
          <w:rStyle w:val="libArabicChar"/>
          <w:rFonts w:hint="eastAsia"/>
          <w:rtl/>
        </w:rPr>
        <w:t>ع</w:t>
      </w:r>
      <w:r w:rsidRPr="0014038B">
        <w:rPr>
          <w:rStyle w:val="libArabicChar"/>
          <w:rFonts w:hint="cs"/>
          <w:rtl/>
        </w:rPr>
        <w:t>ْرِفِ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حَقَّ مَع</w:t>
      </w:r>
      <w:r w:rsidRPr="0014038B">
        <w:rPr>
          <w:rStyle w:val="libArabicChar"/>
          <w:rFonts w:hint="cs"/>
          <w:rtl/>
        </w:rPr>
        <w:t>ْرِفَتِ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وَ ل</w:t>
      </w:r>
      <w:r w:rsidRPr="0014038B">
        <w:rPr>
          <w:rStyle w:val="libArabicChar"/>
          <w:rtl/>
        </w:rPr>
        <w:t>َم</w:t>
      </w:r>
      <w:r w:rsidRPr="0014038B">
        <w:rPr>
          <w:rStyle w:val="libArabicChar"/>
          <w:rFonts w:hint="cs"/>
          <w:rtl/>
        </w:rPr>
        <w:t>ْ یُ</w:t>
      </w:r>
      <w:r w:rsidRPr="0014038B">
        <w:rPr>
          <w:rStyle w:val="libArabicChar"/>
          <w:rFonts w:hint="eastAsia"/>
          <w:rtl/>
        </w:rPr>
        <w:t>حِبُّ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 xml:space="preserve"> حَقَّ مَحَبَّتِ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 xml:space="preserve">ِ،فَلاٰ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غُرَّنَّکَ</w:t>
      </w:r>
      <w:r w:rsidRPr="0014038B">
        <w:rPr>
          <w:rStyle w:val="libArabicChar"/>
          <w:rtl/>
        </w:rPr>
        <w:t xml:space="preserve"> صَلاٰ</w:t>
      </w:r>
      <w:r w:rsidRPr="0014038B">
        <w:rPr>
          <w:rStyle w:val="libArabicChar"/>
          <w:rFonts w:hint="eastAsia"/>
          <w:rtl/>
        </w:rPr>
        <w:t>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وَ صِ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امُ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وَ رَوٰا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وَ عُلُو</w:t>
      </w:r>
      <w:r w:rsidRPr="0014038B">
        <w:rPr>
          <w:rStyle w:val="libArabicChar"/>
          <w:rFonts w:hint="cs"/>
          <w:rtl/>
        </w:rPr>
        <w:t>ْمُ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،فَاِنَّ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حُمُر مُسْتَنْفِرَة''</w:t>
      </w:r>
      <w:r w:rsidR="00E546D1" w:rsidRPr="0014038B">
        <w:rPr>
          <w:rStyle w:val="libFootnotenumChar"/>
          <w:rFonts w:hint="cs"/>
          <w:rtl/>
        </w:rPr>
        <w:t>(</w:t>
      </w:r>
      <w:r w:rsidR="00501A51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حکماء</w:t>
      </w:r>
      <w:r w:rsidRPr="0014038B">
        <w:rPr>
          <w:rtl/>
        </w:rPr>
        <w:t xml:space="preserve"> نے حکمت خاموش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،علماء نے علم طلب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اور صد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نے صداقت خشوع  اور طولان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عبادات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حاصل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۔پس جو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راستہ کو طے کرے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وہ تنزل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جائے گا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پھر 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کرے گا  اور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اکثر اگر خدا کے حق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رعا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جس کا  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اس پر عمل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وہ تنزل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خصلت ہے جنہوں نے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کو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پہچانا اور اس سے اس طرح محبت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 طرح محبت کرنے کا حق تھا ۔پس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نماز، روزے اور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و علوم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دھوکا نہ دے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،وہ حماران وحش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اس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تصر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علماء و حکماء اور صد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کو مورد انتقاد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کہ انہوں نے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کو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پہچانا اور انہوں نے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کو اپنے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جگہ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محب مقام محبت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مراحل تک پہنچ جائے  اور اپنے دل (جو حرم اللہ ہے)کو خدا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سے بھر لے  تو جب تک اس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شدت 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 تک تنزل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امکان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محب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(محبت کرنے والے)ک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تنزل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صرف اس وقت ممکن ہے جب وہ خود محبت کو ہاتھ سے دے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ورنہ جب تک محب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محبت موجود ہو  وہ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تکامل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پر گامزن ہو گا نہ کہ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سقوط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جانب۔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الانوارج</w:t>
      </w:r>
      <w:r w:rsidRPr="0014038B">
        <w:rPr>
          <w:rtl/>
          <w:lang w:bidi="fa-IR"/>
        </w:rPr>
        <w:t>۷۰</w:t>
      </w:r>
      <w:r w:rsidRPr="0014038B">
        <w:rPr>
          <w:rtl/>
        </w:rPr>
        <w:t>ص</w:t>
      </w:r>
      <w:r w:rsidRPr="0014038B">
        <w:rPr>
          <w:rtl/>
          <w:lang w:bidi="fa-IR"/>
        </w:rPr>
        <w:t>۲۵</w:t>
      </w:r>
    </w:p>
    <w:p w:rsidR="00501A51" w:rsidRPr="0014038B" w:rsidRDefault="00501A51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نکتے کا راز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،ج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ہم نے کہا: محبت اور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شوق مقناط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ہے اور جب تک محبت موجود ہو وہ محب کو محبوب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نچت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جب وہ محبوب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مائل ہو جائے تو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سنخ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 محب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ںمحبوب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صفات و آثار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اس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اور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و سلوک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دلچسپ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رکھنے والے افراد کے لئے سب سے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محفوظ راستہ  بتا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بعض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دوسرے تمام افراد پر مقدم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۔جس طرح حضرت داؤد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اخبار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کہ خدا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>:</w:t>
      </w:r>
    </w:p>
    <w:p w:rsidR="00CA6D92" w:rsidRPr="0014038B" w:rsidRDefault="00CA6D92" w:rsidP="00501A51">
      <w:pPr>
        <w:pStyle w:val="libNormal"/>
        <w:rPr>
          <w:rtl/>
        </w:rPr>
      </w:pPr>
      <w:r w:rsidRPr="0014038B">
        <w:rPr>
          <w:rStyle w:val="libArabicChar"/>
          <w:rtl/>
        </w:rPr>
        <w:t>''مٰا أَحَبَّنِ</w:t>
      </w:r>
      <w:r w:rsidRPr="0014038B">
        <w:rPr>
          <w:rStyle w:val="libArabicChar"/>
          <w:rFonts w:hint="cs"/>
          <w:rtl/>
        </w:rPr>
        <w:t>ْ أَحَد أَعْلَمُ ذٰلِکَ یَ</w:t>
      </w:r>
      <w:r w:rsidRPr="0014038B">
        <w:rPr>
          <w:rStyle w:val="libArabicChar"/>
          <w:rFonts w:hint="eastAsia"/>
          <w:rtl/>
        </w:rPr>
        <w:t>قِ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نًا</w:t>
      </w:r>
      <w:r w:rsidRPr="0014038B">
        <w:rPr>
          <w:rStyle w:val="libArabicChar"/>
          <w:rtl/>
        </w:rPr>
        <w:t xml:space="preserve"> مِن</w:t>
      </w:r>
      <w:r w:rsidRPr="0014038B">
        <w:rPr>
          <w:rStyle w:val="libArabicChar"/>
          <w:rFonts w:hint="cs"/>
          <w:rtl/>
        </w:rPr>
        <w:t>ْ قَلْبِ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اِلاّٰ قَبِلْتُ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لِنَفْسِْ وَ أَحْبَبْتُ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حَبًّا لا یَ</w:t>
      </w:r>
      <w:r w:rsidRPr="0014038B">
        <w:rPr>
          <w:rStyle w:val="libArabicChar"/>
          <w:rFonts w:hint="eastAsia"/>
          <w:rtl/>
        </w:rPr>
        <w:t>تَقَدَّمُ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 xml:space="preserve"> أَحَد مِن</w:t>
      </w:r>
      <w:r w:rsidRPr="0014038B">
        <w:rPr>
          <w:rStyle w:val="libArabicChar"/>
          <w:rFonts w:hint="cs"/>
          <w:rtl/>
        </w:rPr>
        <w:t>ْ خَلْقِْ ،مَنْ طَلَبَنِْ بِالْحَقِّ وَجَدَنِْ وَمَنْ طَلَبَ غَیْ</w:t>
      </w:r>
      <w:r w:rsidRPr="0014038B">
        <w:rPr>
          <w:rStyle w:val="libArabicChar"/>
          <w:rFonts w:hint="eastAsia"/>
          <w:rtl/>
        </w:rPr>
        <w:t>رِ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tl/>
        </w:rPr>
        <w:t xml:space="preserve"> لَم</w:t>
      </w:r>
      <w:r w:rsidRPr="0014038B">
        <w:rPr>
          <w:rStyle w:val="libArabicChar"/>
          <w:rFonts w:hint="cs"/>
          <w:rtl/>
        </w:rPr>
        <w:t>ْ یَ</w:t>
      </w:r>
      <w:r w:rsidRPr="0014038B">
        <w:rPr>
          <w:rStyle w:val="libArabicChar"/>
          <w:rFonts w:hint="eastAsia"/>
          <w:rtl/>
        </w:rPr>
        <w:t>جِد</w:t>
      </w:r>
      <w:r w:rsidRPr="0014038B">
        <w:rPr>
          <w:rStyle w:val="libArabicChar"/>
          <w:rFonts w:hint="cs"/>
          <w:rtl/>
        </w:rPr>
        <w:t>ْنِیْ</w:t>
      </w:r>
      <w:r w:rsidRPr="0014038B">
        <w:rPr>
          <w:rStyle w:val="libArabicChar"/>
          <w:rtl/>
        </w:rPr>
        <w:t>...''</w:t>
      </w:r>
      <w:r w:rsidR="00E546D1" w:rsidRPr="0014038B">
        <w:rPr>
          <w:rStyle w:val="libFootnotenumChar"/>
          <w:rtl/>
        </w:rPr>
        <w:t>(</w:t>
      </w:r>
      <w:r w:rsidR="00501A51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مجھے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رکھتا کے جس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جانو کہ واقعاً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محبت اس ے دل  سے پھوٹ 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مگر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 اسے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لئے قبول کر لوں اور اسے دوست رکھوں گا۔اس طرح سے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مخلوق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پر مقدم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ںہو</w:t>
      </w:r>
      <w:r w:rsidRPr="0014038B">
        <w:rPr>
          <w:rtl/>
        </w:rPr>
        <w:t xml:space="preserve"> گا۔جو مجھے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طلب کرے وہ مجھے پا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اور جو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کو طلب کرے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ملتا۔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حد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</w:t>
      </w:r>
      <w:r w:rsidRPr="0014038B">
        <w:rPr>
          <w:rtl/>
        </w:rPr>
        <w:t xml:space="preserve"> قدس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پتا چلتا ہے کہ جنہ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(جو خدا کے نمائندہ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)اپن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کے لئے قبول فرما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لوگوں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مصاحبت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نعمت سے مشرّف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دوسروں پر مقدم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،وہ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لوگ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راہ محبت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سب لوگو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پر مقدم ہوں اور محبت کے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درجوں پر فائز ہوں۔</w:t>
      </w:r>
    </w:p>
    <w:p w:rsidR="00501A51" w:rsidRPr="0014038B" w:rsidRDefault="00501A51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501A51" w:rsidRPr="0014038B">
        <w:rPr>
          <w:rFonts w:hint="cs"/>
          <w:rtl/>
        </w:rPr>
        <w:t>1</w:t>
      </w:r>
      <w:r w:rsidRPr="0014038B">
        <w:rPr>
          <w:rtl/>
        </w:rPr>
        <w:t>]۔ بحار الانوارج</w:t>
      </w:r>
      <w:r w:rsidRPr="0014038B">
        <w:rPr>
          <w:rtl/>
          <w:lang w:bidi="fa-IR"/>
        </w:rPr>
        <w:t>۷۰</w:t>
      </w:r>
      <w:r w:rsidRPr="0014038B">
        <w:rPr>
          <w:rtl/>
        </w:rPr>
        <w:t>ص</w:t>
      </w:r>
      <w:r w:rsidRPr="0014038B">
        <w:rPr>
          <w:rtl/>
          <w:lang w:bidi="fa-IR"/>
        </w:rPr>
        <w:t>۲</w:t>
      </w:r>
      <w:r w:rsidRPr="0014038B">
        <w:rPr>
          <w:rFonts w:hint="cs"/>
          <w:rtl/>
        </w:rPr>
        <w:t>6</w:t>
      </w:r>
    </w:p>
    <w:p w:rsidR="00B9447E" w:rsidRPr="0014038B" w:rsidRDefault="00B9447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B9447E" w:rsidRPr="0014038B" w:rsidRDefault="00B9447E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101" w:name="_Toc386266984"/>
      <w:r w:rsidRPr="0014038B">
        <w:rPr>
          <w:rtl/>
        </w:rPr>
        <w:t>آسمان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موجودات اور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</w:t>
      </w:r>
      <w:bookmarkEnd w:id="101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بزرگ</w:t>
      </w:r>
      <w:r w:rsidRPr="0014038B">
        <w:rPr>
          <w:rtl/>
        </w:rPr>
        <w:t xml:space="preserve">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عظمت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بلکہ کائنات 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تما شرفاء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شرافت و عزت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ہے حت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کے مقرّب ملائکہ نے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شرافت اور عزت محبت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حاصل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رسول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َل</w:t>
      </w:r>
      <w:r w:rsidRPr="0014038B">
        <w:rPr>
          <w:rStyle w:val="libArabicChar"/>
          <w:rFonts w:hint="cs"/>
          <w:rtl/>
        </w:rPr>
        <w:t>ْ شَرَفَتِ الْمَلاٰئِکَةُ اِلاّٰ بِحُبِّ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لِمُحَمَّدٍوَ عَلٍِّ وَ قَبُوْلِ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 لِوِلاٰیَ</w:t>
      </w:r>
      <w:r w:rsidRPr="0014038B">
        <w:rPr>
          <w:rStyle w:val="libArabicChar"/>
          <w:rFonts w:hint="eastAsia"/>
          <w:rtl/>
        </w:rPr>
        <w:t>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ِمٰا؟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ملائکہ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شرافت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محمد و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ھما</w:t>
      </w:r>
      <w:r w:rsidRPr="0014038B">
        <w:rPr>
          <w:rtl/>
        </w:rPr>
        <w:t xml:space="preserve"> السلام سے محبت اور ان دونوں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قبول کرنے کے علاوہ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وجہ سے ہے؟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فرمان اس بات پر واضح دلالت کرتاہے کہ ملائکہ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شرافت اور عزت اس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ہے جو ان کو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اور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ہے۔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آئ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مھر روشن از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او</w:t>
      </w:r>
      <w:r w:rsidRPr="0014038B">
        <w:rPr>
          <w:rtl/>
        </w:rPr>
        <w:t xml:space="preserve"> راد ملک بر آسمان ناد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</w:t>
      </w:r>
    </w:p>
    <w:p w:rsidR="00D8000A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اگرچہ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ملائکہ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شاہد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تمام اہل آسمان( چاہئے وہ ملائکہ ہوں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)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محب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وہ خدا کے اور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مقرّب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D8000A" w:rsidRPr="0014038B" w:rsidRDefault="00D8000A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D8000A" w:rsidRPr="0014038B" w:rsidRDefault="00D8000A" w:rsidP="00E546D1">
      <w:pPr>
        <w:pStyle w:val="libFootnote0"/>
        <w:rPr>
          <w:rtl/>
        </w:rPr>
      </w:pPr>
      <w:r w:rsidRPr="0014038B">
        <w:rPr>
          <w:rtl/>
        </w:rPr>
        <w:t>[1] ۔ بحار الانوار:ج</w:t>
      </w:r>
      <w:r w:rsidRPr="0014038B">
        <w:rPr>
          <w:rtl/>
          <w:lang w:bidi="fa-IR"/>
        </w:rPr>
        <w:t>۲۱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۲۲۷</w:t>
      </w:r>
      <w:r w:rsidRPr="0014038B">
        <w:rPr>
          <w:rtl/>
        </w:rPr>
        <w:t>، تفس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امام حسن عسکر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السلام:</w:t>
      </w:r>
      <w:r w:rsidRPr="0014038B">
        <w:rPr>
          <w:rFonts w:hint="cs"/>
          <w:rtl/>
        </w:rPr>
        <w:t>152</w:t>
      </w:r>
    </w:p>
    <w:p w:rsidR="00D8000A" w:rsidRPr="0014038B" w:rsidRDefault="00D8000A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B9447E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lastRenderedPageBreak/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ہم نے کہا م</w:t>
      </w:r>
      <w:r w:rsidRPr="0014038B">
        <w:rPr>
          <w:rFonts w:hint="eastAsia"/>
          <w:rtl/>
        </w:rPr>
        <w:t>حبت</w:t>
      </w:r>
      <w:r w:rsidRPr="0014038B">
        <w:rPr>
          <w:rtl/>
        </w:rPr>
        <w:t xml:space="preserve"> ، محبوب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صفات محب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جلوہ گر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صفت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خداوند متعال سے قربت ہے۔اس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 سے آسمان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موجودات و مخلوقات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کو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کے تقرّب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سمجھت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جامعہ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پڑھتے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D8000A">
      <w:pPr>
        <w:pStyle w:val="libNormal"/>
        <w:rPr>
          <w:rtl/>
        </w:rPr>
      </w:pPr>
      <w:r w:rsidRPr="0014038B">
        <w:rPr>
          <w:rStyle w:val="libArabicChar"/>
          <w:rtl/>
        </w:rPr>
        <w:t>''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تَقَرَّبُ</w:t>
      </w:r>
      <w:r w:rsidRPr="0014038B">
        <w:rPr>
          <w:rStyle w:val="libArabicChar"/>
          <w:rtl/>
        </w:rPr>
        <w:t xml:space="preserve">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ْلُ السَّمٰاءِ بِحُبِّکُمْ وَ بِالْبَرٰائَةِ مِنْ أَعْدٰائِکُمْ''</w:t>
      </w:r>
      <w:r w:rsidR="00E546D1" w:rsidRPr="0014038B">
        <w:rPr>
          <w:rStyle w:val="libFootnotenumChar"/>
          <w:rFonts w:hint="cs"/>
          <w:rtl/>
        </w:rPr>
        <w:t>(</w:t>
      </w:r>
      <w:r w:rsidR="00D8000A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</w:t>
      </w:r>
      <w:r w:rsidRPr="0014038B">
        <w:rPr>
          <w:rtl/>
        </w:rPr>
        <w:t xml:space="preserve"> آسمان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اور آپ کے دشمنوں سے دور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(خداکا) تقرب حاصل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اوصاف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 کہ انتھا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نبود                مدّاح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بہ جز خدا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 نبود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تاحشر</w:t>
      </w:r>
      <w:r w:rsidRPr="0014038B">
        <w:rPr>
          <w:rtl/>
        </w:rPr>
        <w:t>''اد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>'' اگر ز وصفش خوان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  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حرف ز دفتر ثنا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نبود</w:t>
      </w:r>
    </w:p>
    <w:p w:rsidR="00D8000A" w:rsidRPr="0014038B" w:rsidRDefault="00D8000A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102" w:name="_Toc386266985"/>
      <w:r w:rsidRPr="0014038B">
        <w:rPr>
          <w:rtl/>
        </w:rPr>
        <w:t>تقرّب خدا کے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آثار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  <w:bookmarkEnd w:id="102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ہم  تقرّب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ہونے والے بعض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اور اہم آثار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تقرب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آنکھوں اور کانوں کا فعال ہو جانا اور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کا حصول ہے 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جب انسان خدا سے 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تقرب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شرفت</w:t>
      </w:r>
      <w:r w:rsidRPr="0014038B">
        <w:rPr>
          <w:rtl/>
        </w:rPr>
        <w:t xml:space="preserve"> کرتا ہے توخدا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سا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آ جاتا ہے اور خدا کا محبو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بن جاتا ہے اور جب انسان خدا کا محبوب بن جائے تو اسے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حاصل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D8000A" w:rsidRPr="0014038B" w:rsidRDefault="00D8000A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D8000A" w:rsidRPr="0014038B" w:rsidRDefault="00D8000A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 ۔ بحار الانوار:ج</w:t>
      </w:r>
      <w:r w:rsidRPr="0014038B">
        <w:rPr>
          <w:rFonts w:hint="cs"/>
          <w:rtl/>
        </w:rPr>
        <w:t>102ص164، مصباح الزائر:23</w:t>
      </w:r>
      <w:r w:rsidR="0014038B" w:rsidRPr="0014038B">
        <w:rPr>
          <w:rFonts w:hint="cs"/>
          <w:rtl/>
        </w:rPr>
        <w:t>9</w:t>
      </w:r>
    </w:p>
    <w:p w:rsidR="00D8000A" w:rsidRPr="0014038B" w:rsidRDefault="00D8000A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D8000A" w:rsidRPr="0014038B" w:rsidRDefault="00D8000A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سے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خدا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ٰانِ لِی</w:t>
      </w:r>
      <w:r w:rsidRPr="0014038B">
        <w:rPr>
          <w:rStyle w:val="libArabicChar"/>
          <w:rtl/>
        </w:rPr>
        <w:t xml:space="preserve"> وَلِ</w:t>
      </w:r>
      <w:r w:rsidRPr="0014038B">
        <w:rPr>
          <w:rStyle w:val="libArabicChar"/>
          <w:rFonts w:hint="cs"/>
          <w:rtl/>
        </w:rPr>
        <w:t>یّ</w:t>
      </w:r>
      <w:r w:rsidRPr="0014038B">
        <w:rPr>
          <w:rStyle w:val="libArabicChar"/>
          <w:rFonts w:hint="eastAsia"/>
          <w:rtl/>
        </w:rPr>
        <w:t>اً</w:t>
      </w:r>
      <w:r w:rsidRPr="0014038B">
        <w:rPr>
          <w:rStyle w:val="libArabicChar"/>
          <w:rtl/>
        </w:rPr>
        <w:t xml:space="preserve"> فَقَد</w:t>
      </w:r>
      <w:r w:rsidRPr="0014038B">
        <w:rPr>
          <w:rStyle w:val="libArabicChar"/>
          <w:rFonts w:hint="cs"/>
          <w:rtl/>
        </w:rPr>
        <w:t>ْ أَرْصَدَ لِ</w:t>
      </w:r>
      <w:r w:rsidRPr="0014038B">
        <w:rPr>
          <w:rStyle w:val="libArabicChar"/>
          <w:rtl/>
        </w:rPr>
        <w:t>مُحٰارَبَتِ</w:t>
      </w:r>
      <w:r w:rsidRPr="0014038B">
        <w:rPr>
          <w:rStyle w:val="libArabicChar"/>
          <w:rFonts w:hint="cs"/>
          <w:rtl/>
        </w:rPr>
        <w:t>ْ،وَمٰا تَقَرَّبَ اِلََّ عَبْد بِشَْئٍ أَحَبَّ اِلََّ مِمّٰا افْتَرَضَتْ عَلَیْ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،وَاِنَّ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لَ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تَقَرَّبُ</w:t>
      </w:r>
      <w:r w:rsidRPr="0014038B">
        <w:rPr>
          <w:rStyle w:val="libArabicChar"/>
          <w:rtl/>
        </w:rPr>
        <w:t xml:space="preserve"> اِلَ</w:t>
      </w:r>
      <w:r w:rsidRPr="0014038B">
        <w:rPr>
          <w:rStyle w:val="libArabicChar"/>
          <w:rFonts w:hint="cs"/>
          <w:rtl/>
        </w:rPr>
        <w:t>یَّ</w:t>
      </w:r>
      <w:r w:rsidRPr="0014038B">
        <w:rPr>
          <w:rStyle w:val="libArabicChar"/>
          <w:rtl/>
        </w:rPr>
        <w:t xml:space="preserve"> بِالنّٰافِلَةِ حَتّٰ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اُحِبَّ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فَاِذٰا أَح</w:t>
      </w:r>
      <w:r w:rsidRPr="0014038B">
        <w:rPr>
          <w:rStyle w:val="libArabicChar"/>
          <w:rFonts w:hint="cs"/>
          <w:rtl/>
        </w:rPr>
        <w:t>ْبَبْتُ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،کُنْتُ سَمْعَ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الَّذِیْ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>َس</w:t>
      </w:r>
      <w:r w:rsidRPr="0014038B">
        <w:rPr>
          <w:rStyle w:val="libArabicChar"/>
          <w:rFonts w:hint="cs"/>
          <w:rtl/>
        </w:rPr>
        <w:t>ْمَعْ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وَ بَصَرَ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الَّذِیْ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ب</w:t>
      </w:r>
      <w:r w:rsidRPr="0014038B">
        <w:rPr>
          <w:rStyle w:val="libArabicChar"/>
          <w:rFonts w:hint="cs"/>
          <w:rtl/>
        </w:rPr>
        <w:t>ْصُرُ</w:t>
      </w:r>
      <w:r w:rsidRPr="0014038B">
        <w:rPr>
          <w:rStyle w:val="libArabicChar"/>
          <w:rtl/>
        </w:rPr>
        <w:t xml:space="preserve">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وَ لِسٰانَ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الَّذِ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ن</w:t>
      </w:r>
      <w:r w:rsidRPr="0014038B">
        <w:rPr>
          <w:rStyle w:val="libArabicChar"/>
          <w:rFonts w:hint="cs"/>
          <w:rtl/>
        </w:rPr>
        <w:t>ْطِقُ</w:t>
      </w:r>
      <w:r w:rsidRPr="0014038B">
        <w:rPr>
          <w:rStyle w:val="libArabicChar"/>
          <w:rtl/>
        </w:rPr>
        <w:t xml:space="preserve">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 xml:space="preserve">ِ وَ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دَ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 xml:space="preserve"> الَّتِ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ب</w:t>
      </w:r>
      <w:r w:rsidRPr="0014038B">
        <w:rPr>
          <w:rStyle w:val="libArabicChar"/>
          <w:rFonts w:hint="cs"/>
          <w:rtl/>
        </w:rPr>
        <w:t>ْطُشُ</w:t>
      </w:r>
      <w:r w:rsidRPr="0014038B">
        <w:rPr>
          <w:rStyle w:val="libArabicChar"/>
          <w:rtl/>
        </w:rPr>
        <w:t xml:space="preserve">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ٰا،اِن</w:t>
      </w:r>
      <w:r w:rsidRPr="0014038B">
        <w:rPr>
          <w:rStyle w:val="libArabicChar"/>
          <w:rFonts w:hint="cs"/>
          <w:rtl/>
        </w:rPr>
        <w:t>ْ دَعٰانِْ أَجَبْتُ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وَ اِنْ سَأَلْتَنِْ أَعْطَیْ</w:t>
      </w:r>
      <w:r w:rsidRPr="0014038B">
        <w:rPr>
          <w:rStyle w:val="libArabicChar"/>
          <w:rFonts w:hint="eastAsia"/>
          <w:rtl/>
        </w:rPr>
        <w:t>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بندہ مجھ سے اس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مقرب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سکتا جو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ان واجبات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محبوب ہو جو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 پر واجب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وہ نوافل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مقرب ہوتاہے تا کہ وہ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محبوب بن جائے اور جب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اسے دوست رکھتا ہوں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کے کان بن جاتا ہوں جس سے وہ سنتاہے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بن جاتا ہوں  جس سے وہ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کھتا</w:t>
      </w:r>
      <w:r w:rsidRPr="0014038B">
        <w:rPr>
          <w:rtl/>
        </w:rPr>
        <w:t xml:space="preserve"> ہے  ،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زبان  جاتا ہوں  جس سے وہ بولتاہے اور اس کے ہاتھ بن جاتا ہوں  جس سے وہ اعمال قدرت کرتا ہے۔اگر وہ مجھے پکارے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کا جواب دوں گا اور اگر مجھ سے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درخواست کرے تو اسے وہ عطاکروں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اس حد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ذکر ہونے والے تمام امور خدا کے تقرّب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۔اس بناء پر آسمان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آوازوں کو سننا ، ملکوت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چہروں کو 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کھنا،</w:t>
      </w:r>
      <w:r w:rsidRPr="0014038B">
        <w:rPr>
          <w:rtl/>
        </w:rPr>
        <w:t xml:space="preserve"> اسرا رو رموز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جاننا،مشکل امور کودست قدرت حق سے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نا،</w:t>
      </w:r>
      <w:r w:rsidRPr="0014038B">
        <w:rPr>
          <w:rtl/>
        </w:rPr>
        <w:t xml:space="preserve"> دعاؤں کا مستجاب ہونا،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سب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بارگاہ خدا اور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مقرّب افراد  اور ان  لوگوں کے شامل حال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سے خدا واہلب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محبت کرتے ہوں۔</w:t>
      </w:r>
    </w:p>
    <w:p w:rsidR="00D8000A" w:rsidRPr="0014038B" w:rsidRDefault="00D8000A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Fonts w:hint="cs"/>
          <w:rtl/>
        </w:rPr>
        <w:t>75ص155، اصول کافی</w:t>
      </w:r>
      <w:r w:rsidRPr="0014038B">
        <w:rPr>
          <w:rtl/>
        </w:rPr>
        <w:t>:</w:t>
      </w:r>
      <w:r w:rsidRPr="0014038B">
        <w:rPr>
          <w:rFonts w:hint="cs"/>
          <w:rtl/>
        </w:rPr>
        <w:t>3522</w:t>
      </w:r>
    </w:p>
    <w:p w:rsidR="00D8000A" w:rsidRPr="0014038B" w:rsidRDefault="00D8000A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D8000A" w:rsidRPr="0014038B" w:rsidRDefault="00D8000A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103" w:name="_Toc386266986"/>
      <w:r w:rsidRPr="0014038B">
        <w:rPr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دوستوںسے محبت</w:t>
      </w:r>
      <w:bookmarkEnd w:id="103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اپنے دلوں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محبت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قلوب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جو لوگ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محب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ان بزرگوار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محبوب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بن معتمر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حاضر ہوا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''اَلسَّلاٰمُ عَلَ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کَ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یٰ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أَمِ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رَ</w:t>
      </w:r>
      <w:r w:rsidRPr="0014038B">
        <w:rPr>
          <w:rtl/>
        </w:rPr>
        <w:t xml:space="preserve"> ال</w:t>
      </w:r>
      <w:r w:rsidRPr="0014038B">
        <w:rPr>
          <w:rFonts w:hint="cs"/>
          <w:rtl/>
        </w:rPr>
        <w:t>ْمُؤْمِنِیْ</w:t>
      </w:r>
      <w:r w:rsidRPr="0014038B">
        <w:rPr>
          <w:rFonts w:hint="eastAsia"/>
          <w:rtl/>
        </w:rPr>
        <w:t>نَ</w:t>
      </w:r>
      <w:r w:rsidRPr="0014038B">
        <w:rPr>
          <w:rtl/>
        </w:rPr>
        <w:t xml:space="preserve"> وَ رَح</w:t>
      </w:r>
      <w:r w:rsidRPr="0014038B">
        <w:rPr>
          <w:rFonts w:hint="cs"/>
          <w:rtl/>
        </w:rPr>
        <w:t>ْمَةُ اللّٰ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وَ بَرَکٰاتُةُ،کَیْ</w:t>
      </w:r>
      <w:r w:rsidRPr="0014038B">
        <w:rPr>
          <w:rFonts w:hint="eastAsia"/>
          <w:rtl/>
        </w:rPr>
        <w:t>فَ</w:t>
      </w:r>
      <w:r w:rsidRPr="0014038B">
        <w:rPr>
          <w:rtl/>
        </w:rPr>
        <w:t xml:space="preserve"> أَم</w:t>
      </w:r>
      <w:r w:rsidRPr="0014038B">
        <w:rPr>
          <w:rFonts w:hint="cs"/>
          <w:rtl/>
        </w:rPr>
        <w:t>ْسَیْ</w:t>
      </w:r>
      <w:r w:rsidRPr="0014038B">
        <w:rPr>
          <w:rFonts w:hint="eastAsia"/>
          <w:rtl/>
        </w:rPr>
        <w:t>تَ؟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Fonts w:hint="eastAsia"/>
          <w:rtl/>
        </w:rPr>
        <w:t>قٰالَ</w:t>
      </w:r>
      <w:r w:rsidRPr="0014038B">
        <w:rPr>
          <w:rtl/>
        </w:rPr>
        <w:t>:أَم</w:t>
      </w:r>
      <w:r w:rsidRPr="0014038B">
        <w:rPr>
          <w:rFonts w:hint="cs"/>
          <w:rtl/>
        </w:rPr>
        <w:t>ْسَیْ</w:t>
      </w:r>
      <w:r w:rsidRPr="0014038B">
        <w:rPr>
          <w:rFonts w:hint="eastAsia"/>
          <w:rtl/>
        </w:rPr>
        <w:t>تُ</w:t>
      </w:r>
      <w:r w:rsidRPr="0014038B">
        <w:rPr>
          <w:rtl/>
        </w:rPr>
        <w:t xml:space="preserve"> مُحِبّاً لِمُحِبِّ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نٰا</w:t>
      </w:r>
      <w:r w:rsidRPr="0014038B">
        <w:rPr>
          <w:rtl/>
        </w:rPr>
        <w:t xml:space="preserve"> وَ مُب</w:t>
      </w:r>
      <w:r w:rsidRPr="0014038B">
        <w:rPr>
          <w:rFonts w:hint="cs"/>
          <w:rtl/>
        </w:rPr>
        <w:t>ْغِضاً لِمُبْغِضِیْ</w:t>
      </w:r>
      <w:r w:rsidRPr="0014038B">
        <w:rPr>
          <w:rFonts w:hint="eastAsia"/>
          <w:rtl/>
        </w:rPr>
        <w:t>نٰا</w:t>
      </w:r>
      <w:r w:rsidRPr="0014038B">
        <w:rPr>
          <w:rtl/>
        </w:rPr>
        <w:t>....''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اے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السلام آپ پر سلام ہو اورآپ پر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رحمت و برکات ہوں،آپ نے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صبح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آپ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 حال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رات گزار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محبوں کا محب  اور اپنے دشمنوں کا دشمن تھا۔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انسان کے لئے محبت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جائے تو وہ خدا کا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محبوب   بن جاتا ہے اور اس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 اور جب خدا سے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اس قدر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ہو جائے کہ اس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مخلوق کے لئے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جگہ نہ رہ جائے تو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کھل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وہ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خدا سے آشنا ہو جاتا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:شب معراج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ںخدا</w:t>
      </w:r>
      <w:r w:rsidRPr="0014038B">
        <w:rPr>
          <w:rtl/>
        </w:rPr>
        <w:t xml:space="preserve"> نے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E227D9" w:rsidRPr="0014038B" w:rsidRDefault="00E227D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E227D9" w:rsidRPr="0014038B" w:rsidRDefault="00E227D9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Fonts w:hint="cs"/>
          <w:rtl/>
        </w:rPr>
        <w:t>27ص5، مجالس شی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مف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>:</w:t>
      </w:r>
      <w:r w:rsidRPr="0014038B">
        <w:rPr>
          <w:rFonts w:hint="cs"/>
          <w:rtl/>
        </w:rPr>
        <w:t>1</w:t>
      </w:r>
      <w:r w:rsidR="0014038B" w:rsidRPr="0014038B">
        <w:rPr>
          <w:rFonts w:hint="cs"/>
          <w:rtl/>
        </w:rPr>
        <w:t>9</w:t>
      </w:r>
      <w:r w:rsidRPr="0014038B">
        <w:rPr>
          <w:rFonts w:hint="cs"/>
          <w:rtl/>
        </w:rPr>
        <w:t>7</w:t>
      </w:r>
    </w:p>
    <w:p w:rsidR="00E227D9" w:rsidRPr="0014038B" w:rsidRDefault="00E227D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E227D9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 xml:space="preserve">ْ عَمِلَ بِرِضٰاَ </w:t>
      </w:r>
      <w:r w:rsidRPr="0014038B">
        <w:rPr>
          <w:rStyle w:val="libArabicChar"/>
          <w:rtl/>
        </w:rPr>
        <w:t>اُل</w:t>
      </w:r>
      <w:r w:rsidRPr="0014038B">
        <w:rPr>
          <w:rStyle w:val="libArabicChar"/>
          <w:rFonts w:hint="cs"/>
          <w:rtl/>
        </w:rPr>
        <w:t>ْزِمُ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ثَلاٰثَ خِصٰالٍ :اُعَرِّفَ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شُکْراً لاٰ یُ</w:t>
      </w:r>
      <w:r w:rsidRPr="0014038B">
        <w:rPr>
          <w:rStyle w:val="libArabicChar"/>
          <w:rFonts w:hint="eastAsia"/>
          <w:rtl/>
        </w:rPr>
        <w:t>خٰالِطُ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ْجَ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ْلَ،وَ ذِکْراً لاٰ یُ</w:t>
      </w:r>
      <w:r w:rsidRPr="0014038B">
        <w:rPr>
          <w:rStyle w:val="libArabicChar"/>
          <w:rFonts w:hint="eastAsia"/>
          <w:rtl/>
        </w:rPr>
        <w:t>خٰالِطُ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 xml:space="preserve"> النِّس</w:t>
      </w:r>
      <w:r w:rsidRPr="0014038B">
        <w:rPr>
          <w:rStyle w:val="libArabicChar"/>
          <w:rFonts w:hint="cs"/>
          <w:rtl/>
        </w:rPr>
        <w:t>ْیٰ</w:t>
      </w:r>
      <w:r w:rsidRPr="0014038B">
        <w:rPr>
          <w:rStyle w:val="libArabicChar"/>
          <w:rFonts w:hint="eastAsia"/>
          <w:rtl/>
        </w:rPr>
        <w:t>انُ،وَمَحَبَّةً</w:t>
      </w:r>
      <w:r w:rsidRPr="0014038B">
        <w:rPr>
          <w:rStyle w:val="libArabicChar"/>
          <w:rtl/>
        </w:rPr>
        <w:t xml:space="preserve"> لاٰ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ؤ</w:t>
      </w:r>
      <w:r w:rsidRPr="0014038B">
        <w:rPr>
          <w:rStyle w:val="libArabicChar"/>
          <w:rFonts w:hint="cs"/>
          <w:rtl/>
        </w:rPr>
        <w:t>ْثِرُ</w:t>
      </w:r>
      <w:r w:rsidRPr="0014038B">
        <w:rPr>
          <w:rStyle w:val="libArabicChar"/>
          <w:rtl/>
        </w:rPr>
        <w:t xml:space="preserve"> عَلٰ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مَحَبَّتِ</w:t>
      </w:r>
      <w:r w:rsidRPr="0014038B">
        <w:rPr>
          <w:rStyle w:val="libArabicChar"/>
          <w:rFonts w:hint="cs"/>
          <w:rtl/>
        </w:rPr>
        <w:t>ْ مَحَبَّةَ الْمَخْلُوْقِیْ</w:t>
      </w:r>
      <w:r w:rsidRPr="0014038B">
        <w:rPr>
          <w:rStyle w:val="libArabicChar"/>
          <w:rFonts w:hint="eastAsia"/>
          <w:rtl/>
        </w:rPr>
        <w:t>نَ،فَاِذٰا</w:t>
      </w:r>
      <w:r w:rsidRPr="0014038B">
        <w:rPr>
          <w:rStyle w:val="libArabicChar"/>
          <w:rtl/>
        </w:rPr>
        <w:t xml:space="preserve"> أَحَبَّنِ</w:t>
      </w:r>
      <w:r w:rsidRPr="0014038B">
        <w:rPr>
          <w:rStyle w:val="libArabicChar"/>
          <w:rFonts w:hint="cs"/>
          <w:rtl/>
        </w:rPr>
        <w:t>ْ أَحْبَبْتُ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،وَ أَفْتَحُ ع</w:t>
      </w:r>
      <w:r w:rsidRPr="0014038B">
        <w:rPr>
          <w:rStyle w:val="libArabicChar"/>
          <w:rFonts w:hint="eastAsia"/>
          <w:rtl/>
        </w:rPr>
        <w:t>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قَل</w:t>
      </w:r>
      <w:r w:rsidRPr="0014038B">
        <w:rPr>
          <w:rStyle w:val="libArabicChar"/>
          <w:rFonts w:hint="cs"/>
          <w:rtl/>
        </w:rPr>
        <w:t>ْبِ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اِلٰی</w:t>
      </w:r>
      <w:r w:rsidRPr="0014038B">
        <w:rPr>
          <w:rStyle w:val="libArabicChar"/>
          <w:rtl/>
        </w:rPr>
        <w:t xml:space="preserve"> جَلاٰلِ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tl/>
        </w:rPr>
        <w:t xml:space="preserve"> وَلاٰ اُخ</w:t>
      </w:r>
      <w:r w:rsidRPr="0014038B">
        <w:rPr>
          <w:rStyle w:val="libArabicChar"/>
          <w:rFonts w:hint="cs"/>
          <w:rtl/>
        </w:rPr>
        <w:t>ْف عَلَیْ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خٰاصَّةَ خَل</w:t>
      </w:r>
      <w:r w:rsidRPr="0014038B">
        <w:rPr>
          <w:rStyle w:val="libArabicChar"/>
          <w:rFonts w:hint="cs"/>
          <w:rtl/>
        </w:rPr>
        <w:t>ْقِْ....''</w:t>
      </w:r>
      <w:r w:rsidR="00E546D1" w:rsidRPr="0014038B">
        <w:rPr>
          <w:rStyle w:val="libFootnotenumChar"/>
          <w:rFonts w:hint="cs"/>
          <w:rtl/>
        </w:rPr>
        <w:t>(</w:t>
      </w:r>
      <w:r w:rsidR="00E227D9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رضا کے لئے عمل کرے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خصلت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تاہوں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1۔اسے شکر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رکھنے سے آشنا کرتا ہوں تا کہ جہالت جس کے ساتھ نہ ہو۔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2۔اور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ذکر کہ جس کے ساتھ نس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نہ  ہو۔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3۔</w:t>
      </w:r>
      <w:r w:rsidRPr="0014038B">
        <w:rPr>
          <w:rtl/>
        </w:rPr>
        <w:t>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کہ جس پر مخلوق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اثر اندازنہ ہو۔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جب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مجھ سے محبت کرے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سے محبت کروں گا اور اس کے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جلال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کھول دوں گا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مخلوق کے خواص اس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رکھوں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انسان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خداا ور خلق خدا سے آشنا ہو جاتا ہے اور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سکتا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بعض</w:t>
      </w:r>
      <w:r w:rsidRPr="0014038B">
        <w:rPr>
          <w:rtl/>
        </w:rPr>
        <w:t xml:space="preserve"> لوگ خواب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کا شوق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محبت انسان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محبوب سے ملاقات کے اشت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اق</w:t>
      </w:r>
      <w:r w:rsidRPr="0014038B">
        <w:rPr>
          <w:rtl/>
        </w:rPr>
        <w:t xml:space="preserve"> کوبڑھا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E227D9" w:rsidRPr="0014038B" w:rsidRDefault="00E227D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E227D9" w:rsidRPr="0014038B" w:rsidRDefault="00E227D9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۷۷</w:t>
      </w:r>
      <w:r w:rsidRPr="0014038B">
        <w:rPr>
          <w:rtl/>
        </w:rPr>
        <w:t>ص</w:t>
      </w:r>
      <w:r w:rsidRPr="0014038B">
        <w:rPr>
          <w:rtl/>
          <w:lang w:bidi="fa-IR"/>
        </w:rPr>
        <w:t>۲۸</w:t>
      </w:r>
    </w:p>
    <w:p w:rsidR="00CA6D92" w:rsidRPr="0014038B" w:rsidRDefault="00CA6D92" w:rsidP="00CA6D92">
      <w:pPr>
        <w:pStyle w:val="libNormal"/>
        <w:rPr>
          <w:rtl/>
        </w:rPr>
      </w:pPr>
    </w:p>
    <w:p w:rsidR="00E227D9" w:rsidRPr="0014038B" w:rsidRDefault="00E227D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227D9" w:rsidRPr="0014038B" w:rsidRDefault="00E227D9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ابراہ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مرنا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چاہتے تھے خدا نے حضرت عزرائ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حضرت ابراہ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کہو:</w:t>
      </w:r>
    </w:p>
    <w:p w:rsidR="00CA6D92" w:rsidRPr="0014038B" w:rsidRDefault="00CA6D92" w:rsidP="00E227D9">
      <w:pPr>
        <w:pStyle w:val="libNormal"/>
        <w:rPr>
          <w:rtl/>
        </w:rPr>
      </w:pPr>
      <w:r w:rsidRPr="0014038B">
        <w:rPr>
          <w:rStyle w:val="libArabicChar"/>
          <w:rtl/>
        </w:rPr>
        <w:t>''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َل</w:t>
      </w:r>
      <w:r w:rsidRPr="0014038B">
        <w:rPr>
          <w:rStyle w:val="libArabicChar"/>
          <w:rFonts w:hint="cs"/>
          <w:rtl/>
        </w:rPr>
        <w:t>ْ رَأَیْ</w:t>
      </w:r>
      <w:r w:rsidRPr="0014038B">
        <w:rPr>
          <w:rStyle w:val="libArabicChar"/>
          <w:rFonts w:hint="eastAsia"/>
          <w:rtl/>
        </w:rPr>
        <w:t>تَ</w:t>
      </w:r>
      <w:r w:rsidRPr="0014038B">
        <w:rPr>
          <w:rStyle w:val="libArabicChar"/>
          <w:rtl/>
        </w:rPr>
        <w:t xml:space="preserve"> حَبِ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باً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ک</w:t>
      </w:r>
      <w:r w:rsidRPr="0014038B">
        <w:rPr>
          <w:rStyle w:val="libArabicChar"/>
          <w:rFonts w:hint="cs"/>
          <w:rtl/>
        </w:rPr>
        <w:t>ْرِ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</w:t>
      </w:r>
      <w:r w:rsidRPr="0014038B">
        <w:rPr>
          <w:rStyle w:val="libArabicChar"/>
          <w:rtl/>
        </w:rPr>
        <w:t xml:space="preserve">  لِقٰاءَ حَبِ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ِ؟اِنَّ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ْحَبِیْ</w:t>
      </w:r>
      <w:r w:rsidRPr="0014038B">
        <w:rPr>
          <w:rStyle w:val="libArabicChar"/>
          <w:rFonts w:hint="eastAsia"/>
          <w:rtl/>
        </w:rPr>
        <w:t>بَ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حِبُّ</w:t>
      </w:r>
      <w:r w:rsidRPr="0014038B">
        <w:rPr>
          <w:rStyle w:val="libArabicChar"/>
          <w:rtl/>
        </w:rPr>
        <w:t xml:space="preserve"> لِقٰاءَ حَبِ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E227D9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تم  نے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ہے جسے اپنے محوب کوو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کھنے</w:t>
      </w:r>
      <w:r w:rsidRPr="0014038B">
        <w:rPr>
          <w:rtl/>
        </w:rPr>
        <w:t xml:space="preserve"> سے کراہت ہو؟ب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شک</w:t>
      </w:r>
      <w:r w:rsidRPr="0014038B">
        <w:rPr>
          <w:rtl/>
        </w:rPr>
        <w:t xml:space="preserve"> محب اپنے محبوب سے ملاقات کو پسند کرتاہے۔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بعض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تھے جو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گزار رہے تھے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ان کے شہر سے دور تھے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ان کے دل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اور ان کے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tl/>
        </w:rPr>
        <w:t xml:space="preserve"> کے عشق سے لبر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تھے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حضرت او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قرن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کے دل و جان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tl/>
        </w:rPr>
        <w:t xml:space="preserve"> کا شوق تھا اور وہ اپنے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آنحضرت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کے تابناک انوار کو تصور کرتے تھے۔</w:t>
      </w:r>
    </w:p>
    <w:p w:rsidR="00CA6D92" w:rsidRPr="0014038B" w:rsidRDefault="00CA6D92" w:rsidP="003F17B0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جب کہ خاندان عصمت و طہارت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 xml:space="preserve">حضرت 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Fonts w:hint="eastAsia"/>
          <w:rtl/>
        </w:rPr>
        <w:t>ق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Fonts w:hint="eastAsia"/>
          <w:rtl/>
        </w:rPr>
        <w:t>ة</w:t>
      </w:r>
      <w:r w:rsidR="003F17B0" w:rsidRPr="0014038B">
        <w:rPr>
          <w:rStyle w:val="libArabicChar"/>
          <w:rtl/>
        </w:rPr>
        <w:t xml:space="preserve"> ال</w:t>
      </w:r>
      <w:r w:rsidR="003F17B0" w:rsidRPr="0014038B">
        <w:rPr>
          <w:rStyle w:val="libArabicChar"/>
          <w:rFonts w:hint="cs"/>
          <w:rtl/>
        </w:rPr>
        <w:t>له</w:t>
      </w:r>
      <w:r w:rsidRPr="0014038B">
        <w:rPr>
          <w:rStyle w:val="libArabicChar"/>
          <w:rFonts w:hint="cs"/>
          <w:rtl/>
        </w:rPr>
        <w:t xml:space="preserve"> الاعظم عجل الل</w:t>
      </w:r>
      <w:r w:rsidR="003F17B0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 xml:space="preserve"> فرج</w:t>
      </w:r>
      <w:r w:rsidR="003F17B0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 xml:space="preserve"> ا</w:t>
      </w:r>
      <w:r w:rsidRPr="0014038B">
        <w:rPr>
          <w:rStyle w:val="libArabicChar"/>
          <w:rtl/>
        </w:rPr>
        <w:t>لشر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Fonts w:hint="eastAsia"/>
          <w:rtl/>
        </w:rPr>
        <w:t>ف</w:t>
      </w:r>
      <w:r w:rsidRPr="0014038B">
        <w:rPr>
          <w:rtl/>
        </w:rPr>
        <w:t xml:space="preserve"> 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پردۂ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بسر کر 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آپ کے محب اور جانثار 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آرزو صرف آپ  کا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tl/>
        </w:rPr>
        <w:t xml:space="preserve"> ہے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آرزو  اور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آنحضرت  سے اس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بناء پر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جو ان کے دلوں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آنحضرت کے لئے موجزن ہے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کے فرمان کے مطابق</w:t>
      </w:r>
      <w:r w:rsidRPr="0014038B">
        <w:rPr>
          <w:rStyle w:val="libAieChar"/>
          <w:rtl/>
        </w:rPr>
        <w:t>''اِنَّ ال</w:t>
      </w:r>
      <w:r w:rsidRPr="0014038B">
        <w:rPr>
          <w:rStyle w:val="libAieChar"/>
          <w:rFonts w:hint="cs"/>
          <w:rtl/>
        </w:rPr>
        <w:t>ْحَبِیْ</w:t>
      </w:r>
      <w:r w:rsidRPr="0014038B">
        <w:rPr>
          <w:rStyle w:val="libAieChar"/>
          <w:rFonts w:hint="eastAsia"/>
          <w:rtl/>
        </w:rPr>
        <w:t>بَ</w:t>
      </w:r>
      <w:r w:rsidRPr="0014038B">
        <w:rPr>
          <w:rStyle w:val="libAieChar"/>
          <w:rtl/>
        </w:rPr>
        <w:t xml:space="preserve"> </w:t>
      </w:r>
      <w:r w:rsidRPr="0014038B">
        <w:rPr>
          <w:rStyle w:val="libAieChar"/>
          <w:rFonts w:hint="cs"/>
          <w:rtl/>
        </w:rPr>
        <w:t>یُ</w:t>
      </w:r>
      <w:r w:rsidRPr="0014038B">
        <w:rPr>
          <w:rStyle w:val="libAieChar"/>
          <w:rFonts w:hint="eastAsia"/>
          <w:rtl/>
        </w:rPr>
        <w:t>حِبُّ</w:t>
      </w:r>
      <w:r w:rsidRPr="0014038B">
        <w:rPr>
          <w:rStyle w:val="libAieChar"/>
          <w:rtl/>
        </w:rPr>
        <w:t xml:space="preserve"> لِقٰائَ حَبِ</w:t>
      </w:r>
      <w:r w:rsidRPr="0014038B">
        <w:rPr>
          <w:rStyle w:val="libAieChar"/>
          <w:rFonts w:hint="cs"/>
          <w:rtl/>
        </w:rPr>
        <w:t>یْ</w:t>
      </w:r>
      <w:r w:rsidR="003846B9" w:rsidRPr="0014038B">
        <w:rPr>
          <w:rStyle w:val="libAieChar"/>
          <w:rFonts w:hint="eastAsia"/>
          <w:rtl/>
        </w:rPr>
        <w:t>ب</w:t>
      </w:r>
      <w:r w:rsidR="003846B9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eastAsia"/>
          <w:rtl/>
        </w:rPr>
        <w:t>ِ</w:t>
      </w:r>
      <w:r w:rsidRPr="0014038B">
        <w:rPr>
          <w:rStyle w:val="libAieChar"/>
          <w:rtl/>
        </w:rPr>
        <w:t>''</w:t>
      </w:r>
      <w:r w:rsidRPr="0014038B">
        <w:rPr>
          <w:rtl/>
        </w:rPr>
        <w:t>ہر محب اپنے محبوب کا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tl/>
        </w:rPr>
        <w:t xml:space="preserve"> کرنا چاہتاہے۔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گرچہ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وسف</w:t>
      </w:r>
      <w:r w:rsidRPr="0014038B">
        <w:rPr>
          <w:rtl/>
        </w:rPr>
        <w:t xml:space="preserve"> بہ کلاف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نفرشند بہ ما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پس</w:t>
      </w:r>
      <w:r w:rsidRPr="0014038B">
        <w:rPr>
          <w:rtl/>
        </w:rPr>
        <w:t xml:space="preserve"> ھم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فخر کہ ما ھم ز خر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</w:p>
    <w:p w:rsidR="00E227D9" w:rsidRPr="0014038B" w:rsidRDefault="00E227D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E227D9"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6ص</w:t>
      </w:r>
      <w:r w:rsidRPr="0014038B">
        <w:rPr>
          <w:rtl/>
          <w:lang w:bidi="fa-IR"/>
        </w:rPr>
        <w:t>۱۲۷</w:t>
      </w:r>
      <w:r w:rsidRPr="0014038B">
        <w:rPr>
          <w:rtl/>
        </w:rPr>
        <w:t>،امال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صدوق:</w:t>
      </w:r>
      <w:r w:rsidRPr="0014038B">
        <w:rPr>
          <w:rFonts w:hint="cs"/>
          <w:rtl/>
        </w:rPr>
        <w:t>118</w:t>
      </w:r>
    </w:p>
    <w:p w:rsidR="00E227D9" w:rsidRPr="0014038B" w:rsidRDefault="00E227D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E227D9" w:rsidRPr="0014038B" w:rsidRDefault="00E227D9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04" w:name="_Toc386266987"/>
      <w:r w:rsidRPr="0014038B">
        <w:rPr>
          <w:rtl/>
        </w:rPr>
        <w:t>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محبوں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bookmarkEnd w:id="104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05" w:name="_Toc386266988"/>
      <w:r w:rsidRPr="0014038B">
        <w:rPr>
          <w:rFonts w:hint="cs"/>
          <w:rtl/>
          <w:lang w:bidi="ur-PK"/>
        </w:rPr>
        <w:t>1</w:t>
      </w:r>
      <w:r w:rsidRPr="0014038B">
        <w:rPr>
          <w:rFonts w:hint="cs"/>
          <w:rtl/>
        </w:rPr>
        <w:t>۔ مودّت پی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کرنا</w:t>
      </w:r>
      <w:bookmarkEnd w:id="105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3F17B0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محبت و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گہر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جو آپ کے وجودم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گھر کر چک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ہواور آپ کے روم روم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سرا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 چک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جو آپ کا ان بزرگوں سے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ہونے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بنے۔</w:t>
      </w: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المومن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3F17B0">
      <w:pPr>
        <w:pStyle w:val="libNormal"/>
        <w:rPr>
          <w:rtl/>
        </w:rPr>
      </w:pPr>
      <w:r w:rsidRPr="0014038B">
        <w:rPr>
          <w:rStyle w:val="libArabicChar"/>
          <w:rtl/>
        </w:rPr>
        <w:t>''اَل</w:t>
      </w:r>
      <w:r w:rsidRPr="0014038B">
        <w:rPr>
          <w:rStyle w:val="libArabicChar"/>
          <w:rFonts w:hint="cs"/>
          <w:rtl/>
        </w:rPr>
        <w:t>ْمَوَدَّةُ قَرٰابَة مُسْتَفٰادَة''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Fonts w:hint="eastAsia"/>
          <w:rtl/>
        </w:rPr>
        <w:t>موّدت،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ہے جس سے تقرّب حاصل ہوتاہے۔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قدر اضافہ ہونا چاہئے جو آپ کو محبوب سے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کر دے ۔اگر محبت اس حد تک بڑھ جائے تو اسے ''مودت ''کہتے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 بناء پر مودت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ہے جس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افزائش اور اضافہ ہو چکا ہو اور جو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قرب کا باعث ہو۔</w:t>
      </w:r>
    </w:p>
    <w:p w:rsidR="00CA6D92" w:rsidRPr="0014038B" w:rsidRDefault="00CA6D92" w:rsidP="003F17B0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ہر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محمد و آل محمد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اس قدر محبت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جو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تقرب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ہو۔</w:t>
      </w: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کا قرآن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ارشاد ہے:</w:t>
      </w:r>
      <w:r w:rsidRPr="0014038B">
        <w:rPr>
          <w:rStyle w:val="libAieChar"/>
          <w:rtl/>
        </w:rPr>
        <w:t>(قُل لَّا أَس</w:t>
      </w:r>
      <w:r w:rsidRPr="0014038B">
        <w:rPr>
          <w:rStyle w:val="libAieChar"/>
          <w:rFonts w:hint="cs"/>
          <w:rtl/>
        </w:rPr>
        <w:t>ْأَلُکُمْ عَلَیْ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eastAsia"/>
          <w:rtl/>
        </w:rPr>
        <w:t>ِ</w:t>
      </w:r>
      <w:r w:rsidRPr="0014038B">
        <w:rPr>
          <w:rStyle w:val="libAieChar"/>
          <w:rtl/>
        </w:rPr>
        <w:t xml:space="preserve"> أَج</w:t>
      </w:r>
      <w:r w:rsidRPr="0014038B">
        <w:rPr>
          <w:rStyle w:val="libAieChar"/>
          <w:rFonts w:hint="cs"/>
          <w:rtl/>
        </w:rPr>
        <w:t>ْراً ِلَّا الْمَوَدَّةَ فِی</w:t>
      </w:r>
      <w:r w:rsidRPr="0014038B">
        <w:rPr>
          <w:rStyle w:val="libAieChar"/>
          <w:rtl/>
        </w:rPr>
        <w:t xml:space="preserve"> ال</w:t>
      </w:r>
      <w:r w:rsidRPr="0014038B">
        <w:rPr>
          <w:rStyle w:val="libAieChar"/>
          <w:rFonts w:hint="cs"/>
          <w:rtl/>
        </w:rPr>
        <w:t>ْقُرْبَی</w:t>
      </w:r>
      <w:r w:rsidRPr="0014038B">
        <w:rPr>
          <w:rStyle w:val="libAieChar"/>
          <w:rtl/>
        </w:rPr>
        <w:t>)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  <w:r w:rsidRPr="0014038B">
        <w:rPr>
          <w:rtl/>
        </w:rPr>
        <w:t xml:space="preserve"> آپ کہہ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جئے</w:t>
      </w:r>
      <w:r w:rsidRPr="0014038B">
        <w:rPr>
          <w:rtl/>
        </w:rPr>
        <w:t xml:space="preserve">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 سے اس تبل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</w:t>
      </w:r>
      <w:r w:rsidRPr="0014038B">
        <w:rPr>
          <w:rtl/>
        </w:rPr>
        <w:t xml:space="preserve"> رسالت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اجر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چاہتا علاوہ اس کے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اقربا سے محبت کرو ۔</w:t>
      </w: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مطابق ہر انسانپر واجب ہے کہ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اس طرح سے محبت کرے جو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قرب کا باعث ہو۔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سب انسانوں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عموم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3F17B0" w:rsidRPr="0014038B" w:rsidRDefault="003F17B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۷۴</w:t>
      </w:r>
      <w:r w:rsidRPr="0014038B">
        <w:rPr>
          <w:rtl/>
        </w:rPr>
        <w:t>ص</w:t>
      </w:r>
      <w:r w:rsidRPr="0014038B">
        <w:rPr>
          <w:rtl/>
          <w:lang w:bidi="fa-IR"/>
        </w:rPr>
        <w:t>۱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۵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[2]۔ سورۂ شور</w:t>
      </w:r>
      <w:r w:rsidRPr="0014038B">
        <w:rPr>
          <w:rFonts w:hint="cs"/>
          <w:rtl/>
        </w:rPr>
        <w:t>یٰ</w:t>
      </w:r>
      <w:r w:rsidRPr="0014038B">
        <w:rPr>
          <w:rFonts w:hint="eastAsia"/>
          <w:rtl/>
        </w:rPr>
        <w:t>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:</w:t>
      </w:r>
      <w:r w:rsidRPr="0014038B">
        <w:rPr>
          <w:rFonts w:hint="cs"/>
          <w:rtl/>
        </w:rPr>
        <w:t>23</w:t>
      </w:r>
    </w:p>
    <w:p w:rsidR="003F17B0" w:rsidRPr="0014038B" w:rsidRDefault="003F17B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3F17B0" w:rsidRPr="0014038B" w:rsidRDefault="003F17B0" w:rsidP="00CA6D92">
      <w:pPr>
        <w:pStyle w:val="libNormal"/>
        <w:rPr>
          <w:rtl/>
        </w:rPr>
      </w:pPr>
    </w:p>
    <w:p w:rsidR="00CA6D92" w:rsidRPr="0014038B" w:rsidRDefault="003F17B0" w:rsidP="002132E5">
      <w:pPr>
        <w:pStyle w:val="Heading1"/>
        <w:rPr>
          <w:rtl/>
        </w:rPr>
      </w:pPr>
      <w:bookmarkStart w:id="106" w:name="_Toc386266989"/>
      <w:r w:rsidRPr="0014038B">
        <w:rPr>
          <w:rFonts w:hint="cs"/>
          <w:rtl/>
        </w:rPr>
        <w:t>2</w:t>
      </w:r>
      <w:r w:rsidR="00CA6D92" w:rsidRPr="0014038B">
        <w:rPr>
          <w:rtl/>
        </w:rPr>
        <w:t>۔ اہلب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ت</w:t>
      </w:r>
      <w:r w:rsidR="00CA6D92" w:rsidRPr="0014038B">
        <w:rPr>
          <w:rtl/>
        </w:rPr>
        <w:t xml:space="preserve"> عل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ھم</w:t>
      </w:r>
      <w:r w:rsidR="00CA6D92" w:rsidRPr="0014038B">
        <w:rPr>
          <w:rtl/>
        </w:rPr>
        <w:t xml:space="preserve"> السلام کے محبوں سے محبت</w:t>
      </w:r>
      <w:bookmarkEnd w:id="106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صرف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لسلام سے محبت و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بلکہ ان سے محبت کے بعد ان بزرگ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محبت کرنے والوں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''أََحِبُّو</w:t>
      </w:r>
      <w:r w:rsidRPr="0014038B">
        <w:rPr>
          <w:rStyle w:val="libArabicChar"/>
          <w:rFonts w:hint="cs"/>
          <w:rtl/>
        </w:rPr>
        <w:t>ْا مَوٰالِیْ</w:t>
      </w:r>
      <w:r w:rsidRPr="0014038B">
        <w:rPr>
          <w:rStyle w:val="libArabicChar"/>
          <w:rFonts w:hint="eastAsia"/>
          <w:rtl/>
        </w:rPr>
        <w:t>نٰا</w:t>
      </w:r>
      <w:r w:rsidRPr="0014038B">
        <w:rPr>
          <w:rStyle w:val="libArabicChar"/>
          <w:rtl/>
        </w:rPr>
        <w:t xml:space="preserve"> مَعَ حُبِّکُم</w:t>
      </w:r>
      <w:r w:rsidRPr="0014038B">
        <w:rPr>
          <w:rStyle w:val="libArabicChar"/>
          <w:rFonts w:hint="cs"/>
          <w:rtl/>
        </w:rPr>
        <w:t>ْ لِآلِنٰا''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ہمارے</w:t>
      </w:r>
      <w:r w:rsidRPr="0014038B">
        <w:rPr>
          <w:rtl/>
        </w:rPr>
        <w:t xml:space="preserve"> محبوں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کرو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ہمارے خاندان سے کرتے ہو۔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ان کے محبوں سے محبت ان سے محبت کا لازمہ ہے۔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07" w:name="_Toc386266990"/>
      <w:r w:rsidRPr="0014038B">
        <w:rPr>
          <w:rFonts w:hint="cs"/>
          <w:rtl/>
        </w:rPr>
        <w:t>3۔ اہلبی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دشمنوں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زار</w:t>
      </w:r>
      <w:r w:rsidRPr="0014038B">
        <w:rPr>
          <w:rFonts w:hint="cs"/>
          <w:rtl/>
        </w:rPr>
        <w:t>ی</w:t>
      </w:r>
      <w:bookmarkEnd w:id="107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اگر انسان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>(کائنات کا وجود جن کے مرہون منت ہے)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گھرکر جائے تو پھر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ممکن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انسان ان کے دشمنوں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قبول کر لے۔ک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ان کے دشمنوں سے سازگار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ہے۔چونکہ ظاہر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ذہن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شعور</w:t>
      </w:r>
      <w:r w:rsidRPr="0014038B">
        <w:rPr>
          <w:rtl/>
        </w:rPr>
        <w:t xml:space="preserve">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 مخال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جمع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سکت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3F17B0" w:rsidRPr="0014038B" w:rsidRDefault="003F17B0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3F17B0" w:rsidRPr="0014038B" w:rsidRDefault="003F17B0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۷</w:t>
      </w:r>
      <w:r w:rsidRPr="0014038B">
        <w:rPr>
          <w:rtl/>
        </w:rPr>
        <w:t>ص</w:t>
      </w:r>
      <w:r w:rsidRPr="0014038B">
        <w:rPr>
          <w:rtl/>
          <w:lang w:bidi="fa-IR"/>
        </w:rPr>
        <w:t>۵۷</w:t>
      </w:r>
    </w:p>
    <w:p w:rsidR="003F17B0" w:rsidRPr="0014038B" w:rsidRDefault="003F17B0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 ء پر ظاہر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ذہن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شعور 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ممکن ہے کہ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رکھتا ہو اور گمراہوں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قلب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لحاظ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ممکن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F94B63">
      <w:pPr>
        <w:pStyle w:val="libArabic"/>
        <w:rPr>
          <w:rtl/>
        </w:rPr>
      </w:pPr>
      <w:r w:rsidRPr="0014038B">
        <w:rPr>
          <w:rtl/>
        </w:rPr>
        <w:t xml:space="preserve">''لاٰ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ْتَمِعُ</w:t>
      </w:r>
      <w:r w:rsidRPr="0014038B">
        <w:rPr>
          <w:rtl/>
        </w:rPr>
        <w:t xml:space="preserve"> حُبُّنٰا وَحُبُّ عَدُوِّنٰا فِ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جَو</w:t>
      </w:r>
      <w:r w:rsidRPr="0014038B">
        <w:rPr>
          <w:rFonts w:hint="cs"/>
          <w:rtl/>
        </w:rPr>
        <w:t>ْفِ اِنْسٰانٍ،اَللّٰ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عَزَّوَجَلَّ یَ</w:t>
      </w:r>
      <w:r w:rsidRPr="0014038B">
        <w:rPr>
          <w:rFonts w:hint="eastAsia"/>
          <w:rtl/>
        </w:rPr>
        <w:t>قُو</w:t>
      </w:r>
      <w:r w:rsidRPr="0014038B">
        <w:rPr>
          <w:rFonts w:hint="cs"/>
          <w:rtl/>
        </w:rPr>
        <w:t>ْلُ</w:t>
      </w:r>
      <w:r w:rsidRPr="0014038B">
        <w:rPr>
          <w:rtl/>
        </w:rPr>
        <w:t>:</w:t>
      </w:r>
      <w:r w:rsidRPr="0014038B">
        <w:rPr>
          <w:rStyle w:val="libAieChar"/>
          <w:rtl/>
        </w:rPr>
        <w:t>(مَا جَعَلَ اللَّ</w:t>
      </w:r>
      <w:r w:rsidR="00DB4D6B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ُ لِرَجُلٍ مِّن</w:t>
      </w:r>
      <w:r w:rsidRPr="0014038B">
        <w:rPr>
          <w:rStyle w:val="libAieChar"/>
          <w:rFonts w:hint="cs"/>
          <w:rtl/>
        </w:rPr>
        <w:t>ْ قَلْبَیْ</w:t>
      </w:r>
      <w:r w:rsidRPr="0014038B">
        <w:rPr>
          <w:rStyle w:val="libAieChar"/>
          <w:rFonts w:hint="eastAsia"/>
          <w:rtl/>
        </w:rPr>
        <w:t>نِ</w:t>
      </w:r>
      <w:r w:rsidRPr="0014038B">
        <w:rPr>
          <w:rStyle w:val="libAieChar"/>
          <w:rtl/>
        </w:rPr>
        <w:t xml:space="preserve"> فِ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tl/>
        </w:rPr>
        <w:t xml:space="preserve"> جَو</w:t>
      </w:r>
      <w:r w:rsidRPr="0014038B">
        <w:rPr>
          <w:rStyle w:val="libAieChar"/>
          <w:rFonts w:hint="cs"/>
          <w:rtl/>
        </w:rPr>
        <w:t>ْفِ</w:t>
      </w:r>
      <w:r w:rsidR="00DB4D6B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ِ )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F94B63" w:rsidRPr="0014038B">
        <w:rPr>
          <w:rStyle w:val="libFootnotenumChar"/>
          <w:rFonts w:hint="cs"/>
          <w:rtl/>
        </w:rPr>
        <w:t>)</w:t>
      </w:r>
      <w:r w:rsidRPr="0014038B">
        <w:rPr>
          <w:rStyle w:val="libFootnotenumChar"/>
          <w:rFonts w:hint="cs"/>
          <w:rtl/>
        </w:rPr>
        <w:t>،</w:t>
      </w:r>
      <w:r w:rsidR="00F94B63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اور ہمارے دشمن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انسان 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جمع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سکت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  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:''اور اللہ نے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مرد کے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دو دل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''۔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مانند 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جارود نے حضرت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ہے:</w:t>
      </w:r>
    </w:p>
    <w:p w:rsidR="00CA6D92" w:rsidRPr="0014038B" w:rsidRDefault="00CA6D92" w:rsidP="0048678D">
      <w:pPr>
        <w:pStyle w:val="libArabic"/>
        <w:rPr>
          <w:rtl/>
        </w:rPr>
      </w:pPr>
      <w:r w:rsidRPr="0014038B">
        <w:rPr>
          <w:rtl/>
        </w:rPr>
        <w:t>''أَبِ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</w:t>
      </w:r>
      <w:r w:rsidRPr="0014038B">
        <w:rPr>
          <w:rFonts w:hint="cs"/>
          <w:rtl/>
        </w:rPr>
        <w:t>ْجٰارُوْدِ عَنْ أَبِْ جَعْفَر علی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 السلام فِ</w:t>
      </w:r>
      <w:r w:rsidRPr="0014038B">
        <w:rPr>
          <w:rFonts w:hint="cs"/>
          <w:rtl/>
        </w:rPr>
        <w:t>ْ قَوْلِ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ِ:(مٰا جَعَلَ اللَّ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لِرَجُلٍ مِّنْ قَلْبَیْ</w:t>
      </w:r>
      <w:r w:rsidRPr="0014038B">
        <w:rPr>
          <w:rFonts w:hint="eastAsia"/>
          <w:rtl/>
        </w:rPr>
        <w:t>نِ</w:t>
      </w:r>
      <w:r w:rsidRPr="0014038B">
        <w:rPr>
          <w:rtl/>
        </w:rPr>
        <w:t xml:space="preserve"> فِ</w:t>
      </w:r>
      <w:r w:rsidRPr="0014038B">
        <w:rPr>
          <w:rFonts w:hint="cs"/>
          <w:rtl/>
        </w:rPr>
        <w:t>یْ</w:t>
      </w:r>
      <w:r w:rsidRPr="0014038B">
        <w:rPr>
          <w:rtl/>
        </w:rPr>
        <w:t xml:space="preserve"> جَو</w:t>
      </w:r>
      <w:r w:rsidRPr="0014038B">
        <w:rPr>
          <w:rFonts w:hint="cs"/>
          <w:rtl/>
        </w:rPr>
        <w:t>ْفِ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)فَیُ</w:t>
      </w:r>
      <w:r w:rsidRPr="0014038B">
        <w:rPr>
          <w:rFonts w:hint="eastAsia"/>
          <w:rtl/>
        </w:rPr>
        <w:t>حِبُّ</w:t>
      </w:r>
      <w:r w:rsidRPr="0014038B">
        <w:rPr>
          <w:rtl/>
        </w:rPr>
        <w:t xml:space="preserve"> بِ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ٰذٰا وَ </w:t>
      </w:r>
      <w:r w:rsidRPr="0014038B">
        <w:rPr>
          <w:rFonts w:hint="cs"/>
          <w:rtl/>
        </w:rPr>
        <w:t>یُ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ْغِضُ</w:t>
      </w:r>
      <w:r w:rsidRPr="0014038B">
        <w:rPr>
          <w:rtl/>
        </w:rPr>
        <w:t xml:space="preserve"> بِ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ٰذٰا ،فَأَمّٰا مُحِبُّنٰا فَ</w:t>
      </w:r>
      <w:r w:rsidRPr="0014038B">
        <w:rPr>
          <w:rFonts w:hint="cs"/>
          <w:rtl/>
        </w:rPr>
        <w:t>یُ</w:t>
      </w:r>
      <w:r w:rsidRPr="0014038B">
        <w:rPr>
          <w:rFonts w:hint="eastAsia"/>
          <w:rtl/>
        </w:rPr>
        <w:t>خ</w:t>
      </w:r>
      <w:r w:rsidRPr="0014038B">
        <w:rPr>
          <w:rFonts w:hint="cs"/>
          <w:rtl/>
        </w:rPr>
        <w:t>ْلِصُ</w:t>
      </w:r>
      <w:r w:rsidRPr="0014038B">
        <w:rPr>
          <w:rtl/>
        </w:rPr>
        <w:t xml:space="preserve"> ال</w:t>
      </w:r>
      <w:r w:rsidRPr="0014038B">
        <w:rPr>
          <w:rFonts w:hint="cs"/>
          <w:rtl/>
        </w:rPr>
        <w:t>ْحُ</w:t>
      </w:r>
      <w:r w:rsidRPr="0014038B">
        <w:rPr>
          <w:rtl/>
        </w:rPr>
        <w:t xml:space="preserve">بَّ لَنٰا کَمَا </w:t>
      </w:r>
      <w:r w:rsidRPr="0014038B">
        <w:rPr>
          <w:rFonts w:hint="cs"/>
          <w:rtl/>
        </w:rPr>
        <w:t>یُ</w:t>
      </w:r>
      <w:r w:rsidRPr="0014038B">
        <w:rPr>
          <w:rFonts w:hint="eastAsia"/>
          <w:rtl/>
        </w:rPr>
        <w:t>خ</w:t>
      </w:r>
      <w:r w:rsidRPr="0014038B">
        <w:rPr>
          <w:rFonts w:hint="cs"/>
          <w:rtl/>
        </w:rPr>
        <w:t>ْلِصُ</w:t>
      </w:r>
      <w:r w:rsidRPr="0014038B">
        <w:rPr>
          <w:rtl/>
        </w:rPr>
        <w:t xml:space="preserve"> الذَّ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َبَ بِالنّٰارِ لاٰکَد</w:t>
      </w:r>
      <w:r w:rsidRPr="0014038B">
        <w:rPr>
          <w:rFonts w:hint="eastAsia"/>
          <w:rtl/>
        </w:rPr>
        <w:t>ِرَ</w:t>
      </w:r>
      <w:r w:rsidRPr="0014038B">
        <w:rPr>
          <w:rtl/>
        </w:rPr>
        <w:t xml:space="preserve"> فِ</w:t>
      </w:r>
      <w:r w:rsidRPr="0014038B">
        <w:rPr>
          <w:rFonts w:hint="cs"/>
          <w:rtl/>
        </w:rPr>
        <w:t>یْ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ِ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Fonts w:hint="eastAsia"/>
          <w:rtl/>
        </w:rPr>
        <w:t>مَن</w:t>
      </w:r>
      <w:r w:rsidRPr="0014038B">
        <w:rPr>
          <w:rFonts w:hint="cs"/>
          <w:rtl/>
        </w:rPr>
        <w:t>ْ</w:t>
      </w:r>
      <w:r w:rsidRPr="0014038B">
        <w:rPr>
          <w:rtl/>
        </w:rPr>
        <w:t xml:space="preserve"> أَرٰادَ أَن</w:t>
      </w:r>
      <w:r w:rsidRPr="0014038B">
        <w:rPr>
          <w:rFonts w:hint="cs"/>
          <w:rtl/>
        </w:rPr>
        <w:t>ْ یَ</w:t>
      </w:r>
      <w:r w:rsidRPr="0014038B">
        <w:rPr>
          <w:rFonts w:hint="eastAsia"/>
          <w:rtl/>
        </w:rPr>
        <w:t>ع</w:t>
      </w:r>
      <w:r w:rsidRPr="0014038B">
        <w:rPr>
          <w:rFonts w:hint="cs"/>
          <w:rtl/>
        </w:rPr>
        <w:t>ْلَمَ</w:t>
      </w:r>
      <w:r w:rsidRPr="0014038B">
        <w:rPr>
          <w:rtl/>
        </w:rPr>
        <w:t xml:space="preserve"> حُبِّنٰا،فَل</w:t>
      </w:r>
      <w:r w:rsidRPr="0014038B">
        <w:rPr>
          <w:rFonts w:hint="cs"/>
          <w:rtl/>
        </w:rPr>
        <w:t>ْیَ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ْتَحِنْ</w:t>
      </w:r>
      <w:r w:rsidRPr="0014038B">
        <w:rPr>
          <w:rtl/>
        </w:rPr>
        <w:t xml:space="preserve"> قَل</w:t>
      </w:r>
      <w:r w:rsidRPr="0014038B">
        <w:rPr>
          <w:rFonts w:hint="cs"/>
          <w:rtl/>
        </w:rPr>
        <w:t>ْبَ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فَاِنْ شٰارَکَ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فِی</w:t>
      </w:r>
      <w:r w:rsidRPr="0014038B">
        <w:rPr>
          <w:rtl/>
        </w:rPr>
        <w:t xml:space="preserve"> حُبِّنٰا حُبُّ عَدُوِّنٰا،فَلَ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سَ</w:t>
      </w:r>
      <w:r w:rsidRPr="0014038B">
        <w:rPr>
          <w:rtl/>
        </w:rPr>
        <w:t xml:space="preserve"> مِنّٰا وَ لَس</w:t>
      </w:r>
      <w:r w:rsidRPr="0014038B">
        <w:rPr>
          <w:rFonts w:hint="cs"/>
          <w:rtl/>
        </w:rPr>
        <w:t>ْنٰا مِنْ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وَاللّٰ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عَدُوُّ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ُمْ وَ جِبْرَئِیْ</w:t>
      </w:r>
      <w:r w:rsidRPr="0014038B">
        <w:rPr>
          <w:rFonts w:hint="eastAsia"/>
          <w:rtl/>
        </w:rPr>
        <w:t>لُ</w:t>
      </w:r>
      <w:r w:rsidRPr="0014038B">
        <w:rPr>
          <w:rtl/>
        </w:rPr>
        <w:t xml:space="preserve"> وَ مِ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کٰائِ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لُ</w:t>
      </w:r>
      <w:r w:rsidRPr="0014038B">
        <w:rPr>
          <w:rtl/>
        </w:rPr>
        <w:t xml:space="preserve"> وَاللّٰ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ُ عَدُوّ لِل</w:t>
      </w:r>
      <w:r w:rsidRPr="0014038B">
        <w:rPr>
          <w:rFonts w:hint="cs"/>
          <w:rtl/>
        </w:rPr>
        <w:t>ْکٰافِرِیْ</w:t>
      </w:r>
      <w:r w:rsidRPr="0014038B">
        <w:rPr>
          <w:rFonts w:hint="eastAsia"/>
          <w:rtl/>
        </w:rPr>
        <w:t>نَ</w:t>
      </w:r>
      <w:r w:rsidRPr="0014038B">
        <w:rPr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3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جارود حضرت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آپ نے خدا کے اس فرمان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'' اللہ نے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مرد کے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دو دل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''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tl/>
        </w:rPr>
        <w:t>[1]۔ سورۂ احزاب،آ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4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tl/>
        </w:rPr>
        <w:t>[2]۔ بحار الانوار:ج</w:t>
      </w:r>
      <w:r w:rsidRPr="0014038B">
        <w:rPr>
          <w:rFonts w:hint="cs"/>
          <w:rtl/>
        </w:rPr>
        <w:t>24ص318،کنز الفوائد:23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tl/>
        </w:rPr>
        <w:t>[3]۔ بحار الانوار:ج</w:t>
      </w:r>
      <w:r w:rsidRPr="0014038B">
        <w:rPr>
          <w:rFonts w:hint="cs"/>
          <w:rtl/>
        </w:rPr>
        <w:t>27ص51</w:t>
      </w: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4EC9" w:rsidRPr="0014038B" w:rsidRDefault="002D4EC9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آپ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:انسان کے دو دل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کہ جو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سے محبت کرے اور دوسرے سے دشمن</w:t>
      </w:r>
      <w:r w:rsidRPr="0014038B">
        <w:rPr>
          <w:rFonts w:hint="cs"/>
          <w:rtl/>
        </w:rPr>
        <w:t>ی</w:t>
      </w:r>
      <w:r w:rsidRPr="0014038B">
        <w:rPr>
          <w:rtl/>
        </w:rPr>
        <w:t>۔ ہمارے محب ہمارے خاندان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کو ہمارے دشمنوں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سے پاک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۔جس طرح آگ سونے کو خالص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ملاوٹ نہ ہو۔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جاننا چاہتا ہو کہ وہ ہمارے خاندان سے محبت کرتا 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ں؟وہ</w:t>
      </w:r>
      <w:r w:rsidRPr="0014038B">
        <w:rPr>
          <w:rtl/>
        </w:rPr>
        <w:t xml:space="preserve"> اپنے دل کو آزمائے ۔پس اگر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ہمارے دشمنوں سے محبت کرے تو وہ ہم 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ہے اور   ہم اس 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۔خداوند ،جبرئ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کے دشمن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خدا</w:t>
      </w:r>
      <w:r w:rsidRPr="0014038B">
        <w:rPr>
          <w:rFonts w:hint="eastAsia"/>
          <w:rtl/>
        </w:rPr>
        <w:t>وند</w:t>
      </w:r>
      <w:r w:rsidRPr="0014038B">
        <w:rPr>
          <w:rtl/>
        </w:rPr>
        <w:t xml:space="preserve"> کافروں کے لئے دشمن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نشان</w:t>
      </w:r>
      <w:r w:rsidRPr="0014038B">
        <w:rPr>
          <w:rFonts w:hint="cs"/>
          <w:rtl/>
        </w:rPr>
        <w:t>ی</w:t>
      </w:r>
      <w:r w:rsidRPr="0014038B">
        <w:rPr>
          <w:rtl/>
        </w:rPr>
        <w:t>( کہ جس کا لازمہ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و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ہے) انسان کا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جذب ہو جانا اور ان کے دشمنوں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ہے۔انسان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لے</w:t>
      </w:r>
      <w:r w:rsidRPr="0014038B">
        <w:rPr>
          <w:rtl/>
        </w:rPr>
        <w:t xml:space="preserve"> سے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کھو جاتا ہے ۔پھر وہ اپنے محبوب اور محبوب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کے علاوہ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سوچتا۔ا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 حالات محب کے محبوب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جذب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جناب</w:t>
      </w:r>
      <w:r w:rsidRPr="0014038B">
        <w:rPr>
          <w:rtl/>
        </w:rPr>
        <w:t xml:space="preserve"> خد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ھا</w:t>
      </w:r>
      <w:r w:rsidRPr="0014038B">
        <w:rPr>
          <w:rtl/>
        </w:rPr>
        <w:t xml:space="preserve"> السلام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>کے سفر پر جاتے وقت فرمات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Style w:val="libArabicChar"/>
          <w:rFonts w:hint="eastAsia"/>
          <w:rtl/>
        </w:rPr>
        <w:t>قَل</w:t>
      </w:r>
      <w:r w:rsidRPr="0014038B">
        <w:rPr>
          <w:rStyle w:val="libArabicChar"/>
          <w:rFonts w:hint="cs"/>
          <w:rtl/>
        </w:rPr>
        <w:t>ْبُ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ْمُحِبِّ اِلَی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ْأَحْبٰابِ مَجْذُوْب        وَ جِسْمُ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بِیَ</w:t>
      </w:r>
      <w:r w:rsidRPr="0014038B">
        <w:rPr>
          <w:rStyle w:val="libArabicChar"/>
          <w:rFonts w:hint="eastAsia"/>
          <w:rtl/>
        </w:rPr>
        <w:t>دِ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ْأَسْقٰامِ مَنْ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ُوْب</w:t>
      </w:r>
      <w:r w:rsidR="00E546D1" w:rsidRPr="0014038B">
        <w:rPr>
          <w:rStyle w:val="libFootnotenumChar"/>
          <w:rFonts w:hint="cs"/>
          <w:rtl/>
        </w:rPr>
        <w:t>(</w:t>
      </w:r>
      <w:r w:rsidR="002D4EC9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2D4EC9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محب</w:t>
      </w:r>
      <w:r w:rsidRPr="0014038B">
        <w:rPr>
          <w:rtl/>
        </w:rPr>
        <w:t xml:space="preserve"> کا دل احباب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مجذوب ہو جاتا ہے حلانکہ اس کا جسم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ہاتھوں گرفتار ہوتا ہے۔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tl/>
        </w:rPr>
        <w:t xml:space="preserve"> 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16ص2</w:t>
      </w:r>
      <w:r w:rsidR="0014038B" w:rsidRPr="0014038B">
        <w:rPr>
          <w:rFonts w:hint="cs"/>
          <w:rtl/>
        </w:rPr>
        <w:t>9</w:t>
      </w:r>
    </w:p>
    <w:p w:rsidR="002D4EC9" w:rsidRPr="0014038B" w:rsidRDefault="002D4EC9" w:rsidP="00CA6D92">
      <w:pPr>
        <w:pStyle w:val="libNormal"/>
        <w:rPr>
          <w:rtl/>
        </w:rPr>
      </w:pP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آپ محبت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شرفت</w:t>
      </w:r>
      <w:r w:rsidRPr="0014038B">
        <w:rPr>
          <w:rtl/>
        </w:rPr>
        <w:t xml:space="preserve"> اور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گم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کے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روں</w:t>
      </w:r>
      <w:r w:rsidRPr="0014038B">
        <w:rPr>
          <w:rtl/>
        </w:rPr>
        <w:t xml:space="preserve">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زار</w:t>
      </w:r>
      <w:r w:rsidRPr="0014038B">
        <w:rPr>
          <w:rtl/>
        </w:rPr>
        <w:t xml:space="preserve">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Style w:val="libArabicChar"/>
          <w:rtl/>
        </w:rPr>
        <w:t>''....اِنَّ أَص</w:t>
      </w:r>
      <w:r w:rsidRPr="0014038B">
        <w:rPr>
          <w:rStyle w:val="libArabicChar"/>
          <w:rFonts w:hint="cs"/>
          <w:rtl/>
        </w:rPr>
        <w:t>ْلَ الْحُبِّ ،اَلتَّبَرّ عَنْ سِوَی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ْمَحْبُوْبِ''</w:t>
      </w:r>
      <w:r w:rsidR="00E546D1" w:rsidRPr="0014038B">
        <w:rPr>
          <w:rStyle w:val="libFootnotenumChar"/>
          <w:rFonts w:hint="cs"/>
          <w:rtl/>
        </w:rPr>
        <w:t>(</w:t>
      </w:r>
      <w:r w:rsidR="002D4EC9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اصل</w:t>
      </w:r>
      <w:r w:rsidRPr="0014038B">
        <w:rPr>
          <w:rtl/>
        </w:rPr>
        <w:t xml:space="preserve"> محبت محبوب کے علاوہ دوسروں سے دور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کرنا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آپ اپنے محبوب کے علاوہ دوسروں سے دور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ںتو</w:t>
      </w:r>
      <w:r w:rsidRPr="0014038B">
        <w:rPr>
          <w:rtl/>
        </w:rPr>
        <w:t xml:space="preserve"> آپ اپنے محبوب کو دوسروں پر فوق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اس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Style w:val="libArabicChar"/>
          <w:rtl/>
        </w:rPr>
        <w:t>''دَلِ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لُ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ْحُبِّ اِیْ</w:t>
      </w:r>
      <w:r w:rsidRPr="0014038B">
        <w:rPr>
          <w:rStyle w:val="libArabicChar"/>
          <w:rFonts w:hint="eastAsia"/>
          <w:rtl/>
        </w:rPr>
        <w:t>ثٰارُ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ْمَحْبُوْبِ عَلٰی</w:t>
      </w:r>
      <w:r w:rsidRPr="0014038B">
        <w:rPr>
          <w:rStyle w:val="libArabicChar"/>
          <w:rtl/>
        </w:rPr>
        <w:t xml:space="preserve"> مٰا سَوٰا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ُ''</w:t>
      </w:r>
      <w:r w:rsidR="00E546D1" w:rsidRPr="0014038B">
        <w:rPr>
          <w:rStyle w:val="libFootnotenumChar"/>
          <w:rtl/>
        </w:rPr>
        <w:t>(</w:t>
      </w:r>
      <w:r w:rsidR="002D4EC9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محبت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محبوب کو دوسروں  پرترج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آپ کو معنو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نوران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اوج پر پہنچا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آپ پر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۔جو آپ کو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ملکوت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مخلوق بنا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اورآپ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دشمنوں سے نفرت اور برائت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ہو جاتا ہ</w:t>
      </w:r>
      <w:r w:rsidRPr="0014038B">
        <w:rPr>
          <w:rFonts w:hint="eastAsia"/>
          <w:rtl/>
        </w:rPr>
        <w:t>ے</w:t>
      </w:r>
      <w:r w:rsidRPr="0014038B">
        <w:rPr>
          <w:rtl/>
        </w:rPr>
        <w:t>۔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2D4EC9" w:rsidP="00E546D1">
      <w:pPr>
        <w:pStyle w:val="libFootnote0"/>
        <w:rPr>
          <w:rtl/>
        </w:rPr>
      </w:pPr>
      <w:r w:rsidRPr="0014038B">
        <w:rPr>
          <w:rtl/>
        </w:rPr>
        <w:t xml:space="preserve"> </w:t>
      </w:r>
      <w:r w:rsidR="00CA6D92"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="00CA6D92" w:rsidRPr="0014038B">
        <w:rPr>
          <w:rtl/>
        </w:rPr>
        <w:t>]. بحار الانوار:ج</w:t>
      </w:r>
      <w:r w:rsidR="00CA6D92" w:rsidRPr="0014038B">
        <w:rPr>
          <w:rFonts w:hint="cs"/>
          <w:rtl/>
        </w:rPr>
        <w:t>2</w:t>
      </w:r>
      <w:r w:rsidR="0014038B" w:rsidRPr="0014038B">
        <w:rPr>
          <w:rFonts w:hint="cs"/>
          <w:rtl/>
        </w:rPr>
        <w:t>9</w:t>
      </w:r>
      <w:r w:rsidR="00CA6D92" w:rsidRPr="0014038B">
        <w:rPr>
          <w:rFonts w:hint="cs"/>
          <w:rtl/>
        </w:rPr>
        <w:t>ص251،مصباح الشری</w:t>
      </w:r>
      <w:r w:rsidR="00CA6D92" w:rsidRPr="0014038B">
        <w:rPr>
          <w:rFonts w:hint="eastAsia"/>
          <w:rtl/>
        </w:rPr>
        <w:t>عہ</w:t>
      </w:r>
      <w:r w:rsidR="00CA6D92" w:rsidRPr="0014038B">
        <w:rPr>
          <w:rtl/>
        </w:rPr>
        <w:t>:</w:t>
      </w:r>
      <w:r w:rsidR="00CA6D92" w:rsidRPr="0014038B">
        <w:rPr>
          <w:rFonts w:hint="cs"/>
          <w:rtl/>
        </w:rPr>
        <w:t>65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2D4EC9" w:rsidRPr="0014038B">
        <w:rPr>
          <w:rFonts w:hint="cs"/>
          <w:rtl/>
        </w:rPr>
        <w:t>2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70ص22،مصباح الشری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>:</w:t>
      </w:r>
      <w:r w:rsidRPr="0014038B">
        <w:rPr>
          <w:rFonts w:hint="cs"/>
          <w:rtl/>
        </w:rPr>
        <w:t>2</w:t>
      </w: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4EC9" w:rsidRPr="0014038B" w:rsidRDefault="002D4EC9" w:rsidP="005221CD">
      <w:pPr>
        <w:pStyle w:val="libNormal"/>
        <w:rPr>
          <w:rtl/>
          <w:lang w:bidi="ur-PK"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08" w:name="_Toc386266991"/>
      <w:r w:rsidRPr="0014038B">
        <w:rPr>
          <w:rFonts w:hint="cs"/>
          <w:rtl/>
          <w:lang w:bidi="ur-PK"/>
        </w:rPr>
        <w:t>4</w:t>
      </w:r>
      <w:r w:rsidRPr="0014038B">
        <w:rPr>
          <w:rFonts w:hint="cs"/>
          <w:rtl/>
        </w:rPr>
        <w:t>۔ خاندان وحی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bookmarkEnd w:id="108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خاندان</w:t>
      </w:r>
      <w:r w:rsidRPr="0014038B">
        <w:rPr>
          <w:rtl/>
        </w:rPr>
        <w:t xml:space="preserve">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کا اپنے محبوں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تقاضا  ہے کہ وہ دوسروں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خودساز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خدا پسندانہ اعمال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اپنے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خاندان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و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وہ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کردار ک</w:t>
      </w:r>
      <w:r w:rsidRPr="0014038B">
        <w:rPr>
          <w:rFonts w:hint="eastAsia"/>
          <w:rtl/>
        </w:rPr>
        <w:t>و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نمونۂ عمل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اپنے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پرہ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أَحَبَّنٰا فَلْیَ</w:t>
      </w:r>
      <w:r w:rsidRPr="0014038B">
        <w:rPr>
          <w:rStyle w:val="libArabicChar"/>
          <w:rFonts w:hint="eastAsia"/>
          <w:rtl/>
        </w:rPr>
        <w:t>ع</w:t>
      </w:r>
      <w:r w:rsidRPr="0014038B">
        <w:rPr>
          <w:rStyle w:val="libArabicChar"/>
          <w:rFonts w:hint="cs"/>
          <w:rtl/>
        </w:rPr>
        <w:t>ْمَلْ</w:t>
      </w:r>
      <w:r w:rsidRPr="0014038B">
        <w:rPr>
          <w:rStyle w:val="libArabicChar"/>
          <w:rtl/>
        </w:rPr>
        <w:t xml:space="preserve"> وَل</w:t>
      </w:r>
      <w:r w:rsidRPr="0014038B">
        <w:rPr>
          <w:rStyle w:val="libArabicChar"/>
          <w:rFonts w:hint="cs"/>
          <w:rtl/>
        </w:rPr>
        <w:t>ْیَ</w:t>
      </w:r>
      <w:r w:rsidRPr="0014038B">
        <w:rPr>
          <w:rStyle w:val="libArabicChar"/>
          <w:rFonts w:hint="eastAsia"/>
          <w:rtl/>
        </w:rPr>
        <w:t>تَجَل</w:t>
      </w:r>
      <w:r w:rsidRPr="0014038B">
        <w:rPr>
          <w:rStyle w:val="libArabicChar"/>
          <w:rFonts w:hint="cs"/>
          <w:rtl/>
        </w:rPr>
        <w:t>ْبَبِ</w:t>
      </w:r>
      <w:r w:rsidRPr="0014038B">
        <w:rPr>
          <w:rStyle w:val="libArabicChar"/>
          <w:rtl/>
        </w:rPr>
        <w:t xml:space="preserve"> ل</w:t>
      </w:r>
      <w:r w:rsidRPr="0014038B">
        <w:rPr>
          <w:rStyle w:val="libArabicChar"/>
          <w:rFonts w:hint="cs"/>
          <w:rtl/>
        </w:rPr>
        <w:t>ْوَرَع''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ہم سے محبت کرتا ہو اسے چاہئے کہ وہ کردار و رفتار پرعمل کرے اور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کا لباس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تن کرے۔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انسان کے ظاہر سے باطن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سرا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 جائے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عمل صالح کا منشاء بن جاتا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انسان کے صالح اعمال کے ساتھ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وہ عام طور پر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اور صالح اعمال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کوشش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حضرت امام رضا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tl/>
        </w:rPr>
        <w:t>[1]۔ شرح غرر لحکم: ج</w:t>
      </w:r>
      <w:r w:rsidRPr="0014038B">
        <w:rPr>
          <w:rtl/>
          <w:lang w:bidi="fa-IR"/>
        </w:rPr>
        <w:t>۵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۳۰۳</w:t>
      </w:r>
    </w:p>
    <w:p w:rsidR="00CA6D92" w:rsidRPr="0014038B" w:rsidRDefault="00CA6D92" w:rsidP="00CA6D92">
      <w:pPr>
        <w:pStyle w:val="libNormal"/>
        <w:rPr>
          <w:rtl/>
        </w:rPr>
      </w:pP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4EC9" w:rsidRPr="0014038B" w:rsidRDefault="002D4EC9" w:rsidP="00CA6D92">
      <w:pPr>
        <w:pStyle w:val="libNormal"/>
        <w:rPr>
          <w:rtl/>
        </w:rPr>
      </w:pP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Style w:val="libArabicChar"/>
          <w:rtl/>
        </w:rPr>
        <w:t>''لاٰتَد</w:t>
      </w:r>
      <w:r w:rsidRPr="0014038B">
        <w:rPr>
          <w:rStyle w:val="libArabicChar"/>
          <w:rFonts w:hint="cs"/>
          <w:rtl/>
        </w:rPr>
        <w:t>ْعُوا الْعَمَلَ الصّالِحَ وَ الْعِبٰادَةَ اِتِّکٰالاً عَلٰی</w:t>
      </w:r>
      <w:r w:rsidRPr="0014038B">
        <w:rPr>
          <w:rStyle w:val="libArabicChar"/>
          <w:rtl/>
        </w:rPr>
        <w:t xml:space="preserve"> حُبِّ آلِ مُحَمَّدً عل</w:t>
      </w:r>
      <w:r w:rsidRPr="0014038B">
        <w:rPr>
          <w:rStyle w:val="libArabicChar"/>
          <w:rFonts w:hint="cs"/>
          <w:rtl/>
        </w:rPr>
        <w:t>ی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م</w:t>
      </w:r>
      <w:r w:rsidRPr="0014038B">
        <w:rPr>
          <w:rStyle w:val="libArabicChar"/>
          <w:rtl/>
        </w:rPr>
        <w:t xml:space="preserve"> السلام وَالتَّس</w:t>
      </w:r>
      <w:r w:rsidRPr="0014038B">
        <w:rPr>
          <w:rStyle w:val="libArabicChar"/>
          <w:rFonts w:hint="cs"/>
          <w:rtl/>
        </w:rPr>
        <w:t>ْلِیْ</w:t>
      </w:r>
      <w:r w:rsidRPr="0014038B">
        <w:rPr>
          <w:rStyle w:val="libArabicChar"/>
          <w:rFonts w:hint="eastAsia"/>
          <w:rtl/>
        </w:rPr>
        <w:t>مِ</w:t>
      </w:r>
      <w:r w:rsidRPr="0014038B">
        <w:rPr>
          <w:rStyle w:val="libArabicChar"/>
          <w:rtl/>
        </w:rPr>
        <w:t xml:space="preserve"> لِأَم</w:t>
      </w:r>
      <w:r w:rsidRPr="0014038B">
        <w:rPr>
          <w:rStyle w:val="libArabicChar"/>
          <w:rFonts w:hint="cs"/>
          <w:rtl/>
        </w:rPr>
        <w:t>ْرِ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ِمْ اِِتّکٰالاً عَلَی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ْعِبٰادَةِ فَاِنَّ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لاٰ یُ</w:t>
      </w:r>
      <w:r w:rsidRPr="0014038B">
        <w:rPr>
          <w:rStyle w:val="libArabicChar"/>
          <w:rFonts w:hint="eastAsia"/>
          <w:rtl/>
        </w:rPr>
        <w:t>ق</w:t>
      </w:r>
      <w:r w:rsidRPr="0014038B">
        <w:rPr>
          <w:rStyle w:val="libArabicChar"/>
          <w:rFonts w:hint="cs"/>
          <w:rtl/>
        </w:rPr>
        <w:t>ْبَلُ</w:t>
      </w:r>
      <w:r w:rsidRPr="0014038B">
        <w:rPr>
          <w:rStyle w:val="libArabicChar"/>
          <w:rtl/>
        </w:rPr>
        <w:t xml:space="preserve"> أَح</w:t>
      </w:r>
      <w:r w:rsidRPr="0014038B">
        <w:rPr>
          <w:rStyle w:val="libArabicChar"/>
          <w:rFonts w:hint="cs"/>
          <w:rtl/>
        </w:rPr>
        <w:t>ْدُ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ُمٰا دُوْنَ الْآخِرِ''</w:t>
      </w:r>
      <w:r w:rsidR="00E546D1" w:rsidRPr="0014038B">
        <w:rPr>
          <w:rStyle w:val="libFootnotenumChar"/>
          <w:rFonts w:hint="cs"/>
          <w:rtl/>
        </w:rPr>
        <w:t>(</w:t>
      </w:r>
      <w:r w:rsidR="002D4EC9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محمد و آل محمد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و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تک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کرتے ہوئے عمل صالح اور عبادت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کوشش کوترک نہ کرو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پر اعتماد کرتے ہوئے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اور ان کے حکم کے سامنے تسل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ہونے کو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رباد</w:t>
      </w:r>
      <w:r w:rsidRPr="0014038B">
        <w:rPr>
          <w:rtl/>
        </w:rPr>
        <w:t xml:space="preserve"> نہ کہو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دوسرے 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قبول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کس طرح ہو سکتا ہے کہ انسان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محبت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کرتا ہو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کے باوجود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کاموں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مشغول ہوجنہ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پسند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اعمال کو چھوڑ دے جنہ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پسند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 اور واقع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 وہ ہوتاہے جو محبوب کا مط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اور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روکار</w:t>
      </w:r>
      <w:r w:rsidRPr="0014038B">
        <w:rPr>
          <w:rtl/>
        </w:rPr>
        <w:t xml:space="preserve"> ہو۔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  <w:r w:rsidRPr="0014038B">
        <w:rPr>
          <w:rStyle w:val="libArabicChar"/>
          <w:rFonts w:hint="eastAsia"/>
          <w:rtl/>
        </w:rPr>
        <w:t>لَو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کٰانَ حُبُّکَ صٰادِقاً لَأَطَع</w:t>
      </w:r>
      <w:r w:rsidRPr="0014038B">
        <w:rPr>
          <w:rStyle w:val="libArabicChar"/>
          <w:rFonts w:hint="cs"/>
          <w:rtl/>
        </w:rPr>
        <w:t>ْتَ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     اِنَّ الْمُحِبَّ لِمَنْ یُ</w:t>
      </w:r>
      <w:r w:rsidRPr="0014038B">
        <w:rPr>
          <w:rStyle w:val="libArabicChar"/>
          <w:rFonts w:hint="eastAsia"/>
          <w:rtl/>
        </w:rPr>
        <w:t>حِبُّ</w:t>
      </w:r>
      <w:r w:rsidRPr="0014038B">
        <w:rPr>
          <w:rStyle w:val="libArabicChar"/>
          <w:rtl/>
        </w:rPr>
        <w:t xml:space="preserve"> مُطِ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ع</w:t>
      </w:r>
      <w:r w:rsidR="00E546D1" w:rsidRPr="0014038B">
        <w:rPr>
          <w:rStyle w:val="libFootnotenumChar"/>
          <w:rtl/>
        </w:rPr>
        <w:t>(</w:t>
      </w:r>
      <w:r w:rsidR="002D4EC9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سچ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تو تم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کرو گے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محب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مط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ہوتاہے جس سے وہ محبت کرتا ہے۔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جو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اور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ہو ،وہ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خوشنود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باعث بنت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  <w:r w:rsidRPr="0014038B">
        <w:rPr>
          <w:rStyle w:val="libArabicChar"/>
          <w:rtl/>
        </w:rPr>
        <w:t>''فَأَص</w:t>
      </w:r>
      <w:r w:rsidRPr="0014038B">
        <w:rPr>
          <w:rStyle w:val="libArabicChar"/>
          <w:rFonts w:hint="cs"/>
          <w:rtl/>
        </w:rPr>
        <w:t>ْبَحْنٰا نَفْرَحُ بِحُبِّ الْمُحِبِّ لَنٰا''</w:t>
      </w:r>
      <w:r w:rsidR="00E546D1" w:rsidRPr="0014038B">
        <w:rPr>
          <w:rStyle w:val="libFootnotenumChar"/>
          <w:rFonts w:hint="cs"/>
          <w:rtl/>
        </w:rPr>
        <w:t>(</w:t>
      </w:r>
      <w:r w:rsidR="002D4EC9" w:rsidRPr="0014038B">
        <w:rPr>
          <w:rStyle w:val="libFootnotenumChar"/>
          <w:rFonts w:hint="cs"/>
          <w:rtl/>
        </w:rPr>
        <w:t>3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نے اس حال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صبح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ہم اپنے محبوں اور دوستوں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 سے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خوشحال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نة</w:t>
      </w:r>
      <w:r w:rsidRPr="0014038B">
        <w:rPr>
          <w:rtl/>
        </w:rPr>
        <w:t xml:space="preserve"> البحار:</w:t>
      </w:r>
      <w:r w:rsidRPr="0014038B">
        <w:rPr>
          <w:rFonts w:hint="cs"/>
          <w:rtl/>
        </w:rPr>
        <w:t>2041، مادۂ حبب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47ص24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3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27ص83</w:t>
      </w: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4EC9" w:rsidRPr="0014038B" w:rsidRDefault="002D4EC9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 جو بلندمقامات تک پہنچنے کے لئے کوشاںہوں اور جن کے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اور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اہداف ہوں ،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جان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چاہئے کہ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گنج و رنج برداشت کئے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حاصل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ہوتا۔لہذا 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بلند مقام کے حصول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سوچ رہا ہو تو اسے اپنے مقصد تک پہنچنے کے لئے ہر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عمل</w:t>
      </w:r>
      <w:r w:rsidRPr="0014038B">
        <w:rPr>
          <w:rtl/>
        </w:rPr>
        <w:t xml:space="preserve"> 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مولائے</w:t>
      </w:r>
      <w:r w:rsidRPr="0014038B">
        <w:rPr>
          <w:rtl/>
        </w:rPr>
        <w:t xml:space="preserve">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أَحَبَّ الْمَکٰارِمَ،اِجْتَنَبَ الْمَحٰارِمَ''</w:t>
      </w:r>
      <w:r w:rsidR="00E546D1" w:rsidRPr="0014038B">
        <w:rPr>
          <w:rStyle w:val="libFootnotenumChar"/>
          <w:rFonts w:hint="cs"/>
          <w:rtl/>
        </w:rPr>
        <w:t>(</w:t>
      </w:r>
      <w:r w:rsidR="002D4EC9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مکرم بننا چاہتا ہو اسے حرام کاموں سے اجتناب کرنا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داؤد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 xml:space="preserve"> کہ خداوندکر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Style w:val="libArabicChar"/>
          <w:rtl/>
        </w:rPr>
        <w:t>''مٰا لِأَو</w:t>
      </w:r>
      <w:r w:rsidRPr="0014038B">
        <w:rPr>
          <w:rStyle w:val="libArabicChar"/>
          <w:rFonts w:hint="cs"/>
          <w:rtl/>
        </w:rPr>
        <w:t>ْلِیٰ</w:t>
      </w:r>
      <w:r w:rsidRPr="0014038B">
        <w:rPr>
          <w:rStyle w:val="libArabicChar"/>
          <w:rFonts w:hint="eastAsia"/>
          <w:rtl/>
        </w:rPr>
        <w:t>اءِ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وَال</w:t>
      </w:r>
      <w:r w:rsidRPr="0014038B">
        <w:rPr>
          <w:rStyle w:val="libArabicChar"/>
          <w:rFonts w:hint="cs"/>
          <w:rtl/>
        </w:rPr>
        <w:t>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َمُّ بِالدُّنْیٰ</w:t>
      </w:r>
      <w:r w:rsidRPr="0014038B">
        <w:rPr>
          <w:rStyle w:val="libArabicChar"/>
          <w:rFonts w:hint="eastAsia"/>
          <w:rtl/>
        </w:rPr>
        <w:t>ا،اِنَّ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َمَّ یُ</w:t>
      </w:r>
      <w:r w:rsidRPr="0014038B">
        <w:rPr>
          <w:rStyle w:val="libArabicChar"/>
          <w:rFonts w:hint="eastAsia"/>
          <w:rtl/>
        </w:rPr>
        <w:t>ذ</w:t>
      </w:r>
      <w:r w:rsidRPr="0014038B">
        <w:rPr>
          <w:rStyle w:val="libArabicChar"/>
          <w:rFonts w:hint="cs"/>
          <w:rtl/>
        </w:rPr>
        <w:t>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ِبُ</w:t>
      </w:r>
      <w:r w:rsidRPr="0014038B">
        <w:rPr>
          <w:rStyle w:val="libArabicChar"/>
          <w:rtl/>
        </w:rPr>
        <w:t xml:space="preserve"> حَلاٰوَةَ مُنٰاجٰاتِ</w:t>
      </w:r>
      <w:r w:rsidRPr="0014038B">
        <w:rPr>
          <w:rStyle w:val="libArabicChar"/>
          <w:rFonts w:hint="cs"/>
          <w:rtl/>
        </w:rPr>
        <w:t>ْ مِنْ قُلُوْبِ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ِمْ،یٰ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دٰاوُدُ اِنَّ مَحَبَّتِ مِن</w:t>
      </w:r>
      <w:r w:rsidRPr="0014038B">
        <w:rPr>
          <w:rStyle w:val="libArabicChar"/>
          <w:rFonts w:hint="cs"/>
          <w:rtl/>
        </w:rPr>
        <w:t>ْ أَوْلِیٰ</w:t>
      </w:r>
      <w:r w:rsidRPr="0014038B">
        <w:rPr>
          <w:rStyle w:val="libArabicChar"/>
          <w:rFonts w:hint="eastAsia"/>
          <w:rtl/>
        </w:rPr>
        <w:t>اء</w:t>
      </w:r>
      <w:r w:rsidRPr="0014038B">
        <w:rPr>
          <w:rStyle w:val="libArabicChar"/>
          <w:rtl/>
        </w:rPr>
        <w:t xml:space="preserve"> أَن</w:t>
      </w:r>
      <w:r w:rsidRPr="0014038B">
        <w:rPr>
          <w:rStyle w:val="libArabicChar"/>
          <w:rFonts w:hint="cs"/>
          <w:rtl/>
        </w:rPr>
        <w:t>ْ یَ</w:t>
      </w:r>
      <w:r w:rsidRPr="0014038B">
        <w:rPr>
          <w:rStyle w:val="libArabicChar"/>
          <w:rFonts w:hint="eastAsia"/>
          <w:rtl/>
        </w:rPr>
        <w:t>کُو</w:t>
      </w:r>
      <w:r w:rsidRPr="0014038B">
        <w:rPr>
          <w:rStyle w:val="libArabicChar"/>
          <w:rFonts w:hint="cs"/>
          <w:rtl/>
        </w:rPr>
        <w:t>ْنُوا</w:t>
      </w:r>
      <w:r w:rsidRPr="0014038B">
        <w:rPr>
          <w:rStyle w:val="libArabicChar"/>
          <w:rtl/>
        </w:rPr>
        <w:t xml:space="preserve"> رُو</w:t>
      </w:r>
      <w:r w:rsidRPr="0014038B">
        <w:rPr>
          <w:rStyle w:val="libArabicChar"/>
          <w:rFonts w:hint="cs"/>
          <w:rtl/>
        </w:rPr>
        <w:t>ْحٰانِیِّیْ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لاٰ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غ</w:t>
      </w:r>
      <w:r w:rsidRPr="0014038B">
        <w:rPr>
          <w:rStyle w:val="libArabicChar"/>
          <w:rFonts w:hint="cs"/>
          <w:rtl/>
        </w:rPr>
        <w:t>ْتَمُّوْنَ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2D4EC9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محبوں کو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اکے</w:t>
      </w:r>
      <w:r w:rsidRPr="0014038B">
        <w:rPr>
          <w:rtl/>
        </w:rPr>
        <w:t xml:space="preserve"> ہم و غم سے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سروکار؟ک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سے دل لگ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کے دل سے مناجات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اپنے محبوں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چاہتا ہوں کہ وہ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ہوں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کا ہم و غم نہ ہو۔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خدا و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محبوں کو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سرگرم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ہونا چاہئے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پرست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مادّ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دلچسپ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انسان کو بارگاہ خدا سے دور کرنے کا سب سے بڑا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ہے۔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 سے تقرب سلب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اس سے خدا و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کم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 اور عالم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حقائق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انسان کو خدا اور آئمہ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کا محبوب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2D4EC9"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77ص421،ارشاد المفی</w:t>
      </w:r>
      <w:r w:rsidRPr="0014038B">
        <w:rPr>
          <w:rFonts w:hint="eastAsia"/>
          <w:rtl/>
        </w:rPr>
        <w:t>د</w:t>
      </w:r>
      <w:r w:rsidRPr="0014038B">
        <w:rPr>
          <w:rtl/>
        </w:rPr>
        <w:t>:</w:t>
      </w:r>
      <w:r w:rsidRPr="0014038B">
        <w:rPr>
          <w:rFonts w:hint="cs"/>
          <w:rtl/>
        </w:rPr>
        <w:t>140</w:t>
      </w:r>
    </w:p>
    <w:p w:rsidR="002D4EC9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2D4EC9" w:rsidRPr="0014038B">
        <w:rPr>
          <w:rFonts w:hint="cs"/>
          <w:rtl/>
        </w:rPr>
        <w:t>2</w:t>
      </w:r>
      <w:r w:rsidRPr="0014038B">
        <w:rPr>
          <w:rtl/>
        </w:rPr>
        <w:t>]۔ بحار الانوار:ج</w:t>
      </w:r>
      <w:r w:rsidRPr="0014038B">
        <w:rPr>
          <w:rFonts w:hint="cs"/>
          <w:rtl/>
        </w:rPr>
        <w:t>82ص143</w:t>
      </w:r>
    </w:p>
    <w:p w:rsidR="002D4EC9" w:rsidRPr="0014038B" w:rsidRDefault="002D4EC9" w:rsidP="00A22F56">
      <w:pPr>
        <w:pStyle w:val="libNormal"/>
        <w:rPr>
          <w:rtl/>
          <w:lang w:bidi="ur-PK"/>
        </w:rPr>
      </w:pPr>
      <w:r w:rsidRPr="0014038B">
        <w:rPr>
          <w:rtl/>
          <w:lang w:bidi="ur-PK"/>
        </w:rPr>
        <w:br w:type="page"/>
      </w:r>
    </w:p>
    <w:p w:rsidR="002D4EC9" w:rsidRPr="0014038B" w:rsidRDefault="002D4EC9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09" w:name="_Toc386266992"/>
      <w:r w:rsidRPr="0014038B">
        <w:rPr>
          <w:rFonts w:hint="cs"/>
          <w:rtl/>
        </w:rPr>
        <w:t>5۔ دوسرں کے دل می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کو تقو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bookmarkEnd w:id="109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محبان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اہم نشان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وہ اپنے رفتار و کردار سے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دوسروں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اجاگر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 معاشرے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طرح سے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گزار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ںجس</w:t>
      </w:r>
      <w:r w:rsidRPr="0014038B">
        <w:rPr>
          <w:rtl/>
        </w:rPr>
        <w:t xml:space="preserve"> سے لوگ 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مائل ہوں نہ کہ خدانخواستہ وہ لوگوں کے دلوں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بغض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کرنے کا باعث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''رَحِمَ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ام</w:t>
      </w:r>
      <w:r w:rsidRPr="0014038B">
        <w:rPr>
          <w:rStyle w:val="libArabicChar"/>
          <w:rFonts w:hint="cs"/>
          <w:rtl/>
        </w:rPr>
        <w:t>ْرَء اً حَبَّبْنٰا اِلَی</w:t>
      </w:r>
      <w:r w:rsidRPr="0014038B">
        <w:rPr>
          <w:rStyle w:val="libArabicChar"/>
          <w:rtl/>
        </w:rPr>
        <w:t xml:space="preserve"> النّٰاسِ وَ لَم</w:t>
      </w:r>
      <w:r w:rsidRPr="0014038B">
        <w:rPr>
          <w:rStyle w:val="libArabicChar"/>
          <w:rFonts w:hint="cs"/>
          <w:rtl/>
        </w:rPr>
        <w:t>ْ یُ</w:t>
      </w:r>
      <w:r w:rsidRPr="0014038B">
        <w:rPr>
          <w:rStyle w:val="libArabicChar"/>
          <w:rFonts w:hint="eastAsia"/>
          <w:rtl/>
        </w:rPr>
        <w:t>ب</w:t>
      </w:r>
      <w:r w:rsidRPr="0014038B">
        <w:rPr>
          <w:rStyle w:val="libArabicChar"/>
          <w:rFonts w:hint="cs"/>
          <w:rtl/>
        </w:rPr>
        <w:t>ْغِضْنٰا</w:t>
      </w:r>
      <w:r w:rsidRPr="0014038B">
        <w:rPr>
          <w:rStyle w:val="libArabicChar"/>
          <w:rtl/>
        </w:rPr>
        <w:t xml:space="preserve"> ِالَ</w:t>
      </w:r>
      <w:r w:rsidRPr="0014038B">
        <w:rPr>
          <w:rStyle w:val="libArabicChar"/>
          <w:rFonts w:hint="cs"/>
          <w:rtl/>
        </w:rPr>
        <w:t>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س شخص پر رحمت کرے کہ جو لوگوں کے دلوں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کرے اور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ہمارے لئے دشمن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نہ کرے۔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tl/>
        </w:rPr>
        <w:t xml:space="preserve"> نے محبت کے آثار و اثرات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بحث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اس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واضح ہو جاتاہے کہ لوگوں کے دلوں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محبت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کرنے سے ان کے لئے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کرنے اور گناہوں کو ترک کرنے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فراہم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محمد و آل محمد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محبوں کو چاہئے کہ جس طرح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ممکن ہو وہ لوگوں کے دلوں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مظلوم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Fonts w:hint="cs"/>
          <w:rtl/>
        </w:rPr>
        <w:t>75ص421</w:t>
      </w: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4EC9" w:rsidRPr="0014038B" w:rsidRDefault="002D4EC9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10" w:name="_Toc386266993"/>
      <w:r w:rsidRPr="0014038B">
        <w:rPr>
          <w:rtl/>
        </w:rPr>
        <w:t>سچ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</w:t>
      </w:r>
      <w:bookmarkEnd w:id="110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محبت</w:t>
      </w:r>
      <w:r w:rsidRPr="0014038B">
        <w:rPr>
          <w:rtl/>
        </w:rPr>
        <w:t xml:space="preserve"> اور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کچھ علامت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نشان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سے دوستوں کوپہچانا جا سکتا ہے اور سچ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کرنے والوں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دوسروں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فرق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سکتا ہے۔چونکہ محبت اکس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ہے اس لئے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محب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کچھ آثار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جومحبوب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ہے۔فہم و فراست </w:t>
      </w:r>
      <w:r w:rsidRPr="0014038B">
        <w:rPr>
          <w:rFonts w:hint="eastAsia"/>
          <w:rtl/>
        </w:rPr>
        <w:t>رکھنے</w:t>
      </w:r>
      <w:r w:rsidRPr="0014038B">
        <w:rPr>
          <w:rtl/>
        </w:rPr>
        <w:t xml:space="preserve"> والے افراد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درک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کن افرد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اور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ںجگہ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چاہئے؟ک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وہ اپنے رفتار و کردار اور حرکات و سکنات سے اپنے محبوب کو پہچان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محبت</w:t>
      </w:r>
      <w:r w:rsidRPr="0014038B">
        <w:rPr>
          <w:rtl/>
        </w:rPr>
        <w:t xml:space="preserve"> اور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،محب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ںمحبوب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ناں</w:t>
      </w:r>
      <w:r w:rsidRPr="0014038B">
        <w:rPr>
          <w:rtl/>
        </w:rPr>
        <w:t xml:space="preserve">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جھلکت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محب محبوب کو کائنات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سب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پر فوق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محبوب کے لئے محب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و اعتقاد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خاندان 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اس حد تک ہو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خدا پر آپ کے کامل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سے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 xml:space="preserve">''لاٰ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ؤ</w:t>
      </w:r>
      <w:r w:rsidRPr="0014038B">
        <w:rPr>
          <w:rStyle w:val="libArabicChar"/>
          <w:rFonts w:hint="cs"/>
          <w:rtl/>
        </w:rPr>
        <w:t>ْمِنُ</w:t>
      </w:r>
      <w:r w:rsidRPr="0014038B">
        <w:rPr>
          <w:rStyle w:val="libArabicChar"/>
          <w:rtl/>
        </w:rPr>
        <w:t xml:space="preserve"> عَب</w:t>
      </w:r>
      <w:r w:rsidRPr="0014038B">
        <w:rPr>
          <w:rStyle w:val="libArabicChar"/>
          <w:rFonts w:hint="cs"/>
          <w:rtl/>
        </w:rPr>
        <w:t>ْد حَتّٰی</w:t>
      </w:r>
      <w:r w:rsidRPr="0014038B">
        <w:rPr>
          <w:rStyle w:val="libArabicChar"/>
          <w:rtl/>
        </w:rPr>
        <w:t xml:space="preserve"> اَکُو</w:t>
      </w:r>
      <w:r w:rsidRPr="0014038B">
        <w:rPr>
          <w:rStyle w:val="libArabicChar"/>
          <w:rFonts w:hint="cs"/>
          <w:rtl/>
        </w:rPr>
        <w:t>ْنَ أَحَبُّ اِلَیْ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مِن</w:t>
      </w:r>
      <w:r w:rsidRPr="0014038B">
        <w:rPr>
          <w:rStyle w:val="libArabicChar"/>
          <w:rFonts w:hint="cs"/>
          <w:rtl/>
        </w:rPr>
        <w:t>ْ نَفْسِ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ِ،وَیَ</w:t>
      </w:r>
      <w:r w:rsidRPr="0014038B">
        <w:rPr>
          <w:rStyle w:val="libArabicChar"/>
          <w:rFonts w:hint="eastAsia"/>
          <w:rtl/>
        </w:rPr>
        <w:t>کُو</w:t>
      </w:r>
      <w:r w:rsidRPr="0014038B">
        <w:rPr>
          <w:rStyle w:val="libArabicChar"/>
          <w:rFonts w:hint="cs"/>
          <w:rtl/>
        </w:rPr>
        <w:t>ْنَ</w:t>
      </w:r>
      <w:r w:rsidRPr="0014038B">
        <w:rPr>
          <w:rStyle w:val="libArabicChar"/>
          <w:rtl/>
        </w:rPr>
        <w:t xml:space="preserve"> عِت</w:t>
      </w:r>
      <w:r w:rsidRPr="0014038B">
        <w:rPr>
          <w:rStyle w:val="libArabicChar"/>
          <w:rFonts w:hint="cs"/>
          <w:rtl/>
        </w:rPr>
        <w:t>ْرَتِْ أَحَبُّ اِلَیْ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مِن</w:t>
      </w:r>
      <w:r w:rsidRPr="0014038B">
        <w:rPr>
          <w:rStyle w:val="libArabicChar"/>
          <w:rFonts w:hint="cs"/>
          <w:rtl/>
        </w:rPr>
        <w:t>ْ عِتْرَتِ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ِ،وَیَ</w:t>
      </w:r>
      <w:r w:rsidRPr="0014038B">
        <w:rPr>
          <w:rStyle w:val="libArabicChar"/>
          <w:rFonts w:hint="eastAsia"/>
          <w:rtl/>
        </w:rPr>
        <w:t>کُو</w:t>
      </w:r>
      <w:r w:rsidRPr="0014038B">
        <w:rPr>
          <w:rStyle w:val="libArabicChar"/>
          <w:rFonts w:hint="cs"/>
          <w:rtl/>
        </w:rPr>
        <w:t>ْنَ</w:t>
      </w:r>
      <w:r w:rsidRPr="0014038B">
        <w:rPr>
          <w:rStyle w:val="libArabicChar"/>
          <w:rtl/>
        </w:rPr>
        <w:t xml:space="preserve">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ْلِْ أَحَبُّ اِلَیْ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مِن</w:t>
      </w:r>
      <w:r w:rsidRPr="0014038B">
        <w:rPr>
          <w:rStyle w:val="libArabicChar"/>
          <w:rFonts w:hint="cs"/>
          <w:rtl/>
        </w:rPr>
        <w:t>ْ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ِ،و</w:t>
      </w:r>
      <w:r w:rsidRPr="0014038B">
        <w:rPr>
          <w:rStyle w:val="libArabicChar"/>
          <w:rtl/>
        </w:rPr>
        <w:t xml:space="preserve">َ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کُو</w:t>
      </w:r>
      <w:r w:rsidRPr="0014038B">
        <w:rPr>
          <w:rStyle w:val="libArabicChar"/>
          <w:rFonts w:hint="cs"/>
          <w:rtl/>
        </w:rPr>
        <w:t>ْنَ</w:t>
      </w:r>
      <w:r w:rsidRPr="0014038B">
        <w:rPr>
          <w:rStyle w:val="libArabicChar"/>
          <w:rtl/>
        </w:rPr>
        <w:t xml:space="preserve"> ذٰاتِ أَحَبُّ اِلَ</w:t>
      </w:r>
      <w:r w:rsidRPr="0014038B">
        <w:rPr>
          <w:rStyle w:val="libArabicChar"/>
          <w:rFonts w:hint="cs"/>
          <w:rtl/>
        </w:rPr>
        <w:t>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مِن</w:t>
      </w:r>
      <w:r w:rsidRPr="0014038B">
        <w:rPr>
          <w:rStyle w:val="libArabicChar"/>
          <w:rFonts w:hint="cs"/>
          <w:rtl/>
        </w:rPr>
        <w:t>ْ ذٰاتِ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2D4EC9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بندہ</w:t>
      </w:r>
      <w:r w:rsidRPr="0014038B">
        <w:rPr>
          <w:rtl/>
        </w:rPr>
        <w:t xml:space="preserve"> اس وقت تک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جب تک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اس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محبوب نہ ہو جاؤں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عترت اس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عترت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محبوب نہ ہو جائے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اہل اس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اس  کے اہل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محبوب نہ ہوجائ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ذات اس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ذات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محبوب نہ ہو جائے۔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۷۵</w:t>
      </w:r>
      <w:r w:rsidRPr="0014038B">
        <w:rPr>
          <w:rtl/>
        </w:rPr>
        <w:t>ص</w:t>
      </w:r>
      <w:r w:rsidRPr="0014038B">
        <w:rPr>
          <w:rtl/>
          <w:lang w:bidi="fa-IR"/>
        </w:rPr>
        <w:t>۴۲۱</w:t>
      </w: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اس حد تک ہو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سچ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ہم جس کوف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واقعہ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،وہ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افراد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جس</w:t>
      </w:r>
      <w:r w:rsidRPr="0014038B">
        <w:rPr>
          <w:rtl/>
        </w:rPr>
        <w:t xml:space="preserve"> نے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،ام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 اورآپ کے فرزندوں کو اپنے خاندان پر  مقدم جانا۔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کوفہ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 دولت مند شخص رہتا تھا جو سادات اور ان کے فرزندوں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مدد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کرتا تھا۔اس کے حساب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نام سے کچھ حساب تھا ۔جب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خر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دتا</w:t>
      </w:r>
      <w:r w:rsidRPr="0014038B">
        <w:rPr>
          <w:rtl/>
        </w:rPr>
        <w:t xml:space="preserve"> اور اگر اس کے پاس اداکرنے کے لئے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نہ ہوتے تو وہ اپ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غلام سے کہتا کہ اسے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حساب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لکھ دو۔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بہت</w:t>
      </w:r>
      <w:r w:rsidRPr="0014038B">
        <w:rPr>
          <w:rtl/>
        </w:rPr>
        <w:t xml:space="preserve"> مدت کے بعد وہ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شخص فق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اور خانہ 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۔وہ اپنے گھر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ٹھا</w:t>
      </w:r>
      <w:r w:rsidRPr="0014038B">
        <w:rPr>
          <w:rtl/>
        </w:rPr>
        <w:t xml:space="preserve"> اپنے حساب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رہا تھا ۔اگر وہ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مقروض کا نام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کھتا</w:t>
      </w:r>
      <w:r w:rsidRPr="0014038B">
        <w:rPr>
          <w:rtl/>
        </w:rPr>
        <w:t xml:space="preserve"> کہ جو زندہ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ہوتا تو وہ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اس کے پاس بھ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تا کہ وہ اس سے اپنا قرض واپس لے لے اور اگر وہ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جا چکا ہو تا اور اس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مال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ہونا تو کاپ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اس کا نام مٹا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وہ گھر  کے دروازے پر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ٹھا</w:t>
      </w:r>
      <w:r w:rsidRPr="0014038B">
        <w:rPr>
          <w:rtl/>
        </w:rPr>
        <w:t xml:space="preserve"> 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رہا تھا اچانک وہاں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ناصب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گزرا اور اس نے اسے طعنہ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تمہارے سب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مقروض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نے تمہارے ساتھ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بات پر اسے بہت دکھ ہوا اور غمگ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ںگھر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ہوا۔اس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رات اس نے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 کو خواب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کھاکہ</w:t>
      </w:r>
      <w:r w:rsidRPr="0014038B">
        <w:rPr>
          <w:rtl/>
        </w:rPr>
        <w:t xml:space="preserve"> آپ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جگہ تشر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فرما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ںجب</w:t>
      </w:r>
      <w:r w:rsidRPr="0014038B">
        <w:rPr>
          <w:rtl/>
        </w:rPr>
        <w:t xml:space="preserve"> کہ حضرت امام حسن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اور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آپ کے سامنے چل 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۔رسول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دونوں اماموں سے پوچھ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کے آپ کے بابا کہاں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2D4EC9" w:rsidRPr="0014038B" w:rsidRDefault="00CA6D92" w:rsidP="002D4EC9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اسلام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>کے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چھے</w:t>
      </w:r>
      <w:r w:rsidRPr="0014038B">
        <w:rPr>
          <w:rtl/>
        </w:rPr>
        <w:t xml:space="preserve"> کھڑے تھے۔آپ نے جواب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رسول اللہ !م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حاضر ہوں۔پ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:آپ اس شخص کا قرض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دے رہے؟</w:t>
      </w:r>
      <w:r w:rsidR="002D4EC9" w:rsidRPr="0014038B">
        <w:rPr>
          <w:rFonts w:hint="eastAsia"/>
          <w:rtl/>
        </w:rPr>
        <w:t xml:space="preserve"> ام</w:t>
      </w:r>
      <w:r w:rsidR="002D4EC9" w:rsidRPr="0014038B">
        <w:rPr>
          <w:rFonts w:hint="cs"/>
          <w:rtl/>
        </w:rPr>
        <w:t>ی</w:t>
      </w:r>
      <w:r w:rsidR="002D4EC9" w:rsidRPr="0014038B">
        <w:rPr>
          <w:rFonts w:hint="eastAsia"/>
          <w:rtl/>
        </w:rPr>
        <w:t>رالمؤمن</w:t>
      </w:r>
      <w:r w:rsidR="002D4EC9" w:rsidRPr="0014038B">
        <w:rPr>
          <w:rFonts w:hint="cs"/>
          <w:rtl/>
        </w:rPr>
        <w:t>ی</w:t>
      </w:r>
      <w:r w:rsidR="002D4EC9" w:rsidRPr="0014038B">
        <w:rPr>
          <w:rFonts w:hint="eastAsia"/>
          <w:rtl/>
        </w:rPr>
        <w:t>ن</w:t>
      </w:r>
      <w:r w:rsidR="002D4EC9" w:rsidRPr="0014038B">
        <w:rPr>
          <w:rtl/>
        </w:rPr>
        <w:t xml:space="preserve"> عل</w:t>
      </w:r>
      <w:r w:rsidR="002D4EC9" w:rsidRPr="0014038B">
        <w:rPr>
          <w:rFonts w:hint="cs"/>
          <w:rtl/>
        </w:rPr>
        <w:t>ی</w:t>
      </w:r>
      <w:r w:rsidR="002D4EC9" w:rsidRPr="0014038B">
        <w:rPr>
          <w:rFonts w:hint="eastAsia"/>
          <w:rtl/>
        </w:rPr>
        <w:t>ہ</w:t>
      </w:r>
      <w:r w:rsidR="002D4EC9" w:rsidRPr="0014038B">
        <w:rPr>
          <w:rtl/>
        </w:rPr>
        <w:t xml:space="preserve"> السلام نے فرما</w:t>
      </w:r>
      <w:r w:rsidR="002D4EC9" w:rsidRPr="0014038B">
        <w:rPr>
          <w:rFonts w:hint="cs"/>
          <w:rtl/>
        </w:rPr>
        <w:t>ی</w:t>
      </w:r>
      <w:r w:rsidR="002D4EC9" w:rsidRPr="0014038B">
        <w:rPr>
          <w:rFonts w:hint="eastAsia"/>
          <w:rtl/>
        </w:rPr>
        <w:t>ا</w:t>
      </w:r>
      <w:r w:rsidR="002D4EC9" w:rsidRPr="0014038B">
        <w:rPr>
          <w:rtl/>
        </w:rPr>
        <w:t>:</w:t>
      </w:r>
      <w:r w:rsidR="002D4EC9" w:rsidRPr="0014038B">
        <w:rPr>
          <w:rFonts w:hint="cs"/>
          <w:rtl/>
        </w:rPr>
        <w:t>ی</w:t>
      </w:r>
      <w:r w:rsidR="002D4EC9" w:rsidRPr="0014038B">
        <w:rPr>
          <w:rFonts w:hint="eastAsia"/>
          <w:rtl/>
        </w:rPr>
        <w:t>ارسول</w:t>
      </w:r>
      <w:r w:rsidR="002D4EC9" w:rsidRPr="0014038B">
        <w:rPr>
          <w:rtl/>
        </w:rPr>
        <w:t xml:space="preserve"> اللہ!</w:t>
      </w:r>
      <w:r w:rsidR="002D4EC9" w:rsidRPr="0014038B">
        <w:rPr>
          <w:rFonts w:hint="cs"/>
          <w:rtl/>
        </w:rPr>
        <w:t>ی</w:t>
      </w:r>
      <w:r w:rsidR="002D4EC9" w:rsidRPr="0014038B">
        <w:rPr>
          <w:rFonts w:hint="eastAsia"/>
          <w:rtl/>
        </w:rPr>
        <w:t>ہ</w:t>
      </w:r>
      <w:r w:rsidR="002D4EC9" w:rsidRPr="0014038B">
        <w:rPr>
          <w:rtl/>
        </w:rPr>
        <w:t xml:space="preserve"> اس کا دن</w:t>
      </w:r>
      <w:r w:rsidR="002D4EC9" w:rsidRPr="0014038B">
        <w:rPr>
          <w:rFonts w:hint="cs"/>
          <w:rtl/>
        </w:rPr>
        <w:t>ی</w:t>
      </w:r>
      <w:r w:rsidR="002D4EC9" w:rsidRPr="0014038B">
        <w:rPr>
          <w:rFonts w:hint="eastAsia"/>
          <w:rtl/>
        </w:rPr>
        <w:t>ا</w:t>
      </w:r>
      <w:r w:rsidR="002D4EC9" w:rsidRPr="0014038B">
        <w:rPr>
          <w:rtl/>
        </w:rPr>
        <w:t xml:space="preserve"> و</w:t>
      </w:r>
      <w:r w:rsidR="002D4EC9" w:rsidRPr="0014038B">
        <w:rPr>
          <w:rFonts w:hint="cs"/>
          <w:rtl/>
        </w:rPr>
        <w:t>ی</w:t>
      </w:r>
      <w:r w:rsidR="002D4EC9" w:rsidRPr="0014038B">
        <w:rPr>
          <w:rFonts w:hint="eastAsia"/>
          <w:rtl/>
        </w:rPr>
        <w:t>حق</w:t>
      </w:r>
      <w:r w:rsidR="002D4EC9" w:rsidRPr="0014038B">
        <w:rPr>
          <w:rtl/>
        </w:rPr>
        <w:t xml:space="preserve"> ہے جوم</w:t>
      </w:r>
      <w:r w:rsidR="002D4EC9" w:rsidRPr="0014038B">
        <w:rPr>
          <w:rFonts w:hint="cs"/>
          <w:rtl/>
        </w:rPr>
        <w:t>ی</w:t>
      </w:r>
      <w:r w:rsidR="002D4EC9" w:rsidRPr="0014038B">
        <w:rPr>
          <w:rFonts w:hint="eastAsia"/>
          <w:rtl/>
        </w:rPr>
        <w:t>ںساتھ</w:t>
      </w:r>
      <w:r w:rsidR="002D4EC9" w:rsidRPr="0014038B">
        <w:rPr>
          <w:rtl/>
        </w:rPr>
        <w:t xml:space="preserve"> لا</w:t>
      </w:r>
      <w:r w:rsidR="002D4EC9" w:rsidRPr="0014038B">
        <w:rPr>
          <w:rFonts w:hint="cs"/>
          <w:rtl/>
        </w:rPr>
        <w:t>ی</w:t>
      </w:r>
      <w:r w:rsidR="002D4EC9" w:rsidRPr="0014038B">
        <w:rPr>
          <w:rFonts w:hint="eastAsia"/>
          <w:rtl/>
        </w:rPr>
        <w:t>ا</w:t>
      </w:r>
      <w:r w:rsidR="002D4EC9" w:rsidRPr="0014038B">
        <w:rPr>
          <w:rtl/>
        </w:rPr>
        <w:t xml:space="preserve"> ہوں۔</w:t>
      </w:r>
      <w:r w:rsidR="002D4EC9" w:rsidRPr="0014038B">
        <w:rPr>
          <w:rFonts w:hint="eastAsia"/>
          <w:rtl/>
        </w:rPr>
        <w:t>رسول</w:t>
      </w:r>
      <w:r w:rsidR="002D4EC9"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="002D4EC9" w:rsidRPr="005221CD">
        <w:rPr>
          <w:rFonts w:hint="cs"/>
          <w:rtl/>
        </w:rPr>
        <w:t xml:space="preserve"> نے فرما</w:t>
      </w:r>
      <w:r w:rsidR="002D4EC9" w:rsidRPr="0014038B">
        <w:rPr>
          <w:rFonts w:hint="cs"/>
          <w:rtl/>
        </w:rPr>
        <w:t>ی</w:t>
      </w:r>
      <w:r w:rsidR="002D4EC9" w:rsidRPr="0014038B">
        <w:rPr>
          <w:rFonts w:hint="eastAsia"/>
          <w:rtl/>
        </w:rPr>
        <w:t>ا</w:t>
      </w:r>
      <w:r w:rsidR="002D4EC9" w:rsidRPr="0014038B">
        <w:rPr>
          <w:rtl/>
        </w:rPr>
        <w:t>:اسے دے دو۔</w:t>
      </w: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اون سے بن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نکال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اسے دے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تمہارا حق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اس شخص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لے لو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فرزندوں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جو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تمہارے پاس آئے اور تم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مانگے تو اسے دے دو ۔اب تمہارا فقر 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رہے گا اور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محتاج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گے۔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شخص نے کہا:جب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tl/>
        </w:rPr>
        <w:t xml:space="preserve"> ہوا تو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ہاتھ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ںنے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جگا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اس سے کہا:چراغ جلاؤ۔اس نے چراغ جلا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ںنے</w:t>
      </w:r>
      <w:r w:rsidRPr="0014038B">
        <w:rPr>
          <w:rtl/>
        </w:rPr>
        <w:t xml:space="preserve"> وہ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کھول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اورجب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سوں</w:t>
      </w:r>
      <w:r w:rsidRPr="0014038B">
        <w:rPr>
          <w:rtl/>
        </w:rPr>
        <w:t xml:space="preserve"> کو گناتوم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کہ اس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ہزار اشرف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مجھ سے کہا:خدا سے ڈرو!خدانخواستہ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 نے فقر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لوگوں کو دھوکا دہ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تو شروع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تاجر کو دھوکا دے کر اس کا مال تو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لے آئے؟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ںنے</w:t>
      </w:r>
      <w:r w:rsidRPr="0014038B">
        <w:rPr>
          <w:rtl/>
        </w:rPr>
        <w:t xml:space="preserve"> اس سے کہا:نہ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!ا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اور پھر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ںنے</w:t>
      </w:r>
      <w:r w:rsidRPr="0014038B">
        <w:rPr>
          <w:rtl/>
        </w:rPr>
        <w:t xml:space="preserve"> اس سے اپنے خواب کاواقعہ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۔پھر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اپنے حساب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کھول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ںنے</w:t>
      </w:r>
      <w:r w:rsidRPr="0014038B">
        <w:rPr>
          <w:rtl/>
        </w:rPr>
        <w:t xml:space="preserve">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کہ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حساب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ہزار اشرف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نہ اس سے کم  اور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="002D4EC9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مناسبت سے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ذکر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آپ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أَعٰانَ فَقِیْ</w:t>
      </w:r>
      <w:r w:rsidRPr="0014038B">
        <w:rPr>
          <w:rStyle w:val="libArabicChar"/>
          <w:rFonts w:hint="eastAsia"/>
          <w:rtl/>
        </w:rPr>
        <w:t>رَنٰا،کٰانَ</w:t>
      </w:r>
      <w:r w:rsidRPr="0014038B">
        <w:rPr>
          <w:rStyle w:val="libArabicChar"/>
          <w:rtl/>
        </w:rPr>
        <w:t xml:space="preserve"> مُکٰافٰاتُ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عَلٰ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جَدِّنٰا مُحَمَّد ''</w:t>
      </w:r>
      <w:r w:rsidR="00E546D1" w:rsidRPr="0014038B">
        <w:rPr>
          <w:rStyle w:val="libFootnotenumChar"/>
          <w:rtl/>
        </w:rPr>
        <w:t>(</w:t>
      </w:r>
      <w:r w:rsidR="002D4EC9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کرے اس کا اجر ہمارے جدّ محمد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پر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وہ</w:t>
      </w:r>
      <w:r w:rsidRPr="0014038B">
        <w:rPr>
          <w:rtl/>
        </w:rPr>
        <w:t xml:space="preserve"> کوف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 خاندان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سچ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کرتا تھا اور آنحضرت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کے حکم سے اس</w:t>
      </w:r>
      <w:r w:rsidRPr="0014038B">
        <w:rPr>
          <w:rtl/>
        </w:rPr>
        <w:t>ے اس کا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اجر مل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2D4EC9" w:rsidRPr="0014038B">
        <w:rPr>
          <w:rFonts w:hint="cs"/>
          <w:rtl/>
        </w:rPr>
        <w:t>1</w:t>
      </w:r>
      <w:r w:rsidRPr="0014038B">
        <w:rPr>
          <w:rtl/>
        </w:rPr>
        <w:t>]۔ فوائد الرضو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>:</w:t>
      </w:r>
      <w:r w:rsidRPr="0014038B">
        <w:rPr>
          <w:rFonts w:hint="cs"/>
          <w:rtl/>
        </w:rPr>
        <w:t>311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2D4EC9" w:rsidRPr="0014038B">
        <w:rPr>
          <w:rFonts w:hint="cs"/>
          <w:rtl/>
        </w:rPr>
        <w:t>2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۱۰۰</w:t>
      </w:r>
      <w:r w:rsidRPr="0014038B">
        <w:rPr>
          <w:rtl/>
        </w:rPr>
        <w:t>ص</w:t>
      </w:r>
      <w:r w:rsidRPr="0014038B">
        <w:rPr>
          <w:rtl/>
          <w:lang w:bidi="fa-IR"/>
        </w:rPr>
        <w:t>۱۲۴</w:t>
      </w: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4EC9" w:rsidRPr="0014038B" w:rsidRDefault="002D4EC9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11" w:name="_Toc386266994"/>
      <w:r w:rsidRPr="0014038B">
        <w:rPr>
          <w:rtl/>
        </w:rPr>
        <w:t>جھوٹ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bookmarkEnd w:id="111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کچھ</w:t>
      </w:r>
      <w:r w:rsidRPr="0014038B">
        <w:rPr>
          <w:rtl/>
        </w:rPr>
        <w:t xml:space="preserve"> لوگ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محبت و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اظہار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خود کو اتنا سچا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جھوٹ کا شائہ تک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جاتا۔اور ان کا وجود محبت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سرشار ہے؛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جب ہم ان کے رفتار و کردار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ںسوچتے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کے کردار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خاندان  نبوت ورسالت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دستورات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ملاتے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معلوم ہوتا ہے کہ ان کا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دوست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محبت کا اظہار خالصانہ اور سچانہ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بہت</w:t>
      </w:r>
      <w:r w:rsidRPr="0014038B">
        <w:rPr>
          <w:rtl/>
        </w:rPr>
        <w:t xml:space="preserve"> سے لوگ خود کو امام زمانہ عجل 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کا عاشق اور جاںنثار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عملاً ان کا سہم (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خمس ،جوکہ ان کے اپنے لئے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نعمتوں  کے نزول کاذر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ہے)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آل کو ادا کرنے سے اجتناب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شخص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مقدس اہداف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مال خرچ کرنے سے 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اوہ</w:t>
      </w:r>
      <w:r w:rsidRPr="0014038B">
        <w:rPr>
          <w:rtl/>
        </w:rPr>
        <w:t xml:space="preserve"> امام کے ظہور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پر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 نثار کرسکتا ہے؟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حضرت امام زمانہ 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نے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''لَع</w:t>
      </w:r>
      <w:r w:rsidRPr="0014038B">
        <w:rPr>
          <w:rStyle w:val="libArabicChar"/>
          <w:rFonts w:hint="cs"/>
          <w:rtl/>
        </w:rPr>
        <w:t>ْنَةُ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وَ الْمَلاٰئِکَةِ وَالنّٰاسِ أَجْمَعِیْ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لِ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tl/>
        </w:rPr>
        <w:t xml:space="preserve"> مَنِ اس</w:t>
      </w:r>
      <w:r w:rsidRPr="0014038B">
        <w:rPr>
          <w:rStyle w:val="libArabicChar"/>
          <w:rFonts w:hint="cs"/>
          <w:rtl/>
        </w:rPr>
        <w:t>ْتَحَلَّ مِنْ أَمْوٰالِنٰا دِرْ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َماً''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شخص پر خدا،ملائکہ اور تمام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لعنت ہو جو ہمارے مال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درہم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لئے حلال جانے۔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۵۳</w:t>
      </w:r>
      <w:r w:rsidRPr="0014038B">
        <w:rPr>
          <w:rtl/>
        </w:rPr>
        <w:t>ص</w:t>
      </w:r>
      <w:r w:rsidRPr="0014038B">
        <w:rPr>
          <w:rtl/>
          <w:lang w:bidi="fa-IR"/>
        </w:rPr>
        <w:t>۱۸۳</w:t>
      </w:r>
      <w:r w:rsidRPr="0014038B">
        <w:rPr>
          <w:rtl/>
        </w:rPr>
        <w:t>، کمال الد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>: 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۲۰۱</w:t>
      </w:r>
      <w:r w:rsidRPr="0014038B">
        <w:rPr>
          <w:rtl/>
        </w:rPr>
        <w:t>، الصح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فة</w:t>
      </w:r>
      <w:r w:rsidRPr="0014038B">
        <w:rPr>
          <w:rtl/>
        </w:rPr>
        <w:t xml:space="preserve"> المبارکة المہد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>:</w:t>
      </w:r>
      <w:r w:rsidRPr="0014038B">
        <w:rPr>
          <w:rFonts w:hint="cs"/>
          <w:rtl/>
        </w:rPr>
        <w:t>282</w:t>
      </w:r>
    </w:p>
    <w:p w:rsidR="002D4EC9" w:rsidRPr="0014038B" w:rsidRDefault="002D4EC9" w:rsidP="00CA6D92">
      <w:pPr>
        <w:pStyle w:val="libNormal"/>
        <w:rPr>
          <w:rtl/>
        </w:rPr>
      </w:pP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4EC9" w:rsidRPr="0014038B" w:rsidRDefault="002D4EC9" w:rsidP="00CA6D92">
      <w:pPr>
        <w:pStyle w:val="libNormal"/>
        <w:rPr>
          <w:rtl/>
        </w:rPr>
      </w:pPr>
    </w:p>
    <w:p w:rsidR="002D4EC9" w:rsidRPr="0014038B" w:rsidRDefault="002D4EC9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محبت کا دعو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کرنے والوں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جابر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2D4EC9">
      <w:pPr>
        <w:pStyle w:val="libArabic"/>
        <w:rPr>
          <w:rtl/>
        </w:rPr>
      </w:pPr>
      <w:r w:rsidRPr="0014038B">
        <w:rPr>
          <w:rtl/>
        </w:rPr>
        <w:t>''</w:t>
      </w:r>
      <w:r w:rsidRPr="0014038B">
        <w:rPr>
          <w:rFonts w:hint="cs"/>
          <w:rtl/>
        </w:rPr>
        <w:t>یٰ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جٰابِرُ، أَ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ْتَفِْ</w:t>
      </w:r>
      <w:r w:rsidRPr="0014038B">
        <w:rPr>
          <w:rtl/>
        </w:rPr>
        <w:t xml:space="preserve"> مَن</w:t>
      </w:r>
      <w:r w:rsidRPr="0014038B">
        <w:rPr>
          <w:rFonts w:hint="cs"/>
          <w:rtl/>
        </w:rPr>
        <w:t>ْ یَ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ْتَحِلُ</w:t>
      </w:r>
      <w:r w:rsidRPr="0014038B">
        <w:rPr>
          <w:rtl/>
        </w:rPr>
        <w:t xml:space="preserve"> التَّشَ</w:t>
      </w:r>
      <w:r w:rsidRPr="0014038B">
        <w:rPr>
          <w:rFonts w:hint="cs"/>
          <w:rtl/>
        </w:rPr>
        <w:t>یُّ</w:t>
      </w:r>
      <w:r w:rsidRPr="0014038B">
        <w:rPr>
          <w:rFonts w:hint="eastAsia"/>
          <w:rtl/>
        </w:rPr>
        <w:t>عَ</w:t>
      </w:r>
      <w:r w:rsidRPr="0014038B">
        <w:rPr>
          <w:rtl/>
        </w:rPr>
        <w:t xml:space="preserve"> أَن</w:t>
      </w:r>
      <w:r w:rsidRPr="0014038B">
        <w:rPr>
          <w:rFonts w:hint="cs"/>
          <w:rtl/>
        </w:rPr>
        <w:t>ْ یَ</w:t>
      </w:r>
      <w:r w:rsidRPr="0014038B">
        <w:rPr>
          <w:rFonts w:hint="eastAsia"/>
          <w:rtl/>
        </w:rPr>
        <w:t>قُو</w:t>
      </w:r>
      <w:r w:rsidRPr="0014038B">
        <w:rPr>
          <w:rFonts w:hint="cs"/>
          <w:rtl/>
        </w:rPr>
        <w:t>ْلَ</w:t>
      </w:r>
      <w:r w:rsidRPr="0014038B">
        <w:rPr>
          <w:rtl/>
        </w:rPr>
        <w:t xml:space="preserve"> بِحُبِّنٰا أَ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ْلِ الْبَیْ</w:t>
      </w:r>
      <w:r w:rsidRPr="0014038B">
        <w:rPr>
          <w:rFonts w:hint="eastAsia"/>
          <w:rtl/>
        </w:rPr>
        <w:t>تِ</w:t>
      </w:r>
      <w:r w:rsidRPr="0014038B">
        <w:rPr>
          <w:rtl/>
        </w:rPr>
        <w:t xml:space="preserve"> ؟</w:t>
      </w:r>
      <w:r w:rsidRPr="0014038B">
        <w:rPr>
          <w:rFonts w:hint="eastAsia"/>
          <w:rtl/>
        </w:rPr>
        <w:t>فَوَاللّٰ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ِ</w:t>
      </w:r>
      <w:r w:rsidRPr="0014038B">
        <w:rPr>
          <w:rtl/>
        </w:rPr>
        <w:t xml:space="preserve"> مٰا شِ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عَتُنٰا</w:t>
      </w:r>
      <w:r w:rsidRPr="0014038B">
        <w:rPr>
          <w:rtl/>
        </w:rPr>
        <w:t xml:space="preserve"> اِلاّٰ مَنِ اتَّقَ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َ وَ أَطٰاعَ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ُ''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اے</w:t>
      </w:r>
      <w:r w:rsidRPr="0014038B">
        <w:rPr>
          <w:rtl/>
        </w:rPr>
        <w:t xml:space="preserve"> جابر!ک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خود کو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کے طور پر دکھانا کاف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کہے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محبت کرتا ہوں ۔خدا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!ہمارا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جو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رکھتا ہو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کرتا ہو۔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فرمان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استفادہ ہوتا ہے کہ:جو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 تقو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خداکا مط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ںاسے</w:t>
      </w:r>
      <w:r w:rsidRPr="0014038B">
        <w:rPr>
          <w:rtl/>
        </w:rPr>
        <w:t xml:space="preserve"> صرف محبت کے اظہار پر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اکتفا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کرنا چاہئے۔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[2]۔ بحار الانوار:ج</w:t>
      </w:r>
      <w:r w:rsidRPr="0014038B">
        <w:rPr>
          <w:rtl/>
          <w:lang w:bidi="fa-IR"/>
        </w:rPr>
        <w:t>۷۰</w:t>
      </w:r>
      <w:r w:rsidRPr="0014038B">
        <w:rPr>
          <w:rtl/>
        </w:rPr>
        <w:t>ص</w:t>
      </w:r>
      <w:r w:rsidRPr="0014038B">
        <w:rPr>
          <w:rtl/>
          <w:lang w:bidi="fa-IR"/>
        </w:rPr>
        <w:t>۹۷</w:t>
      </w: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4EC9" w:rsidRPr="0014038B" w:rsidRDefault="002D4EC9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12" w:name="_Toc386266995"/>
      <w:r w:rsidRPr="0014038B">
        <w:rPr>
          <w:rtl/>
        </w:rPr>
        <w:t>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  <w:bookmarkEnd w:id="112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محبت آپ کے دردو غم کے لئے اکس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ہے ۔محبت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کشش و جاذبہ انسان کو اس کے محبوب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نچت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اس کے صفات و حالات محب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اسے تقو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ہے۔محبت جتن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،محب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محبوب کے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اتنے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جس سے اسے  محب</w:t>
      </w:r>
      <w:r w:rsidRPr="0014038B">
        <w:rPr>
          <w:rFonts w:hint="eastAsia"/>
          <w:rtl/>
        </w:rPr>
        <w:t>وب</w:t>
      </w:r>
      <w:r w:rsidRPr="0014038B">
        <w:rPr>
          <w:rtl/>
        </w:rPr>
        <w:t xml:space="preserve"> کا تقرب حاصل ہو جائے۔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مودت کا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جوہر</w:t>
      </w:r>
      <w:r w:rsidRPr="0014038B">
        <w:rPr>
          <w:rtl/>
        </w:rPr>
        <w:t xml:space="preserve"> انسان کو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 لسلام سے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اجر رسالت ،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محبت و مودت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کو پروان چڑھائ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خاندان کے آستانۂ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تقرب حاصل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آپ کا وجود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تابناک انوار سے سرشار ہو جائے اور آپ کے وجود سے برائ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پاک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تقرب کا لازمہ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ان کے احکامات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 اور ان کے دشمنوں سے  برات اور دور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سچ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جسے آپ اپنے اور اپنے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افراد کے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گہرائ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جمع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دم از مھر و ارادت دارند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در</w:t>
      </w:r>
      <w:r w:rsidRPr="0014038B">
        <w:rPr>
          <w:rtl/>
        </w:rPr>
        <w:t xml:space="preserve"> بام شرف ،کوس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ادت</w:t>
      </w:r>
      <w:r w:rsidRPr="0014038B">
        <w:rPr>
          <w:rtl/>
        </w:rPr>
        <w:t xml:space="preserve"> دارند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چون</w:t>
      </w:r>
      <w:r w:rsidRPr="0014038B">
        <w:rPr>
          <w:rtl/>
        </w:rPr>
        <w:t xml:space="preserve"> دست بہ دامان سعادت زدہ اند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پا</w:t>
      </w:r>
      <w:r w:rsidRPr="0014038B">
        <w:rPr>
          <w:rtl/>
        </w:rPr>
        <w:t xml:space="preserve"> بر سر نام و ننگِ عادت زدہ اند</w:t>
      </w: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5221CD">
      <w:pPr>
        <w:pStyle w:val="Heading1Center"/>
        <w:rPr>
          <w:rtl/>
        </w:rPr>
      </w:pPr>
      <w:bookmarkStart w:id="113" w:name="_Toc386266996"/>
      <w:r w:rsidRPr="0014038B">
        <w:rPr>
          <w:rFonts w:hint="eastAsia"/>
          <w:rtl/>
        </w:rPr>
        <w:lastRenderedPageBreak/>
        <w:t>آٹھواں</w:t>
      </w:r>
      <w:r w:rsidRPr="0014038B">
        <w:rPr>
          <w:rtl/>
        </w:rPr>
        <w:t xml:space="preserve">  باب</w:t>
      </w:r>
      <w:bookmarkEnd w:id="113"/>
    </w:p>
    <w:p w:rsidR="00CA6D92" w:rsidRPr="0014038B" w:rsidRDefault="00CA6D92" w:rsidP="005221CD">
      <w:pPr>
        <w:pStyle w:val="Heading1Center"/>
        <w:rPr>
          <w:rtl/>
        </w:rPr>
      </w:pPr>
      <w:bookmarkStart w:id="114" w:name="_Toc386266997"/>
      <w:r w:rsidRPr="0014038B">
        <w:rPr>
          <w:rFonts w:hint="eastAsia"/>
          <w:rtl/>
        </w:rPr>
        <w:t>انتظار</w:t>
      </w:r>
      <w:bookmarkEnd w:id="114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المو 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السلام 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''أَف</w:t>
      </w:r>
      <w:r w:rsidRPr="0014038B">
        <w:rPr>
          <w:rFonts w:hint="cs"/>
          <w:rtl/>
        </w:rPr>
        <w:t>ْضَلُ عِبٰادَةِ الْمُؤْمِنِ اِنْتِظٰارُ فَرَجِ اللّٰ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 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مومن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سب سے افضل عبادت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وہ اللہ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سے (سخت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اورغم سے)  نجات کے انتظار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رہے۔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tl/>
        </w:rPr>
        <w:t xml:space="preserve">    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   انتظار کے عوامل   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مقام و منزلت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انتظار کے آثارسے واقف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1۔ 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ناام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کنارہ کش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2۔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تکامل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tl/>
        </w:rPr>
        <w:t xml:space="preserve">   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عت</w:t>
      </w:r>
      <w:r w:rsidRPr="0014038B">
        <w:rPr>
          <w:rtl/>
        </w:rPr>
        <w:t xml:space="preserve"> کدہ پر   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اور محروم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اسباب</w:t>
      </w:r>
    </w:p>
    <w:p w:rsidR="00CA6D92" w:rsidRPr="0014038B" w:rsidRDefault="00CA6D92" w:rsidP="002D4EC9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3۔ مقام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   </w:t>
      </w:r>
      <w:r w:rsidRPr="005221CD">
        <w:rPr>
          <w:rFonts w:hint="cs"/>
          <w:rtl/>
        </w:rPr>
        <w:t>4۔ مہدو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دعو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پہچان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تکامل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افتہ</w:t>
      </w:r>
      <w:r w:rsidRPr="0014038B">
        <w:rPr>
          <w:rtl/>
        </w:rPr>
        <w:t xml:space="preserve"> منتظر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آپ کے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اصحاب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اصحاب با صفا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و قدرت کا سر 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جائزہ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ظہور کے زمانے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1۔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تطہ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 xml:space="preserve">2 </w:t>
      </w:r>
      <w:r w:rsidRPr="0014038B">
        <w:rPr>
          <w:rtl/>
        </w:rPr>
        <w:t>۔ زمانۂ ظہور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عقلوں کا کامل ہونا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</w:t>
      </w:r>
      <w:r w:rsidRPr="005221CD">
        <w:rPr>
          <w:rFonts w:hint="cs"/>
          <w:rtl/>
        </w:rPr>
        <w:t>3 ۔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</w:p>
    <w:p w:rsidR="002D4EC9" w:rsidRPr="0014038B" w:rsidRDefault="002D4EC9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lastRenderedPageBreak/>
        <w:t xml:space="preserve"> </w:t>
      </w:r>
      <w:bookmarkStart w:id="115" w:name="_Toc386266998"/>
      <w:r w:rsidRPr="0014038B">
        <w:rPr>
          <w:rtl/>
        </w:rPr>
        <w:t>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bookmarkEnd w:id="115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انتظار</w:t>
      </w:r>
      <w:r w:rsidRPr="0014038B">
        <w:rPr>
          <w:rtl/>
        </w:rPr>
        <w:t xml:space="preserve"> ان با عظمت افراد کا خاصہ ہے جو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کامران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راستے پر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گامزن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۔چونکہ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دوران خاندان عصمت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دامن اطہر سے جار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توں</w:t>
      </w:r>
      <w:r w:rsidRPr="0014038B">
        <w:rPr>
          <w:rtl/>
        </w:rPr>
        <w:t xml:space="preserve"> سے متعلق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مستحکم اور مظبوط اقوال زر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۔آنحضرت  کے ظہور کا انتظار کر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والے ہر زمانے کے انسان سے افضل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612DE5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گروہ 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سخت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 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سمجھتا ہے ۔  ان کا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انسان انتظار کے اسباب اور اس کے کمال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اور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کے بحر سے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جواہر حاصل کر سکتا ہے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سماج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مشکلوں اور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رکاوٹوں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نجات پ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سکتا ہے ۔</w:t>
      </w:r>
      <w:r w:rsidRPr="0014038B">
        <w:rPr>
          <w:rFonts w:hint="eastAsia"/>
          <w:rtl/>
        </w:rPr>
        <w:t>انتظار</w:t>
      </w:r>
      <w:r w:rsidRPr="0014038B">
        <w:rPr>
          <w:rtl/>
        </w:rPr>
        <w:t xml:space="preserve">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دشوار گزار حالت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اسرار کے بھنور نے اس کا احاطہ کر رکھا ہے اور بہت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 لوگوں نے حسب دلخواہ اس کے کمال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نکال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دشمن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مکار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چونکہ انتظار اپنے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بلند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مرحلہ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امام زمان  عجل الل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ملکوت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حکومت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آسمان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نظام کے رائج کرنے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آمادگ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مدد کے معنوں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آتا ہے کہ جسے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معمول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حاصل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جاتا ہے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انتظار امام زمانہ 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خاص اصحاب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موجود ہے ۔ </w:t>
      </w:r>
      <w:r w:rsidRPr="0014038B">
        <w:rPr>
          <w:rStyle w:val="libFootnotenumChar"/>
          <w:rtl/>
        </w:rPr>
        <w:t>[1]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612DE5" w:rsidRPr="0014038B" w:rsidRDefault="00612DE5" w:rsidP="00E546D1">
      <w:pPr>
        <w:pStyle w:val="libFootnote0"/>
        <w:rPr>
          <w:rtl/>
        </w:rPr>
      </w:pPr>
      <w:r w:rsidRPr="0014038B">
        <w:rPr>
          <w:rtl/>
        </w:rPr>
        <w:t>[1] ۔ ہ لوگ جو امام زمانہ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اور توسل کے ساتھ انتظار کے مراسم برپا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تعداد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ہے ۔ اس قسم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مجالس و محافل الحمد للہ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مانے</w:t>
      </w:r>
      <w:r w:rsidRPr="0014038B">
        <w:rPr>
          <w:rtl/>
        </w:rPr>
        <w:t xml:space="preserve"> پر منعقد ہو 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مراد اس طرح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مجالس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 طرح کے افراد کے اندر حالت 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عد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موجودگ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۔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انتظار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درجات و مراتب پائے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اور وہ افراد جو اس کے کمال اور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مراتب تک پہنچے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اگر چہ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تعداد کم 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انھ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افراد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اٹھے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اور سخت جاں فشان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جد و جہد اور سخت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اور مشکلات کے تحمل کرنے کے ساتھ اس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مقام کہ جس پر وہ فائز ہوئے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 حاصل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۔</w:t>
      </w:r>
    </w:p>
    <w:p w:rsidR="00612DE5" w:rsidRPr="0014038B" w:rsidRDefault="00612DE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4EC9" w:rsidRPr="0014038B" w:rsidRDefault="002D4EC9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انتظار جس مرحلے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عالم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سے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اور خدا سے تقرب کا راستہ  ہے  اور اگراس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دوام ہو اوراگر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تکامل حاصل کرلے تو وقت گزر نے کے ساتھ ساتھ انسان کے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نفس اور ضم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سے نا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کھنچائو کو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و نا</w:t>
      </w:r>
      <w:r w:rsidRPr="0014038B">
        <w:rPr>
          <w:rFonts w:hint="eastAsia"/>
          <w:rtl/>
        </w:rPr>
        <w:t>بود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اور  انسان کے باطن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ںنور</w:t>
      </w:r>
      <w:r w:rsidRPr="0014038B">
        <w:rPr>
          <w:rtl/>
        </w:rPr>
        <w:t xml:space="preserve"> اور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چے</w:t>
      </w:r>
      <w:r w:rsidRPr="0014038B">
        <w:rPr>
          <w:rtl/>
        </w:rPr>
        <w:t xml:space="preserve"> کھول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سے انسان کے لئے تکامل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کھول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تاہے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انتظار تمام تر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لازم مدارج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آمادگ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کو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توجہ کو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سے خلوص ،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اور نوران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جذب کرت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ہے</w:t>
      </w:r>
      <w:r w:rsidRPr="0014038B">
        <w:rPr>
          <w:rtl/>
        </w:rPr>
        <w:t xml:space="preserve"> ۔ وہ جہان جس  سے تمام تر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طاغوت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طاقت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نابود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انسان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انوار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چمک جگمگا اٹھت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</w:p>
    <w:p w:rsidR="00CA6D92" w:rsidRPr="0014038B" w:rsidRDefault="00CA6D92" w:rsidP="00612DE5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طرف غور کرنے کے بعد ہم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شخص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انتظار کے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مراحل کو طے کر سکتا ہے کہ جو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معمول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اور قوت کا حامل ہو ۔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ہم جانتے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امام عصرعجل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حکومت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معمول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حکومت ہوگ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 کا درک کرنا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ہمت ، </w:t>
      </w:r>
      <w:r w:rsidRPr="0014038B">
        <w:rPr>
          <w:rFonts w:hint="eastAsia"/>
          <w:rtl/>
        </w:rPr>
        <w:t>طاقت</w:t>
      </w:r>
      <w:r w:rsidRPr="0014038B">
        <w:rPr>
          <w:rtl/>
        </w:rPr>
        <w:t xml:space="preserve"> اور سوچ سے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بالا تر ہے ۔ اور سب کے لئے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مدد گار افراد حضرت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 xml:space="preserve"> اللہ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ارد گرد جمع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پہل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تاکہ اللہ کے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لوگوں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شمار ہوں اور آپ کے فرمان اور حکم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اطاعت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کو حاصل ک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 کو حاصل کرنے کے لئے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کا ہونا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 </w:t>
      </w:r>
      <w:r w:rsidR="00E546D1" w:rsidRPr="0014038B">
        <w:rPr>
          <w:rStyle w:val="libFootnotenumChar"/>
          <w:rtl/>
        </w:rPr>
        <w:t>(</w:t>
      </w:r>
      <w:r w:rsidR="00612DE5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سو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ممتاز ساتھ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اوصاف اور خواص کو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کرنے  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ان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طاقتوں کے موجود ہونے کا پتا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2D4EC9" w:rsidRPr="0014038B" w:rsidRDefault="002D4EC9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612DE5" w:rsidRPr="0014038B">
        <w:rPr>
          <w:rFonts w:hint="cs"/>
          <w:rtl/>
        </w:rPr>
        <w:t>1</w:t>
      </w:r>
      <w:r w:rsidRPr="0014038B">
        <w:rPr>
          <w:rtl/>
        </w:rPr>
        <w:t>] ۔ بے شمار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امام عصر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حکومت کے اندر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معمول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طاقتوں سے استفادہ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تصر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</w:p>
    <w:p w:rsidR="00612DE5" w:rsidRPr="0014038B" w:rsidRDefault="00612DE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16" w:name="_Toc386266999"/>
      <w:r w:rsidRPr="0014038B">
        <w:rPr>
          <w:rtl/>
        </w:rPr>
        <w:t>انتظار کے عوامل</w:t>
      </w:r>
      <w:bookmarkEnd w:id="116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ہمارے لئے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ہم انتظار کے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 اپنے اور دوسروں کے اندر بھ</w:t>
      </w:r>
      <w:r w:rsidRPr="0014038B">
        <w:rPr>
          <w:rFonts w:hint="cs"/>
          <w:rtl/>
        </w:rPr>
        <w:t>یی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حالت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حالت انتظار کو حاصل کرنے ،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کھنے</w:t>
      </w:r>
      <w:r w:rsidRPr="0014038B">
        <w:rPr>
          <w:rtl/>
        </w:rPr>
        <w:t xml:space="preserve"> اور اسے دوسروں تک آگے پہنچانے کے لئے مختلف راستے موجود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سے استفادہ کرتے ہوئے ہم معاشرے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کے وجود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گہرائ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انتظار کے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</w:t>
      </w:r>
      <w:r w:rsidRPr="0014038B">
        <w:rPr>
          <w:rtl/>
        </w:rPr>
        <w:t xml:space="preserve"> کوبا ثمر بنا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درج 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بعض مہم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راہوں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سے معاشرہ ، مسئلہ 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مائل ہو سکتا ہے 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5221CD">
        <w:rPr>
          <w:rFonts w:hint="cs"/>
          <w:rtl/>
        </w:rPr>
        <w:t>1۔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مقام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عظمت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۔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2 ۔ انتظار کے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</w:t>
      </w:r>
      <w:r w:rsidRPr="0014038B">
        <w:rPr>
          <w:rtl/>
        </w:rPr>
        <w:t xml:space="preserve"> کن آثار کے ساتھ اس کے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اور کامل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 کے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مراحل سے 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3۔ امام عصر کے اصحاب کے اوصاف و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 انتظار کے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مرتبہ تک پہنچے اور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سے ہمکنار ہوئے جو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 کے فرمان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4۔ انسان اور آئندہ زمانے کے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ںظہور</w:t>
      </w:r>
      <w:r w:rsidRPr="0014038B">
        <w:rPr>
          <w:rtl/>
        </w:rPr>
        <w:t xml:space="preserve">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واقع ہونے والے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تحولات اور اہم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تغ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رات</w:t>
      </w:r>
      <w:r w:rsidRPr="0014038B">
        <w:rPr>
          <w:rtl/>
        </w:rPr>
        <w:t xml:space="preserve">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۔ 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2D5794" w:rsidRPr="0014038B" w:rsidRDefault="002D579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D5794" w:rsidRPr="0014038B" w:rsidRDefault="002D5794" w:rsidP="00E546D1">
      <w:pPr>
        <w:pStyle w:val="libFootnote0"/>
        <w:rPr>
          <w:rtl/>
        </w:rPr>
      </w:pPr>
      <w:r w:rsidRPr="0014038B">
        <w:rPr>
          <w:rtl/>
        </w:rPr>
        <w:t>[1] ۔ ان کے علاوہ دوسرے راستے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موجود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انسان کو 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بلاتے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بعض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وضاحت ہم نے کتاب اسرار موفق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ذکر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۔ اخلاص ، معارف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اہل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 خود ساز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.......۔</w:t>
      </w:r>
    </w:p>
    <w:p w:rsidR="002D5794" w:rsidRPr="0014038B" w:rsidRDefault="002D579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5794" w:rsidRPr="0014038B" w:rsidRDefault="002D5794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مرتبہ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معرفت، آپ کے محب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ساتھ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اور عقل    اورفہم و ادراک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،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اور عالم نا مرئ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ربطہ ، ناشناختہ موجودات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، دور دراز فضائوں اور آسمانوں کے سفر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کے دوسرے مسائل لوگوں کو مسئل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ظہور امام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متوجہ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زجو</w:t>
      </w:r>
      <w:r w:rsidRPr="0014038B">
        <w:rPr>
          <w:rtl/>
        </w:rPr>
        <w:t xml:space="preserve"> آنحضرت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الشان ار آفاق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حکومت</w:t>
      </w:r>
      <w:r w:rsidRPr="0014038B">
        <w:rPr>
          <w:rtl/>
        </w:rPr>
        <w:t xml:space="preserve"> کے لئے آمادگ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تمام حقائق ، پاک 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نت</w:t>
      </w:r>
      <w:r w:rsidRPr="0014038B">
        <w:rPr>
          <w:rtl/>
        </w:rPr>
        <w:t xml:space="preserve"> افراد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علم و آگہ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جنون و عشق کا سرور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اوراس طرح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افراد اس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الشان زمانے کے دلدادہ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معاشرے اور سماج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انتظار اور ظہور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حالت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ہر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مسلم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 اب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تفص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ملاحظہ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17" w:name="_Toc386267000"/>
      <w:r w:rsidRPr="0014038B">
        <w:rPr>
          <w:rtl/>
        </w:rPr>
        <w:t>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مقام و منزلت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</w:t>
      </w:r>
      <w:bookmarkEnd w:id="117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امام کا باعظمت وجود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نوران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توں</w:t>
      </w:r>
      <w:r w:rsidRPr="0014038B">
        <w:rPr>
          <w:rtl/>
        </w:rPr>
        <w:t xml:space="preserve"> کے سبب 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لئے 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رکھتا ہے ۔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 کے علاوہ کو 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،امامت اور کائنات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اصلاح کے لا ئق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اسباب انسان کو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جذب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آپ  خداک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نش</w:t>
      </w:r>
      <w:r w:rsidRPr="0014038B">
        <w:rPr>
          <w:rFonts w:hint="eastAsia"/>
          <w:rtl/>
        </w:rPr>
        <w:t>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راہنما اور ہاد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آپ سے متعلق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 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>''عِل</w:t>
      </w:r>
      <w:r w:rsidRPr="0014038B">
        <w:rPr>
          <w:rStyle w:val="libArabicChar"/>
          <w:rFonts w:hint="cs"/>
          <w:rtl/>
        </w:rPr>
        <w:t>ْمُ الْاَنْبِیٰ</w:t>
      </w:r>
      <w:r w:rsidRPr="0014038B">
        <w:rPr>
          <w:rStyle w:val="libArabicChar"/>
          <w:rFonts w:hint="eastAsia"/>
          <w:rtl/>
        </w:rPr>
        <w:t>اء</w:t>
      </w:r>
      <w:r w:rsidRPr="0014038B">
        <w:rPr>
          <w:rStyle w:val="libArabicChar"/>
          <w:rtl/>
        </w:rPr>
        <w:t xml:space="preserve"> فِ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عِل</w:t>
      </w:r>
      <w:r w:rsidRPr="0014038B">
        <w:rPr>
          <w:rStyle w:val="libArabicChar"/>
          <w:rFonts w:hint="cs"/>
          <w:rtl/>
        </w:rPr>
        <w:t>ْمِ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ِمْ وَسِرُّ الْاَوْصِیٰ</w:t>
      </w:r>
      <w:r w:rsidRPr="0014038B">
        <w:rPr>
          <w:rStyle w:val="libArabicChar"/>
          <w:rFonts w:hint="eastAsia"/>
          <w:rtl/>
        </w:rPr>
        <w:t>اء</w:t>
      </w:r>
      <w:r w:rsidRPr="0014038B">
        <w:rPr>
          <w:rStyle w:val="libArabicChar"/>
          <w:rtl/>
        </w:rPr>
        <w:t xml:space="preserve"> فِ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tl/>
        </w:rPr>
        <w:t xml:space="preserve"> سِرِّ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ِم</w:t>
      </w:r>
      <w:r w:rsidRPr="0014038B">
        <w:rPr>
          <w:rStyle w:val="libArabicChar"/>
          <w:rFonts w:hint="cs"/>
          <w:rtl/>
        </w:rPr>
        <w:t>ْ وَ عَزُّالْاَوْلِیٰ</w:t>
      </w:r>
      <w:r w:rsidRPr="0014038B">
        <w:rPr>
          <w:rStyle w:val="libArabicChar"/>
          <w:rFonts w:hint="eastAsia"/>
          <w:rtl/>
        </w:rPr>
        <w:t>اءِ</w:t>
      </w:r>
      <w:r w:rsidRPr="0014038B">
        <w:rPr>
          <w:rStyle w:val="libArabicChar"/>
          <w:rtl/>
        </w:rPr>
        <w:t xml:space="preserve"> فِ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tl/>
        </w:rPr>
        <w:t xml:space="preserve"> عِزِّ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ِم</w:t>
      </w:r>
      <w:r w:rsidRPr="0014038B">
        <w:rPr>
          <w:rStyle w:val="libArabicChar"/>
          <w:rFonts w:hint="cs"/>
          <w:rtl/>
        </w:rPr>
        <w:t>ْ ، کَالْقَطْرَةِ فِی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ْبَحْرِ وَ الذَّرَّةِ فِی</w:t>
      </w:r>
      <w:r w:rsidRPr="0014038B">
        <w:rPr>
          <w:rStyle w:val="libArabicChar"/>
          <w:rtl/>
        </w:rPr>
        <w:t xml:space="preserve"> ال</w:t>
      </w:r>
      <w:r w:rsidRPr="0014038B">
        <w:rPr>
          <w:rStyle w:val="libArabicChar"/>
          <w:rFonts w:hint="cs"/>
          <w:rtl/>
        </w:rPr>
        <w:t>ْقَفْ</w:t>
      </w:r>
      <w:r w:rsidRPr="0014038B">
        <w:rPr>
          <w:rStyle w:val="libArabicChar"/>
          <w:rtl/>
        </w:rPr>
        <w:t>رِ''</w:t>
      </w:r>
      <w:r w:rsidRPr="0014038B">
        <w:rPr>
          <w:rtl/>
        </w:rPr>
        <w:t xml:space="preserve"> 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2D5794" w:rsidRPr="0014038B" w:rsidRDefault="002D579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D5794" w:rsidRPr="0014038B" w:rsidRDefault="002D5794" w:rsidP="00E546D1">
      <w:pPr>
        <w:pStyle w:val="libFootnote0"/>
        <w:rPr>
          <w:rtl/>
        </w:rPr>
      </w:pPr>
      <w:r w:rsidRPr="0014038B">
        <w:rPr>
          <w:rtl/>
        </w:rPr>
        <w:t>[1]۔ بحار الانوار ،: ج</w:t>
      </w:r>
      <w:r w:rsidRPr="0014038B">
        <w:rPr>
          <w:rtl/>
          <w:lang w:bidi="fa-IR"/>
        </w:rPr>
        <w:t>۲۵</w:t>
      </w:r>
      <w:r w:rsidRPr="0014038B">
        <w:rPr>
          <w:rtl/>
        </w:rPr>
        <w:t>ص</w:t>
      </w:r>
      <w:r w:rsidRPr="0014038B">
        <w:rPr>
          <w:rtl/>
          <w:lang w:bidi="fa-IR"/>
        </w:rPr>
        <w:t>۱۷۳</w:t>
      </w:r>
    </w:p>
    <w:p w:rsidR="002D5794" w:rsidRPr="0014038B" w:rsidRDefault="002D579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5794" w:rsidRPr="0014038B" w:rsidRDefault="002D5794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تمام نب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کا علم ،تمام اوص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کے راز،تمام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عزت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کے علم ،راز اور عزت کے مقابلے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سمندر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قطرہ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گستان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ذرہ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چونکہ ہم خاندان عصمت و طہارت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فرد کے دور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گزار  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ہمارا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فرض ہے کہ ہم آپ کے زر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واقوال کے سائے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رہتے ہو ئے تباہ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برباد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طوفان سے بچ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آنحضرت  کے ظہور کے لئے راہ ہموار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آپ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حکومت کے   انتظار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ہرا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لمحہ شمار کرتے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آپ پرچم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وعدالت افلاک عدل و انصاف پر نصب فرما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2D5794">
      <w:pPr>
        <w:pStyle w:val="libNormal"/>
        <w:rPr>
          <w:rtl/>
        </w:rPr>
      </w:pPr>
      <w:r w:rsidRPr="0014038B">
        <w:rPr>
          <w:rtl/>
        </w:rPr>
        <w:t xml:space="preserve"> اگر کو 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امام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کو پہچان لے اور زمانہ ٔغ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امداد سے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رکھتا ہو اور آپ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 زمانہ ٔ  ظہور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انسانوں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آشنا ہو تو وہ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آپ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tl/>
        </w:rPr>
        <w:t>ں رہے گا اور اس طرح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حکم ہوا ہے</w:t>
      </w:r>
      <w:r w:rsidR="00E546D1" w:rsidRPr="0014038B">
        <w:rPr>
          <w:rStyle w:val="libFootnotenumChar"/>
          <w:rtl/>
        </w:rPr>
        <w:t>(</w:t>
      </w:r>
      <w:r w:rsidR="002D5794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  <w:r w:rsidRPr="0014038B">
        <w:rPr>
          <w:rtl/>
        </w:rPr>
        <w:t>آفتاب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طلوع کے انتظار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بسر کرے گا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معرفت ؛ا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انسان کے دل سے غلاظت اور زنگ کو پاک اور صاف کرکے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جگہ پا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خلوص اور نوران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جا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گز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کرے گ</w:t>
      </w:r>
      <w:r w:rsidRPr="0014038B">
        <w:rPr>
          <w:rFonts w:hint="cs"/>
          <w:rtl/>
        </w:rPr>
        <w:t>ی</w:t>
      </w:r>
      <w:r w:rsidRPr="0014038B">
        <w:rPr>
          <w:rtl/>
        </w:rPr>
        <w:t>۔ اب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نہا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کشش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ںجس</w:t>
      </w:r>
      <w:r w:rsidRPr="0014038B">
        <w:rPr>
          <w:rtl/>
        </w:rPr>
        <w:t xml:space="preserve"> سے امام 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زمانہ ٔغ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سے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امداد کا پتہ چلتاہے جا</w:t>
      </w:r>
      <w:r w:rsidRPr="0014038B">
        <w:rPr>
          <w:rFonts w:hint="eastAsia"/>
          <w:rtl/>
        </w:rPr>
        <w:t>بر</w:t>
      </w:r>
      <w:r w:rsidRPr="0014038B">
        <w:rPr>
          <w:rtl/>
        </w:rPr>
        <w:t xml:space="preserve"> جعف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حضرت جابر بن عبداللہ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اور وہ حضور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سے نقل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آپ  نے فر 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:</w:t>
      </w:r>
    </w:p>
    <w:p w:rsidR="002D5794" w:rsidRPr="0014038B" w:rsidRDefault="002D579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D5794" w:rsidRPr="0014038B" w:rsidRDefault="002D579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لانوار:ج</w:t>
      </w:r>
      <w:r w:rsidRPr="0014038B">
        <w:rPr>
          <w:rFonts w:hint="cs"/>
          <w:rtl/>
        </w:rPr>
        <w:t>52ص145</w:t>
      </w:r>
    </w:p>
    <w:p w:rsidR="002D5794" w:rsidRPr="0014038B" w:rsidRDefault="002D579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5794" w:rsidRPr="0014038B" w:rsidRDefault="002D5794" w:rsidP="00CA6D92">
      <w:pPr>
        <w:pStyle w:val="libNormal"/>
        <w:rPr>
          <w:rtl/>
        </w:rPr>
      </w:pP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 xml:space="preserve"> ''....ذٰاکَ الَّذِ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ْتَحُ</w:t>
      </w:r>
      <w:r w:rsidRPr="0014038B">
        <w:rPr>
          <w:rtl/>
        </w:rPr>
        <w:t xml:space="preserve"> اللّٰ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ُ تَعٰالٰ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ذِک</w:t>
      </w:r>
      <w:r w:rsidRPr="0014038B">
        <w:rPr>
          <w:rFonts w:hint="cs"/>
          <w:rtl/>
        </w:rPr>
        <w:t>ْرُ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عَلٰی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دَ</w:t>
      </w:r>
      <w:r w:rsidRPr="0014038B">
        <w:rPr>
          <w:rFonts w:hint="cs"/>
          <w:rtl/>
        </w:rPr>
        <w:t>یْ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ِ</w:t>
      </w:r>
      <w:r w:rsidRPr="0014038B">
        <w:rPr>
          <w:rtl/>
        </w:rPr>
        <w:t xml:space="preserve"> مَشٰارِقَ ال</w:t>
      </w:r>
      <w:r w:rsidRPr="0014038B">
        <w:rPr>
          <w:rFonts w:hint="cs"/>
          <w:rtl/>
        </w:rPr>
        <w:t>ْاَرْضِ وَ مَغٰارِبَ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ٰا ، ذٰاکَ الَّذِیْ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غِ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بُ</w:t>
      </w:r>
      <w:r w:rsidRPr="0014038B">
        <w:rPr>
          <w:rtl/>
        </w:rPr>
        <w:t xml:space="preserve"> عَن</w:t>
      </w:r>
      <w:r w:rsidRPr="0014038B">
        <w:rPr>
          <w:rFonts w:hint="cs"/>
          <w:rtl/>
        </w:rPr>
        <w:t>ْ شِیْ</w:t>
      </w:r>
      <w:r w:rsidRPr="0014038B">
        <w:rPr>
          <w:rFonts w:hint="eastAsia"/>
          <w:rtl/>
        </w:rPr>
        <w:t>عَتِ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ِ</w:t>
      </w:r>
      <w:r w:rsidRPr="0014038B">
        <w:rPr>
          <w:rtl/>
        </w:rPr>
        <w:t xml:space="preserve"> وَ اَو</w:t>
      </w:r>
      <w:r w:rsidRPr="0014038B">
        <w:rPr>
          <w:rFonts w:hint="cs"/>
          <w:rtl/>
        </w:rPr>
        <w:t>ْلِیٰ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ئِ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ِ غَ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بَةً</w:t>
      </w:r>
      <w:r w:rsidRPr="0014038B">
        <w:rPr>
          <w:rtl/>
        </w:rPr>
        <w:t xml:space="preserve"> لاٰ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ث</w:t>
      </w:r>
      <w:r w:rsidRPr="0014038B">
        <w:rPr>
          <w:rFonts w:hint="cs"/>
          <w:rtl/>
        </w:rPr>
        <w:t>ْبُتُ</w:t>
      </w:r>
      <w:r w:rsidRPr="0014038B">
        <w:rPr>
          <w:rtl/>
        </w:rPr>
        <w:t xml:space="preserve"> فِ</w:t>
      </w:r>
      <w:r w:rsidRPr="0014038B">
        <w:rPr>
          <w:rFonts w:hint="cs"/>
          <w:rtl/>
        </w:rPr>
        <w:t>یْ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ٰا</w:t>
      </w:r>
      <w:r w:rsidRPr="0014038B">
        <w:rPr>
          <w:rtl/>
        </w:rPr>
        <w:t xml:space="preserve"> عَلَ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</w:t>
      </w:r>
      <w:r w:rsidRPr="0014038B">
        <w:rPr>
          <w:rFonts w:hint="cs"/>
          <w:rtl/>
        </w:rPr>
        <w:t>ْقَوْلِ بِاِمٰامَتِ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اِلاّٰ مَنْ اِمْتَحَنَ اللّٰ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ُ</w:t>
      </w:r>
      <w:r w:rsidRPr="0014038B">
        <w:rPr>
          <w:rtl/>
        </w:rPr>
        <w:t xml:space="preserve"> قَل</w:t>
      </w:r>
      <w:r w:rsidRPr="0014038B">
        <w:rPr>
          <w:rFonts w:hint="cs"/>
          <w:rtl/>
        </w:rPr>
        <w:t>ْبَ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بِالْاِیْ</w:t>
      </w:r>
      <w:r w:rsidRPr="0014038B">
        <w:rPr>
          <w:rFonts w:hint="eastAsia"/>
          <w:rtl/>
        </w:rPr>
        <w:t>مٰانِ</w:t>
      </w:r>
      <w:r w:rsidRPr="0014038B">
        <w:rPr>
          <w:rtl/>
        </w:rPr>
        <w:t xml:space="preserve"> ''''قٰالَ :فَقٰالَ جٰابِرُ :</w:t>
      </w:r>
      <w:r w:rsidRPr="0014038B">
        <w:rPr>
          <w:rFonts w:hint="cs"/>
          <w:rtl/>
        </w:rPr>
        <w:t>یٰ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رَسُو</w:t>
      </w:r>
      <w:r w:rsidRPr="0014038B">
        <w:rPr>
          <w:rFonts w:hint="cs"/>
          <w:rtl/>
        </w:rPr>
        <w:t>ْلَ اللّٰ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فَ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َلْ یَ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ْتَفِعُ</w:t>
      </w:r>
      <w:r w:rsidRPr="0014038B">
        <w:rPr>
          <w:rtl/>
        </w:rPr>
        <w:t xml:space="preserve"> الشِّ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عَةُ</w:t>
      </w:r>
      <w:r w:rsidRPr="0014038B">
        <w:rPr>
          <w:rtl/>
        </w:rPr>
        <w:t xml:space="preserve"> بِ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ِ فِ</w:t>
      </w:r>
      <w:r w:rsidRPr="0014038B">
        <w:rPr>
          <w:rFonts w:hint="cs"/>
          <w:rtl/>
        </w:rPr>
        <w:t>یْ</w:t>
      </w:r>
      <w:r w:rsidRPr="0014038B">
        <w:rPr>
          <w:rtl/>
        </w:rPr>
        <w:t xml:space="preserve"> غَ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بَتِ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ِ</w:t>
      </w:r>
      <w:r w:rsidRPr="0014038B">
        <w:rPr>
          <w:rtl/>
        </w:rPr>
        <w:t xml:space="preserve"> ؟</w:t>
      </w:r>
    </w:p>
    <w:p w:rsidR="00CA6D92" w:rsidRPr="0014038B" w:rsidRDefault="00CA6D92" w:rsidP="002D5794">
      <w:pPr>
        <w:pStyle w:val="libArabic"/>
        <w:rPr>
          <w:rtl/>
        </w:rPr>
      </w:pPr>
      <w:r w:rsidRPr="0014038B">
        <w:rPr>
          <w:rFonts w:hint="eastAsia"/>
          <w:rtl/>
        </w:rPr>
        <w:t>فَقٰالَ</w:t>
      </w:r>
      <w:r w:rsidRPr="0014038B">
        <w:rPr>
          <w:rtl/>
        </w:rPr>
        <w:t xml:space="preserve"> : ا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وَالَّذِ</w:t>
      </w:r>
      <w:r w:rsidRPr="0014038B">
        <w:rPr>
          <w:rFonts w:hint="cs"/>
          <w:rtl/>
        </w:rPr>
        <w:t>یْ</w:t>
      </w:r>
      <w:r w:rsidRPr="0014038B">
        <w:rPr>
          <w:rtl/>
        </w:rPr>
        <w:t xml:space="preserve"> بَع</w:t>
      </w:r>
      <w:r w:rsidRPr="0014038B">
        <w:rPr>
          <w:rFonts w:hint="cs"/>
          <w:rtl/>
        </w:rPr>
        <w:t>ْثَنِیْ</w:t>
      </w:r>
      <w:r w:rsidRPr="0014038B">
        <w:rPr>
          <w:rtl/>
        </w:rPr>
        <w:t xml:space="preserve"> بِالنُّبُوَّةِ أَنَّ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ُم</w:t>
      </w:r>
      <w:r w:rsidRPr="0014038B">
        <w:rPr>
          <w:rFonts w:hint="cs"/>
          <w:rtl/>
        </w:rPr>
        <w:t>ْ لَیَ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ْتَفِعُوْنَ</w:t>
      </w:r>
      <w:r w:rsidRPr="0014038B">
        <w:rPr>
          <w:rtl/>
        </w:rPr>
        <w:t xml:space="preserve"> بِ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 xml:space="preserve">ِ وَ </w:t>
      </w:r>
      <w:r w:rsidRPr="0014038B">
        <w:rPr>
          <w:rFonts w:hint="cs"/>
          <w:rtl/>
        </w:rPr>
        <w:t>یَ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ْتَضِیْ</w:t>
      </w:r>
      <w:r w:rsidRPr="0014038B">
        <w:rPr>
          <w:rFonts w:hint="eastAsia"/>
          <w:rtl/>
        </w:rPr>
        <w:t>ئُونَ</w:t>
      </w:r>
      <w:r w:rsidRPr="0014038B">
        <w:rPr>
          <w:rtl/>
        </w:rPr>
        <w:t xml:space="preserve"> بِنُو</w:t>
      </w:r>
      <w:r w:rsidRPr="0014038B">
        <w:rPr>
          <w:rFonts w:hint="cs"/>
          <w:rtl/>
        </w:rPr>
        <w:t>ْرِ وِلاٰیَ</w:t>
      </w:r>
      <w:r w:rsidRPr="0014038B">
        <w:rPr>
          <w:rFonts w:hint="eastAsia"/>
          <w:rtl/>
        </w:rPr>
        <w:t>تِ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ِ</w:t>
      </w:r>
      <w:r w:rsidRPr="0014038B">
        <w:rPr>
          <w:rtl/>
        </w:rPr>
        <w:t xml:space="preserve"> فِ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غَ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بَتِ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ِ</w:t>
      </w:r>
      <w:r w:rsidRPr="0014038B">
        <w:rPr>
          <w:rtl/>
        </w:rPr>
        <w:t xml:space="preserve"> کَان</w:t>
      </w:r>
      <w:r w:rsidRPr="0014038B">
        <w:rPr>
          <w:rFonts w:hint="cs"/>
          <w:rtl/>
        </w:rPr>
        <w:t>ْتِفٰاعِ ا</w:t>
      </w:r>
      <w:r w:rsidRPr="0014038B">
        <w:rPr>
          <w:rtl/>
        </w:rPr>
        <w:t>لنّٰاسِ بِالشَّم</w:t>
      </w:r>
      <w:r w:rsidRPr="0014038B">
        <w:rPr>
          <w:rFonts w:hint="cs"/>
          <w:rtl/>
        </w:rPr>
        <w:t>ْسِ ،وَاِنْ جَلَّلَ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َا السِّحٰابُ ، یٰ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جٰابِرُ ،</w:t>
      </w:r>
      <w:r w:rsidR="00DB4D6B" w:rsidRPr="0014038B">
        <w:rPr>
          <w:rFonts w:hint="cs"/>
          <w:rtl/>
        </w:rPr>
        <w:t>ه</w:t>
      </w:r>
      <w:r w:rsidRPr="0014038B">
        <w:rPr>
          <w:rtl/>
        </w:rPr>
        <w:t>ٰذٰا مَک</w:t>
      </w:r>
      <w:r w:rsidRPr="0014038B">
        <w:rPr>
          <w:rFonts w:hint="cs"/>
          <w:rtl/>
        </w:rPr>
        <w:t>ْنُوْنُ سِرِّ اللّٰ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وَ مَخْز</w:t>
      </w:r>
      <w:r w:rsidRPr="0014038B">
        <w:rPr>
          <w:rFonts w:hint="eastAsia"/>
          <w:rtl/>
        </w:rPr>
        <w:t>ُو</w:t>
      </w:r>
      <w:r w:rsidRPr="0014038B">
        <w:rPr>
          <w:rFonts w:hint="cs"/>
          <w:rtl/>
        </w:rPr>
        <w:t>ْنُ</w:t>
      </w:r>
      <w:r w:rsidRPr="0014038B">
        <w:rPr>
          <w:rtl/>
        </w:rPr>
        <w:t xml:space="preserve"> عِل</w:t>
      </w:r>
      <w:r w:rsidRPr="0014038B">
        <w:rPr>
          <w:rFonts w:hint="cs"/>
          <w:rtl/>
        </w:rPr>
        <w:t>ْمِ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فَاکْتُمْ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 اِلاّٰ عَنْ أَ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ْلِ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''</w:t>
      </w:r>
      <w:r w:rsidR="00E546D1" w:rsidRPr="0014038B">
        <w:rPr>
          <w:rFonts w:hint="cs"/>
          <w:rtl/>
        </w:rPr>
        <w:t>(</w:t>
      </w:r>
      <w:r w:rsidR="002D5794" w:rsidRPr="0014038B">
        <w:rPr>
          <w:rFonts w:hint="cs"/>
          <w:rtl/>
        </w:rPr>
        <w:t>1</w:t>
      </w:r>
      <w:r w:rsidR="00E546D1" w:rsidRPr="0014038B">
        <w:rPr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وہ (امام زمانہ 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>) جن کے ذکر کو 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تمام گوشہ و کنار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پہنچائے گا وہ اپنے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عوں</w:t>
      </w:r>
      <w:r w:rsidRPr="0014038B">
        <w:rPr>
          <w:rtl/>
        </w:rPr>
        <w:t xml:space="preserve"> اور محبوں  سے غائب رہ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اس طرح کہ بعض آپ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امامت کے منکر ہو جا 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سوائے ان افراد کے جن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کا 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نے امتحان لے رکھا ہو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جابر جعف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:جابر بن عباللہ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عرض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: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رسو ل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اللہ!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سے بہرہ مند ہو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جواب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:</w:t>
      </w:r>
    </w:p>
    <w:p w:rsidR="002D5794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'' اس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کہ جس نے مجھے رسالت پر مبعوث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وہ افراد آپ  کے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سے بہرہ مند ہوں گے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نور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،جس طرح لوگ سورج سے بہرہ مند ہو 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اگر چہ بادل اسے ڈھانکے ہوئے ہوں۔اے جابر!وہ خدا کے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رازوں اور اس کے علم کے خزانو 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 ۔لہٰذا اسے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رکھو مگر اس کے اہل سے''.</w:t>
      </w:r>
    </w:p>
    <w:p w:rsidR="002D5794" w:rsidRPr="0014038B" w:rsidRDefault="002D579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D5794" w:rsidRPr="0014038B" w:rsidRDefault="002D579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کمال الد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:</w:t>
      </w:r>
      <w:r w:rsidRPr="0014038B">
        <w:rPr>
          <w:rFonts w:hint="cs"/>
          <w:rtl/>
        </w:rPr>
        <w:t>146اور 147، بحارالانوار:ج36ص250</w:t>
      </w:r>
    </w:p>
    <w:p w:rsidR="002D5794" w:rsidRPr="0014038B" w:rsidRDefault="002D5794" w:rsidP="00CA6D92">
      <w:pPr>
        <w:pStyle w:val="libNormal"/>
        <w:rPr>
          <w:rtl/>
        </w:rPr>
      </w:pPr>
    </w:p>
    <w:p w:rsidR="002D5794" w:rsidRPr="0014038B" w:rsidRDefault="002D579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آپ  نے ملا حظہ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اس حد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کے ساتھ قسم 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امام عصر ارواحناہ فداہ کے زمانہ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 کے نور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پردہ بہ خور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،نظر باز کند      چشم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دۂ</w:t>
      </w:r>
      <w:r w:rsidRPr="0014038B">
        <w:rPr>
          <w:rtl/>
        </w:rPr>
        <w:t xml:space="preserve"> ما،علت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توست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از</w:t>
      </w:r>
      <w:r w:rsidRPr="0014038B">
        <w:rPr>
          <w:rtl/>
        </w:rPr>
        <w:t xml:space="preserve"> لطافت نتوان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افت</w:t>
      </w:r>
      <w:r w:rsidRPr="0014038B">
        <w:rPr>
          <w:rtl/>
        </w:rPr>
        <w:t xml:space="preserve"> ،کجا 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             جا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رحم است بر آن کس کہ تماشا</w:t>
      </w:r>
      <w:r w:rsidRPr="0014038B">
        <w:rPr>
          <w:rFonts w:hint="cs"/>
          <w:rtl/>
        </w:rPr>
        <w:t>یی</w:t>
      </w:r>
      <w:r w:rsidRPr="0014038B">
        <w:rPr>
          <w:rtl/>
        </w:rPr>
        <w:t xml:space="preserve"> تست</w:t>
      </w:r>
    </w:p>
    <w:p w:rsidR="00CA6D92" w:rsidRPr="0014038B" w:rsidRDefault="00CA6D92" w:rsidP="002D5794">
      <w:pPr>
        <w:pStyle w:val="libNormal"/>
        <w:rPr>
          <w:rtl/>
        </w:rPr>
      </w:pPr>
      <w:r w:rsidRPr="0014038B">
        <w:rPr>
          <w:rtl/>
        </w:rPr>
        <w:t xml:space="preserve"> اگر چہ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اس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غائب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مگر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پردۂ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ہمارے دلوں پر ہے ور نہ امام اس شخص کے لئے چمکتا ہوا نور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 کا دل آئ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پاک اور صاف ہو خواہ ظاہراً ناب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ہو ۔ </w:t>
      </w:r>
      <w:r w:rsidR="00E546D1" w:rsidRPr="0014038B">
        <w:rPr>
          <w:rStyle w:val="libFootnotenumChar"/>
          <w:rtl/>
        </w:rPr>
        <w:t>(</w:t>
      </w:r>
      <w:r w:rsidR="002D5794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منزل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آپ  کے علم اور قدرت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راہنمائ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اوردلوں کو امام زمانہ 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محبت سے سرشار اور آنحضرت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آئندہ آنے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حکومت   کے انتظار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</w:p>
    <w:p w:rsidR="002D5794" w:rsidRPr="0014038B" w:rsidRDefault="002D579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2D5794" w:rsidRPr="0014038B">
        <w:rPr>
          <w:rFonts w:hint="cs"/>
          <w:rtl/>
        </w:rPr>
        <w:t>1</w:t>
      </w:r>
      <w:r w:rsidRPr="0014038B">
        <w:rPr>
          <w:rtl/>
        </w:rPr>
        <w:t>] ۔ اس مطلب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وضاحت کے لئے کتاب اسرار موفق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ج  </w:t>
      </w:r>
      <w:r w:rsidRPr="0014038B">
        <w:rPr>
          <w:rFonts w:hint="cs"/>
          <w:rtl/>
        </w:rPr>
        <w:t>2 کے صفحہ نمبر 50سے ابو بصی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امام باقر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 کے غائب  ہونے کے واقعہ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رجوع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</w:p>
    <w:p w:rsidR="002D5794" w:rsidRPr="0014038B" w:rsidRDefault="002D579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D5794" w:rsidRPr="0014038B" w:rsidRDefault="002D5794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118" w:name="_Toc386267001"/>
      <w:r w:rsidRPr="0014038B">
        <w:rPr>
          <w:rtl/>
        </w:rPr>
        <w:t>انتظار کے آثارسے واقف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bookmarkEnd w:id="118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19" w:name="_Toc386267002"/>
      <w:r w:rsidRPr="0014038B">
        <w:rPr>
          <w:rFonts w:hint="cs"/>
          <w:rtl/>
        </w:rPr>
        <w:t>1۔ مای</w:t>
      </w:r>
      <w:r w:rsidRPr="0014038B">
        <w:rPr>
          <w:rFonts w:hint="eastAsia"/>
          <w:rtl/>
        </w:rPr>
        <w:t>وس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ناام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کنارہ کش</w:t>
      </w:r>
      <w:r w:rsidRPr="0014038B">
        <w:rPr>
          <w:rFonts w:hint="cs"/>
          <w:rtl/>
        </w:rPr>
        <w:t>ی</w:t>
      </w:r>
      <w:bookmarkEnd w:id="119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معاشرے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جہاںد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 نام و نشان بھ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ہو اور لوگ بہتر مستقبل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فکر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 ہوں تو 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اںقتل</w:t>
      </w:r>
      <w:r w:rsidRPr="0014038B">
        <w:rPr>
          <w:rtl/>
        </w:rPr>
        <w:t xml:space="preserve"> وغارت ، خوں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 خود کش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اںوجود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چونکہ لوگ '' منف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عوامل ''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فقر ، تنگدست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 ظلم و ستم ، تجاوز ، قانون شکن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</w:t>
      </w:r>
      <w:r w:rsidRPr="0014038B">
        <w:rPr>
          <w:rFonts w:hint="eastAsia"/>
          <w:rtl/>
        </w:rPr>
        <w:t>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حقوق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خلاف ورز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بے اعتنائ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حالات سے دو چار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سے نبرد آزمائ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حربوں سے ناواقف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گھر ، سماج اور معاشرے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ناام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چونکہ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سے 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وس</w:t>
      </w:r>
      <w:r w:rsidRPr="0014038B">
        <w:rPr>
          <w:rtl/>
        </w:rPr>
        <w:t xml:space="preserve"> ہو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لہٰذا ان مشکلوں سے بچنے کے لئے خود کش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کرنے کا ارادہ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پھر اس ظلم اور بربر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کرکے صرف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 آخرت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اپنے اہل و 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رشتہ داروں تک کوبھ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بھ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انک</w:t>
      </w:r>
      <w:r w:rsidRPr="0014038B">
        <w:rPr>
          <w:rtl/>
        </w:rPr>
        <w:t xml:space="preserve"> تباہ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2D5794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وہ شخص جس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موجزن ہے اور ہمہ وقت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کے اندر نورولا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چمکنے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،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ظلم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سکتا جو ا اپنے ساتھ پورے معاشرے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سبب بنے ۔</w:t>
      </w:r>
    </w:p>
    <w:p w:rsidR="002D5794" w:rsidRPr="0014038B" w:rsidRDefault="002D579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چونکہ وہ انتظار کے مسائل سے واقف ہے اور نا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کنارہ کش ہے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پر دلالت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</w:t>
      </w:r>
    </w:p>
    <w:p w:rsidR="00CA6D92" w:rsidRPr="0014038B" w:rsidRDefault="00CA6D92" w:rsidP="0048678D">
      <w:pPr>
        <w:pStyle w:val="libNormal"/>
        <w:rPr>
          <w:rtl/>
        </w:rPr>
      </w:pPr>
      <w:r w:rsidRPr="0014038B">
        <w:rPr>
          <w:rStyle w:val="libArabicChar"/>
          <w:rtl/>
        </w:rPr>
        <w:t>'' عَنِ ال</w:t>
      </w:r>
      <w:r w:rsidRPr="0014038B">
        <w:rPr>
          <w:rStyle w:val="libArabicChar"/>
          <w:rFonts w:hint="cs"/>
          <w:rtl/>
        </w:rPr>
        <w:t>ْحَسَنِ بْنِ الْجَ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ْمِ قٰالَ سَأَلْتُ أَبَا الْحَسَنِ عَنْ شَیْ</w:t>
      </w:r>
      <w:r w:rsidRPr="0014038B">
        <w:rPr>
          <w:rStyle w:val="libArabicChar"/>
          <w:rFonts w:hint="eastAsia"/>
          <w:rtl/>
        </w:rPr>
        <w:t>ئٍ</w:t>
      </w:r>
      <w:r w:rsidRPr="0014038B">
        <w:rPr>
          <w:rStyle w:val="libArabicChar"/>
          <w:rtl/>
        </w:rPr>
        <w:t xml:space="preserve"> مِنَ ال</w:t>
      </w:r>
      <w:r w:rsidRPr="0014038B">
        <w:rPr>
          <w:rStyle w:val="libArabicChar"/>
          <w:rFonts w:hint="cs"/>
          <w:rtl/>
        </w:rPr>
        <w:t>ْفَرَجِ ، فَقٰالَ : اَوَ لَسْتَ تَعْلَمُ أَنَّ اِنْتِظٰارِ الْفَرَجِ مِنَ الْفَرَجِ ؟ قُلْتُ لاٰ اَدْرِیْ</w:t>
      </w:r>
      <w:r w:rsidRPr="0014038B">
        <w:rPr>
          <w:rStyle w:val="libArabicChar"/>
          <w:rtl/>
        </w:rPr>
        <w:t xml:space="preserve"> اِلاّٰ اَن</w:t>
      </w:r>
      <w:r w:rsidRPr="0014038B">
        <w:rPr>
          <w:rStyle w:val="libArabicChar"/>
          <w:rFonts w:hint="cs"/>
          <w:rtl/>
        </w:rPr>
        <w:t>ْ تُعَلِّمَنِیْ</w:t>
      </w:r>
      <w:r w:rsidRPr="0014038B">
        <w:rPr>
          <w:rStyle w:val="libArabicChar"/>
          <w:rtl/>
        </w:rPr>
        <w:t xml:space="preserve">  فَقٰالَ نَعَم</w:t>
      </w:r>
      <w:r w:rsidRPr="0014038B">
        <w:rPr>
          <w:rStyle w:val="libArabicChar"/>
          <w:rFonts w:hint="cs"/>
          <w:rtl/>
        </w:rPr>
        <w:t>ْ ، اِنْتِظٰارُ الْفَرَ</w:t>
      </w:r>
      <w:r w:rsidRPr="0014038B">
        <w:rPr>
          <w:rStyle w:val="libArabicChar"/>
          <w:rFonts w:hint="eastAsia"/>
          <w:rtl/>
        </w:rPr>
        <w:t>جِ</w:t>
      </w:r>
      <w:r w:rsidRPr="0014038B">
        <w:rPr>
          <w:rStyle w:val="libArabicChar"/>
          <w:rtl/>
        </w:rPr>
        <w:t xml:space="preserve"> مِنَ ال</w:t>
      </w:r>
      <w:r w:rsidRPr="0014038B">
        <w:rPr>
          <w:rStyle w:val="libArabicChar"/>
          <w:rFonts w:hint="cs"/>
          <w:rtl/>
        </w:rPr>
        <w:t>ْفَرَجِ ''</w:t>
      </w:r>
      <w:r w:rsidRPr="005221CD">
        <w:rPr>
          <w:rFonts w:hint="cs"/>
          <w:rtl/>
        </w:rPr>
        <w:t xml:space="preserve"> 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بن جہم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حضرت موس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بن جعفر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فرج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افت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امام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: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جانتے کہ فرج کا انتظار کشادگ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وسعت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۔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آپ نے جتنا مجھے بتا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مجھے اس کے سوا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معلوم ۔ امام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: 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>! فرج کا انتظار کشادگ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آسائش سے ہے ۔</w:t>
      </w:r>
    </w:p>
    <w:p w:rsidR="006E4182" w:rsidRPr="0014038B" w:rsidRDefault="006E4182" w:rsidP="005221CD">
      <w:pPr>
        <w:pStyle w:val="libNormal"/>
        <w:rPr>
          <w:rtl/>
          <w:lang w:bidi="ur-PK"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20" w:name="_Toc386267003"/>
      <w:r w:rsidRPr="0014038B">
        <w:rPr>
          <w:rFonts w:hint="cs"/>
          <w:rtl/>
          <w:lang w:bidi="ur-PK"/>
        </w:rPr>
        <w:t>2</w:t>
      </w:r>
      <w:r w:rsidRPr="0014038B">
        <w:rPr>
          <w:rFonts w:hint="cs"/>
          <w:rtl/>
        </w:rPr>
        <w:t>۔ روحانی</w:t>
      </w:r>
      <w:r w:rsidRPr="0014038B">
        <w:rPr>
          <w:rtl/>
        </w:rPr>
        <w:t xml:space="preserve"> تکامل</w:t>
      </w:r>
      <w:bookmarkEnd w:id="120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انسان اپنے اندر انتظار کامل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کرنے کے ساتھ کچھ حد تک ظہور امام  کے زمانے کے لوگوں کے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حالات ( تطہ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قلب)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 کے ،ام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وانتظار کے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سے اپنے آپ کو نا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تباہ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نجات دلاسکتا ہے ۔</w:t>
      </w:r>
    </w:p>
    <w:p w:rsidR="006E4182" w:rsidRPr="0014038B" w:rsidRDefault="006E4182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6E4182" w:rsidRPr="0014038B" w:rsidRDefault="006E4182" w:rsidP="00E546D1">
      <w:pPr>
        <w:pStyle w:val="libFootnote0"/>
        <w:rPr>
          <w:rtl/>
        </w:rPr>
      </w:pPr>
      <w:r w:rsidRPr="0014038B">
        <w:rPr>
          <w:rtl/>
        </w:rPr>
        <w:t>[1] ۔ بحارالانوار :ج</w:t>
      </w:r>
      <w:r w:rsidRPr="0014038B">
        <w:rPr>
          <w:rtl/>
          <w:lang w:bidi="fa-IR"/>
        </w:rPr>
        <w:t>۵۲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۱۳۰</w:t>
      </w:r>
    </w:p>
    <w:p w:rsidR="006E4182" w:rsidRPr="0014038B" w:rsidRDefault="006E4182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متعلق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اپنے آباؤ اجداد سے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المومن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نقل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آنحضرت  نے فر 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>''أَف</w:t>
      </w:r>
      <w:r w:rsidRPr="0014038B">
        <w:rPr>
          <w:rStyle w:val="libArabicChar"/>
          <w:rFonts w:hint="cs"/>
          <w:rtl/>
        </w:rPr>
        <w:t>ْضَلُ عِبٰادَةِ الْمُؤْمِنِ اِنْتِظٰارُ فَرَجِ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''</w:t>
      </w:r>
      <w:r w:rsidRPr="005221CD">
        <w:rPr>
          <w:rFonts w:hint="cs"/>
          <w:rtl/>
        </w:rPr>
        <w:t xml:space="preserve">  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''مومن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سب سے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عبادت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وہ خدا سے فرج کا انتظار رکھتا ہو ''</w:t>
      </w:r>
    </w:p>
    <w:p w:rsidR="00CA6D92" w:rsidRPr="0014038B" w:rsidRDefault="00CA6D92" w:rsidP="006E418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بنا پر انتظار کےذر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انسان ظہور امام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 کے بعض آثار تکامل کو اپنے اندر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کرسکتا ہے ۔ ابوخالد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بات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وضاحت امام</w:t>
      </w:r>
      <w:r w:rsidR="006E4182" w:rsidRPr="0014038B">
        <w:rPr>
          <w:rFonts w:hint="cs"/>
          <w:rtl/>
        </w:rPr>
        <w:t xml:space="preserve"> </w:t>
      </w:r>
      <w:r w:rsidRPr="0014038B">
        <w:rPr>
          <w:rFonts w:hint="eastAsia"/>
          <w:rtl/>
        </w:rPr>
        <w:t>سجاد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اس فر مان سے ہو 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 xml:space="preserve"> ''عَن</w:t>
      </w:r>
      <w:r w:rsidRPr="0014038B">
        <w:rPr>
          <w:rStyle w:val="libArabicChar"/>
          <w:rFonts w:hint="cs"/>
          <w:rtl/>
        </w:rPr>
        <w:t>ْ اَبِیْ</w:t>
      </w:r>
      <w:r w:rsidRPr="0014038B">
        <w:rPr>
          <w:rStyle w:val="libArabicChar"/>
          <w:rtl/>
        </w:rPr>
        <w:t xml:space="preserve"> خٰالِدِ ال</w:t>
      </w:r>
      <w:r w:rsidRPr="0014038B">
        <w:rPr>
          <w:rStyle w:val="libArabicChar"/>
          <w:rFonts w:hint="cs"/>
          <w:rtl/>
        </w:rPr>
        <w:t>ْکٰابُلِی</w:t>
      </w:r>
      <w:r w:rsidRPr="0014038B">
        <w:rPr>
          <w:rStyle w:val="libArabicChar"/>
          <w:rtl/>
        </w:rPr>
        <w:t xml:space="preserve"> عَن</w:t>
      </w:r>
      <w:r w:rsidRPr="0014038B">
        <w:rPr>
          <w:rStyle w:val="libArabicChar"/>
          <w:rFonts w:hint="cs"/>
          <w:rtl/>
        </w:rPr>
        <w:t>ْ عَلِیِّ</w:t>
      </w:r>
      <w:r w:rsidRPr="0014038B">
        <w:rPr>
          <w:rStyle w:val="libArabicChar"/>
          <w:rtl/>
        </w:rPr>
        <w:t xml:space="preserve"> ب</w:t>
      </w:r>
      <w:r w:rsidRPr="0014038B">
        <w:rPr>
          <w:rStyle w:val="libArabicChar"/>
          <w:rFonts w:hint="cs"/>
          <w:rtl/>
        </w:rPr>
        <w:t>ْنِ الْحُسِیْ</w:t>
      </w:r>
      <w:r w:rsidRPr="0014038B">
        <w:rPr>
          <w:rStyle w:val="libArabicChar"/>
          <w:rFonts w:hint="eastAsia"/>
          <w:rtl/>
        </w:rPr>
        <w:t>نِ</w:t>
      </w:r>
      <w:r w:rsidRPr="0014038B">
        <w:rPr>
          <w:rStyle w:val="libArabicChar"/>
          <w:rtl/>
        </w:rPr>
        <w:t xml:space="preserve"> تَم</w:t>
      </w:r>
      <w:r w:rsidRPr="0014038B">
        <w:rPr>
          <w:rStyle w:val="libArabicChar"/>
          <w:rFonts w:hint="cs"/>
          <w:rtl/>
        </w:rPr>
        <w:t>ْتَدُّ الْغَیْ</w:t>
      </w:r>
      <w:r w:rsidRPr="0014038B">
        <w:rPr>
          <w:rStyle w:val="libArabicChar"/>
          <w:rFonts w:hint="eastAsia"/>
          <w:rtl/>
        </w:rPr>
        <w:t>بَةُ</w:t>
      </w:r>
      <w:r w:rsidRPr="0014038B">
        <w:rPr>
          <w:rStyle w:val="libArabicChar"/>
          <w:rtl/>
        </w:rPr>
        <w:t xml:space="preserve"> بِوَلِ</w:t>
      </w:r>
      <w:r w:rsidRPr="0014038B">
        <w:rPr>
          <w:rStyle w:val="libArabicChar"/>
          <w:rFonts w:hint="cs"/>
          <w:rtl/>
        </w:rPr>
        <w:t>یِّ</w:t>
      </w:r>
      <w:r w:rsidRPr="0014038B">
        <w:rPr>
          <w:rStyle w:val="libArabicChar"/>
          <w:rtl/>
        </w:rPr>
        <w:t xml:space="preserve"> اللّ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الثّٰانِ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عَشَرَ مِن</w:t>
      </w:r>
      <w:r w:rsidRPr="0014038B">
        <w:rPr>
          <w:rStyle w:val="libArabicChar"/>
          <w:rFonts w:hint="cs"/>
          <w:rtl/>
        </w:rPr>
        <w:t>ْ اَوْصِیٰ</w:t>
      </w:r>
      <w:r w:rsidRPr="0014038B">
        <w:rPr>
          <w:rStyle w:val="libArabicChar"/>
          <w:rFonts w:hint="eastAsia"/>
          <w:rtl/>
        </w:rPr>
        <w:t>ائِ</w:t>
      </w:r>
      <w:r w:rsidRPr="0014038B">
        <w:rPr>
          <w:rStyle w:val="libArabicChar"/>
          <w:rtl/>
        </w:rPr>
        <w:t xml:space="preserve"> رَسُو</w:t>
      </w:r>
      <w:r w:rsidRPr="0014038B">
        <w:rPr>
          <w:rStyle w:val="libArabicChar"/>
          <w:rFonts w:hint="cs"/>
          <w:rtl/>
        </w:rPr>
        <w:t>ْلِ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وَ الْأَئِمَّةِ ب</w:t>
      </w:r>
      <w:r w:rsidRPr="0014038B">
        <w:rPr>
          <w:rStyle w:val="libArabicChar"/>
          <w:rtl/>
        </w:rPr>
        <w:t>َع</w:t>
      </w:r>
      <w:r w:rsidRPr="0014038B">
        <w:rPr>
          <w:rStyle w:val="libArabicChar"/>
          <w:rFonts w:hint="cs"/>
          <w:rtl/>
        </w:rPr>
        <w:t>ْدِ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،یٰ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أَبٰاخٰالِدٍ ،اِنَّ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ْلِ زَمٰانِ غَیْ</w:t>
      </w:r>
      <w:r w:rsidRPr="0014038B">
        <w:rPr>
          <w:rStyle w:val="libArabicChar"/>
          <w:rFonts w:hint="eastAsia"/>
          <w:rtl/>
        </w:rPr>
        <w:t>بَتِ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،اَل</w:t>
      </w:r>
      <w:r w:rsidRPr="0014038B">
        <w:rPr>
          <w:rStyle w:val="libArabicChar"/>
          <w:rFonts w:hint="cs"/>
          <w:rtl/>
        </w:rPr>
        <w:t>ْقٰائِلُوْنَ بِاِمٰامَتِ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،اَلْمُنْتَظِرُوْنَ لِظُ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ُوْرِ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،أَفْضَلُ أَ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ْلِ کُلِّ زَمٰانٍ ،لِاَنَّ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 تَعٰالٰی</w:t>
      </w:r>
      <w:r w:rsidRPr="0014038B">
        <w:rPr>
          <w:rStyle w:val="libArabicChar"/>
          <w:rtl/>
        </w:rPr>
        <w:t xml:space="preserve"> ذِک</w:t>
      </w:r>
      <w:r w:rsidRPr="0014038B">
        <w:rPr>
          <w:rStyle w:val="libArabicChar"/>
          <w:rFonts w:hint="cs"/>
          <w:rtl/>
        </w:rPr>
        <w:t>ْرُ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أَعْطٰا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مِنَ الْعُقُوْلِ وَالْاَفْ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ٰامِ وَالْمَعْرِفَةِ مٰ</w:t>
      </w:r>
      <w:r w:rsidRPr="0014038B">
        <w:rPr>
          <w:rStyle w:val="libArabicChar"/>
          <w:rtl/>
        </w:rPr>
        <w:t>ا صٰارَت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ال</w:t>
      </w:r>
      <w:r w:rsidRPr="0014038B">
        <w:rPr>
          <w:rStyle w:val="libArabicChar"/>
          <w:rFonts w:hint="cs"/>
          <w:rtl/>
        </w:rPr>
        <w:t>ْغَیْ</w:t>
      </w:r>
      <w:r w:rsidRPr="0014038B">
        <w:rPr>
          <w:rStyle w:val="libArabicChar"/>
          <w:rFonts w:hint="eastAsia"/>
          <w:rtl/>
        </w:rPr>
        <w:t>بَةُ</w:t>
      </w:r>
      <w:r w:rsidRPr="0014038B">
        <w:rPr>
          <w:rStyle w:val="libArabicChar"/>
          <w:rtl/>
        </w:rPr>
        <w:t xml:space="preserve"> عِن</w:t>
      </w:r>
      <w:r w:rsidRPr="0014038B">
        <w:rPr>
          <w:rStyle w:val="libArabicChar"/>
          <w:rFonts w:hint="cs"/>
          <w:rtl/>
        </w:rPr>
        <w:t xml:space="preserve">ْدَ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بِمَنْزِلَةِ الْمُشٰا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َدَ ِة ،وَ جَعَلَ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ف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ذٰلِکَ الزَّمٰانِ بِمَن</w:t>
      </w:r>
      <w:r w:rsidRPr="0014038B">
        <w:rPr>
          <w:rStyle w:val="libArabicChar"/>
          <w:rFonts w:hint="cs"/>
          <w:rtl/>
        </w:rPr>
        <w:t>ْزِلَةِ الْمُجٰا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ِدِیْ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بَ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دَ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tl/>
        </w:rPr>
        <w:t xml:space="preserve"> رَسُو</w:t>
      </w:r>
      <w:r w:rsidRPr="0014038B">
        <w:rPr>
          <w:rStyle w:val="libArabicChar"/>
          <w:rFonts w:hint="cs"/>
          <w:rtl/>
        </w:rPr>
        <w:t>ْلِ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بِالسَّیْ</w:t>
      </w:r>
      <w:r w:rsidRPr="0014038B">
        <w:rPr>
          <w:rStyle w:val="libArabicChar"/>
          <w:rFonts w:hint="eastAsia"/>
          <w:rtl/>
        </w:rPr>
        <w:t>فِ</w:t>
      </w:r>
      <w:r w:rsidRPr="0014038B">
        <w:rPr>
          <w:rStyle w:val="libArabicChar"/>
          <w:rtl/>
        </w:rPr>
        <w:t xml:space="preserve"> ،اُو</w:t>
      </w:r>
      <w:r w:rsidRPr="0014038B">
        <w:rPr>
          <w:rStyle w:val="libArabicChar"/>
          <w:rFonts w:hint="cs"/>
          <w:rtl/>
        </w:rPr>
        <w:t>ْلٰئِکَ الْمُخْلِصُوْنَ حَقّاً،وَ شِیْ</w:t>
      </w:r>
      <w:r w:rsidRPr="0014038B">
        <w:rPr>
          <w:rStyle w:val="libArabicChar"/>
          <w:rFonts w:hint="eastAsia"/>
          <w:rtl/>
        </w:rPr>
        <w:t>عَتُنٰا</w:t>
      </w:r>
      <w:r w:rsidRPr="0014038B">
        <w:rPr>
          <w:rStyle w:val="libArabicChar"/>
          <w:rtl/>
        </w:rPr>
        <w:t xml:space="preserve"> صِد</w:t>
      </w:r>
      <w:r w:rsidRPr="0014038B">
        <w:rPr>
          <w:rStyle w:val="libArabicChar"/>
          <w:rFonts w:hint="cs"/>
          <w:rtl/>
        </w:rPr>
        <w:t>ْقاً ،وَالدُّعٰاةُ اِلٰی</w:t>
      </w:r>
      <w:r w:rsidRPr="0014038B">
        <w:rPr>
          <w:rStyle w:val="libArabicChar"/>
          <w:rtl/>
        </w:rPr>
        <w:t xml:space="preserve"> دِ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نِ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سِرّاً وَ جَ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ْراً وَٰقالَ  : اِنْتِظٰارُ الْفَرَجِ مِنْ أَعْظَمِ الْ</w:t>
      </w:r>
      <w:r w:rsidRPr="0014038B">
        <w:rPr>
          <w:rStyle w:val="libArabicChar"/>
          <w:rFonts w:hint="eastAsia"/>
          <w:rtl/>
        </w:rPr>
        <w:t>فَرَجِ</w:t>
      </w:r>
      <w:r w:rsidRPr="0014038B">
        <w:rPr>
          <w:rStyle w:val="libArabicChar"/>
          <w:rtl/>
        </w:rPr>
        <w:t xml:space="preserve"> 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ابو</w:t>
      </w:r>
      <w:r w:rsidRPr="0014038B">
        <w:rPr>
          <w:rtl/>
        </w:rPr>
        <w:t xml:space="preserve"> خالد کابل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الحس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نقل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آنحضرت 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جو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کے اوص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اء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بارہو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(خل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فہ</w:t>
      </w:r>
      <w:r w:rsidRPr="0014038B">
        <w:rPr>
          <w:rtl/>
        </w:rPr>
        <w:t xml:space="preserve"> ) اور آپ  کے بعد آئمہ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طولان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اے ابو خالد!بے شک ان کے زمانۂ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 کے لوگ ،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امامت پر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رکھنے والے اور ان ظہور کے منتظر لوگ ہر زمانے کے لو گوں سے ا</w:t>
      </w:r>
      <w:r w:rsidRPr="0014038B">
        <w:rPr>
          <w:rFonts w:hint="eastAsia"/>
          <w:rtl/>
        </w:rPr>
        <w:t>فضل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6E4182" w:rsidRPr="0014038B" w:rsidRDefault="006E4182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6E4182" w:rsidRPr="0014038B" w:rsidRDefault="006E4182" w:rsidP="00E546D1">
      <w:pPr>
        <w:pStyle w:val="libFootnote0"/>
        <w:rPr>
          <w:rtl/>
        </w:rPr>
      </w:pPr>
      <w:r w:rsidRPr="0014038B">
        <w:rPr>
          <w:rtl/>
        </w:rPr>
        <w:t>[1]۔ بحارالانوار:ج</w:t>
      </w:r>
      <w:r w:rsidRPr="0014038B">
        <w:rPr>
          <w:rFonts w:hint="cs"/>
          <w:rtl/>
        </w:rPr>
        <w:t>53 ص131</w:t>
      </w:r>
    </w:p>
    <w:p w:rsidR="006E4182" w:rsidRPr="0014038B" w:rsidRDefault="006E4182" w:rsidP="00E546D1">
      <w:pPr>
        <w:pStyle w:val="libFootnote0"/>
        <w:rPr>
          <w:rtl/>
        </w:rPr>
      </w:pPr>
      <w:r w:rsidRPr="0014038B">
        <w:rPr>
          <w:rtl/>
        </w:rPr>
        <w:t xml:space="preserve">[2]۔ بحار الانوار: ج </w:t>
      </w:r>
      <w:r w:rsidRPr="0014038B">
        <w:rPr>
          <w:rtl/>
          <w:lang w:bidi="fa-IR"/>
        </w:rPr>
        <w:t>۵۲</w:t>
      </w:r>
      <w:r w:rsidRPr="0014038B">
        <w:rPr>
          <w:rtl/>
        </w:rPr>
        <w:t>ص</w:t>
      </w:r>
      <w:r w:rsidRPr="0014038B">
        <w:rPr>
          <w:rtl/>
          <w:lang w:bidi="fa-IR"/>
        </w:rPr>
        <w:t>۱۲۲</w:t>
      </w:r>
    </w:p>
    <w:p w:rsidR="006E4182" w:rsidRPr="0014038B" w:rsidRDefault="006E4182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6E4182" w:rsidRPr="0014038B" w:rsidRDefault="006E418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عقلوں کوان کا ذکراس قدر عطا کرے گا کہ ان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مشاہد 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ہو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 کو اس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مجاہد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گا کہ جنہوں نے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>کے دور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تلوار سے جہاد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 اخلاص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وہ ہمارے سچے ش</w:t>
      </w:r>
      <w:r w:rsidRPr="0014038B">
        <w:rPr>
          <w:rFonts w:hint="cs"/>
          <w:rtl/>
        </w:rPr>
        <w:t>ی</w:t>
      </w:r>
      <w:r w:rsidRPr="0014038B">
        <w:rPr>
          <w:rtl/>
        </w:rPr>
        <w:t>عہ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لوگوں کو ظاہر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طور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بلاتے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کے بعد امام سجاد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 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: ''ظہور کا  انتظار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فرج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سے ہے ۔''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دوست</w:t>
      </w:r>
      <w:r w:rsidRPr="0014038B">
        <w:rPr>
          <w:rtl/>
        </w:rPr>
        <w:t xml:space="preserve">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تر از من ،بہ من است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بتر</w:t>
      </w:r>
      <w:r w:rsidRPr="0014038B">
        <w:rPr>
          <w:rtl/>
        </w:rPr>
        <w:t xml:space="preserve"> کہ من از 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دورم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سخن با کہ توان گفت کہ دوست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در</w:t>
      </w:r>
      <w:r w:rsidRPr="0014038B">
        <w:rPr>
          <w:rtl/>
        </w:rPr>
        <w:t xml:space="preserve"> کنار من و من مہجورم</w:t>
      </w:r>
    </w:p>
    <w:p w:rsidR="00CA6D92" w:rsidRPr="0014038B" w:rsidRDefault="00CA6D92" w:rsidP="006E4182">
      <w:pPr>
        <w:pStyle w:val="libNormal"/>
        <w:rPr>
          <w:rtl/>
        </w:rPr>
      </w:pPr>
      <w:r w:rsidRPr="0014038B">
        <w:rPr>
          <w:rtl/>
        </w:rPr>
        <w:t xml:space="preserve"> 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تکامل تک پہنچنے وال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سچے</w:t>
      </w:r>
      <w:r w:rsidRPr="0014038B">
        <w:rPr>
          <w:rtl/>
        </w:rPr>
        <w:t xml:space="preserve"> منتظر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اپنے آپ کو حکومت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سے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پر حکومت کے لئے آمادہ کرنے کے اثر سے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بعض زمانۂ ظہور کے فرد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خواص اور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تطہ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قلب وغ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تک رسائ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حد تک کہ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کا زم</w:t>
      </w:r>
      <w:r w:rsidRPr="0014038B">
        <w:rPr>
          <w:rFonts w:hint="eastAsia"/>
          <w:rtl/>
        </w:rPr>
        <w:t>انہ</w:t>
      </w:r>
      <w:r w:rsidRPr="0014038B">
        <w:rPr>
          <w:rtl/>
        </w:rPr>
        <w:t xml:space="preserve"> ان کے لئے روز روشن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ہے اگران کے اندر اس طرح کے اثرات نہ ہو ں تو کس طرح فرج اعظم کا انتظار فرج ہے ؟وہ حالت انتظار کے ساتھ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اور زمانۂ ظہور کے در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رابطہ قائم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اس زمانے کے بعض حالات کوغ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  <w:r w:rsidR="00E546D1" w:rsidRPr="0014038B">
        <w:rPr>
          <w:rStyle w:val="libFootnotenumChar"/>
          <w:rtl/>
        </w:rPr>
        <w:t>(</w:t>
      </w:r>
      <w:r w:rsidR="006E4182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6E4182" w:rsidRPr="0014038B" w:rsidRDefault="006E4182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6E4182" w:rsidP="00E546D1">
      <w:pPr>
        <w:pStyle w:val="libFootnote0"/>
        <w:rPr>
          <w:rtl/>
        </w:rPr>
      </w:pPr>
      <w:r w:rsidRPr="0014038B">
        <w:rPr>
          <w:rtl/>
        </w:rPr>
        <w:t xml:space="preserve"> </w:t>
      </w:r>
      <w:r w:rsidR="00CA6D92"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="00CA6D92" w:rsidRPr="0014038B">
        <w:rPr>
          <w:rtl/>
        </w:rPr>
        <w:t>] ۔ ج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سا</w:t>
      </w:r>
      <w:r w:rsidR="00CA6D92" w:rsidRPr="0014038B">
        <w:rPr>
          <w:rtl/>
        </w:rPr>
        <w:t xml:space="preserve"> کہ ہم کہہ چکے ہ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کہ  مرحوم بحر العلوم اور مرتض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ٰ ش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خ</w:t>
      </w:r>
      <w:r w:rsidR="00CA6D92" w:rsidRPr="0014038B">
        <w:rPr>
          <w:rtl/>
        </w:rPr>
        <w:t xml:space="preserve"> انصار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 ج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سے</w:t>
      </w:r>
      <w:r w:rsidR="00CA6D92" w:rsidRPr="0014038B">
        <w:rPr>
          <w:rtl/>
        </w:rPr>
        <w:t xml:space="preserve"> بہت کم افراد  ا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سے</w:t>
      </w:r>
      <w:r w:rsidR="00CA6D92" w:rsidRPr="0014038B">
        <w:rPr>
          <w:rtl/>
        </w:rPr>
        <w:t xml:space="preserve"> حالات تک رسائ</w:t>
      </w:r>
      <w:r w:rsidR="00CA6D92" w:rsidRPr="0014038B">
        <w:rPr>
          <w:rFonts w:hint="cs"/>
          <w:rtl/>
        </w:rPr>
        <w:t>ی</w:t>
      </w:r>
      <w:r w:rsidR="00CA6D92" w:rsidRPr="0014038B">
        <w:rPr>
          <w:rtl/>
        </w:rPr>
        <w:t xml:space="preserve"> حاصل کرتے ہ</w:t>
      </w:r>
      <w:r w:rsidR="00CA6D92" w:rsidRPr="0014038B">
        <w:rPr>
          <w:rFonts w:hint="cs"/>
          <w:rtl/>
        </w:rPr>
        <w:t>ی</w:t>
      </w:r>
      <w:r w:rsidR="00CA6D92" w:rsidRPr="0014038B">
        <w:rPr>
          <w:rFonts w:hint="eastAsia"/>
          <w:rtl/>
        </w:rPr>
        <w:t>ں</w:t>
      </w:r>
      <w:r w:rsidR="00CA6D92" w:rsidRPr="0014038B">
        <w:rPr>
          <w:rtl/>
        </w:rPr>
        <w:t xml:space="preserve"> ۔</w:t>
      </w:r>
    </w:p>
    <w:p w:rsidR="006E4182" w:rsidRPr="0014038B" w:rsidRDefault="006E4182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6E4182" w:rsidRPr="0014038B" w:rsidRDefault="006E418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21" w:name="_Toc386267004"/>
      <w:r w:rsidRPr="0014038B">
        <w:rPr>
          <w:rtl/>
        </w:rPr>
        <w:t>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عت</w:t>
      </w:r>
      <w:r w:rsidRPr="0014038B">
        <w:rPr>
          <w:rtl/>
        </w:rPr>
        <w:t xml:space="preserve"> کدہ پر</w:t>
      </w:r>
      <w:bookmarkEnd w:id="121"/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دلوں کو منور کرنے والا واقعہ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ئے تش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ذکر ہے جس نے ظاہر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دونوں محاذوں  پر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امداد اور قوت سے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 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شاگرد ، آپ کے امام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تعلق اور امام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عت</w:t>
      </w:r>
      <w:r w:rsidRPr="0014038B">
        <w:rPr>
          <w:rtl/>
        </w:rPr>
        <w:t xml:space="preserve"> کدہ پر شرف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دفعہ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غرض سے کربلا پہنچا۔ انہ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ام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آدھ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رات کے وقت حمام جا نے ک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لئے گھر سے باہر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، چونکہ 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چڑ</w:t>
      </w:r>
      <w:r w:rsidRPr="0014038B">
        <w:rPr>
          <w:rtl/>
        </w:rPr>
        <w:t xml:space="preserve"> و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تھا لہذا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اپنے ساتھ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شمع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لے 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مدہم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چلنے لگا ۔ کچھ فاصلے پر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نظر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محسوس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ں ۔  راستہ طے کرکے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ہوا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آپ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سو چا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حضور اس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کہاں تشر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لے جا 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جب کہ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کمزور ہے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سو چا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 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کا تعاقب نہ کر رہا ہو کہ جو آپ کو نقصان پہنچا ئے لہٰذا خاموش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آپ کے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چھے</w:t>
      </w:r>
      <w:r w:rsidRPr="0014038B">
        <w:rPr>
          <w:rtl/>
        </w:rPr>
        <w:t xml:space="preserve"> چلنے لگا ۔کچھ دور چلنے کے بعد وہ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پرا 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ساخت</w:t>
      </w:r>
      <w:r w:rsidRPr="0014038B">
        <w:rPr>
          <w:rtl/>
        </w:rPr>
        <w:t xml:space="preserve"> کے مکان کے دروازے پر کھڑے ہو ئے اور خلو ص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ساتھ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جامعہ پڑھنے لگے ۔</w:t>
      </w:r>
    </w:p>
    <w:p w:rsidR="006E418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سے فارغ ہو تے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مکان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 ئے ۔پھر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کچھ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صرف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آواز آرہ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محسوس ہو رہا تھا کہ آپ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ہم کلام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وہاں سے پلٹا پھر حمام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اس کے بعد حرم مطہر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وہاں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۔</w:t>
      </w:r>
    </w:p>
    <w:p w:rsidR="006E4182" w:rsidRPr="0014038B" w:rsidRDefault="006E4182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سفر سے واپس آکر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نجف اشرف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پہنچا اور اس رات والے واقعہ کو دہرا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تفص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پو چھ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،پہلے تو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نے انکار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مز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اصرار پر آپ  نے فر 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جب</w:t>
      </w:r>
      <w:r w:rsidRPr="0014038B">
        <w:rPr>
          <w:rtl/>
        </w:rPr>
        <w:t xml:space="preserve"> امام  سے ملاقات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گھر کے دروازے پر چلا جاتا ہوں ،جسے تم اب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پا ؤگے ،ز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جامعہ پڑھنے کے بعد اذن طلب کرتا ہوں ۔اگر اجازت مل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تو آنحضرت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ض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 تا ہوں ۔جو مسائل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سمجھ سے بالا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 ا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بطور احسن حل فر 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پھر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:اور سنو جب تک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زندہ ہوں اس واقعہ کو چھپا ئے رکھنا ۔ہرگز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سامنے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نہ کرنا 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اور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بزرگ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جنہوں نے امام  سے بارہا ملاقات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اپنے آپ کو حضرت  کے ظہور کے لئے ہمہ وقت آمادہ رکھتے تھے ان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جو قرآن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تأ 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اور توج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آنحضرت  کے ساتھ جنگ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گنج سعادت فتد بہ دست کس</w:t>
      </w:r>
      <w:r w:rsidRPr="0014038B">
        <w:rPr>
          <w:rFonts w:hint="cs"/>
          <w:rtl/>
        </w:rPr>
        <w:t>ی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کہ</w:t>
      </w:r>
      <w:r w:rsidRPr="0014038B">
        <w:rPr>
          <w:rtl/>
        </w:rPr>
        <w:t xml:space="preserve"> نخل ہست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اورا بود بَرِ ہنر</w:t>
      </w:r>
      <w:r w:rsidRPr="0014038B">
        <w:rPr>
          <w:rFonts w:hint="cs"/>
          <w:rtl/>
        </w:rPr>
        <w:t>ی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چو</w:t>
      </w:r>
      <w:r w:rsidRPr="0014038B">
        <w:rPr>
          <w:rtl/>
        </w:rPr>
        <w:t xml:space="preserve"> مستعد نظر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،وصال مجو</w:t>
      </w:r>
      <w:r w:rsidRPr="0014038B">
        <w:rPr>
          <w:rFonts w:hint="cs"/>
          <w:rtl/>
        </w:rPr>
        <w:t>ی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کہ</w:t>
      </w:r>
      <w:r w:rsidRPr="0014038B">
        <w:rPr>
          <w:rtl/>
        </w:rPr>
        <w:t xml:space="preserve"> جام جم ندہد سود ،وقت 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بصر</w:t>
      </w:r>
      <w:r w:rsidRPr="0014038B">
        <w:rPr>
          <w:rFonts w:hint="cs"/>
          <w:rtl/>
        </w:rPr>
        <w:t>ی</w:t>
      </w:r>
    </w:p>
    <w:p w:rsidR="006E4182" w:rsidRPr="0014038B" w:rsidRDefault="006E4182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 ۔ زندگان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: </w:t>
      </w:r>
      <w:r w:rsidRPr="0014038B">
        <w:rPr>
          <w:rFonts w:hint="cs"/>
          <w:rtl/>
        </w:rPr>
        <w:t>106</w:t>
      </w:r>
    </w:p>
    <w:p w:rsidR="006E4182" w:rsidRPr="0014038B" w:rsidRDefault="006E4182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6E4182" w:rsidRPr="0014038B" w:rsidRDefault="006E418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122" w:name="_Toc386267005"/>
      <w:r w:rsidRPr="0014038B">
        <w:rPr>
          <w:rtl/>
        </w:rPr>
        <w:t>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اور محروم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اسباب</w:t>
      </w:r>
      <w:bookmarkEnd w:id="122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سوال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سکتا ہے :کس طرح ہر دفعہ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اجازت حاصل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تھے اور امام 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 کے 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عت</w:t>
      </w:r>
      <w:r w:rsidRPr="0014038B">
        <w:rPr>
          <w:rtl/>
        </w:rPr>
        <w:t xml:space="preserve"> کدہ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جامعہ کے پڑھتے اور اجازت لے کر ساتھ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الشرف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ہوتے اور اپنے مہربان امام 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ساتھ گفتگو کرتے 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انہوں نے کس طرح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مرتبہ حاصل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 ؟ن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ان کے شاگردنے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امام عصر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الشرف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اس کے باوجود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افتخار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رکھتے تھے چونکہ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  نے ان سے فر ماد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 کہ اس کے بعد تم اس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الشرف کو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پا ؤگے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سوال اہم ہے اور اس کا اطم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نان</w:t>
      </w:r>
      <w:r w:rsidRPr="0014038B">
        <w:rPr>
          <w:rtl/>
        </w:rPr>
        <w:t xml:space="preserve"> بخش  جواب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ہے ۔  افسوس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ہے کہ بعض افراد اس طرح کے سوالات کے لئے پہلے سے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شدہ جواب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مقابل کو فوراً جواب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:خدا نے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چا ہا ہو گا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خدا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(نعوذ باللہ ) بعض افراد کے </w:t>
      </w:r>
      <w:r w:rsidRPr="0014038B">
        <w:rPr>
          <w:rFonts w:hint="eastAsia"/>
          <w:rtl/>
        </w:rPr>
        <w:t>ساتھ</w:t>
      </w:r>
      <w:r w:rsidRPr="0014038B">
        <w:rPr>
          <w:rtl/>
        </w:rPr>
        <w:t xml:space="preserve"> رشتہ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ان کے قوم و قب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سے اپنا 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رکھتا ہے اور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کا ارتباط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کرنے  کے لئے دوسرے لوگوں کے طلب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ضرورت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!</w:t>
      </w:r>
    </w:p>
    <w:p w:rsidR="006E418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قسم کے جوابات عموما ً ذمہ دار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جان</w:t>
      </w:r>
      <w:r w:rsidRPr="0014038B">
        <w:rPr>
          <w:rtl/>
        </w:rPr>
        <w:t xml:space="preserve"> چھڑانے کا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۔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جوابات قانع کنندہ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سے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راہ  تکامل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راہنمائ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 اس سوال کا جواب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فرا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۔</w:t>
      </w:r>
    </w:p>
    <w:p w:rsidR="006E4182" w:rsidRPr="0014038B" w:rsidRDefault="006E4182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خداوند</w:t>
      </w:r>
      <w:r w:rsidRPr="0014038B">
        <w:rPr>
          <w:rtl/>
        </w:rPr>
        <w:t xml:space="preserve"> عالم نے تمام انسانوں کو رو 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کمال اور معنو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حاصل کرنے کا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عموم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دعوت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قدم بڑھائے اجر اور بدلہ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اہے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کہ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زبان</w:t>
      </w:r>
      <w:r w:rsidRPr="0014038B">
        <w:rPr>
          <w:rtl/>
        </w:rPr>
        <w:t xml:space="preserve"> اپنے مہمانوں کو دعوت کرتا ہے اور سب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شرکت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خدمت اور پذ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کرتا ہے،ن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زخداوند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نے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کمال و ارتقاء کا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ہر انسان کے لئے فرا ہم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۔اور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ان کو  تکامل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دعوت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قرآن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حاً</w:t>
      </w:r>
      <w:r w:rsidRPr="0014038B">
        <w:rPr>
          <w:rtl/>
        </w:rPr>
        <w:t xml:space="preserve"> فر 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ieChar"/>
          <w:rtl/>
        </w:rPr>
        <w:t>(وَالَّذِ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نَ</w:t>
      </w:r>
      <w:r w:rsidRPr="0014038B">
        <w:rPr>
          <w:rStyle w:val="libAieChar"/>
          <w:rtl/>
        </w:rPr>
        <w:t xml:space="preserve"> جٰا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َدُو</w:t>
      </w:r>
      <w:r w:rsidRPr="0014038B">
        <w:rPr>
          <w:rStyle w:val="libAieChar"/>
          <w:rFonts w:hint="cs"/>
          <w:rtl/>
        </w:rPr>
        <w:t>ْا فِیْ</w:t>
      </w:r>
      <w:r w:rsidRPr="0014038B">
        <w:rPr>
          <w:rStyle w:val="libAieChar"/>
          <w:rFonts w:hint="eastAsia"/>
          <w:rtl/>
        </w:rPr>
        <w:t>نٰا</w:t>
      </w:r>
      <w:r w:rsidRPr="0014038B">
        <w:rPr>
          <w:rStyle w:val="libAieChar"/>
          <w:rtl/>
        </w:rPr>
        <w:t xml:space="preserve"> لَنَ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ْدِیَ</w:t>
      </w:r>
      <w:r w:rsidRPr="0014038B">
        <w:rPr>
          <w:rStyle w:val="libAieChar"/>
          <w:rFonts w:hint="eastAsia"/>
          <w:rtl/>
        </w:rPr>
        <w:t>نَّ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eastAsia"/>
          <w:rtl/>
        </w:rPr>
        <w:t>ُم</w:t>
      </w:r>
      <w:r w:rsidRPr="0014038B">
        <w:rPr>
          <w:rStyle w:val="libAieChar"/>
          <w:rFonts w:hint="cs"/>
          <w:rtl/>
        </w:rPr>
        <w:t>ْ</w:t>
      </w:r>
      <w:r w:rsidRPr="0014038B">
        <w:rPr>
          <w:rStyle w:val="libAieChar"/>
          <w:rtl/>
        </w:rPr>
        <w:t xml:space="preserve"> سُبُلُنٰا ) 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''جو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 شش کرے ہم ضرور اسے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''</w:t>
      </w:r>
    </w:p>
    <w:p w:rsidR="006E418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مسلمانوں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دعوت کا جواب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کمال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کارتقاء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قدم بڑھائ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۔لہٰذا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 مسلم ہے کہ انسان کے اندر ارتقاء کا مادہ موجود ہے اور وہ اس قدرت سے بہرہ مند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ہے،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سے استفادہ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کرتا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تنگ نظر  اور چح</w:t>
      </w:r>
      <w:r w:rsidRPr="0014038B">
        <w:rPr>
          <w:rFonts w:hint="eastAsia"/>
          <w:rtl/>
        </w:rPr>
        <w:t>وٹ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سوچ کے مالک دولت مند افراد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نک</w:t>
      </w:r>
      <w:r w:rsidRPr="0014038B">
        <w:rPr>
          <w:rtl/>
        </w:rPr>
        <w:t xml:space="preserve"> اکاؤنٹ پر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لگے رہتے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سے خوشحال رہتے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مال و دولت سے استفادہ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موجودہ قوتوں اور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استفادہ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 تاکہ اپنے خسار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اور گھاٹے کا جبران ہو سکے اور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مقاصد تک رسائ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ہو سکے ۔بہت سارے لوگ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کمال تک پہنچنے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طور پر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آمادگ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چونکہ ان امور کے ساتھ ان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 لہٰذا اس قسم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تر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فائ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حاصل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کرتے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کو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آباد کہہ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توانائ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اپنے ساتھ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خاک لے جاتے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</w:p>
    <w:p w:rsidR="006E4182" w:rsidRPr="0014038B" w:rsidRDefault="006E4182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6E4182" w:rsidRPr="0014038B" w:rsidRDefault="006E4182" w:rsidP="00E546D1">
      <w:pPr>
        <w:pStyle w:val="libFootnote0"/>
        <w:rPr>
          <w:rtl/>
        </w:rPr>
      </w:pPr>
      <w:r w:rsidRPr="0014038B">
        <w:rPr>
          <w:rtl/>
        </w:rPr>
        <w:t>[1]۔ سورۂ عنکبوت ،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: </w:t>
      </w:r>
      <w:r w:rsidRPr="0014038B">
        <w:rPr>
          <w:rFonts w:hint="cs"/>
          <w:rtl/>
        </w:rPr>
        <w:t>6</w:t>
      </w:r>
      <w:r w:rsidR="0014038B" w:rsidRPr="0014038B">
        <w:rPr>
          <w:rFonts w:hint="cs"/>
          <w:rtl/>
        </w:rPr>
        <w:t>9</w:t>
      </w:r>
    </w:p>
    <w:p w:rsidR="006E4182" w:rsidRPr="0014038B" w:rsidRDefault="006E4182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6E418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lastRenderedPageBreak/>
        <w:t>جس طرح کہ گذشتہ زمانوں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دولت مند  افراد اپنے مال و دولت کو حفاظت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خاطر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دفن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تھے مگر بعد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وہ خود اور نہ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اولاد  اس مال سے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کا استفادہ کر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 واضح ہو جائے کہ بعض افراد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،روحان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کے حامل تھے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درک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فوق العادہ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انہوں نے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طاقت وقوت حاصل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کا اندازہ بزرگ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عالم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مرحوم حر ّ عامل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گفتگو سے ہو تا ہے ۔آپ  فر 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 واضح اور روشن ہے کہ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کھنا</w:t>
      </w:r>
      <w:r w:rsidRPr="0014038B">
        <w:rPr>
          <w:rtl/>
        </w:rPr>
        <w:t xml:space="preserve"> اور سننا اور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گر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کا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دھا</w:t>
      </w:r>
      <w:r w:rsidRPr="0014038B">
        <w:rPr>
          <w:rtl/>
        </w:rPr>
        <w:t xml:space="preserve"> تعلق آنکھ،کان اور مربوط اعضاء سے ہے ۔آنکھ اور کان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دونوں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روح کے لئے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۔روح ان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سنت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۔چونکہ روح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اس لئے سماعت و بصارت اس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خاص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تک محدود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فقط ماد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کو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پات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کے درک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اگر انسان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بطور احسن انجام دے کر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کو 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کرلے تو ماد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اور طب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سے مز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استفادہ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استطاعت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 جا 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۔پھر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آنکھ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ان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کا مشاہدہ کرسکے گا جو دوسروں کو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صدائ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بآسان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سن سکے گا جسے دوسرے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سن سکتے ۔</w:t>
      </w:r>
    </w:p>
    <w:p w:rsidR="00CA6D92" w:rsidRPr="0014038B" w:rsidRDefault="00CA6D92" w:rsidP="006E418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قدرت اور غلبہ مختلف افراد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مختلف طرح سے پا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جاتا ہے ،اس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کہ جس طرح ان کا تقرب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کساں</w:t>
      </w:r>
      <w:r w:rsidRPr="0014038B">
        <w:rPr>
          <w:rtl/>
        </w:rPr>
        <w:t xml:space="preserve"> اور برابر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جو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عبادت ،جد وجہد اور کو شش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سے خدا کے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ہوتا ہے اس کے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 اورمضبوط و مستحکم </w:t>
      </w:r>
      <w:r w:rsidRPr="0014038B">
        <w:rPr>
          <w:rFonts w:hint="eastAsia"/>
          <w:rtl/>
        </w:rPr>
        <w:t>ہو</w:t>
      </w:r>
      <w:r w:rsidRPr="0014038B">
        <w:rPr>
          <w:rtl/>
        </w:rPr>
        <w:t xml:space="preserve"> تے جا 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امور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دوسرے لوگ آنکھ اور کان سے درک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رکھتے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 اور نہا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مضبوط ہو تا ہے ۔  </w:t>
      </w:r>
      <w:r w:rsidR="00E546D1" w:rsidRPr="0014038B">
        <w:rPr>
          <w:rStyle w:val="libFootnotenumChar"/>
          <w:rtl/>
        </w:rPr>
        <w:t>(</w:t>
      </w:r>
      <w:r w:rsidR="006E4182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6E4182" w:rsidRPr="0014038B" w:rsidRDefault="006E4182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6E4182" w:rsidRPr="0014038B" w:rsidRDefault="006E418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 ۔ الفوائد الطوس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ہ،</w:t>
      </w:r>
      <w:r w:rsidRPr="0014038B">
        <w:rPr>
          <w:rtl/>
        </w:rPr>
        <w:t xml:space="preserve"> تال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حر ّ عامل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: </w:t>
      </w:r>
      <w:r w:rsidRPr="0014038B">
        <w:rPr>
          <w:rFonts w:hint="cs"/>
          <w:rtl/>
        </w:rPr>
        <w:t>82</w:t>
      </w:r>
    </w:p>
    <w:p w:rsidR="006E4182" w:rsidRPr="0014038B" w:rsidRDefault="006E4182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بحث سے روشن ہواکہ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نعمت حاصل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دوسرے افراد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قدرت اور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رکھتے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طرح کے امور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کھنے</w:t>
      </w:r>
      <w:r w:rsidRPr="0014038B">
        <w:rPr>
          <w:rtl/>
        </w:rPr>
        <w:t xml:space="preserve"> سے عاجز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معنوں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حالت انتظار کو حاصل کرنا ہمارے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تحفہ ہے 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دۂ</w:t>
      </w:r>
      <w:r w:rsidRPr="0014038B">
        <w:rPr>
          <w:rtl/>
        </w:rPr>
        <w:t xml:space="preserve"> باطن چو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شود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آنچہ</w:t>
      </w:r>
      <w:r w:rsidRPr="0014038B">
        <w:rPr>
          <w:rtl/>
        </w:rPr>
        <w:t xml:space="preserve"> پنہان است ،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شود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وہ منتظر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جنھوں نے 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چل کر اپنے آپ کو سنوارا ہے ،وہ لوگ ہو ائے نفس سے فرارا، روح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پرواز اور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ساتھ نفس کے تسلط اور کنٹرول سے رہائ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جذاب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کشش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طاقت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نچ</w:t>
      </w:r>
      <w:r w:rsidRPr="0014038B">
        <w:rPr>
          <w:rtl/>
        </w:rPr>
        <w:t xml:space="preserve">  لے کہ جس طرح فضا 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راکٹ و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جب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مدار سے خارج ہو جاتا ہے تو پھر اس کو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 کشش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نچ</w:t>
      </w:r>
      <w:r w:rsidRPr="0014038B">
        <w:rPr>
          <w:rtl/>
        </w:rPr>
        <w:t xml:space="preserve"> سکت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؛اگر ہم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تغ</w:t>
      </w:r>
      <w:r w:rsidRPr="0014038B">
        <w:rPr>
          <w:rFonts w:hint="cs"/>
          <w:rtl/>
        </w:rPr>
        <w:t>یّ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زمانہ کے ساتھ ساتھ اپنے آپ کو ہوا ئے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مدار سے خارج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کشش و جذاب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وسو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متأ ثر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سلمان اور اہل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دوسرے اصحاب اس طرح تھے اور وہ نفس کے دائرے سے خارج اور ماد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سے رہا 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 چکے تھے 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وہ افراد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کے عالم سے رابطہ بر قرار کئے ہو ئے تھے ۔جو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قدرت و طاقت حضرت سلمان کے پاس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چونکہ انہو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نفس کے دائرے سے نکل کر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ہوا ئے نفس کو تباہ و برباد کر رکھا تھا ۔اپن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خواہشات اور ارادوں پر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ارادوں کو مسلط کر رکھا تھا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قدرتوں اور طاقتوں سے بہرہ مند ہو کر ان سے عمل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استفادہ ک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تے تھے ۔</w:t>
      </w: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66F2E" w:rsidRPr="0014038B" w:rsidRDefault="00866F2E" w:rsidP="005221CD">
      <w:pPr>
        <w:pStyle w:val="libNormal"/>
        <w:rPr>
          <w:rtl/>
          <w:lang w:bidi="ur-PK"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23" w:name="_Toc386267006"/>
      <w:r w:rsidRPr="0014038B">
        <w:rPr>
          <w:rFonts w:hint="cs"/>
          <w:rtl/>
        </w:rPr>
        <w:t>3۔ مقام ولای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</w:t>
      </w:r>
      <w:bookmarkEnd w:id="123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ظہور کا انتظار ،ولا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اور طاقت کو منتظر شخص کے دل و جان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استحکام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کرتا ہے اور اس کو اس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دے</w:t>
      </w:r>
      <w:r w:rsidRPr="0014038B">
        <w:rPr>
          <w:rtl/>
        </w:rPr>
        <w:t xml:space="preserve"> پر ثابت اور استوار کرتا ہے کہ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ناًخا</w:t>
      </w:r>
      <w:r w:rsidRPr="0014038B">
        <w:rPr>
          <w:rtl/>
        </w:rPr>
        <w:t xml:space="preserve"> نہ ٔ خدا کے پاس سے قدرت خدا امام 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 کے ہ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تھوں روشن و آشکار ہو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کے تمام تر جونک صفت سر کش باغ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(جو ضع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فوں</w:t>
      </w:r>
      <w:r w:rsidRPr="0014038B">
        <w:rPr>
          <w:rtl/>
        </w:rPr>
        <w:t xml:space="preserve"> کا خون چوسنے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لگے ہو 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)ن کے ان برے اعمال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سزا دے کر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قدرت اور استحکام کو تمام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والوں کے لئے روشن اور ثابت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کہ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امامت اور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</w:t>
      </w:r>
      <w:r w:rsidRPr="0014038B">
        <w:rPr>
          <w:rFonts w:hint="eastAsia"/>
          <w:rtl/>
        </w:rPr>
        <w:t>مرتبہ</w:t>
      </w:r>
      <w:r w:rsidRPr="0014038B">
        <w:rPr>
          <w:rtl/>
        </w:rPr>
        <w:t xml:space="preserve"> کا اہل ہے جو قدرت خدا کو ظاہر اور آشکار کرسکتا ہے 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منتظر کا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اور فکر ہے لہٰذا ظہور کا انتظار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اصل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عقائد اور معارف پر  اعتقاد کے ساتھ ہے ،ک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انتظار، معرفت اور اعتقادات کاب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</w:t>
      </w:r>
      <w:r w:rsidRPr="0014038B">
        <w:rPr>
          <w:rtl/>
        </w:rPr>
        <w:t xml:space="preserve"> منتظر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ذہنوں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بوتا ہے اور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اور اطم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نان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 تا ہے ۔ اس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ول</w:t>
      </w: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حکومت ،طاقت ،اور قوت کے کنٹرول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الشان اور نا شناختہ حکومت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تر ظالم و جابر طاقتوں اور حکومتوں کو گھٹنے 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کنے</w:t>
      </w:r>
      <w:r w:rsidRPr="0014038B">
        <w:rPr>
          <w:rtl/>
        </w:rPr>
        <w:t xml:space="preserve"> پر مجبور کردے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تہذ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و تمدن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بے پناہ طاقت اور حکو مت کے سا م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تاب نہ لا تے ہو ئے مصلح جہان کے دائرے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آجا 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66F2E" w:rsidRPr="0014038B" w:rsidRDefault="00866F2E" w:rsidP="005221CD">
      <w:pPr>
        <w:pStyle w:val="libNormal"/>
        <w:rPr>
          <w:rtl/>
          <w:lang w:bidi="ur-PK"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24" w:name="_Toc386267007"/>
      <w:r w:rsidRPr="0014038B">
        <w:rPr>
          <w:rFonts w:hint="cs"/>
          <w:rtl/>
        </w:rPr>
        <w:t>4۔ مہدوی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دعو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پہچان</w:t>
      </w:r>
      <w:bookmarkEnd w:id="124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مذہب تش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متعدد افراد نے مہدو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دعو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اور اپنے آپ کو رہنما (رہبر ) اور عوام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اصلاح کرنے والے کے نام سے متعارف کروا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،اور اس حربے سے انسانوں کے جان ،مال اور خون کو پائمال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اور بعض کو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نچ</w:t>
      </w:r>
      <w:r w:rsidRPr="0014038B">
        <w:rPr>
          <w:rtl/>
        </w:rPr>
        <w:t xml:space="preserve"> کر لے گئے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؛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افراد کہ جنہوں نے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طور پر اور سچے دل سے 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قدم رکھا ہے ،اپنے وجود کو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چمکتے ہو ئے انوار سے روشن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وہ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دھو کے بازوں کے دام فر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آتے بلکہ ببانگ دہل اعلان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برو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دام بر مرغ دگر نہ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کہ</w:t>
      </w:r>
      <w:r w:rsidRPr="0014038B">
        <w:rPr>
          <w:rtl/>
        </w:rPr>
        <w:t xml:space="preserve"> عنقا را بلند است آش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انہ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رہزنوں اور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سازوں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شناخت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امامت کے بلند و بالا درجہ سے آشنا 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آب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کو سراب کے بدلے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خلافت کے غاصبوں کو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مانتے ۔</w:t>
      </w:r>
    </w:p>
    <w:p w:rsidR="00CA6D92" w:rsidRPr="0014038B" w:rsidRDefault="00CA6D92" w:rsidP="00CA6D92">
      <w:pPr>
        <w:pStyle w:val="libNormal"/>
        <w:rPr>
          <w:rtl/>
        </w:rPr>
      </w:pP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66F2E" w:rsidRPr="0014038B" w:rsidRDefault="00866F2E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25" w:name="_Toc386267008"/>
      <w:r w:rsidRPr="0014038B">
        <w:rPr>
          <w:rtl/>
        </w:rPr>
        <w:t>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تکامل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افتہ</w:t>
      </w:r>
      <w:bookmarkEnd w:id="125"/>
    </w:p>
    <w:p w:rsidR="00CA6D92" w:rsidRPr="0014038B" w:rsidRDefault="00CA6D92" w:rsidP="002132E5">
      <w:pPr>
        <w:pStyle w:val="Heading1"/>
        <w:rPr>
          <w:rtl/>
        </w:rPr>
      </w:pPr>
      <w:bookmarkStart w:id="126" w:name="_Toc386267009"/>
      <w:r w:rsidRPr="0014038B">
        <w:rPr>
          <w:rFonts w:hint="eastAsia"/>
          <w:rtl/>
        </w:rPr>
        <w:t>منتظر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آپ کے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اصحاب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</w:t>
      </w:r>
      <w:bookmarkEnd w:id="126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انکشاف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انتظاربا کمال منتظر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لئے تحفۂ خداوند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افراد فقط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دے</w:t>
      </w:r>
      <w:r w:rsidRPr="0014038B">
        <w:rPr>
          <w:rtl/>
        </w:rPr>
        <w:t xml:space="preserve"> اور اعتقاد کے لحاظ سے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اہل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مقام و مرتبے او ر منزلت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رکھتے بلکہ وہ خود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آفتاب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چمکتے ہو ئے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انتظار 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تکامل کے اثر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ظرف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حد تک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مرتبے سے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روح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قدرت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کسب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 کوجو ذمہ دار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 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بحسن و خوب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امام زمانہ 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</w:t>
      </w:r>
      <w:r w:rsidRPr="0014038B">
        <w:rPr>
          <w:rFonts w:hint="eastAsia"/>
          <w:rtl/>
        </w:rPr>
        <w:t>رح</w:t>
      </w:r>
      <w:r w:rsidRPr="0014038B">
        <w:rPr>
          <w:rtl/>
        </w:rPr>
        <w:t xml:space="preserve"> مدد کرنے والے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آنحضرت  کے مقام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سب سے آگے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آپ اس نکتہ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فر ما 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ں،</w:t>
      </w:r>
      <w:r w:rsidRPr="0014038B">
        <w:rPr>
          <w:rtl/>
        </w:rPr>
        <w:t xml:space="preserve"> 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قرآن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ارشاد فرماتا ہے 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ieChar"/>
          <w:rtl/>
        </w:rPr>
        <w:t>(فَاس</w:t>
      </w:r>
      <w:r w:rsidRPr="0014038B">
        <w:rPr>
          <w:rStyle w:val="libAieChar"/>
          <w:rFonts w:hint="cs"/>
          <w:rtl/>
        </w:rPr>
        <w:t>ْتَبَقُو الْخَیْ</w:t>
      </w:r>
      <w:r w:rsidRPr="0014038B">
        <w:rPr>
          <w:rStyle w:val="libAieChar"/>
          <w:rFonts w:hint="eastAsia"/>
          <w:rtl/>
        </w:rPr>
        <w:t>رٰاتِ</w:t>
      </w:r>
      <w:r w:rsidRPr="0014038B">
        <w:rPr>
          <w:rStyle w:val="libAieChar"/>
          <w:rtl/>
        </w:rPr>
        <w:t xml:space="preserve"> أَ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نَ</w:t>
      </w:r>
      <w:r w:rsidRPr="0014038B">
        <w:rPr>
          <w:rStyle w:val="libAieChar"/>
          <w:rtl/>
        </w:rPr>
        <w:t xml:space="preserve"> مٰا تَکُو</w:t>
      </w:r>
      <w:r w:rsidRPr="0014038B">
        <w:rPr>
          <w:rStyle w:val="libAieChar"/>
          <w:rFonts w:hint="cs"/>
          <w:rtl/>
        </w:rPr>
        <w:t>ْنُوا یَ</w:t>
      </w:r>
      <w:r w:rsidRPr="0014038B">
        <w:rPr>
          <w:rStyle w:val="libAieChar"/>
          <w:rFonts w:hint="eastAsia"/>
          <w:rtl/>
        </w:rPr>
        <w:t>أ</w:t>
      </w:r>
      <w:r w:rsidRPr="0014038B">
        <w:rPr>
          <w:rStyle w:val="libAieChar"/>
          <w:rFonts w:hint="cs"/>
          <w:rtl/>
        </w:rPr>
        <w:t>ْتِ</w:t>
      </w:r>
      <w:r w:rsidRPr="0014038B">
        <w:rPr>
          <w:rStyle w:val="libAieChar"/>
          <w:rtl/>
        </w:rPr>
        <w:t xml:space="preserve"> بِکُمُ اللّٰ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ُ جَمِ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عاً</w:t>
      </w:r>
      <w:r w:rsidRPr="0014038B">
        <w:rPr>
          <w:rStyle w:val="libAieChar"/>
          <w:rtl/>
        </w:rPr>
        <w:t xml:space="preserve"> )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''اب تم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سبقت کرو اور تم جہاں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رہو گے خدا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سب کو جمع کردے گا 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مہ</w:t>
      </w:r>
      <w:r w:rsidRPr="0014038B">
        <w:rPr>
          <w:rtl/>
        </w:rPr>
        <w:t xml:space="preserve"> امام عصرعجل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ان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سو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صحاب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کہ جو ظہور کے دن سب سے پہلے امام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حاضر ہوں گے ۔خداوند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ان سب کو اپنے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الشرف (کعبة اللہ)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 حق کے ارد گرد جمع کردے گا تا کہ آنحضرت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مدد کے لئے اٹھ </w:t>
      </w:r>
      <w:r w:rsidRPr="0014038B">
        <w:rPr>
          <w:rFonts w:hint="eastAsia"/>
          <w:rtl/>
        </w:rPr>
        <w:t>کھڑے</w:t>
      </w:r>
      <w:r w:rsidRPr="0014038B">
        <w:rPr>
          <w:rtl/>
        </w:rPr>
        <w:t xml:space="preserve"> ہوں اور زمانے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بدبخت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ختم کرد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tl/>
        </w:rPr>
        <w:t>[1]۔ سورۂ بقرہ ،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148</w:t>
      </w: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66F2E" w:rsidRPr="0014038B" w:rsidRDefault="00866F2E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پر بعض افراد کے ذہن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 سوال آسکتا ہے کہ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سبقت لے جانے کا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مطلب ہے اور حضرت 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 کے ان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سو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اصحاب با وفا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کون   کون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وہ دوسروں لوگوں پر سبقت لے جا 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اور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مرتبہ پر فائز ہوں گے 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ہم سر چشمہ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افت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ث،</w:t>
      </w:r>
      <w:r w:rsidRPr="0014038B">
        <w:rPr>
          <w:rtl/>
        </w:rPr>
        <w:t xml:space="preserve"> مذکورہ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تفس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:</w:t>
      </w:r>
    </w:p>
    <w:p w:rsidR="00CA6D92" w:rsidRPr="0014038B" w:rsidRDefault="00CA6D92" w:rsidP="00866F2E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ieChar"/>
          <w:rtl/>
        </w:rPr>
        <w:t>''أَل</w:t>
      </w:r>
      <w:r w:rsidRPr="0014038B">
        <w:rPr>
          <w:rStyle w:val="libAieChar"/>
          <w:rFonts w:hint="cs"/>
          <w:rtl/>
        </w:rPr>
        <w:t>ْخَیْ</w:t>
      </w:r>
      <w:r w:rsidRPr="0014038B">
        <w:rPr>
          <w:rStyle w:val="libAieChar"/>
          <w:rFonts w:hint="eastAsia"/>
          <w:rtl/>
        </w:rPr>
        <w:t>رٰاتُ</w:t>
      </w:r>
      <w:r w:rsidRPr="0014038B">
        <w:rPr>
          <w:rStyle w:val="libAieChar"/>
          <w:rtl/>
        </w:rPr>
        <w:t>:أَل</w:t>
      </w:r>
      <w:r w:rsidRPr="0014038B">
        <w:rPr>
          <w:rStyle w:val="libAieChar"/>
          <w:rFonts w:hint="cs"/>
          <w:rtl/>
        </w:rPr>
        <w:t>ْوِلاٰیَ</w:t>
      </w:r>
      <w:r w:rsidRPr="0014038B">
        <w:rPr>
          <w:rStyle w:val="libAieChar"/>
          <w:rFonts w:hint="eastAsia"/>
          <w:rtl/>
        </w:rPr>
        <w:t>ةُ</w:t>
      </w:r>
      <w:r w:rsidRPr="0014038B">
        <w:rPr>
          <w:rStyle w:val="libAieChar"/>
          <w:rtl/>
        </w:rPr>
        <w:t xml:space="preserve"> لَنٰا أَ</w:t>
      </w:r>
      <w:r w:rsidR="0048678D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Fonts w:hint="cs"/>
          <w:rtl/>
        </w:rPr>
        <w:t>ْلَ الْبَیْ</w:t>
      </w:r>
      <w:r w:rsidRPr="0014038B">
        <w:rPr>
          <w:rStyle w:val="libAieChar"/>
          <w:rFonts w:hint="eastAsia"/>
          <w:rtl/>
        </w:rPr>
        <w:t>تِ</w:t>
      </w:r>
      <w:r w:rsidRPr="0014038B">
        <w:rPr>
          <w:rStyle w:val="libAieChar"/>
          <w:rtl/>
        </w:rPr>
        <w:t xml:space="preserve"> ''  </w:t>
      </w:r>
      <w:r w:rsidR="00E546D1" w:rsidRPr="0014038B">
        <w:rPr>
          <w:rStyle w:val="libFootnotenumChar"/>
          <w:rtl/>
        </w:rPr>
        <w:t>(</w:t>
      </w:r>
      <w:r w:rsidR="00866F2E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''خ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رات</w:t>
      </w:r>
      <w:r w:rsidRPr="0014038B">
        <w:rPr>
          <w:rtl/>
        </w:rPr>
        <w:t xml:space="preserve"> سے مراد ہم اہل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ہے ''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27" w:name="_Toc386267010"/>
      <w:r w:rsidRPr="0014038B">
        <w:rPr>
          <w:rtl/>
        </w:rPr>
        <w:t>اصحاب با صفا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و قدرت کا سر 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جائزہ</w:t>
      </w:r>
      <w:bookmarkEnd w:id="127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انسان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قبول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کرے گا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قو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معمول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کا مالک بن جائے گا ۔ پھر حسب دلخواہ وہ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موجودات 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حکومت کر سکتا ہے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مرحوم علامہ بحرالعلوم کے اس  بے مثال واقعہ سے معلوم </w:t>
      </w:r>
      <w:r w:rsidRPr="0014038B">
        <w:rPr>
          <w:rFonts w:hint="eastAsia"/>
          <w:rtl/>
        </w:rPr>
        <w:t>ہوتا</w:t>
      </w:r>
      <w:r w:rsidRPr="0014038B">
        <w:rPr>
          <w:rtl/>
        </w:rPr>
        <w:t xml:space="preserve"> :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مرحوم نعمان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کتاب الغ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بہ</w:t>
      </w:r>
      <w:r w:rsidRPr="0014038B">
        <w:rPr>
          <w:rtl/>
        </w:rPr>
        <w:t xml:space="preserve"> ، ص</w:t>
      </w:r>
      <w:r w:rsidRPr="0014038B">
        <w:rPr>
          <w:rFonts w:hint="cs"/>
          <w:rtl/>
        </w:rPr>
        <w:t>314</w:t>
      </w: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866F2E" w:rsidRPr="0014038B" w:rsidRDefault="00866F2E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مرحوم علامہ بحر العلوم  اختلاف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قلب ( خفقان ) کے مر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ض</w:t>
      </w:r>
      <w:r w:rsidRPr="0014038B">
        <w:rPr>
          <w:rtl/>
        </w:rPr>
        <w:t xml:space="preserve"> تھے اس مرض کے ساتھ 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کربلا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مخصوص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سے مشرف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بہت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گرم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والے دن نجف اشرف سے نکلے لوگوں نے تعجب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مرض اور اس ہوا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گرم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>سے سفر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؟ !</w:t>
      </w:r>
    </w:p>
    <w:p w:rsidR="00866F2E" w:rsidRPr="0014038B" w:rsidRDefault="00CA6D92" w:rsidP="00866F2E">
      <w:pPr>
        <w:pStyle w:val="libNormal"/>
        <w:rPr>
          <w:rtl/>
        </w:rPr>
      </w:pPr>
      <w:r w:rsidRPr="0014038B">
        <w:rPr>
          <w:rtl/>
        </w:rPr>
        <w:t xml:space="preserve"> آپ کے ساتھ سفر کرنے والوں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نجف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تھے جو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بحر العلوم کے زمانے کے مشہور علماء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تھے تمام افراد گھوڑوں پر سوار سفر کر رہے تھے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بادل ہوا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جس نے ان پر سا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، پھر سرد ہوائ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چلنے لگ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ہوا اس حد تک ٹھنڈ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تمام افراد 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سفر کر رہے ہوں وہ بادل اس طرح ان لوگوں پر سا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کئے ہوئے تھا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وہ کان شور کے نام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مقام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پہنچے وہاں پر بزرگ عالم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نجف کے جاننے والوں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 سے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ملاقات ہو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وہ بحر العل</w:t>
      </w:r>
      <w:r w:rsidRPr="0014038B">
        <w:rPr>
          <w:rFonts w:hint="eastAsia"/>
          <w:rtl/>
        </w:rPr>
        <w:t>وم</w:t>
      </w:r>
      <w:r w:rsidRPr="0014038B">
        <w:rPr>
          <w:rtl/>
        </w:rPr>
        <w:t xml:space="preserve"> سے جدا ہو گئے اور اپنے دوست سے احوال پرس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گفتگو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مشغول ہو گئے اور پھر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بادل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بحر العلوم کے سر پر سا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کئے رہا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بحر العلوم مہمان خانے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 گئے چونکہ سورج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گرم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نجف کو لگ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لہٰذا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خراب ہو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سوار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پر گر پڑے ادھ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ڑ</w:t>
      </w:r>
      <w:r w:rsidRPr="0014038B">
        <w:rPr>
          <w:rtl/>
        </w:rPr>
        <w:t xml:space="preserve"> عمر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فطرت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کمزور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بے ہوش ہو گئے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اٹھا کر مہمان خانے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بحرالعلوم کے پاس پہنچا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اس کے بعد جب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ہوش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بزرگوار سے عرض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  <w:r w:rsidR="00866F2E" w:rsidRPr="0014038B">
        <w:rPr>
          <w:rtl/>
        </w:rPr>
        <w:t xml:space="preserve"> </w:t>
      </w:r>
      <w:r w:rsidR="00866F2E" w:rsidRPr="0014038B">
        <w:rPr>
          <w:rStyle w:val="libArabicChar"/>
          <w:rtl/>
        </w:rPr>
        <w:t>'' س</w:t>
      </w:r>
      <w:r w:rsidR="00866F2E" w:rsidRPr="0014038B">
        <w:rPr>
          <w:rStyle w:val="libArabicChar"/>
          <w:rFonts w:hint="cs"/>
          <w:rtl/>
        </w:rPr>
        <w:t>ی</w:t>
      </w:r>
      <w:r w:rsidR="00866F2E" w:rsidRPr="0014038B">
        <w:rPr>
          <w:rStyle w:val="libArabicChar"/>
          <w:rFonts w:hint="eastAsia"/>
          <w:rtl/>
        </w:rPr>
        <w:t>دنا</w:t>
      </w:r>
      <w:r w:rsidR="00866F2E" w:rsidRPr="0014038B">
        <w:rPr>
          <w:rStyle w:val="libArabicChar"/>
          <w:rtl/>
        </w:rPr>
        <w:t xml:space="preserve"> لم تدرکنا الرحمة ''</w:t>
      </w:r>
      <w:r w:rsidR="00866F2E" w:rsidRPr="0014038B">
        <w:rPr>
          <w:rtl/>
        </w:rPr>
        <w:t xml:space="preserve"> اے ہمارے س</w:t>
      </w:r>
      <w:r w:rsidR="00866F2E" w:rsidRPr="0014038B">
        <w:rPr>
          <w:rFonts w:hint="cs"/>
          <w:rtl/>
        </w:rPr>
        <w:t>ی</w:t>
      </w:r>
      <w:r w:rsidR="00866F2E" w:rsidRPr="0014038B">
        <w:rPr>
          <w:rFonts w:hint="eastAsia"/>
          <w:rtl/>
        </w:rPr>
        <w:t>د</w:t>
      </w:r>
      <w:r w:rsidR="00866F2E" w:rsidRPr="0014038B">
        <w:rPr>
          <w:rtl/>
        </w:rPr>
        <w:t xml:space="preserve"> و سردار رحمت نے ہم</w:t>
      </w:r>
      <w:r w:rsidR="00866F2E" w:rsidRPr="0014038B">
        <w:rPr>
          <w:rFonts w:hint="cs"/>
          <w:rtl/>
        </w:rPr>
        <w:t>ی</w:t>
      </w:r>
      <w:r w:rsidR="00866F2E" w:rsidRPr="0014038B">
        <w:rPr>
          <w:rFonts w:hint="eastAsia"/>
          <w:rtl/>
        </w:rPr>
        <w:t>ں</w:t>
      </w:r>
      <w:r w:rsidR="00866F2E" w:rsidRPr="0014038B">
        <w:rPr>
          <w:rtl/>
        </w:rPr>
        <w:t xml:space="preserve"> اپن</w:t>
      </w:r>
      <w:r w:rsidR="00866F2E" w:rsidRPr="0014038B">
        <w:rPr>
          <w:rFonts w:hint="cs"/>
          <w:rtl/>
        </w:rPr>
        <w:t>ی</w:t>
      </w:r>
      <w:r w:rsidR="00866F2E" w:rsidRPr="0014038B">
        <w:rPr>
          <w:rtl/>
        </w:rPr>
        <w:t xml:space="preserve"> لپ</w:t>
      </w:r>
      <w:r w:rsidR="00866F2E" w:rsidRPr="0014038B">
        <w:rPr>
          <w:rFonts w:hint="cs"/>
          <w:rtl/>
        </w:rPr>
        <w:t>ی</w:t>
      </w:r>
      <w:r w:rsidR="00866F2E" w:rsidRPr="0014038B">
        <w:rPr>
          <w:rFonts w:hint="eastAsia"/>
          <w:rtl/>
        </w:rPr>
        <w:t>ٹ</w:t>
      </w:r>
      <w:r w:rsidR="00866F2E" w:rsidRPr="0014038B">
        <w:rPr>
          <w:rtl/>
        </w:rPr>
        <w:t xml:space="preserve"> م</w:t>
      </w:r>
      <w:r w:rsidR="00866F2E" w:rsidRPr="0014038B">
        <w:rPr>
          <w:rFonts w:hint="cs"/>
          <w:rtl/>
        </w:rPr>
        <w:t>ی</w:t>
      </w:r>
      <w:r w:rsidR="00866F2E" w:rsidRPr="0014038B">
        <w:rPr>
          <w:rFonts w:hint="eastAsia"/>
          <w:rtl/>
        </w:rPr>
        <w:t>ں</w:t>
      </w:r>
      <w:r w:rsidR="00866F2E" w:rsidRPr="0014038B">
        <w:rPr>
          <w:rtl/>
        </w:rPr>
        <w:t xml:space="preserve"> ک</w:t>
      </w:r>
      <w:r w:rsidR="00866F2E" w:rsidRPr="0014038B">
        <w:rPr>
          <w:rFonts w:hint="cs"/>
          <w:rtl/>
        </w:rPr>
        <w:t>ی</w:t>
      </w:r>
      <w:r w:rsidR="00866F2E" w:rsidRPr="0014038B">
        <w:rPr>
          <w:rFonts w:hint="eastAsia"/>
          <w:rtl/>
        </w:rPr>
        <w:t>وں</w:t>
      </w:r>
      <w:r w:rsidR="00866F2E" w:rsidRPr="0014038B">
        <w:rPr>
          <w:rtl/>
        </w:rPr>
        <w:t xml:space="preserve"> نہ ل</w:t>
      </w:r>
      <w:r w:rsidR="00866F2E" w:rsidRPr="0014038B">
        <w:rPr>
          <w:rFonts w:hint="cs"/>
          <w:rtl/>
        </w:rPr>
        <w:t>ی</w:t>
      </w:r>
      <w:r w:rsidR="00866F2E" w:rsidRPr="0014038B">
        <w:rPr>
          <w:rFonts w:hint="eastAsia"/>
          <w:rtl/>
        </w:rPr>
        <w:t>ا</w:t>
      </w:r>
      <w:r w:rsidR="00866F2E" w:rsidRPr="0014038B">
        <w:rPr>
          <w:rtl/>
        </w:rPr>
        <w:t xml:space="preserve"> ۔ تو س</w:t>
      </w:r>
      <w:r w:rsidR="00866F2E" w:rsidRPr="0014038B">
        <w:rPr>
          <w:rFonts w:hint="cs"/>
          <w:rtl/>
        </w:rPr>
        <w:t>ی</w:t>
      </w:r>
      <w:r w:rsidR="00866F2E" w:rsidRPr="0014038B">
        <w:rPr>
          <w:rFonts w:hint="eastAsia"/>
          <w:rtl/>
        </w:rPr>
        <w:t>د</w:t>
      </w:r>
      <w:r w:rsidR="00866F2E" w:rsidRPr="0014038B">
        <w:rPr>
          <w:rtl/>
        </w:rPr>
        <w:t xml:space="preserve"> نے فرما</w:t>
      </w:r>
      <w:r w:rsidR="00866F2E" w:rsidRPr="0014038B">
        <w:rPr>
          <w:rFonts w:hint="cs"/>
          <w:rtl/>
        </w:rPr>
        <w:t>ی</w:t>
      </w:r>
      <w:r w:rsidR="00866F2E" w:rsidRPr="0014038B">
        <w:rPr>
          <w:rFonts w:hint="eastAsia"/>
          <w:rtl/>
        </w:rPr>
        <w:t>ا</w:t>
      </w:r>
      <w:r w:rsidR="00866F2E" w:rsidRPr="0014038B">
        <w:rPr>
          <w:rtl/>
        </w:rPr>
        <w:t xml:space="preserve">: </w:t>
      </w:r>
      <w:r w:rsidR="00866F2E" w:rsidRPr="0014038B">
        <w:rPr>
          <w:rStyle w:val="libArabicChar"/>
          <w:rtl/>
        </w:rPr>
        <w:t>'' لم تخلفتم عن</w:t>
      </w:r>
      <w:r w:rsidR="00866F2E" w:rsidRPr="0014038B">
        <w:rPr>
          <w:rStyle w:val="libArabicChar"/>
          <w:rFonts w:hint="cs"/>
          <w:rtl/>
        </w:rPr>
        <w:t>ه</w:t>
      </w:r>
      <w:r w:rsidR="00866F2E" w:rsidRPr="0014038B">
        <w:rPr>
          <w:rStyle w:val="libArabicChar"/>
          <w:rtl/>
        </w:rPr>
        <w:t>ا ؟ ''</w:t>
      </w:r>
    </w:p>
    <w:p w:rsidR="00866F2E" w:rsidRPr="0014038B" w:rsidRDefault="00866F2E" w:rsidP="00866F2E">
      <w:pPr>
        <w:pStyle w:val="libNormal"/>
        <w:rPr>
          <w:rtl/>
        </w:rPr>
      </w:pPr>
      <w:r w:rsidRPr="0014038B">
        <w:rPr>
          <w:rtl/>
        </w:rPr>
        <w:t xml:space="preserve"> تم نے رحمت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؟!اس جواب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لط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ہے ۔  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tl/>
        </w:rPr>
        <w:t>[1] ۔ العبقر</w:t>
      </w:r>
      <w:r w:rsidRPr="0014038B">
        <w:rPr>
          <w:rFonts w:hint="cs"/>
          <w:rtl/>
        </w:rPr>
        <w:t>یّ</w:t>
      </w:r>
      <w:r w:rsidRPr="0014038B">
        <w:rPr>
          <w:rtl/>
        </w:rPr>
        <w:t xml:space="preserve"> الحسان:</w:t>
      </w:r>
      <w:r w:rsidRPr="0014038B">
        <w:rPr>
          <w:rFonts w:hint="cs"/>
          <w:rtl/>
        </w:rPr>
        <w:t>6</w:t>
      </w:r>
      <w:r w:rsidR="0014038B" w:rsidRPr="0014038B">
        <w:rPr>
          <w:rFonts w:hint="cs"/>
          <w:rtl/>
        </w:rPr>
        <w:t>9</w:t>
      </w:r>
      <w:r w:rsidRPr="0014038B">
        <w:rPr>
          <w:rFonts w:hint="cs"/>
          <w:rtl/>
        </w:rPr>
        <w:t>2</w:t>
      </w: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866F2E">
      <w:pPr>
        <w:pStyle w:val="libNormal"/>
        <w:rPr>
          <w:rtl/>
        </w:rPr>
      </w:pPr>
      <w:r w:rsidRPr="0014038B">
        <w:rPr>
          <w:rtl/>
        </w:rPr>
        <w:lastRenderedPageBreak/>
        <w:t>امام عصر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اصحاب خاص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تصرف اس حد تک ہے کہ امام کے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سو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اصحاب خاص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کچھ افراد اسرار آم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بادلوں سے استفادہ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ظہور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ابتداء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بادلوں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سے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پہنچا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۔ مفضل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حضرت امام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F94B63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>''قٰالَ أَبُو</w:t>
      </w:r>
      <w:r w:rsidRPr="0014038B">
        <w:rPr>
          <w:rStyle w:val="libArabicChar"/>
          <w:rFonts w:hint="cs"/>
          <w:rtl/>
        </w:rPr>
        <w:t>ْ عَبْدِ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ِ: اِذٰا اُذِنَ الْاِمٰامُ دَعَا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َ بِاسْمِ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الْعِبْرٰانِیّ</w:t>
      </w:r>
      <w:r w:rsidRPr="0014038B">
        <w:rPr>
          <w:rStyle w:val="libArabicChar"/>
          <w:rtl/>
        </w:rPr>
        <w:t xml:space="preserve"> فَاُت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Fonts w:hint="eastAsia"/>
          <w:rtl/>
        </w:rPr>
        <w:t>حَت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صَحٰابَتُ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الثَّلاٰثَ مِأَةِ وَ ثَلاٰثَةَ عَشَرَ قَزَع کَقَزَعِ ال</w:t>
      </w:r>
      <w:r w:rsidRPr="0014038B">
        <w:rPr>
          <w:rStyle w:val="libArabicChar"/>
          <w:rFonts w:hint="cs"/>
          <w:rtl/>
        </w:rPr>
        <w:t>ْخَرِیْ</w:t>
      </w:r>
      <w:r w:rsidRPr="0014038B">
        <w:rPr>
          <w:rStyle w:val="libArabicChar"/>
          <w:rFonts w:hint="eastAsia"/>
          <w:rtl/>
        </w:rPr>
        <w:t>فِ</w:t>
      </w:r>
      <w:r w:rsidRPr="0014038B">
        <w:rPr>
          <w:rStyle w:val="libArabicChar"/>
          <w:rtl/>
        </w:rPr>
        <w:t xml:space="preserve"> وَ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ُم</w:t>
      </w:r>
      <w:r w:rsidRPr="0014038B">
        <w:rPr>
          <w:rStyle w:val="libArabicChar"/>
          <w:rFonts w:hint="cs"/>
          <w:rtl/>
        </w:rPr>
        <w:t>ْ أَصْحٰابُ الْاَلْوِیَّ</w:t>
      </w:r>
      <w:r w:rsidRPr="0014038B">
        <w:rPr>
          <w:rStyle w:val="libArabicChar"/>
          <w:rFonts w:hint="eastAsia"/>
          <w:rtl/>
        </w:rPr>
        <w:t>ةِ</w:t>
      </w:r>
      <w:r w:rsidRPr="0014038B">
        <w:rPr>
          <w:rStyle w:val="libArabicChar"/>
          <w:rtl/>
        </w:rPr>
        <w:t xml:space="preserve"> ، مِن</w:t>
      </w:r>
      <w:r w:rsidRPr="0014038B">
        <w:rPr>
          <w:rStyle w:val="libArabicChar"/>
          <w:rFonts w:hint="cs"/>
          <w:rtl/>
        </w:rPr>
        <w:t>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مَنْ یُ</w:t>
      </w:r>
      <w:r w:rsidRPr="0014038B">
        <w:rPr>
          <w:rStyle w:val="libArabicChar"/>
          <w:rFonts w:hint="eastAsia"/>
          <w:rtl/>
        </w:rPr>
        <w:t>ف</w:t>
      </w:r>
      <w:r w:rsidRPr="0014038B">
        <w:rPr>
          <w:rStyle w:val="libArabicChar"/>
          <w:rFonts w:hint="cs"/>
          <w:rtl/>
        </w:rPr>
        <w:t>ْقَدُ</w:t>
      </w:r>
      <w:r w:rsidRPr="0014038B">
        <w:rPr>
          <w:rStyle w:val="libArabicChar"/>
          <w:rtl/>
        </w:rPr>
        <w:t xml:space="preserve"> عَن</w:t>
      </w:r>
      <w:r w:rsidRPr="0014038B">
        <w:rPr>
          <w:rStyle w:val="libArabicChar"/>
          <w:rFonts w:hint="cs"/>
          <w:rtl/>
        </w:rPr>
        <w:t>ْ فِ</w:t>
      </w:r>
      <w:r w:rsidRPr="0014038B">
        <w:rPr>
          <w:rStyle w:val="libArabicChar"/>
          <w:rFonts w:hint="eastAsia"/>
          <w:rtl/>
        </w:rPr>
        <w:t>رٰاشِ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لَ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لاً</w:t>
      </w:r>
      <w:r w:rsidRPr="0014038B">
        <w:rPr>
          <w:rStyle w:val="libArabicChar"/>
          <w:rtl/>
        </w:rPr>
        <w:t xml:space="preserve"> فَ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ص</w:t>
      </w:r>
      <w:r w:rsidRPr="0014038B">
        <w:rPr>
          <w:rStyle w:val="libArabicChar"/>
          <w:rFonts w:hint="cs"/>
          <w:rtl/>
        </w:rPr>
        <w:t>ْبَحُ</w:t>
      </w:r>
      <w:r w:rsidRPr="0014038B">
        <w:rPr>
          <w:rStyle w:val="libArabicChar"/>
          <w:rtl/>
        </w:rPr>
        <w:t xml:space="preserve"> بِمَکَّةَ وَ مِن</w:t>
      </w:r>
      <w:r w:rsidRPr="0014038B">
        <w:rPr>
          <w:rStyle w:val="libArabicChar"/>
          <w:rFonts w:hint="cs"/>
          <w:rtl/>
        </w:rPr>
        <w:t>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مَنْ یُ</w:t>
      </w:r>
      <w:r w:rsidRPr="0014038B">
        <w:rPr>
          <w:rStyle w:val="libArabicChar"/>
          <w:rFonts w:hint="eastAsia"/>
          <w:rtl/>
        </w:rPr>
        <w:t>رٰ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سِ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رُ</w:t>
      </w:r>
      <w:r w:rsidRPr="0014038B">
        <w:rPr>
          <w:rStyle w:val="libArabicChar"/>
          <w:rtl/>
        </w:rPr>
        <w:t xml:space="preserve"> فِ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السَّحٰابِ نَ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 xml:space="preserve">ٰارًا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ع</w:t>
      </w:r>
      <w:r w:rsidRPr="0014038B">
        <w:rPr>
          <w:rStyle w:val="libArabicChar"/>
          <w:rFonts w:hint="cs"/>
          <w:rtl/>
        </w:rPr>
        <w:t>ْرَفُ</w:t>
      </w:r>
      <w:r w:rsidRPr="0014038B">
        <w:rPr>
          <w:rStyle w:val="libArabicChar"/>
          <w:rtl/>
        </w:rPr>
        <w:t xml:space="preserve"> بِاس</w:t>
      </w:r>
      <w:r w:rsidRPr="0014038B">
        <w:rPr>
          <w:rStyle w:val="libArabicChar"/>
          <w:rFonts w:hint="cs"/>
          <w:rtl/>
        </w:rPr>
        <w:t>ْمِ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وَ اسْمِ أَبِیْ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وَ حِل</w:t>
      </w:r>
      <w:r w:rsidRPr="0014038B">
        <w:rPr>
          <w:rStyle w:val="libArabicChar"/>
          <w:rFonts w:hint="cs"/>
          <w:rtl/>
        </w:rPr>
        <w:t>ْیَ</w:t>
      </w:r>
      <w:r w:rsidRPr="0014038B">
        <w:rPr>
          <w:rStyle w:val="libArabicChar"/>
          <w:rFonts w:hint="eastAsia"/>
          <w:rtl/>
        </w:rPr>
        <w:t>تِ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وَ نَسَبِ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قُل</w:t>
      </w:r>
      <w:r w:rsidRPr="0014038B">
        <w:rPr>
          <w:rStyle w:val="libArabicChar"/>
          <w:rFonts w:hint="cs"/>
          <w:rtl/>
        </w:rPr>
        <w:t>ْتُ جُعِلْتُ فِدٰاکَ أَیُّ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أَع</w:t>
      </w:r>
      <w:r w:rsidRPr="0014038B">
        <w:rPr>
          <w:rStyle w:val="libArabicChar"/>
          <w:rFonts w:hint="cs"/>
          <w:rtl/>
        </w:rPr>
        <w:t>ْظَمُ اِیْ</w:t>
      </w:r>
      <w:r w:rsidRPr="0014038B">
        <w:rPr>
          <w:rStyle w:val="libArabicChar"/>
          <w:rFonts w:hint="eastAsia"/>
          <w:rtl/>
        </w:rPr>
        <w:t>مٰانًا</w:t>
      </w:r>
      <w:r w:rsidRPr="0014038B">
        <w:rPr>
          <w:rStyle w:val="libArabicChar"/>
          <w:rtl/>
        </w:rPr>
        <w:t xml:space="preserve"> ؟ قٰالَ : اَلَّذِ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rabicChar"/>
          <w:rFonts w:hint="cs"/>
          <w:rtl/>
        </w:rPr>
        <w:t>یُ</w:t>
      </w:r>
      <w:r w:rsidRPr="0014038B">
        <w:rPr>
          <w:rStyle w:val="libArabicChar"/>
          <w:rFonts w:hint="eastAsia"/>
          <w:rtl/>
        </w:rPr>
        <w:t>سِ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رُ</w:t>
      </w:r>
      <w:r w:rsidRPr="0014038B">
        <w:rPr>
          <w:rStyle w:val="libArabicChar"/>
          <w:rtl/>
        </w:rPr>
        <w:t xml:space="preserve"> فِ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السِّحٰابِ </w:t>
      </w:r>
      <w:r w:rsidRPr="0014038B">
        <w:rPr>
          <w:rStyle w:val="libArabicChar"/>
          <w:rFonts w:hint="eastAsia"/>
          <w:rtl/>
        </w:rPr>
        <w:t>نَ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ٰاراً</w:t>
      </w:r>
      <w:r w:rsidRPr="0014038B">
        <w:rPr>
          <w:rStyle w:val="libArabicChar"/>
          <w:rtl/>
        </w:rPr>
        <w:t xml:space="preserve"> وَ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ُمُ ال</w:t>
      </w:r>
      <w:r w:rsidRPr="0014038B">
        <w:rPr>
          <w:rStyle w:val="libArabicChar"/>
          <w:rFonts w:hint="cs"/>
          <w:rtl/>
        </w:rPr>
        <w:t>ْمَفْقُودُوْنَ وَ فِیْ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ِم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نُزلَت</w:t>
      </w:r>
      <w:r w:rsidRPr="0014038B">
        <w:rPr>
          <w:rStyle w:val="libArabicChar"/>
          <w:rFonts w:hint="cs"/>
          <w:rtl/>
        </w:rPr>
        <w:t xml:space="preserve">ْ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ٰذِ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الْآیَ</w:t>
      </w:r>
      <w:r w:rsidRPr="0014038B">
        <w:rPr>
          <w:rStyle w:val="libArabicChar"/>
          <w:rFonts w:hint="eastAsia"/>
          <w:rtl/>
        </w:rPr>
        <w:t>ةُ</w:t>
      </w:r>
      <w:r w:rsidRPr="0014038B">
        <w:rPr>
          <w:rStyle w:val="libArabicChar"/>
          <w:rtl/>
        </w:rPr>
        <w:t xml:space="preserve"> </w:t>
      </w:r>
      <w:r w:rsidRPr="0014038B">
        <w:rPr>
          <w:rStyle w:val="libAieChar"/>
          <w:rtl/>
        </w:rPr>
        <w:t>( اَ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نَمٰا</w:t>
      </w:r>
      <w:r w:rsidRPr="0014038B">
        <w:rPr>
          <w:rStyle w:val="libAieChar"/>
          <w:rtl/>
        </w:rPr>
        <w:t xml:space="preserve"> تَکُونُوا </w:t>
      </w:r>
      <w:r w:rsidRPr="0014038B">
        <w:rPr>
          <w:rStyle w:val="libAieChar"/>
          <w:rFonts w:hint="cs"/>
          <w:rtl/>
        </w:rPr>
        <w:t>یَ</w:t>
      </w:r>
      <w:r w:rsidRPr="0014038B">
        <w:rPr>
          <w:rStyle w:val="libAieChar"/>
          <w:rFonts w:hint="eastAsia"/>
          <w:rtl/>
        </w:rPr>
        <w:t>أ</w:t>
      </w:r>
      <w:r w:rsidRPr="0014038B">
        <w:rPr>
          <w:rStyle w:val="libAieChar"/>
          <w:rFonts w:hint="cs"/>
          <w:rtl/>
        </w:rPr>
        <w:t>ْتِ</w:t>
      </w:r>
      <w:r w:rsidRPr="0014038B">
        <w:rPr>
          <w:rStyle w:val="libAieChar"/>
          <w:rtl/>
        </w:rPr>
        <w:t xml:space="preserve"> بِکُمُ اللّٰ</w:t>
      </w:r>
      <w:r w:rsidR="00DB4D6B" w:rsidRPr="0014038B">
        <w:rPr>
          <w:rStyle w:val="libAieChar"/>
          <w:rFonts w:hint="cs"/>
          <w:rtl/>
        </w:rPr>
        <w:t>ه</w:t>
      </w:r>
      <w:r w:rsidRPr="0014038B">
        <w:rPr>
          <w:rStyle w:val="libAieChar"/>
          <w:rtl/>
        </w:rPr>
        <w:t>ُ جَمِ</w:t>
      </w:r>
      <w:r w:rsidRPr="0014038B">
        <w:rPr>
          <w:rStyle w:val="libAieChar"/>
          <w:rFonts w:hint="cs"/>
          <w:rtl/>
        </w:rPr>
        <w:t>یْ</w:t>
      </w:r>
      <w:r w:rsidRPr="0014038B">
        <w:rPr>
          <w:rStyle w:val="libAieChar"/>
          <w:rFonts w:hint="eastAsia"/>
          <w:rtl/>
        </w:rPr>
        <w:t>عًا</w:t>
      </w:r>
      <w:r w:rsidRPr="0014038B">
        <w:rPr>
          <w:rStyle w:val="libAieChar"/>
          <w:rtl/>
        </w:rPr>
        <w:t xml:space="preserve"> )</w:t>
      </w:r>
      <w:r w:rsidRPr="0014038B">
        <w:rPr>
          <w:rStyle w:val="libArabicChar"/>
          <w:rtl/>
        </w:rPr>
        <w:t xml:space="preserve"> ''</w:t>
      </w:r>
      <w:r w:rsidRPr="0014038B">
        <w:rPr>
          <w:rtl/>
        </w:rPr>
        <w:t xml:space="preserve">  </w:t>
      </w:r>
      <w:r w:rsidR="00E546D1" w:rsidRPr="0014038B">
        <w:rPr>
          <w:rStyle w:val="libFootnotenumChar"/>
          <w:rtl/>
        </w:rPr>
        <w:t>(</w:t>
      </w:r>
      <w:r w:rsidR="00866F2E" w:rsidRPr="0014038B">
        <w:rPr>
          <w:rStyle w:val="libFootnotenumChar"/>
          <w:rFonts w:hint="cs"/>
          <w:rtl/>
        </w:rPr>
        <w:t>1</w:t>
      </w:r>
      <w:r w:rsidR="00F94B63" w:rsidRPr="0014038B">
        <w:rPr>
          <w:rStyle w:val="libFootnotenumChar"/>
          <w:rFonts w:hint="cs"/>
          <w:rtl/>
        </w:rPr>
        <w:t>)</w:t>
      </w:r>
      <w:r w:rsidRPr="0014038B">
        <w:rPr>
          <w:rStyle w:val="libFootnotenumChar"/>
          <w:rtl/>
        </w:rPr>
        <w:t>،</w:t>
      </w:r>
      <w:r w:rsidR="00F94B63" w:rsidRPr="0014038B">
        <w:rPr>
          <w:rStyle w:val="libFootnotenumChar"/>
          <w:rFonts w:hint="cs"/>
          <w:rtl/>
        </w:rPr>
        <w:t>(</w:t>
      </w:r>
      <w:r w:rsidR="00866F2E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866F2E">
      <w:pPr>
        <w:pStyle w:val="libNormal"/>
        <w:rPr>
          <w:rtl/>
        </w:rPr>
      </w:pPr>
      <w:r w:rsidRPr="0014038B">
        <w:rPr>
          <w:rtl/>
        </w:rPr>
        <w:t xml:space="preserve"> ''جب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امام کو اذن ہوگاخدا کو اس کے عبر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( عبران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زبان ) سے پکارا جائے گا اس وقت آپ کے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سو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اصحاب خزاں کے بادل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مانند جمع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۔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کے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اور</w:t>
      </w:r>
      <w:r w:rsidRPr="0014038B">
        <w:rPr>
          <w:rtl/>
        </w:rPr>
        <w:t xml:space="preserve"> و مدد گار ہوں گے۔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بعض رات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بستروں سے غائب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اور صبح مکہ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ہوں گے اور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بعض وہہوں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دن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بادلوں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کرتے ہوئے نظر آئ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گے اور وہ اپنے ناموں اور اپنے باپ کے نام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صفت اور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نسبتوں سے پہچانے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 ان دو گروہوں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کے لحاظ سے کون سا گروہ با عظمت ہے؟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: وہ جو دن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بادلوں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 لوگ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جگہوں سے غائب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ان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مہ</w:t>
      </w:r>
      <w:r w:rsidRPr="0014038B">
        <w:rPr>
          <w:rtl/>
        </w:rPr>
        <w:t xml:space="preserve"> نازل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: ''تم جہاں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رہو گے خدا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سب کو جمع کر دے گا ''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866F2E" w:rsidRPr="0014038B">
        <w:rPr>
          <w:rFonts w:hint="cs"/>
          <w:rtl/>
        </w:rPr>
        <w:t>1</w:t>
      </w:r>
      <w:r w:rsidRPr="0014038B">
        <w:rPr>
          <w:rtl/>
        </w:rPr>
        <w:t>]۔ سورۂ بقرہ،آ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148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866F2E" w:rsidRPr="0014038B">
        <w:rPr>
          <w:rFonts w:hint="cs"/>
          <w:rtl/>
        </w:rPr>
        <w:t>2</w:t>
      </w:r>
      <w:r w:rsidRPr="0014038B">
        <w:rPr>
          <w:rtl/>
        </w:rPr>
        <w:t>]۔ بحار الانوار ،:ج</w:t>
      </w:r>
      <w:r w:rsidRPr="0014038B">
        <w:rPr>
          <w:rtl/>
          <w:lang w:bidi="fa-IR"/>
        </w:rPr>
        <w:t>۵۲</w:t>
      </w:r>
      <w:r w:rsidRPr="0014038B">
        <w:rPr>
          <w:rtl/>
        </w:rPr>
        <w:t>ص</w:t>
      </w:r>
      <w:r w:rsidRPr="0014038B">
        <w:rPr>
          <w:rtl/>
          <w:lang w:bidi="fa-IR"/>
        </w:rPr>
        <w:t>۳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۸</w:t>
      </w:r>
      <w:r w:rsidRPr="0014038B">
        <w:rPr>
          <w:rtl/>
        </w:rPr>
        <w:t>،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نعمان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:</w:t>
      </w:r>
      <w:r w:rsidRPr="0014038B">
        <w:rPr>
          <w:rFonts w:hint="cs"/>
          <w:rtl/>
        </w:rPr>
        <w:t>168، تفسی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:ا  </w:t>
      </w:r>
      <w:r w:rsidRPr="0014038B">
        <w:rPr>
          <w:rFonts w:hint="cs"/>
          <w:rtl/>
        </w:rPr>
        <w:t>67</w:t>
      </w: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28" w:name="_Toc386267011"/>
      <w:r w:rsidRPr="0014038B">
        <w:rPr>
          <w:rtl/>
        </w:rPr>
        <w:t>ظہور کے زمانے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معرفت</w:t>
      </w:r>
      <w:bookmarkEnd w:id="128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ظہور</w:t>
      </w:r>
      <w:r w:rsidRPr="0014038B">
        <w:rPr>
          <w:rtl/>
        </w:rPr>
        <w:t xml:space="preserve"> کے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وہ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 اس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آئے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انسان کو مسئلہ انتظار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بلات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وہ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جو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تمام انسانوں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 انسان اور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اور شکل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جلوہ گر بنا دے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29" w:name="_Toc386267012"/>
      <w:r w:rsidRPr="0014038B">
        <w:rPr>
          <w:rFonts w:hint="cs"/>
          <w:rtl/>
        </w:rPr>
        <w:t>1۔ باطنی</w:t>
      </w:r>
      <w:r w:rsidRPr="0014038B">
        <w:rPr>
          <w:rtl/>
        </w:rPr>
        <w:t xml:space="preserve"> تطہ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bookmarkEnd w:id="129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انسان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وجود کے 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و فراز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اعتقاد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مسئلہ خصلت اور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پاک اور ناپاک خصلتوں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دوسرے کے ساتھ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جول کا ہے ۔ اور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ذکر ہوا ہے کہ (ط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نت</w:t>
      </w:r>
      <w:r w:rsidRPr="0014038B">
        <w:rPr>
          <w:rtl/>
        </w:rPr>
        <w:t>) عادت، سرشت کا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مطلب و مقصود ہے چونکہعادت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دوسرے سے ملت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کس طرح پاک ہو کر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 دوسرے سے جدا ہ</w:t>
      </w:r>
      <w:r w:rsidRPr="0014038B">
        <w:rPr>
          <w:rFonts w:hint="eastAsia"/>
          <w:rtl/>
        </w:rPr>
        <w:t>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مسئلہ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تفص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اس  مختصر کتاب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مناسب و ممکن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اس وجہ سے ہم فقط اس نکتے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اشارہ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 زمانۂ ظہور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ملاوٹ سے خصلتوں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، نفس اور ضم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کا آلودگ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پاک ہونا ہے جو وجود انسان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و فراز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موجود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ہم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حضرت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 xml:space="preserve"> اللہ  کے زمانہ ٔ  ظہور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لوگ کثافتوں اور آلودگ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پاک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؟</w:t>
      </w: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سوال کے جواب سے پہلے اس بات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وضاحت کے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داستان عرض ہے 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بہ</w:t>
      </w:r>
      <w:r w:rsidRPr="0014038B">
        <w:rPr>
          <w:rtl/>
        </w:rPr>
        <w:t xml:space="preserve"> بن عثمان ، حضور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>کا شد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دشمن  تھا ۔ اس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آنحضرت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>کے قتل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آرزو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اس نے جنگ حن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شرکت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تاکہ حضور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 کو شہ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کر دے جس وقت لوگ آنحضرت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کے اطراف سے ہٹ گئے ا</w:t>
      </w:r>
      <w:r w:rsidRPr="0014038B">
        <w:rPr>
          <w:rtl/>
        </w:rPr>
        <w:t>ور نب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تنہا رہ گئے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پچھل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جانب سے آنحضرت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پہنچا </w:t>
      </w:r>
      <w:r w:rsidRPr="0014038B">
        <w:rPr>
          <w:rFonts w:hint="eastAsia"/>
          <w:rtl/>
        </w:rPr>
        <w:t>،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آگ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شعلہ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بڑھا اس طرح کہ اس کو تحمل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رکھتا تھا ۔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اپنا مقصد پورانہ کر سکا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نب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چھے</w:t>
      </w:r>
      <w:r w:rsidRPr="0014038B">
        <w:rPr>
          <w:rtl/>
        </w:rPr>
        <w:t xml:space="preserve"> مڑ کر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اور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شب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آجائو اس وقت حضور نب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>نے اپنا دست مبارک اس کے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پر رکھا اس کام کے اثر سے آنحضرت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اس کے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جگہ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 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طرح کہ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>اس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اس وقت سے محبوب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شخص ہو گئے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وقت اس نے نب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>کے حضور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مخالف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سے اس </w:t>
      </w:r>
      <w:r w:rsidRPr="0014038B">
        <w:rPr>
          <w:rFonts w:hint="eastAsia"/>
          <w:rtl/>
        </w:rPr>
        <w:t>طرح</w:t>
      </w:r>
      <w:r w:rsidRPr="0014038B">
        <w:rPr>
          <w:rtl/>
        </w:rPr>
        <w:t xml:space="preserve"> سے جنگ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اگر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کا باپ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مقابلے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آجاتا تو اس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حضور نب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کرم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  ک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نصرت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خاطر قتل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۔ 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866F2E" w:rsidRPr="0014038B" w:rsidRDefault="00CA6D92" w:rsidP="00866F2E">
      <w:pPr>
        <w:pStyle w:val="libNormal"/>
        <w:rPr>
          <w:rtl/>
        </w:rPr>
      </w:pPr>
      <w:r w:rsidRPr="0014038B">
        <w:rPr>
          <w:rtl/>
        </w:rPr>
        <w:t xml:space="preserve"> آپ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کس طرح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نجس 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نت</w:t>
      </w:r>
      <w:r w:rsidRPr="0014038B">
        <w:rPr>
          <w:rtl/>
        </w:rPr>
        <w:t xml:space="preserve"> اور آلودہ نفس انسان کو جو آپ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کابد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دشمن  تھا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لمحے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غلاظت و آلودگ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نجات دے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کو کفار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صف سے نکال کر مومن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لشکر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کھڑا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</w:t>
      </w:r>
    </w:p>
    <w:p w:rsidR="00866F2E" w:rsidRPr="0014038B" w:rsidRDefault="00866F2E" w:rsidP="00866F2E">
      <w:pPr>
        <w:pStyle w:val="libNormal"/>
        <w:rPr>
          <w:rtl/>
        </w:rPr>
      </w:pP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 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اپنے دست مبارک کو اس کے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پر پھ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نے کے ساتھ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 کو مکمل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نا پسند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اس نے ضلالت اور گمراہ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نجات حاصل کر 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tl/>
        </w:rPr>
        <w:t>[1]۔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نة</w:t>
      </w:r>
      <w:r w:rsidRPr="0014038B">
        <w:rPr>
          <w:rtl/>
        </w:rPr>
        <w:t xml:space="preserve"> البحار: </w:t>
      </w:r>
      <w:r w:rsidRPr="0014038B">
        <w:rPr>
          <w:rFonts w:hint="cs"/>
          <w:rtl/>
        </w:rPr>
        <w:t>1 202مادہ حبب</w:t>
      </w: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66F2E" w:rsidRPr="0014038B" w:rsidRDefault="00866F2E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اس مقدمہ کے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کے بعد زمانۂ ظہور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ہوگ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حضرت امام محمد باقر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866F2E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 xml:space="preserve">''اِذٰا قٰامَ قٰائِمُنٰا وَضَعَ 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دَ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ُ</w:t>
      </w:r>
      <w:r w:rsidRPr="0014038B">
        <w:rPr>
          <w:rStyle w:val="libArabicChar"/>
          <w:rtl/>
        </w:rPr>
        <w:t xml:space="preserve"> عَلٰ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رُئُو</w:t>
      </w:r>
      <w:r w:rsidRPr="0014038B">
        <w:rPr>
          <w:rStyle w:val="libArabicChar"/>
          <w:rFonts w:hint="cs"/>
          <w:rtl/>
        </w:rPr>
        <w:t>ْسِ الْعِبٰادِ ، فَجَمَعَ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عُقُوْلَ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وَ اَکْمَلَ بِ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اَخْلاٰقَ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ُمْ  '</w:t>
      </w:r>
      <w:r w:rsidRPr="0014038B">
        <w:rPr>
          <w:rStyle w:val="libArabicChar"/>
          <w:rtl/>
        </w:rPr>
        <w:t>'</w:t>
      </w:r>
      <w:r w:rsidRPr="0014038B">
        <w:rPr>
          <w:rtl/>
        </w:rPr>
        <w:t xml:space="preserve">  </w:t>
      </w:r>
      <w:r w:rsidR="00E546D1" w:rsidRPr="0014038B">
        <w:rPr>
          <w:rStyle w:val="libFootnotenumChar"/>
          <w:rtl/>
        </w:rPr>
        <w:t>(</w:t>
      </w:r>
      <w:r w:rsidR="00866F2E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جس وقت ہمارا قائم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ام</w:t>
      </w:r>
      <w:r w:rsidRPr="0014038B">
        <w:rPr>
          <w:rtl/>
        </w:rPr>
        <w:t xml:space="preserve"> فرمائے گا اپنے ہاتھوں کو خدا کے بندوں کے سروں پہ رکھے گا پس اس عمل سے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عقلوں کوجمع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اس کے سبب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کامل ہو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 کے اخلاق کو مکمل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امام</w:t>
      </w:r>
      <w:r w:rsidRPr="0014038B">
        <w:rPr>
          <w:rtl/>
        </w:rPr>
        <w:t xml:space="preserve">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اس عمل سے سے لوگوں کے باطن کو پاک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اور خدا کے تمام بندوں کو برائ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نجات بخش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30" w:name="_Toc386267013"/>
      <w:r w:rsidRPr="0014038B">
        <w:rPr>
          <w:rFonts w:hint="cs"/>
          <w:rtl/>
        </w:rPr>
        <w:t>2 ۔ زمانۂ ظہور می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عقلوں کا کامل ہونا</w:t>
      </w:r>
      <w:bookmarkEnd w:id="130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مذکورہ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دو نہا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پرکشش نکات  سمجھ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1۔ حضرت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 xml:space="preserve"> اللہ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اپنے ہاتھ کو نہ فقط اپنے اصحاب خاص کے سروں پر بلکہ تمام  بندگان خدا کے سروں پر پھر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 تمام  افراد جواس دن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قائل ہوں گے اگرچہ  جنگ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آنحضرت کے اصحاب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نہ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ہوں گے بوڑھے اور بچے سب اس ع</w:t>
      </w:r>
      <w:r w:rsidRPr="0014038B">
        <w:rPr>
          <w:rFonts w:hint="eastAsia"/>
          <w:rtl/>
        </w:rPr>
        <w:t>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نعمت کے مالک ہوں گے ۔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 :ج</w:t>
      </w:r>
      <w:r w:rsidRPr="0014038B">
        <w:rPr>
          <w:rtl/>
          <w:lang w:bidi="fa-IR"/>
        </w:rPr>
        <w:t>۵۲</w:t>
      </w:r>
      <w:r w:rsidRPr="0014038B">
        <w:rPr>
          <w:rtl/>
        </w:rPr>
        <w:t>ص</w:t>
      </w:r>
      <w:r w:rsidRPr="0014038B">
        <w:rPr>
          <w:rtl/>
          <w:lang w:bidi="fa-IR"/>
        </w:rPr>
        <w:t>۳۳</w:t>
      </w:r>
      <w:r w:rsidRPr="0014038B">
        <w:rPr>
          <w:rFonts w:hint="cs"/>
          <w:rtl/>
        </w:rPr>
        <w:t>6</w:t>
      </w: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5221CD">
        <w:rPr>
          <w:rFonts w:hint="cs"/>
          <w:rtl/>
        </w:rPr>
        <w:t>2 ۔ سب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پراکندگ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انتشار سے نجات 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سب کے سب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کے ساتھ فکر و عقل کا مرکز جو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معمول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علم و ادراک کا سر چشمہ ہوجائ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tl/>
        </w:rPr>
        <w:t>۔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کے کامل ہو جانے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اگر چاہ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تو دماغ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تر قوتوں سے فائدہ حاصل کرسک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ہاں!جس دن خدائ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ہاتھ لوگوں کے سروں پر رکھا جائے گا ،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دوران ستم 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انسانوں پر نوازش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وہ طاقت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انسان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دماغ کے اندر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تکامل کے اثر سے تجل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ظہور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عمل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مراحل کے کمال کے ساتھ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دور درک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اس لئے ہم دماغ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 اور کمال عقل کے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اثرات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سے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پہچان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دماغ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قدرت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وضاحت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ہے کہ ہر انسان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طور پر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دوران اپنےدماغ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ظرف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اربواں حصہ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لاتا ۔ اگر عام  افراد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نابغہ  افراد کے دماغ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ظرف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اربواں حصہ کام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تو وہ فرق جو ان کے اور عام لوگوں کے 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آئے گا ، وہ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 بڑ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</w:t>
      </w:r>
      <w:r w:rsidRPr="0014038B">
        <w:rPr>
          <w:rtl/>
        </w:rPr>
        <w:t xml:space="preserve"> کن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ہوگ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چھوٹ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عام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  <w:r w:rsidRPr="0014038B">
        <w:rPr>
          <w:rtl/>
        </w:rPr>
        <w:t xml:space="preserve">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نابغہ (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عاد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) افراد جو فکر و عقل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و غر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طاقت سے مالا مال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 وہ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فقط اپنے مغز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کل طاقت کا ا</w:t>
      </w:r>
      <w:r w:rsidRPr="0014038B">
        <w:rPr>
          <w:rFonts w:hint="cs"/>
          <w:rtl/>
        </w:rPr>
        <w:t>ی</w:t>
      </w:r>
      <w:r w:rsidRPr="0014038B">
        <w:rPr>
          <w:rtl/>
        </w:rPr>
        <w:t>ک اربواں حصہ عمل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لا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ان کے دماغ 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اربو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حصہ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استفادہ دوسروں سے بہتر ہے ۔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tl/>
        </w:rPr>
        <w:t>[1]۔ توان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ھا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خود را بشناس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: </w:t>
      </w:r>
      <w:r w:rsidRPr="0014038B">
        <w:rPr>
          <w:rFonts w:hint="cs"/>
          <w:rtl/>
        </w:rPr>
        <w:t>347</w:t>
      </w:r>
    </w:p>
    <w:p w:rsidR="00CA6D92" w:rsidRPr="0014038B" w:rsidRDefault="00CA6D92" w:rsidP="00CA6D92">
      <w:pPr>
        <w:pStyle w:val="libNormal"/>
        <w:rPr>
          <w:rtl/>
        </w:rPr>
      </w:pP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66F2E" w:rsidRPr="0014038B" w:rsidRDefault="00866F2E" w:rsidP="00CA6D92">
      <w:pPr>
        <w:pStyle w:val="libNormal"/>
        <w:rPr>
          <w:rtl/>
        </w:rPr>
      </w:pPr>
    </w:p>
    <w:p w:rsidR="00CA6D92" w:rsidRPr="0014038B" w:rsidRDefault="00CA6D92" w:rsidP="00866F2E">
      <w:pPr>
        <w:pStyle w:val="libNormal"/>
        <w:rPr>
          <w:rtl/>
        </w:rPr>
      </w:pPr>
      <w:r w:rsidRPr="0014038B">
        <w:rPr>
          <w:rtl/>
        </w:rPr>
        <w:t xml:space="preserve"> آج سے کئ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سال پہلے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ہے کہ اس زمانے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دان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مسئلے کو عوام کے کانوں تک پہنچا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جو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بحث تھا ۔ اس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تخم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لگا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انسان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مغز (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وقت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) دس معلومات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اکائ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اندوز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 سکتا ہے اگر اس رقم کو ساد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زبان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کہنا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سے دور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ہوگا کہ ہم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ماسکو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موجودہ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لائبر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موجود کئ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لاکھ جلد کتاب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تمام معلومات سے پر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 کو اپنے حافظہ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 سکتا ہے مندرجہ بالا بات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طرح کے حساب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</w:t>
      </w:r>
      <w:r w:rsidRPr="0014038B">
        <w:rPr>
          <w:rFonts w:hint="eastAsia"/>
          <w:rtl/>
        </w:rPr>
        <w:t>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 چک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نظرآت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 </w:t>
      </w:r>
      <w:r w:rsidR="00E546D1" w:rsidRPr="0014038B">
        <w:rPr>
          <w:rStyle w:val="libFootnotenumChar"/>
          <w:rtl/>
        </w:rPr>
        <w:t>(</w:t>
      </w:r>
      <w:r w:rsidR="00866F2E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اب آپ توجہ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اس صورت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جب مصلح جہان حضرت امام  مہد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چمکتے ہوئے نور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اثر سے انسان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مغز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قدرت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تکامل کو پہنچ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انسان اپنے مغز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تمام تر قوت و طاقت سے نہ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اربو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حصے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سے استفاد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کرے گا تو علم و تمدن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پرچھا جائے  گا اس وقت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کا احاطہ کس طرح ہوگا 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جس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عقل کے تکامل کے اثر سے روح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قوتوں کو اجاگر کر لے گا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دار</w:t>
      </w:r>
      <w:r w:rsidRPr="0014038B">
        <w:rPr>
          <w:rtl/>
        </w:rPr>
        <w:t xml:space="preserve"> کرکے ان سے بہرہ مند اور مستف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ہوگا اس وقت وہ اپنے جسم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 کا تابع قرار دے کر قدرت روح حاصل کر سکتا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جسم کو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امواج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 سکتا ہے اور اس کام سے اپنے جسم کو ماد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اور جسمان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سے باہرنکال سکتا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جس وقت انسان اس کام پر قادر ہو جاتا ہے تو اس وقت بہت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کرامت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اس کے اندر عام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موجود 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کے لئے ثابت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866F2E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 ۔ توان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ھا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خود را بشناس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:</w:t>
      </w:r>
      <w:r w:rsidRPr="0014038B">
        <w:rPr>
          <w:rFonts w:hint="cs"/>
          <w:rtl/>
        </w:rPr>
        <w:t>44</w:t>
      </w: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66F2E" w:rsidRPr="0014038B" w:rsidRDefault="00866F2E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زمانۂ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بہت کم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لوگ موجود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ط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الارض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 اور اس سے استفادہ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اپنے جسم سے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اور تجسم کو چھ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کر اپنے آپ کو توانائ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امواج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شکل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لمحے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آپ کو 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گوشے سے دوسرے گوشے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پہنچات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اورجو لوگ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قدرت اور طاقت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ںوہ</w:t>
      </w:r>
      <w:r w:rsidRPr="0014038B">
        <w:rPr>
          <w:rtl/>
        </w:rPr>
        <w:t xml:space="preserve"> اپنے تروح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افتہ</w:t>
      </w:r>
      <w:r w:rsidRPr="0014038B">
        <w:rPr>
          <w:rtl/>
        </w:rPr>
        <w:t xml:space="preserve"> جسم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جگہ راہنمائ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جس کا وہ ارادہ رکھتے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وہاں پر اسے مجسم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31" w:name="_Toc386267014"/>
      <w:r w:rsidRPr="0014038B">
        <w:rPr>
          <w:rFonts w:hint="cs"/>
          <w:rtl/>
        </w:rPr>
        <w:t>3 ۔ دنی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bookmarkEnd w:id="131"/>
    </w:p>
    <w:p w:rsidR="00CA6D92" w:rsidRPr="0014038B" w:rsidRDefault="00CA6D92" w:rsidP="00866F2E">
      <w:pPr>
        <w:pStyle w:val="libNormal"/>
        <w:rPr>
          <w:rtl/>
        </w:rPr>
      </w:pPr>
      <w:r w:rsidRPr="0014038B">
        <w:rPr>
          <w:rFonts w:hint="eastAsia"/>
          <w:rtl/>
        </w:rPr>
        <w:t>ظہور</w:t>
      </w:r>
      <w:r w:rsidRPr="0014038B">
        <w:rPr>
          <w:rtl/>
        </w:rPr>
        <w:t xml:space="preserve"> کے با عظمت دور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پر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رونما ہوں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قرآن مج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کے فرمان کے مطابق :</w:t>
      </w:r>
      <w:r w:rsidRPr="0014038B">
        <w:rPr>
          <w:rStyle w:val="libAieChar"/>
          <w:rtl/>
        </w:rPr>
        <w:t xml:space="preserve"> ( </w:t>
      </w:r>
      <w:r w:rsidRPr="0014038B">
        <w:rPr>
          <w:rStyle w:val="libAieChar"/>
          <w:rFonts w:hint="cs"/>
          <w:rtl/>
        </w:rPr>
        <w:t>یَ</w:t>
      </w:r>
      <w:r w:rsidRPr="0014038B">
        <w:rPr>
          <w:rStyle w:val="libAieChar"/>
          <w:rFonts w:hint="eastAsia"/>
          <w:rtl/>
        </w:rPr>
        <w:t>و</w:t>
      </w:r>
      <w:r w:rsidRPr="0014038B">
        <w:rPr>
          <w:rStyle w:val="libAieChar"/>
          <w:rFonts w:hint="cs"/>
          <w:rtl/>
        </w:rPr>
        <w:t>ْمَ</w:t>
      </w:r>
      <w:r w:rsidRPr="0014038B">
        <w:rPr>
          <w:rStyle w:val="libAieChar"/>
          <w:rtl/>
        </w:rPr>
        <w:t xml:space="preserve"> تُبَدَّلُ ال</w:t>
      </w:r>
      <w:r w:rsidRPr="0014038B">
        <w:rPr>
          <w:rStyle w:val="libAieChar"/>
          <w:rFonts w:hint="cs"/>
          <w:rtl/>
        </w:rPr>
        <w:t>ْاَرْضُ غَیْ</w:t>
      </w:r>
      <w:r w:rsidRPr="0014038B">
        <w:rPr>
          <w:rStyle w:val="libAieChar"/>
          <w:rFonts w:hint="eastAsia"/>
          <w:rtl/>
        </w:rPr>
        <w:t>رَ</w:t>
      </w:r>
      <w:r w:rsidRPr="0014038B">
        <w:rPr>
          <w:rStyle w:val="libAieChar"/>
          <w:rtl/>
        </w:rPr>
        <w:t xml:space="preserve"> ال</w:t>
      </w:r>
      <w:r w:rsidRPr="0014038B">
        <w:rPr>
          <w:rStyle w:val="libAieChar"/>
          <w:rFonts w:hint="cs"/>
          <w:rtl/>
        </w:rPr>
        <w:t xml:space="preserve">ْاَرْضِ ) </w:t>
      </w:r>
      <w:r w:rsidRPr="005221CD">
        <w:rPr>
          <w:rFonts w:hint="cs"/>
          <w:rtl/>
        </w:rPr>
        <w:t xml:space="preserve"> 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tl/>
        </w:rPr>
        <w:t xml:space="preserve"> اس دن جب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نئے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سے جد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شرائط کے ساتھ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نہ فقط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بلکہ اس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،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اور تازہ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رو نما ہوں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آج تمام دانشمند افراد اس نکتہ پر متفق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مادہ ارتعاش سے تشک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پاتاہے  اور ارتعاشات کو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بل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لہروں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سے تصور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آواز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دور دراز مقامات پر منتقل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جاسکتا ہےجس کے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بناوٹ</w:t>
      </w:r>
      <w:r w:rsidRPr="0014038B">
        <w:rPr>
          <w:rtl/>
        </w:rPr>
        <w:t xml:space="preserve"> وساخت( جو مادہ سے منظم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ہے) کو ارتعاش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 کے 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کڑونک</w:t>
      </w:r>
      <w:r w:rsidRPr="0014038B">
        <w:rPr>
          <w:rtl/>
        </w:rPr>
        <w:t xml:space="preserve"> 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کے ہر حصہ تک پہنچا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سکتا ہے ۔</w:t>
      </w:r>
    </w:p>
    <w:p w:rsidR="00866F2E" w:rsidRPr="0014038B" w:rsidRDefault="00866F2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4E799A" w:rsidRPr="0014038B" w:rsidRDefault="004E799A" w:rsidP="00E546D1">
      <w:pPr>
        <w:pStyle w:val="libFootnote0"/>
        <w:rPr>
          <w:rtl/>
        </w:rPr>
      </w:pPr>
      <w:r w:rsidRPr="0014038B">
        <w:rPr>
          <w:rtl/>
        </w:rPr>
        <w:t>[1]۔ سورۂ ابراہ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،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: </w:t>
      </w:r>
      <w:r w:rsidRPr="0014038B">
        <w:rPr>
          <w:rFonts w:hint="cs"/>
          <w:rtl/>
        </w:rPr>
        <w:t>48</w:t>
      </w:r>
    </w:p>
    <w:p w:rsidR="004E799A" w:rsidRPr="0014038B" w:rsidRDefault="004E799A" w:rsidP="00F94B63">
      <w:pPr>
        <w:pStyle w:val="libFootnote0"/>
        <w:rPr>
          <w:rtl/>
        </w:rPr>
      </w:pPr>
      <w:r w:rsidRPr="0014038B">
        <w:rPr>
          <w:rtl/>
        </w:rPr>
        <w:t xml:space="preserve">[2] ۔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اشارہ ہے جس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  <w:r w:rsidRPr="0014038B">
        <w:rPr>
          <w:rStyle w:val="libFootNoteArabicChar"/>
          <w:rtl/>
        </w:rPr>
        <w:t>''اِذٰا اتَّسَعَ الزَّمٰان فَاَب</w:t>
      </w:r>
      <w:r w:rsidRPr="0014038B">
        <w:rPr>
          <w:rStyle w:val="libFootNoteArabicChar"/>
          <w:rFonts w:hint="cs"/>
          <w:rtl/>
        </w:rPr>
        <w:t>ْرٰارُ الزَّمٰانِ اُوْلٰی</w:t>
      </w:r>
      <w:r w:rsidR="00F94B63" w:rsidRPr="0014038B">
        <w:rPr>
          <w:rStyle w:val="libFootNoteArabicChar"/>
          <w:rtl/>
        </w:rPr>
        <w:t xml:space="preserve"> ب</w:t>
      </w:r>
      <w:r w:rsidR="00F94B63" w:rsidRPr="0014038B">
        <w:rPr>
          <w:rStyle w:val="libFootNoteArabicChar"/>
          <w:rFonts w:hint="cs"/>
          <w:rtl/>
        </w:rPr>
        <w:t>ه</w:t>
      </w:r>
      <w:r w:rsidRPr="0014038B">
        <w:rPr>
          <w:rStyle w:val="libFootNoteArabicChar"/>
          <w:rFonts w:hint="cs"/>
          <w:rtl/>
        </w:rPr>
        <w:t>ِ''بحار</w:t>
      </w:r>
      <w:r w:rsidRPr="0014038B">
        <w:rPr>
          <w:rtl/>
        </w:rPr>
        <w:t xml:space="preserve"> الانوار:ج</w:t>
      </w:r>
      <w:r w:rsidRPr="0014038B">
        <w:rPr>
          <w:rtl/>
          <w:lang w:bidi="fa-IR"/>
        </w:rPr>
        <w:t>۴۳</w:t>
      </w:r>
      <w:r w:rsidRPr="0014038B">
        <w:rPr>
          <w:rtl/>
        </w:rPr>
        <w:t>ص</w:t>
      </w:r>
      <w:r w:rsidRPr="0014038B">
        <w:rPr>
          <w:rtl/>
          <w:lang w:bidi="fa-IR"/>
        </w:rPr>
        <w:t>۳۵۴</w:t>
      </w:r>
    </w:p>
    <w:p w:rsidR="00866F2E" w:rsidRPr="0014038B" w:rsidRDefault="00866F2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866F2E" w:rsidRPr="0014038B" w:rsidRDefault="00866F2E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نظر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مستقبل 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فضائ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مسافرتوں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قبل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قے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کئے جا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کہ انسان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جسم کو ارتعاش کے ساتھ ذرہ ذرہ کرکے فضا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</w:t>
      </w:r>
      <w:r w:rsidRPr="0014038B">
        <w:rPr>
          <w:rtl/>
        </w:rPr>
        <w:t xml:space="preserve"> کر اور وہاں ان  الگ  الگ ا ذرّات کو آپس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جوڑا جا سکے گا ۔</w:t>
      </w:r>
    </w:p>
    <w:p w:rsidR="00CA6D92" w:rsidRPr="0014038B" w:rsidRDefault="00CA6D92" w:rsidP="004E799A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ہمارے محترم قارئ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خود 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صلہ</w:t>
      </w:r>
      <w:r w:rsidRPr="0014038B">
        <w:rPr>
          <w:rtl/>
        </w:rPr>
        <w:t xml:space="preserve"> کر سکتے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انسان روح ہے اور اس کا جسم  مادہ کے ذرات کے علاوہ اور کچھ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۔ جسے کند کرنے اور اس کے ارتعاشات کو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چے</w:t>
      </w:r>
      <w:r w:rsidRPr="0014038B">
        <w:rPr>
          <w:rtl/>
        </w:rPr>
        <w:t xml:space="preserve"> لانے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مرض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شکلوں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 سکتا ہے ۔ </w:t>
      </w:r>
      <w:r w:rsidR="00E546D1" w:rsidRPr="0014038B">
        <w:rPr>
          <w:rStyle w:val="libFootnotenumChar"/>
          <w:rtl/>
        </w:rPr>
        <w:t>(</w:t>
      </w:r>
      <w:r w:rsidR="004E799A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4E799A">
      <w:pPr>
        <w:pStyle w:val="libNormal"/>
        <w:rPr>
          <w:rtl/>
        </w:rPr>
      </w:pP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دن کو آنکھوں سے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جا سکتا ہے جس دن انسان اپنے جسم کو 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کٹران</w:t>
      </w:r>
      <w:r w:rsidRPr="0014038B">
        <w:rPr>
          <w:rtl/>
        </w:rPr>
        <w:t xml:space="preserve"> والے طر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قہ</w:t>
      </w:r>
      <w:r w:rsidRPr="0014038B">
        <w:rPr>
          <w:rtl/>
        </w:rPr>
        <w:t xml:space="preserve"> کے مطابق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کرے گا اور اسے مذکورہ بحث کے تجربہ کے طور پر مشاہدہ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لائے گا اس کا روائ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دور دراز مقام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جائے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وہاں پر ان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ٹموں</w:t>
      </w:r>
      <w:r w:rsidRPr="0014038B">
        <w:rPr>
          <w:rtl/>
        </w:rPr>
        <w:t xml:space="preserve"> کو جمع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گا جن سے جسم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مرتبہ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اصل شکل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آجائے گا ۔</w:t>
      </w:r>
      <w:r w:rsidR="00E546D1" w:rsidRPr="0014038B">
        <w:rPr>
          <w:rStyle w:val="libFootnotenumChar"/>
          <w:rtl/>
        </w:rPr>
        <w:t>(</w:t>
      </w:r>
      <w:r w:rsidR="004E799A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عقل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قوتوں کے تکامل عموم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بنا پر جن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تصر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، روح تمام مادہ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</w:t>
      </w:r>
      <w:r w:rsidRPr="0014038B">
        <w:rPr>
          <w:rtl/>
        </w:rPr>
        <w:t xml:space="preserve"> پر غلبہ کرے 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لوگ اپنے جسم پر ( حکومت ) کنٹرول حاصل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اور اس حالت سے بخوب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استفادہ کر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اس با عظمت اور نا شناختہ دور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سائل کے ساتھ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اور طرح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4E799A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اہل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ظہور کے پر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کا علم و دانش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امکان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نقطے تک پہنچ جائے گا اور انسان با آسان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علم و دانش کے تمام مراحل سے بہرہ مند ہوگا اس دن 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خداوہ رازبھ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فاش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ںگے</w:t>
      </w:r>
      <w:r w:rsidRPr="0014038B">
        <w:rPr>
          <w:rtl/>
        </w:rPr>
        <w:t xml:space="preserve"> جو وہ عوام کے آمادہ نہ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چھپا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کر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تھے اور ان کے لئے ترت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اور تکامل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کھول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شا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ہمارے لئے اس طرح کے مطالب کو قبول کرنا سخت ہو اور ہم ان تمام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شرفت</w:t>
      </w:r>
      <w:r w:rsidRPr="0014038B">
        <w:rPr>
          <w:rtl/>
        </w:rPr>
        <w:t xml:space="preserve"> کو قبول نہ کر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4E799A" w:rsidRPr="0014038B" w:rsidRDefault="004E799A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4E799A" w:rsidRPr="0014038B" w:rsidRDefault="004E799A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روح زندہ 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ماند: </w:t>
      </w:r>
      <w:r w:rsidRPr="0014038B">
        <w:rPr>
          <w:rFonts w:hint="cs"/>
          <w:rtl/>
        </w:rPr>
        <w:t>158</w:t>
      </w:r>
    </w:p>
    <w:p w:rsidR="004E799A" w:rsidRPr="0014038B" w:rsidRDefault="004E799A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روح زندہ 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ماند: </w:t>
      </w:r>
      <w:r w:rsidRPr="0014038B">
        <w:rPr>
          <w:rFonts w:hint="cs"/>
          <w:rtl/>
        </w:rPr>
        <w:t>188</w:t>
      </w:r>
    </w:p>
    <w:p w:rsidR="004E799A" w:rsidRPr="0014038B" w:rsidRDefault="004E799A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حالانکہ ہم جانتے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اگر انسان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دماغ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سے آزاد ہو جائے تو اس کا لازمہ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انسان تمام مدارج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حد تک تکامل حاصل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کہ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راز اس سے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 جاتا اور تمام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کا حل نکل آتا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غاصب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خلافت کہ جنہوں نے آج تک اربوں افراد کو علم وکمال کے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مراحل اور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جگمگاتے ہوئے تمدن تک رسائ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کرنے سے محروم رکھا ۔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اپنے اس کلام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جو آنحضرت کے وجود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گہرائ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صادر ہوتا ہے اس طرح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4E799A">
      <w:pPr>
        <w:pStyle w:val="libNormal"/>
        <w:rPr>
          <w:rtl/>
        </w:rPr>
      </w:pPr>
      <w:r w:rsidRPr="0014038B">
        <w:rPr>
          <w:rStyle w:val="libArabicChar"/>
          <w:rtl/>
        </w:rPr>
        <w:t xml:space="preserve">'' 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کُمَ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ل</w:t>
      </w:r>
      <w:r w:rsidRPr="0014038B">
        <w:rPr>
          <w:rStyle w:val="libArabicChar"/>
          <w:rtl/>
        </w:rPr>
        <w:t xml:space="preserve"> مٰا مِن</w:t>
      </w:r>
      <w:r w:rsidRPr="0014038B">
        <w:rPr>
          <w:rStyle w:val="libArabicChar"/>
          <w:rFonts w:hint="cs"/>
          <w:rtl/>
        </w:rPr>
        <w:t>ْ عِلْمٍ اِلاّٰ وَ اَنَا اَفْتَحُ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وَمٰا مِنْ سَرٍّ اِلاّٰ وَ الْقٰائِمُ یَ</w:t>
      </w:r>
      <w:r w:rsidRPr="0014038B">
        <w:rPr>
          <w:rStyle w:val="libArabicChar"/>
          <w:rFonts w:hint="eastAsia"/>
          <w:rtl/>
        </w:rPr>
        <w:t>خ</w:t>
      </w:r>
      <w:r w:rsidRPr="0014038B">
        <w:rPr>
          <w:rStyle w:val="libArabicChar"/>
          <w:rFonts w:hint="cs"/>
          <w:rtl/>
        </w:rPr>
        <w:t>ْتِمُ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</w:t>
      </w:r>
      <w:r w:rsidRPr="0014038B">
        <w:rPr>
          <w:rStyle w:val="libArabicChar"/>
          <w:rtl/>
        </w:rPr>
        <w:t xml:space="preserve"> ''</w:t>
      </w:r>
      <w:r w:rsidRPr="0014038B">
        <w:rPr>
          <w:rtl/>
        </w:rPr>
        <w:t xml:space="preserve">  </w:t>
      </w:r>
      <w:r w:rsidR="00E546D1" w:rsidRPr="0014038B">
        <w:rPr>
          <w:rStyle w:val="libFootnotenumChar"/>
          <w:rtl/>
        </w:rPr>
        <w:t>(</w:t>
      </w:r>
      <w:r w:rsidR="004E799A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''اے کم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>!کوئ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مگر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اسے شگافتہ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 اور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راز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مگر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 قائم   اسے اختتام کو پہنچائ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ہاں!  جب حضرت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 xml:space="preserve"> اللہ الاعظم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ہاتھوں سے چمکتا ہوا نور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کے رنج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خاطر اور ستم رس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عوام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عقلوں کو کمال بخشے گا اور استفادہ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قوت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کردے گا ۔ اس وقت انسان اپنے عقل و فہم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تمام قدرت کے ساتھ نہ فقط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ار</w:t>
      </w:r>
      <w:r w:rsidRPr="0014038B">
        <w:rPr>
          <w:rFonts w:hint="eastAsia"/>
          <w:rtl/>
        </w:rPr>
        <w:t>بو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حصے سے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بخش مکتب کے رازوں کو قبول کرے گا بلکہ علم و کمال کے آخر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مرحلے کو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 سکے گا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با عظمت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تمام تر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راز اور اسرار ظاہرو آشکار ہو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، اور اس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کا اثر تک 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رہے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دن کے آنے کا انتظار ہمارے دلوں کو خلوص اور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بخشتا ؟ !</w:t>
      </w:r>
    </w:p>
    <w:p w:rsidR="004E799A" w:rsidRPr="0014038B" w:rsidRDefault="004E799A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4E799A" w:rsidRPr="0014038B">
        <w:rPr>
          <w:rFonts w:hint="cs"/>
          <w:rtl/>
        </w:rPr>
        <w:t>1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۷۷</w:t>
      </w:r>
      <w:r w:rsidRPr="0014038B">
        <w:rPr>
          <w:rtl/>
        </w:rPr>
        <w:t>ص</w:t>
      </w:r>
      <w:r w:rsidRPr="0014038B">
        <w:rPr>
          <w:rtl/>
          <w:lang w:bidi="fa-IR"/>
        </w:rPr>
        <w:t>۲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۹</w:t>
      </w:r>
    </w:p>
    <w:p w:rsidR="004E799A" w:rsidRPr="0014038B" w:rsidRDefault="004E799A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32" w:name="_Toc386267015"/>
      <w:r w:rsidRPr="0014038B">
        <w:rPr>
          <w:rtl/>
        </w:rPr>
        <w:t>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جۂ</w:t>
      </w:r>
      <w:r w:rsidRPr="0014038B">
        <w:rPr>
          <w:rtl/>
        </w:rPr>
        <w:t xml:space="preserve"> بحث</w:t>
      </w:r>
      <w:bookmarkEnd w:id="132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انتظار</w:t>
      </w:r>
      <w:r w:rsidRPr="0014038B">
        <w:rPr>
          <w:rtl/>
        </w:rPr>
        <w:t xml:space="preserve"> ،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ہے جو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و نجات بخش ہے، جو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کے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منتظر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کو 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و سرگردان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ظلمتسے نجات بخشتا ہے 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نور اور پاک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زہ</w:t>
      </w:r>
      <w:r w:rsidRPr="0014038B">
        <w:rPr>
          <w:rtl/>
        </w:rPr>
        <w:t xml:space="preserve"> واد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لے جاتاہے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انتظار</w:t>
      </w:r>
      <w:r w:rsidRPr="0014038B">
        <w:rPr>
          <w:rtl/>
        </w:rPr>
        <w:t xml:space="preserve"> غم زدہ لوگوں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تازہ قوت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اور افسردہ دلوں کو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دلاتا ہے۔ انتظار ، رکاوٹوں اور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پاک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اور انسان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وجود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تکامل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افتہ</w:t>
      </w:r>
      <w:r w:rsidRPr="0014038B">
        <w:rPr>
          <w:rtl/>
        </w:rPr>
        <w:t xml:space="preserve"> چمکتے ہوئے نور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کرتا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انتظار</w:t>
      </w:r>
      <w:r w:rsidRPr="0014038B">
        <w:rPr>
          <w:rtl/>
        </w:rPr>
        <w:t xml:space="preserve"> ، شناسائ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</w:t>
      </w:r>
      <w:r w:rsidRPr="0014038B">
        <w:rPr>
          <w:rtl/>
        </w:rPr>
        <w:t xml:space="preserve">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کے اصل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اعتقادات کو منتظر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دلوں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پروان چڑھاتا ہے اور با فض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لت</w:t>
      </w:r>
      <w:r w:rsidRPr="0014038B">
        <w:rPr>
          <w:rtl/>
        </w:rPr>
        <w:t xml:space="preserve">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انسانوں کے لئے کامل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کو بعنوان ہد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کرتاہے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اگر</w:t>
      </w:r>
      <w:r w:rsidRPr="0014038B">
        <w:rPr>
          <w:rtl/>
        </w:rPr>
        <w:t xml:space="preserve"> آپ چاہتے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اپنے اندر  انتظار کو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جاد</w:t>
      </w:r>
      <w:r w:rsidRPr="0014038B">
        <w:rPr>
          <w:rtl/>
        </w:rPr>
        <w:t xml:space="preserve"> کر کے اسے تقو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بخش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اور عال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 سے انس اور محبت شروع کرد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انتظار کے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آثار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عادات سے آگاہ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حضرت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 xml:space="preserve"> اللہ اعظم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زمانہ ٔ  ظہور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برکتوں سے اپنے دل و جان کو آگاہ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تاکہ اس مبارک اور بابرکت زمانے کا انتظار ہمارے تمام تر وجود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لے لے 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روز</w:t>
      </w:r>
      <w:r w:rsidRPr="0014038B">
        <w:rPr>
          <w:rtl/>
        </w:rPr>
        <w:t xml:space="preserve"> محشر کہ زہو لش سخنان 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ند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راست</w:t>
      </w:r>
      <w:r w:rsidRPr="0014038B">
        <w:rPr>
          <w:rtl/>
        </w:rPr>
        <w:t xml:space="preserve"> گو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ند</w:t>
      </w:r>
      <w:r w:rsidRPr="0014038B">
        <w:rPr>
          <w:rtl/>
        </w:rPr>
        <w:t xml:space="preserve"> 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چون شب ہجران تون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ست</w:t>
      </w:r>
    </w:p>
    <w:p w:rsidR="004E799A" w:rsidRPr="0014038B" w:rsidRDefault="004E799A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5221CD">
      <w:pPr>
        <w:pStyle w:val="Heading1Center"/>
        <w:rPr>
          <w:rtl/>
        </w:rPr>
      </w:pPr>
      <w:r w:rsidRPr="0014038B">
        <w:rPr>
          <w:rtl/>
        </w:rPr>
        <w:lastRenderedPageBreak/>
        <w:t xml:space="preserve"> </w:t>
      </w:r>
      <w:bookmarkStart w:id="133" w:name="_Toc386267016"/>
      <w:r w:rsidRPr="0014038B">
        <w:rPr>
          <w:rtl/>
        </w:rPr>
        <w:t>نواں باب</w:t>
      </w:r>
      <w:bookmarkEnd w:id="133"/>
    </w:p>
    <w:p w:rsidR="00CA6D92" w:rsidRPr="0014038B" w:rsidRDefault="00CA6D92" w:rsidP="005221CD">
      <w:pPr>
        <w:pStyle w:val="Heading1Center"/>
        <w:rPr>
          <w:rtl/>
        </w:rPr>
      </w:pPr>
      <w:bookmarkStart w:id="134" w:name="_Toc386267017"/>
      <w:r w:rsidRPr="0014038B">
        <w:rPr>
          <w:rFonts w:hint="eastAsia"/>
          <w:rtl/>
        </w:rPr>
        <w:t>رازدار</w:t>
      </w:r>
      <w:r w:rsidRPr="0014038B">
        <w:rPr>
          <w:rFonts w:hint="cs"/>
          <w:rtl/>
        </w:rPr>
        <w:t>ی</w:t>
      </w:r>
      <w:bookmarkEnd w:id="134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المو 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>'' أَن</w:t>
      </w:r>
      <w:r w:rsidRPr="0014038B">
        <w:rPr>
          <w:rFonts w:hint="cs"/>
          <w:rtl/>
        </w:rPr>
        <w:t>ْجَحَ الْاُمُوْرُ مٰا اَحٰاطَ بِ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الْکِتْمٰانُ''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بخش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امور وہ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پوش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ہوں۔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کتمان راز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بزرگوں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رازدار</w:t>
      </w:r>
      <w:r w:rsidRPr="0014038B">
        <w:rPr>
          <w:rFonts w:hint="cs"/>
          <w:rtl/>
        </w:rPr>
        <w:t>ی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راز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کرنا نہ کہ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الات</w:t>
      </w:r>
      <w:r w:rsidRPr="0014038B">
        <w:rPr>
          <w:rtl/>
        </w:rPr>
        <w:t xml:space="preserve"> کو چھپانا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اسرار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ں،</w:t>
      </w:r>
      <w:r w:rsidRPr="0014038B">
        <w:rPr>
          <w:rtl/>
        </w:rPr>
        <w:t xml:space="preserve"> مخالف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 کردار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کرامت اور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کو چھپانا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کرامت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راز فاش کرنے کے نقصانات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ٔ بحث</w:t>
      </w:r>
    </w:p>
    <w:p w:rsidR="004E799A" w:rsidRPr="0014038B" w:rsidRDefault="004E799A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bookmarkStart w:id="135" w:name="_Toc386267018"/>
      <w:r w:rsidRPr="0014038B">
        <w:rPr>
          <w:rFonts w:hint="eastAsia"/>
          <w:rtl/>
        </w:rPr>
        <w:t>کتمان</w:t>
      </w:r>
      <w:r w:rsidRPr="0014038B">
        <w:rPr>
          <w:rtl/>
        </w:rPr>
        <w:t xml:space="preserve"> راز</w:t>
      </w:r>
      <w:bookmarkEnd w:id="135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خدا</w:t>
      </w:r>
      <w:r w:rsidRPr="0014038B">
        <w:rPr>
          <w:rtl/>
        </w:rPr>
        <w:t xml:space="preserve"> کے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بندے ،خود ساختہ اور مہذب افراد اپنے اخلاص اور اصلاح نفس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اپنے رفتار و کردار اور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شائستگ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خلقت کائنات کے اسرار سے آشنائ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حاصل کرکے نظام خلقت کے کچھ انجانے رموز سے آگاہ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زمانۂ حضور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اسرار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رحمان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الہامت کے توسط سے سکھائے گئے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بزرگ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اںاپنے</w:t>
      </w:r>
      <w:r w:rsidRPr="0014038B">
        <w:rPr>
          <w:rtl/>
        </w:rPr>
        <w:t xml:space="preserve"> اصحاب اور 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افراد کوا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مسائل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کا حکم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مفصل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ضمن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جابر بن عبداللہ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>''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جٰابِرُ اُک</w:t>
      </w:r>
      <w:r w:rsidRPr="0014038B">
        <w:rPr>
          <w:rStyle w:val="libArabicChar"/>
          <w:rFonts w:hint="cs"/>
          <w:rtl/>
        </w:rPr>
        <w:t>ْتُمْ مٰا تَسْمَعُ فَاِنَّ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ُ مِنْ سَرٰائِرِ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اے جابر!تم جو کچھ سنتے ہو اسے چھپاؤ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وہ اسرار خدا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tl/>
        </w:rPr>
        <w:t xml:space="preserve"> پر جابر اور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بزرگ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کہ جنہ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نے اسرار و معارف تعل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فرمائے ،وہ اسرار کو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کرتے۔ا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مسائل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ان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لئے</w:t>
      </w:r>
      <w:r w:rsidRPr="0014038B">
        <w:rPr>
          <w:rtl/>
        </w:rPr>
        <w:t xml:space="preserve"> بہت مشکل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 کے لئے انہوں نے بڑ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زحمت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برداشت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اس موضوع کے ب</w:t>
      </w:r>
      <w:r w:rsidRPr="0014038B">
        <w:rPr>
          <w:rFonts w:hint="eastAsia"/>
          <w:rtl/>
        </w:rPr>
        <w:t>ارے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امام جعفر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صادق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Style w:val="libArabicChar"/>
          <w:rtl/>
        </w:rPr>
        <w:t>''کِت</w:t>
      </w:r>
      <w:r w:rsidRPr="0014038B">
        <w:rPr>
          <w:rStyle w:val="libArabicChar"/>
          <w:rFonts w:hint="cs"/>
          <w:rtl/>
        </w:rPr>
        <w:t>ْمٰانُ سِرِّنٰا جِ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ٰاد فِیْ</w:t>
      </w:r>
      <w:r w:rsidRPr="0014038B">
        <w:rPr>
          <w:rStyle w:val="libArabicChar"/>
          <w:rtl/>
        </w:rPr>
        <w:t xml:space="preserve"> سَبِ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لِ</w:t>
      </w:r>
      <w:r w:rsidRPr="0014038B">
        <w:rPr>
          <w:rStyle w:val="libArabicChar"/>
          <w:rtl/>
        </w:rPr>
        <w:t xml:space="preserve">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tl/>
        </w:rPr>
        <w:t>[1]۔ بحار الانوار :ج</w:t>
      </w:r>
      <w:r w:rsidRPr="0014038B">
        <w:rPr>
          <w:rtl/>
          <w:lang w:bidi="fa-IR"/>
        </w:rPr>
        <w:t>۳۵</w:t>
      </w:r>
      <w:r w:rsidRPr="0014038B">
        <w:rPr>
          <w:rtl/>
        </w:rPr>
        <w:t>ص</w:t>
      </w:r>
      <w:r w:rsidRPr="0014038B">
        <w:rPr>
          <w:rtl/>
          <w:lang w:bidi="fa-IR"/>
        </w:rPr>
        <w:t>۱۰۳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tl/>
        </w:rPr>
        <w:t>[2]۔ بحار الانوار:ج</w:t>
      </w:r>
      <w:r w:rsidRPr="0014038B">
        <w:rPr>
          <w:rtl/>
          <w:lang w:bidi="fa-IR"/>
        </w:rPr>
        <w:t>۷۵</w:t>
      </w:r>
      <w:r w:rsidRPr="0014038B">
        <w:rPr>
          <w:rtl/>
        </w:rPr>
        <w:t>ص</w:t>
      </w:r>
      <w:r w:rsidRPr="0014038B">
        <w:rPr>
          <w:rtl/>
          <w:lang w:bidi="fa-IR"/>
        </w:rPr>
        <w:t>۷۰</w:t>
      </w:r>
    </w:p>
    <w:p w:rsidR="00512CE4" w:rsidRPr="0014038B" w:rsidRDefault="00512CE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12CE4" w:rsidRPr="0014038B" w:rsidRDefault="00512CE4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512CE4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کَتَمَ الصَّعْبَ مِنْ حَدِیْ</w:t>
      </w:r>
      <w:r w:rsidRPr="0014038B">
        <w:rPr>
          <w:rStyle w:val="libArabicChar"/>
          <w:rFonts w:hint="eastAsia"/>
          <w:rtl/>
        </w:rPr>
        <w:t>ثِنٰا</w:t>
      </w:r>
      <w:r w:rsidRPr="0014038B">
        <w:rPr>
          <w:rStyle w:val="libArabicChar"/>
          <w:rtl/>
        </w:rPr>
        <w:t xml:space="preserve"> جَعَلَ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نُو</w:t>
      </w:r>
      <w:r w:rsidRPr="0014038B">
        <w:rPr>
          <w:rStyle w:val="libArabicChar"/>
          <w:rFonts w:hint="cs"/>
          <w:rtl/>
        </w:rPr>
        <w:t>ْراً بَیْ</w:t>
      </w:r>
      <w:r w:rsidRPr="0014038B">
        <w:rPr>
          <w:rStyle w:val="libArabicChar"/>
          <w:rFonts w:hint="eastAsia"/>
          <w:rtl/>
        </w:rPr>
        <w:t>نَ</w:t>
      </w:r>
      <w:r w:rsidRPr="0014038B">
        <w:rPr>
          <w:rStyle w:val="libArabicChar"/>
          <w:rtl/>
        </w:rPr>
        <w:t xml:space="preserve"> عَ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نِ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 xml:space="preserve"> وَ رَزَقَ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 ال</w:t>
      </w:r>
      <w:r w:rsidRPr="0014038B">
        <w:rPr>
          <w:rStyle w:val="libArabicChar"/>
          <w:rFonts w:hint="cs"/>
          <w:rtl/>
        </w:rPr>
        <w:t>ْعِزَّةَ فِی</w:t>
      </w:r>
      <w:r w:rsidRPr="0014038B">
        <w:rPr>
          <w:rStyle w:val="libArabicChar"/>
          <w:rtl/>
        </w:rPr>
        <w:t xml:space="preserve">  النّٰاسِ''</w:t>
      </w:r>
      <w:r w:rsidR="00E546D1" w:rsidRPr="0014038B">
        <w:rPr>
          <w:rStyle w:val="libFootnotenumChar"/>
          <w:rtl/>
        </w:rPr>
        <w:t>(</w:t>
      </w:r>
      <w:r w:rsidR="00512CE4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سخت گفتار کو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رکھے خدا وند اسے دو آنکھوں کے 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نور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قرار دے گا اور لوگوں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اسے عزت و احترام عطا کرے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راز کو چھپانے کے لئے ہر موضوع کو غور و فکر کے بعد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اورغور و فکرکے بغ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افکار کو زبان پر نہ 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جائے ۔اگر انسان سوچے اور سوچنے کے بعد بولے تو اسے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باتوں پر  پش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tl/>
        </w:rPr>
        <w:t>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تفکر اور تأمل سے کچھ راز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وہ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سوچنے سے انسان کے لئے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واضح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سب بات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 سکت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512CE4">
      <w:pPr>
        <w:pStyle w:val="libNormal"/>
        <w:rPr>
          <w:rtl/>
        </w:rPr>
      </w:pPr>
      <w:r w:rsidRPr="0014038B">
        <w:rPr>
          <w:rtl/>
        </w:rPr>
        <w:t xml:space="preserve">           </w:t>
      </w:r>
      <w:r w:rsidRPr="0014038B">
        <w:rPr>
          <w:rStyle w:val="libArabicChar"/>
          <w:rtl/>
        </w:rPr>
        <w:t>''لاٰ تَقُل</w:t>
      </w:r>
      <w:r w:rsidRPr="0014038B">
        <w:rPr>
          <w:rStyle w:val="libArabicChar"/>
          <w:rFonts w:hint="cs"/>
          <w:rtl/>
        </w:rPr>
        <w:t>ْ مٰا لاٰ تَعْلَمْ  بَلْ لاٰ تَقُلْ کُلَّ مٰا تَعْلَمُ''</w:t>
      </w:r>
      <w:r w:rsidR="00E546D1" w:rsidRPr="0014038B">
        <w:rPr>
          <w:rStyle w:val="libFootnotenumChar"/>
          <w:rFonts w:hint="cs"/>
          <w:rtl/>
        </w:rPr>
        <w:t>(</w:t>
      </w:r>
      <w:r w:rsidR="00512CE4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جو بات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جانتے وہ نہ کہو بلکہ  ہر جاننے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کہو۔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کو جاننا اسے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بہت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جانتے تو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کرنے کے قابل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۔اس بناء پر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باتوں کو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دوسروں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عمر ضائع کرنے کے علاوہ کچھ حاصل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ہوتا۔انسان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کچھ معلومات مف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لوگوں کا ظرف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ہضم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کر سکتا 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مطالب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کرنے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کرنا چاہئے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مطالب کے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سے دوسروں کے اظہار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انکارکے علاوہ کچھ حاصل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ہوتا۔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1</w:t>
      </w:r>
      <w:r w:rsidRPr="0014038B">
        <w:rPr>
          <w:rtl/>
        </w:rPr>
        <w:t>]۔ بحار الانوار :ج</w:t>
      </w:r>
      <w:r w:rsidRPr="0014038B">
        <w:rPr>
          <w:rtl/>
          <w:lang w:bidi="fa-IR"/>
        </w:rPr>
        <w:t>۲۵</w:t>
      </w:r>
      <w:r w:rsidRPr="0014038B">
        <w:rPr>
          <w:rtl/>
        </w:rPr>
        <w:t>ص</w:t>
      </w:r>
      <w:r w:rsidRPr="0014038B">
        <w:rPr>
          <w:rtl/>
          <w:lang w:bidi="fa-IR"/>
        </w:rPr>
        <w:t>۳۸۱</w:t>
      </w:r>
      <w:r w:rsidRPr="0014038B">
        <w:rPr>
          <w:rtl/>
        </w:rPr>
        <w:t>،اختصاص:</w:t>
      </w:r>
      <w:r w:rsidRPr="0014038B">
        <w:rPr>
          <w:rFonts w:hint="cs"/>
          <w:rtl/>
        </w:rPr>
        <w:t>321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rPr>
          <w:rFonts w:hint="cs"/>
          <w:rtl/>
        </w:rPr>
        <w:t>2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۱۲۲</w:t>
      </w:r>
    </w:p>
    <w:p w:rsidR="00512CE4" w:rsidRPr="0014038B" w:rsidRDefault="00512CE4" w:rsidP="00A22F56">
      <w:pPr>
        <w:pStyle w:val="libNormal"/>
        <w:rPr>
          <w:rtl/>
          <w:lang w:bidi="ur-PK"/>
        </w:rPr>
      </w:pPr>
      <w:r w:rsidRPr="0014038B">
        <w:rPr>
          <w:rtl/>
          <w:lang w:bidi="ur-PK"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lastRenderedPageBreak/>
        <w:t xml:space="preserve">          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کائنات کے سب سے پہلے مظلوم 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 xml:space="preserve">           ''لاٰ تَقُل</w:t>
      </w:r>
      <w:r w:rsidRPr="0014038B">
        <w:rPr>
          <w:rFonts w:hint="cs"/>
          <w:rtl/>
        </w:rPr>
        <w:t>ْ کُلَّ مٰا تَعْلَمُ''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تم جو کچھ جانتے ہو وہ سب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نہ کرو۔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آپ نہج البلاغہ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512CE4">
      <w:pPr>
        <w:pStyle w:val="libNormal"/>
        <w:rPr>
          <w:rtl/>
        </w:rPr>
      </w:pPr>
      <w:r w:rsidRPr="0014038B">
        <w:rPr>
          <w:rtl/>
        </w:rPr>
        <w:t xml:space="preserve">           </w:t>
      </w:r>
      <w:r w:rsidRPr="0014038B">
        <w:rPr>
          <w:rStyle w:val="libArabicChar"/>
          <w:rtl/>
        </w:rPr>
        <w:t>''مَن</w:t>
      </w:r>
      <w:r w:rsidRPr="0014038B">
        <w:rPr>
          <w:rStyle w:val="libArabicChar"/>
          <w:rFonts w:hint="cs"/>
          <w:rtl/>
        </w:rPr>
        <w:t>ْ کَتَمَ سِرِّ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کٰانَتِ الْخِیَ</w:t>
      </w:r>
      <w:r w:rsidRPr="0014038B">
        <w:rPr>
          <w:rStyle w:val="libArabicChar"/>
          <w:rFonts w:hint="eastAsia"/>
          <w:rtl/>
        </w:rPr>
        <w:t>رَةُ</w:t>
      </w:r>
      <w:r w:rsidRPr="0014038B">
        <w:rPr>
          <w:rStyle w:val="libArabicChar"/>
          <w:rtl/>
        </w:rPr>
        <w:t xml:space="preserve"> بِ</w:t>
      </w:r>
      <w:r w:rsidRPr="0014038B">
        <w:rPr>
          <w:rStyle w:val="libArabicChar"/>
          <w:rFonts w:hint="cs"/>
          <w:rtl/>
        </w:rPr>
        <w:t>یَ</w:t>
      </w:r>
      <w:r w:rsidRPr="0014038B">
        <w:rPr>
          <w:rStyle w:val="libArabicChar"/>
          <w:rFonts w:hint="eastAsia"/>
          <w:rtl/>
        </w:rPr>
        <w:t>دِ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eastAsia"/>
          <w:rtl/>
        </w:rPr>
        <w:t>ِ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512CE4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جو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راز چھپائے ،اس کا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اس کے ہاتھ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رہے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 اصلاح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کھے</w:t>
      </w:r>
      <w:r w:rsidRPr="0014038B">
        <w:rPr>
          <w:rtl/>
        </w:rPr>
        <w:t xml:space="preserve"> تو اسے دوسروں کے سامنے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 سکتاہے ؛ل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اگر اس نے اپنا راز فاش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اسے اس کا نقصان ہو گا اس کے بعد وہ اپنے فاش راز کو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چھپا سکتا۔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         بلکہ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کبھار اپنے راز کو فاش کرنے کے علاوہ اپنے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حالات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کھو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بعض افراد کو زحمت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برداشت کرکے کچھ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نتائج حاصل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اِدھر اُدھر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کہنے سے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کھو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ٹھتا</w:t>
      </w:r>
      <w:r w:rsidRPr="0014038B">
        <w:rPr>
          <w:rtl/>
        </w:rPr>
        <w:t xml:space="preserve"> ہے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غرور تکبر اور تم</w:t>
      </w:r>
      <w:r w:rsidRPr="0014038B">
        <w:rPr>
          <w:rFonts w:hint="eastAsia"/>
          <w:rtl/>
        </w:rPr>
        <w:t>ام</w:t>
      </w:r>
      <w:r w:rsidRPr="0014038B">
        <w:rPr>
          <w:rtl/>
        </w:rPr>
        <w:t xml:space="preserve"> منف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ہو جاتاہے اور اس کے منف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نتائج سامنے آتے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امور سے بچنے کا 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زبان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کرناہے۔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 نشانس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گھر  بارِ  خو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               طرح مکن گوھر اسرار خو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لب</w:t>
      </w:r>
      <w:r w:rsidRPr="0014038B">
        <w:rPr>
          <w:rtl/>
        </w:rPr>
        <w:t xml:space="preserve"> مگشا گر چہ در و نوش ھاست        کز پس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وار</w:t>
      </w:r>
      <w:r w:rsidRPr="0014038B">
        <w:rPr>
          <w:rtl/>
        </w:rPr>
        <w:t xml:space="preserve"> بس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گوش ھاست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512CE4" w:rsidRPr="0014038B">
        <w:rPr>
          <w:rFonts w:hint="cs"/>
          <w:rtl/>
        </w:rPr>
        <w:t>1</w:t>
      </w:r>
      <w:r w:rsidRPr="0014038B">
        <w:rPr>
          <w:rtl/>
        </w:rPr>
        <w:t>]۔ نہج  البلاغہ کلمات قصار:</w:t>
      </w:r>
      <w:r w:rsidRPr="0014038B">
        <w:rPr>
          <w:rFonts w:hint="cs"/>
          <w:rtl/>
        </w:rPr>
        <w:t>162</w:t>
      </w:r>
    </w:p>
    <w:p w:rsidR="00512CE4" w:rsidRPr="0014038B" w:rsidRDefault="00512CE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12CE4" w:rsidRPr="0014038B" w:rsidRDefault="00512CE4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36" w:name="_Toc386267019"/>
      <w:r w:rsidRPr="0014038B">
        <w:rPr>
          <w:rtl/>
        </w:rPr>
        <w:t>بزرگوں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رازدار</w:t>
      </w:r>
      <w:r w:rsidRPr="0014038B">
        <w:rPr>
          <w:rFonts w:hint="cs"/>
          <w:rtl/>
        </w:rPr>
        <w:t>ی</w:t>
      </w:r>
      <w:bookmarkEnd w:id="136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 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نوران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نشست و برخواست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 پر مختصر نگاہ کرنے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معلوم ہو جاتاہے کہ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مجلس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ہونے والے لوگوں 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گفتارر اور روح پرور اقوال سے استفاہ کرنے والوں پر خاص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فرماتے اور وہ فرد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افرا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کو اپنا صاحب اسرار سمجھتے اور ان کے لئے خلقت کائنات کے اسرار و رموزسے پردہ اٹھاتے ۔خلقت کے اسرار و رموز(جن سے دوسرے ناواقف تھے)سے پردہ اٹھانے سے ان کے دل منور ہو جاتے 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 اپنے اسرار نااہل لوگوں سے چھپاتے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لوگوں کے سامنے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نہ کرتے جن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ہضم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صلاح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اقت</w:t>
      </w:r>
      <w:r w:rsidRPr="0014038B">
        <w:rPr>
          <w:rtl/>
        </w:rPr>
        <w:t xml:space="preserve"> نہ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۔ہمارے بزرگ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اسرار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کرتے ۔اب ہم  نمونے کے طور پر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 واقعہ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سنا کہ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حل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پکانے والا شخص بعض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زوںم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تصرف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رکھتا ہے اور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معمول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تونائ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کا مالک ہے ۔  آپ اس سے ملاقات کے خواہاں تھے ؛لہذا آپ اس کے پاس گئے اور اس سے اصرار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وہ عالم ِ وجود کے اسرار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tl/>
        </w:rPr>
        <w:t>ز سکھائے!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>حل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پکانے والے شخص نے منع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کہا: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اسرار آپ سے بالا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!</w:t>
      </w:r>
    </w:p>
    <w:p w:rsidR="00512CE4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ردّکرتے ہوئے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اسرار کو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کھنے</w:t>
      </w:r>
      <w:r w:rsidRPr="0014038B">
        <w:rPr>
          <w:rtl/>
        </w:rPr>
        <w:t xml:space="preserve"> کے لئے تار ہوں ۔ حل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پکانے والے نے جب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 کہ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کو ماننے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خود کو  اسرار قبول کرنے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512CE4" w:rsidRPr="0014038B" w:rsidRDefault="00512CE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lastRenderedPageBreak/>
        <w:t>لہذا اس نے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دکھانے </w:t>
      </w:r>
      <w:r w:rsidRPr="0014038B">
        <w:rPr>
          <w:rFonts w:hint="eastAsia"/>
          <w:rtl/>
        </w:rPr>
        <w:t>کے</w:t>
      </w:r>
      <w:r w:rsidRPr="0014038B">
        <w:rPr>
          <w:rtl/>
        </w:rPr>
        <w:t xml:space="preserve"> لئے کہ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بعض اسرار کو قبول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صلاح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،اس لئے انہوں نے عمل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طور پر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کام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شروع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وہ حل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پکانے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مشغول تھا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کے پاس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ٹھے</w:t>
      </w:r>
      <w:r w:rsidRPr="0014038B">
        <w:rPr>
          <w:rtl/>
        </w:rPr>
        <w:t xml:space="preserve"> ہوئے تھے تا کہ شا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 اس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اسرار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۔اچانک گھر کے دروازے پ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دستک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۔وہ  حل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پکانے والا شخص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دونوں باہر گئے ،د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تو دروازے کے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چھے</w:t>
      </w:r>
      <w:r w:rsidRPr="0014038B">
        <w:rPr>
          <w:rtl/>
        </w:rPr>
        <w:t xml:space="preserve"> کھڑا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کہہ رہا ہے:اس شہر کا سلطان فوت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 اور اب تمہں اس سلطنت کے شاہ کے طور پر منتخب کرنا چاہتے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۔حل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پکانے والا شخص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دونوں  دربار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طرف</w:t>
      </w:r>
      <w:r w:rsidRPr="0014038B">
        <w:rPr>
          <w:rtl/>
        </w:rPr>
        <w:t xml:space="preserve"> چلے گئے۔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نے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کہا:تمہ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چاہئے کہ تم بادشاہ بن جاؤ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تمہارا وز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>۔وہ انکارکرتے رہے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فائدہ نہ ہو اور بالآخر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شہر کے بادشاہ بن گئے اور وہ حل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پکانے والا ان کا وز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>۔کچھ مدت گزرگئ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نے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چاہا جو ان کے  </w:t>
      </w:r>
      <w:r w:rsidRPr="0014038B">
        <w:rPr>
          <w:rFonts w:hint="eastAsia"/>
          <w:rtl/>
        </w:rPr>
        <w:t>لائق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تھا!اچانک حل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پکانے والے نے ان کا ہاتھ پکڑا اور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ںنے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کہا تھا کہ تم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قابل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ہے؟!جب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تو وہ حل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گ</w:t>
      </w:r>
      <w:r w:rsidRPr="0014038B">
        <w:rPr>
          <w:rtl/>
        </w:rPr>
        <w:t xml:space="preserve"> کے ساتھ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ٹھے</w:t>
      </w:r>
      <w:r w:rsidRPr="0014038B">
        <w:rPr>
          <w:rtl/>
        </w:rPr>
        <w:t xml:space="preserve"> ہوئے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وقت تھا جب وہ وہاں سے گئے اور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گ</w:t>
      </w:r>
      <w:r w:rsidRPr="0014038B">
        <w:rPr>
          <w:rtl/>
        </w:rPr>
        <w:t xml:space="preserve"> ابل رہ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tl/>
        </w:rPr>
        <w:t>[1] ۔ تذکرة العلماء تنکابن</w:t>
      </w:r>
      <w:r w:rsidRPr="0014038B">
        <w:rPr>
          <w:rFonts w:hint="cs"/>
          <w:rtl/>
        </w:rPr>
        <w:t>ی</w:t>
      </w:r>
      <w:r w:rsidRPr="0014038B">
        <w:rPr>
          <w:rtl/>
        </w:rPr>
        <w:t>:</w:t>
      </w:r>
      <w:r w:rsidRPr="0014038B">
        <w:rPr>
          <w:rFonts w:hint="cs"/>
          <w:rtl/>
        </w:rPr>
        <w:t>173</w:t>
      </w:r>
    </w:p>
    <w:p w:rsidR="00CA6D92" w:rsidRPr="0014038B" w:rsidRDefault="00CA6D92" w:rsidP="00CA6D92">
      <w:pPr>
        <w:pStyle w:val="libNormal"/>
        <w:rPr>
          <w:rtl/>
        </w:rPr>
      </w:pPr>
    </w:p>
    <w:p w:rsidR="00512CE4" w:rsidRPr="0014038B" w:rsidRDefault="00512CE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12CE4" w:rsidRPr="0014038B" w:rsidRDefault="00512CE4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فرض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اگر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واقعہ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تو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عالم کشف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طرح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 ہمار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خارج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واقع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رکھتا۔ل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منوانے کے لئے کہ وہ کچھ اسرار کو کشف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صلاح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رکھتے ،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مؤثرنمائش تھ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CA6D92" w:rsidRPr="0014038B" w:rsidRDefault="00CA6D92" w:rsidP="00512CE4">
      <w:pPr>
        <w:pStyle w:val="libNormal"/>
        <w:rPr>
          <w:rtl/>
        </w:rPr>
      </w:pPr>
      <w:r w:rsidRPr="0014038B">
        <w:rPr>
          <w:rFonts w:hint="eastAsia"/>
          <w:rtl/>
        </w:rPr>
        <w:t>مرحوم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امور غر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فن کے استاد تھے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ہر ہاتھ سے اوپر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ہاتھ ہے</w:t>
      </w:r>
      <w:r w:rsidRPr="0014038B">
        <w:rPr>
          <w:rStyle w:val="libArabicChar"/>
          <w:rtl/>
        </w:rPr>
        <w:t>''وَفَو</w:t>
      </w:r>
      <w:r w:rsidRPr="0014038B">
        <w:rPr>
          <w:rStyle w:val="libArabicChar"/>
          <w:rFonts w:hint="cs"/>
          <w:rtl/>
        </w:rPr>
        <w:t>ْقَ کُلِّ ذِْ عِلْمٍ عَلِیْ</w:t>
      </w:r>
      <w:r w:rsidRPr="0014038B">
        <w:rPr>
          <w:rStyle w:val="libArabicChar"/>
          <w:rFonts w:hint="eastAsia"/>
          <w:rtl/>
        </w:rPr>
        <w:t>م</w:t>
      </w:r>
      <w:r w:rsidRPr="0014038B">
        <w:rPr>
          <w:rStyle w:val="libArabicChar"/>
          <w:rtl/>
        </w:rPr>
        <w:t>''</w:t>
      </w:r>
      <w:r w:rsidR="00E546D1" w:rsidRPr="0014038B">
        <w:rPr>
          <w:rStyle w:val="libFootnotenumChar"/>
          <w:rtl/>
        </w:rPr>
        <w:t>(</w:t>
      </w:r>
      <w:r w:rsidR="00512CE4"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اورمرحوم 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ض</w:t>
      </w:r>
      <w:r w:rsidRPr="0014038B">
        <w:rPr>
          <w:rtl/>
        </w:rPr>
        <w:t xml:space="preserve"> کاشان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بہت سے دوسرے علماء کے استاد اور علماء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بزرگ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''س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ماجد بحران</w:t>
      </w:r>
      <w:r w:rsidRPr="0014038B">
        <w:rPr>
          <w:rFonts w:hint="cs"/>
          <w:rtl/>
        </w:rPr>
        <w:t>ی</w:t>
      </w:r>
      <w:r w:rsidRPr="0014038B">
        <w:rPr>
          <w:rtl/>
        </w:rPr>
        <w:t>''ا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نشت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حاضر ہوئے۔ش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ہاتھ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خاک شفاء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تسب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تھ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 پر وہ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ورد پڑھ رہے تھے  کہاس تسب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سے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انہوں نے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سے پوچھا:ک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اس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وضو کرنا جائز ہے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512CE4">
      <w:pPr>
        <w:pStyle w:val="libNormal"/>
        <w:rPr>
          <w:rtl/>
        </w:rPr>
      </w:pP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نے جواب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 جائز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نہ کہ آسمان سے نازل ہونے والا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زم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سے نکلنے والا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کو ان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جواب بہت پسند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="00512CE4"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512CE4" w:rsidRPr="0014038B">
        <w:rPr>
          <w:rFonts w:hint="cs"/>
          <w:rtl/>
        </w:rPr>
        <w:t>1</w:t>
      </w:r>
      <w:r w:rsidRPr="0014038B">
        <w:rPr>
          <w:rtl/>
        </w:rPr>
        <w:t xml:space="preserve">]۔ سورۂ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وسف،آ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>:</w:t>
      </w:r>
      <w:r w:rsidRPr="0014038B">
        <w:rPr>
          <w:rFonts w:hint="cs"/>
          <w:rtl/>
        </w:rPr>
        <w:t>76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512CE4" w:rsidRPr="0014038B">
        <w:rPr>
          <w:rFonts w:hint="cs"/>
          <w:rtl/>
        </w:rPr>
        <w:t>2</w:t>
      </w:r>
      <w:r w:rsidRPr="0014038B">
        <w:rPr>
          <w:rtl/>
        </w:rPr>
        <w:t>]۔ فوائد الرضو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محدث قم</w:t>
      </w:r>
      <w:r w:rsidRPr="0014038B">
        <w:rPr>
          <w:rFonts w:hint="cs"/>
          <w:rtl/>
        </w:rPr>
        <w:t>ی</w:t>
      </w:r>
      <w:r w:rsidRPr="0014038B">
        <w:rPr>
          <w:rtl/>
        </w:rPr>
        <w:t>:</w:t>
      </w:r>
      <w:r w:rsidRPr="0014038B">
        <w:rPr>
          <w:rFonts w:hint="cs"/>
          <w:rtl/>
        </w:rPr>
        <w:t>370</w:t>
      </w:r>
    </w:p>
    <w:p w:rsidR="00512CE4" w:rsidRPr="0014038B" w:rsidRDefault="00512CE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37" w:name="_Toc386267020"/>
      <w:r w:rsidRPr="0014038B">
        <w:rPr>
          <w:rtl/>
        </w:rPr>
        <w:t>راز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کرنا نہ کہ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الات</w:t>
      </w:r>
      <w:r w:rsidRPr="0014038B">
        <w:rPr>
          <w:rtl/>
        </w:rPr>
        <w:t xml:space="preserve"> کو چھپانا</w:t>
      </w:r>
      <w:bookmarkEnd w:id="137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خاندان</w:t>
      </w:r>
      <w:r w:rsidRPr="0014038B">
        <w:rPr>
          <w:rtl/>
        </w:rPr>
        <w:t xml:space="preserve">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ونبوت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کلمات و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رازدار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کچھ وارد ہوا ہے اس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مقصد ہے کہ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اور بزرگ افرادجن موضوعات سے آگاہ ہوئے ہوں اور دوسرے اسے قبول کرنے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نہ ہوں تو ان موضوعات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اخت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tl/>
        </w:rPr>
        <w:t>ںنہ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ہے جسےقبول کرنا چاہئے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کچھ لوگ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حقائق کو چھپانے کے بجائے تخ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حفاطت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،جن کے وہ سخت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پابند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راز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چھپاتے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رحمان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الہامات اور نفسان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لات</w:t>
      </w:r>
      <w:r w:rsidRPr="0014038B">
        <w:rPr>
          <w:rtl/>
        </w:rPr>
        <w:t xml:space="preserve"> کے 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فرق  معلوم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ہوتا۔اس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وہ اپنے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اعمال کو بہت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راز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 درحق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وہ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الات</w:t>
      </w:r>
      <w:r w:rsidRPr="0014038B">
        <w:rPr>
          <w:rtl/>
        </w:rPr>
        <w:t xml:space="preserve"> کے علاوہ کچھ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ہوتے ۔اب اس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واقعہ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مرحو 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،</w:t>
      </w:r>
      <w:r w:rsidRPr="0014038B">
        <w:rPr>
          <w:rtl/>
        </w:rPr>
        <w:t xml:space="preserve"> شاہ عباس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محفل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ہوئے ۔روم کے دربار کا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تھا ، شاہ نے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کہا:بادشاہ روم کے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باتوں کو سن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۔روم کے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رنے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گفتگو کا آغاز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کہا:ہمارے ملک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دانشوروں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گروہ ہے جوکہ علوم غر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بہ</w:t>
      </w:r>
      <w:r w:rsidRPr="0014038B">
        <w:rPr>
          <w:rtl/>
        </w:rPr>
        <w:t xml:space="preserve"> سے آ</w:t>
      </w:r>
      <w:r w:rsidRPr="0014038B">
        <w:rPr>
          <w:rFonts w:hint="eastAsia"/>
          <w:rtl/>
        </w:rPr>
        <w:t>شنا</w:t>
      </w:r>
      <w:r w:rsidRPr="0014038B">
        <w:rPr>
          <w:rtl/>
        </w:rPr>
        <w:t xml:space="preserve"> ہے اور  وہ بہت عج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و غر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اس نے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کچھ واقعات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کئے۔ پھر اس نے کہا:ل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علماء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علوم  سے آشنا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بادشاہ پر بہت اثرانداز ہوئ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انہوں نے روم کے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کر کہا:صاحبان کمال   کے پاس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علوم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ہوت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انہوں نے جلد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جوراب ہاتھ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پکڑ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جوسانپ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گئ</w:t>
      </w:r>
      <w:r w:rsidRPr="0014038B">
        <w:rPr>
          <w:rFonts w:hint="cs"/>
          <w:rtl/>
        </w:rPr>
        <w:t>ی</w:t>
      </w:r>
      <w:r w:rsidRPr="0014038B">
        <w:rPr>
          <w:rtl/>
        </w:rPr>
        <w:t>۔</w:t>
      </w:r>
    </w:p>
    <w:p w:rsidR="00512CE4" w:rsidRPr="0014038B" w:rsidRDefault="00512CE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دربارم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روم کے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اور اس محفل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ٹھے</w:t>
      </w:r>
      <w:r w:rsidRPr="0014038B">
        <w:rPr>
          <w:rtl/>
        </w:rPr>
        <w:t xml:space="preserve"> ہوئے تمام افراد پر خوف طار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سب بھاگنے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ہو گئے؛مرحوم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بہائ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نے سانپ کوپکڑ کر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نچا</w:t>
      </w:r>
      <w:r w:rsidRPr="0014038B">
        <w:rPr>
          <w:rtl/>
        </w:rPr>
        <w:t xml:space="preserve"> تو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پہلے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۔پھر انہوں نے شاہ عباس سے کہا: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کام بابص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افراد کے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رکھتے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تو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اصفہان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ںکرتب</w:t>
      </w:r>
      <w:r w:rsidRPr="0014038B">
        <w:rPr>
          <w:rtl/>
        </w:rPr>
        <w:t xml:space="preserve"> دکھانے والوںسے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تو شعبدہ باز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 کرتب دکھانے والے لوگوں سے درہم 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نار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کے لئے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کام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روم نے سر جھکا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باتوں پر بہت پش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ہوا۔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بعض لوگ 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وسوسوں اور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بے ارزش کاموں کو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اور اپنے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 علوم و حقائق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کر رہے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حالانکہ رازدار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بجائے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صفحہ دل سے نکال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پرپہلے تو انسان کو راز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اور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آگاہ ہونا چاہئے ؛اور اس کے بعد اسے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راز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،نہ کہ وہ اپنے دل کو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 ٹھکانہ قرار دے اور خودد کو رازدار سمجھے!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[1]۔ فوائد الرضو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:</w:t>
      </w:r>
      <w:r w:rsidRPr="0014038B">
        <w:rPr>
          <w:rFonts w:hint="cs"/>
          <w:rtl/>
        </w:rPr>
        <w:t>513</w:t>
      </w:r>
    </w:p>
    <w:p w:rsidR="00512CE4" w:rsidRPr="0014038B" w:rsidRDefault="00512CE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12CE4" w:rsidRPr="0014038B" w:rsidRDefault="00512CE4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38" w:name="_Toc386267021"/>
      <w:r w:rsidRPr="0014038B">
        <w:rPr>
          <w:rtl/>
        </w:rPr>
        <w:t>اسرار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ں،</w:t>
      </w:r>
      <w:r w:rsidRPr="0014038B">
        <w:rPr>
          <w:rtl/>
        </w:rPr>
        <w:t xml:space="preserve"> مخالف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کا کردار</w:t>
      </w:r>
      <w:bookmarkEnd w:id="138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اب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سامراج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ںاپنے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راز و اسرار نہ صرف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 دوسرے ملکوں بلکہ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قوم اور اپنے ملک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سے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چھپات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ںاور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صرف چند مخصوص  افراد تک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محدود رکھت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بڑے صنعت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دفاتر اور کمپن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سبب رازدار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اپنے راز  فاش ہونے کو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شکست اور رق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فتح مانتے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مکتب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لوگوں کو رازدار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حکم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چھوٹے مقاصد کے لئے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اگر راز بتانا مومن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شرفت</w:t>
      </w:r>
      <w:r w:rsidRPr="0014038B">
        <w:rPr>
          <w:rtl/>
        </w:rPr>
        <w:t xml:space="preserve"> کا باعث ہو  اور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کے فساد کا کو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خوف نہ ہوتو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مضائقہ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لئے</w:t>
      </w:r>
      <w:r w:rsidRPr="0014038B">
        <w:rPr>
          <w:rtl/>
        </w:rPr>
        <w:t xml:space="preserve">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 نے حضرت کم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D73C15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>''</w:t>
      </w:r>
      <w:r w:rsidRPr="0014038B">
        <w:rPr>
          <w:rStyle w:val="libArabicChar"/>
          <w:rFonts w:hint="cs"/>
          <w:rtl/>
        </w:rPr>
        <w:t>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کُمَ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لُ</w:t>
      </w:r>
      <w:r w:rsidRPr="0014038B">
        <w:rPr>
          <w:rStyle w:val="libArabicChar"/>
          <w:rtl/>
        </w:rPr>
        <w:t xml:space="preserve"> لاٰ بَأ</w:t>
      </w:r>
      <w:r w:rsidRPr="0014038B">
        <w:rPr>
          <w:rStyle w:val="libArabicChar"/>
          <w:rFonts w:hint="cs"/>
          <w:rtl/>
        </w:rPr>
        <w:t>ْسَ أَنْ تُعْلِمَ اَخٰاکَ سِرِّکَ''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1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tl/>
        </w:rPr>
        <w:t xml:space="preserve"> اے کم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>!اپنا راز اپنے (د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>)بھائ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بتانے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حرج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انسان اسے اپنا راز بتا سکتا ہے جو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اس کے ساتھ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باق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اب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سوال درپ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</w:t>
      </w:r>
      <w:r w:rsidRPr="0014038B">
        <w:rPr>
          <w:rtl/>
        </w:rPr>
        <w:t xml:space="preserve"> آتاہے:اگر نزد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دوستوں کو راز بتانے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حرج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تو پھر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اپنا راز چھپانے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اتن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ہے؟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2</w:t>
      </w:r>
      <w:r w:rsidR="00E546D1" w:rsidRPr="0014038B">
        <w:rPr>
          <w:rStyle w:val="libFootnotenumChar"/>
          <w:rtl/>
        </w:rPr>
        <w:t>)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D73C15" w:rsidRPr="0014038B" w:rsidRDefault="00D73C15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۷۷</w:t>
      </w:r>
      <w:r w:rsidRPr="0014038B">
        <w:rPr>
          <w:rtl/>
        </w:rPr>
        <w:t>ص</w:t>
      </w:r>
      <w:r w:rsidRPr="0014038B">
        <w:rPr>
          <w:rtl/>
          <w:lang w:bidi="fa-IR"/>
        </w:rPr>
        <w:t>۴۱</w:t>
      </w:r>
      <w:r w:rsidRPr="0014038B">
        <w:rPr>
          <w:rFonts w:hint="cs"/>
          <w:rtl/>
        </w:rPr>
        <w:t>6، تحف العقول:171</w:t>
      </w:r>
    </w:p>
    <w:p w:rsidR="00D73C15" w:rsidRPr="0014038B" w:rsidRDefault="00D73C15" w:rsidP="00E546D1">
      <w:pPr>
        <w:pStyle w:val="libFootnote0"/>
        <w:rPr>
          <w:rtl/>
        </w:rPr>
      </w:pPr>
      <w:r w:rsidRPr="0014038B">
        <w:rPr>
          <w:rtl/>
        </w:rPr>
        <w:t>[2] ۔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السلام 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کچھ شرائط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جاننے کے لئے بحار الانوار: ج</w:t>
      </w:r>
      <w:r w:rsidRPr="0014038B">
        <w:rPr>
          <w:rtl/>
          <w:lang w:bidi="fa-IR"/>
        </w:rPr>
        <w:t>۷۷</w:t>
      </w:r>
      <w:r w:rsidRPr="0014038B">
        <w:rPr>
          <w:rtl/>
        </w:rPr>
        <w:t>ص</w:t>
      </w:r>
      <w:r w:rsidRPr="0014038B">
        <w:rPr>
          <w:rtl/>
          <w:lang w:bidi="fa-IR"/>
        </w:rPr>
        <w:t>۴۱</w:t>
      </w:r>
      <w:r w:rsidRPr="0014038B">
        <w:rPr>
          <w:rFonts w:hint="cs"/>
          <w:rtl/>
        </w:rPr>
        <w:t>6 کی</w:t>
      </w:r>
      <w:r w:rsidRPr="0014038B">
        <w:rPr>
          <w:rtl/>
        </w:rPr>
        <w:t xml:space="preserve"> طرف رجوع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512CE4" w:rsidRPr="0014038B" w:rsidRDefault="00512CE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512CE4" w:rsidRPr="0014038B" w:rsidRDefault="00512CE4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اس کے جواب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کہنا چاہئےک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اولاً:تو لوگوں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فطر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طور پرپ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دا</w:t>
      </w:r>
      <w:r w:rsidRPr="0014038B">
        <w:rPr>
          <w:rtl/>
        </w:rPr>
        <w:t xml:space="preserve">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فکر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 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اور ان کے آئندہ رو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پہچان  بہت مشکل ہے۔اس بناء پر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کو پہچان کر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سے راز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کرنا چاہئے۔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ثان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اً</w:t>
      </w:r>
      <w:r w:rsidRPr="0014038B">
        <w:rPr>
          <w:rtl/>
        </w:rPr>
        <w:t>: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راز کو چھپانے کا حکم مادّ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شخص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اغراض و مقاصد کے لئے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کہ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استدان</w:t>
      </w:r>
      <w:r w:rsidRPr="0014038B">
        <w:rPr>
          <w:rtl/>
        </w:rPr>
        <w:t xml:space="preserve"> اور دولت مند حضرات اپنے راز چھپاتے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۔بلکہ وہ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وسعت کے کم ہونے اور ان کے نہ ماننے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ہے۔جب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بت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کے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بادل چھٹ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اور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کائنات پر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تابناک انور چمک رہے ہوںگے تو حضرت بق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ة</w:t>
      </w:r>
      <w:r w:rsidRPr="0014038B">
        <w:rPr>
          <w:rtl/>
        </w:rPr>
        <w:t xml:space="preserve"> اللہ الاعظم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توسط سے 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اکے</w:t>
      </w:r>
      <w:r w:rsidRPr="0014038B">
        <w:rPr>
          <w:rtl/>
        </w:rPr>
        <w:t xml:space="preserve">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رت</w:t>
      </w:r>
      <w:r w:rsidRPr="0014038B">
        <w:rPr>
          <w:rtl/>
        </w:rPr>
        <w:t xml:space="preserve"> انگ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اسرار سب لوگوں کے لئے واضح و آشکار ہو   جائ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اس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لوگ فکر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تکامل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اسرار کو سننے کے لئے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ہوں گے اور اس وقت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ظالموں اور ستمگروں کا وجود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 گا جو ان اسرار کو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کرنے سے روک سک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ہر ظلم و ستم  کا سرچشمہ اور تمام  ملتوں کے لئے ناکام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باعث 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 کے حقوق کے غاصب اور ظالم  افراد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۔وہ نہ صرف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حکومت کے لئ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رکاوٹ</w:t>
      </w:r>
      <w:r w:rsidRPr="0014038B">
        <w:rPr>
          <w:rtl/>
        </w:rPr>
        <w:t xml:space="preserve"> بنے بلکہ انہوں نے معاشرے کو اس طرح سے جہل  کے اندھ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رکھاکہ اہل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 وطہارت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کو اسرار و رموذ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راہوں کو مسدود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 xml:space="preserve"> ''کٰانَ لِرَسُو</w:t>
      </w:r>
      <w:r w:rsidRPr="0014038B">
        <w:rPr>
          <w:rFonts w:hint="cs"/>
          <w:rtl/>
        </w:rPr>
        <w:t>ْلِ اللّ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ِ سِرّ لاٰ یَ</w:t>
      </w:r>
      <w:r w:rsidRPr="0014038B">
        <w:rPr>
          <w:rFonts w:hint="eastAsia"/>
          <w:rtl/>
        </w:rPr>
        <w:t>ع</w:t>
      </w:r>
      <w:r w:rsidRPr="0014038B">
        <w:rPr>
          <w:rFonts w:hint="cs"/>
          <w:rtl/>
        </w:rPr>
        <w:t>ْلَمُ</w:t>
      </w:r>
      <w:r w:rsidR="00DB4D6B" w:rsidRPr="0014038B">
        <w:rPr>
          <w:rFonts w:hint="cs"/>
          <w:rtl/>
        </w:rPr>
        <w:t>ه</w:t>
      </w:r>
      <w:r w:rsidRPr="0014038B">
        <w:rPr>
          <w:rFonts w:hint="cs"/>
          <w:rtl/>
        </w:rPr>
        <w:t>ُ</w:t>
      </w:r>
      <w:r w:rsidRPr="0014038B">
        <w:rPr>
          <w:rtl/>
        </w:rPr>
        <w:t xml:space="preserve"> اِلاّٰ قَلِ</w:t>
      </w:r>
      <w:r w:rsidRPr="0014038B">
        <w:rPr>
          <w:rFonts w:hint="cs"/>
          <w:rtl/>
        </w:rPr>
        <w:t>یْ</w:t>
      </w:r>
      <w:r w:rsidRPr="0014038B">
        <w:rPr>
          <w:rFonts w:hint="eastAsia"/>
          <w:rtl/>
        </w:rPr>
        <w:t>ل</w:t>
      </w:r>
      <w:r w:rsidRPr="0014038B">
        <w:rPr>
          <w:rtl/>
        </w:rPr>
        <w:t>''</w:t>
      </w:r>
    </w:p>
    <w:p w:rsidR="00512CE4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="005221CD" w:rsidRPr="005221CD">
        <w:rPr>
          <w:rFonts w:hint="cs"/>
          <w:rtl/>
        </w:rPr>
        <w:t>(ص)</w:t>
      </w:r>
      <w:r w:rsidRPr="0014038B">
        <w:rPr>
          <w:rtl/>
        </w:rPr>
        <w:t xml:space="preserve"> کے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 راز تھا جسے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جانتا تھا مگر بہت کم لوگ۔</w:t>
      </w:r>
    </w:p>
    <w:p w:rsidR="00512CE4" w:rsidRPr="0014038B" w:rsidRDefault="00512CE4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پھر آپ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غمبر</w:t>
      </w:r>
      <w:r w:rsidRPr="0014038B">
        <w:rPr>
          <w:rtl/>
        </w:rPr>
        <w:t xml:space="preserve"> اکرم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سے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آپ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D73C15">
      <w:pPr>
        <w:pStyle w:val="libNormal"/>
        <w:rPr>
          <w:rtl/>
        </w:rPr>
      </w:pPr>
      <w:r w:rsidRPr="0014038B">
        <w:rPr>
          <w:rtl/>
        </w:rPr>
        <w:t xml:space="preserve">  </w:t>
      </w:r>
      <w:r w:rsidRPr="0014038B">
        <w:rPr>
          <w:rStyle w:val="libArabicChar"/>
          <w:rtl/>
        </w:rPr>
        <w:t>''لَو</w:t>
      </w:r>
      <w:r w:rsidRPr="0014038B">
        <w:rPr>
          <w:rStyle w:val="libArabicChar"/>
          <w:rFonts w:hint="cs"/>
          <w:rtl/>
        </w:rPr>
        <w:t xml:space="preserve">ْلاٰ طُغٰاةُ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ٰذِ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 xml:space="preserve">ِ الْاُمَُّةِ لَبَثَثْتُ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ٰذَا السِّرِّ''</w:t>
      </w:r>
      <w:r w:rsidR="00E546D1" w:rsidRPr="0014038B">
        <w:rPr>
          <w:rStyle w:val="libFootnotenumChar"/>
          <w:rFonts w:hint="cs"/>
          <w:rtl/>
        </w:rPr>
        <w:t>(</w:t>
      </w:r>
      <w:r w:rsidR="00D73C15" w:rsidRPr="0014038B">
        <w:rPr>
          <w:rStyle w:val="libFootnotenumChar"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اگر اس امت کے باغ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سرکش افراد نہ ہوتے توم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راز لوگوں  کے 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D73C15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>''لَو</w:t>
      </w:r>
      <w:r w:rsidRPr="0014038B">
        <w:rPr>
          <w:rStyle w:val="libArabicChar"/>
          <w:rFonts w:hint="cs"/>
          <w:rtl/>
        </w:rPr>
        <w:t xml:space="preserve">ْلاٰ طُغٰاةُ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ٰذِ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Fonts w:hint="cs"/>
          <w:rtl/>
        </w:rPr>
        <w:t>ِ الْاُمَّةِ لَبَیِّ</w:t>
      </w:r>
      <w:r w:rsidRPr="0014038B">
        <w:rPr>
          <w:rStyle w:val="libArabicChar"/>
          <w:rFonts w:hint="eastAsia"/>
          <w:rtl/>
        </w:rPr>
        <w:t>نَت</w:t>
      </w:r>
      <w:r w:rsidRPr="0014038B">
        <w:rPr>
          <w:rStyle w:val="libArabicChar"/>
          <w:rFonts w:hint="cs"/>
          <w:rtl/>
        </w:rPr>
        <w:t>ْ</w:t>
      </w:r>
      <w:r w:rsidRPr="0014038B">
        <w:rPr>
          <w:rStyle w:val="libArabicChar"/>
          <w:rtl/>
        </w:rPr>
        <w:t xml:space="preserve"> 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ٰذَا السِّرِّ''</w:t>
      </w:r>
      <w:r w:rsidR="00E546D1" w:rsidRPr="0014038B">
        <w:rPr>
          <w:rStyle w:val="libFootnotenumChar"/>
          <w:rtl/>
        </w:rPr>
        <w:t>(</w:t>
      </w:r>
      <w:r w:rsidR="00D73C15" w:rsidRPr="0014038B">
        <w:rPr>
          <w:rStyle w:val="libFootnotenumChar"/>
        </w:rPr>
        <w:t>2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اگر اس امت کے باغ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سرکش افراد نہ ہوتے توم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رازب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اس</w:t>
      </w:r>
      <w:r w:rsidRPr="0014038B">
        <w:rPr>
          <w:rtl/>
        </w:rPr>
        <w:t xml:space="preserve"> بناء پر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راز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ان کا کائنات کے حقائق کو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معاشرے کے ظالم و جابر اور آل محمد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حقوق کے غاصب افراد تھے۔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وہ لوگ اسلام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ممالک کے سر کود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کھنا</w:t>
      </w:r>
      <w:r w:rsidRPr="0014038B">
        <w:rPr>
          <w:rtl/>
        </w:rPr>
        <w:t xml:space="preserve"> تو دور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 بلکہ وہ حضرت  فاطمۂ زہراء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ھا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جاگ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''فدک''بھ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مولائے کائنات حضرت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پاس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سکے!توپھر وہ لوگ کس طرح آرام سے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ٹھ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سکتے تھے کہ لوگ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</w:t>
      </w:r>
      <w:r w:rsidRPr="0014038B">
        <w:rPr>
          <w:rFonts w:hint="eastAsia"/>
          <w:rtl/>
        </w:rPr>
        <w:t>جا</w:t>
      </w:r>
      <w:r w:rsidRPr="0014038B">
        <w:rPr>
          <w:rtl/>
        </w:rPr>
        <w:t xml:space="preserve"> کر ان کے علوم سے آسمانوں،خلاؤں ،کہکشاؤں اور عالم 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نامرئ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 قدرت سے آشناہوں؟!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انت</w:t>
      </w:r>
      <w:r w:rsidRPr="0014038B">
        <w:rPr>
          <w:rtl/>
        </w:rPr>
        <w:t xml:space="preserve">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نہ صرف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زمانے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اب تک انسان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معاشرہ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سے آشنا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ہوسکا۔</w:t>
      </w:r>
    </w:p>
    <w:p w:rsidR="00512CE4" w:rsidRPr="0014038B" w:rsidRDefault="00512CE4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D73C15" w:rsidRPr="0014038B">
        <w:t>1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۹۵</w:t>
      </w:r>
      <w:r w:rsidRPr="0014038B">
        <w:rPr>
          <w:rtl/>
        </w:rPr>
        <w:t>ص</w:t>
      </w:r>
      <w:r w:rsidRPr="0014038B">
        <w:rPr>
          <w:rtl/>
          <w:lang w:bidi="fa-IR"/>
        </w:rPr>
        <w:t>۳۰</w:t>
      </w:r>
      <w:r w:rsidRPr="0014038B">
        <w:rPr>
          <w:rFonts w:hint="cs"/>
          <w:rtl/>
        </w:rPr>
        <w:t>6</w:t>
      </w:r>
    </w:p>
    <w:p w:rsidR="00CA6D92" w:rsidRPr="0014038B" w:rsidRDefault="00CA6D92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="00D73C15" w:rsidRPr="0014038B">
        <w:t>2</w:t>
      </w:r>
      <w:r w:rsidRPr="0014038B">
        <w:rPr>
          <w:rtl/>
        </w:rPr>
        <w:t>]۔ بحار الانوار: ج</w:t>
      </w:r>
      <w:r w:rsidRPr="0014038B">
        <w:rPr>
          <w:rtl/>
          <w:lang w:bidi="fa-IR"/>
        </w:rPr>
        <w:t>۹۱</w:t>
      </w:r>
      <w:r w:rsidRPr="0014038B">
        <w:rPr>
          <w:rtl/>
        </w:rPr>
        <w:t>ص</w:t>
      </w:r>
      <w:r w:rsidRPr="0014038B">
        <w:rPr>
          <w:rtl/>
          <w:lang w:bidi="fa-IR"/>
        </w:rPr>
        <w:t>۲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۷</w:t>
      </w:r>
    </w:p>
    <w:p w:rsidR="00D73C15" w:rsidRPr="0014038B" w:rsidRDefault="00D73C1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39" w:name="_Toc386267022"/>
      <w:r w:rsidRPr="0014038B">
        <w:rPr>
          <w:rtl/>
        </w:rPr>
        <w:t>کرامت اور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کو چھپانا</w:t>
      </w:r>
      <w:bookmarkEnd w:id="139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ہمارے بزرگ اورصالح افرادبھ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کرتے ہوئے عام طور پر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زندگ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گذار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جب تک وہ زندہ رہے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ان کے اسرار کا علم نہ ہو سکا حت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ان سے مانوس بہت سے افراد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کے راز سے آگاہ نہ ہوئے۔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اگرچہ کچھ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افراد ظاہراً عام اور معمول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اشخاص تھے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ںان</w:t>
      </w:r>
      <w:r w:rsidRPr="0014038B">
        <w:rPr>
          <w:rtl/>
        </w:rPr>
        <w:t xml:space="preserve"> پر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خاص عنا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ان کا دل خاندان وح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تابناک انوار سے منور تھا اور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ض</w:t>
      </w:r>
      <w:r w:rsidRPr="0014038B">
        <w:rPr>
          <w:rtl/>
        </w:rPr>
        <w:t xml:space="preserve"> و کرم سے حاصل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قدرت کو خلق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ںصرف</w:t>
      </w:r>
      <w:r w:rsidRPr="0014038B">
        <w:rPr>
          <w:rtl/>
        </w:rPr>
        <w:t xml:space="preserve"> کرتے  اور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لمحے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کوتاہ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کرتے 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کے باوجود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ان اسرار کو فاش نہ کرتے ۔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دوستوں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آشکار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رحلت کے بعد ان کے وہ اسرار روشن ہو جاتے جنہ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وہ اپنے س</w:t>
      </w:r>
      <w:r w:rsidRPr="0014038B">
        <w:rPr>
          <w:rFonts w:hint="eastAsia"/>
          <w:rtl/>
        </w:rPr>
        <w:t>اتھ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خاک لے گئے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ہاں!ش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بعض علماء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بلند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مقام رکھنے والے عام افرادکا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 ارتباط تھا اور وہ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دستورات اور احکامات کے تابع تھے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مطابق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نبھاتے ہوئے فخر محسوس کرتے۔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اگرچہ عام طور پر وہ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رکھتے بلکہ وہ بات کا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رکھت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کہ</w:t>
      </w:r>
      <w:r w:rsidRPr="0014038B">
        <w:rPr>
          <w:rtl/>
        </w:rPr>
        <w:t xml:space="preserve"> کہ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افراد اس سے سوء استفادہ نہ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کرامت سے آگاہ ہو جانے والے افراد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ظاہر ہو جات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وہ اسے دوسروں کے لئے فاش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>۔</w:t>
      </w:r>
    </w:p>
    <w:p w:rsidR="00D73C15" w:rsidRPr="0014038B" w:rsidRDefault="00D73C1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D73C15" w:rsidRPr="0014038B" w:rsidRDefault="00D73C15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 </w:t>
      </w:r>
      <w:bookmarkStart w:id="140" w:name="_Toc386267023"/>
      <w:r w:rsidRPr="0014038B">
        <w:rPr>
          <w:rtl/>
        </w:rPr>
        <w:t>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کرامت</w:t>
      </w:r>
      <w:bookmarkEnd w:id="140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بطور نمونہ ہم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فق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سے صادر ہونے وال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کرامت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 آپ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کرامت جل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القدر عالم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عبدالرح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دزفول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اسے دوسروں کے لئے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وہ کہتے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ںتھ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ںجن</w:t>
      </w:r>
      <w:r w:rsidRPr="0014038B">
        <w:rPr>
          <w:rtl/>
        </w:rPr>
        <w:t xml:space="preserve"> سے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آگاہ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تھا۔م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پورا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دعا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کرتا تھا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السلام،س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الشہداء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اور حضرت ابو الفضل العباس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 السلام کو شف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تک کہ </w:t>
      </w: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ارات</w:t>
      </w:r>
      <w:r w:rsidRPr="0014038B">
        <w:rPr>
          <w:rtl/>
        </w:rPr>
        <w:t xml:space="preserve"> مخصوصہ  کے لئے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بار نجف سے کربلا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حرم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وہ دونوں حاجت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مجھے اپنے توسل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اثر دکھائ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کہ حضرت ابو الفضل العباس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حرم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لوگوں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کث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تعداد ہے۔م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سے پوچھا کہ آج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لوگوں کا اتنا ہجوم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ہے؟اس نے کہا: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ابان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رہنے والے عرب کے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ٹے</w:t>
      </w:r>
      <w:r w:rsidRPr="0014038B">
        <w:rPr>
          <w:rtl/>
        </w:rPr>
        <w:t xml:space="preserve"> کومدتوں سے فالج تھا وہ اسے شفاء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غرض سے حرم مطہر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لائے ۔ حضرت 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اس پر لطف و کرم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 اور اسے شفاء مل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۔اب لوگ اس کے کپڑے پھاڑ کر تبرک کے طور پر لے جا 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D73C15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واقعے سے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حالت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ہو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سرد آہ کھ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نچ</w:t>
      </w:r>
      <w:r w:rsidRPr="0014038B">
        <w:rPr>
          <w:rtl/>
        </w:rPr>
        <w:t xml:space="preserve"> کر آنحضرت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ضر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کے قر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ہوا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ابالفضل العباس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السلام!م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 شرع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متعدد بار حضرت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السلام،س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الشہداء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</w:t>
      </w:r>
      <w:r w:rsidRPr="0014038B">
        <w:rPr>
          <w:rFonts w:hint="eastAsia"/>
          <w:rtl/>
        </w:rPr>
        <w:t>ام</w:t>
      </w:r>
      <w:r w:rsidRPr="0014038B">
        <w:rPr>
          <w:rtl/>
        </w:rPr>
        <w:t xml:space="preserve"> اورآپ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بارگاہ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عرض کر چکا ہوں </w:t>
      </w:r>
    </w:p>
    <w:p w:rsidR="00D73C15" w:rsidRPr="0014038B" w:rsidRDefault="00D73C1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lastRenderedPageBreak/>
        <w:t>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آپ نے اس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طرف</w:t>
      </w:r>
      <w:r w:rsidRPr="0014038B">
        <w:rPr>
          <w:rtl/>
        </w:rPr>
        <w:t xml:space="preserve"> توجہ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بچہ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سے متوسل ہوا آپ نے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حاجت روا فر ماد</w:t>
      </w:r>
      <w:r w:rsidRPr="0014038B">
        <w:rPr>
          <w:rFonts w:hint="cs"/>
          <w:rtl/>
        </w:rPr>
        <w:t>ی</w:t>
      </w:r>
      <w:r w:rsidRPr="0014038B">
        <w:rPr>
          <w:rtl/>
        </w:rPr>
        <w:t>۔اس سے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سمجھا ہوں کہ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tl/>
        </w:rPr>
        <w:t xml:space="preserve"> سال تک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ارت،مجاورت</w:t>
      </w:r>
      <w:r w:rsidRPr="0014038B">
        <w:rPr>
          <w:rtl/>
        </w:rPr>
        <w:t xml:space="preserve"> اور تحص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علم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مشغول رہنا اس بچے کے ب</w:t>
      </w:r>
      <w:r w:rsidRPr="0014038B">
        <w:rPr>
          <w:rFonts w:hint="eastAsia"/>
          <w:rtl/>
        </w:rPr>
        <w:t>رابر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رکھتا۔اس لئے 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شہر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رہوں گااور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</w:t>
      </w:r>
      <w:r w:rsidRPr="0014038B">
        <w:rPr>
          <w:rtl/>
        </w:rPr>
        <w:t xml:space="preserve"> ہجرت کر جاؤں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کہہ کر حرم سے باہر آ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الشہداء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حرم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طرح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مختصر سا سلام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اپنے آقا سے ناراض ہو اور پھر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ںاپنے</w:t>
      </w:r>
      <w:r w:rsidRPr="0014038B">
        <w:rPr>
          <w:rtl/>
        </w:rPr>
        <w:t xml:space="preserve"> گھر آگ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اپنا سامان  باندھا اورنجف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اس ارادے سے روانہ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کہ وہاں سے اپنے بال بچوں کو لے کر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ران</w:t>
      </w:r>
      <w:r w:rsidRPr="0014038B">
        <w:rPr>
          <w:rtl/>
        </w:rPr>
        <w:t xml:space="preserve"> چلا جاؤں گا۔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جب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نجف اشرف پہنچا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صحن کے راستے  گھر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روانہ ہوا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صحن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شخ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خادم ملّا رحمت اللہ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سے ہاتھ ملا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گلے ملا۔انہوں نے کہا: آپ کو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بلا  رہے تھے۔م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کو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پتا چلا ؟!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ابھ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ہاں</w:t>
      </w:r>
      <w:r w:rsidRPr="0014038B">
        <w:rPr>
          <w:rtl/>
        </w:rPr>
        <w:t xml:space="preserve"> 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انہوں نے کہا:مجھے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معلوم البتہ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اتنا جانتا ہوں کہ انہوںنے مجھ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:صحن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جاؤ،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عبدالرح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کربلا سے آ 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پاس لے آؤ۔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خود سے کہا:نجف کے زائر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عام طور پر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مخصوصہ کے لئے کربلا رہتے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سے اگلے دن واپس آتے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اکثر صحن کے راستے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داخل ہوتے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انہوں  نے ملّا رحمت اللہ سے کہا مجھے صحن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کھو</w:t>
      </w:r>
      <w:r w:rsidRPr="0014038B">
        <w:rPr>
          <w:rtl/>
        </w:rPr>
        <w:t xml:space="preserve"> ۔ہم دونوں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کے گھرک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روانہ ہوئ</w:t>
      </w:r>
      <w:r w:rsidRPr="0014038B">
        <w:rPr>
          <w:rFonts w:hint="eastAsia"/>
          <w:rtl/>
        </w:rPr>
        <w:t>ے</w:t>
      </w:r>
      <w:r w:rsidRPr="0014038B">
        <w:rPr>
          <w:rtl/>
        </w:rPr>
        <w:t xml:space="preserve"> ۔ جب ہم گھر کے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حصے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داخل  ہوئے تو وہاں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تھا اس لئے ملاّ نے اندرون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دروازہ کھٹکھٹا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نے آواز د</w:t>
      </w:r>
      <w:r w:rsidRPr="0014038B">
        <w:rPr>
          <w:rFonts w:hint="cs"/>
          <w:rtl/>
        </w:rPr>
        <w:t>ی</w:t>
      </w:r>
      <w:r w:rsidRPr="0014038B">
        <w:rPr>
          <w:rtl/>
        </w:rPr>
        <w:t>:کون ہے؟ملّا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عبدالرح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کو 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ہوں۔</w:t>
      </w:r>
    </w:p>
    <w:p w:rsidR="00D73C15" w:rsidRPr="0014038B" w:rsidRDefault="00D73C1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تشر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لائے اور ملاّسے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:تم جاؤ۔جب وہ چلے گئے تو انہوں نے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کر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دو حاجت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انہوںنے وہ دونوں حاجت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بتا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 !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:فلاں حاجت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ہوں اور دوسر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 تم خود استخارہ کرلو۔اگر استخارہ بہترآئے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کے مقدمات فراہم کر دوں گااور پھر اسے خود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انجام دو۔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نے جاکراستخارہ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۔استخارہ بہتر آگ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جس کا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نے آکر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تو انہوں  نے قبول کر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اس کے مقدمات فراہم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ئے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کرامات کا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نمونہ ہے جو جل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القدر عالم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عبدالرح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فاش ہوا ۔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اور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بزرگ علم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سے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کھے</w:t>
      </w:r>
      <w:r w:rsidRPr="0014038B">
        <w:rPr>
          <w:rtl/>
        </w:rPr>
        <w:t xml:space="preserve"> گئے واقعات بہت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ںکہ</w:t>
      </w:r>
      <w:r w:rsidRPr="0014038B">
        <w:rPr>
          <w:rtl/>
        </w:rPr>
        <w:t xml:space="preserve"> جن سے ہم مجموعاً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D73C15" w:rsidRPr="0014038B" w:rsidRDefault="00CA6D92" w:rsidP="00D73C15">
      <w:pPr>
        <w:pStyle w:val="libNormal"/>
      </w:pPr>
      <w:r w:rsidRPr="0014038B">
        <w:rPr>
          <w:rtl/>
        </w:rPr>
        <w:t xml:space="preserve">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رازوں کو چھپانے اور 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ظرف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قابل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سے نہ صرف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کے فرمان پر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بلکہ خاندان ولا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کراں</w:t>
      </w:r>
      <w:r w:rsidRPr="0014038B">
        <w:rPr>
          <w:rtl/>
        </w:rPr>
        <w:t xml:space="preserve"> لطف سے تما م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مرتبط ہو کر ان کے احکامات کو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تے</w:t>
      </w:r>
      <w:r w:rsidRPr="0014038B">
        <w:rPr>
          <w:rtl/>
        </w:rPr>
        <w:t xml:space="preserve">  او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کوشش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 وہ اغ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سے منہ موڑ کر اپنے دل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گہرائ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سے خدا تک وصل کاراستہ بناتے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''فصل''  وصل کا مقدمہ ہے اور'' وصل ''فصل کانت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ہے۔اس بناء پر صاحبان اسرار کا آئمہ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سے اتصال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سا</w:t>
      </w:r>
      <w:r w:rsidRPr="0014038B">
        <w:rPr>
          <w:rtl/>
        </w:rPr>
        <w:t xml:space="preserve"> مسئلہ ہے جو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و واقع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رکھتا ہے ۔اگرچہ انہوں نے </w:t>
      </w:r>
      <w:r w:rsidRPr="0014038B">
        <w:rPr>
          <w:rFonts w:hint="eastAsia"/>
          <w:rtl/>
        </w:rPr>
        <w:t>اسے</w:t>
      </w:r>
      <w:r w:rsidRPr="0014038B">
        <w:rPr>
          <w:rtl/>
        </w:rPr>
        <w:t xml:space="preserve">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بہت کوشش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اس کا انکار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کرتے رہے۔ بزرگ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علماء سے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ہونے والے بہت سے واقعات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رازدار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  دلالت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</w:p>
    <w:p w:rsidR="00D73C15" w:rsidRPr="0014038B" w:rsidRDefault="00D73C15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D73C15" w:rsidRPr="0014038B" w:rsidRDefault="00D73C15" w:rsidP="00E546D1">
      <w:pPr>
        <w:pStyle w:val="libFootnote0"/>
        <w:rPr>
          <w:rtl/>
        </w:rPr>
      </w:pPr>
      <w:r w:rsidRPr="0014038B">
        <w:rPr>
          <w:rtl/>
        </w:rPr>
        <w:t>[1]۔ بحار الانوار:ج</w:t>
      </w:r>
      <w:r w:rsidRPr="0014038B">
        <w:rPr>
          <w:rtl/>
          <w:lang w:bidi="fa-IR"/>
        </w:rPr>
        <w:t>۹۵</w:t>
      </w:r>
      <w:r w:rsidRPr="0014038B">
        <w:rPr>
          <w:rtl/>
        </w:rPr>
        <w:t xml:space="preserve"> ص</w:t>
      </w:r>
      <w:r w:rsidRPr="0014038B">
        <w:rPr>
          <w:rtl/>
          <w:lang w:bidi="fa-IR"/>
        </w:rPr>
        <w:t>۳۰</w:t>
      </w:r>
      <w:r w:rsidRPr="0014038B">
        <w:rPr>
          <w:rFonts w:hint="cs"/>
          <w:rtl/>
        </w:rPr>
        <w:t>6</w:t>
      </w:r>
    </w:p>
    <w:p w:rsidR="00D73C15" w:rsidRPr="0014038B" w:rsidRDefault="00D73C1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lastRenderedPageBreak/>
        <w:t xml:space="preserve"> ہم نے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کا جو واقعہ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،وہ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کا منہ بولتا ثبوت ہے کہ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بعض کو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کام انجام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سونپتے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اس کے راز و اسرار دوسروں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فاش ہوئے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۔اب ہم   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کرامات کا جو دوسرا نمونہ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 رہے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،وہ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ہے۔</w:t>
      </w:r>
    </w:p>
    <w:p w:rsidR="00CA6D92" w:rsidRPr="0014038B" w:rsidRDefault="00CA6D92" w:rsidP="00D73C15">
      <w:pPr>
        <w:pStyle w:val="libNormal"/>
        <w:rPr>
          <w:rtl/>
        </w:rPr>
      </w:pPr>
      <w:r w:rsidRPr="0014038B">
        <w:rPr>
          <w:rtl/>
        </w:rPr>
        <w:t xml:space="preserve"> 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کربلا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سے مشرف ہونے والے اپنے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سفر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الشہداء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کے حرم مطہر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تھے کہ اہل سماوات</w:t>
      </w:r>
      <w:r w:rsidR="00E546D1" w:rsidRPr="0014038B">
        <w:rPr>
          <w:rStyle w:val="libFootnotenumChar"/>
          <w:rtl/>
        </w:rPr>
        <w:t>(</w:t>
      </w:r>
      <w:r w:rsidR="00D73C15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  <w:r w:rsidRPr="0014038B">
        <w:rPr>
          <w:rtl/>
        </w:rPr>
        <w:t>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شخص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پہنچا اور آپ کو سلام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،آپ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دست بوس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>''بِاللّٰ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عَلَ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کَ</w:t>
      </w:r>
      <w:r w:rsidRPr="0014038B">
        <w:rPr>
          <w:rStyle w:val="libArabicChar"/>
          <w:rtl/>
        </w:rPr>
        <w:t xml:space="preserve"> اَن</w:t>
      </w:r>
      <w:r w:rsidRPr="0014038B">
        <w:rPr>
          <w:rStyle w:val="libArabicChar"/>
          <w:rFonts w:hint="cs"/>
          <w:rtl/>
        </w:rPr>
        <w:t>ْتَ الشَّیْ</w:t>
      </w:r>
      <w:r w:rsidRPr="0014038B">
        <w:rPr>
          <w:rStyle w:val="libArabicChar"/>
          <w:rFonts w:hint="eastAsia"/>
          <w:rtl/>
        </w:rPr>
        <w:t>خ</w:t>
      </w:r>
      <w:r w:rsidRPr="0014038B">
        <w:rPr>
          <w:rStyle w:val="libArabicChar"/>
          <w:rtl/>
        </w:rPr>
        <w:t xml:space="preserve"> مُر</w:t>
      </w:r>
      <w:r w:rsidRPr="0014038B">
        <w:rPr>
          <w:rStyle w:val="libArabicChar"/>
          <w:rFonts w:hint="cs"/>
          <w:rtl/>
        </w:rPr>
        <w:t>ْتَضٰی</w:t>
      </w:r>
      <w:r w:rsidRPr="0014038B">
        <w:rPr>
          <w:rStyle w:val="libArabicChar"/>
          <w:rFonts w:hint="eastAsia"/>
          <w:rtl/>
        </w:rPr>
        <w:t>؟</w:t>
      </w:r>
      <w:r w:rsidRPr="0014038B">
        <w:rPr>
          <w:rtl/>
        </w:rPr>
        <w:t>''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قسم تم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مرتض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ہو؟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:ج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ہاں۔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اہل سماوات ہوں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بہن ہے جس کا گھر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گھر سے 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فرسنگ کے فاصلے پر  ہے۔ا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دن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سے ملنے کے لئے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۔جب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واپس آ رہا تھا تو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راستے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بہت بڑا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گھوڑا آگے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بڑھ رہا تھااس سے نجات کے </w:t>
      </w:r>
      <w:r w:rsidRPr="0014038B">
        <w:rPr>
          <w:rFonts w:hint="eastAsia"/>
          <w:rtl/>
        </w:rPr>
        <w:t>لئے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ذہن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بزرگان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سے توسل کے علاوہ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ترک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نہ آئ</w:t>
      </w:r>
      <w:r w:rsidRPr="0014038B">
        <w:rPr>
          <w:rFonts w:hint="cs"/>
          <w:rtl/>
        </w:rPr>
        <w:t>ی</w:t>
      </w:r>
      <w:r w:rsidRPr="0014038B">
        <w:rPr>
          <w:rtl/>
        </w:rPr>
        <w:t>۔لہذا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ابو بکر  سے متوسل ہوا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صد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tl/>
        </w:rPr>
        <w:t xml:space="preserve"> کہا۔ل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مجھے اس کا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اثر دکھائ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۔پھر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دوسرے خل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فہ</w:t>
      </w:r>
      <w:r w:rsidRPr="0014038B">
        <w:rPr>
          <w:rtl/>
        </w:rPr>
        <w:t xml:space="preserve"> کا دامن تھاما اور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فاروق کہا۔ل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اس کا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نہ نکلا پھر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عثمان سے متوسل ہوا 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ذالنور کہہ کر پکارا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جواب نہ ملا۔پھر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طالب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سے متوسل ہوا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کہا:</w:t>
      </w:r>
      <w:r w:rsidRPr="0014038B">
        <w:rPr>
          <w:rStyle w:val="libArabicChar"/>
          <w:rtl/>
        </w:rPr>
        <w:t>''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اخا الرسول و زوج البتول،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ابا السبط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Fonts w:hint="eastAsia"/>
          <w:rtl/>
        </w:rPr>
        <w:t>ن</w:t>
      </w:r>
      <w:r w:rsidRPr="0014038B">
        <w:rPr>
          <w:rStyle w:val="libArabicChar"/>
          <w:rtl/>
        </w:rPr>
        <w:t xml:space="preserve"> ادرکن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ولا ت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لکن</w:t>
      </w:r>
      <w:r w:rsidRPr="0014038B">
        <w:rPr>
          <w:rStyle w:val="libArabicChar"/>
          <w:rFonts w:hint="cs"/>
          <w:rtl/>
        </w:rPr>
        <w:t>ی</w:t>
      </w:r>
      <w:r w:rsidRPr="0014038B">
        <w:rPr>
          <w:rStyle w:val="libArabicChar"/>
          <w:rtl/>
        </w:rPr>
        <w:t xml:space="preserve"> ''</w:t>
      </w:r>
    </w:p>
    <w:p w:rsidR="00D73C15" w:rsidRPr="0014038B" w:rsidRDefault="00D73C15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D73C15" w:rsidRPr="0014038B" w:rsidRDefault="00D73C15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]۔''سماوات'' کوفہ اور بصرہ کے درم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فرات کے کنارے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 علاقہ کا نام ہے۔</w:t>
      </w:r>
    </w:p>
    <w:p w:rsidR="00CA6D92" w:rsidRPr="0014038B" w:rsidRDefault="00CA6D92" w:rsidP="00CA6D92">
      <w:pPr>
        <w:pStyle w:val="libNormal"/>
      </w:pPr>
    </w:p>
    <w:p w:rsidR="00D73C15" w:rsidRPr="0014038B" w:rsidRDefault="00D73C15" w:rsidP="00A22F56">
      <w:pPr>
        <w:pStyle w:val="libNormal"/>
      </w:pPr>
      <w:r w:rsidRPr="0014038B">
        <w:br w:type="page"/>
      </w:r>
    </w:p>
    <w:p w:rsidR="00D73C15" w:rsidRPr="0014038B" w:rsidRDefault="00D73C15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اچانک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نقاب پوش سوار حاضر ہوا ۔جب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نے سوار کو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تو اس نے خود کو ان کے گھوڑے سے مس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چلا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۔پھر وہ سوار روانہ ہو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کے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چھے</w:t>
      </w:r>
      <w:r w:rsidRPr="0014038B">
        <w:rPr>
          <w:rtl/>
        </w:rPr>
        <w:t xml:space="preserve"> چلا ان کا گھوڑا آرام سے چل رہا تھا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را</w:t>
      </w:r>
      <w:r w:rsidRPr="0014038B">
        <w:rPr>
          <w:rtl/>
        </w:rPr>
        <w:t xml:space="preserve"> گھوڑا دوڑنے کے باوجود اس تک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پہنچ پا  رہ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تھاہم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سے  جا رہے تھے کہ انہوں نے مجھ سے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:اب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تمہ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نقصان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پہنچائے گا ۔انہوں نے مجھے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راستہ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رہنمائ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امان اللہ۔اب تم جاؤ۔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ان سے کہا:م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پر قربان آپ اپنا تعارف تو کروا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 کہ مجھے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معلوم ہو جائے کہ آپ کون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جنہوں نے مجھے ہلاکت سے نجات دلائ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وہ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ہوں جسے تم نے پکارا تھا ۔م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اخو الرسول و زوج البتول و ابو السبط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طالب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ہوں۔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پر قربان!آپ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راہ راست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ہدا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:اپنا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کرو۔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:صح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اعتقادات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ں؟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آپ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:جاؤ !جا کر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مرتض</w:t>
      </w:r>
      <w:r w:rsidRPr="0014038B">
        <w:rPr>
          <w:rFonts w:hint="cs"/>
          <w:rtl/>
        </w:rPr>
        <w:t>یٰ</w:t>
      </w:r>
      <w:r w:rsidRPr="0014038B">
        <w:rPr>
          <w:rtl/>
        </w:rPr>
        <w:t xml:space="preserve"> سے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لو۔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پہچانتا تو آپ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:وہ نجف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رہتے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مجھے کچھ خصوص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بتائ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جواب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</w:t>
      </w:r>
      <w:r w:rsidRPr="0014038B">
        <w:rPr>
          <w:rtl/>
        </w:rPr>
        <w:t xml:space="preserve"> رہا ہوں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:جب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نجف جاؤں تو ان  مل سکوں گا؟</w:t>
      </w:r>
    </w:p>
    <w:p w:rsidR="00D73C15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:نجف جاؤ گے تو ان 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مل پاؤ گے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وہ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ارت</w:t>
      </w:r>
      <w:r w:rsidRPr="0014038B">
        <w:rPr>
          <w:rtl/>
        </w:rPr>
        <w:t xml:space="preserve"> کے لئے آئے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تم ان سے کربلا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مل سکتے ہو ۔انہوں نے مجھ سے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بات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نظروں سے اوجھل  ہو گے۔</w:t>
      </w:r>
    </w:p>
    <w:p w:rsidR="00D73C15" w:rsidRPr="0014038B" w:rsidRDefault="00D73C15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سماوات 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وہاں سے نجف کے لئے روانہ ہوا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وہاں آپ کو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کھا</w:t>
      </w:r>
      <w:r w:rsidRPr="0014038B">
        <w:rPr>
          <w:rtl/>
        </w:rPr>
        <w:t xml:space="preserve"> اور آج کربلا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داخل ہوا ہوں اور ابھ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آپ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خدمت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حاضر ہوا ہوں اب آپ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رے</w:t>
      </w:r>
      <w:r w:rsidRPr="0014038B">
        <w:rPr>
          <w:rtl/>
        </w:rPr>
        <w:t xml:space="preserve"> لئے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عوں</w:t>
      </w:r>
      <w:r w:rsidRPr="0014038B">
        <w:rPr>
          <w:rtl/>
        </w:rPr>
        <w:t xml:space="preserve"> کے عقائد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نے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عوں</w:t>
      </w:r>
      <w:r w:rsidRPr="0014038B">
        <w:rPr>
          <w:rtl/>
        </w:rPr>
        <w:t xml:space="preserve"> کا اصل  عق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دہ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 اب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طالب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کو رسول اللہ </w:t>
      </w:r>
      <w:r w:rsidR="005221CD" w:rsidRPr="005221CD">
        <w:rPr>
          <w:rFonts w:hint="cs"/>
          <w:rtl/>
        </w:rPr>
        <w:t>(ص)</w:t>
      </w:r>
      <w:r w:rsidRPr="005221CD">
        <w:rPr>
          <w:rFonts w:hint="cs"/>
          <w:rtl/>
        </w:rPr>
        <w:t xml:space="preserve"> کا بلا فصل خل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فہ</w:t>
      </w:r>
      <w:r w:rsidRPr="0014038B">
        <w:rPr>
          <w:rtl/>
        </w:rPr>
        <w:t xml:space="preserve"> مانواور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آپ کے بعد آپ کے فرزندحضرت امام حسن 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اور پھر آپ کے دوسرے فرزند حضرت امام حس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(جن کا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حر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مطہر اور ضر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ح</w:t>
      </w:r>
      <w:r w:rsidRPr="0014038B">
        <w:rPr>
          <w:rtl/>
        </w:rPr>
        <w:t xml:space="preserve"> ہے) اور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 بارہو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امام تک جو کہ امام زمانہ عجل اللہ فرجہ الشر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ف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۔جو کہ پردۂ 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ب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سب امام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جو شخص ان عقائد کا اعتراف کرے وہ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ہے ۔اعمال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تمہار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ذمہ 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نماز ،روزہ  ، حج وغ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رہ</w:t>
      </w:r>
      <w:r w:rsidRPr="0014038B">
        <w:rPr>
          <w:rtl/>
        </w:rPr>
        <w:t xml:space="preserve"> انجام دو۔</w:t>
      </w:r>
    </w:p>
    <w:p w:rsidR="00CA6D92" w:rsidRPr="0014038B" w:rsidRDefault="00CA6D92" w:rsidP="0026520E">
      <w:pPr>
        <w:pStyle w:val="libNormal"/>
        <w:rPr>
          <w:rtl/>
        </w:rPr>
      </w:pP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نے عرض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:مجھے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عوں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سپر د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مجھے احکامات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دے ۔مرحوم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مجھے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بزرگ کے سپرد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اور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کہ مجھے تق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کے مناف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احکام نہ بتائ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  <w:r w:rsidR="00E546D1" w:rsidRPr="0014038B">
        <w:rPr>
          <w:rStyle w:val="libFootnotenumChar"/>
          <w:rtl/>
        </w:rPr>
        <w:t>(</w:t>
      </w:r>
      <w:r w:rsidR="0026520E" w:rsidRPr="0014038B">
        <w:rPr>
          <w:rStyle w:val="libFootnotenumChar"/>
        </w:rPr>
        <w:t>1</w:t>
      </w:r>
      <w:r w:rsidR="00E546D1" w:rsidRPr="0014038B">
        <w:rPr>
          <w:rStyle w:val="libFootnotenumChar"/>
          <w:rtl/>
        </w:rPr>
        <w:t>)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نگھبان</w:t>
      </w:r>
      <w:r w:rsidRPr="0014038B">
        <w:rPr>
          <w:rtl/>
        </w:rPr>
        <w:t xml:space="preserve"> سرت گشتہ است اسرار          اگر سَر با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دت</w:t>
      </w:r>
      <w:r w:rsidRPr="0014038B">
        <w:rPr>
          <w:rtl/>
        </w:rPr>
        <w:t xml:space="preserve"> رو سِرّ نگھدار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زبان</w:t>
      </w:r>
      <w:r w:rsidRPr="0014038B">
        <w:rPr>
          <w:rtl/>
        </w:rPr>
        <w:t xml:space="preserve"> دربستہ بھتر،سرّ نھفتہ            نماند سَر چو شد اسرار گفتہ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کرامات اور اسرار کو چھپانا نہ صرف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مخالف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سے حفاظت کا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ہے بلکہ اس کا دوسرا اہم راز دوسرے اہم تر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اسرار و رموذ تک رسائ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لئے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ظرف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کرنا ہے۔رازدار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نے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اور اسے انسان کے لئے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 آخرت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جمع کرنے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قرار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ہے۔</w:t>
      </w:r>
    </w:p>
    <w:p w:rsidR="00D73C15" w:rsidRPr="0014038B" w:rsidRDefault="00D73C15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6520E" w:rsidRPr="0014038B" w:rsidRDefault="0026520E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]۔ زندگان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شخص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انصار</w:t>
      </w:r>
      <w:r w:rsidRPr="0014038B">
        <w:rPr>
          <w:rFonts w:hint="cs"/>
          <w:rtl/>
        </w:rPr>
        <w:t>ی</w:t>
      </w:r>
      <w:r w:rsidRPr="0014038B">
        <w:rPr>
          <w:rtl/>
        </w:rPr>
        <w:t>:</w:t>
      </w:r>
      <w:r w:rsidR="0014038B" w:rsidRPr="0014038B">
        <w:rPr>
          <w:rFonts w:hint="cs"/>
          <w:rtl/>
        </w:rPr>
        <w:t>9</w:t>
      </w:r>
      <w:r w:rsidRPr="0014038B">
        <w:rPr>
          <w:rFonts w:hint="cs"/>
          <w:rtl/>
        </w:rPr>
        <w:t>6</w:t>
      </w:r>
    </w:p>
    <w:p w:rsidR="00CA6D92" w:rsidRPr="0014038B" w:rsidRDefault="00CA6D92" w:rsidP="00CA6D92">
      <w:pPr>
        <w:pStyle w:val="libNormal"/>
      </w:pPr>
    </w:p>
    <w:p w:rsidR="00D73C15" w:rsidRPr="0014038B" w:rsidRDefault="00D73C15" w:rsidP="00A22F56">
      <w:pPr>
        <w:pStyle w:val="libNormal"/>
      </w:pPr>
      <w:r w:rsidRPr="0014038B">
        <w:br w:type="page"/>
      </w:r>
    </w:p>
    <w:p w:rsidR="00D73C15" w:rsidRPr="0014038B" w:rsidRDefault="00D73C15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</w:t>
      </w:r>
      <w:r w:rsidRPr="0014038B">
        <w:rPr>
          <w:rtl/>
        </w:rPr>
        <w:t xml:space="preserve"> المؤمن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حضرت امام عل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26520E">
      <w:pPr>
        <w:pStyle w:val="libNormal"/>
        <w:rPr>
          <w:rtl/>
        </w:rPr>
      </w:pPr>
      <w:r w:rsidRPr="0014038B">
        <w:rPr>
          <w:rStyle w:val="libArabicChar"/>
          <w:rtl/>
        </w:rPr>
        <w:t>''جُمِعَ خَ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رُ</w:t>
      </w:r>
      <w:r w:rsidRPr="0014038B">
        <w:rPr>
          <w:rStyle w:val="libArabicChar"/>
          <w:rtl/>
        </w:rPr>
        <w:t xml:space="preserve"> الدُّن</w:t>
      </w:r>
      <w:r w:rsidRPr="0014038B">
        <w:rPr>
          <w:rStyle w:val="libArabicChar"/>
          <w:rFonts w:hint="cs"/>
          <w:rtl/>
        </w:rPr>
        <w:t>ْیٰ</w:t>
      </w:r>
      <w:r w:rsidRPr="0014038B">
        <w:rPr>
          <w:rStyle w:val="libArabicChar"/>
          <w:rFonts w:hint="eastAsia"/>
          <w:rtl/>
        </w:rPr>
        <w:t>ا</w:t>
      </w:r>
      <w:r w:rsidRPr="0014038B">
        <w:rPr>
          <w:rStyle w:val="libArabicChar"/>
          <w:rtl/>
        </w:rPr>
        <w:t xml:space="preserve"> وَ ال</w:t>
      </w:r>
      <w:r w:rsidRPr="0014038B">
        <w:rPr>
          <w:rStyle w:val="libArabicChar"/>
          <w:rFonts w:hint="cs"/>
          <w:rtl/>
        </w:rPr>
        <w:t>ْآخِرَةِ فِْ کِتْمٰانِ السِّرِّ وَ مُصٰادَقَةِ الْاَخْوٰانِ وَجُمِعَ الشَّرُّ فِ الْاِذٰاعَةِ وَمُؤٰخٰاةِ الْاَشْرٰارِ''</w:t>
      </w:r>
      <w:r w:rsidR="00E546D1" w:rsidRPr="0014038B">
        <w:rPr>
          <w:rStyle w:val="libFootnotenumChar"/>
          <w:rFonts w:hint="cs"/>
          <w:rtl/>
        </w:rPr>
        <w:t>(</w:t>
      </w:r>
      <w:r w:rsidR="0026520E" w:rsidRPr="0014038B">
        <w:rPr>
          <w:rStyle w:val="libFootnotenumChar"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دن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و آخرت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خوب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راز چھپانے اوربھائ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ساتھ سچائ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جمع کر 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گئ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تمام برائ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اں</w:t>
      </w:r>
      <w:r w:rsidRPr="0014038B">
        <w:rPr>
          <w:rtl/>
        </w:rPr>
        <w:t xml:space="preserve"> راز کو فاش کرنے اور اشرار سے ہمنش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برادر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۔</w:t>
      </w:r>
    </w:p>
    <w:p w:rsidR="00CA6D92" w:rsidRPr="0014038B" w:rsidRDefault="00CA6D92" w:rsidP="00CA6D92">
      <w:pPr>
        <w:pStyle w:val="libNormal"/>
      </w:pPr>
      <w:r w:rsidRPr="0014038B">
        <w:rPr>
          <w:rtl/>
        </w:rPr>
        <w:t xml:space="preserve"> ہمارے بزرگوں  نے اسرار کو مخف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رکھنے اور رازوں کو چھپانے سے نہ صرف خود کواغ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سے محفوظ رکھا بلکہ وہ اسے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اسرار و موذ کو درک کرنے کے لئے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ظرف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کا باعث سمجھتے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انہوں نے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کرامات کوچھپا کر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روحان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قوّتوں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اضافہ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26520E" w:rsidRPr="0014038B" w:rsidRDefault="0026520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6520E" w:rsidRPr="0014038B" w:rsidRDefault="0026520E" w:rsidP="00E546D1">
      <w:pPr>
        <w:pStyle w:val="libFootnote0"/>
        <w:rPr>
          <w:rtl/>
          <w:lang w:bidi="fa-IR"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]۔ سف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نة</w:t>
      </w:r>
      <w:r w:rsidRPr="0014038B">
        <w:rPr>
          <w:rtl/>
        </w:rPr>
        <w:t xml:space="preserve"> البحار:ج</w:t>
      </w:r>
      <w:r w:rsidRPr="0014038B">
        <w:rPr>
          <w:rtl/>
          <w:lang w:bidi="fa-IR"/>
        </w:rPr>
        <w:t>۲</w:t>
      </w:r>
      <w:r w:rsidRPr="0014038B">
        <w:rPr>
          <w:rtl/>
        </w:rPr>
        <w:t>ص</w:t>
      </w:r>
      <w:r w:rsidRPr="0014038B">
        <w:rPr>
          <w:rtl/>
          <w:lang w:bidi="fa-IR"/>
        </w:rPr>
        <w:t>۴</w:t>
      </w:r>
      <w:r w:rsidRPr="0014038B">
        <w:rPr>
          <w:rFonts w:hint="cs"/>
          <w:rtl/>
        </w:rPr>
        <w:t>6</w:t>
      </w:r>
      <w:r w:rsidRPr="0014038B">
        <w:rPr>
          <w:rtl/>
          <w:lang w:bidi="fa-IR"/>
        </w:rPr>
        <w:t>۹</w:t>
      </w:r>
    </w:p>
    <w:p w:rsidR="0026520E" w:rsidRPr="0014038B" w:rsidRDefault="0026520E" w:rsidP="00A22F56">
      <w:pPr>
        <w:pStyle w:val="libNormal"/>
        <w:rPr>
          <w:rtl/>
          <w:lang w:bidi="fa-IR"/>
        </w:rPr>
      </w:pPr>
      <w:r w:rsidRPr="0014038B">
        <w:rPr>
          <w:rtl/>
          <w:lang w:bidi="fa-IR"/>
        </w:rPr>
        <w:br w:type="page"/>
      </w:r>
    </w:p>
    <w:p w:rsidR="0026520E" w:rsidRPr="0014038B" w:rsidRDefault="0026520E" w:rsidP="0026520E">
      <w:pPr>
        <w:pStyle w:val="libNormal"/>
        <w:rPr>
          <w:rtl/>
        </w:rPr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41" w:name="_Toc386267024"/>
      <w:r w:rsidRPr="0014038B">
        <w:rPr>
          <w:rtl/>
        </w:rPr>
        <w:t>راز فاش کرنے کے نقصانات</w:t>
      </w:r>
      <w:bookmarkEnd w:id="141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اسرار کو فاش کرنا اور رازوں کو نہ چھپا سکنا انسان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ظرف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کم 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ہے۔اہلب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اطہار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کے اسرار و معارف کے انوار کے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غوطہ زن ہونے والے ان اسرار و رموز کو فاش کرنے سے 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کرتے تھے۔ان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رازدار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ظرف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و قابل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tl/>
        </w:rPr>
        <w:t xml:space="preserve">  اور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مسائل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ترق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شرفت</w:t>
      </w:r>
      <w:r w:rsidRPr="0014038B">
        <w:rPr>
          <w:rtl/>
        </w:rPr>
        <w:t xml:space="preserve"> کا وس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لہ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جو</w:t>
      </w:r>
      <w:r w:rsidRPr="0014038B">
        <w:rPr>
          <w:rtl/>
        </w:rPr>
        <w:t xml:space="preserve"> راز چھپانے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طاقت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رکھتے ،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استعداد و ظرف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کے کم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ہے بلکہ کچھ موارد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 کے افشاء کرنے کا اصل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سبب اصل حقائق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شک کرنا ہے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26520E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>''مُذِ</w:t>
      </w:r>
      <w:r w:rsidRPr="0014038B">
        <w:rPr>
          <w:rStyle w:val="libArabicChar"/>
          <w:rFonts w:hint="cs"/>
          <w:rtl/>
        </w:rPr>
        <w:t>یْ</w:t>
      </w:r>
      <w:r w:rsidRPr="0014038B">
        <w:rPr>
          <w:rStyle w:val="libArabicChar"/>
          <w:rFonts w:hint="eastAsia"/>
          <w:rtl/>
        </w:rPr>
        <w:t>عُ</w:t>
      </w:r>
      <w:r w:rsidRPr="0014038B">
        <w:rPr>
          <w:rStyle w:val="libArabicChar"/>
          <w:rtl/>
        </w:rPr>
        <w:t xml:space="preserve"> السِّرِّ شٰاکّ''</w:t>
      </w:r>
      <w:r w:rsidR="00E546D1" w:rsidRPr="0014038B">
        <w:rPr>
          <w:rStyle w:val="libFootnotenumChar"/>
          <w:rtl/>
        </w:rPr>
        <w:t>(</w:t>
      </w:r>
      <w:r w:rsidRPr="0014038B">
        <w:rPr>
          <w:rStyle w:val="libFootnotenumChar"/>
          <w:rtl/>
        </w:rPr>
        <w:t>1</w:t>
      </w:r>
      <w:r w:rsidR="00E546D1" w:rsidRPr="0014038B">
        <w:rPr>
          <w:rStyle w:val="libFootnotenumChar"/>
          <w:rtl/>
        </w:rPr>
        <w:t>)</w:t>
      </w:r>
      <w:r w:rsidRPr="0014038B">
        <w:rPr>
          <w:rtl/>
        </w:rPr>
        <w:t xml:space="preserve"> راز کو فاش کرنے والا شک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ہوتاہے۔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جو راز کو فاش کرتا ہے ،اگر راز کو فاش کرتے وقت اسے شک و ترد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نہ ہو تو اس کے بعد وہ اس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شک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گرفتار ہو جاتاہے ۔ 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جب دوسروں سے راز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کرتے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تو پہلے دوسروں کو اصل مسائل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شک  ہوتا ہے اور پھر خود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کا انکار کر کے اپنے مرت</w:t>
      </w:r>
      <w:r w:rsidRPr="0014038B">
        <w:rPr>
          <w:rFonts w:hint="eastAsia"/>
          <w:rtl/>
        </w:rPr>
        <w:t>بہ</w:t>
      </w:r>
      <w:r w:rsidRPr="0014038B">
        <w:rPr>
          <w:rtl/>
        </w:rPr>
        <w:t xml:space="preserve"> سے گر جاتا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حضرت</w:t>
      </w:r>
      <w:r w:rsidRPr="0014038B">
        <w:rPr>
          <w:rtl/>
        </w:rPr>
        <w:t xml:space="preserve">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کو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ہے:</w:t>
      </w:r>
    </w:p>
    <w:p w:rsidR="00CA6D92" w:rsidRPr="0014038B" w:rsidRDefault="00CA6D92" w:rsidP="0026520E">
      <w:pPr>
        <w:pStyle w:val="libNormal"/>
        <w:rPr>
          <w:rtl/>
        </w:rPr>
      </w:pPr>
      <w:r w:rsidRPr="0014038B">
        <w:rPr>
          <w:rtl/>
        </w:rPr>
        <w:t xml:space="preserve"> </w:t>
      </w:r>
      <w:r w:rsidRPr="0014038B">
        <w:rPr>
          <w:rStyle w:val="libArabicChar"/>
          <w:rtl/>
        </w:rPr>
        <w:t>''اِف</w:t>
      </w:r>
      <w:r w:rsidRPr="0014038B">
        <w:rPr>
          <w:rStyle w:val="libArabicChar"/>
          <w:rFonts w:hint="cs"/>
          <w:rtl/>
        </w:rPr>
        <w:t>ْشٰاءُ السِّرِّ سُقُوْط''</w:t>
      </w:r>
      <w:r w:rsidR="00E546D1" w:rsidRPr="0014038B">
        <w:rPr>
          <w:rStyle w:val="libFootnotenumChar"/>
          <w:rFonts w:hint="cs"/>
          <w:rtl/>
        </w:rPr>
        <w:t>(</w:t>
      </w:r>
      <w:r w:rsidRPr="0014038B">
        <w:rPr>
          <w:rStyle w:val="libFootnotenumChar"/>
          <w:rFonts w:hint="cs"/>
          <w:rtl/>
        </w:rPr>
        <w:t>2</w:t>
      </w:r>
      <w:r w:rsidR="00E546D1" w:rsidRPr="0014038B">
        <w:rPr>
          <w:rStyle w:val="libFootnotenumChar"/>
          <w:rFonts w:hint="cs"/>
          <w:rtl/>
        </w:rPr>
        <w:t>)</w:t>
      </w:r>
      <w:r w:rsidRPr="0014038B">
        <w:rPr>
          <w:rtl/>
        </w:rPr>
        <w:t xml:space="preserve"> راز کو فاش کرنا سقوط (پست</w:t>
      </w:r>
      <w:r w:rsidRPr="0014038B">
        <w:rPr>
          <w:rFonts w:hint="cs"/>
          <w:rtl/>
        </w:rPr>
        <w:t>ی</w:t>
      </w:r>
      <w:r w:rsidRPr="0014038B">
        <w:rPr>
          <w:rtl/>
        </w:rPr>
        <w:t>)ہے۔</w:t>
      </w:r>
    </w:p>
    <w:p w:rsidR="0026520E" w:rsidRPr="0014038B" w:rsidRDefault="0026520E" w:rsidP="00E546D1">
      <w:pPr>
        <w:pStyle w:val="libFootnote0"/>
      </w:pPr>
      <w:r w:rsidRPr="0014038B">
        <w:rPr>
          <w:rFonts w:hint="cs"/>
          <w:rtl/>
        </w:rPr>
        <w:t>--------------</w:t>
      </w:r>
    </w:p>
    <w:p w:rsidR="0026520E" w:rsidRPr="0014038B" w:rsidRDefault="0026520E" w:rsidP="00E546D1">
      <w:pPr>
        <w:pStyle w:val="libFootnote0"/>
        <w:rPr>
          <w:rtl/>
        </w:rPr>
      </w:pPr>
      <w:r w:rsidRPr="0014038B">
        <w:rPr>
          <w:rtl/>
        </w:rPr>
        <w:t>[1]۔ بحار الانوار:</w:t>
      </w:r>
      <w:r w:rsidRPr="0014038B">
        <w:rPr>
          <w:rFonts w:hint="cs"/>
          <w:rtl/>
        </w:rPr>
        <w:t>8875،اصول کافی</w:t>
      </w:r>
      <w:r w:rsidRPr="0014038B">
        <w:rPr>
          <w:rtl/>
        </w:rPr>
        <w:t>:</w:t>
      </w:r>
      <w:r w:rsidRPr="0014038B">
        <w:rPr>
          <w:rFonts w:hint="cs"/>
          <w:rtl/>
        </w:rPr>
        <w:t>3712</w:t>
      </w:r>
    </w:p>
    <w:p w:rsidR="0026520E" w:rsidRPr="0014038B" w:rsidRDefault="0026520E" w:rsidP="00E546D1">
      <w:pPr>
        <w:pStyle w:val="libFootnote0"/>
        <w:rPr>
          <w:rtl/>
        </w:rPr>
      </w:pPr>
      <w:r w:rsidRPr="0014038B">
        <w:rPr>
          <w:rtl/>
        </w:rPr>
        <w:t>[2]۔ بحار الانوار:ج</w:t>
      </w:r>
      <w:r w:rsidRPr="0014038B">
        <w:rPr>
          <w:rtl/>
          <w:lang w:bidi="fa-IR"/>
        </w:rPr>
        <w:t>۷۹</w:t>
      </w:r>
      <w:r w:rsidRPr="0014038B">
        <w:rPr>
          <w:rtl/>
        </w:rPr>
        <w:t>ص</w:t>
      </w:r>
      <w:r w:rsidRPr="0014038B">
        <w:rPr>
          <w:rtl/>
          <w:lang w:bidi="fa-IR"/>
        </w:rPr>
        <w:t>۲۲۹</w:t>
      </w:r>
      <w:r w:rsidRPr="0014038B">
        <w:rPr>
          <w:rtl/>
        </w:rPr>
        <w:t>،تحف العقول:</w:t>
      </w:r>
      <w:r w:rsidRPr="0014038B">
        <w:rPr>
          <w:rFonts w:hint="cs"/>
          <w:rtl/>
        </w:rPr>
        <w:t>3</w:t>
      </w:r>
      <w:r w:rsidRPr="0014038B">
        <w:rPr>
          <w:rtl/>
        </w:rPr>
        <w:t>1</w:t>
      </w:r>
      <w:r w:rsidRPr="0014038B">
        <w:rPr>
          <w:rFonts w:hint="cs"/>
          <w:rtl/>
        </w:rPr>
        <w:t>5</w:t>
      </w:r>
    </w:p>
    <w:p w:rsidR="0026520E" w:rsidRPr="0014038B" w:rsidRDefault="0026520E" w:rsidP="00A22F56">
      <w:pPr>
        <w:pStyle w:val="libNormal"/>
        <w:rPr>
          <w:lang w:bidi="ur-PK"/>
        </w:rPr>
      </w:pPr>
      <w:r w:rsidRPr="0014038B">
        <w:rPr>
          <w:lang w:bidi="ur-PK"/>
        </w:rPr>
        <w:br w:type="page"/>
      </w:r>
    </w:p>
    <w:p w:rsidR="0026520E" w:rsidRPr="0014038B" w:rsidRDefault="0026520E" w:rsidP="0026520E">
      <w:pPr>
        <w:pStyle w:val="libNormal"/>
        <w:rPr>
          <w:lang w:bidi="ur-PK"/>
        </w:rPr>
      </w:pPr>
    </w:p>
    <w:p w:rsidR="0026520E" w:rsidRPr="0014038B" w:rsidRDefault="0026520E" w:rsidP="0026520E">
      <w:pPr>
        <w:pStyle w:val="libNormal"/>
        <w:rPr>
          <w:rtl/>
          <w:lang w:bidi="ur-PK"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ان انمول فرام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سے استفادہ کرتے ہوئے جو خود کو صاحب ''حال'' سمجھتے 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اور معتقد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کہ وہ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مقام و مرتبے تک پہنچ گئے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،انہ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اس بات کا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</w:t>
      </w:r>
      <w:r w:rsidRPr="0014038B">
        <w:rPr>
          <w:rtl/>
        </w:rPr>
        <w:t xml:space="preserve"> رکھناچاہئے کہ نہ کہے جانے والے مسائل کو کہنے سے نہ صرف کچھ افراد ان حقائق کا انکار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 بلکہ اس سے آپ ا</w:t>
      </w:r>
      <w:r w:rsidRPr="0014038B">
        <w:rPr>
          <w:rFonts w:hint="eastAsia"/>
          <w:rtl/>
        </w:rPr>
        <w:t>پنے</w:t>
      </w:r>
      <w:r w:rsidRPr="0014038B">
        <w:rPr>
          <w:rtl/>
        </w:rPr>
        <w:t xml:space="preserve"> زوال کے اسباب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کرد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گے۔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چھوٹا</w:t>
      </w:r>
      <w:r w:rsidRPr="0014038B">
        <w:rPr>
          <w:rtl/>
        </w:rPr>
        <w:t xml:space="preserve"> سا برتن تھوڑے سے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سے لبر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ز</w:t>
      </w:r>
      <w:r w:rsidRPr="0014038B">
        <w:rPr>
          <w:rtl/>
        </w:rPr>
        <w:t xml:space="preserve"> ہو جاتا 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نہروں اور ند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کے پان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 اپنے اندر سمو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 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کن</w:t>
      </w:r>
      <w:r w:rsidRPr="0014038B">
        <w:rPr>
          <w:rtl/>
        </w:rPr>
        <w:t xml:space="preserve"> پھر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تبد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ل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آت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۔کام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اب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کے متلاش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بلند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درجات تک پہنچنے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جستجو کرنے والوں کو در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 xml:space="preserve"> دل ہونا چاہئے اور رازوں کو </w:t>
      </w:r>
      <w:r w:rsidRPr="0014038B">
        <w:rPr>
          <w:rFonts w:hint="eastAsia"/>
          <w:rtl/>
        </w:rPr>
        <w:t>چھپانے</w:t>
      </w:r>
      <w:r w:rsidRPr="0014038B">
        <w:rPr>
          <w:rtl/>
        </w:rPr>
        <w:t xml:space="preserve"> سے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ظرف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کو وسعت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۔اس روش کے ذر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عے</w:t>
      </w:r>
      <w:r w:rsidRPr="0014038B">
        <w:rPr>
          <w:rtl/>
        </w:rPr>
        <w:t xml:space="preserve"> سنت الٰہ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رو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نے اس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کو 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فرماتےہ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26520E">
      <w:pPr>
        <w:pStyle w:val="libNormal"/>
        <w:rPr>
          <w:rtl/>
        </w:rPr>
      </w:pPr>
      <w:r w:rsidRPr="0014038B">
        <w:rPr>
          <w:rtl/>
        </w:rPr>
        <w:t xml:space="preserve">  </w:t>
      </w:r>
      <w:r w:rsidRPr="0014038B">
        <w:rPr>
          <w:rStyle w:val="libArabicChar"/>
          <w:rtl/>
        </w:rPr>
        <w:t>''.....اَلسُّنَّةُ مِنَ اللّٰ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ِ جَلَّ  وَ عَزَّ ،فَ</w:t>
      </w:r>
      <w:r w:rsidR="00DB4D6B" w:rsidRPr="0014038B">
        <w:rPr>
          <w:rStyle w:val="libArabicChar"/>
          <w:rFonts w:hint="cs"/>
          <w:rtl/>
        </w:rPr>
        <w:t>ه</w:t>
      </w:r>
      <w:r w:rsidRPr="0014038B">
        <w:rPr>
          <w:rStyle w:val="libArabicChar"/>
          <w:rtl/>
        </w:rPr>
        <w:t>ُوَ أَن</w:t>
      </w:r>
      <w:r w:rsidRPr="0014038B">
        <w:rPr>
          <w:rStyle w:val="libArabicChar"/>
          <w:rFonts w:hint="cs"/>
          <w:rtl/>
        </w:rPr>
        <w:t>ْ یَ</w:t>
      </w:r>
      <w:r w:rsidRPr="0014038B">
        <w:rPr>
          <w:rStyle w:val="libArabicChar"/>
          <w:rFonts w:hint="eastAsia"/>
          <w:rtl/>
        </w:rPr>
        <w:t>کُو</w:t>
      </w:r>
      <w:r w:rsidRPr="0014038B">
        <w:rPr>
          <w:rStyle w:val="libArabicChar"/>
          <w:rFonts w:hint="cs"/>
          <w:rtl/>
        </w:rPr>
        <w:t>ْنَ</w:t>
      </w:r>
      <w:r w:rsidRPr="0014038B">
        <w:rPr>
          <w:rStyle w:val="libArabicChar"/>
          <w:rtl/>
        </w:rPr>
        <w:t xml:space="preserve"> کَتُو</w:t>
      </w:r>
      <w:r w:rsidRPr="0014038B">
        <w:rPr>
          <w:rStyle w:val="libArabicChar"/>
          <w:rFonts w:hint="cs"/>
          <w:rtl/>
        </w:rPr>
        <w:t>ْماً لِلْاَسْرٰارِ''</w:t>
      </w:r>
      <w:r w:rsidR="00E546D1" w:rsidRPr="0014038B">
        <w:rPr>
          <w:rStyle w:val="libFootnotenumChar"/>
          <w:rFonts w:hint="cs"/>
          <w:rtl/>
        </w:rPr>
        <w:t>(</w:t>
      </w:r>
      <w:r w:rsidR="0026520E" w:rsidRPr="0014038B">
        <w:rPr>
          <w:rStyle w:val="libFootnotenumChar"/>
        </w:rPr>
        <w:t>1</w:t>
      </w:r>
      <w:r w:rsidR="00E546D1" w:rsidRPr="0014038B">
        <w:rPr>
          <w:rStyle w:val="libFootnotenumChar"/>
          <w:rFonts w:hint="cs"/>
          <w:rtl/>
        </w:rPr>
        <w:t>)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مومن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 خدا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جو سنت ہون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چاہئے وہ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ہے کہ وہ رازوں کو چھپانے والا  ہو۔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بناء پر مقام معرفت اور حقائق تک پہنچنے والا با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مان</w:t>
      </w:r>
      <w:r w:rsidRPr="0014038B">
        <w:rPr>
          <w:rtl/>
        </w:rPr>
        <w:t xml:space="preserve"> شخص انہ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خزانے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دوسروں سے چھپائے ۔انسان کس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خزانے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راز کو فاش کرکے کس طرح اسے دوسروں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دسترس سے محفوظ رکھ سکتاہے۔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روشن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خدا کے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بندے وہ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جو اغ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کے ہاتھ اپن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کوئ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کمزور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لگنے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۔</w:t>
      </w:r>
    </w:p>
    <w:p w:rsidR="0026520E" w:rsidRPr="0014038B" w:rsidRDefault="00CA6D92" w:rsidP="00CA6D92">
      <w:pPr>
        <w:pStyle w:val="libNormal"/>
      </w:pPr>
      <w:r w:rsidRPr="0014038B">
        <w:rPr>
          <w:rtl/>
        </w:rPr>
        <w:t xml:space="preserve"> اول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ائے</w:t>
      </w:r>
      <w:r w:rsidRPr="0014038B">
        <w:rPr>
          <w:rtl/>
        </w:rPr>
        <w:t xml:space="preserve"> خدا نے خاموش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راز کو چھپانے سے خود کو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نت</w:t>
      </w:r>
      <w:r w:rsidRPr="0014038B">
        <w:rPr>
          <w:rtl/>
        </w:rPr>
        <w:t xml:space="preserve"> بخش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کہ انہوں نے خود کو بدنام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</w:t>
      </w:r>
      <w:r w:rsidRPr="0014038B">
        <w:rPr>
          <w:rtl/>
        </w:rPr>
        <w:t>۔</w:t>
      </w:r>
    </w:p>
    <w:p w:rsidR="0026520E" w:rsidRPr="0014038B" w:rsidRDefault="0026520E" w:rsidP="00E546D1">
      <w:pPr>
        <w:pStyle w:val="libFootnote0"/>
        <w:rPr>
          <w:rtl/>
        </w:rPr>
      </w:pPr>
      <w:r w:rsidRPr="0014038B">
        <w:rPr>
          <w:rFonts w:hint="cs"/>
          <w:rtl/>
        </w:rPr>
        <w:t>--------------</w:t>
      </w:r>
    </w:p>
    <w:p w:rsidR="0026520E" w:rsidRPr="0014038B" w:rsidRDefault="0026520E" w:rsidP="00E546D1">
      <w:pPr>
        <w:pStyle w:val="libFootnote0"/>
        <w:rPr>
          <w:rtl/>
        </w:rPr>
      </w:pPr>
      <w:r w:rsidRPr="0014038B">
        <w:rPr>
          <w:rtl/>
        </w:rPr>
        <w:t>[</w:t>
      </w:r>
      <w:r w:rsidRPr="0014038B">
        <w:t>1</w:t>
      </w:r>
      <w:r w:rsidRPr="0014038B">
        <w:rPr>
          <w:rtl/>
        </w:rPr>
        <w:t>]۔ بحار الانوار:ج</w:t>
      </w:r>
      <w:r w:rsidRPr="0014038B">
        <w:rPr>
          <w:rtl/>
          <w:lang w:bidi="fa-IR"/>
        </w:rPr>
        <w:t>۷۸</w:t>
      </w:r>
      <w:r w:rsidRPr="0014038B">
        <w:rPr>
          <w:rtl/>
        </w:rPr>
        <w:t>ص</w:t>
      </w:r>
      <w:r w:rsidRPr="0014038B">
        <w:rPr>
          <w:rtl/>
          <w:lang w:bidi="fa-IR"/>
        </w:rPr>
        <w:t>۲۹۱</w:t>
      </w:r>
      <w:r w:rsidRPr="0014038B">
        <w:rPr>
          <w:rtl/>
        </w:rPr>
        <w:t>،تحف العقول:</w:t>
      </w:r>
      <w:r w:rsidRPr="0014038B">
        <w:rPr>
          <w:rFonts w:hint="cs"/>
          <w:rtl/>
        </w:rPr>
        <w:t>315</w:t>
      </w:r>
    </w:p>
    <w:p w:rsidR="0026520E" w:rsidRPr="0014038B" w:rsidRDefault="0026520E" w:rsidP="00CA6D92">
      <w:pPr>
        <w:pStyle w:val="libNormal"/>
        <w:rPr>
          <w:rtl/>
        </w:rPr>
      </w:pPr>
    </w:p>
    <w:p w:rsidR="0026520E" w:rsidRPr="0014038B" w:rsidRDefault="0026520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حضرت امام جعفر صادق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السلام فرماتے 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>:</w:t>
      </w:r>
    </w:p>
    <w:p w:rsidR="00CA6D92" w:rsidRPr="0014038B" w:rsidRDefault="00CA6D92" w:rsidP="00DB4D6B">
      <w:pPr>
        <w:pStyle w:val="libArabic"/>
        <w:rPr>
          <w:rtl/>
        </w:rPr>
      </w:pPr>
      <w:r w:rsidRPr="0014038B">
        <w:rPr>
          <w:rtl/>
        </w:rPr>
        <w:t xml:space="preserve">  ''حل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="00DB4D6B" w:rsidRPr="0014038B">
        <w:rPr>
          <w:rFonts w:hint="cs"/>
          <w:rtl/>
        </w:rPr>
        <w:t>ه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طول السکوت و کتمان السر''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طولان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خاموش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اور راز چھپانا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نت</w:t>
      </w:r>
      <w:r w:rsidRPr="0014038B">
        <w:rPr>
          <w:rtl/>
        </w:rPr>
        <w:t xml:space="preserve">  ہے۔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کم</w:t>
      </w:r>
      <w:r w:rsidRPr="0014038B">
        <w:rPr>
          <w:rtl/>
        </w:rPr>
        <w:t xml:space="preserve"> گو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 مگو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ھر چہ دان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            لب دوختہ دار تا توان</w:t>
      </w:r>
      <w:r w:rsidRPr="0014038B">
        <w:rPr>
          <w:rFonts w:hint="cs"/>
          <w:rtl/>
        </w:rPr>
        <w:t>ی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بس</w:t>
      </w:r>
      <w:r w:rsidRPr="0014038B">
        <w:rPr>
          <w:rtl/>
        </w:rPr>
        <w:t xml:space="preserve"> سرّ کہ فتادۂ زبان است             با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</w:t>
      </w:r>
      <w:r w:rsidRPr="0014038B">
        <w:rPr>
          <w:rtl/>
        </w:rPr>
        <w:t xml:space="preserve"> نقطہ زبان ز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ان</w:t>
      </w:r>
      <w:r w:rsidRPr="0014038B">
        <w:rPr>
          <w:rtl/>
        </w:rPr>
        <w:t xml:space="preserve"> است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آن</w:t>
      </w:r>
      <w:r w:rsidRPr="0014038B">
        <w:rPr>
          <w:rtl/>
        </w:rPr>
        <w:t xml:space="preserve"> قدر رواست گفتن آن             کا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 ضرر از نگفتن آن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نادان</w:t>
      </w:r>
      <w:r w:rsidRPr="0014038B">
        <w:rPr>
          <w:rtl/>
        </w:rPr>
        <w:t xml:space="preserve"> بہ سر زبان نھد دل             در قلب بود زبان عاقل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اہلب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عصمت و طہارت عل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ھم</w:t>
      </w:r>
      <w:r w:rsidRPr="0014038B">
        <w:rPr>
          <w:rtl/>
        </w:rPr>
        <w:t xml:space="preserve"> السلام نے متعدد روا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اپنے محبوں کو تاک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tl/>
        </w:rPr>
        <w:t xml:space="preserve"> فرمائ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وہ لوگوں سے اسرار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بات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ضرور چھپائ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جنہ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برداشت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ان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طاقت نہ ہو اور ان ہست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وں</w:t>
      </w:r>
      <w:r w:rsidRPr="0014038B">
        <w:rPr>
          <w:rtl/>
        </w:rPr>
        <w:t xml:space="preserve"> نے ان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اس نکتہ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دلائ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کہ ہم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شہ</w:t>
      </w:r>
      <w:r w:rsidRPr="0014038B">
        <w:rPr>
          <w:rtl/>
        </w:rPr>
        <w:t xml:space="preserve"> اسرار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کرنے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eastAsia"/>
          <w:rtl/>
        </w:rPr>
        <w:t>کوشش</w:t>
      </w:r>
      <w:r w:rsidRPr="0014038B">
        <w:rPr>
          <w:rtl/>
        </w:rPr>
        <w:t xml:space="preserve"> کرو اور اپنا راز اپنے دل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دفن کر دو۔</w:t>
      </w:r>
    </w:p>
    <w:p w:rsidR="0026520E" w:rsidRPr="0014038B" w:rsidRDefault="0026520E" w:rsidP="00A22F56">
      <w:pPr>
        <w:pStyle w:val="libNormal"/>
        <w:rPr>
          <w:rtl/>
        </w:rPr>
      </w:pPr>
      <w:r w:rsidRPr="0014038B">
        <w:rPr>
          <w:rtl/>
        </w:rPr>
        <w:br w:type="page"/>
      </w:r>
    </w:p>
    <w:p w:rsidR="0026520E" w:rsidRPr="0014038B" w:rsidRDefault="0026520E" w:rsidP="00CA6D92">
      <w:pPr>
        <w:pStyle w:val="libNormal"/>
      </w:pPr>
    </w:p>
    <w:p w:rsidR="00CA6D92" w:rsidRPr="0014038B" w:rsidRDefault="00CA6D92" w:rsidP="002132E5">
      <w:pPr>
        <w:pStyle w:val="Heading1"/>
        <w:rPr>
          <w:rtl/>
        </w:rPr>
      </w:pPr>
      <w:r w:rsidRPr="0014038B">
        <w:rPr>
          <w:rtl/>
        </w:rPr>
        <w:t xml:space="preserve"> </w:t>
      </w:r>
      <w:bookmarkStart w:id="142" w:name="_Toc386267025"/>
      <w:r w:rsidRPr="0014038B">
        <w:rPr>
          <w:rtl/>
        </w:rPr>
        <w:t>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ٔ بحث</w:t>
      </w:r>
      <w:bookmarkEnd w:id="142"/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راز و اسرار کو چھپانا بلند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درجات تک پہنچنے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شرائط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ہے۔اس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لئے ش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عہ</w:t>
      </w:r>
      <w:r w:rsidRPr="0014038B">
        <w:rPr>
          <w:rtl/>
        </w:rPr>
        <w:t xml:space="preserve"> تار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خ</w:t>
      </w:r>
      <w:r w:rsidRPr="0014038B">
        <w:rPr>
          <w:rtl/>
        </w:rPr>
        <w:t xml:space="preserve"> کے بزرگوں نے اس مسئلہ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مکمل توجہ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ونکہ</w:t>
      </w:r>
      <w:r w:rsidRPr="0014038B">
        <w:rPr>
          <w:rtl/>
        </w:rPr>
        <w:t xml:space="preserve"> رازدار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نہ صرف انسان کو مخالف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tl/>
        </w:rPr>
        <w:t xml:space="preserve"> کے شرّ سے بچات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بلکہ کائنات اور ملک و ملکوت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خلقت کے عظ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م</w:t>
      </w:r>
      <w:r w:rsidRPr="0014038B">
        <w:rPr>
          <w:rtl/>
        </w:rPr>
        <w:t xml:space="preserve"> اسرار س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کھنے</w:t>
      </w:r>
      <w:r w:rsidRPr="0014038B">
        <w:rPr>
          <w:rtl/>
        </w:rPr>
        <w:t xml:space="preserve"> کے ل</w:t>
      </w:r>
      <w:r w:rsidRPr="0014038B">
        <w:rPr>
          <w:rFonts w:hint="eastAsia"/>
          <w:rtl/>
        </w:rPr>
        <w:t>ئے</w:t>
      </w:r>
      <w:r w:rsidRPr="0014038B">
        <w:rPr>
          <w:rtl/>
        </w:rPr>
        <w:t xml:space="preserve"> اس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پرورش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اس رو سے اسرار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حفاظت کرنا نہ صرف اسے اغ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  <w:r w:rsidRPr="0014038B">
        <w:rPr>
          <w:rtl/>
        </w:rPr>
        <w:t xml:space="preserve"> کے ہاتھوں لگنے سے بچات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 بلکہ باطن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 ظرف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</w:t>
      </w:r>
      <w:r w:rsidRPr="0014038B">
        <w:rPr>
          <w:rtl/>
        </w:rPr>
        <w:t xml:space="preserve">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اضافے کے لئے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ہ</w:t>
      </w:r>
      <w:r w:rsidRPr="0014038B">
        <w:rPr>
          <w:rtl/>
        </w:rPr>
        <w:t xml:space="preserve"> بہت اہم ہے۔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Fonts w:hint="eastAsia"/>
          <w:rtl/>
        </w:rPr>
        <w:t>خود</w:t>
      </w:r>
      <w:r w:rsidRPr="0014038B">
        <w:rPr>
          <w:rtl/>
        </w:rPr>
        <w:t xml:space="preserve"> پر کنٹرول نہ ہونے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وجہ سے راز فاش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نے</w:t>
      </w:r>
      <w:r w:rsidRPr="0014038B">
        <w:rPr>
          <w:rtl/>
        </w:rPr>
        <w:t xml:space="preserve"> کانت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جہ</w:t>
      </w:r>
      <w:r w:rsidRPr="0014038B">
        <w:rPr>
          <w:rtl/>
        </w:rPr>
        <w:t xml:space="preserve"> انسان کا بلند معنو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مراحل سے زوال و سقوط ہے اور ا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سے</w:t>
      </w:r>
      <w:r w:rsidRPr="0014038B">
        <w:rPr>
          <w:rtl/>
        </w:rPr>
        <w:t xml:space="preserve"> مسائل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حق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قت</w:t>
      </w:r>
      <w:r w:rsidRPr="0014038B">
        <w:rPr>
          <w:rtl/>
        </w:rPr>
        <w:t xml:space="preserve"> کے بارے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انسان خود کو اور دوسروں کو شک و شبہ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مبتلا کر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تا</w:t>
      </w:r>
      <w:r w:rsidRPr="0014038B">
        <w:rPr>
          <w:rtl/>
        </w:rPr>
        <w:t xml:space="preserve"> ہے!</w:t>
      </w:r>
    </w:p>
    <w:p w:rsidR="00CA6D92" w:rsidRPr="0014038B" w:rsidRDefault="00CA6D92" w:rsidP="00CA6D92">
      <w:pPr>
        <w:pStyle w:val="libNormal"/>
        <w:rPr>
          <w:rtl/>
        </w:rPr>
      </w:pPr>
      <w:r w:rsidRPr="0014038B">
        <w:rPr>
          <w:rtl/>
        </w:rPr>
        <w:t xml:space="preserve"> راز کو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الات</w:t>
      </w:r>
      <w:r w:rsidRPr="0014038B">
        <w:rPr>
          <w:rtl/>
        </w:rPr>
        <w:t xml:space="preserve"> اور خرافات سے تشخ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ص</w:t>
      </w:r>
      <w:r w:rsidRPr="0014038B">
        <w:rPr>
          <w:rtl/>
        </w:rPr>
        <w:t xml:space="preserve"> د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نا</w:t>
      </w:r>
      <w:r w:rsidRPr="0014038B">
        <w:rPr>
          <w:rtl/>
        </w:rPr>
        <w:t xml:space="preserve"> بہت اہم مسائل م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ں</w:t>
      </w:r>
      <w:r w:rsidRPr="0014038B">
        <w:rPr>
          <w:rtl/>
        </w:rPr>
        <w:t xml:space="preserve"> سے ہے کہ جس ک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طرف توجہ کرنا ضرور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ہے۔جس طرح رازدار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اہم ہے اس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طرح ذہن کو خ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الات</w:t>
      </w:r>
      <w:r w:rsidRPr="0014038B">
        <w:rPr>
          <w:rtl/>
        </w:rPr>
        <w:t xml:space="preserve"> اور خرافات سے پاک کرنا بھ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کردار کا حامل ہے۔</w:t>
      </w:r>
    </w:p>
    <w:p w:rsidR="00CA6D92" w:rsidRPr="0014038B" w:rsidRDefault="00CA6D92" w:rsidP="00CA6D92">
      <w:pPr>
        <w:pStyle w:val="libNormal"/>
        <w:rPr>
          <w:rtl/>
        </w:rPr>
      </w:pP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چون</w:t>
      </w:r>
      <w:r w:rsidRPr="0014038B">
        <w:rPr>
          <w:rtl/>
        </w:rPr>
        <w:t xml:space="preserve"> کہ ترا دوست کند راز دار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طرح</w:t>
      </w:r>
      <w:r w:rsidRPr="0014038B">
        <w:rPr>
          <w:rtl/>
        </w:rPr>
        <w:t xml:space="preserve"> مکن گوہر اسرار 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ار</w:t>
      </w:r>
    </w:p>
    <w:p w:rsidR="00CA6D92" w:rsidRPr="0014038B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آب</w:t>
      </w:r>
      <w:r w:rsidRPr="0014038B">
        <w:rPr>
          <w:rtl/>
        </w:rPr>
        <w:t xml:space="preserve"> صفت ہر  چہ شن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د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بشو</w:t>
      </w:r>
      <w:r w:rsidRPr="0014038B">
        <w:rPr>
          <w:rFonts w:hint="cs"/>
          <w:rtl/>
        </w:rPr>
        <w:t>ی</w:t>
      </w:r>
    </w:p>
    <w:p w:rsidR="0026520E" w:rsidRDefault="00CA6D92" w:rsidP="001F0F5A">
      <w:pPr>
        <w:pStyle w:val="libPoemCenter"/>
        <w:rPr>
          <w:rtl/>
        </w:rPr>
      </w:pPr>
      <w:r w:rsidRPr="0014038B">
        <w:rPr>
          <w:rFonts w:hint="eastAsia"/>
          <w:rtl/>
        </w:rPr>
        <w:t>آ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نہ</w:t>
      </w:r>
      <w:r w:rsidRPr="0014038B">
        <w:rPr>
          <w:rtl/>
        </w:rPr>
        <w:t xml:space="preserve"> سان ھر چہ کہ ب</w:t>
      </w:r>
      <w:r w:rsidRPr="0014038B">
        <w:rPr>
          <w:rFonts w:hint="cs"/>
          <w:rtl/>
        </w:rPr>
        <w:t>ی</w:t>
      </w:r>
      <w:r w:rsidRPr="0014038B">
        <w:rPr>
          <w:rFonts w:hint="eastAsia"/>
          <w:rtl/>
        </w:rPr>
        <w:t>ن</w:t>
      </w:r>
      <w:r w:rsidRPr="0014038B">
        <w:rPr>
          <w:rFonts w:hint="cs"/>
          <w:rtl/>
        </w:rPr>
        <w:t>ی</w:t>
      </w:r>
      <w:r w:rsidRPr="0014038B">
        <w:rPr>
          <w:rtl/>
        </w:rPr>
        <w:t xml:space="preserve"> مگو</w:t>
      </w:r>
      <w:r w:rsidRPr="0014038B">
        <w:rPr>
          <w:rFonts w:hint="cs"/>
          <w:rtl/>
        </w:rPr>
        <w:t>ی</w:t>
      </w:r>
    </w:p>
    <w:p w:rsidR="0026520E" w:rsidRDefault="0026520E" w:rsidP="00A22F56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Cs w:val="0"/>
          <w:color w:val="000000"/>
          <w:sz w:val="30"/>
          <w:szCs w:val="30"/>
          <w:rtl/>
        </w:rPr>
        <w:id w:val="3415471"/>
        <w:docPartObj>
          <w:docPartGallery w:val="Table of Contents"/>
          <w:docPartUnique/>
        </w:docPartObj>
      </w:sdtPr>
      <w:sdtContent>
        <w:p w:rsidR="0014038B" w:rsidRPr="005221CD" w:rsidRDefault="0014038B" w:rsidP="005221CD">
          <w:pPr>
            <w:pStyle w:val="Heading1Center"/>
          </w:pPr>
          <w:r w:rsidRPr="005221CD">
            <w:rPr>
              <w:rFonts w:hint="cs"/>
              <w:rtl/>
            </w:rPr>
            <w:t>فہرست</w:t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 w:rsidRPr="000D6DF0">
            <w:fldChar w:fldCharType="begin"/>
          </w:r>
          <w:r w:rsidR="0014038B">
            <w:instrText xml:space="preserve"> TOC \o "1-3" \h \z \u </w:instrText>
          </w:r>
          <w:r w:rsidRPr="000D6DF0">
            <w:fldChar w:fldCharType="separate"/>
          </w:r>
          <w:hyperlink w:anchor="_Toc386266883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انتساب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Toc386266883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8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مقدمہ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مترجم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Toc386266884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8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پ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گفتار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Toc386266885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86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پہلاباب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Toc386266886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8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Toc386266887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8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راہ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تکامل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Toc386266888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89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نفس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پاک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Toc386266889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90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مکاشفہ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Toc386266890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91" w:history="1">
            <w:r w:rsidR="0014038B" w:rsidRPr="00C51388">
              <w:rPr>
                <w:rStyle w:val="Hyperlink"/>
                <w:noProof/>
                <w:rtl/>
              </w:rPr>
              <w:t xml:space="preserve">1۔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رحمان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مکاشفات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Toc386266891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92" w:history="1">
            <w:r w:rsidR="0014038B" w:rsidRPr="00C51388">
              <w:rPr>
                <w:rStyle w:val="Hyperlink"/>
                <w:noProof/>
                <w:rtl/>
              </w:rPr>
              <w:t xml:space="preserve">2۔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طان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مکاشفات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Toc386266892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14038B" w:rsidP="005221CD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93" w:history="1">
            <w:r w:rsidR="0014038B" w:rsidRPr="00C51388">
              <w:rPr>
                <w:rStyle w:val="Hyperlink"/>
                <w:noProof/>
                <w:rtl/>
              </w:rPr>
              <w:t xml:space="preserve">3۔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نفسان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مکاشفات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Toc386266893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9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مغرب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نمونہ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Toc386266894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9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عوامل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Toc386266895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96" w:history="1">
            <w:r w:rsidR="0014038B" w:rsidRPr="00C51388">
              <w:rPr>
                <w:rStyle w:val="Hyperlink"/>
                <w:noProof/>
                <w:rtl/>
              </w:rPr>
              <w:t xml:space="preserve">1۔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ارادہ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کردار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Toc386266896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9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ارادہ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کردار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Toc386266897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9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نفس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کمزور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طر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قہ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Toc386266898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899" w:history="1">
            <w:r w:rsidR="0014038B" w:rsidRPr="00C51388">
              <w:rPr>
                <w:rStyle w:val="Hyperlink"/>
                <w:noProof/>
                <w:rtl/>
              </w:rPr>
              <w:t xml:space="preserve">2۔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خوف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خدا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کردار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Toc386266899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00" w:history="1">
            <w:r w:rsidR="0014038B" w:rsidRPr="00C51388">
              <w:rPr>
                <w:rStyle w:val="Hyperlink"/>
                <w:noProof/>
                <w:rtl/>
                <w:lang w:bidi="ur-PK"/>
              </w:rPr>
              <w:t>3</w:t>
            </w:r>
            <w:r w:rsidR="0014038B" w:rsidRPr="00C51388">
              <w:rPr>
                <w:rStyle w:val="Hyperlink"/>
                <w:noProof/>
                <w:rtl/>
              </w:rPr>
              <w:t xml:space="preserve">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اپنے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باطن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ضم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پاک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کرنا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Toc386266900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0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موانع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Toc386266901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02" w:history="1">
            <w:r w:rsidR="0014038B" w:rsidRPr="00C51388">
              <w:rPr>
                <w:rStyle w:val="Hyperlink"/>
                <w:noProof/>
                <w:rtl/>
                <w:lang w:bidi="fa-IR"/>
              </w:rPr>
              <w:t>۱</w:t>
            </w:r>
            <w:r w:rsidR="0014038B" w:rsidRPr="00C51388">
              <w:rPr>
                <w:rStyle w:val="Hyperlink"/>
                <w:noProof/>
                <w:rtl/>
              </w:rPr>
              <w:t xml:space="preserve">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ناپسند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کاموں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عادت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راہوں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مسدود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ہے</w:t>
            </w:r>
            <w:r w:rsidR="0014038B" w:rsidRPr="00C51388">
              <w:rPr>
                <w:rStyle w:val="Hyperlink"/>
                <w:noProof/>
                <w:rtl/>
              </w:rPr>
              <w:t>: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Toc386266902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03" w:history="1">
            <w:r w:rsidR="0014038B" w:rsidRPr="00C51388">
              <w:rPr>
                <w:rStyle w:val="Hyperlink"/>
                <w:noProof/>
                <w:rtl/>
                <w:lang w:bidi="ur-PK"/>
              </w:rPr>
              <w:t>2</w:t>
            </w:r>
            <w:r w:rsidR="0014038B" w:rsidRPr="00C51388">
              <w:rPr>
                <w:rStyle w:val="Hyperlink"/>
                <w:noProof/>
                <w:rtl/>
              </w:rPr>
              <w:t xml:space="preserve">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خود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فراموش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Toc386266903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0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خودفراموش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عوامل،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جہل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اد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خدا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ترک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کرنا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Toc386266904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14038B" w:rsidP="005221CD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0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جۂ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بحث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Toc386266905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06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دوسراباب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Toc386266906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0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معارف</w:t>
            </w:r>
            <w:r w:rsidR="0014038B" w:rsidRPr="00C51388">
              <w:rPr>
                <w:rStyle w:val="Hyperlink"/>
                <w:noProof/>
                <w:rtl/>
              </w:rPr>
              <w:t xml:space="preserve"> 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آشنائ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Toc386266907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0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اہلب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معرفت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Toc386266908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09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معارف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گوشہ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Toc386266909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10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معارف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کہاں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کھ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Toc386266910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1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عارف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نما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لوگو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شناخت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Toc386266911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12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عرفاء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شناخت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Toc386266912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13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عرفاء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صفات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Toc386266913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1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صاحبان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معرفت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صحبت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Toc386266914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1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عرفان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حالت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تعادل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ہماہنگ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رکھنا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Toc386266915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16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جۂ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بحث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Toc386266916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14038B" w:rsidP="005221CD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1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سراباب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Toc386266917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1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عبادت</w:t>
            </w:r>
            <w:r w:rsidR="0014038B" w:rsidRPr="00C51388">
              <w:rPr>
                <w:rStyle w:val="Hyperlink"/>
                <w:noProof/>
                <w:rtl/>
              </w:rPr>
              <w:t xml:space="preserve"> 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</w:t>
            </w:r>
            <w:r w:rsidR="0014038B" w:rsidRPr="00C51388">
              <w:rPr>
                <w:rStyle w:val="Hyperlink"/>
                <w:noProof/>
                <w:rtl/>
              </w:rPr>
              <w:t xml:space="preserve"> 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بندگ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Toc386266918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19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بھائ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خدمت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Toc386266919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20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روحان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عبادات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Toc386266920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2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عبادات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قسم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Toc386266921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22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عبادت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مخلصانہ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ہون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چاہئے؟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Toc386266922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23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عبادت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نشاط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Toc386266923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2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عبادت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نشاط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اثرات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Toc386266924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2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عبادت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کراہت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Toc386266925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26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عبادت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ہے؟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Toc386266926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2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عبادت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اہے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عباد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امور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سکتے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ں؟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Toc386266927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2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محبت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اہلب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عبادت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نشاط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راز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Toc386266928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14038B" w:rsidP="005221CD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29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جۂ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بحث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Toc386266929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30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چوتھا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Toc386266930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3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تقو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ٰ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Toc386266931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32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تقو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ٰ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پرہ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زگار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Toc386266932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33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تقو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یٰ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ح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باعث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Toc386266933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3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تقو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یٰ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قلب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رابطہ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Toc386266934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3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تقو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یٰ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الٰہ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طان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افکار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شناخت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ذر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عہ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Toc386266935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36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اپن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دوست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مع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تقو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یٰ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قرار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Toc386266936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3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حرام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مال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پرہ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Toc386266937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3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تقو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یٰ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انسان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بلند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مقامات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تک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پہنچنے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سبب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Toc386266938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39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پرہ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زگار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ائے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خدا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ہمت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اضافہ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باعث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Toc386266939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40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تقو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یٰ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ترک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وجہ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تبد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Toc386266940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14038B" w:rsidP="005221CD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4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پرہ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زگار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ثابت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قدم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رہنا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Toc386266941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42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جہ</w:t>
            </w:r>
            <w:r w:rsidR="0014038B" w:rsidRPr="00C51388">
              <w:rPr>
                <w:rStyle w:val="Hyperlink"/>
                <w:noProof/>
                <w:rtl/>
              </w:rPr>
              <w:t xml:space="preserve"> ٔ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بحث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Toc386266942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43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پانچواں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Toc386266943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4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کام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کوشش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Toc386266944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4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کام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کوشش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Toc386266945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46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کس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حد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تک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کوشش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ں؟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Toc386266946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4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اپنے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نفس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کوشش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لئے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کرنا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Toc386266947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4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مرحوم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ملّا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مہد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نراق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خود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فعال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لئے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ا؟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Toc386266948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49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حق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درک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لئے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کوشش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Toc386266949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50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آگاہانہ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طور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شروع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Toc386266950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5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کام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شرائط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اس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موانع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مدنظر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رکھ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Toc386266951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52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کام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کوشش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موانع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Toc386266952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14038B" w:rsidP="005221CD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53" w:history="1">
            <w:r w:rsidR="0014038B" w:rsidRPr="00C51388">
              <w:rPr>
                <w:rStyle w:val="Hyperlink"/>
                <w:noProof/>
                <w:rtl/>
                <w:lang w:bidi="ur-PK"/>
              </w:rPr>
              <w:t>1</w:t>
            </w:r>
            <w:r w:rsidR="0014038B" w:rsidRPr="00C51388">
              <w:rPr>
                <w:rStyle w:val="Hyperlink"/>
                <w:noProof/>
                <w:rtl/>
              </w:rPr>
              <w:t xml:space="preserve">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ارزش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کاموں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عادت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Toc386266953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54" w:history="1">
            <w:r w:rsidR="0014038B" w:rsidRPr="00C51388">
              <w:rPr>
                <w:rStyle w:val="Hyperlink"/>
                <w:noProof/>
                <w:rtl/>
                <w:lang w:bidi="ur-PK"/>
              </w:rPr>
              <w:t>2</w:t>
            </w:r>
            <w:r w:rsidR="0014038B" w:rsidRPr="00C51388">
              <w:rPr>
                <w:rStyle w:val="Hyperlink"/>
                <w:noProof/>
                <w:rtl/>
              </w:rPr>
              <w:t xml:space="preserve">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تھکاوٹ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حال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Toc386266954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5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دو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قلم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نسخوں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لئے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تلاش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توسل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Toc386266955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56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غور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فکرسے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کرنا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Toc386266956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5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جۂ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بحث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Toc386266957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5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چھٹاباب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Toc386266958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59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توسل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Toc386266959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60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خدا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اہلب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اد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Toc386266960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6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توسل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قرآن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نظر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Toc386266961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62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دعاؤں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ارات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توسّل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Toc386266962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63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توسّل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تقرب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الٰہ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ذر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عہ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Toc386266963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6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توسّل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دعاؤں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مستجاب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ہونے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ذر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عہ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Toc386266964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14038B" w:rsidP="005221CD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6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توسّل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اعتقاد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مسائل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Toc386266965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66" w:history="1">
            <w:r w:rsidR="0014038B" w:rsidRPr="00C51388">
              <w:rPr>
                <w:rStyle w:val="Hyperlink"/>
                <w:noProof/>
                <w:rtl/>
              </w:rPr>
              <w:t>1۔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اس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فان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رخصت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جانے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بعد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اہلب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ح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عق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دہ</w:t>
            </w:r>
            <w:r w:rsidR="0014038B" w:rsidRPr="00C51388">
              <w:rPr>
                <w:rStyle w:val="Hyperlink"/>
                <w:noProof/>
                <w:rtl/>
              </w:rPr>
              <w:t>: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Toc386266966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67" w:history="1">
            <w:r w:rsidR="0014038B" w:rsidRPr="00C51388">
              <w:rPr>
                <w:rStyle w:val="Hyperlink"/>
                <w:noProof/>
                <w:rtl/>
              </w:rPr>
              <w:t xml:space="preserve">3۔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خداک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طرف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معصوم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</w:t>
            </w:r>
            <w:r w:rsidR="0014038B" w:rsidRPr="00C51388">
              <w:rPr>
                <w:rStyle w:val="Hyperlink"/>
                <w:noProof/>
                <w:rtl/>
              </w:rPr>
              <w:t xml:space="preserve"> 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ولا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قدرت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عق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دہ</w:t>
            </w:r>
            <w:r w:rsidR="0014038B" w:rsidRPr="00C51388">
              <w:rPr>
                <w:rStyle w:val="Hyperlink"/>
                <w:noProof/>
                <w:rtl/>
              </w:rPr>
              <w:t>: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Toc386266967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6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توسّل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بارے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کچھ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نکات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Toc386266968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69" w:history="1">
            <w:r w:rsidR="0014038B" w:rsidRPr="00C51388">
              <w:rPr>
                <w:rStyle w:val="Hyperlink"/>
                <w:noProof/>
                <w:rtl/>
              </w:rPr>
              <w:t xml:space="preserve">1۔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پاک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قلب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Toc386266969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70" w:history="1">
            <w:r w:rsidR="0014038B" w:rsidRPr="00C51388">
              <w:rPr>
                <w:rStyle w:val="Hyperlink"/>
                <w:noProof/>
                <w:rtl/>
              </w:rPr>
              <w:t xml:space="preserve">2۔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توسّل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توجہ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فکر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تمرکز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Toc386266970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7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توسّلات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کردار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Toc386266971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72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معرفت،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انسان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اضافہ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باعث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Toc386266972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73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توسّلات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اضطرار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کردار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Toc386266973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7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حضرت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عباس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حرم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شان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لڑک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Toc386266974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7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دوسرا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نکتہ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Toc386266975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76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عالم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غ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مدد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Toc386266976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14038B" w:rsidP="005221CD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7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علم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مشکلات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حل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لئے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توسّل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Toc386266977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7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توسّل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دور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گناہ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علامت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Toc386266978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79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جہ</w:t>
            </w:r>
            <w:r w:rsidR="0014038B" w:rsidRPr="00C51388">
              <w:rPr>
                <w:rStyle w:val="Hyperlink"/>
                <w:noProof/>
                <w:rtl/>
              </w:rPr>
              <w:t xml:space="preserve"> ٔ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بحث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Toc386266979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80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ساتواں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Toc386266980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8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محبت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اہلب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Toc386266981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82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محبت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کشش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Toc386266982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83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خاندان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وح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محبت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Toc386266983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8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آسمان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موجودات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خاندان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وح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محبت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Toc386266984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8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تقرّب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خدا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آثار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ں؟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Toc386266985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86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اہلب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اپنے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دوستوںسے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محبت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Toc386266986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8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خاندان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نبوت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محبوں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ذمہ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دار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Toc386266987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88" w:history="1">
            <w:r w:rsidR="0014038B" w:rsidRPr="00C51388">
              <w:rPr>
                <w:rStyle w:val="Hyperlink"/>
                <w:noProof/>
                <w:rtl/>
                <w:lang w:bidi="ur-PK"/>
              </w:rPr>
              <w:t>1</w:t>
            </w:r>
            <w:r w:rsidR="0014038B" w:rsidRPr="00C51388">
              <w:rPr>
                <w:rStyle w:val="Hyperlink"/>
                <w:noProof/>
                <w:rtl/>
              </w:rPr>
              <w:t xml:space="preserve">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مودّت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کرنا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Toc386266988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14038B" w:rsidP="005221CD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89" w:history="1">
            <w:r w:rsidR="0014038B" w:rsidRPr="00C51388">
              <w:rPr>
                <w:rStyle w:val="Hyperlink"/>
                <w:noProof/>
                <w:rtl/>
              </w:rPr>
              <w:t xml:space="preserve">2۔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اہلب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محبوں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محبت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Toc386266989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90" w:history="1">
            <w:r w:rsidR="0014038B" w:rsidRPr="00C51388">
              <w:rPr>
                <w:rStyle w:val="Hyperlink"/>
                <w:noProof/>
                <w:rtl/>
              </w:rPr>
              <w:t xml:space="preserve">3۔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اہلب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دشمنوں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زار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Toc386266990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91" w:history="1">
            <w:r w:rsidR="0014038B" w:rsidRPr="00C51388">
              <w:rPr>
                <w:rStyle w:val="Hyperlink"/>
                <w:noProof/>
                <w:rtl/>
                <w:lang w:bidi="ur-PK"/>
              </w:rPr>
              <w:t>4</w:t>
            </w:r>
            <w:r w:rsidR="0014038B" w:rsidRPr="00C51388">
              <w:rPr>
                <w:rStyle w:val="Hyperlink"/>
                <w:noProof/>
                <w:rtl/>
              </w:rPr>
              <w:t xml:space="preserve">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خاندان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وح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Toc386266991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92" w:history="1">
            <w:r w:rsidR="0014038B" w:rsidRPr="00C51388">
              <w:rPr>
                <w:rStyle w:val="Hyperlink"/>
                <w:noProof/>
                <w:rtl/>
              </w:rPr>
              <w:t xml:space="preserve">5۔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دوسرں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اہلب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ھم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محبت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تقو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Toc386266992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93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سچ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محبت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Toc386266993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9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جھوٹ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محبت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Toc386266994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9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جۂ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بحث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Toc386266995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96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آٹھواں</w:t>
            </w:r>
            <w:r w:rsidR="0014038B" w:rsidRPr="00C51388">
              <w:rPr>
                <w:rStyle w:val="Hyperlink"/>
                <w:noProof/>
                <w:rtl/>
              </w:rPr>
              <w:t xml:space="preserve"> 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Toc386266996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9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انتظار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Toc386266997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9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انتظار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اہم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Toc386266998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6999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انتظار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عوامل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Toc386266999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00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امام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زمانہ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عجل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اللہ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فرجہ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الشر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مقام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منزلت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معرفت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Toc386267000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14038B" w:rsidP="005221CD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0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انتظار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آثارسے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واقف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Toc386267001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02" w:history="1">
            <w:r w:rsidR="0014038B" w:rsidRPr="00C51388">
              <w:rPr>
                <w:rStyle w:val="Hyperlink"/>
                <w:noProof/>
                <w:rtl/>
              </w:rPr>
              <w:t xml:space="preserve">1۔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ما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وس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ناام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کنارہ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کش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Toc386267002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03" w:history="1">
            <w:r w:rsidR="0014038B" w:rsidRPr="00C51388">
              <w:rPr>
                <w:rStyle w:val="Hyperlink"/>
                <w:noProof/>
                <w:rtl/>
                <w:lang w:bidi="ur-PK"/>
              </w:rPr>
              <w:t>2</w:t>
            </w:r>
            <w:r w:rsidR="0014038B" w:rsidRPr="00C51388">
              <w:rPr>
                <w:rStyle w:val="Hyperlink"/>
                <w:noProof/>
                <w:rtl/>
              </w:rPr>
              <w:t xml:space="preserve">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روحان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تکامل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Toc386267003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0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مرحوم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انصار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امام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زمانہ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عجل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اللہ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فرجہ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الشر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کدہ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پر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Toc386267004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0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کام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اب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محروم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اسباب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Toc386267005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06" w:history="1">
            <w:r w:rsidR="0014038B" w:rsidRPr="00C51388">
              <w:rPr>
                <w:rStyle w:val="Hyperlink"/>
                <w:noProof/>
                <w:rtl/>
              </w:rPr>
              <w:t xml:space="preserve">3۔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مقام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ولا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معرفت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Toc386267006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07" w:history="1">
            <w:r w:rsidR="0014038B" w:rsidRPr="00C51388">
              <w:rPr>
                <w:rStyle w:val="Hyperlink"/>
                <w:noProof/>
                <w:rtl/>
              </w:rPr>
              <w:t xml:space="preserve">4۔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مہدو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دعو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داروں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پہچان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Toc386267007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0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امام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زمانہ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عجل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اللہ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فرجہ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الشر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تکامل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افتہ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Toc386267008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09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منتظر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آپ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عظ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اصحاب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معرفت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Toc386267009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10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اصحاب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صفا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طاقت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قدرت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سر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جائزہ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Toc386267010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1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ظہور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زمانے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معرفت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Toc386267011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12" w:history="1">
            <w:r w:rsidR="0014038B" w:rsidRPr="00C51388">
              <w:rPr>
                <w:rStyle w:val="Hyperlink"/>
                <w:noProof/>
                <w:rtl/>
              </w:rPr>
              <w:t xml:space="preserve">1۔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باطن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تطہ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Toc386267012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14038B" w:rsidP="005221CD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13" w:history="1">
            <w:r w:rsidR="0014038B" w:rsidRPr="00C51388">
              <w:rPr>
                <w:rStyle w:val="Hyperlink"/>
                <w:noProof/>
                <w:rtl/>
              </w:rPr>
              <w:t xml:space="preserve">2 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زمانۂ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ظہور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عقلوں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کامل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ہونا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Toc386267013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14" w:history="1">
            <w:r w:rsidR="0014038B" w:rsidRPr="00C51388">
              <w:rPr>
                <w:rStyle w:val="Hyperlink"/>
                <w:noProof/>
                <w:rtl/>
              </w:rPr>
              <w:t xml:space="preserve">3 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دن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عظ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تبد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ل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Toc386267014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1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جۂ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بحث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Toc386267015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16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نواں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باب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Toc386267016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17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رازدار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Toc386267017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18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کتمان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راز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Toc386267018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19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بزرگوں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رازدار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Toc386267019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20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راز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حفاظت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کرنا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کہ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الات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چھپانا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Toc386267020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21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اسرار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حفاظت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ں،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مخالف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کا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کردار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Toc386267021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22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کرامت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اور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روحان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قدرت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کو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چھپانا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Toc386267022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23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مرحوم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ش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خ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انصار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ا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کرامت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Toc386267023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24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راز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فاش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کرنے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کے</w:t>
            </w:r>
            <w:r w:rsidR="0014038B" w:rsidRPr="00C51388">
              <w:rPr>
                <w:rStyle w:val="Hyperlink"/>
                <w:noProof/>
                <w:rtl/>
              </w:rPr>
              <w:t xml:space="preserve">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نقصانات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Toc386267024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4038B" w:rsidRDefault="000D6DF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6267025" w:history="1">
            <w:r w:rsidR="0014038B" w:rsidRPr="00C51388">
              <w:rPr>
                <w:rStyle w:val="Hyperlink"/>
                <w:rFonts w:hint="eastAsia"/>
                <w:noProof/>
                <w:rtl/>
              </w:rPr>
              <w:t>نت</w:t>
            </w:r>
            <w:r w:rsidR="0014038B" w:rsidRPr="00C51388">
              <w:rPr>
                <w:rStyle w:val="Hyperlink"/>
                <w:rFonts w:hint="cs"/>
                <w:noProof/>
                <w:rtl/>
              </w:rPr>
              <w:t>ی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جہ</w:t>
            </w:r>
            <w:r w:rsidR="0014038B" w:rsidRPr="00C51388">
              <w:rPr>
                <w:rStyle w:val="Hyperlink"/>
                <w:noProof/>
                <w:rtl/>
              </w:rPr>
              <w:t xml:space="preserve"> ٔ </w:t>
            </w:r>
            <w:r w:rsidR="0014038B" w:rsidRPr="00C51388">
              <w:rPr>
                <w:rStyle w:val="Hyperlink"/>
                <w:rFonts w:hint="eastAsia"/>
                <w:noProof/>
                <w:rtl/>
              </w:rPr>
              <w:t>بحث</w:t>
            </w:r>
            <w:r w:rsidR="0014038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 w:rsidR="0014038B">
              <w:rPr>
                <w:noProof/>
                <w:webHidden/>
              </w:rPr>
              <w:instrText>PAGEREF</w:instrText>
            </w:r>
            <w:r w:rsidR="0014038B">
              <w:rPr>
                <w:noProof/>
                <w:webHidden/>
                <w:rtl/>
              </w:rPr>
              <w:instrText xml:space="preserve"> _</w:instrText>
            </w:r>
            <w:r w:rsidR="0014038B">
              <w:rPr>
                <w:noProof/>
                <w:webHidden/>
              </w:rPr>
              <w:instrText>Toc386267025 \h</w:instrText>
            </w:r>
            <w:r w:rsidR="0014038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607F"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6D92" w:rsidRDefault="000D6DF0" w:rsidP="005221CD">
          <w:pPr>
            <w:pStyle w:val="libNormal"/>
            <w:rPr>
              <w:rtl/>
            </w:rPr>
          </w:pPr>
          <w:r>
            <w:lastRenderedPageBreak/>
            <w:fldChar w:fldCharType="end"/>
          </w:r>
        </w:p>
      </w:sdtContent>
    </w:sdt>
    <w:sectPr w:rsidR="00CA6D92" w:rsidSect="00826B03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851" w:bottom="1701" w:left="851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C3A" w:rsidRDefault="00975C3A">
      <w:r>
        <w:separator/>
      </w:r>
    </w:p>
  </w:endnote>
  <w:endnote w:type="continuationSeparator" w:id="1">
    <w:p w:rsidR="00975C3A" w:rsidRDefault="00975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fees Nastalee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38B" w:rsidRDefault="0014038B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38B" w:rsidRDefault="0014038B" w:rsidP="00826B03">
    <w:pPr>
      <w:ind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38B" w:rsidRPr="00826B03" w:rsidRDefault="0014038B" w:rsidP="00826B03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C3A" w:rsidRDefault="00975C3A">
      <w:r>
        <w:separator/>
      </w:r>
    </w:p>
  </w:footnote>
  <w:footnote w:type="continuationSeparator" w:id="1">
    <w:p w:rsidR="00975C3A" w:rsidRDefault="00975C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175252A5"/>
    <w:multiLevelType w:val="hybridMultilevel"/>
    <w:tmpl w:val="26CA65FA"/>
    <w:lvl w:ilvl="0" w:tplc="7390D878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3D150643"/>
    <w:multiLevelType w:val="hybridMultilevel"/>
    <w:tmpl w:val="F57A058E"/>
    <w:lvl w:ilvl="0" w:tplc="C382FA82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562B7EA8"/>
    <w:multiLevelType w:val="hybridMultilevel"/>
    <w:tmpl w:val="152A2D2C"/>
    <w:lvl w:ilvl="0" w:tplc="5F02470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">
    <w:nsid w:val="64D63646"/>
    <w:multiLevelType w:val="hybridMultilevel"/>
    <w:tmpl w:val="2700ACD4"/>
    <w:lvl w:ilvl="0" w:tplc="DE0619C6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35DD"/>
    <w:rsid w:val="00004D72"/>
    <w:rsid w:val="00005A19"/>
    <w:rsid w:val="00005AEB"/>
    <w:rsid w:val="00005CAC"/>
    <w:rsid w:val="00006AA8"/>
    <w:rsid w:val="00007F62"/>
    <w:rsid w:val="00011068"/>
    <w:rsid w:val="00014028"/>
    <w:rsid w:val="0001528F"/>
    <w:rsid w:val="000176B6"/>
    <w:rsid w:val="000179E5"/>
    <w:rsid w:val="00017BCA"/>
    <w:rsid w:val="000200F1"/>
    <w:rsid w:val="000201F5"/>
    <w:rsid w:val="00024A07"/>
    <w:rsid w:val="00025BD0"/>
    <w:rsid w:val="00025D61"/>
    <w:rsid w:val="000267FE"/>
    <w:rsid w:val="000326C8"/>
    <w:rsid w:val="00032704"/>
    <w:rsid w:val="00033582"/>
    <w:rsid w:val="0003398D"/>
    <w:rsid w:val="00036A0B"/>
    <w:rsid w:val="00040798"/>
    <w:rsid w:val="000416A8"/>
    <w:rsid w:val="0004187C"/>
    <w:rsid w:val="00043023"/>
    <w:rsid w:val="000445CA"/>
    <w:rsid w:val="00044DC8"/>
    <w:rsid w:val="00044F50"/>
    <w:rsid w:val="00052FF3"/>
    <w:rsid w:val="00053BEB"/>
    <w:rsid w:val="00054406"/>
    <w:rsid w:val="00060879"/>
    <w:rsid w:val="0006216A"/>
    <w:rsid w:val="00067F84"/>
    <w:rsid w:val="00070B87"/>
    <w:rsid w:val="00071C97"/>
    <w:rsid w:val="00072559"/>
    <w:rsid w:val="00072862"/>
    <w:rsid w:val="00074761"/>
    <w:rsid w:val="000756A7"/>
    <w:rsid w:val="000761F7"/>
    <w:rsid w:val="0007628C"/>
    <w:rsid w:val="00076A3A"/>
    <w:rsid w:val="00081220"/>
    <w:rsid w:val="000853CE"/>
    <w:rsid w:val="000854F5"/>
    <w:rsid w:val="00090987"/>
    <w:rsid w:val="0009217D"/>
    <w:rsid w:val="00092796"/>
    <w:rsid w:val="00092805"/>
    <w:rsid w:val="00092A0C"/>
    <w:rsid w:val="00092AF6"/>
    <w:rsid w:val="00095FD9"/>
    <w:rsid w:val="000967FC"/>
    <w:rsid w:val="000A2634"/>
    <w:rsid w:val="000A47EC"/>
    <w:rsid w:val="000A4FD9"/>
    <w:rsid w:val="000A7750"/>
    <w:rsid w:val="000B11D0"/>
    <w:rsid w:val="000B2915"/>
    <w:rsid w:val="000B2F67"/>
    <w:rsid w:val="000B3A56"/>
    <w:rsid w:val="000C0A89"/>
    <w:rsid w:val="000C0B26"/>
    <w:rsid w:val="000C1330"/>
    <w:rsid w:val="000C40F3"/>
    <w:rsid w:val="000C5332"/>
    <w:rsid w:val="000C7722"/>
    <w:rsid w:val="000D0932"/>
    <w:rsid w:val="000D0AFA"/>
    <w:rsid w:val="000D1BDF"/>
    <w:rsid w:val="000D4FFC"/>
    <w:rsid w:val="000D57D0"/>
    <w:rsid w:val="000D6DF0"/>
    <w:rsid w:val="000D71B7"/>
    <w:rsid w:val="000E0BAB"/>
    <w:rsid w:val="000E188E"/>
    <w:rsid w:val="000E2EF4"/>
    <w:rsid w:val="000E3F3D"/>
    <w:rsid w:val="000E57F4"/>
    <w:rsid w:val="000E5A21"/>
    <w:rsid w:val="000E6824"/>
    <w:rsid w:val="000E7877"/>
    <w:rsid w:val="000F5030"/>
    <w:rsid w:val="000F7950"/>
    <w:rsid w:val="0010046E"/>
    <w:rsid w:val="0010049D"/>
    <w:rsid w:val="00101C07"/>
    <w:rsid w:val="001023BD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C9"/>
    <w:rsid w:val="00120D7D"/>
    <w:rsid w:val="0012268F"/>
    <w:rsid w:val="0012315E"/>
    <w:rsid w:val="00124106"/>
    <w:rsid w:val="0012426D"/>
    <w:rsid w:val="001243ED"/>
    <w:rsid w:val="00125C03"/>
    <w:rsid w:val="00126471"/>
    <w:rsid w:val="0012747D"/>
    <w:rsid w:val="00130055"/>
    <w:rsid w:val="0013452D"/>
    <w:rsid w:val="00135E90"/>
    <w:rsid w:val="00136268"/>
    <w:rsid w:val="00136E6F"/>
    <w:rsid w:val="00137585"/>
    <w:rsid w:val="00137731"/>
    <w:rsid w:val="0014038B"/>
    <w:rsid w:val="00141F3B"/>
    <w:rsid w:val="00142472"/>
    <w:rsid w:val="00142684"/>
    <w:rsid w:val="0014341C"/>
    <w:rsid w:val="00143EEA"/>
    <w:rsid w:val="00147ED8"/>
    <w:rsid w:val="00151C03"/>
    <w:rsid w:val="00151FCF"/>
    <w:rsid w:val="00153917"/>
    <w:rsid w:val="001543DF"/>
    <w:rsid w:val="00154A0D"/>
    <w:rsid w:val="00156292"/>
    <w:rsid w:val="00157306"/>
    <w:rsid w:val="0015735D"/>
    <w:rsid w:val="001604D3"/>
    <w:rsid w:val="00160F76"/>
    <w:rsid w:val="00163D83"/>
    <w:rsid w:val="00164767"/>
    <w:rsid w:val="00164810"/>
    <w:rsid w:val="001654FC"/>
    <w:rsid w:val="001677CA"/>
    <w:rsid w:val="001701A4"/>
    <w:rsid w:val="001712E1"/>
    <w:rsid w:val="00172F58"/>
    <w:rsid w:val="00176942"/>
    <w:rsid w:val="00177634"/>
    <w:rsid w:val="0018019E"/>
    <w:rsid w:val="00182CD3"/>
    <w:rsid w:val="001850DF"/>
    <w:rsid w:val="00185E1F"/>
    <w:rsid w:val="0018664D"/>
    <w:rsid w:val="00186F00"/>
    <w:rsid w:val="00187017"/>
    <w:rsid w:val="00187246"/>
    <w:rsid w:val="00187517"/>
    <w:rsid w:val="001937F7"/>
    <w:rsid w:val="001A0DAA"/>
    <w:rsid w:val="001A0DAF"/>
    <w:rsid w:val="001A1408"/>
    <w:rsid w:val="001A263A"/>
    <w:rsid w:val="001A2F38"/>
    <w:rsid w:val="001A3110"/>
    <w:rsid w:val="001A3F8C"/>
    <w:rsid w:val="001A4C37"/>
    <w:rsid w:val="001A4D9B"/>
    <w:rsid w:val="001A69E0"/>
    <w:rsid w:val="001A6EC0"/>
    <w:rsid w:val="001B07B7"/>
    <w:rsid w:val="001B14BE"/>
    <w:rsid w:val="001B16FD"/>
    <w:rsid w:val="001B1FA7"/>
    <w:rsid w:val="001B4B1F"/>
    <w:rsid w:val="001B577F"/>
    <w:rsid w:val="001B5826"/>
    <w:rsid w:val="001B599E"/>
    <w:rsid w:val="001B63FF"/>
    <w:rsid w:val="001B702D"/>
    <w:rsid w:val="001B7407"/>
    <w:rsid w:val="001C019C"/>
    <w:rsid w:val="001C03EA"/>
    <w:rsid w:val="001C0771"/>
    <w:rsid w:val="001C1FF8"/>
    <w:rsid w:val="001C3D8D"/>
    <w:rsid w:val="001C5EDB"/>
    <w:rsid w:val="001C65F5"/>
    <w:rsid w:val="001D41A1"/>
    <w:rsid w:val="001D5007"/>
    <w:rsid w:val="001D5B75"/>
    <w:rsid w:val="001E016E"/>
    <w:rsid w:val="001E1296"/>
    <w:rsid w:val="001E156A"/>
    <w:rsid w:val="001E25DC"/>
    <w:rsid w:val="001E2BBF"/>
    <w:rsid w:val="001E33AC"/>
    <w:rsid w:val="001E36D4"/>
    <w:rsid w:val="001E41AF"/>
    <w:rsid w:val="001E45EC"/>
    <w:rsid w:val="001E7015"/>
    <w:rsid w:val="001F01AD"/>
    <w:rsid w:val="001F0713"/>
    <w:rsid w:val="001F0F5A"/>
    <w:rsid w:val="001F3DB4"/>
    <w:rsid w:val="001F5705"/>
    <w:rsid w:val="002015EE"/>
    <w:rsid w:val="00202C7B"/>
    <w:rsid w:val="0020339B"/>
    <w:rsid w:val="002039D1"/>
    <w:rsid w:val="002044D3"/>
    <w:rsid w:val="002054C5"/>
    <w:rsid w:val="002055FA"/>
    <w:rsid w:val="00207E0A"/>
    <w:rsid w:val="00211378"/>
    <w:rsid w:val="002122BD"/>
    <w:rsid w:val="002130DE"/>
    <w:rsid w:val="002132E5"/>
    <w:rsid w:val="00213834"/>
    <w:rsid w:val="002139CB"/>
    <w:rsid w:val="00214801"/>
    <w:rsid w:val="00220388"/>
    <w:rsid w:val="00220729"/>
    <w:rsid w:val="002247A3"/>
    <w:rsid w:val="00224964"/>
    <w:rsid w:val="00225BC2"/>
    <w:rsid w:val="0022677C"/>
    <w:rsid w:val="002267C7"/>
    <w:rsid w:val="00227FEE"/>
    <w:rsid w:val="00235C88"/>
    <w:rsid w:val="002373D1"/>
    <w:rsid w:val="00237688"/>
    <w:rsid w:val="002410BB"/>
    <w:rsid w:val="0024194E"/>
    <w:rsid w:val="00241CB0"/>
    <w:rsid w:val="00241F59"/>
    <w:rsid w:val="0024265C"/>
    <w:rsid w:val="00244C2E"/>
    <w:rsid w:val="002468A2"/>
    <w:rsid w:val="00247BD5"/>
    <w:rsid w:val="0025065A"/>
    <w:rsid w:val="00250E0A"/>
    <w:rsid w:val="00250E0F"/>
    <w:rsid w:val="00251E02"/>
    <w:rsid w:val="0025504F"/>
    <w:rsid w:val="002565D0"/>
    <w:rsid w:val="002568DF"/>
    <w:rsid w:val="00257657"/>
    <w:rsid w:val="002577D5"/>
    <w:rsid w:val="00257C5D"/>
    <w:rsid w:val="00261B22"/>
    <w:rsid w:val="002626EB"/>
    <w:rsid w:val="002632AE"/>
    <w:rsid w:val="00263AA1"/>
    <w:rsid w:val="00263F56"/>
    <w:rsid w:val="00264D5D"/>
    <w:rsid w:val="00264F98"/>
    <w:rsid w:val="0026520E"/>
    <w:rsid w:val="00266716"/>
    <w:rsid w:val="002676B7"/>
    <w:rsid w:val="00270D2A"/>
    <w:rsid w:val="00272450"/>
    <w:rsid w:val="0027369F"/>
    <w:rsid w:val="00273862"/>
    <w:rsid w:val="00274D89"/>
    <w:rsid w:val="00274FDE"/>
    <w:rsid w:val="002756E8"/>
    <w:rsid w:val="00276496"/>
    <w:rsid w:val="002764A6"/>
    <w:rsid w:val="00277F2F"/>
    <w:rsid w:val="002818EF"/>
    <w:rsid w:val="0028271F"/>
    <w:rsid w:val="002827F4"/>
    <w:rsid w:val="0028459E"/>
    <w:rsid w:val="00286BB7"/>
    <w:rsid w:val="00295A59"/>
    <w:rsid w:val="0029607F"/>
    <w:rsid w:val="00297A28"/>
    <w:rsid w:val="002A0284"/>
    <w:rsid w:val="002A3206"/>
    <w:rsid w:val="002A32FE"/>
    <w:rsid w:val="002A338C"/>
    <w:rsid w:val="002A5C93"/>
    <w:rsid w:val="002A717D"/>
    <w:rsid w:val="002A73D7"/>
    <w:rsid w:val="002B1092"/>
    <w:rsid w:val="002B2B15"/>
    <w:rsid w:val="002B4EFD"/>
    <w:rsid w:val="002B5911"/>
    <w:rsid w:val="002B5F1A"/>
    <w:rsid w:val="002B71A8"/>
    <w:rsid w:val="002B7989"/>
    <w:rsid w:val="002C17C1"/>
    <w:rsid w:val="002C3E3A"/>
    <w:rsid w:val="002C5C66"/>
    <w:rsid w:val="002C6427"/>
    <w:rsid w:val="002D093D"/>
    <w:rsid w:val="002D19A9"/>
    <w:rsid w:val="002D1DAD"/>
    <w:rsid w:val="002D2485"/>
    <w:rsid w:val="002D3B80"/>
    <w:rsid w:val="002D4EC9"/>
    <w:rsid w:val="002D5794"/>
    <w:rsid w:val="002D580E"/>
    <w:rsid w:val="002D7D58"/>
    <w:rsid w:val="002E19EE"/>
    <w:rsid w:val="002E4976"/>
    <w:rsid w:val="002E4D3D"/>
    <w:rsid w:val="002E5340"/>
    <w:rsid w:val="002E5CA1"/>
    <w:rsid w:val="002E6022"/>
    <w:rsid w:val="002E7609"/>
    <w:rsid w:val="002F2966"/>
    <w:rsid w:val="002F2F4C"/>
    <w:rsid w:val="002F3626"/>
    <w:rsid w:val="002F6023"/>
    <w:rsid w:val="002F7071"/>
    <w:rsid w:val="002F79E7"/>
    <w:rsid w:val="003002A9"/>
    <w:rsid w:val="00300CF4"/>
    <w:rsid w:val="00301EBF"/>
    <w:rsid w:val="00307C3A"/>
    <w:rsid w:val="00310A38"/>
    <w:rsid w:val="00310D1D"/>
    <w:rsid w:val="00311515"/>
    <w:rsid w:val="003129CD"/>
    <w:rsid w:val="00316A6A"/>
    <w:rsid w:val="00317E22"/>
    <w:rsid w:val="00322466"/>
    <w:rsid w:val="00322E88"/>
    <w:rsid w:val="003241E9"/>
    <w:rsid w:val="00324B78"/>
    <w:rsid w:val="00325A62"/>
    <w:rsid w:val="003269DB"/>
    <w:rsid w:val="00330028"/>
    <w:rsid w:val="00330D70"/>
    <w:rsid w:val="003339D0"/>
    <w:rsid w:val="0033516D"/>
    <w:rsid w:val="003353BB"/>
    <w:rsid w:val="00335D9C"/>
    <w:rsid w:val="0033620A"/>
    <w:rsid w:val="003410C8"/>
    <w:rsid w:val="0034239A"/>
    <w:rsid w:val="003425BB"/>
    <w:rsid w:val="00342EAD"/>
    <w:rsid w:val="003430E9"/>
    <w:rsid w:val="00343936"/>
    <w:rsid w:val="00350E7E"/>
    <w:rsid w:val="00352553"/>
    <w:rsid w:val="003534F9"/>
    <w:rsid w:val="0035368E"/>
    <w:rsid w:val="003541CB"/>
    <w:rsid w:val="00354493"/>
    <w:rsid w:val="00355894"/>
    <w:rsid w:val="00355C51"/>
    <w:rsid w:val="00355CE6"/>
    <w:rsid w:val="00356EC7"/>
    <w:rsid w:val="00357D92"/>
    <w:rsid w:val="00360549"/>
    <w:rsid w:val="00360A5F"/>
    <w:rsid w:val="003618AA"/>
    <w:rsid w:val="00362D70"/>
    <w:rsid w:val="00362F97"/>
    <w:rsid w:val="00363C94"/>
    <w:rsid w:val="0036400D"/>
    <w:rsid w:val="00365F74"/>
    <w:rsid w:val="0036618F"/>
    <w:rsid w:val="00367328"/>
    <w:rsid w:val="003720FE"/>
    <w:rsid w:val="00373085"/>
    <w:rsid w:val="00380625"/>
    <w:rsid w:val="003819C2"/>
    <w:rsid w:val="003846B9"/>
    <w:rsid w:val="00384B87"/>
    <w:rsid w:val="0038683D"/>
    <w:rsid w:val="0039277C"/>
    <w:rsid w:val="0039429C"/>
    <w:rsid w:val="00395B9D"/>
    <w:rsid w:val="003963F3"/>
    <w:rsid w:val="0039736A"/>
    <w:rsid w:val="0039787F"/>
    <w:rsid w:val="00397E9F"/>
    <w:rsid w:val="003A1475"/>
    <w:rsid w:val="003A1F0D"/>
    <w:rsid w:val="003A3298"/>
    <w:rsid w:val="003A4587"/>
    <w:rsid w:val="003A52D5"/>
    <w:rsid w:val="003A661E"/>
    <w:rsid w:val="003B0913"/>
    <w:rsid w:val="003B20C5"/>
    <w:rsid w:val="003B341B"/>
    <w:rsid w:val="003B5031"/>
    <w:rsid w:val="003B5D61"/>
    <w:rsid w:val="003B6304"/>
    <w:rsid w:val="003B6720"/>
    <w:rsid w:val="003B775B"/>
    <w:rsid w:val="003B7FA9"/>
    <w:rsid w:val="003C19F6"/>
    <w:rsid w:val="003C1D82"/>
    <w:rsid w:val="003C403E"/>
    <w:rsid w:val="003C7065"/>
    <w:rsid w:val="003C7C08"/>
    <w:rsid w:val="003D08B3"/>
    <w:rsid w:val="003D2459"/>
    <w:rsid w:val="003D28ED"/>
    <w:rsid w:val="003D3107"/>
    <w:rsid w:val="003D59C4"/>
    <w:rsid w:val="003D7206"/>
    <w:rsid w:val="003E097C"/>
    <w:rsid w:val="003E148D"/>
    <w:rsid w:val="003E1733"/>
    <w:rsid w:val="003E2352"/>
    <w:rsid w:val="003E3600"/>
    <w:rsid w:val="003E4EB9"/>
    <w:rsid w:val="003E5B2C"/>
    <w:rsid w:val="003E649C"/>
    <w:rsid w:val="003E7585"/>
    <w:rsid w:val="003F17B0"/>
    <w:rsid w:val="003F33DE"/>
    <w:rsid w:val="003F470F"/>
    <w:rsid w:val="003F5A37"/>
    <w:rsid w:val="003F5EFD"/>
    <w:rsid w:val="00401DBF"/>
    <w:rsid w:val="0040204E"/>
    <w:rsid w:val="00402C65"/>
    <w:rsid w:val="00404EB7"/>
    <w:rsid w:val="00405229"/>
    <w:rsid w:val="00406220"/>
    <w:rsid w:val="00407D56"/>
    <w:rsid w:val="00410ADB"/>
    <w:rsid w:val="004110ED"/>
    <w:rsid w:val="00413838"/>
    <w:rsid w:val="00413A13"/>
    <w:rsid w:val="00415690"/>
    <w:rsid w:val="00416E2B"/>
    <w:rsid w:val="004209BA"/>
    <w:rsid w:val="00420C44"/>
    <w:rsid w:val="00420EEC"/>
    <w:rsid w:val="004278AA"/>
    <w:rsid w:val="00430581"/>
    <w:rsid w:val="00434A97"/>
    <w:rsid w:val="00434D43"/>
    <w:rsid w:val="00435F64"/>
    <w:rsid w:val="00437035"/>
    <w:rsid w:val="00440C62"/>
    <w:rsid w:val="00444131"/>
    <w:rsid w:val="00444930"/>
    <w:rsid w:val="0044661F"/>
    <w:rsid w:val="00446BBA"/>
    <w:rsid w:val="004536B6"/>
    <w:rsid w:val="004538D5"/>
    <w:rsid w:val="00453C50"/>
    <w:rsid w:val="00453DAF"/>
    <w:rsid w:val="00455A59"/>
    <w:rsid w:val="00457EB2"/>
    <w:rsid w:val="00460A29"/>
    <w:rsid w:val="0046215B"/>
    <w:rsid w:val="00462334"/>
    <w:rsid w:val="0046634E"/>
    <w:rsid w:val="00467E54"/>
    <w:rsid w:val="00470378"/>
    <w:rsid w:val="004722F9"/>
    <w:rsid w:val="00472660"/>
    <w:rsid w:val="0047360D"/>
    <w:rsid w:val="00475E99"/>
    <w:rsid w:val="00481070"/>
    <w:rsid w:val="00481FD0"/>
    <w:rsid w:val="0048221F"/>
    <w:rsid w:val="00484AE4"/>
    <w:rsid w:val="0048678D"/>
    <w:rsid w:val="00490349"/>
    <w:rsid w:val="0049103A"/>
    <w:rsid w:val="004919C3"/>
    <w:rsid w:val="004953C3"/>
    <w:rsid w:val="00497042"/>
    <w:rsid w:val="00497C6D"/>
    <w:rsid w:val="004A0866"/>
    <w:rsid w:val="004A4BF6"/>
    <w:rsid w:val="004A6E2D"/>
    <w:rsid w:val="004B0425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3E90"/>
    <w:rsid w:val="004C4336"/>
    <w:rsid w:val="004C4B41"/>
    <w:rsid w:val="004C77B5"/>
    <w:rsid w:val="004D4179"/>
    <w:rsid w:val="004D59A9"/>
    <w:rsid w:val="004D6034"/>
    <w:rsid w:val="004D7678"/>
    <w:rsid w:val="004D7CD7"/>
    <w:rsid w:val="004D7EE6"/>
    <w:rsid w:val="004E1161"/>
    <w:rsid w:val="004E532E"/>
    <w:rsid w:val="004E6DD9"/>
    <w:rsid w:val="004E6E95"/>
    <w:rsid w:val="004E799A"/>
    <w:rsid w:val="004E7B80"/>
    <w:rsid w:val="004F1D44"/>
    <w:rsid w:val="004F1FF8"/>
    <w:rsid w:val="004F28C9"/>
    <w:rsid w:val="004F58BA"/>
    <w:rsid w:val="004F7357"/>
    <w:rsid w:val="005017BA"/>
    <w:rsid w:val="00501A51"/>
    <w:rsid w:val="005022E5"/>
    <w:rsid w:val="005024CE"/>
    <w:rsid w:val="00502CFE"/>
    <w:rsid w:val="00506F70"/>
    <w:rsid w:val="00507529"/>
    <w:rsid w:val="00510A96"/>
    <w:rsid w:val="00510F59"/>
    <w:rsid w:val="00511D01"/>
    <w:rsid w:val="00512B38"/>
    <w:rsid w:val="00512CE4"/>
    <w:rsid w:val="00516D8F"/>
    <w:rsid w:val="00516FCB"/>
    <w:rsid w:val="00521C4A"/>
    <w:rsid w:val="005221CD"/>
    <w:rsid w:val="00524B19"/>
    <w:rsid w:val="005254BC"/>
    <w:rsid w:val="00525BA0"/>
    <w:rsid w:val="00526724"/>
    <w:rsid w:val="0053031E"/>
    <w:rsid w:val="005312E0"/>
    <w:rsid w:val="005335EB"/>
    <w:rsid w:val="00535BB5"/>
    <w:rsid w:val="00536D24"/>
    <w:rsid w:val="005410BF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1C58"/>
    <w:rsid w:val="00562EED"/>
    <w:rsid w:val="005673A9"/>
    <w:rsid w:val="0057006C"/>
    <w:rsid w:val="00571BF1"/>
    <w:rsid w:val="00572BFE"/>
    <w:rsid w:val="00573B0D"/>
    <w:rsid w:val="005743EE"/>
    <w:rsid w:val="00574A86"/>
    <w:rsid w:val="00574C66"/>
    <w:rsid w:val="0057612B"/>
    <w:rsid w:val="005772C4"/>
    <w:rsid w:val="00577577"/>
    <w:rsid w:val="00581CF5"/>
    <w:rsid w:val="00581D47"/>
    <w:rsid w:val="00584801"/>
    <w:rsid w:val="00584ABA"/>
    <w:rsid w:val="00587D82"/>
    <w:rsid w:val="00590CE6"/>
    <w:rsid w:val="005923FF"/>
    <w:rsid w:val="00592B8F"/>
    <w:rsid w:val="00593CE0"/>
    <w:rsid w:val="005964AE"/>
    <w:rsid w:val="00597B34"/>
    <w:rsid w:val="005A00BB"/>
    <w:rsid w:val="005A12B3"/>
    <w:rsid w:val="005A1C39"/>
    <w:rsid w:val="005A43ED"/>
    <w:rsid w:val="005A551C"/>
    <w:rsid w:val="005A5B45"/>
    <w:rsid w:val="005A6CB2"/>
    <w:rsid w:val="005A728F"/>
    <w:rsid w:val="005B0076"/>
    <w:rsid w:val="005B0A06"/>
    <w:rsid w:val="005B1CEE"/>
    <w:rsid w:val="005B2DE4"/>
    <w:rsid w:val="005B41A8"/>
    <w:rsid w:val="005B56BE"/>
    <w:rsid w:val="005B68D5"/>
    <w:rsid w:val="005B78C1"/>
    <w:rsid w:val="005C0E2F"/>
    <w:rsid w:val="005C1949"/>
    <w:rsid w:val="005C5244"/>
    <w:rsid w:val="005D1128"/>
    <w:rsid w:val="005D2C72"/>
    <w:rsid w:val="005D3753"/>
    <w:rsid w:val="005D6370"/>
    <w:rsid w:val="005D65FC"/>
    <w:rsid w:val="005D7173"/>
    <w:rsid w:val="005E0E30"/>
    <w:rsid w:val="005E1CE5"/>
    <w:rsid w:val="005E2913"/>
    <w:rsid w:val="005E5B70"/>
    <w:rsid w:val="005E6836"/>
    <w:rsid w:val="005E70E9"/>
    <w:rsid w:val="005E7D12"/>
    <w:rsid w:val="005F01A7"/>
    <w:rsid w:val="005F2287"/>
    <w:rsid w:val="005F6056"/>
    <w:rsid w:val="005F61B2"/>
    <w:rsid w:val="005F74B7"/>
    <w:rsid w:val="006002CE"/>
    <w:rsid w:val="006013DF"/>
    <w:rsid w:val="006065D6"/>
    <w:rsid w:val="006079ED"/>
    <w:rsid w:val="00612195"/>
    <w:rsid w:val="00612DE5"/>
    <w:rsid w:val="00613984"/>
    <w:rsid w:val="00614301"/>
    <w:rsid w:val="0061494B"/>
    <w:rsid w:val="0061521E"/>
    <w:rsid w:val="00620B12"/>
    <w:rsid w:val="006210F4"/>
    <w:rsid w:val="00621E21"/>
    <w:rsid w:val="006226E8"/>
    <w:rsid w:val="00622D41"/>
    <w:rsid w:val="00623171"/>
    <w:rsid w:val="00623C26"/>
    <w:rsid w:val="00623D88"/>
    <w:rsid w:val="00625C71"/>
    <w:rsid w:val="0062655A"/>
    <w:rsid w:val="00627316"/>
    <w:rsid w:val="00627A7B"/>
    <w:rsid w:val="006303B3"/>
    <w:rsid w:val="00630C57"/>
    <w:rsid w:val="00630FFC"/>
    <w:rsid w:val="00633897"/>
    <w:rsid w:val="00633FB4"/>
    <w:rsid w:val="006357C1"/>
    <w:rsid w:val="00635F02"/>
    <w:rsid w:val="00636BB9"/>
    <w:rsid w:val="0063712C"/>
    <w:rsid w:val="00641A2D"/>
    <w:rsid w:val="00643F5E"/>
    <w:rsid w:val="00644FE3"/>
    <w:rsid w:val="00645915"/>
    <w:rsid w:val="00646D08"/>
    <w:rsid w:val="00651640"/>
    <w:rsid w:val="00651ADF"/>
    <w:rsid w:val="00656D76"/>
    <w:rsid w:val="006574EA"/>
    <w:rsid w:val="006604C5"/>
    <w:rsid w:val="00661E0A"/>
    <w:rsid w:val="00662C9C"/>
    <w:rsid w:val="00663284"/>
    <w:rsid w:val="00665B79"/>
    <w:rsid w:val="006676A8"/>
    <w:rsid w:val="00670DB5"/>
    <w:rsid w:val="0067214E"/>
    <w:rsid w:val="006726F6"/>
    <w:rsid w:val="00672E5A"/>
    <w:rsid w:val="00673C0B"/>
    <w:rsid w:val="0068167E"/>
    <w:rsid w:val="00682902"/>
    <w:rsid w:val="00684527"/>
    <w:rsid w:val="006851A7"/>
    <w:rsid w:val="006854CC"/>
    <w:rsid w:val="0068652E"/>
    <w:rsid w:val="00686F76"/>
    <w:rsid w:val="00687928"/>
    <w:rsid w:val="00691511"/>
    <w:rsid w:val="0069163F"/>
    <w:rsid w:val="00691DBB"/>
    <w:rsid w:val="006A09A5"/>
    <w:rsid w:val="006A3973"/>
    <w:rsid w:val="006A3D4D"/>
    <w:rsid w:val="006A3DF0"/>
    <w:rsid w:val="006A5034"/>
    <w:rsid w:val="006A59B3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F0E"/>
    <w:rsid w:val="006C0904"/>
    <w:rsid w:val="006C4B43"/>
    <w:rsid w:val="006D2050"/>
    <w:rsid w:val="006D2C24"/>
    <w:rsid w:val="006D2EFD"/>
    <w:rsid w:val="006D36EC"/>
    <w:rsid w:val="006D3C3E"/>
    <w:rsid w:val="006D51C5"/>
    <w:rsid w:val="006D588F"/>
    <w:rsid w:val="006D6DC1"/>
    <w:rsid w:val="006D6F9A"/>
    <w:rsid w:val="006E113A"/>
    <w:rsid w:val="006E16DF"/>
    <w:rsid w:val="006E2C8E"/>
    <w:rsid w:val="006E4182"/>
    <w:rsid w:val="006E446F"/>
    <w:rsid w:val="006E6291"/>
    <w:rsid w:val="006E7CE1"/>
    <w:rsid w:val="006F526E"/>
    <w:rsid w:val="006F7338"/>
    <w:rsid w:val="006F7CE8"/>
    <w:rsid w:val="00700BF3"/>
    <w:rsid w:val="00701353"/>
    <w:rsid w:val="007019A7"/>
    <w:rsid w:val="007037F2"/>
    <w:rsid w:val="00703C14"/>
    <w:rsid w:val="007050E5"/>
    <w:rsid w:val="0070524C"/>
    <w:rsid w:val="00710619"/>
    <w:rsid w:val="007138A2"/>
    <w:rsid w:val="00717AB1"/>
    <w:rsid w:val="00717C64"/>
    <w:rsid w:val="00721FA0"/>
    <w:rsid w:val="00723983"/>
    <w:rsid w:val="00723D07"/>
    <w:rsid w:val="007242AB"/>
    <w:rsid w:val="00724858"/>
    <w:rsid w:val="00725377"/>
    <w:rsid w:val="00726FAE"/>
    <w:rsid w:val="0073042E"/>
    <w:rsid w:val="00730B51"/>
    <w:rsid w:val="00730E45"/>
    <w:rsid w:val="00731AD7"/>
    <w:rsid w:val="0073418F"/>
    <w:rsid w:val="00734559"/>
    <w:rsid w:val="00736CAF"/>
    <w:rsid w:val="00740E80"/>
    <w:rsid w:val="007419D4"/>
    <w:rsid w:val="0074517B"/>
    <w:rsid w:val="00747E6A"/>
    <w:rsid w:val="007504C8"/>
    <w:rsid w:val="0075172C"/>
    <w:rsid w:val="0075240F"/>
    <w:rsid w:val="007540C8"/>
    <w:rsid w:val="00756993"/>
    <w:rsid w:val="007571E2"/>
    <w:rsid w:val="00757A95"/>
    <w:rsid w:val="007601C2"/>
    <w:rsid w:val="00760354"/>
    <w:rsid w:val="00764640"/>
    <w:rsid w:val="0076464D"/>
    <w:rsid w:val="00765BEF"/>
    <w:rsid w:val="00767B58"/>
    <w:rsid w:val="00771FB8"/>
    <w:rsid w:val="00773080"/>
    <w:rsid w:val="007735AB"/>
    <w:rsid w:val="00773E4E"/>
    <w:rsid w:val="00775FFA"/>
    <w:rsid w:val="00777AC5"/>
    <w:rsid w:val="00781300"/>
    <w:rsid w:val="0078259F"/>
    <w:rsid w:val="00782872"/>
    <w:rsid w:val="00782B47"/>
    <w:rsid w:val="0078420E"/>
    <w:rsid w:val="00784287"/>
    <w:rsid w:val="0079097D"/>
    <w:rsid w:val="007911BD"/>
    <w:rsid w:val="00791B9E"/>
    <w:rsid w:val="00792322"/>
    <w:rsid w:val="00794518"/>
    <w:rsid w:val="00796941"/>
    <w:rsid w:val="00796AAA"/>
    <w:rsid w:val="007A0C02"/>
    <w:rsid w:val="007A29D6"/>
    <w:rsid w:val="007A2DB6"/>
    <w:rsid w:val="007A6185"/>
    <w:rsid w:val="007A7F8C"/>
    <w:rsid w:val="007B10B3"/>
    <w:rsid w:val="007B1146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D51"/>
    <w:rsid w:val="007B7DD3"/>
    <w:rsid w:val="007C09AA"/>
    <w:rsid w:val="007C1070"/>
    <w:rsid w:val="007C1757"/>
    <w:rsid w:val="007C1881"/>
    <w:rsid w:val="007C2E01"/>
    <w:rsid w:val="007C3DC9"/>
    <w:rsid w:val="007D019B"/>
    <w:rsid w:val="007D1160"/>
    <w:rsid w:val="007D1D2B"/>
    <w:rsid w:val="007D47BA"/>
    <w:rsid w:val="007D5FD1"/>
    <w:rsid w:val="007E2EBF"/>
    <w:rsid w:val="007E6DD9"/>
    <w:rsid w:val="007E7EEC"/>
    <w:rsid w:val="007F0C36"/>
    <w:rsid w:val="007F2468"/>
    <w:rsid w:val="007F32BB"/>
    <w:rsid w:val="007F4190"/>
    <w:rsid w:val="007F4E53"/>
    <w:rsid w:val="007F5302"/>
    <w:rsid w:val="007F6C77"/>
    <w:rsid w:val="007F7638"/>
    <w:rsid w:val="007F799B"/>
    <w:rsid w:val="00800045"/>
    <w:rsid w:val="00801630"/>
    <w:rsid w:val="00806335"/>
    <w:rsid w:val="00806496"/>
    <w:rsid w:val="0080662A"/>
    <w:rsid w:val="00807D02"/>
    <w:rsid w:val="008105E2"/>
    <w:rsid w:val="008110DA"/>
    <w:rsid w:val="00811CAC"/>
    <w:rsid w:val="00811DD5"/>
    <w:rsid w:val="008128CA"/>
    <w:rsid w:val="00813440"/>
    <w:rsid w:val="00813725"/>
    <w:rsid w:val="00813AD7"/>
    <w:rsid w:val="00815355"/>
    <w:rsid w:val="008166A4"/>
    <w:rsid w:val="00816B70"/>
    <w:rsid w:val="00820862"/>
    <w:rsid w:val="00821493"/>
    <w:rsid w:val="00821B62"/>
    <w:rsid w:val="0082571C"/>
    <w:rsid w:val="00826516"/>
    <w:rsid w:val="00826B03"/>
    <w:rsid w:val="00826B87"/>
    <w:rsid w:val="00831688"/>
    <w:rsid w:val="00831B8F"/>
    <w:rsid w:val="00834D70"/>
    <w:rsid w:val="00835353"/>
    <w:rsid w:val="00836EB4"/>
    <w:rsid w:val="00837259"/>
    <w:rsid w:val="0084238B"/>
    <w:rsid w:val="00843011"/>
    <w:rsid w:val="008430A5"/>
    <w:rsid w:val="0084318E"/>
    <w:rsid w:val="0084496F"/>
    <w:rsid w:val="00845B31"/>
    <w:rsid w:val="00845BB2"/>
    <w:rsid w:val="00850983"/>
    <w:rsid w:val="00851772"/>
    <w:rsid w:val="008538F6"/>
    <w:rsid w:val="00854DAA"/>
    <w:rsid w:val="008552A2"/>
    <w:rsid w:val="00856941"/>
    <w:rsid w:val="00856ABA"/>
    <w:rsid w:val="00857A7C"/>
    <w:rsid w:val="00861686"/>
    <w:rsid w:val="00864864"/>
    <w:rsid w:val="0086487C"/>
    <w:rsid w:val="00866F2E"/>
    <w:rsid w:val="008703F4"/>
    <w:rsid w:val="00870D4D"/>
    <w:rsid w:val="008726D1"/>
    <w:rsid w:val="00873D57"/>
    <w:rsid w:val="00874112"/>
    <w:rsid w:val="008756FE"/>
    <w:rsid w:val="008769D7"/>
    <w:rsid w:val="00876D62"/>
    <w:rsid w:val="008777DC"/>
    <w:rsid w:val="00880BCE"/>
    <w:rsid w:val="00880ED3"/>
    <w:rsid w:val="008810AF"/>
    <w:rsid w:val="008830EF"/>
    <w:rsid w:val="00884217"/>
    <w:rsid w:val="00885077"/>
    <w:rsid w:val="008902A2"/>
    <w:rsid w:val="008933CF"/>
    <w:rsid w:val="00895362"/>
    <w:rsid w:val="00896E79"/>
    <w:rsid w:val="008A1DF7"/>
    <w:rsid w:val="008A1F07"/>
    <w:rsid w:val="008A225D"/>
    <w:rsid w:val="008A4630"/>
    <w:rsid w:val="008A543B"/>
    <w:rsid w:val="008B3F95"/>
    <w:rsid w:val="008B599A"/>
    <w:rsid w:val="008B5AE2"/>
    <w:rsid w:val="008B5B7E"/>
    <w:rsid w:val="008B7C96"/>
    <w:rsid w:val="008C0DB1"/>
    <w:rsid w:val="008C3327"/>
    <w:rsid w:val="008C4830"/>
    <w:rsid w:val="008C510F"/>
    <w:rsid w:val="008C5748"/>
    <w:rsid w:val="008C6CA6"/>
    <w:rsid w:val="008D1AC2"/>
    <w:rsid w:val="008D5874"/>
    <w:rsid w:val="008D5FE6"/>
    <w:rsid w:val="008D6211"/>
    <w:rsid w:val="008D6657"/>
    <w:rsid w:val="008E15CA"/>
    <w:rsid w:val="008E1EFE"/>
    <w:rsid w:val="008E1FA7"/>
    <w:rsid w:val="008E36CD"/>
    <w:rsid w:val="008E4507"/>
    <w:rsid w:val="008E4D2E"/>
    <w:rsid w:val="008E5AE6"/>
    <w:rsid w:val="008F1F13"/>
    <w:rsid w:val="008F2327"/>
    <w:rsid w:val="008F258C"/>
    <w:rsid w:val="008F297C"/>
    <w:rsid w:val="008F3BB8"/>
    <w:rsid w:val="008F4513"/>
    <w:rsid w:val="008F5B45"/>
    <w:rsid w:val="008F72BE"/>
    <w:rsid w:val="008F7408"/>
    <w:rsid w:val="009006DA"/>
    <w:rsid w:val="00900801"/>
    <w:rsid w:val="00901417"/>
    <w:rsid w:val="009026B3"/>
    <w:rsid w:val="00902F4F"/>
    <w:rsid w:val="009043D6"/>
    <w:rsid w:val="009046DF"/>
    <w:rsid w:val="009052B3"/>
    <w:rsid w:val="0090562F"/>
    <w:rsid w:val="00906EF5"/>
    <w:rsid w:val="00910ED8"/>
    <w:rsid w:val="00912639"/>
    <w:rsid w:val="0091682D"/>
    <w:rsid w:val="0092078F"/>
    <w:rsid w:val="00922370"/>
    <w:rsid w:val="0092284D"/>
    <w:rsid w:val="00922945"/>
    <w:rsid w:val="0092388A"/>
    <w:rsid w:val="00924466"/>
    <w:rsid w:val="00927BAF"/>
    <w:rsid w:val="00927D62"/>
    <w:rsid w:val="00931456"/>
    <w:rsid w:val="00932192"/>
    <w:rsid w:val="00932214"/>
    <w:rsid w:val="00933523"/>
    <w:rsid w:val="00937575"/>
    <w:rsid w:val="00937C83"/>
    <w:rsid w:val="00940CE9"/>
    <w:rsid w:val="00943412"/>
    <w:rsid w:val="00943B2E"/>
    <w:rsid w:val="00945762"/>
    <w:rsid w:val="00945D11"/>
    <w:rsid w:val="00945D14"/>
    <w:rsid w:val="0094747F"/>
    <w:rsid w:val="00947EDB"/>
    <w:rsid w:val="00950259"/>
    <w:rsid w:val="009503E2"/>
    <w:rsid w:val="00951DC8"/>
    <w:rsid w:val="00952D8B"/>
    <w:rsid w:val="0095454C"/>
    <w:rsid w:val="00954DA0"/>
    <w:rsid w:val="009557F9"/>
    <w:rsid w:val="00956CB5"/>
    <w:rsid w:val="00956DD6"/>
    <w:rsid w:val="00957196"/>
    <w:rsid w:val="00960F67"/>
    <w:rsid w:val="00961CD2"/>
    <w:rsid w:val="00962B76"/>
    <w:rsid w:val="00962E59"/>
    <w:rsid w:val="009634B1"/>
    <w:rsid w:val="009669D5"/>
    <w:rsid w:val="00967F1D"/>
    <w:rsid w:val="0097061F"/>
    <w:rsid w:val="0097064A"/>
    <w:rsid w:val="00970801"/>
    <w:rsid w:val="00970924"/>
    <w:rsid w:val="00972C70"/>
    <w:rsid w:val="00973B6B"/>
    <w:rsid w:val="00974224"/>
    <w:rsid w:val="00974FF1"/>
    <w:rsid w:val="00975C3A"/>
    <w:rsid w:val="009769F7"/>
    <w:rsid w:val="00981911"/>
    <w:rsid w:val="00982D46"/>
    <w:rsid w:val="00984955"/>
    <w:rsid w:val="00984957"/>
    <w:rsid w:val="0098507E"/>
    <w:rsid w:val="00985AC8"/>
    <w:rsid w:val="009867C2"/>
    <w:rsid w:val="00986ED4"/>
    <w:rsid w:val="00987873"/>
    <w:rsid w:val="009927D3"/>
    <w:rsid w:val="00992E31"/>
    <w:rsid w:val="0099486D"/>
    <w:rsid w:val="009A53CC"/>
    <w:rsid w:val="009A7001"/>
    <w:rsid w:val="009A7DA5"/>
    <w:rsid w:val="009B01D4"/>
    <w:rsid w:val="009B0968"/>
    <w:rsid w:val="009B0C22"/>
    <w:rsid w:val="009B27FC"/>
    <w:rsid w:val="009B2EB7"/>
    <w:rsid w:val="009B3111"/>
    <w:rsid w:val="009B45A5"/>
    <w:rsid w:val="009B6511"/>
    <w:rsid w:val="009B7253"/>
    <w:rsid w:val="009C2F56"/>
    <w:rsid w:val="009C3A17"/>
    <w:rsid w:val="009C44E9"/>
    <w:rsid w:val="009D37E0"/>
    <w:rsid w:val="009D3969"/>
    <w:rsid w:val="009D4360"/>
    <w:rsid w:val="009D4F53"/>
    <w:rsid w:val="009D5D45"/>
    <w:rsid w:val="009D6CB0"/>
    <w:rsid w:val="009D6E35"/>
    <w:rsid w:val="009D7857"/>
    <w:rsid w:val="009E03BE"/>
    <w:rsid w:val="009E07BB"/>
    <w:rsid w:val="009E1D8E"/>
    <w:rsid w:val="009E29C8"/>
    <w:rsid w:val="009E3910"/>
    <w:rsid w:val="009E467E"/>
    <w:rsid w:val="009E4824"/>
    <w:rsid w:val="009E67C9"/>
    <w:rsid w:val="009E6DE8"/>
    <w:rsid w:val="009E7AB9"/>
    <w:rsid w:val="009F0CB4"/>
    <w:rsid w:val="009F1D25"/>
    <w:rsid w:val="009F2C77"/>
    <w:rsid w:val="009F4A72"/>
    <w:rsid w:val="009F52B5"/>
    <w:rsid w:val="009F5327"/>
    <w:rsid w:val="009F6C11"/>
    <w:rsid w:val="009F6DDF"/>
    <w:rsid w:val="00A00A9C"/>
    <w:rsid w:val="00A02F87"/>
    <w:rsid w:val="00A05A22"/>
    <w:rsid w:val="00A06E42"/>
    <w:rsid w:val="00A100C0"/>
    <w:rsid w:val="00A10D56"/>
    <w:rsid w:val="00A10ECF"/>
    <w:rsid w:val="00A1248D"/>
    <w:rsid w:val="00A130B8"/>
    <w:rsid w:val="00A152D3"/>
    <w:rsid w:val="00A16415"/>
    <w:rsid w:val="00A17755"/>
    <w:rsid w:val="00A209AB"/>
    <w:rsid w:val="00A20DA0"/>
    <w:rsid w:val="00A21090"/>
    <w:rsid w:val="00A21D3D"/>
    <w:rsid w:val="00A22363"/>
    <w:rsid w:val="00A22500"/>
    <w:rsid w:val="00A22F56"/>
    <w:rsid w:val="00A2310F"/>
    <w:rsid w:val="00A23ABC"/>
    <w:rsid w:val="00A247C1"/>
    <w:rsid w:val="00A2642A"/>
    <w:rsid w:val="00A26AD5"/>
    <w:rsid w:val="00A26CAB"/>
    <w:rsid w:val="00A309F6"/>
    <w:rsid w:val="00A30F05"/>
    <w:rsid w:val="00A34863"/>
    <w:rsid w:val="00A35B8A"/>
    <w:rsid w:val="00A35EDE"/>
    <w:rsid w:val="00A36255"/>
    <w:rsid w:val="00A36CA9"/>
    <w:rsid w:val="00A40889"/>
    <w:rsid w:val="00A40F13"/>
    <w:rsid w:val="00A44308"/>
    <w:rsid w:val="00A44569"/>
    <w:rsid w:val="00A44704"/>
    <w:rsid w:val="00A46E85"/>
    <w:rsid w:val="00A478DC"/>
    <w:rsid w:val="00A479AA"/>
    <w:rsid w:val="00A502BB"/>
    <w:rsid w:val="00A50FBD"/>
    <w:rsid w:val="00A51E18"/>
    <w:rsid w:val="00A51FCA"/>
    <w:rsid w:val="00A53418"/>
    <w:rsid w:val="00A54D62"/>
    <w:rsid w:val="00A6076B"/>
    <w:rsid w:val="00A60B19"/>
    <w:rsid w:val="00A611CA"/>
    <w:rsid w:val="00A61A03"/>
    <w:rsid w:val="00A643D5"/>
    <w:rsid w:val="00A6486D"/>
    <w:rsid w:val="00A6513F"/>
    <w:rsid w:val="00A668D6"/>
    <w:rsid w:val="00A70447"/>
    <w:rsid w:val="00A71B5C"/>
    <w:rsid w:val="00A7410F"/>
    <w:rsid w:val="00A745EB"/>
    <w:rsid w:val="00A749A9"/>
    <w:rsid w:val="00A74F97"/>
    <w:rsid w:val="00A751DD"/>
    <w:rsid w:val="00A75D67"/>
    <w:rsid w:val="00A77342"/>
    <w:rsid w:val="00A81316"/>
    <w:rsid w:val="00A821CD"/>
    <w:rsid w:val="00A839A8"/>
    <w:rsid w:val="00A83CA6"/>
    <w:rsid w:val="00A8550E"/>
    <w:rsid w:val="00A85A64"/>
    <w:rsid w:val="00A86979"/>
    <w:rsid w:val="00A91F7E"/>
    <w:rsid w:val="00A93200"/>
    <w:rsid w:val="00A9330B"/>
    <w:rsid w:val="00A939E9"/>
    <w:rsid w:val="00A9641E"/>
    <w:rsid w:val="00A964D8"/>
    <w:rsid w:val="00A971B5"/>
    <w:rsid w:val="00A97460"/>
    <w:rsid w:val="00AA3508"/>
    <w:rsid w:val="00AA378D"/>
    <w:rsid w:val="00AA54F2"/>
    <w:rsid w:val="00AA613D"/>
    <w:rsid w:val="00AA76DF"/>
    <w:rsid w:val="00AA78C8"/>
    <w:rsid w:val="00AB1005"/>
    <w:rsid w:val="00AB1F96"/>
    <w:rsid w:val="00AB414F"/>
    <w:rsid w:val="00AB49D8"/>
    <w:rsid w:val="00AB514B"/>
    <w:rsid w:val="00AB5AFC"/>
    <w:rsid w:val="00AB5B22"/>
    <w:rsid w:val="00AC0E55"/>
    <w:rsid w:val="00AC1A38"/>
    <w:rsid w:val="00AC28CD"/>
    <w:rsid w:val="00AC2C70"/>
    <w:rsid w:val="00AC3605"/>
    <w:rsid w:val="00AC40B1"/>
    <w:rsid w:val="00AC6146"/>
    <w:rsid w:val="00AC64A5"/>
    <w:rsid w:val="00AD0A29"/>
    <w:rsid w:val="00AD1D65"/>
    <w:rsid w:val="00AD239D"/>
    <w:rsid w:val="00AD2964"/>
    <w:rsid w:val="00AD365B"/>
    <w:rsid w:val="00AD7BE1"/>
    <w:rsid w:val="00AE0638"/>
    <w:rsid w:val="00AE0778"/>
    <w:rsid w:val="00AE1E35"/>
    <w:rsid w:val="00AE23D9"/>
    <w:rsid w:val="00AE270B"/>
    <w:rsid w:val="00AE424E"/>
    <w:rsid w:val="00AE4C17"/>
    <w:rsid w:val="00AE4D35"/>
    <w:rsid w:val="00AE5048"/>
    <w:rsid w:val="00AE5DAC"/>
    <w:rsid w:val="00AE6117"/>
    <w:rsid w:val="00AE64FD"/>
    <w:rsid w:val="00AE6B76"/>
    <w:rsid w:val="00AE7EF4"/>
    <w:rsid w:val="00AF0A2F"/>
    <w:rsid w:val="00AF217C"/>
    <w:rsid w:val="00AF2460"/>
    <w:rsid w:val="00AF33DF"/>
    <w:rsid w:val="00AF4A58"/>
    <w:rsid w:val="00AF5F9A"/>
    <w:rsid w:val="00B01257"/>
    <w:rsid w:val="00B0159B"/>
    <w:rsid w:val="00B03CB0"/>
    <w:rsid w:val="00B050B2"/>
    <w:rsid w:val="00B1002E"/>
    <w:rsid w:val="00B11AF5"/>
    <w:rsid w:val="00B12ED2"/>
    <w:rsid w:val="00B1307C"/>
    <w:rsid w:val="00B1441D"/>
    <w:rsid w:val="00B14B74"/>
    <w:rsid w:val="00B14D9F"/>
    <w:rsid w:val="00B17010"/>
    <w:rsid w:val="00B23A84"/>
    <w:rsid w:val="00B24ABA"/>
    <w:rsid w:val="00B262EB"/>
    <w:rsid w:val="00B32F31"/>
    <w:rsid w:val="00B35DA8"/>
    <w:rsid w:val="00B37FEA"/>
    <w:rsid w:val="00B41201"/>
    <w:rsid w:val="00B426ED"/>
    <w:rsid w:val="00B42E0C"/>
    <w:rsid w:val="00B46231"/>
    <w:rsid w:val="00B47827"/>
    <w:rsid w:val="00B506FA"/>
    <w:rsid w:val="00B519F5"/>
    <w:rsid w:val="00B52A64"/>
    <w:rsid w:val="00B532CE"/>
    <w:rsid w:val="00B56337"/>
    <w:rsid w:val="00B60404"/>
    <w:rsid w:val="00B629FE"/>
    <w:rsid w:val="00B62F2E"/>
    <w:rsid w:val="00B637B2"/>
    <w:rsid w:val="00B63B89"/>
    <w:rsid w:val="00B643FF"/>
    <w:rsid w:val="00B65134"/>
    <w:rsid w:val="00B65753"/>
    <w:rsid w:val="00B6586F"/>
    <w:rsid w:val="00B66B0B"/>
    <w:rsid w:val="00B70093"/>
    <w:rsid w:val="00B7085F"/>
    <w:rsid w:val="00B70AEE"/>
    <w:rsid w:val="00B71ADF"/>
    <w:rsid w:val="00B72CF4"/>
    <w:rsid w:val="00B73110"/>
    <w:rsid w:val="00B731F9"/>
    <w:rsid w:val="00B7497D"/>
    <w:rsid w:val="00B7501C"/>
    <w:rsid w:val="00B755BB"/>
    <w:rsid w:val="00B76530"/>
    <w:rsid w:val="00B76B70"/>
    <w:rsid w:val="00B76C8E"/>
    <w:rsid w:val="00B77EF4"/>
    <w:rsid w:val="00B805DE"/>
    <w:rsid w:val="00B813C1"/>
    <w:rsid w:val="00B81F23"/>
    <w:rsid w:val="00B82A3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47E"/>
    <w:rsid w:val="00B955A3"/>
    <w:rsid w:val="00BA05E6"/>
    <w:rsid w:val="00BA1938"/>
    <w:rsid w:val="00BA20DE"/>
    <w:rsid w:val="00BA49D1"/>
    <w:rsid w:val="00BA50A5"/>
    <w:rsid w:val="00BA6C54"/>
    <w:rsid w:val="00BB04A3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C09D4"/>
    <w:rsid w:val="00BC11B6"/>
    <w:rsid w:val="00BC2DB8"/>
    <w:rsid w:val="00BC499A"/>
    <w:rsid w:val="00BC4D13"/>
    <w:rsid w:val="00BC717E"/>
    <w:rsid w:val="00BD245C"/>
    <w:rsid w:val="00BD4DFE"/>
    <w:rsid w:val="00BD593F"/>
    <w:rsid w:val="00BD5C4A"/>
    <w:rsid w:val="00BD6706"/>
    <w:rsid w:val="00BE0D08"/>
    <w:rsid w:val="00BE156E"/>
    <w:rsid w:val="00BE7C70"/>
    <w:rsid w:val="00BE7ED8"/>
    <w:rsid w:val="00BF2583"/>
    <w:rsid w:val="00BF38C5"/>
    <w:rsid w:val="00BF3CDD"/>
    <w:rsid w:val="00C0154C"/>
    <w:rsid w:val="00C041F9"/>
    <w:rsid w:val="00C06EE3"/>
    <w:rsid w:val="00C11A6B"/>
    <w:rsid w:val="00C12B0A"/>
    <w:rsid w:val="00C12B1F"/>
    <w:rsid w:val="00C13127"/>
    <w:rsid w:val="00C13FA8"/>
    <w:rsid w:val="00C1570C"/>
    <w:rsid w:val="00C21B1E"/>
    <w:rsid w:val="00C21E46"/>
    <w:rsid w:val="00C22361"/>
    <w:rsid w:val="00C24844"/>
    <w:rsid w:val="00C2680B"/>
    <w:rsid w:val="00C26D89"/>
    <w:rsid w:val="00C30C1F"/>
    <w:rsid w:val="00C31671"/>
    <w:rsid w:val="00C31833"/>
    <w:rsid w:val="00C31D50"/>
    <w:rsid w:val="00C33018"/>
    <w:rsid w:val="00C33B4D"/>
    <w:rsid w:val="00C35A49"/>
    <w:rsid w:val="00C36AF1"/>
    <w:rsid w:val="00C37458"/>
    <w:rsid w:val="00C37AF7"/>
    <w:rsid w:val="00C40FD1"/>
    <w:rsid w:val="00C45E29"/>
    <w:rsid w:val="00C52C63"/>
    <w:rsid w:val="00C533D4"/>
    <w:rsid w:val="00C5543B"/>
    <w:rsid w:val="00C6006C"/>
    <w:rsid w:val="00C60180"/>
    <w:rsid w:val="00C60343"/>
    <w:rsid w:val="00C617E5"/>
    <w:rsid w:val="00C6636C"/>
    <w:rsid w:val="00C666BE"/>
    <w:rsid w:val="00C667E4"/>
    <w:rsid w:val="00C67B99"/>
    <w:rsid w:val="00C73BB7"/>
    <w:rsid w:val="00C745F3"/>
    <w:rsid w:val="00C749DC"/>
    <w:rsid w:val="00C76216"/>
    <w:rsid w:val="00C76A9C"/>
    <w:rsid w:val="00C801D2"/>
    <w:rsid w:val="00C8023D"/>
    <w:rsid w:val="00C81907"/>
    <w:rsid w:val="00C81A0E"/>
    <w:rsid w:val="00C81C96"/>
    <w:rsid w:val="00C83309"/>
    <w:rsid w:val="00C87178"/>
    <w:rsid w:val="00C9021F"/>
    <w:rsid w:val="00C9028D"/>
    <w:rsid w:val="00C906FE"/>
    <w:rsid w:val="00CA2801"/>
    <w:rsid w:val="00CA34D3"/>
    <w:rsid w:val="00CA41BF"/>
    <w:rsid w:val="00CA4F18"/>
    <w:rsid w:val="00CA6D92"/>
    <w:rsid w:val="00CA747F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041"/>
    <w:rsid w:val="00CB7231"/>
    <w:rsid w:val="00CC0833"/>
    <w:rsid w:val="00CC156E"/>
    <w:rsid w:val="00CC3AE0"/>
    <w:rsid w:val="00CC5D86"/>
    <w:rsid w:val="00CC657C"/>
    <w:rsid w:val="00CC745F"/>
    <w:rsid w:val="00CD0B1C"/>
    <w:rsid w:val="00CD72D4"/>
    <w:rsid w:val="00CE08E4"/>
    <w:rsid w:val="00CE1509"/>
    <w:rsid w:val="00CE30CD"/>
    <w:rsid w:val="00CE4592"/>
    <w:rsid w:val="00CE65FD"/>
    <w:rsid w:val="00CF0045"/>
    <w:rsid w:val="00CF0CDF"/>
    <w:rsid w:val="00CF137D"/>
    <w:rsid w:val="00CF1D98"/>
    <w:rsid w:val="00CF3598"/>
    <w:rsid w:val="00CF77B8"/>
    <w:rsid w:val="00D006C2"/>
    <w:rsid w:val="00D01CC6"/>
    <w:rsid w:val="00D04044"/>
    <w:rsid w:val="00D0687B"/>
    <w:rsid w:val="00D10971"/>
    <w:rsid w:val="00D10D11"/>
    <w:rsid w:val="00D13522"/>
    <w:rsid w:val="00D15C3F"/>
    <w:rsid w:val="00D17455"/>
    <w:rsid w:val="00D17788"/>
    <w:rsid w:val="00D20EAE"/>
    <w:rsid w:val="00D212D5"/>
    <w:rsid w:val="00D24B24"/>
    <w:rsid w:val="00D24B82"/>
    <w:rsid w:val="00D24EB0"/>
    <w:rsid w:val="00D25987"/>
    <w:rsid w:val="00D3340D"/>
    <w:rsid w:val="00D33A32"/>
    <w:rsid w:val="00D34759"/>
    <w:rsid w:val="00D36159"/>
    <w:rsid w:val="00D36FFA"/>
    <w:rsid w:val="00D400E6"/>
    <w:rsid w:val="00D454F2"/>
    <w:rsid w:val="00D46C32"/>
    <w:rsid w:val="00D4718A"/>
    <w:rsid w:val="00D52BDE"/>
    <w:rsid w:val="00D52EC6"/>
    <w:rsid w:val="00D53245"/>
    <w:rsid w:val="00D53C02"/>
    <w:rsid w:val="00D5416C"/>
    <w:rsid w:val="00D54728"/>
    <w:rsid w:val="00D56673"/>
    <w:rsid w:val="00D56D44"/>
    <w:rsid w:val="00D57D78"/>
    <w:rsid w:val="00D57DAD"/>
    <w:rsid w:val="00D60BAB"/>
    <w:rsid w:val="00D6188A"/>
    <w:rsid w:val="00D628AB"/>
    <w:rsid w:val="00D6447B"/>
    <w:rsid w:val="00D6553D"/>
    <w:rsid w:val="00D66EE9"/>
    <w:rsid w:val="00D67101"/>
    <w:rsid w:val="00D70D85"/>
    <w:rsid w:val="00D718B1"/>
    <w:rsid w:val="00D71BAC"/>
    <w:rsid w:val="00D721CB"/>
    <w:rsid w:val="00D7331A"/>
    <w:rsid w:val="00D73C15"/>
    <w:rsid w:val="00D7499D"/>
    <w:rsid w:val="00D74E52"/>
    <w:rsid w:val="00D7587C"/>
    <w:rsid w:val="00D771CE"/>
    <w:rsid w:val="00D77544"/>
    <w:rsid w:val="00D77EF6"/>
    <w:rsid w:val="00D8000A"/>
    <w:rsid w:val="00D82BB8"/>
    <w:rsid w:val="00D8322A"/>
    <w:rsid w:val="00D83251"/>
    <w:rsid w:val="00D840C2"/>
    <w:rsid w:val="00D84ECA"/>
    <w:rsid w:val="00D854D7"/>
    <w:rsid w:val="00D87DBF"/>
    <w:rsid w:val="00D91B67"/>
    <w:rsid w:val="00D92CDF"/>
    <w:rsid w:val="00D94DCC"/>
    <w:rsid w:val="00D9553B"/>
    <w:rsid w:val="00DA2BDB"/>
    <w:rsid w:val="00DA2FDA"/>
    <w:rsid w:val="00DA56A3"/>
    <w:rsid w:val="00DA5931"/>
    <w:rsid w:val="00DA60B4"/>
    <w:rsid w:val="00DA6A1B"/>
    <w:rsid w:val="00DA722B"/>
    <w:rsid w:val="00DA76C9"/>
    <w:rsid w:val="00DA772F"/>
    <w:rsid w:val="00DB2424"/>
    <w:rsid w:val="00DB3E84"/>
    <w:rsid w:val="00DB4D6B"/>
    <w:rsid w:val="00DB5252"/>
    <w:rsid w:val="00DB7DDA"/>
    <w:rsid w:val="00DC02A0"/>
    <w:rsid w:val="00DC0B08"/>
    <w:rsid w:val="00DC0E27"/>
    <w:rsid w:val="00DC1DC7"/>
    <w:rsid w:val="00DC27E6"/>
    <w:rsid w:val="00DC3359"/>
    <w:rsid w:val="00DD1BB4"/>
    <w:rsid w:val="00DD4D01"/>
    <w:rsid w:val="00DD6547"/>
    <w:rsid w:val="00DD78A5"/>
    <w:rsid w:val="00DE4448"/>
    <w:rsid w:val="00DE49C9"/>
    <w:rsid w:val="00DE5464"/>
    <w:rsid w:val="00DE67EE"/>
    <w:rsid w:val="00DE72BE"/>
    <w:rsid w:val="00DF0566"/>
    <w:rsid w:val="00DF5E1E"/>
    <w:rsid w:val="00DF6442"/>
    <w:rsid w:val="00DF72F3"/>
    <w:rsid w:val="00E022DC"/>
    <w:rsid w:val="00E024D3"/>
    <w:rsid w:val="00E0487B"/>
    <w:rsid w:val="00E04A09"/>
    <w:rsid w:val="00E06678"/>
    <w:rsid w:val="00E07A7B"/>
    <w:rsid w:val="00E1306E"/>
    <w:rsid w:val="00E132F6"/>
    <w:rsid w:val="00E137DA"/>
    <w:rsid w:val="00E14039"/>
    <w:rsid w:val="00E14435"/>
    <w:rsid w:val="00E16138"/>
    <w:rsid w:val="00E17A6C"/>
    <w:rsid w:val="00E206F5"/>
    <w:rsid w:val="00E20910"/>
    <w:rsid w:val="00E21598"/>
    <w:rsid w:val="00E227D9"/>
    <w:rsid w:val="00E2319C"/>
    <w:rsid w:val="00E259BC"/>
    <w:rsid w:val="00E264A4"/>
    <w:rsid w:val="00E26540"/>
    <w:rsid w:val="00E324FB"/>
    <w:rsid w:val="00E33345"/>
    <w:rsid w:val="00E34BF7"/>
    <w:rsid w:val="00E3669B"/>
    <w:rsid w:val="00E36D0B"/>
    <w:rsid w:val="00E37D13"/>
    <w:rsid w:val="00E40FCC"/>
    <w:rsid w:val="00E43122"/>
    <w:rsid w:val="00E44003"/>
    <w:rsid w:val="00E455B6"/>
    <w:rsid w:val="00E456A5"/>
    <w:rsid w:val="00E5096E"/>
    <w:rsid w:val="00E514F7"/>
    <w:rsid w:val="00E538A8"/>
    <w:rsid w:val="00E53B80"/>
    <w:rsid w:val="00E546D1"/>
    <w:rsid w:val="00E5512D"/>
    <w:rsid w:val="00E574E5"/>
    <w:rsid w:val="00E6227C"/>
    <w:rsid w:val="00E63C51"/>
    <w:rsid w:val="00E64E30"/>
    <w:rsid w:val="00E64F77"/>
    <w:rsid w:val="00E66A1B"/>
    <w:rsid w:val="00E678A3"/>
    <w:rsid w:val="00E71139"/>
    <w:rsid w:val="00E71142"/>
    <w:rsid w:val="00E72AD4"/>
    <w:rsid w:val="00E74F63"/>
    <w:rsid w:val="00E751FE"/>
    <w:rsid w:val="00E7551F"/>
    <w:rsid w:val="00E7602E"/>
    <w:rsid w:val="00E76608"/>
    <w:rsid w:val="00E76A20"/>
    <w:rsid w:val="00E828B2"/>
    <w:rsid w:val="00E8548E"/>
    <w:rsid w:val="00E87F8D"/>
    <w:rsid w:val="00E90664"/>
    <w:rsid w:val="00E92700"/>
    <w:rsid w:val="00E92A52"/>
    <w:rsid w:val="00E93E53"/>
    <w:rsid w:val="00E95721"/>
    <w:rsid w:val="00E96F05"/>
    <w:rsid w:val="00E9701D"/>
    <w:rsid w:val="00E972C5"/>
    <w:rsid w:val="00EA15FE"/>
    <w:rsid w:val="00EA340E"/>
    <w:rsid w:val="00EA3B1F"/>
    <w:rsid w:val="00EA4533"/>
    <w:rsid w:val="00EA5009"/>
    <w:rsid w:val="00EB12FD"/>
    <w:rsid w:val="00EB3123"/>
    <w:rsid w:val="00EB405F"/>
    <w:rsid w:val="00EB5204"/>
    <w:rsid w:val="00EB55D0"/>
    <w:rsid w:val="00EB5646"/>
    <w:rsid w:val="00EB5ADB"/>
    <w:rsid w:val="00EB7421"/>
    <w:rsid w:val="00EC0F78"/>
    <w:rsid w:val="00EC1A32"/>
    <w:rsid w:val="00EC1A39"/>
    <w:rsid w:val="00EC2829"/>
    <w:rsid w:val="00EC2E9A"/>
    <w:rsid w:val="00EC5C01"/>
    <w:rsid w:val="00EC5FC3"/>
    <w:rsid w:val="00EC75E7"/>
    <w:rsid w:val="00EC766D"/>
    <w:rsid w:val="00EC7E34"/>
    <w:rsid w:val="00ED1057"/>
    <w:rsid w:val="00ED1E04"/>
    <w:rsid w:val="00ED202E"/>
    <w:rsid w:val="00ED3DFD"/>
    <w:rsid w:val="00ED3F21"/>
    <w:rsid w:val="00ED7268"/>
    <w:rsid w:val="00EE03D9"/>
    <w:rsid w:val="00EE07B1"/>
    <w:rsid w:val="00EE260F"/>
    <w:rsid w:val="00EE3675"/>
    <w:rsid w:val="00EE56E1"/>
    <w:rsid w:val="00EE604B"/>
    <w:rsid w:val="00EE6B33"/>
    <w:rsid w:val="00EE7724"/>
    <w:rsid w:val="00EF0142"/>
    <w:rsid w:val="00EF0462"/>
    <w:rsid w:val="00EF13B1"/>
    <w:rsid w:val="00EF334C"/>
    <w:rsid w:val="00EF3BF2"/>
    <w:rsid w:val="00EF6505"/>
    <w:rsid w:val="00EF691C"/>
    <w:rsid w:val="00EF7A6F"/>
    <w:rsid w:val="00F00064"/>
    <w:rsid w:val="00F00190"/>
    <w:rsid w:val="00F02C57"/>
    <w:rsid w:val="00F05207"/>
    <w:rsid w:val="00F05A78"/>
    <w:rsid w:val="00F06DAC"/>
    <w:rsid w:val="00F070E5"/>
    <w:rsid w:val="00F10268"/>
    <w:rsid w:val="00F10C27"/>
    <w:rsid w:val="00F1188A"/>
    <w:rsid w:val="00F1259C"/>
    <w:rsid w:val="00F1517E"/>
    <w:rsid w:val="00F16678"/>
    <w:rsid w:val="00F227C9"/>
    <w:rsid w:val="00F22906"/>
    <w:rsid w:val="00F24C83"/>
    <w:rsid w:val="00F26388"/>
    <w:rsid w:val="00F267BE"/>
    <w:rsid w:val="00F311A7"/>
    <w:rsid w:val="00F31589"/>
    <w:rsid w:val="00F31BE3"/>
    <w:rsid w:val="00F34B21"/>
    <w:rsid w:val="00F34CA5"/>
    <w:rsid w:val="00F34FAB"/>
    <w:rsid w:val="00F36E89"/>
    <w:rsid w:val="00F40EA3"/>
    <w:rsid w:val="00F4198D"/>
    <w:rsid w:val="00F41E90"/>
    <w:rsid w:val="00F426B8"/>
    <w:rsid w:val="00F43233"/>
    <w:rsid w:val="00F436BF"/>
    <w:rsid w:val="00F447F3"/>
    <w:rsid w:val="00F509E0"/>
    <w:rsid w:val="00F51BD4"/>
    <w:rsid w:val="00F5205E"/>
    <w:rsid w:val="00F54849"/>
    <w:rsid w:val="00F570D7"/>
    <w:rsid w:val="00F571FE"/>
    <w:rsid w:val="00F6156D"/>
    <w:rsid w:val="00F62161"/>
    <w:rsid w:val="00F62C96"/>
    <w:rsid w:val="00F638A5"/>
    <w:rsid w:val="00F66676"/>
    <w:rsid w:val="00F673C2"/>
    <w:rsid w:val="00F70E54"/>
    <w:rsid w:val="00F71329"/>
    <w:rsid w:val="00F715FC"/>
    <w:rsid w:val="00F71859"/>
    <w:rsid w:val="00F72608"/>
    <w:rsid w:val="00F7298E"/>
    <w:rsid w:val="00F72BA8"/>
    <w:rsid w:val="00F745D3"/>
    <w:rsid w:val="00F74FDC"/>
    <w:rsid w:val="00F74FED"/>
    <w:rsid w:val="00F7566A"/>
    <w:rsid w:val="00F81ADB"/>
    <w:rsid w:val="00F82A57"/>
    <w:rsid w:val="00F82FF9"/>
    <w:rsid w:val="00F83A2C"/>
    <w:rsid w:val="00F83E9D"/>
    <w:rsid w:val="00F85ABF"/>
    <w:rsid w:val="00F86C5B"/>
    <w:rsid w:val="00F87D67"/>
    <w:rsid w:val="00F9157D"/>
    <w:rsid w:val="00F919AD"/>
    <w:rsid w:val="00F94B63"/>
    <w:rsid w:val="00F96F57"/>
    <w:rsid w:val="00F97466"/>
    <w:rsid w:val="00F97A32"/>
    <w:rsid w:val="00FA1F9F"/>
    <w:rsid w:val="00FA2E21"/>
    <w:rsid w:val="00FA36B4"/>
    <w:rsid w:val="00FA3B58"/>
    <w:rsid w:val="00FA3F72"/>
    <w:rsid w:val="00FA5484"/>
    <w:rsid w:val="00FA6127"/>
    <w:rsid w:val="00FA6BBA"/>
    <w:rsid w:val="00FB04FE"/>
    <w:rsid w:val="00FB3EBB"/>
    <w:rsid w:val="00FB45B0"/>
    <w:rsid w:val="00FB74ED"/>
    <w:rsid w:val="00FB7618"/>
    <w:rsid w:val="00FB7CFB"/>
    <w:rsid w:val="00FC002F"/>
    <w:rsid w:val="00FC0C63"/>
    <w:rsid w:val="00FC105F"/>
    <w:rsid w:val="00FC2822"/>
    <w:rsid w:val="00FC4DC2"/>
    <w:rsid w:val="00FC682C"/>
    <w:rsid w:val="00FC6938"/>
    <w:rsid w:val="00FD0194"/>
    <w:rsid w:val="00FD04E0"/>
    <w:rsid w:val="00FD0F7B"/>
    <w:rsid w:val="00FD1384"/>
    <w:rsid w:val="00FD491F"/>
    <w:rsid w:val="00FD6141"/>
    <w:rsid w:val="00FE050F"/>
    <w:rsid w:val="00FE0BFA"/>
    <w:rsid w:val="00FE0D85"/>
    <w:rsid w:val="00FE0DC9"/>
    <w:rsid w:val="00FE11BF"/>
    <w:rsid w:val="00FE402A"/>
    <w:rsid w:val="00FE4605"/>
    <w:rsid w:val="00FE7FDC"/>
    <w:rsid w:val="00FF08F6"/>
    <w:rsid w:val="00FF0F74"/>
    <w:rsid w:val="00FF21EB"/>
    <w:rsid w:val="00FF255A"/>
    <w:rsid w:val="00FF3193"/>
    <w:rsid w:val="00FF364B"/>
    <w:rsid w:val="00FF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1B14BE"/>
    <w:rPr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1B14BE"/>
    <w:rPr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03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B3CDF-A5FD-4CE1-8049-BF529FDB0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679</TotalTime>
  <Pages>1</Pages>
  <Words>46466</Words>
  <Characters>264857</Characters>
  <Application>Microsoft Office Word</Application>
  <DocSecurity>0</DocSecurity>
  <Lines>2207</Lines>
  <Paragraphs>621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310702</CharactersWithSpaces>
  <SharedDoc>false</SharedDoc>
  <HLinks>
    <vt:vector size="852" baseType="variant">
      <vt:variant>
        <vt:i4>1048635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_Toc385758804</vt:lpwstr>
      </vt:variant>
      <vt:variant>
        <vt:i4>1048635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_Toc385758803</vt:lpwstr>
      </vt:variant>
      <vt:variant>
        <vt:i4>1048635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_Toc385758802</vt:lpwstr>
      </vt:variant>
      <vt:variant>
        <vt:i4>1048635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_Toc385758801</vt:lpwstr>
      </vt:variant>
      <vt:variant>
        <vt:i4>1048635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_Toc385758800</vt:lpwstr>
      </vt:variant>
      <vt:variant>
        <vt:i4>1638452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_Toc385758799</vt:lpwstr>
      </vt:variant>
      <vt:variant>
        <vt:i4>1638452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_Toc385758798</vt:lpwstr>
      </vt:variant>
      <vt:variant>
        <vt:i4>1638452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_Toc385758797</vt:lpwstr>
      </vt:variant>
      <vt:variant>
        <vt:i4>1638452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_Toc385758796</vt:lpwstr>
      </vt:variant>
      <vt:variant>
        <vt:i4>1638452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_Toc385758795</vt:lpwstr>
      </vt:variant>
      <vt:variant>
        <vt:i4>1638452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_Toc385758794</vt:lpwstr>
      </vt:variant>
      <vt:variant>
        <vt:i4>1638452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_Toc385758793</vt:lpwstr>
      </vt:variant>
      <vt:variant>
        <vt:i4>1638452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_Toc385758792</vt:lpwstr>
      </vt:variant>
      <vt:variant>
        <vt:i4>1638452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_Toc385758791</vt:lpwstr>
      </vt:variant>
      <vt:variant>
        <vt:i4>1638452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_Toc385758790</vt:lpwstr>
      </vt:variant>
      <vt:variant>
        <vt:i4>1572916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_Toc385758789</vt:lpwstr>
      </vt:variant>
      <vt:variant>
        <vt:i4>1572916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_Toc385758788</vt:lpwstr>
      </vt:variant>
      <vt:variant>
        <vt:i4>1572916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_Toc385758787</vt:lpwstr>
      </vt:variant>
      <vt:variant>
        <vt:i4>1572916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_Toc385758786</vt:lpwstr>
      </vt:variant>
      <vt:variant>
        <vt:i4>1572916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_Toc385758785</vt:lpwstr>
      </vt:variant>
      <vt:variant>
        <vt:i4>1572916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_Toc385758784</vt:lpwstr>
      </vt:variant>
      <vt:variant>
        <vt:i4>1572916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_Toc385758783</vt:lpwstr>
      </vt:variant>
      <vt:variant>
        <vt:i4>1572916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_Toc385758782</vt:lpwstr>
      </vt:variant>
      <vt:variant>
        <vt:i4>1572916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_Toc385758781</vt:lpwstr>
      </vt:variant>
      <vt:variant>
        <vt:i4>1572916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_Toc385758780</vt:lpwstr>
      </vt:variant>
      <vt:variant>
        <vt:i4>1507380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_Toc385758779</vt:lpwstr>
      </vt:variant>
      <vt:variant>
        <vt:i4>1507380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_Toc385758778</vt:lpwstr>
      </vt:variant>
      <vt:variant>
        <vt:i4>1507380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_Toc385758777</vt:lpwstr>
      </vt:variant>
      <vt:variant>
        <vt:i4>1507380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_Toc385758776</vt:lpwstr>
      </vt:variant>
      <vt:variant>
        <vt:i4>1507380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_Toc385758775</vt:lpwstr>
      </vt:variant>
      <vt:variant>
        <vt:i4>1507380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_Toc385758774</vt:lpwstr>
      </vt:variant>
      <vt:variant>
        <vt:i4>1507380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_Toc385758773</vt:lpwstr>
      </vt:variant>
      <vt:variant>
        <vt:i4>1507380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_Toc385758772</vt:lpwstr>
      </vt:variant>
      <vt:variant>
        <vt:i4>1507380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_Toc385758771</vt:lpwstr>
      </vt:variant>
      <vt:variant>
        <vt:i4>1507380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_Toc385758770</vt:lpwstr>
      </vt:variant>
      <vt:variant>
        <vt:i4>1441844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_Toc385758769</vt:lpwstr>
      </vt:variant>
      <vt:variant>
        <vt:i4>1441844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_Toc385758768</vt:lpwstr>
      </vt:variant>
      <vt:variant>
        <vt:i4>1441844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_Toc385758767</vt:lpwstr>
      </vt:variant>
      <vt:variant>
        <vt:i4>1441844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_Toc385758766</vt:lpwstr>
      </vt:variant>
      <vt:variant>
        <vt:i4>1441844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_Toc385758765</vt:lpwstr>
      </vt:variant>
      <vt:variant>
        <vt:i4>1441844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_Toc385758764</vt:lpwstr>
      </vt:variant>
      <vt:variant>
        <vt:i4>1441844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_Toc385758763</vt:lpwstr>
      </vt:variant>
      <vt:variant>
        <vt:i4>1441844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_Toc385758762</vt:lpwstr>
      </vt:variant>
      <vt:variant>
        <vt:i4>1441844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_Toc385758761</vt:lpwstr>
      </vt:variant>
      <vt:variant>
        <vt:i4>1441844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_Toc385758760</vt:lpwstr>
      </vt:variant>
      <vt:variant>
        <vt:i4>1376308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_Toc385758759</vt:lpwstr>
      </vt:variant>
      <vt:variant>
        <vt:i4>1376308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_Toc385758758</vt:lpwstr>
      </vt:variant>
      <vt:variant>
        <vt:i4>1376308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_Toc385758757</vt:lpwstr>
      </vt:variant>
      <vt:variant>
        <vt:i4>1376308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_Toc385758756</vt:lpwstr>
      </vt:variant>
      <vt:variant>
        <vt:i4>1376308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_Toc385758755</vt:lpwstr>
      </vt:variant>
      <vt:variant>
        <vt:i4>1376308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_Toc385758754</vt:lpwstr>
      </vt:variant>
      <vt:variant>
        <vt:i4>1376308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_Toc385758753</vt:lpwstr>
      </vt:variant>
      <vt:variant>
        <vt:i4>1376308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_Toc385758752</vt:lpwstr>
      </vt:variant>
      <vt:variant>
        <vt:i4>1376308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_Toc385758751</vt:lpwstr>
      </vt:variant>
      <vt:variant>
        <vt:i4>1376308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_Toc385758750</vt:lpwstr>
      </vt:variant>
      <vt:variant>
        <vt:i4>1310772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_Toc385758749</vt:lpwstr>
      </vt:variant>
      <vt:variant>
        <vt:i4>1310772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_Toc385758748</vt:lpwstr>
      </vt:variant>
      <vt:variant>
        <vt:i4>1310772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_Toc385758747</vt:lpwstr>
      </vt:variant>
      <vt:variant>
        <vt:i4>1310772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_Toc385758746</vt:lpwstr>
      </vt:variant>
      <vt:variant>
        <vt:i4>1310772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_Toc385758745</vt:lpwstr>
      </vt:variant>
      <vt:variant>
        <vt:i4>1310772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_Toc385758744</vt:lpwstr>
      </vt:variant>
      <vt:variant>
        <vt:i4>1310772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_Toc385758743</vt:lpwstr>
      </vt:variant>
      <vt:variant>
        <vt:i4>1310772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_Toc385758742</vt:lpwstr>
      </vt:variant>
      <vt:variant>
        <vt:i4>1310772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_Toc385758741</vt:lpwstr>
      </vt:variant>
      <vt:variant>
        <vt:i4>1310772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_Toc385758740</vt:lpwstr>
      </vt:variant>
      <vt:variant>
        <vt:i4>1245236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_Toc385758739</vt:lpwstr>
      </vt:variant>
      <vt:variant>
        <vt:i4>1245236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_Toc385758738</vt:lpwstr>
      </vt:variant>
      <vt:variant>
        <vt:i4>1245236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_Toc385758737</vt:lpwstr>
      </vt:variant>
      <vt:variant>
        <vt:i4>1245236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_Toc385758736</vt:lpwstr>
      </vt:variant>
      <vt:variant>
        <vt:i4>1245236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_Toc385758735</vt:lpwstr>
      </vt:variant>
      <vt:variant>
        <vt:i4>1245236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_Toc385758734</vt:lpwstr>
      </vt:variant>
      <vt:variant>
        <vt:i4>1245236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_Toc385758733</vt:lpwstr>
      </vt:variant>
      <vt:variant>
        <vt:i4>1245236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_Toc385758732</vt:lpwstr>
      </vt:variant>
      <vt:variant>
        <vt:i4>1245236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_Toc385758731</vt:lpwstr>
      </vt:variant>
      <vt:variant>
        <vt:i4>1245236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_Toc385758730</vt:lpwstr>
      </vt:variant>
      <vt:variant>
        <vt:i4>1179700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_Toc385758729</vt:lpwstr>
      </vt:variant>
      <vt:variant>
        <vt:i4>1179700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_Toc385758728</vt:lpwstr>
      </vt:variant>
      <vt:variant>
        <vt:i4>1179700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_Toc385758727</vt:lpwstr>
      </vt:variant>
      <vt:variant>
        <vt:i4>1179700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_Toc385758726</vt:lpwstr>
      </vt:variant>
      <vt:variant>
        <vt:i4>1179700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_Toc385758725</vt:lpwstr>
      </vt:variant>
      <vt:variant>
        <vt:i4>1179700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_Toc385758724</vt:lpwstr>
      </vt:variant>
      <vt:variant>
        <vt:i4>1179700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_Toc385758723</vt:lpwstr>
      </vt:variant>
      <vt:variant>
        <vt:i4>1179700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_Toc385758722</vt:lpwstr>
      </vt:variant>
      <vt:variant>
        <vt:i4>1179700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_Toc385758721</vt:lpwstr>
      </vt:variant>
      <vt:variant>
        <vt:i4>1179700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_Toc385758720</vt:lpwstr>
      </vt:variant>
      <vt:variant>
        <vt:i4>1114164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_Toc385758719</vt:lpwstr>
      </vt:variant>
      <vt:variant>
        <vt:i4>1114164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_Toc385758718</vt:lpwstr>
      </vt:variant>
      <vt:variant>
        <vt:i4>1114164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_Toc385758717</vt:lpwstr>
      </vt:variant>
      <vt:variant>
        <vt:i4>1114164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_Toc385758716</vt:lpwstr>
      </vt:variant>
      <vt:variant>
        <vt:i4>1114164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_Toc385758715</vt:lpwstr>
      </vt:variant>
      <vt:variant>
        <vt:i4>1114164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_Toc385758714</vt:lpwstr>
      </vt:variant>
      <vt:variant>
        <vt:i4>1114164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_Toc385758713</vt:lpwstr>
      </vt:variant>
      <vt:variant>
        <vt:i4>1114164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_Toc385758712</vt:lpwstr>
      </vt:variant>
      <vt:variant>
        <vt:i4>1114164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_Toc385758711</vt:lpwstr>
      </vt:variant>
      <vt:variant>
        <vt:i4>1114164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_Toc385758710</vt:lpwstr>
      </vt:variant>
      <vt:variant>
        <vt:i4>1048628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_Toc385758709</vt:lpwstr>
      </vt:variant>
      <vt:variant>
        <vt:i4>1048628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_Toc385758708</vt:lpwstr>
      </vt:variant>
      <vt:variant>
        <vt:i4>1048628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_Toc385758707</vt:lpwstr>
      </vt:variant>
      <vt:variant>
        <vt:i4>1048628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_Toc385758706</vt:lpwstr>
      </vt:variant>
      <vt:variant>
        <vt:i4>1048628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_Toc385758705</vt:lpwstr>
      </vt:variant>
      <vt:variant>
        <vt:i4>1048628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_Toc385758704</vt:lpwstr>
      </vt:variant>
      <vt:variant>
        <vt:i4>1048628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_Toc385758703</vt:lpwstr>
      </vt:variant>
      <vt:variant>
        <vt:i4>1048628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_Toc385758702</vt:lpwstr>
      </vt:variant>
      <vt:variant>
        <vt:i4>1048628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_Toc385758701</vt:lpwstr>
      </vt:variant>
      <vt:variant>
        <vt:i4>1048628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_Toc385758700</vt:lpwstr>
      </vt:variant>
      <vt:variant>
        <vt:i4>1638453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_Toc385758699</vt:lpwstr>
      </vt:variant>
      <vt:variant>
        <vt:i4>1638453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_Toc385758698</vt:lpwstr>
      </vt:variant>
      <vt:variant>
        <vt:i4>1638453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_Toc385758697</vt:lpwstr>
      </vt:variant>
      <vt:variant>
        <vt:i4>1638453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_Toc385758696</vt:lpwstr>
      </vt:variant>
      <vt:variant>
        <vt:i4>1638453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_Toc385758695</vt:lpwstr>
      </vt:variant>
      <vt:variant>
        <vt:i4>1638453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_Toc385758694</vt:lpwstr>
      </vt:variant>
      <vt:variant>
        <vt:i4>1638453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_Toc385758693</vt:lpwstr>
      </vt:variant>
      <vt:variant>
        <vt:i4>1638453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_Toc385758692</vt:lpwstr>
      </vt:variant>
      <vt:variant>
        <vt:i4>1638453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_Toc385758691</vt:lpwstr>
      </vt:variant>
      <vt:variant>
        <vt:i4>1638453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_Toc385758690</vt:lpwstr>
      </vt:variant>
      <vt:variant>
        <vt:i4>1572917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_Toc385758689</vt:lpwstr>
      </vt:variant>
      <vt:variant>
        <vt:i4>1572917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_Toc385758688</vt:lpwstr>
      </vt:variant>
      <vt:variant>
        <vt:i4>1572917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_Toc385758687</vt:lpwstr>
      </vt:variant>
      <vt:variant>
        <vt:i4>1572917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_Toc385758686</vt:lpwstr>
      </vt:variant>
      <vt:variant>
        <vt:i4>1572917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_Toc385758685</vt:lpwstr>
      </vt:variant>
      <vt:variant>
        <vt:i4>1572917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_Toc385758684</vt:lpwstr>
      </vt:variant>
      <vt:variant>
        <vt:i4>1572917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_Toc385758683</vt:lpwstr>
      </vt:variant>
      <vt:variant>
        <vt:i4>1572917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_Toc385758682</vt:lpwstr>
      </vt:variant>
      <vt:variant>
        <vt:i4>1572917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_Toc385758681</vt:lpwstr>
      </vt:variant>
      <vt:variant>
        <vt:i4>1572917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_Toc385758680</vt:lpwstr>
      </vt:variant>
      <vt:variant>
        <vt:i4>1507381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_Toc385758679</vt:lpwstr>
      </vt:variant>
      <vt:variant>
        <vt:i4>1507381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_Toc385758678</vt:lpwstr>
      </vt:variant>
      <vt:variant>
        <vt:i4>1507381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_Toc385758677</vt:lpwstr>
      </vt:variant>
      <vt:variant>
        <vt:i4>1507381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_Toc385758676</vt:lpwstr>
      </vt:variant>
      <vt:variant>
        <vt:i4>1507381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_Toc385758675</vt:lpwstr>
      </vt:variant>
      <vt:variant>
        <vt:i4>1507381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_Toc385758674</vt:lpwstr>
      </vt:variant>
      <vt:variant>
        <vt:i4>1507381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_Toc385758673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_Toc385758672</vt:lpwstr>
      </vt:variant>
      <vt:variant>
        <vt:i4>1507381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_Toc385758671</vt:lpwstr>
      </vt:variant>
      <vt:variant>
        <vt:i4>1507381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_Toc385758670</vt:lpwstr>
      </vt:variant>
      <vt:variant>
        <vt:i4>1441845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_Toc385758669</vt:lpwstr>
      </vt:variant>
      <vt:variant>
        <vt:i4>1441845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_Toc385758668</vt:lpwstr>
      </vt:variant>
      <vt:variant>
        <vt:i4>1441845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_Toc385758667</vt:lpwstr>
      </vt:variant>
      <vt:variant>
        <vt:i4>1441845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_Toc385758666</vt:lpwstr>
      </vt:variant>
      <vt:variant>
        <vt:i4>1441845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_Toc385758665</vt:lpwstr>
      </vt:variant>
      <vt:variant>
        <vt:i4>1441845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_Toc385758664</vt:lpwstr>
      </vt:variant>
      <vt:variant>
        <vt:i4>327715</vt:i4>
      </vt:variant>
      <vt:variant>
        <vt:i4>0</vt:i4>
      </vt:variant>
      <vt:variant>
        <vt:i4>0</vt:i4>
      </vt:variant>
      <vt:variant>
        <vt:i4>5</vt:i4>
      </vt:variant>
      <vt:variant>
        <vt:lpwstr>mailto:info@almonji.com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B2</cp:lastModifiedBy>
  <cp:revision>51</cp:revision>
  <cp:lastPrinted>2014-04-26T05:01:00Z</cp:lastPrinted>
  <dcterms:created xsi:type="dcterms:W3CDTF">2014-04-21T05:40:00Z</dcterms:created>
  <dcterms:modified xsi:type="dcterms:W3CDTF">2014-04-26T05:08:00Z</dcterms:modified>
</cp:coreProperties>
</file>