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FB2" w:rsidRPr="00971256" w:rsidRDefault="0093486C" w:rsidP="00FA2B42">
      <w:pPr>
        <w:pStyle w:val="libCenter"/>
      </w:pPr>
      <w:r w:rsidRPr="0093486C">
        <w:rPr>
          <w:rtl/>
        </w:rPr>
        <w:drawing>
          <wp:inline distT="0" distB="0" distL="0" distR="0">
            <wp:extent cx="5297462" cy="7417612"/>
            <wp:effectExtent l="0" t="0" r="0" b="0"/>
            <wp:docPr id="1" name="Picture 1" descr="L:\New_kar\1439\zil_qadeh_1439\aadab_e_muashirat\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zil_qadeh_1439\aadab_e_muashirat\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08351" cy="7432858"/>
                    </a:xfrm>
                    <a:prstGeom prst="rect">
                      <a:avLst/>
                    </a:prstGeom>
                    <a:noFill/>
                    <a:ln>
                      <a:noFill/>
                    </a:ln>
                  </pic:spPr>
                </pic:pic>
              </a:graphicData>
            </a:graphic>
          </wp:inline>
        </w:drawing>
      </w:r>
    </w:p>
    <w:p w:rsidR="00E7750F" w:rsidRDefault="00E7750F" w:rsidP="00FA2B42">
      <w:pPr>
        <w:pStyle w:val="libNormal"/>
        <w:rPr>
          <w:rtl/>
        </w:rPr>
      </w:pPr>
      <w:r>
        <w:rPr>
          <w:rtl/>
        </w:rPr>
        <w:br w:type="page"/>
      </w:r>
    </w:p>
    <w:p w:rsidR="00971256" w:rsidRDefault="00971256" w:rsidP="00FA2B42">
      <w:pPr>
        <w:pStyle w:val="libNormal"/>
      </w:pPr>
    </w:p>
    <w:p w:rsidR="0056126B" w:rsidRDefault="0056126B" w:rsidP="00FA2B42">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w:t>
      </w:r>
      <w:r w:rsidR="00A96ED8">
        <w:rPr>
          <w:rtl/>
        </w:rPr>
        <w:t xml:space="preserve">میں </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A96ED8">
        <w:rPr>
          <w:rFonts w:hint="cs"/>
          <w:rtl/>
          <w:lang w:bidi="ur-PK"/>
        </w:rPr>
        <w:t xml:space="preserve">میں </w:t>
      </w:r>
      <w:r w:rsidR="004E4979">
        <w:rPr>
          <w:rFonts w:hint="cs"/>
          <w:rtl/>
          <w:lang w:bidi="ur-PK"/>
        </w:rPr>
        <w:t xml:space="preserve">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BD00F1" w:rsidRDefault="00E7750F" w:rsidP="00FA2B42">
      <w:pPr>
        <w:pStyle w:val="libNormal"/>
      </w:pPr>
      <w:r>
        <w:rPr>
          <w:rtl/>
        </w:rPr>
        <w:br w:type="page"/>
      </w:r>
    </w:p>
    <w:p w:rsidR="00E03C34" w:rsidRDefault="00E03C34" w:rsidP="00FA2B42">
      <w:pPr>
        <w:pStyle w:val="libNormal"/>
        <w:rPr>
          <w:rtl/>
        </w:rPr>
      </w:pPr>
    </w:p>
    <w:p w:rsidR="00E03C34" w:rsidRDefault="00E03C34" w:rsidP="00FA2B42">
      <w:pPr>
        <w:pStyle w:val="libNormal"/>
        <w:rPr>
          <w:rtl/>
        </w:rPr>
      </w:pPr>
    </w:p>
    <w:p w:rsidR="00E03C34" w:rsidRDefault="00E03C34" w:rsidP="00FA2B42">
      <w:pPr>
        <w:pStyle w:val="libNormal"/>
        <w:rPr>
          <w:rtl/>
        </w:rPr>
      </w:pPr>
    </w:p>
    <w:p w:rsidR="00E03C34" w:rsidRDefault="00E03C34" w:rsidP="00FA2B42">
      <w:pPr>
        <w:pStyle w:val="libCenterBold2"/>
        <w:rPr>
          <w:rtl/>
        </w:rPr>
      </w:pPr>
      <w:r>
        <w:rPr>
          <w:rtl/>
        </w:rPr>
        <w:t xml:space="preserve">تدوين : اسلامى تحقيقاتى مركز </w:t>
      </w:r>
    </w:p>
    <w:p w:rsidR="00E03C34" w:rsidRDefault="00E03C34" w:rsidP="00FA2B42">
      <w:pPr>
        <w:pStyle w:val="libCenterBold2"/>
        <w:rPr>
          <w:rtl/>
        </w:rPr>
      </w:pPr>
      <w:r>
        <w:rPr>
          <w:rtl/>
        </w:rPr>
        <w:t xml:space="preserve">ترجمہ: معارف اسلام پبلشرز </w:t>
      </w:r>
    </w:p>
    <w:p w:rsidR="00E03C34" w:rsidRDefault="00E03C34" w:rsidP="00FA2B42">
      <w:pPr>
        <w:pStyle w:val="libCenterBold2"/>
        <w:rPr>
          <w:rtl/>
        </w:rPr>
      </w:pPr>
      <w:r>
        <w:rPr>
          <w:rtl/>
        </w:rPr>
        <w:t xml:space="preserve">نشر: نور مطاف </w:t>
      </w:r>
    </w:p>
    <w:p w:rsidR="00E03C34" w:rsidRDefault="00E03C34" w:rsidP="00FA2B42">
      <w:pPr>
        <w:pStyle w:val="libCenterBold2"/>
        <w:rPr>
          <w:rtl/>
        </w:rPr>
      </w:pPr>
      <w:r>
        <w:rPr>
          <w:rtl/>
        </w:rPr>
        <w:t xml:space="preserve">سنہ اشاعت: شعبان المعظم 1424 ھ_ق </w:t>
      </w:r>
    </w:p>
    <w:p w:rsidR="00E03C34" w:rsidRDefault="00E03C34" w:rsidP="00FA2B42">
      <w:pPr>
        <w:pStyle w:val="libCenterBold2"/>
        <w:rPr>
          <w:rtl/>
        </w:rPr>
      </w:pPr>
      <w:r>
        <w:rPr>
          <w:rtl/>
        </w:rPr>
        <w:t xml:space="preserve">چاپ: دوم </w:t>
      </w:r>
    </w:p>
    <w:p w:rsidR="00E03C34" w:rsidRDefault="00E03C34" w:rsidP="00FA2B42">
      <w:pPr>
        <w:pStyle w:val="libCenterBold2"/>
        <w:rPr>
          <w:rtl/>
        </w:rPr>
      </w:pPr>
      <w:r>
        <w:rPr>
          <w:rtl/>
        </w:rPr>
        <w:t>تعداد: 2000</w:t>
      </w:r>
    </w:p>
    <w:p w:rsidR="00E03C34" w:rsidRDefault="00E03C34" w:rsidP="00FA2B42">
      <w:pPr>
        <w:pStyle w:val="libCenterBold2"/>
      </w:pPr>
      <w:r>
        <w:t>Web : www.maaref-foundation.com</w:t>
      </w:r>
    </w:p>
    <w:p w:rsidR="00E03C34" w:rsidRDefault="00E03C34" w:rsidP="00FA2B42">
      <w:pPr>
        <w:pStyle w:val="libCenterBold2"/>
      </w:pPr>
      <w:r>
        <w:t>E-mail: info@maaref-foundation.com</w:t>
      </w:r>
    </w:p>
    <w:p w:rsidR="00E03C34" w:rsidRDefault="00E03C34" w:rsidP="00FA2B42">
      <w:pPr>
        <w:pStyle w:val="libCenterBold2"/>
        <w:rPr>
          <w:rtl/>
        </w:rPr>
      </w:pPr>
    </w:p>
    <w:p w:rsidR="00E03C34" w:rsidRDefault="00E03C34" w:rsidP="00FA2B42">
      <w:pPr>
        <w:pStyle w:val="libCenterBold2"/>
        <w:rPr>
          <w:rtl/>
        </w:rPr>
      </w:pPr>
      <w:r>
        <w:rPr>
          <w:rtl/>
        </w:rPr>
        <w:t xml:space="preserve">جملہ حقوق طبع بحق معارف اسلام پبلشرز محفوظ ہيں _ </w:t>
      </w:r>
    </w:p>
    <w:p w:rsidR="00AA36B6" w:rsidRDefault="00AA36B6" w:rsidP="00FA2B42">
      <w:pPr>
        <w:pStyle w:val="libNormal"/>
        <w:rPr>
          <w:rtl/>
        </w:rPr>
      </w:pPr>
      <w:r>
        <w:rPr>
          <w:rtl/>
        </w:rPr>
        <w:br w:type="page"/>
      </w:r>
    </w:p>
    <w:p w:rsidR="00E03C34" w:rsidRDefault="00E03C34" w:rsidP="00FA2B42">
      <w:pPr>
        <w:pStyle w:val="libArabic"/>
        <w:rPr>
          <w:rtl/>
        </w:rPr>
      </w:pPr>
      <w:r>
        <w:rPr>
          <w:rtl/>
        </w:rPr>
        <w:lastRenderedPageBreak/>
        <w:t>بسم الل</w:t>
      </w:r>
      <w:r w:rsidR="00FA2B42" w:rsidRPr="00FA2B42">
        <w:rPr>
          <w:rFonts w:hint="cs"/>
          <w:rtl/>
        </w:rPr>
        <w:t>ه</w:t>
      </w:r>
      <w:r>
        <w:rPr>
          <w:rtl/>
        </w:rPr>
        <w:t xml:space="preserve"> </w:t>
      </w:r>
      <w:r>
        <w:rPr>
          <w:rFonts w:hint="cs"/>
          <w:rtl/>
        </w:rPr>
        <w:t>الرحمن</w:t>
      </w:r>
      <w:r>
        <w:rPr>
          <w:rtl/>
        </w:rPr>
        <w:t xml:space="preserve"> </w:t>
      </w:r>
      <w:r>
        <w:rPr>
          <w:rFonts w:hint="cs"/>
          <w:rtl/>
        </w:rPr>
        <w:t>الرحيم</w:t>
      </w:r>
      <w:r>
        <w:rPr>
          <w:rtl/>
        </w:rPr>
        <w:t xml:space="preserve"> </w:t>
      </w:r>
    </w:p>
    <w:p w:rsidR="00E03C34" w:rsidRDefault="00E03C34" w:rsidP="00FA2B42">
      <w:pPr>
        <w:pStyle w:val="libArabic"/>
        <w:rPr>
          <w:rtl/>
        </w:rPr>
      </w:pPr>
      <w:r>
        <w:rPr>
          <w:rtl/>
        </w:rPr>
        <w:t>و صلى الل</w:t>
      </w:r>
      <w:r w:rsidR="00FA2B42" w:rsidRPr="00FA2B42">
        <w:rPr>
          <w:rFonts w:hint="cs"/>
          <w:rtl/>
        </w:rPr>
        <w:t>ه</w:t>
      </w:r>
      <w:r>
        <w:rPr>
          <w:rtl/>
        </w:rPr>
        <w:t xml:space="preserve"> </w:t>
      </w:r>
      <w:r>
        <w:rPr>
          <w:rFonts w:hint="cs"/>
          <w:rtl/>
        </w:rPr>
        <w:t>على</w:t>
      </w:r>
      <w:r>
        <w:rPr>
          <w:rtl/>
        </w:rPr>
        <w:t xml:space="preserve"> </w:t>
      </w:r>
      <w:r>
        <w:rPr>
          <w:rFonts w:hint="cs"/>
          <w:rtl/>
        </w:rPr>
        <w:t>سيدنا</w:t>
      </w:r>
      <w:r>
        <w:rPr>
          <w:rtl/>
        </w:rPr>
        <w:t xml:space="preserve"> </w:t>
      </w:r>
      <w:r>
        <w:rPr>
          <w:rFonts w:hint="cs"/>
          <w:rtl/>
        </w:rPr>
        <w:t>و</w:t>
      </w:r>
      <w:r>
        <w:rPr>
          <w:rtl/>
        </w:rPr>
        <w:t xml:space="preserve"> </w:t>
      </w:r>
      <w:r>
        <w:rPr>
          <w:rFonts w:hint="cs"/>
          <w:rtl/>
        </w:rPr>
        <w:t>مولى</w:t>
      </w:r>
      <w:r>
        <w:rPr>
          <w:rtl/>
        </w:rPr>
        <w:t xml:space="preserve"> </w:t>
      </w:r>
      <w:r>
        <w:rPr>
          <w:rFonts w:hint="cs"/>
          <w:rtl/>
        </w:rPr>
        <w:t>نا</w:t>
      </w:r>
      <w:r>
        <w:rPr>
          <w:rtl/>
        </w:rPr>
        <w:t xml:space="preserve"> </w:t>
      </w:r>
      <w:r>
        <w:rPr>
          <w:rFonts w:hint="cs"/>
          <w:rtl/>
        </w:rPr>
        <w:t>ابى</w:t>
      </w:r>
      <w:r>
        <w:rPr>
          <w:rtl/>
        </w:rPr>
        <w:t xml:space="preserve"> </w:t>
      </w:r>
      <w:r>
        <w:rPr>
          <w:rFonts w:hint="cs"/>
          <w:rtl/>
        </w:rPr>
        <w:t>القاسم</w:t>
      </w:r>
      <w:r>
        <w:rPr>
          <w:rtl/>
        </w:rPr>
        <w:t xml:space="preserve"> </w:t>
      </w:r>
    </w:p>
    <w:p w:rsidR="00E03C34" w:rsidRDefault="00E03C34" w:rsidP="00FA2B42">
      <w:pPr>
        <w:pStyle w:val="libArabic"/>
        <w:rPr>
          <w:rtl/>
        </w:rPr>
      </w:pPr>
      <w:r>
        <w:rPr>
          <w:rtl/>
        </w:rPr>
        <w:t>محمد و على ا</w:t>
      </w:r>
      <w:r w:rsidR="00FA2B42" w:rsidRPr="00FA2B42">
        <w:rPr>
          <w:rFonts w:hint="cs"/>
          <w:rtl/>
        </w:rPr>
        <w:t>ه</w:t>
      </w:r>
      <w:r>
        <w:rPr>
          <w:rFonts w:hint="cs"/>
          <w:rtl/>
        </w:rPr>
        <w:t>ل</w:t>
      </w:r>
      <w:r>
        <w:rPr>
          <w:rtl/>
        </w:rPr>
        <w:t xml:space="preserve"> </w:t>
      </w:r>
      <w:r>
        <w:rPr>
          <w:rFonts w:hint="cs"/>
          <w:rtl/>
        </w:rPr>
        <w:t>بيت</w:t>
      </w:r>
      <w:r w:rsidR="00FA2B42" w:rsidRPr="00FA2B42">
        <w:rPr>
          <w:rFonts w:hint="cs"/>
          <w:rtl/>
        </w:rPr>
        <w:t>ه</w:t>
      </w:r>
      <w:r>
        <w:rPr>
          <w:rtl/>
        </w:rPr>
        <w:t xml:space="preserve"> </w:t>
      </w:r>
      <w:r>
        <w:rPr>
          <w:rFonts w:hint="cs"/>
          <w:rtl/>
        </w:rPr>
        <w:t>الطا</w:t>
      </w:r>
      <w:r w:rsidR="00FA2B42" w:rsidRPr="00FA2B42">
        <w:rPr>
          <w:rFonts w:hint="cs"/>
          <w:rtl/>
        </w:rPr>
        <w:t>ه</w:t>
      </w:r>
      <w:r>
        <w:rPr>
          <w:rFonts w:hint="cs"/>
          <w:rtl/>
        </w:rPr>
        <w:t>رين</w:t>
      </w:r>
      <w:r>
        <w:rPr>
          <w:rtl/>
        </w:rPr>
        <w:t xml:space="preserve"> </w:t>
      </w:r>
      <w:r>
        <w:rPr>
          <w:rFonts w:hint="cs"/>
          <w:rtl/>
        </w:rPr>
        <w:t>و</w:t>
      </w:r>
      <w:r>
        <w:rPr>
          <w:rtl/>
        </w:rPr>
        <w:t xml:space="preserve"> </w:t>
      </w:r>
      <w:r>
        <w:rPr>
          <w:rFonts w:hint="cs"/>
          <w:rtl/>
        </w:rPr>
        <w:t>لعنة</w:t>
      </w:r>
      <w:r>
        <w:rPr>
          <w:rtl/>
        </w:rPr>
        <w:t xml:space="preserve"> </w:t>
      </w:r>
      <w:r>
        <w:rPr>
          <w:rFonts w:hint="cs"/>
          <w:rtl/>
        </w:rPr>
        <w:t>الله</w:t>
      </w:r>
      <w:r>
        <w:rPr>
          <w:rtl/>
        </w:rPr>
        <w:t xml:space="preserve"> </w:t>
      </w:r>
    </w:p>
    <w:p w:rsidR="00E03C34" w:rsidRDefault="00E03C34" w:rsidP="00FA2B42">
      <w:pPr>
        <w:pStyle w:val="libArabic"/>
        <w:rPr>
          <w:rtl/>
        </w:rPr>
      </w:pPr>
      <w:r>
        <w:rPr>
          <w:rtl/>
        </w:rPr>
        <w:t>على اعدائ</w:t>
      </w:r>
      <w:r w:rsidR="00FA2B42" w:rsidRPr="00FA2B42">
        <w:rPr>
          <w:rFonts w:hint="cs"/>
          <w:rtl/>
        </w:rPr>
        <w:t>ه</w:t>
      </w:r>
      <w:r>
        <w:rPr>
          <w:rFonts w:hint="cs"/>
          <w:rtl/>
        </w:rPr>
        <w:t>م</w:t>
      </w:r>
      <w:r>
        <w:rPr>
          <w:rtl/>
        </w:rPr>
        <w:t xml:space="preserve"> </w:t>
      </w:r>
      <w:r>
        <w:rPr>
          <w:rFonts w:hint="cs"/>
          <w:rtl/>
        </w:rPr>
        <w:t>اجمعين</w:t>
      </w:r>
      <w:r>
        <w:rPr>
          <w:rtl/>
        </w:rPr>
        <w:t xml:space="preserve"> </w:t>
      </w:r>
    </w:p>
    <w:p w:rsidR="00E03C34" w:rsidRDefault="00E03C34" w:rsidP="00FA2B42">
      <w:pPr>
        <w:pStyle w:val="libArabic"/>
        <w:rPr>
          <w:rtl/>
        </w:rPr>
      </w:pPr>
      <w:r>
        <w:rPr>
          <w:rtl/>
        </w:rPr>
        <w:t>قال امير المؤمنين عليه السلام : من اصلح ما بين</w:t>
      </w:r>
      <w:r w:rsidR="00FA2B42" w:rsidRPr="00FA2B42">
        <w:rPr>
          <w:rFonts w:hint="cs"/>
          <w:rtl/>
        </w:rPr>
        <w:t>ه</w:t>
      </w:r>
      <w:r>
        <w:rPr>
          <w:rtl/>
        </w:rPr>
        <w:t xml:space="preserve"> </w:t>
      </w:r>
      <w:r>
        <w:rPr>
          <w:rFonts w:hint="cs"/>
          <w:rtl/>
        </w:rPr>
        <w:t>و</w:t>
      </w:r>
      <w:r>
        <w:rPr>
          <w:rtl/>
        </w:rPr>
        <w:t xml:space="preserve"> </w:t>
      </w:r>
      <w:r>
        <w:rPr>
          <w:rFonts w:hint="cs"/>
          <w:rtl/>
        </w:rPr>
        <w:t>بين</w:t>
      </w:r>
      <w:r>
        <w:rPr>
          <w:rtl/>
        </w:rPr>
        <w:t xml:space="preserve"> </w:t>
      </w:r>
      <w:r>
        <w:rPr>
          <w:rFonts w:hint="cs"/>
          <w:rtl/>
        </w:rPr>
        <w:t>الله</w:t>
      </w:r>
      <w:r>
        <w:rPr>
          <w:rtl/>
        </w:rPr>
        <w:t xml:space="preserve"> </w:t>
      </w:r>
      <w:r>
        <w:rPr>
          <w:rFonts w:hint="cs"/>
          <w:rtl/>
        </w:rPr>
        <w:t>اصلح</w:t>
      </w:r>
      <w:r>
        <w:rPr>
          <w:rtl/>
        </w:rPr>
        <w:t xml:space="preserve"> </w:t>
      </w:r>
      <w:r>
        <w:rPr>
          <w:rFonts w:hint="cs"/>
          <w:rtl/>
        </w:rPr>
        <w:t>الله</w:t>
      </w:r>
      <w:r>
        <w:rPr>
          <w:rtl/>
        </w:rPr>
        <w:t xml:space="preserve"> </w:t>
      </w:r>
      <w:r>
        <w:rPr>
          <w:rFonts w:hint="cs"/>
          <w:rtl/>
        </w:rPr>
        <w:t>ما</w:t>
      </w:r>
      <w:r>
        <w:rPr>
          <w:rtl/>
        </w:rPr>
        <w:t xml:space="preserve"> </w:t>
      </w:r>
      <w:r>
        <w:rPr>
          <w:rFonts w:hint="cs"/>
          <w:rtl/>
        </w:rPr>
        <w:t>ب</w:t>
      </w:r>
      <w:r>
        <w:rPr>
          <w:rtl/>
        </w:rPr>
        <w:t>ين</w:t>
      </w:r>
      <w:r w:rsidR="00FA2B42" w:rsidRPr="00FA2B42">
        <w:rPr>
          <w:rFonts w:hint="cs"/>
          <w:rtl/>
        </w:rPr>
        <w:t>ه</w:t>
      </w:r>
      <w:r>
        <w:rPr>
          <w:rtl/>
        </w:rPr>
        <w:t xml:space="preserve"> </w:t>
      </w:r>
      <w:r>
        <w:rPr>
          <w:rFonts w:hint="cs"/>
          <w:rtl/>
        </w:rPr>
        <w:t>و</w:t>
      </w:r>
      <w:r>
        <w:rPr>
          <w:rtl/>
        </w:rPr>
        <w:t xml:space="preserve"> </w:t>
      </w:r>
      <w:r>
        <w:rPr>
          <w:rFonts w:hint="cs"/>
          <w:rtl/>
        </w:rPr>
        <w:t>بين</w:t>
      </w:r>
      <w:r>
        <w:rPr>
          <w:rtl/>
        </w:rPr>
        <w:t xml:space="preserve"> </w:t>
      </w:r>
      <w:r>
        <w:rPr>
          <w:rFonts w:hint="cs"/>
          <w:rtl/>
        </w:rPr>
        <w:t>الناس</w:t>
      </w:r>
      <w:r>
        <w:rPr>
          <w:rtl/>
        </w:rPr>
        <w:t xml:space="preserve"> </w:t>
      </w:r>
      <w:r>
        <w:rPr>
          <w:rFonts w:hint="cs"/>
          <w:rtl/>
        </w:rPr>
        <w:t>و</w:t>
      </w:r>
      <w:r>
        <w:rPr>
          <w:rtl/>
        </w:rPr>
        <w:t xml:space="preserve"> </w:t>
      </w:r>
      <w:r>
        <w:rPr>
          <w:rFonts w:hint="cs"/>
          <w:rtl/>
        </w:rPr>
        <w:t>من</w:t>
      </w:r>
      <w:r>
        <w:rPr>
          <w:rtl/>
        </w:rPr>
        <w:t xml:space="preserve"> </w:t>
      </w:r>
      <w:r>
        <w:rPr>
          <w:rFonts w:hint="cs"/>
          <w:rtl/>
        </w:rPr>
        <w:t>اصلح</w:t>
      </w:r>
      <w:r>
        <w:rPr>
          <w:rtl/>
        </w:rPr>
        <w:t xml:space="preserve"> </w:t>
      </w:r>
      <w:r>
        <w:rPr>
          <w:rFonts w:hint="cs"/>
          <w:rtl/>
        </w:rPr>
        <w:t>امر</w:t>
      </w:r>
      <w:r>
        <w:rPr>
          <w:rtl/>
        </w:rPr>
        <w:t xml:space="preserve"> </w:t>
      </w:r>
      <w:r>
        <w:rPr>
          <w:rFonts w:hint="cs"/>
          <w:rtl/>
        </w:rPr>
        <w:t>آخرت</w:t>
      </w:r>
      <w:r w:rsidR="00FA2B42" w:rsidRPr="00FA2B42">
        <w:rPr>
          <w:rFonts w:hint="cs"/>
          <w:rtl/>
        </w:rPr>
        <w:t>ه</w:t>
      </w:r>
      <w:r>
        <w:rPr>
          <w:rtl/>
        </w:rPr>
        <w:t xml:space="preserve"> </w:t>
      </w:r>
      <w:r>
        <w:rPr>
          <w:rFonts w:hint="cs"/>
          <w:rtl/>
        </w:rPr>
        <w:t>اصلح</w:t>
      </w:r>
      <w:r>
        <w:rPr>
          <w:rtl/>
        </w:rPr>
        <w:t xml:space="preserve"> </w:t>
      </w:r>
      <w:r>
        <w:rPr>
          <w:rFonts w:hint="cs"/>
          <w:rtl/>
        </w:rPr>
        <w:t>الله</w:t>
      </w:r>
      <w:r>
        <w:rPr>
          <w:rtl/>
        </w:rPr>
        <w:t xml:space="preserve"> </w:t>
      </w:r>
      <w:r>
        <w:rPr>
          <w:rFonts w:hint="cs"/>
          <w:rtl/>
        </w:rPr>
        <w:t>ل</w:t>
      </w:r>
      <w:r w:rsidR="00FA2B42" w:rsidRPr="00FA2B42">
        <w:rPr>
          <w:rFonts w:hint="cs"/>
          <w:rtl/>
        </w:rPr>
        <w:t>ه</w:t>
      </w:r>
      <w:r>
        <w:rPr>
          <w:rtl/>
        </w:rPr>
        <w:t xml:space="preserve"> </w:t>
      </w:r>
      <w:r>
        <w:rPr>
          <w:rFonts w:hint="cs"/>
          <w:rtl/>
        </w:rPr>
        <w:t>دنيا</w:t>
      </w:r>
      <w:r w:rsidR="00FA2B42" w:rsidRPr="00FA2B42">
        <w:rPr>
          <w:rFonts w:hint="cs"/>
          <w:rtl/>
        </w:rPr>
        <w:t>ه</w:t>
      </w:r>
      <w:r>
        <w:rPr>
          <w:rtl/>
        </w:rPr>
        <w:t xml:space="preserve"> </w:t>
      </w:r>
    </w:p>
    <w:p w:rsidR="007525F8" w:rsidRDefault="007525F8" w:rsidP="00FA2B42">
      <w:pPr>
        <w:pStyle w:val="libNormal"/>
        <w:rPr>
          <w:rtl/>
        </w:rPr>
      </w:pPr>
      <w:r>
        <w:rPr>
          <w:rtl/>
        </w:rPr>
        <w:br w:type="page"/>
      </w:r>
    </w:p>
    <w:p w:rsidR="00E03C34" w:rsidRDefault="00E03C34" w:rsidP="00FA2B42">
      <w:pPr>
        <w:pStyle w:val="libNormal"/>
        <w:rPr>
          <w:rtl/>
        </w:rPr>
      </w:pPr>
    </w:p>
    <w:p w:rsidR="00E03C34" w:rsidRDefault="00E03C34" w:rsidP="00FA2B42">
      <w:pPr>
        <w:pStyle w:val="Heading2Center"/>
        <w:rPr>
          <w:rtl/>
        </w:rPr>
      </w:pPr>
      <w:bookmarkStart w:id="0" w:name="_Toc521154791"/>
      <w:r>
        <w:rPr>
          <w:rtl/>
        </w:rPr>
        <w:t>پيش لفظ:</w:t>
      </w:r>
      <w:bookmarkEnd w:id="0"/>
    </w:p>
    <w:p w:rsidR="00E03C34" w:rsidRDefault="00E03C34" w:rsidP="00FA2B42">
      <w:pPr>
        <w:pStyle w:val="libNormal"/>
        <w:rPr>
          <w:rtl/>
        </w:rPr>
      </w:pPr>
      <w:r>
        <w:rPr>
          <w:rtl/>
        </w:rPr>
        <w:t xml:space="preserve">موجودہ دور ميں بشر كے انفرادى اور اجتماعى روابط بظاہر بہت حسين ، خوب صورت و پرلطف دكھائي ديتے ہيں اور بظاہر ايسا لگتاہے كہ معاشرے ميں زندگى كے صحيح اصول اور آداب و رسوم موجود ہيں ليكن كبھى كبھى يہ روابط حسرت كا باعث اور انسانوں كو اس مدينہ فاضلہ كى ياد دلاتے ہيں جس كا ان سے وعدہ كيا گيا ہے _ اگر چہ آج كا انسان مادى وسائل اور اجتماعى آسائشے و رفاہ كے اعتبار سے توقع سے زيادہ اپنى آرزؤں اور اميدوں كو پاچكاہے اور ان تك رسائي حاصل كرچكاہے ليكن اس جذاب اور پرفريب ظاہر كوچھوڑ كر اگر اس كى حقيقى اور باطنى زندگى كى طرف چند قدم آگے بڑھ كر ديكھيں تو ايك عظيم اور ہولناك حالت كا مشاہدہ كريں گے جو بدترين قسم كے انفرادى اور اجتماعى روابط كى عكاس ہے_ </w:t>
      </w:r>
    </w:p>
    <w:p w:rsidR="007525F8" w:rsidRDefault="007525F8" w:rsidP="00FA2B42">
      <w:pPr>
        <w:pStyle w:val="libNormal"/>
        <w:rPr>
          <w:rtl/>
        </w:rPr>
      </w:pPr>
      <w:r>
        <w:rPr>
          <w:rtl/>
        </w:rPr>
        <w:br w:type="page"/>
      </w:r>
    </w:p>
    <w:p w:rsidR="00E03C34" w:rsidRDefault="00E03C34" w:rsidP="00FA2B42">
      <w:pPr>
        <w:pStyle w:val="libNormal"/>
        <w:rPr>
          <w:rtl/>
        </w:rPr>
      </w:pPr>
      <w:r>
        <w:rPr>
          <w:rtl/>
        </w:rPr>
        <w:lastRenderedPageBreak/>
        <w:t xml:space="preserve">يہ نكتہ قابل توجہ ہے كہ معنوى تلخى اور پستى و زبوں حالى كا اصل سبب انسان كى مادى كاميابياں نہيں بلكہ اس غم انگيز اور افسوس ناك صورت حال اور انسانوں كے اجتماعى آداب و رسومات كے آلودہ اور مريض ہونے كى علت ان كا آسمانى و آفاقى اعلى اسلامى اقدار سے دورى اختيار كرناہے_ </w:t>
      </w:r>
    </w:p>
    <w:p w:rsidR="00E03C34" w:rsidRDefault="00E03C34" w:rsidP="00FA2B42">
      <w:pPr>
        <w:pStyle w:val="libNormal"/>
        <w:rPr>
          <w:rtl/>
        </w:rPr>
      </w:pPr>
      <w:r>
        <w:rPr>
          <w:rtl/>
        </w:rPr>
        <w:t xml:space="preserve">يہ كتاب جو دوسرى بار طبع كى جارہى ہے ، ان بعض معاشرتى آداب كى بيانگر ہے جنہيں اسلام كى نگاہ ميں اجتماعى امنيت كے فراہم كرنے اور ايك اچھى اور دلپذير زندگى كو حاصل كرنے كيلئے اپنانا ضرورى ہے_ </w:t>
      </w:r>
    </w:p>
    <w:p w:rsidR="00E03C34" w:rsidRDefault="00E03C34" w:rsidP="00FA2B42">
      <w:pPr>
        <w:pStyle w:val="libNormal"/>
        <w:rPr>
          <w:rtl/>
        </w:rPr>
      </w:pPr>
      <w:r>
        <w:rPr>
          <w:rtl/>
        </w:rPr>
        <w:t xml:space="preserve">مؤسسہ معارف اسلامى خداوند متعال كا شكر گزار ہے كہ اس نے يہ توفيق عنايت فرمائي كہ اپنى اصل ذمہ دارى يعنى اسلامى معارف اور ثقافت كى نشر و اشاعت، كو پورا كرتے ہوئے اس كتاب كو نظر ثانى كے ساتھ دوسرى مرتبہ طبع كررہے ہيں _ </w:t>
      </w:r>
    </w:p>
    <w:p w:rsidR="00E03C34" w:rsidRDefault="00E03C34" w:rsidP="00FA2B42">
      <w:pPr>
        <w:pStyle w:val="libNormal"/>
        <w:rPr>
          <w:rtl/>
        </w:rPr>
      </w:pPr>
      <w:r>
        <w:rPr>
          <w:rtl/>
        </w:rPr>
        <w:t xml:space="preserve">آخر ميں ہم خداوند متعال سے دعا كرتے ہيں كہ مركز تحقيقات اسلامى كے محترم محققين_ جنہوں نے اس مفيد اثر كى تدوين ميں زحمت فرمائي اور ان محترم مترجمين كہ جنہوں نے ترجمہ اور تصحيح ميں زحمت فرمائي_ كو اجر وافر عنايت فرمائے اورہم سب كو اپنے فضل و كرم سے امام زمانہ(عج) كے انصار و اعوان ميں سے قرار دے _ </w:t>
      </w:r>
    </w:p>
    <w:p w:rsidR="00E03C34" w:rsidRDefault="00E03C34" w:rsidP="00FA2B42">
      <w:pPr>
        <w:pStyle w:val="libNormal"/>
        <w:rPr>
          <w:rtl/>
        </w:rPr>
      </w:pPr>
    </w:p>
    <w:p w:rsidR="00E03C34" w:rsidRDefault="00E03C34" w:rsidP="00FA2B42">
      <w:pPr>
        <w:pStyle w:val="libNormal"/>
        <w:rPr>
          <w:rtl/>
        </w:rPr>
      </w:pPr>
      <w:r>
        <w:rPr>
          <w:rtl/>
        </w:rPr>
        <w:t xml:space="preserve">معارف اسلام پبلشرز </w:t>
      </w:r>
    </w:p>
    <w:p w:rsidR="00E03C34" w:rsidRDefault="00E03C34" w:rsidP="00FA2B42">
      <w:pPr>
        <w:pStyle w:val="libNormal"/>
        <w:rPr>
          <w:rtl/>
        </w:rPr>
      </w:pPr>
      <w:r>
        <w:rPr>
          <w:rtl/>
        </w:rPr>
        <w:t xml:space="preserve">15 شعبان المعظم 1424 </w:t>
      </w:r>
    </w:p>
    <w:p w:rsidR="007525F8" w:rsidRDefault="007525F8" w:rsidP="00FA2B42">
      <w:pPr>
        <w:pStyle w:val="libNormal"/>
        <w:rPr>
          <w:rtl/>
        </w:rPr>
      </w:pPr>
      <w:r>
        <w:rPr>
          <w:rtl/>
        </w:rPr>
        <w:br w:type="page"/>
      </w:r>
    </w:p>
    <w:p w:rsidR="00E03C34" w:rsidRDefault="00E03C34" w:rsidP="00FA2B42">
      <w:pPr>
        <w:pStyle w:val="Heading2Center"/>
        <w:rPr>
          <w:rtl/>
        </w:rPr>
      </w:pPr>
      <w:bookmarkStart w:id="1" w:name="_Toc521154792"/>
      <w:r>
        <w:rPr>
          <w:rtl/>
        </w:rPr>
        <w:lastRenderedPageBreak/>
        <w:t>پہلا سبق:</w:t>
      </w:r>
      <w:bookmarkEnd w:id="1"/>
      <w:r>
        <w:rPr>
          <w:rtl/>
        </w:rPr>
        <w:t xml:space="preserve"> </w:t>
      </w:r>
    </w:p>
    <w:p w:rsidR="00E03C34" w:rsidRDefault="00E03C34" w:rsidP="00FA2B42">
      <w:pPr>
        <w:pStyle w:val="Heading2Center"/>
        <w:rPr>
          <w:rtl/>
        </w:rPr>
      </w:pPr>
      <w:bookmarkStart w:id="2" w:name="_Toc521154793"/>
      <w:r>
        <w:rPr>
          <w:rtl/>
        </w:rPr>
        <w:t>اخلاق حسنہ</w:t>
      </w:r>
      <w:bookmarkEnd w:id="2"/>
    </w:p>
    <w:p w:rsidR="00E03C34" w:rsidRDefault="00E03C34" w:rsidP="00FA2B42">
      <w:pPr>
        <w:pStyle w:val="Heading2Center"/>
        <w:rPr>
          <w:rtl/>
        </w:rPr>
      </w:pPr>
      <w:bookmarkStart w:id="3" w:name="_Toc521154794"/>
      <w:r>
        <w:rPr>
          <w:rtl/>
        </w:rPr>
        <w:t>1)_'' حسن خلق'' كا معني:</w:t>
      </w:r>
      <w:bookmarkEnd w:id="3"/>
    </w:p>
    <w:p w:rsidR="00E03C34" w:rsidRDefault="00E03C34" w:rsidP="00FA2B42">
      <w:pPr>
        <w:pStyle w:val="libNormal"/>
        <w:rPr>
          <w:rtl/>
        </w:rPr>
      </w:pPr>
      <w:r>
        <w:rPr>
          <w:rtl/>
        </w:rPr>
        <w:t xml:space="preserve">''حُسن خلق '' يعنى ''پسنديدہ اور اچھى عادت''، چنانچہ اس شخص كو ''خوش اخلاق'' كہا جاتا ہے كہ اچھى عادتيں اُس كى ذات و فطرت كا جزو بن چكى ہوں اور وہ دوسروں كے ساتھ كھلے چہرے اور اچھے انداز كے ساتھ پيش آنے كے ساتھ ساتھ پسنديدہ ميل جول ركھے_ امام جعفر صادق عليه السلام نے حسن خلق كى تشريح كرتے ہوئے فرمايا : </w:t>
      </w:r>
    </w:p>
    <w:p w:rsidR="00E03C34" w:rsidRDefault="00E03C34" w:rsidP="00FA2B42">
      <w:pPr>
        <w:pStyle w:val="libNormal"/>
        <w:rPr>
          <w:rtl/>
        </w:rPr>
      </w:pPr>
      <w:r w:rsidRPr="00F01BE6">
        <w:rPr>
          <w:rStyle w:val="libArabicChar"/>
          <w:rtl/>
        </w:rPr>
        <w:t>''تُلين جانبك' وتطيّبُ كلامك وتلقى ا خاك ببشر: حَسَن</w:t>
      </w:r>
      <w:r>
        <w:rPr>
          <w:rtl/>
        </w:rPr>
        <w:t xml:space="preserve">:''_ </w:t>
      </w:r>
    </w:p>
    <w:p w:rsidR="00E03C34" w:rsidRDefault="00E03C34" w:rsidP="000C7CB7">
      <w:pPr>
        <w:pStyle w:val="libNormal"/>
        <w:rPr>
          <w:rtl/>
        </w:rPr>
      </w:pPr>
      <w:r>
        <w:rPr>
          <w:rtl/>
        </w:rPr>
        <w:t>''تم اپنى ملاقات كے انداز ميںنرمى پيدا كرو' اپنى گفتگو كو شائستہ بنائو اور اپنے بھائي سے خندہ پيشانى سے ملو''</w:t>
      </w:r>
      <w:r w:rsidR="000C7CB7" w:rsidRPr="00610DB8">
        <w:rPr>
          <w:rStyle w:val="libFootnotenumChar"/>
          <w:rFonts w:hint="cs"/>
          <w:rtl/>
        </w:rPr>
        <w:t>(1)</w:t>
      </w:r>
      <w:r w:rsidRPr="000C7CB7">
        <w:rPr>
          <w:rStyle w:val="libFootnotenumChar"/>
          <w:rtl/>
        </w:rPr>
        <w:t xml:space="preserve"> </w:t>
      </w:r>
    </w:p>
    <w:p w:rsidR="00E03C34" w:rsidRDefault="00E03C34" w:rsidP="00FA2B42">
      <w:pPr>
        <w:pStyle w:val="libNormal"/>
        <w:rPr>
          <w:rtl/>
        </w:rPr>
      </w:pPr>
      <w:r>
        <w:rPr>
          <w:rtl/>
        </w:rPr>
        <w:t xml:space="preserve">عام طور پر اخلاق و حديث كى كتابوں ميں حسن خلق سے يہى معنى مراد ليا جاتاہے_ </w:t>
      </w:r>
    </w:p>
    <w:p w:rsidR="00E03C34" w:rsidRDefault="00F01BE6"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اصول كافى _ ج 3 ، ص 162، (ايمان و كفر :حُسن بشر)_بحارالانوار ج 71 ، ص 389(مطبوعة اسلامية)</w:t>
      </w:r>
    </w:p>
    <w:p w:rsidR="00E03C34" w:rsidRDefault="007525F8" w:rsidP="00FA2B42">
      <w:pPr>
        <w:pStyle w:val="Heading2Center"/>
        <w:rPr>
          <w:rtl/>
        </w:rPr>
      </w:pPr>
      <w:r>
        <w:rPr>
          <w:rtl/>
        </w:rPr>
        <w:br w:type="page"/>
      </w:r>
      <w:r>
        <w:rPr>
          <w:rtl/>
        </w:rPr>
        <w:lastRenderedPageBreak/>
        <w:t xml:space="preserve"> </w:t>
      </w:r>
      <w:r>
        <w:rPr>
          <w:rtl/>
        </w:rPr>
        <w:cr/>
      </w:r>
      <w:bookmarkStart w:id="4" w:name="_Toc521154795"/>
      <w:r w:rsidR="00E03C34">
        <w:rPr>
          <w:rtl/>
        </w:rPr>
        <w:t>اسلام ميں اخلاق حسنہ كا مقام:</w:t>
      </w:r>
      <w:bookmarkEnd w:id="4"/>
    </w:p>
    <w:p w:rsidR="00E03C34" w:rsidRDefault="00E03C34" w:rsidP="00FA2B42">
      <w:pPr>
        <w:pStyle w:val="libNormal"/>
        <w:rPr>
          <w:rtl/>
        </w:rPr>
      </w:pPr>
      <w:r>
        <w:rPr>
          <w:rtl/>
        </w:rPr>
        <w:t xml:space="preserve">اسلام ہميشہ اپنى پيروكاروں كو دوسروں كے ساتھ نرمى اور خوش مزاجى سے پيش آنے كى طرف دعوت ديناہے، اسلام نے خوش اخلاق انسان كى اہميت كو صرف مسلمانوں تك محدود نہيں ركھا ہے بلكہ اگر غير مسلمان بھى اس نيك صفت كا حامل ہوں تو وہ بھى اس كے فوائد كو پاسكتاہے_ جيسا كہ تاريخ ميں بيان ہوا ہے كہ : آنحضور (ص) نے حضرت امام على عليه السلام كوايسے تين افراد كے ساتھ جنگ كرنے كا حكم ديا جو آپ (ص) كو شہيد كرنے كى سازش ميں متحد ہوچكے تھے، امام على عليه السلام نے ان ميں سے ايك كوقتل كيا اور باقى دو كو قيدى بنا كر آپ (ص) كے سامنے پيش كيا _ آنحضرت (ص) نے پہلے انہيں دين مبين اسلام كى طرف دعوت دي، ليكن انہوں نے اسے قبول كرنے سے انكار كيا ، پھر آپ (ص) نے قتل كى سازش كے جرم پر ان كے خلاف قتل كا حكم جارى فرمايا ، اسى دوران آپ (ص) پر جبرئيل (ع) نازل ہوئے اور عرض كى : ''اللہ تعالى فرماتا ہے كہ ان دونوں ميں سے ايك شخص كو معاف كريں كيونكہ وہ خوش اخلاق اور سخاوتمند ہے'' _ آپ (ص) نے بھى اس شخص كو معاف فرمايا، جب اس شخص كو معلوم ہو اكہ اللہ تعالى نے اسے ان دو نيك صفات كى خاطر معاف فرمايا ہے تو اس نے اسلام كو تہ دل سے قبول كرليا_ پھر آپ (ص) نے اس شخص كے بارے ميں فرمايا : </w:t>
      </w:r>
    </w:p>
    <w:p w:rsidR="00E03C34" w:rsidRDefault="00E03C34" w:rsidP="00FA2B42">
      <w:pPr>
        <w:pStyle w:val="libNormal"/>
        <w:rPr>
          <w:rtl/>
        </w:rPr>
      </w:pPr>
      <w:r>
        <w:rPr>
          <w:rtl/>
        </w:rPr>
        <w:t>'' ان لوگوں ميں سے ہے جو خوش اخلاق اور سخاوتمند ہونے كى بناء پر جنت كا مستحق ہوے''</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اسلامى مقدس نظر يہ ميں حسن خلق كا معنى كبھى يہ نہيں كہ اگر كسى نے كوئي غلط اور ناپسند يدہ فعل انجام ديا تو اس كے سامنے خاموش ہوجائيں يا ہنس ديں بلكہ ايسے موقع پر </w:t>
      </w:r>
    </w:p>
    <w:p w:rsidR="00E03C34" w:rsidRDefault="006B1525" w:rsidP="000C7CB7">
      <w:pPr>
        <w:pStyle w:val="libLine"/>
        <w:rPr>
          <w:rtl/>
        </w:rPr>
      </w:pPr>
      <w:r>
        <w:rPr>
          <w:rtl/>
        </w:rPr>
        <w:t>____________________</w:t>
      </w:r>
      <w:r w:rsidR="00E03C34">
        <w:rPr>
          <w:rtl/>
        </w:rPr>
        <w:t xml:space="preserve"> </w:t>
      </w:r>
    </w:p>
    <w:p w:rsidR="00E03C34" w:rsidRPr="006B1525" w:rsidRDefault="00E03C34" w:rsidP="00FA2B42">
      <w:pPr>
        <w:pStyle w:val="libNormal"/>
        <w:rPr>
          <w:rStyle w:val="libFootnoteChar"/>
          <w:rtl/>
        </w:rPr>
      </w:pPr>
      <w:r>
        <w:rPr>
          <w:rtl/>
        </w:rPr>
        <w:t>1</w:t>
      </w:r>
      <w:r w:rsidRPr="006B1525">
        <w:rPr>
          <w:rStyle w:val="libFootnoteChar"/>
          <w:rtl/>
          <w:lang w:bidi="ar-SA"/>
        </w:rPr>
        <w:t>_ بحارالانوار ج 71، ص 390</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اس بات پر تاكيد كى گئي ہے كہ اس فعل كے خلاف مناسب رد عمل كا اظہار كرنا چاہئے' اگرچہ چند افراد كى ناراضگى كا سبب بن جائے _ كيونكہ ہميں اس وقت تك دوسروں كو ناراض نہيں كرنا چاہئے، جب تك اسلامى احكام اور اس كے اصول كى پامالى نہ ہوپائے_ </w:t>
      </w:r>
    </w:p>
    <w:p w:rsidR="00E03C34" w:rsidRDefault="00E03C34" w:rsidP="00FA2B42">
      <w:pPr>
        <w:pStyle w:val="libNormal"/>
        <w:rPr>
          <w:rtl/>
        </w:rPr>
      </w:pPr>
    </w:p>
    <w:p w:rsidR="00E03C34" w:rsidRDefault="00E03C34" w:rsidP="00FA2B42">
      <w:pPr>
        <w:pStyle w:val="Heading2Center"/>
        <w:rPr>
          <w:rtl/>
        </w:rPr>
      </w:pPr>
      <w:bookmarkStart w:id="5" w:name="_Toc521154796"/>
      <w:r>
        <w:rPr>
          <w:rtl/>
        </w:rPr>
        <w:t>2)_معصومين (ع) كے ارشادات:</w:t>
      </w:r>
      <w:bookmarkEnd w:id="5"/>
    </w:p>
    <w:p w:rsidR="00E03C34" w:rsidRDefault="00E03C34" w:rsidP="00FA2B42">
      <w:pPr>
        <w:pStyle w:val="libNormal"/>
        <w:rPr>
          <w:rtl/>
        </w:rPr>
      </w:pPr>
      <w:r>
        <w:rPr>
          <w:rtl/>
        </w:rPr>
        <w:t xml:space="preserve">رسول خدا (ص) اور ا ئمہ معصومين عليہم اسلام اخلاق حسنہ كى اعلى ترين مثاليں ہيں اور يہ بے مثال ''حُسن خلق ''ان كے كردار اور گفتار سے عياں تھا_ ان ہى عظےم شخصيتوں كے ارشادات كى روشنى ميں ہم ''حُسن خلق'' كے اعلى درجہ پر فائز ہوسكتے ہيں_ چنانچہ ہم يہاں اُن كے ارشادات سے چند نمونے پيش كررہے ہيں تاكہ وہ ہمارى زندگى كے لئے مشعل راہ بن جائيں : رسول خدا (ص) نے صحابہ كو مخاطب كركے فرمايا : </w:t>
      </w:r>
    </w:p>
    <w:p w:rsidR="00E03C34" w:rsidRDefault="00E03C34" w:rsidP="00FA2B42">
      <w:pPr>
        <w:pStyle w:val="libNormal"/>
        <w:rPr>
          <w:rtl/>
        </w:rPr>
      </w:pPr>
      <w:r>
        <w:rPr>
          <w:rtl/>
        </w:rPr>
        <w:t xml:space="preserve">''كيا ميں تمہيں وہ چيز نہ بتائوں كہ اخلاق كے لحاظ سے تم ميں سے كون مجھ سے زيادہ مشابہ ہے؟ صحابہ نے عرض كى : ''اے اللہ كے رسول (ص) ضرور بتايئے_'' تو آپ (ص) نے فرمايا : </w:t>
      </w:r>
    </w:p>
    <w:p w:rsidR="00E03C34" w:rsidRDefault="00E03C34" w:rsidP="00FA2B42">
      <w:pPr>
        <w:pStyle w:val="libNormal"/>
        <w:rPr>
          <w:rtl/>
        </w:rPr>
      </w:pPr>
      <w:r>
        <w:rPr>
          <w:rtl/>
        </w:rPr>
        <w:t>''جس كا اخلاق بہت اچھا ہے''</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آپ (ص) ہى كا ارشاد گرامى ہے: </w:t>
      </w:r>
    </w:p>
    <w:p w:rsidR="00E03C34" w:rsidRDefault="00E03C34" w:rsidP="00FA2B42">
      <w:pPr>
        <w:pStyle w:val="libLine"/>
        <w:rPr>
          <w:rtl/>
        </w:rPr>
      </w:pPr>
      <w:r>
        <w:rPr>
          <w:rtl/>
        </w:rPr>
        <w:t>''خوش نصيب ہے وہ شخص جو لوگوں سے خوش خلقى سے ملتا ہے ' ان كى مدد كرتا ہے اور اپنى برائي سے انہيں محفوظ ركھتا ہے''</w:t>
      </w:r>
      <w:r w:rsidR="0006593C">
        <w:rPr>
          <w:rtl/>
        </w:rPr>
        <w:t xml:space="preserve"> </w:t>
      </w:r>
      <w:r w:rsidR="0006593C" w:rsidRPr="00610DB8">
        <w:rPr>
          <w:rStyle w:val="libFootnotenumChar"/>
          <w:rtl/>
        </w:rPr>
        <w:t>(2)</w:t>
      </w:r>
      <w:r w:rsidR="0006593C">
        <w:rPr>
          <w:rtl/>
        </w:rPr>
        <w:t xml:space="preserve"> </w:t>
      </w:r>
      <w:r w:rsidR="0006593C">
        <w:rPr>
          <w:rtl/>
        </w:rPr>
        <w:cr/>
        <w:t xml:space="preserve"> </w:t>
      </w:r>
      <w:r w:rsidR="006B1525" w:rsidRPr="000C7CB7">
        <w:rPr>
          <w:rtl/>
        </w:rPr>
        <w:t>____________________</w:t>
      </w:r>
      <w:r>
        <w:rPr>
          <w:rtl/>
        </w:rPr>
        <w:t xml:space="preserve"> </w:t>
      </w:r>
    </w:p>
    <w:p w:rsidR="00E03C34" w:rsidRDefault="00E03C34" w:rsidP="00FA2B42">
      <w:pPr>
        <w:pStyle w:val="libFootnote"/>
        <w:rPr>
          <w:rtl/>
        </w:rPr>
      </w:pPr>
      <w:r>
        <w:rPr>
          <w:rtl/>
        </w:rPr>
        <w:t xml:space="preserve">1_ اصول كافى (مترجم ) ج2، ص 84يا تحف العقول ص48 </w:t>
      </w:r>
    </w:p>
    <w:p w:rsidR="00E03C34" w:rsidRDefault="00E03C34" w:rsidP="00FA2B42">
      <w:pPr>
        <w:pStyle w:val="libFootnote"/>
        <w:rPr>
          <w:rtl/>
        </w:rPr>
      </w:pPr>
      <w:r>
        <w:rPr>
          <w:rtl/>
        </w:rPr>
        <w:t>2_ تُحف العقول ، ص28</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امام جعفر صادق عليه السلام فرماتے ہيں: </w:t>
      </w:r>
    </w:p>
    <w:p w:rsidR="00E03C34" w:rsidRDefault="00E03C34" w:rsidP="00FA2B42">
      <w:pPr>
        <w:pStyle w:val="libNormal"/>
        <w:rPr>
          <w:rtl/>
        </w:rPr>
      </w:pPr>
      <w:r>
        <w:rPr>
          <w:rtl/>
        </w:rPr>
        <w:t xml:space="preserve">''خداوند عالم نے اپنے ايك پيغمبر كو مخاطب كركے فرمايا : </w:t>
      </w:r>
    </w:p>
    <w:p w:rsidR="00E03C34" w:rsidRDefault="00E03C34" w:rsidP="00FA2B42">
      <w:pPr>
        <w:pStyle w:val="libNormal"/>
        <w:rPr>
          <w:rtl/>
        </w:rPr>
      </w:pPr>
      <w:r>
        <w:rPr>
          <w:rtl/>
        </w:rPr>
        <w:t>''خوش خلقى گناہوں كو اُسى طرح ختم كرديتى ہے جس طرح سورج برف كو پگھلاديتا ہے''</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آپ (ع) ہى كا ارشاد ہے: </w:t>
      </w:r>
    </w:p>
    <w:p w:rsidR="00E03C34" w:rsidRDefault="00E03C34" w:rsidP="00FA2B42">
      <w:pPr>
        <w:pStyle w:val="libNormal"/>
        <w:rPr>
          <w:rtl/>
        </w:rPr>
      </w:pPr>
      <w:r>
        <w:rPr>
          <w:rtl/>
        </w:rPr>
        <w:t>''بے شك بندہ اپنے حسن اخلاق سے دن كو روزہ ركھنے والے اور رات كو نماز قائم كرنے والے كا درجہ حاصل كرليتا ہے''</w:t>
      </w:r>
      <w:r w:rsidR="0006593C">
        <w:rPr>
          <w:rtl/>
        </w:rPr>
        <w:t xml:space="preserve"> </w:t>
      </w:r>
      <w:r w:rsidR="0006593C" w:rsidRPr="00610DB8">
        <w:rPr>
          <w:rStyle w:val="libFootnotenumChar"/>
          <w:rtl/>
        </w:rPr>
        <w:t>(2)</w:t>
      </w:r>
      <w:r w:rsidR="0006593C">
        <w:rPr>
          <w:rtl/>
        </w:rPr>
        <w:t xml:space="preserve"> </w:t>
      </w:r>
      <w:r w:rsidR="0006593C">
        <w:rPr>
          <w:rtl/>
        </w:rPr>
        <w:cr/>
        <w:t xml:space="preserve"> </w:t>
      </w:r>
    </w:p>
    <w:p w:rsidR="00E03C34" w:rsidRPr="006B1525" w:rsidRDefault="00E03C34" w:rsidP="00FA2B42">
      <w:pPr>
        <w:pStyle w:val="Heading2Center"/>
        <w:rPr>
          <w:rtl/>
        </w:rPr>
      </w:pPr>
      <w:bookmarkStart w:id="6" w:name="_Toc521154797"/>
      <w:r>
        <w:rPr>
          <w:rtl/>
        </w:rPr>
        <w:t>3</w:t>
      </w:r>
      <w:r w:rsidRPr="006B1525">
        <w:rPr>
          <w:rtl/>
        </w:rPr>
        <w:t>)_اخلاق معصومين (ع) كے چند نمونے:</w:t>
      </w:r>
      <w:bookmarkEnd w:id="6"/>
    </w:p>
    <w:p w:rsidR="00E03C34" w:rsidRDefault="00E03C34" w:rsidP="00FA2B42">
      <w:pPr>
        <w:pStyle w:val="libNormal"/>
        <w:rPr>
          <w:rtl/>
        </w:rPr>
      </w:pPr>
      <w:r>
        <w:rPr>
          <w:rtl/>
        </w:rPr>
        <w:t xml:space="preserve">ہمارے معصوم رہبروں (ع) نے جس طرح ''اخلاق حسنہ'' كے بارے ميں نہايت ہى سبق آموز ارشادات فرمائے ہيں ' اسى طرح دوست اور دشمن كے سامنے نيك اخلاق كے بہترين على نمونے بھى پيش كئے ہيں; ملاحظہ كيجئے: </w:t>
      </w:r>
    </w:p>
    <w:p w:rsidR="00E03C34" w:rsidRDefault="00E03C34" w:rsidP="00FA2B42">
      <w:pPr>
        <w:pStyle w:val="libNormal"/>
        <w:rPr>
          <w:rtl/>
        </w:rPr>
      </w:pPr>
      <w:r>
        <w:rPr>
          <w:rtl/>
        </w:rPr>
        <w:t xml:space="preserve">1_انس (پيغمبر اكرم (ص) كے خادم) سے مروى ہے كہ : ميں نے رسالت مآب (ص) كى نوسال تك خدمت كى 'ليكن اس طويل عرصے ميںحضور (ص) نے مجھے حتى ايك بار بھى يہ نہيں فرمايا: ''تم نے ايسا كيوں كيا؟'' _ ميرے كسى كام ميں كبھى كوئي نقص نہيں نكالا، ميں نے اس مدت ميں آنحضرت (ص) كى خوشبو سے بڑھ كر كوئي اور خوشبو نہيں سونگھي، ايك دن ايك باديہ نشين (ديہاتي) آيا اور آنحضرت (ص) كى عبا كو اتنى زور سے كھينچا كہ عبا كے نشان آپ (ص) كى گردن پر ظاہر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 xml:space="preserve">1_ تحف العقول _ ص 28_ بحارالانوار ج 71، ص 383 </w:t>
      </w:r>
    </w:p>
    <w:p w:rsidR="00E03C34" w:rsidRDefault="00E03C34" w:rsidP="00FA2B42">
      <w:pPr>
        <w:pStyle w:val="libFootnote"/>
        <w:rPr>
          <w:rtl/>
        </w:rPr>
      </w:pPr>
      <w:r>
        <w:rPr>
          <w:rtl/>
        </w:rPr>
        <w:t>2_ وسائل الشيعہ ج8، ص 56_ تحف العقول ص 48</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ہوگئے_ اس كا اصرار تھا كہ حضور اكرم (ص) اسے كوئي چيز عطا فرمائيں_ رسالتمآب (ص) نے بڑى نرمى اور مہربانى سے اُسے ديكھا اور مسكراتے ہوئے فرمايا: </w:t>
      </w:r>
    </w:p>
    <w:p w:rsidR="00E03C34" w:rsidRDefault="00E03C34" w:rsidP="00FA2B42">
      <w:pPr>
        <w:pStyle w:val="libNormal"/>
        <w:rPr>
          <w:rtl/>
        </w:rPr>
      </w:pPr>
      <w:r>
        <w:rPr>
          <w:rtl/>
        </w:rPr>
        <w:t xml:space="preserve">''اسے كوئي چيز دے دو''_ </w:t>
      </w:r>
    </w:p>
    <w:p w:rsidR="00E03C34" w:rsidRDefault="00E03C34" w:rsidP="00FA2B42">
      <w:pPr>
        <w:pStyle w:val="libNormal"/>
        <w:rPr>
          <w:rtl/>
        </w:rPr>
      </w:pPr>
      <w:r>
        <w:rPr>
          <w:rtl/>
        </w:rPr>
        <w:t xml:space="preserve">چنانچہ خداوند عالم نے يہ آيت نازل فرمائي: </w:t>
      </w:r>
    </w:p>
    <w:p w:rsidR="00E03C34" w:rsidRDefault="0006593C" w:rsidP="004D2FB8">
      <w:pPr>
        <w:pStyle w:val="libNormal"/>
        <w:rPr>
          <w:rtl/>
        </w:rPr>
      </w:pPr>
      <w:r>
        <w:rPr>
          <w:rStyle w:val="libAieChar"/>
          <w:rtl/>
        </w:rPr>
        <w:t xml:space="preserve"> </w:t>
      </w:r>
      <w:r w:rsidRPr="0006593C">
        <w:rPr>
          <w:rStyle w:val="libAlaemChar"/>
          <w:rtl/>
        </w:rPr>
        <w:t>(</w:t>
      </w:r>
      <w:r w:rsidRPr="006B1525">
        <w:rPr>
          <w:rStyle w:val="libAieChar"/>
          <w:rtl/>
        </w:rPr>
        <w:t>انّك لَعلى خُلق: عظيم</w:t>
      </w:r>
      <w:r>
        <w:rPr>
          <w:rStyle w:val="libAieChar"/>
          <w:rtl/>
        </w:rPr>
        <w:t xml:space="preserve"> </w:t>
      </w:r>
      <w:r w:rsidR="000C7CB7" w:rsidRPr="000C7CB7">
        <w:rPr>
          <w:rStyle w:val="libAlaemChar"/>
          <w:rtl/>
        </w:rPr>
        <w:t>)</w:t>
      </w:r>
      <w:r w:rsidR="00E03C34">
        <w:rPr>
          <w:rtl/>
        </w:rPr>
        <w:t xml:space="preserve"> </w:t>
      </w:r>
      <w:r w:rsidR="004D2FB8" w:rsidRPr="00610DB8">
        <w:rPr>
          <w:rStyle w:val="libFootnotenumChar"/>
          <w:rFonts w:hint="cs"/>
          <w:rtl/>
        </w:rPr>
        <w:t>(1)</w:t>
      </w:r>
      <w:r w:rsidR="00E03C34" w:rsidRPr="004D2FB8">
        <w:rPr>
          <w:rStyle w:val="libFootnotenumChar"/>
          <w:rtl/>
        </w:rPr>
        <w:t xml:space="preserve"> </w:t>
      </w:r>
    </w:p>
    <w:p w:rsidR="00E03C34" w:rsidRDefault="00E03C34" w:rsidP="00FA2B42">
      <w:pPr>
        <w:pStyle w:val="libNormal"/>
        <w:rPr>
          <w:rtl/>
        </w:rPr>
      </w:pPr>
      <w:r>
        <w:rPr>
          <w:rtl/>
        </w:rPr>
        <w:t xml:space="preserve">''بے شك آپ اخلاق (حسنہ) كے اعلى درجہ پر فائز ہيں''_ </w:t>
      </w:r>
    </w:p>
    <w:p w:rsidR="00E03C34" w:rsidRDefault="00E03C34" w:rsidP="00FA2B42">
      <w:pPr>
        <w:pStyle w:val="libNormal"/>
        <w:rPr>
          <w:rtl/>
        </w:rPr>
      </w:pPr>
      <w:r>
        <w:rPr>
          <w:rtl/>
        </w:rPr>
        <w:t xml:space="preserve">2_حضرت امام زين العابدين _ كے قريبى افراد ميں سے ايك شخص آپ (ع) كے پاس آيا اور بُرا بھلا كہنے لگا ' ليكن آپ (ع) خاموش رہے ، جب وہ شخص چلا گيا تو امام (ع) نے حاضرين كو مخاطب كركے فرمايا: </w:t>
      </w:r>
    </w:p>
    <w:p w:rsidR="00E03C34" w:rsidRDefault="00E03C34" w:rsidP="00FA2B42">
      <w:pPr>
        <w:pStyle w:val="libNormal"/>
        <w:rPr>
          <w:rtl/>
        </w:rPr>
      </w:pPr>
      <w:r>
        <w:rPr>
          <w:rtl/>
        </w:rPr>
        <w:t xml:space="preserve">''آپ لوگوں نے سن ليا ہوگا كہ اس شخص نے مجھ سے كيا كہا ہے اب ميں چاہتا ہوں كہ آپ ميرے ساتھ چليں اور ميرا جواب بھى سن ليں''_ </w:t>
      </w:r>
    </w:p>
    <w:p w:rsidR="00E03C34" w:rsidRDefault="00E03C34" w:rsidP="00FA2B42">
      <w:pPr>
        <w:pStyle w:val="libNormal"/>
        <w:rPr>
          <w:rtl/>
        </w:rPr>
      </w:pPr>
      <w:r>
        <w:rPr>
          <w:rtl/>
        </w:rPr>
        <w:t xml:space="preserve">امام عليه السلام راستے ميں اس آيت كى تلاوت فرماتے جارہے تھے: </w:t>
      </w:r>
    </w:p>
    <w:p w:rsidR="00E03C34" w:rsidRDefault="00E03C34" w:rsidP="00FA2B42">
      <w:pPr>
        <w:pStyle w:val="libNormal"/>
        <w:rPr>
          <w:rtl/>
        </w:rPr>
      </w:pPr>
      <w:r>
        <w:rPr>
          <w:rtl/>
        </w:rPr>
        <w:t>''</w:t>
      </w:r>
      <w:r w:rsidR="0006593C">
        <w:rPr>
          <w:rStyle w:val="libAieChar"/>
          <w:rtl/>
        </w:rPr>
        <w:t xml:space="preserve"> </w:t>
      </w:r>
      <w:r w:rsidR="000C7CB7" w:rsidRPr="000C7CB7">
        <w:rPr>
          <w:rStyle w:val="libAlaemChar"/>
          <w:rtl/>
        </w:rPr>
        <w:t>(</w:t>
      </w:r>
      <w:r w:rsidR="0006593C">
        <w:rPr>
          <w:rStyle w:val="libAieChar"/>
          <w:rtl/>
        </w:rPr>
        <w:t xml:space="preserve"> </w:t>
      </w:r>
      <w:r w:rsidR="0006593C" w:rsidRPr="006B1525">
        <w:rPr>
          <w:rStyle w:val="libAieChar"/>
          <w:rtl/>
        </w:rPr>
        <w:t>و الكاظمين الغيظ والعافين عن الناس والل</w:t>
      </w:r>
      <w:r w:rsidR="0006593C" w:rsidRPr="00FA2B42">
        <w:rPr>
          <w:rStyle w:val="libAieChar"/>
          <w:rFonts w:hint="cs"/>
          <w:rtl/>
        </w:rPr>
        <w:t>ه</w:t>
      </w:r>
      <w:r w:rsidR="0006593C" w:rsidRPr="006B1525">
        <w:rPr>
          <w:rStyle w:val="libAieChar"/>
          <w:rtl/>
        </w:rPr>
        <w:t xml:space="preserve"> </w:t>
      </w:r>
      <w:r w:rsidR="0006593C" w:rsidRPr="006B1525">
        <w:rPr>
          <w:rStyle w:val="libAieChar"/>
          <w:rFonts w:hint="cs"/>
          <w:rtl/>
        </w:rPr>
        <w:t>يحب</w:t>
      </w:r>
      <w:r w:rsidR="0006593C" w:rsidRPr="006B1525">
        <w:rPr>
          <w:rStyle w:val="libAieChar"/>
          <w:rtl/>
        </w:rPr>
        <w:t xml:space="preserve"> </w:t>
      </w:r>
      <w:r w:rsidR="0006593C" w:rsidRPr="006B1525">
        <w:rPr>
          <w:rStyle w:val="libAieChar"/>
          <w:rFonts w:hint="cs"/>
          <w:rtl/>
        </w:rPr>
        <w:t>المحسنين</w:t>
      </w:r>
      <w:r w:rsidR="0006593C" w:rsidRPr="006B1525">
        <w:rPr>
          <w:rStyle w:val="libAieChar"/>
          <w:rtl/>
        </w:rPr>
        <w:t xml:space="preserve"> </w:t>
      </w:r>
      <w:r w:rsidR="0006593C">
        <w:rPr>
          <w:rStyle w:val="libAieChar"/>
          <w:rtl/>
        </w:rPr>
        <w:t xml:space="preserve"> </w:t>
      </w:r>
      <w:r w:rsidR="000C7CB7" w:rsidRPr="000C7CB7">
        <w:rPr>
          <w:rStyle w:val="libAlaemChar"/>
          <w:rtl/>
        </w:rPr>
        <w:t>)</w:t>
      </w:r>
      <w:r>
        <w:rPr>
          <w:rtl/>
        </w:rPr>
        <w:t>''</w:t>
      </w:r>
      <w:r w:rsidR="004D2FB8" w:rsidRPr="00610DB8">
        <w:rPr>
          <w:rStyle w:val="libFootnotenumChar"/>
          <w:rtl/>
          <w:lang w:bidi="ar-SA"/>
        </w:rPr>
        <w:t>(2)</w:t>
      </w:r>
      <w:r w:rsidR="004D2FB8">
        <w:rPr>
          <w:rtl/>
        </w:rPr>
        <w:t xml:space="preserve"> </w:t>
      </w:r>
      <w:r>
        <w:rPr>
          <w:rtl/>
        </w:rPr>
        <w:t xml:space="preserve">''جو لوگ غصے كو پى جاتے ہيں اور لوگوں كو معاف اور درگذر كرديتے ہيں اوراللہ تعالى ايسے احسان كرنے والوں كو دوست ركھتا ہے''_ </w:t>
      </w:r>
    </w:p>
    <w:p w:rsidR="00E03C34" w:rsidRDefault="00E03C34" w:rsidP="00FA2B42">
      <w:pPr>
        <w:pStyle w:val="libNormal"/>
        <w:rPr>
          <w:rtl/>
        </w:rPr>
      </w:pPr>
      <w:r>
        <w:rPr>
          <w:rtl/>
        </w:rPr>
        <w:t xml:space="preserve">ساتھيوں نے سمجھ ليا كہ امام (ع) آيت عفو كى تلاوت فرما رہے ہيں، لہذا اسے كوئي تكليف نہيں پہنچائيں گے ،جب اس كے گھر پہنچے تو امام (ع) نے اس كے خادم سے فرمايا </w:t>
      </w:r>
    </w:p>
    <w:p w:rsidR="00E03C34" w:rsidRDefault="00F01BE6" w:rsidP="000C7CB7">
      <w:pPr>
        <w:pStyle w:val="libLine"/>
        <w:rPr>
          <w:rtl/>
        </w:rPr>
      </w:pPr>
      <w:r w:rsidRPr="006B1525">
        <w:rPr>
          <w:rtl/>
        </w:rPr>
        <w:t>____________________</w:t>
      </w:r>
      <w:r w:rsidR="00E03C34">
        <w:rPr>
          <w:rtl/>
        </w:rPr>
        <w:t xml:space="preserve"> </w:t>
      </w:r>
    </w:p>
    <w:p w:rsidR="00E03C34" w:rsidRDefault="00E03C34" w:rsidP="00FA2B42">
      <w:pPr>
        <w:pStyle w:val="libFootnote"/>
        <w:rPr>
          <w:rtl/>
        </w:rPr>
      </w:pPr>
      <w:r>
        <w:rPr>
          <w:rtl/>
        </w:rPr>
        <w:t xml:space="preserve">1_منتہى الآمال، ج ا ، ص 31_ سورہ قلم ، آيت 4 </w:t>
      </w:r>
    </w:p>
    <w:p w:rsidR="00E03C34" w:rsidRDefault="00E03C34" w:rsidP="00FA2B42">
      <w:pPr>
        <w:pStyle w:val="libFootnote"/>
        <w:rPr>
          <w:rtl/>
        </w:rPr>
      </w:pPr>
      <w:r>
        <w:rPr>
          <w:rtl/>
        </w:rPr>
        <w:t>2 _ سورہ آل عمران آيت 134</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كہ اپنے مالك سے كہدو كہ على ابن الحسين عليه السلام تمہيں بلا رہے ہيں_ </w:t>
      </w:r>
    </w:p>
    <w:p w:rsidR="00E03C34" w:rsidRDefault="00E03C34" w:rsidP="00FA2B42">
      <w:pPr>
        <w:pStyle w:val="libNormal"/>
        <w:rPr>
          <w:rtl/>
        </w:rPr>
      </w:pPr>
      <w:r>
        <w:rPr>
          <w:rtl/>
        </w:rPr>
        <w:t xml:space="preserve">جب اس شخص نے سنا كہ امام (ع) فوراً ہى اس كے پاس آئے ہيں تو اس نے دل ميں كہا كہ يقينا حضرت (ع) مجھے ميرے كئے كى سزا ديں گے اور اس كا انتقام ليں گے_ چنانچہ اس نے يہ سوچ كر خود كو مقابلہ كے لئے تيار كرليا، ليكن جب باہر آيا تو امام (ع) نے فرمايا : </w:t>
      </w:r>
    </w:p>
    <w:p w:rsidR="00E03C34" w:rsidRDefault="00E03C34" w:rsidP="00FA2B42">
      <w:pPr>
        <w:pStyle w:val="libNormal"/>
        <w:rPr>
          <w:rtl/>
        </w:rPr>
      </w:pPr>
      <w:r>
        <w:rPr>
          <w:rtl/>
        </w:rPr>
        <w:t xml:space="preserve">''ميرے عزيز تم نے اب سے كچھ دير پہلے ميرے متعلق كچھ باتيں كہى تھيں ' اگر يہ باتيں مجھ ميں پائي جاتى ہيں تو خدا مجھے معاف كرے' اور اگر ميں اُن سے پاك اور بَرى ہوں تو خدا تمہيں معاف كرے''_ </w:t>
      </w:r>
    </w:p>
    <w:p w:rsidR="00E03C34" w:rsidRDefault="00E03C34" w:rsidP="00FA2B42">
      <w:pPr>
        <w:pStyle w:val="libNormal"/>
        <w:rPr>
          <w:rtl/>
        </w:rPr>
      </w:pPr>
      <w:r>
        <w:rPr>
          <w:rtl/>
        </w:rPr>
        <w:t>اُس شخص نے جب يہ سنا تو بہت شرمندہ ہوا ' امام (ع) كى پيشانى پر بوسہ ديا اور معافى مانگنے لگا اور عرض كى :''ميں نے جو كچھ كہا ' غلط كہا' بے شك آپ (ع) ايسى باتوں سے پاك ہيں'ہاں ' ميرے اندر يہ باتيں موجود ہيں ''</w:t>
      </w:r>
      <w:r w:rsidR="0006593C">
        <w:rPr>
          <w:rtl/>
        </w:rPr>
        <w:t xml:space="preserve"> </w:t>
      </w:r>
      <w:r w:rsidR="0006593C" w:rsidRPr="00610DB8">
        <w:rPr>
          <w:rStyle w:val="libFootnotenumChar"/>
          <w:rtl/>
        </w:rPr>
        <w:t>(1)</w:t>
      </w:r>
      <w:r w:rsidR="0006593C">
        <w:rPr>
          <w:rtl/>
        </w:rPr>
        <w:t xml:space="preserve"> </w:t>
      </w:r>
      <w:r w:rsidR="0006593C">
        <w:rPr>
          <w:rtl/>
        </w:rPr>
        <w:cr/>
        <w:t xml:space="preserve"> </w:t>
      </w:r>
    </w:p>
    <w:p w:rsidR="00E03C34" w:rsidRDefault="00E03C34" w:rsidP="00FA2B42">
      <w:pPr>
        <w:pStyle w:val="Heading2Center"/>
        <w:rPr>
          <w:rtl/>
        </w:rPr>
      </w:pPr>
      <w:bookmarkStart w:id="7" w:name="_Toc521154798"/>
      <w:r>
        <w:rPr>
          <w:rtl/>
        </w:rPr>
        <w:t>4)_ حسن خلق كے ثمرات و فوائد:</w:t>
      </w:r>
      <w:bookmarkEnd w:id="7"/>
    </w:p>
    <w:p w:rsidR="00E03C34" w:rsidRDefault="00E03C34" w:rsidP="00FA2B42">
      <w:pPr>
        <w:pStyle w:val="Heading2Center"/>
        <w:rPr>
          <w:rtl/>
        </w:rPr>
      </w:pPr>
      <w:bookmarkStart w:id="8" w:name="_Toc521154799"/>
      <w:r>
        <w:rPr>
          <w:rtl/>
        </w:rPr>
        <w:t>الف: ... ... دُنيوى فوائد:</w:t>
      </w:r>
      <w:bookmarkEnd w:id="8"/>
    </w:p>
    <w:p w:rsidR="00E03C34" w:rsidRDefault="00E03C34" w:rsidP="00FA2B42">
      <w:pPr>
        <w:pStyle w:val="libNormal"/>
        <w:rPr>
          <w:rtl/>
        </w:rPr>
      </w:pPr>
      <w:r>
        <w:rPr>
          <w:rtl/>
        </w:rPr>
        <w:t xml:space="preserve">1_دوستانہ تعلقات مضبوط ہوتے ہيں_ </w:t>
      </w:r>
    </w:p>
    <w:p w:rsidR="00E03C34" w:rsidRDefault="00E03C34" w:rsidP="00FA2B42">
      <w:pPr>
        <w:pStyle w:val="libNormal"/>
        <w:rPr>
          <w:rtl/>
        </w:rPr>
      </w:pPr>
      <w:r>
        <w:rPr>
          <w:rtl/>
        </w:rPr>
        <w:t xml:space="preserve">چنانچہ حضرت رسول خدا (ص) فرماتے ہيں: </w:t>
      </w:r>
    </w:p>
    <w:p w:rsidR="00E03C34" w:rsidRDefault="006B1525" w:rsidP="000C7CB7">
      <w:pPr>
        <w:pStyle w:val="libLine"/>
        <w:rPr>
          <w:rtl/>
        </w:rPr>
      </w:pPr>
      <w:r>
        <w:rPr>
          <w:rtl/>
        </w:rPr>
        <w:t>____________________</w:t>
      </w:r>
      <w:r w:rsidR="00E03C34">
        <w:rPr>
          <w:rtl/>
        </w:rPr>
        <w:t xml:space="preserve"> </w:t>
      </w:r>
    </w:p>
    <w:p w:rsidR="00E03C34" w:rsidRPr="006B1525" w:rsidRDefault="00E03C34" w:rsidP="00FA2B42">
      <w:pPr>
        <w:pStyle w:val="libNormal"/>
        <w:rPr>
          <w:rStyle w:val="libFootnoteChar"/>
          <w:rtl/>
        </w:rPr>
      </w:pPr>
      <w:r>
        <w:rPr>
          <w:rtl/>
        </w:rPr>
        <w:t>1</w:t>
      </w:r>
      <w:r w:rsidRPr="006B1525">
        <w:rPr>
          <w:rStyle w:val="libFootnoteChar"/>
          <w:rtl/>
          <w:lang w:bidi="ar-SA"/>
        </w:rPr>
        <w:t>_منتہى الآمال، ج3 ، ص 5_ مطبوعہ انتشارات جاويدان</w:t>
      </w:r>
    </w:p>
    <w:p w:rsidR="00E03C34" w:rsidRDefault="007525F8" w:rsidP="00FA2B42">
      <w:pPr>
        <w:pStyle w:val="libNormal"/>
        <w:rPr>
          <w:rtl/>
        </w:rPr>
      </w:pPr>
      <w:r>
        <w:rPr>
          <w:rtl/>
        </w:rPr>
        <w:br w:type="page"/>
      </w:r>
      <w:r>
        <w:rPr>
          <w:rtl/>
        </w:rPr>
        <w:lastRenderedPageBreak/>
        <w:t xml:space="preserve"> </w:t>
      </w:r>
      <w:r>
        <w:rPr>
          <w:rtl/>
        </w:rPr>
        <w:cr/>
      </w:r>
      <w:r w:rsidR="00E03C34" w:rsidRPr="006B1525">
        <w:rPr>
          <w:rStyle w:val="libArabicChar"/>
          <w:rtl/>
        </w:rPr>
        <w:t>''حُسن خلق يُثبت المَوَدَّةَ''</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sidR="00E03C34">
        <w:rPr>
          <w:rtl/>
        </w:rPr>
        <w:t xml:space="preserve">'' حسن خلق، دوستى اور محبت كو مستحكم كرتا ہے''_ </w:t>
      </w:r>
    </w:p>
    <w:p w:rsidR="00E03C34" w:rsidRDefault="00E03C34" w:rsidP="00FA2B42">
      <w:pPr>
        <w:pStyle w:val="libNormal"/>
        <w:rPr>
          <w:rtl/>
        </w:rPr>
      </w:pPr>
    </w:p>
    <w:p w:rsidR="00E03C34" w:rsidRDefault="00E03C34" w:rsidP="00FA2B42">
      <w:pPr>
        <w:pStyle w:val="libNormal"/>
        <w:rPr>
          <w:rtl/>
        </w:rPr>
      </w:pPr>
      <w:r>
        <w:rPr>
          <w:rtl/>
        </w:rPr>
        <w:t xml:space="preserve">2_اس سے زمين آباد اور عمريں طولانى ہوتى ہيں_ </w:t>
      </w:r>
    </w:p>
    <w:p w:rsidR="00E03C34" w:rsidRDefault="00E03C34" w:rsidP="00FA2B42">
      <w:pPr>
        <w:pStyle w:val="libNormal"/>
        <w:rPr>
          <w:rtl/>
        </w:rPr>
      </w:pPr>
      <w:r>
        <w:rPr>
          <w:rtl/>
        </w:rPr>
        <w:t xml:space="preserve">چنانچہ حضرت امام جعفر صادق _ فرماتے ہيں: </w:t>
      </w:r>
    </w:p>
    <w:p w:rsidR="00E03C34" w:rsidRDefault="00E03C34" w:rsidP="00FA2B42">
      <w:pPr>
        <w:pStyle w:val="libNormal"/>
        <w:rPr>
          <w:rtl/>
        </w:rPr>
      </w:pPr>
      <w:r>
        <w:rPr>
          <w:rtl/>
        </w:rPr>
        <w:t>'' انّ البرَّ و حُسن َ الخلق يَعمر ان الدّيارَ و يزيدان فى الاعمار''</w:t>
      </w:r>
      <w:r w:rsidR="0006593C">
        <w:rPr>
          <w:rtl/>
        </w:rPr>
        <w:t xml:space="preserve"> </w:t>
      </w:r>
      <w:r w:rsidR="0006593C" w:rsidRPr="00610DB8">
        <w:rPr>
          <w:rStyle w:val="libFootnotenumChar"/>
          <w:rtl/>
        </w:rPr>
        <w:t>(2)</w:t>
      </w:r>
      <w:r w:rsidR="0006593C">
        <w:rPr>
          <w:rtl/>
        </w:rPr>
        <w:t xml:space="preserve"> </w:t>
      </w:r>
      <w:r w:rsidR="0006593C">
        <w:rPr>
          <w:rtl/>
        </w:rPr>
        <w:cr/>
        <w:t xml:space="preserve"> </w:t>
      </w:r>
      <w:r>
        <w:rPr>
          <w:rtl/>
        </w:rPr>
        <w:t xml:space="preserve">''نيكى اور اچھے اخلاق سے زمينيں آباد اور عمريں طولانى ہوتى ہيں''_ </w:t>
      </w:r>
    </w:p>
    <w:p w:rsidR="00E03C34" w:rsidRDefault="00E03C34" w:rsidP="00FA2B42">
      <w:pPr>
        <w:pStyle w:val="libNormal"/>
        <w:rPr>
          <w:rtl/>
        </w:rPr>
      </w:pPr>
    </w:p>
    <w:p w:rsidR="00E03C34" w:rsidRDefault="00E03C34" w:rsidP="00FA2B42">
      <w:pPr>
        <w:pStyle w:val="libNormal"/>
        <w:rPr>
          <w:rtl/>
        </w:rPr>
      </w:pPr>
      <w:r>
        <w:rPr>
          <w:rtl/>
        </w:rPr>
        <w:t xml:space="preserve">3_رزق و روزى ميں بركت پيدا ہوتى ہے_ </w:t>
      </w:r>
    </w:p>
    <w:p w:rsidR="00E03C34" w:rsidRDefault="00E03C34" w:rsidP="00FA2B42">
      <w:pPr>
        <w:pStyle w:val="libNormal"/>
        <w:rPr>
          <w:rtl/>
        </w:rPr>
      </w:pPr>
      <w:r>
        <w:rPr>
          <w:rtl/>
        </w:rPr>
        <w:t xml:space="preserve">امام جعفر صادق عليه السلام فرماتے ہيں: </w:t>
      </w:r>
    </w:p>
    <w:p w:rsidR="00E03C34" w:rsidRDefault="00E03C34" w:rsidP="00FA2B42">
      <w:pPr>
        <w:pStyle w:val="libNormal"/>
        <w:rPr>
          <w:rtl/>
        </w:rPr>
      </w:pPr>
      <w:r>
        <w:rPr>
          <w:rtl/>
        </w:rPr>
        <w:t>''حُسن الخلق منَ الدين و ہو يزيدُ فى الّرزق:''</w:t>
      </w:r>
      <w:r w:rsidR="0006593C">
        <w:rPr>
          <w:rtl/>
        </w:rPr>
        <w:t xml:space="preserve"> </w:t>
      </w:r>
      <w:r w:rsidR="0006593C" w:rsidRPr="00610DB8">
        <w:rPr>
          <w:rStyle w:val="libFootnotenumChar"/>
          <w:rtl/>
        </w:rPr>
        <w:t>(3)</w:t>
      </w:r>
      <w:r w:rsidR="0006593C">
        <w:rPr>
          <w:rtl/>
        </w:rPr>
        <w:t xml:space="preserve"> </w:t>
      </w:r>
      <w:r w:rsidR="0006593C">
        <w:rPr>
          <w:rtl/>
        </w:rPr>
        <w:cr/>
        <w:t xml:space="preserve"> </w:t>
      </w:r>
      <w:r>
        <w:rPr>
          <w:rtl/>
        </w:rPr>
        <w:t xml:space="preserve">''حسن خلق دين كا جزو ہے اور روزى ميں اضافہ كا سبب ہے''_ </w:t>
      </w:r>
    </w:p>
    <w:p w:rsidR="00E03C34" w:rsidRDefault="00E03C34" w:rsidP="00FA2B42">
      <w:pPr>
        <w:pStyle w:val="libNormal"/>
        <w:rPr>
          <w:rtl/>
        </w:rPr>
      </w:pPr>
    </w:p>
    <w:p w:rsidR="00E03C34" w:rsidRDefault="00E03C34" w:rsidP="00FA2B42">
      <w:pPr>
        <w:pStyle w:val="libNormal"/>
        <w:rPr>
          <w:rtl/>
        </w:rPr>
      </w:pPr>
      <w:r>
        <w:rPr>
          <w:rtl/>
        </w:rPr>
        <w:t xml:space="preserve">4_عزّت اور بزرگى كا موجب بنتا ہے_ </w:t>
      </w:r>
    </w:p>
    <w:p w:rsidR="00E03C34" w:rsidRDefault="00E03C34" w:rsidP="00FA2B42">
      <w:pPr>
        <w:pStyle w:val="libNormal"/>
        <w:rPr>
          <w:rtl/>
        </w:rPr>
      </w:pPr>
      <w:r>
        <w:rPr>
          <w:rtl/>
        </w:rPr>
        <w:t xml:space="preserve">چنانچہ حضرت اميرالمومنين عليه السلام فرماتے ہيں: </w:t>
      </w:r>
    </w:p>
    <w:p w:rsidR="00E03C34" w:rsidRDefault="00E03C34" w:rsidP="00FA2B42">
      <w:pPr>
        <w:pStyle w:val="libNormal"/>
        <w:rPr>
          <w:rtl/>
        </w:rPr>
      </w:pPr>
      <w:r>
        <w:rPr>
          <w:rtl/>
        </w:rPr>
        <w:t>''كَم من وَضيع: رَفَعہ حُسن خُلقہ''</w:t>
      </w:r>
      <w:r w:rsidR="0006593C">
        <w:rPr>
          <w:rtl/>
        </w:rPr>
        <w:t xml:space="preserve"> </w:t>
      </w:r>
      <w:r w:rsidR="0006593C" w:rsidRPr="00610DB8">
        <w:rPr>
          <w:rStyle w:val="libFootnotenumChar"/>
          <w:rtl/>
        </w:rPr>
        <w:t>(4)</w:t>
      </w:r>
      <w:r w:rsidR="0006593C">
        <w:rPr>
          <w:rtl/>
        </w:rPr>
        <w:t xml:space="preserve"> </w:t>
      </w:r>
      <w:r w:rsidR="0006593C">
        <w:rPr>
          <w:rtl/>
        </w:rPr>
        <w:cr/>
        <w:t xml:space="preserve"> </w:t>
      </w:r>
      <w:r>
        <w:rPr>
          <w:rtl/>
        </w:rPr>
        <w:t xml:space="preserve">''كتنے ہى پست لوگ ايسے ہيں كہ جنہيںاُن كے نيك اخلاق نے بلند كيا ''_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 xml:space="preserve">1_ تحف العقول، ص 38_ بحارالانوار ج 71، ص 150 </w:t>
      </w:r>
    </w:p>
    <w:p w:rsidR="00E03C34" w:rsidRDefault="00E03C34" w:rsidP="00FA2B42">
      <w:pPr>
        <w:pStyle w:val="libFootnote"/>
        <w:rPr>
          <w:rtl/>
        </w:rPr>
      </w:pPr>
      <w:r>
        <w:rPr>
          <w:rtl/>
        </w:rPr>
        <w:t xml:space="preserve">2_ اصول كافى ، ج 3، ص 157 _ بحارالانوار ج 71، ص 395 </w:t>
      </w:r>
    </w:p>
    <w:p w:rsidR="00E03C34" w:rsidRDefault="00E03C34" w:rsidP="00FA2B42">
      <w:pPr>
        <w:pStyle w:val="libFootnote"/>
        <w:rPr>
          <w:rtl/>
        </w:rPr>
      </w:pPr>
      <w:r>
        <w:rPr>
          <w:rtl/>
        </w:rPr>
        <w:t>3_ تحف العقول ، ص37</w:t>
      </w:r>
      <w:r w:rsidR="004D2FB8" w:rsidRPr="00610DB8">
        <w:rPr>
          <w:rStyle w:val="libFootnotenumChar"/>
          <w:rtl/>
        </w:rPr>
        <w:t>(3)</w:t>
      </w:r>
      <w:r w:rsidR="004D2FB8">
        <w:rPr>
          <w:rtl/>
        </w:rPr>
        <w:t xml:space="preserve"> </w:t>
      </w:r>
      <w:r>
        <w:rPr>
          <w:rtl/>
        </w:rPr>
        <w:t>4_ شرح غررالحكم، ج 7، ص 94_</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5_كينہ پرورى اور كدورتوں كو دو ر كرتا ہے _ </w:t>
      </w:r>
    </w:p>
    <w:p w:rsidR="00E03C34" w:rsidRDefault="00E03C34" w:rsidP="00FA2B42">
      <w:pPr>
        <w:pStyle w:val="libNormal"/>
        <w:rPr>
          <w:rtl/>
        </w:rPr>
      </w:pPr>
      <w:r>
        <w:rPr>
          <w:rtl/>
        </w:rPr>
        <w:t xml:space="preserve">رسالتمآب (ص) كا ارشاد ہے: </w:t>
      </w:r>
    </w:p>
    <w:p w:rsidR="00E03C34" w:rsidRDefault="00E03C34" w:rsidP="00FA2B42">
      <w:pPr>
        <w:pStyle w:val="libNormal"/>
        <w:rPr>
          <w:rtl/>
        </w:rPr>
      </w:pPr>
      <w:r>
        <w:rPr>
          <w:rtl/>
        </w:rPr>
        <w:t>''خندہ پيشانى اور كشادہ روئي كينوں كو دور كرديتى ہے''</w:t>
      </w:r>
      <w:r w:rsidR="0006593C">
        <w:rPr>
          <w:rtl/>
        </w:rPr>
        <w:t xml:space="preserve"> </w:t>
      </w:r>
      <w:r w:rsidR="0006593C" w:rsidRPr="00610DB8">
        <w:rPr>
          <w:rStyle w:val="libFootnotenumChar"/>
          <w:rtl/>
        </w:rPr>
        <w:t>(1)</w:t>
      </w:r>
      <w:r w:rsidR="0006593C">
        <w:rPr>
          <w:rtl/>
        </w:rPr>
        <w:t xml:space="preserve"> </w:t>
      </w:r>
      <w:r w:rsidR="0006593C">
        <w:rPr>
          <w:rtl/>
        </w:rPr>
        <w:cr/>
        <w:t xml:space="preserve"> </w:t>
      </w:r>
    </w:p>
    <w:p w:rsidR="00E03C34" w:rsidRDefault="00E03C34" w:rsidP="00FA2B42">
      <w:pPr>
        <w:pStyle w:val="Heading2Center"/>
        <w:rPr>
          <w:rtl/>
        </w:rPr>
      </w:pPr>
      <w:bookmarkStart w:id="9" w:name="_Toc521154800"/>
      <w:r>
        <w:rPr>
          <w:rtl/>
        </w:rPr>
        <w:t>ب: ... ...اُخروى فوائد:</w:t>
      </w:r>
      <w:bookmarkEnd w:id="9"/>
    </w:p>
    <w:p w:rsidR="00E03C34" w:rsidRDefault="00E03C34" w:rsidP="00FA2B42">
      <w:pPr>
        <w:pStyle w:val="libNormal"/>
        <w:rPr>
          <w:rtl/>
        </w:rPr>
      </w:pPr>
      <w:r>
        <w:rPr>
          <w:rtl/>
        </w:rPr>
        <w:t xml:space="preserve">1_''حُسن خُلق'' كے سبب قيامت كے دن حساب ميں آسانى ہوگى _ </w:t>
      </w:r>
    </w:p>
    <w:p w:rsidR="00E03C34" w:rsidRDefault="00E03C34" w:rsidP="00FA2B42">
      <w:pPr>
        <w:pStyle w:val="libNormal"/>
        <w:rPr>
          <w:rtl/>
        </w:rPr>
      </w:pPr>
      <w:r>
        <w:rPr>
          <w:rtl/>
        </w:rPr>
        <w:t xml:space="preserve">حضرت اميرالمومنين على عليه السلام فرماتے ہيں : </w:t>
      </w:r>
    </w:p>
    <w:p w:rsidR="00E03C34" w:rsidRDefault="00E03C34" w:rsidP="00FA2B42">
      <w:pPr>
        <w:pStyle w:val="libNormal"/>
        <w:rPr>
          <w:rtl/>
        </w:rPr>
      </w:pPr>
      <w:r>
        <w:rPr>
          <w:rtl/>
        </w:rPr>
        <w:t>''صلہ رحمى كرو كہ يہ تمہارى عمر كو بڑھائے گا ' اپنے اخلاق كو اچھا بنائو كہ خدا تمہارا حساب آسان كرے گا ''</w:t>
      </w:r>
      <w:r w:rsidR="0006593C">
        <w:rPr>
          <w:rtl/>
        </w:rPr>
        <w:t xml:space="preserve"> </w:t>
      </w:r>
      <w:r w:rsidR="0006593C" w:rsidRPr="00610DB8">
        <w:rPr>
          <w:rStyle w:val="libFootnotenumChar"/>
          <w:rtl/>
        </w:rPr>
        <w:t>(2)</w:t>
      </w:r>
      <w:r w:rsidR="0006593C">
        <w:rPr>
          <w:rtl/>
        </w:rPr>
        <w:t xml:space="preserve"> </w:t>
      </w:r>
      <w:r w:rsidR="0006593C">
        <w:rPr>
          <w:rtl/>
        </w:rPr>
        <w:cr/>
        <w:t xml:space="preserve"> </w:t>
      </w:r>
    </w:p>
    <w:p w:rsidR="00E03C34" w:rsidRDefault="00E03C34" w:rsidP="00FA2B42">
      <w:pPr>
        <w:pStyle w:val="libNormal"/>
        <w:rPr>
          <w:rtl/>
        </w:rPr>
      </w:pPr>
      <w:r>
        <w:rPr>
          <w:rtl/>
        </w:rPr>
        <w:t xml:space="preserve">2_جنت ميں جانے كا موجب بنتا ہے _ </w:t>
      </w:r>
    </w:p>
    <w:p w:rsidR="00E03C34" w:rsidRDefault="00E03C34" w:rsidP="00FA2B42">
      <w:pPr>
        <w:pStyle w:val="libNormal"/>
        <w:rPr>
          <w:rtl/>
        </w:rPr>
      </w:pPr>
      <w:r>
        <w:rPr>
          <w:rtl/>
        </w:rPr>
        <w:t xml:space="preserve">حضرت رسول خدا (ص) فرماتے ہيں : </w:t>
      </w:r>
    </w:p>
    <w:p w:rsidR="00E03C34" w:rsidRDefault="00E03C34" w:rsidP="00FA2B42">
      <w:pPr>
        <w:pStyle w:val="libNormal"/>
        <w:rPr>
          <w:rtl/>
        </w:rPr>
      </w:pPr>
      <w:r>
        <w:rPr>
          <w:rtl/>
        </w:rPr>
        <w:t>''ميرى امت ' تقوى اور حسن اخلاق جيسى صفت كے زيادہ ہونے كى وجہ سے جنت ميں جائےگي''</w:t>
      </w:r>
      <w:r w:rsidR="0006593C">
        <w:rPr>
          <w:rtl/>
        </w:rPr>
        <w:t xml:space="preserve"> </w:t>
      </w:r>
      <w:r w:rsidR="0006593C" w:rsidRPr="00610DB8">
        <w:rPr>
          <w:rStyle w:val="libFootnotenumChar"/>
          <w:rtl/>
        </w:rPr>
        <w:t>(3)</w:t>
      </w:r>
      <w:r w:rsidR="0006593C">
        <w:rPr>
          <w:rtl/>
        </w:rPr>
        <w:t xml:space="preserve"> </w:t>
      </w:r>
      <w:r w:rsidR="0006593C">
        <w:rPr>
          <w:rtl/>
        </w:rPr>
        <w:cr/>
        <w:t xml:space="preserve"> </w:t>
      </w:r>
    </w:p>
    <w:p w:rsidR="00E03C34" w:rsidRDefault="00E03C34" w:rsidP="00FA2B42">
      <w:pPr>
        <w:pStyle w:val="libNormal"/>
        <w:rPr>
          <w:rtl/>
        </w:rPr>
      </w:pPr>
      <w:r>
        <w:rPr>
          <w:rtl/>
        </w:rPr>
        <w:t xml:space="preserve">3_بلند درجات كا سبب قرار پاتا ہے_ </w:t>
      </w:r>
    </w:p>
    <w:p w:rsidR="00E03C34" w:rsidRDefault="00E03C34" w:rsidP="00FA2B42">
      <w:pPr>
        <w:pStyle w:val="libNormal"/>
        <w:rPr>
          <w:rtl/>
        </w:rPr>
      </w:pPr>
      <w:r>
        <w:rPr>
          <w:rtl/>
        </w:rPr>
        <w:t xml:space="preserve">چنانچہ پيغمبر اكرم (ص) كا ارشاد ہے: </w:t>
      </w:r>
    </w:p>
    <w:p w:rsidR="00E03C34" w:rsidRDefault="00E03C34" w:rsidP="00FA2B42">
      <w:pPr>
        <w:pStyle w:val="libNormal"/>
        <w:rPr>
          <w:rtl/>
        </w:rPr>
      </w:pPr>
      <w:r>
        <w:rPr>
          <w:rtl/>
        </w:rPr>
        <w:t xml:space="preserve">''بے شك حسن اخلاق كى وجہ سے بندہ آخرت كے بلند درجات اور اعلى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Normal"/>
        <w:rPr>
          <w:rtl/>
        </w:rPr>
      </w:pPr>
      <w:r w:rsidRPr="00FA5EFA">
        <w:rPr>
          <w:rStyle w:val="libFootnoteChar"/>
          <w:rtl/>
        </w:rPr>
        <w:t>1_تحف العقول، ص 3</w:t>
      </w:r>
      <w:r w:rsidR="004D2FB8" w:rsidRPr="00FA5EFA">
        <w:rPr>
          <w:rStyle w:val="libFootnoteChar"/>
          <w:rtl/>
        </w:rPr>
        <w:t>(8</w:t>
      </w:r>
      <w:r w:rsidR="004D2FB8" w:rsidRPr="00FA5EFA">
        <w:rPr>
          <w:rStyle w:val="libFootnoteChar"/>
          <w:rtl/>
          <w:lang w:bidi="ar-SA"/>
        </w:rPr>
        <w:t>)</w:t>
      </w:r>
      <w:r w:rsidR="004D2FB8" w:rsidRPr="00FA5EFA">
        <w:rPr>
          <w:rStyle w:val="libFootnoteChar"/>
          <w:rtl/>
        </w:rPr>
        <w:t xml:space="preserve"> </w:t>
      </w:r>
      <w:r w:rsidRPr="00FA5EFA">
        <w:rPr>
          <w:rStyle w:val="libFootnoteChar"/>
          <w:rtl/>
        </w:rPr>
        <w:t>2 _ بحارالانوار ج 71، ص 33</w:t>
      </w:r>
      <w:r w:rsidR="004D2FB8" w:rsidRPr="00FA5EFA">
        <w:rPr>
          <w:rStyle w:val="libFootnoteChar"/>
          <w:rtl/>
        </w:rPr>
        <w:t>(8</w:t>
      </w:r>
      <w:r w:rsidR="004D2FB8" w:rsidRPr="00FA5EFA">
        <w:rPr>
          <w:rStyle w:val="libFootnoteChar"/>
          <w:rtl/>
          <w:lang w:bidi="ar-SA"/>
        </w:rPr>
        <w:t>)</w:t>
      </w:r>
      <w:r w:rsidR="004D2FB8" w:rsidRPr="00FA5EFA">
        <w:rPr>
          <w:rStyle w:val="libFootnoteChar"/>
          <w:rtl/>
        </w:rPr>
        <w:t xml:space="preserve"> </w:t>
      </w:r>
      <w:r w:rsidRPr="00FA5EFA">
        <w:rPr>
          <w:rStyle w:val="libFootnoteChar"/>
          <w:rtl/>
        </w:rPr>
        <w:t>3_اصول كافى ، ج 2، ص 100_ مستدرك الوسايل ج 2، ص 8</w:t>
      </w:r>
      <w:r w:rsidR="004D2FB8" w:rsidRPr="00FA5EFA">
        <w:rPr>
          <w:rStyle w:val="libFootnoteChar"/>
          <w:rtl/>
        </w:rPr>
        <w:t>(2</w:t>
      </w:r>
      <w:r w:rsidR="004D2FB8" w:rsidRPr="00FA5EFA">
        <w:rPr>
          <w:rStyle w:val="libFootnoteChar"/>
          <w:rtl/>
          <w:lang w:bidi="ar-SA"/>
        </w:rPr>
        <w:t xml:space="preserve">) </w:t>
      </w:r>
      <w:r w:rsidR="007525F8">
        <w:rPr>
          <w:rtl/>
        </w:rPr>
        <w:br w:type="page"/>
      </w:r>
      <w:r w:rsidR="007525F8">
        <w:rPr>
          <w:rtl/>
        </w:rPr>
        <w:lastRenderedPageBreak/>
        <w:t xml:space="preserve"> </w:t>
      </w:r>
      <w:r w:rsidR="007525F8">
        <w:rPr>
          <w:rtl/>
        </w:rPr>
        <w:cr/>
      </w:r>
      <w:r>
        <w:rPr>
          <w:rtl/>
        </w:rPr>
        <w:t>مراتب تك جا پہنچتا ہے، اسكا حسن خلق اسكى عبادت كو چار چاند لگا ديتاہے</w:t>
      </w:r>
      <w:r w:rsidR="0006593C">
        <w:rPr>
          <w:rtl/>
        </w:rPr>
        <w:t xml:space="preserve"> </w:t>
      </w:r>
      <w:r w:rsidR="0006593C" w:rsidRPr="00610DB8">
        <w:rPr>
          <w:rStyle w:val="libFootnotenumChar"/>
          <w:rtl/>
        </w:rPr>
        <w:t>(1)</w:t>
      </w:r>
      <w:r w:rsidR="0006593C">
        <w:rPr>
          <w:rtl/>
        </w:rPr>
        <w:t xml:space="preserve"> </w:t>
      </w:r>
      <w:r w:rsidR="0006593C">
        <w:rPr>
          <w:rtl/>
        </w:rPr>
        <w:cr/>
        <w:t xml:space="preserve"> </w:t>
      </w:r>
    </w:p>
    <w:p w:rsidR="00E03C34" w:rsidRDefault="00E03C34" w:rsidP="00FA2B42">
      <w:pPr>
        <w:pStyle w:val="Heading2Center"/>
        <w:rPr>
          <w:rtl/>
        </w:rPr>
      </w:pPr>
      <w:bookmarkStart w:id="10" w:name="_Toc521154801"/>
      <w:r>
        <w:rPr>
          <w:rtl/>
        </w:rPr>
        <w:t>5)_بدخلقي:</w:t>
      </w:r>
      <w:bookmarkEnd w:id="10"/>
    </w:p>
    <w:p w:rsidR="00E03C34" w:rsidRDefault="00E03C34" w:rsidP="00FA2B42">
      <w:pPr>
        <w:pStyle w:val="libNormal"/>
        <w:rPr>
          <w:rtl/>
        </w:rPr>
      </w:pPr>
      <w:r>
        <w:rPr>
          <w:rtl/>
        </w:rPr>
        <w:t xml:space="preserve">بدخُلقي' حُسن خُلق كى متضاد ہے_ جس قدر حُسن خُلق لائق تحسين اور قابل ستائشے ہے ' بدخلقى اسى قدر قابل مذمت اور قابل تنفر ہے_ </w:t>
      </w:r>
    </w:p>
    <w:p w:rsidR="00E03C34" w:rsidRDefault="00E03C34" w:rsidP="00FA2B42">
      <w:pPr>
        <w:pStyle w:val="libNormal"/>
        <w:rPr>
          <w:rtl/>
        </w:rPr>
      </w:pPr>
      <w:r>
        <w:rPr>
          <w:rtl/>
        </w:rPr>
        <w:t xml:space="preserve">اسلام نے جہاں اخلاق حسنہ كى بے حد تعريف كى ہے وہاں بدخُلقى كو نفرت كى نگاہ سے ديكھاہے _ </w:t>
      </w:r>
    </w:p>
    <w:p w:rsidR="00E03C34" w:rsidRDefault="00E03C34" w:rsidP="00FA2B42">
      <w:pPr>
        <w:pStyle w:val="libNormal"/>
        <w:rPr>
          <w:rtl/>
        </w:rPr>
      </w:pPr>
      <w:r>
        <w:rPr>
          <w:rtl/>
        </w:rPr>
        <w:t xml:space="preserve">رسول اكرم (ص) فرماتے ہيں : </w:t>
      </w:r>
    </w:p>
    <w:p w:rsidR="00E03C34" w:rsidRDefault="00E03C34" w:rsidP="00FA2B42">
      <w:pPr>
        <w:pStyle w:val="libNormal"/>
        <w:rPr>
          <w:rtl/>
        </w:rPr>
      </w:pPr>
      <w:r>
        <w:rPr>
          <w:rtl/>
        </w:rPr>
        <w:t>''</w:t>
      </w:r>
      <w:r w:rsidRPr="00BA19A9">
        <w:rPr>
          <w:rStyle w:val="libArabicChar"/>
          <w:rtl/>
        </w:rPr>
        <w:t>خَصلَتان لاَ تَجتَمعان فى مسلم:' اَلبُخلُ و سُوئُ الخلق''</w:t>
      </w:r>
      <w:r w:rsidR="0006593C">
        <w:rPr>
          <w:rtl/>
        </w:rPr>
        <w:t xml:space="preserve"> </w:t>
      </w:r>
      <w:r w:rsidR="0006593C" w:rsidRPr="00610DB8">
        <w:rPr>
          <w:rStyle w:val="libFootnotenumChar"/>
          <w:rtl/>
        </w:rPr>
        <w:t>(2)</w:t>
      </w:r>
      <w:r w:rsidR="0006593C">
        <w:rPr>
          <w:rtl/>
        </w:rPr>
        <w:t xml:space="preserve"> </w:t>
      </w:r>
      <w:r w:rsidR="0006593C">
        <w:rPr>
          <w:rtl/>
        </w:rPr>
        <w:cr/>
        <w:t xml:space="preserve"> </w:t>
      </w:r>
      <w:r>
        <w:rPr>
          <w:rtl/>
        </w:rPr>
        <w:t xml:space="preserve">''كسى مسلمان ميں دو خصلتيں جمع نہيں ہوسكتيں' كنجوسى اور بداخلاقي''_ </w:t>
      </w:r>
    </w:p>
    <w:p w:rsidR="00E03C34" w:rsidRDefault="00E03C34" w:rsidP="00FA2B42">
      <w:pPr>
        <w:pStyle w:val="libNormal"/>
        <w:rPr>
          <w:rtl/>
        </w:rPr>
      </w:pPr>
      <w:r>
        <w:rPr>
          <w:rtl/>
        </w:rPr>
        <w:t xml:space="preserve">حضرت على عليه السلام اس بُرى خصلت كو ذلّت اور پستى كى علامت قرار ديتے ہوئے فرماتے ہيں : </w:t>
      </w:r>
    </w:p>
    <w:p w:rsidR="00E03C34" w:rsidRDefault="00E03C34" w:rsidP="00FA2B42">
      <w:pPr>
        <w:pStyle w:val="libNormal"/>
        <w:rPr>
          <w:rtl/>
        </w:rPr>
      </w:pPr>
      <w:r>
        <w:rPr>
          <w:rtl/>
        </w:rPr>
        <w:t>'</w:t>
      </w:r>
      <w:r w:rsidRPr="00BA19A9">
        <w:rPr>
          <w:rStyle w:val="libArabicChar"/>
          <w:rtl/>
        </w:rPr>
        <w:t>'منَ اللوَّم سُوء الخُلق''</w:t>
      </w:r>
      <w:r w:rsidR="0006593C">
        <w:rPr>
          <w:rtl/>
        </w:rPr>
        <w:t xml:space="preserve"> </w:t>
      </w:r>
      <w:r w:rsidR="0006593C" w:rsidRPr="00610DB8">
        <w:rPr>
          <w:rStyle w:val="libFootnotenumChar"/>
          <w:rtl/>
        </w:rPr>
        <w:t>(3)</w:t>
      </w:r>
      <w:r w:rsidR="0006593C">
        <w:rPr>
          <w:rtl/>
        </w:rPr>
        <w:t xml:space="preserve"> </w:t>
      </w:r>
      <w:r w:rsidR="0006593C">
        <w:rPr>
          <w:rtl/>
        </w:rPr>
        <w:cr/>
        <w:t xml:space="preserve"> </w:t>
      </w:r>
      <w:r>
        <w:rPr>
          <w:rtl/>
        </w:rPr>
        <w:t xml:space="preserve">''بداخلاقى ايك لعنت وپستى ہے ''_ </w:t>
      </w:r>
    </w:p>
    <w:p w:rsidR="00E03C34" w:rsidRDefault="00E03C34" w:rsidP="00FA2B42">
      <w:pPr>
        <w:pStyle w:val="libNormal"/>
        <w:rPr>
          <w:rtl/>
        </w:rPr>
      </w:pPr>
      <w:r>
        <w:rPr>
          <w:rtl/>
        </w:rPr>
        <w:t xml:space="preserve">دوسرى جگہ اسے جہالت اور نادانى كا نتيجہ قرار ديتے ہوئے فرماتے ہيں : </w:t>
      </w:r>
    </w:p>
    <w:p w:rsidR="00E03C34" w:rsidRDefault="00E03C34" w:rsidP="00FA2B42">
      <w:pPr>
        <w:pStyle w:val="libNormal"/>
        <w:rPr>
          <w:rtl/>
        </w:rPr>
      </w:pPr>
      <w:r w:rsidRPr="00BA19A9">
        <w:rPr>
          <w:rStyle w:val="libArabicChar"/>
          <w:rtl/>
        </w:rPr>
        <w:t>''الخلق المذموم من ثمار الج</w:t>
      </w:r>
      <w:r w:rsidR="00FA2B42" w:rsidRPr="00FA2B42">
        <w:rPr>
          <w:rStyle w:val="libArabicChar"/>
          <w:rFonts w:hint="cs"/>
          <w:rtl/>
        </w:rPr>
        <w:t>ه</w:t>
      </w:r>
      <w:r w:rsidRPr="00BA19A9">
        <w:rPr>
          <w:rStyle w:val="libArabicChar"/>
          <w:rFonts w:hint="cs"/>
          <w:rtl/>
        </w:rPr>
        <w:t>ل</w:t>
      </w:r>
      <w:r w:rsidRPr="00BA19A9">
        <w:rPr>
          <w:rStyle w:val="libArabicChar"/>
          <w:rtl/>
        </w:rPr>
        <w:t>''</w:t>
      </w:r>
      <w:r>
        <w:rPr>
          <w:rtl/>
        </w:rPr>
        <w:t xml:space="preserve">_ </w:t>
      </w:r>
    </w:p>
    <w:p w:rsidR="00E03C34" w:rsidRDefault="00E03C34" w:rsidP="00FA2B42">
      <w:pPr>
        <w:pStyle w:val="libNormal"/>
        <w:rPr>
          <w:rtl/>
        </w:rPr>
      </w:pPr>
      <w:r>
        <w:rPr>
          <w:rtl/>
        </w:rPr>
        <w:t xml:space="preserve">''بدخلقى جہالت كے ثمر ات ميں سے ہے''_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 xml:space="preserve">1_ اصول كافى ، ج 3، </w:t>
      </w:r>
      <w:r w:rsidRPr="00FA5EFA">
        <w:rPr>
          <w:rtl/>
        </w:rPr>
        <w:t>ص 15</w:t>
      </w:r>
      <w:r w:rsidR="004D2FB8" w:rsidRPr="00FA5EFA">
        <w:rPr>
          <w:rtl/>
        </w:rPr>
        <w:t xml:space="preserve">(7) </w:t>
      </w:r>
      <w:r w:rsidRPr="00FA5EFA">
        <w:rPr>
          <w:rtl/>
        </w:rPr>
        <w:t>2_ ميزان</w:t>
      </w:r>
      <w:r>
        <w:rPr>
          <w:rtl/>
        </w:rPr>
        <w:t xml:space="preserve"> الحكمہ، ج 3، ص 153 </w:t>
      </w:r>
    </w:p>
    <w:p w:rsidR="00E03C34" w:rsidRDefault="00E03C34" w:rsidP="00FA2B42">
      <w:pPr>
        <w:pStyle w:val="libFootnote"/>
        <w:rPr>
          <w:rtl/>
        </w:rPr>
      </w:pPr>
      <w:r>
        <w:rPr>
          <w:rtl/>
        </w:rPr>
        <w:t xml:space="preserve">3_ شرح غررالحكم ، ج 7، ص 95 </w:t>
      </w:r>
    </w:p>
    <w:p w:rsidR="00E03C34" w:rsidRDefault="007525F8" w:rsidP="00FA2B42">
      <w:pPr>
        <w:pStyle w:val="Heading2Center"/>
        <w:rPr>
          <w:rtl/>
        </w:rPr>
      </w:pPr>
      <w:r>
        <w:rPr>
          <w:rtl/>
        </w:rPr>
        <w:br w:type="page"/>
      </w:r>
      <w:r>
        <w:rPr>
          <w:rtl/>
        </w:rPr>
        <w:lastRenderedPageBreak/>
        <w:t xml:space="preserve"> </w:t>
      </w:r>
      <w:r>
        <w:rPr>
          <w:rtl/>
        </w:rPr>
        <w:cr/>
      </w:r>
      <w:bookmarkStart w:id="11" w:name="_Toc521154802"/>
      <w:r w:rsidR="00E03C34">
        <w:rPr>
          <w:rtl/>
        </w:rPr>
        <w:t>6_بداخلاقى كا انجام:</w:t>
      </w:r>
      <w:bookmarkEnd w:id="11"/>
    </w:p>
    <w:p w:rsidR="00E03C34" w:rsidRDefault="00E03C34" w:rsidP="00FA2B42">
      <w:pPr>
        <w:pStyle w:val="libNormal"/>
        <w:rPr>
          <w:rtl/>
        </w:rPr>
      </w:pPr>
      <w:r>
        <w:rPr>
          <w:rtl/>
        </w:rPr>
        <w:t xml:space="preserve">بداخلاقى كا انجام بہت برا ہوتا ہے نمونے كے طور پر ملاحظہ فرمائيں : </w:t>
      </w:r>
    </w:p>
    <w:p w:rsidR="00E03C34" w:rsidRDefault="00E03C34" w:rsidP="00FA2B42">
      <w:pPr>
        <w:pStyle w:val="libNormal"/>
        <w:rPr>
          <w:rtl/>
        </w:rPr>
      </w:pPr>
      <w:r>
        <w:rPr>
          <w:rtl/>
        </w:rPr>
        <w:t xml:space="preserve">الف_ انسان كو خدا كے قرب سے دور كرديتى ہے _ </w:t>
      </w:r>
    </w:p>
    <w:p w:rsidR="00E03C34" w:rsidRDefault="00E03C34" w:rsidP="00FA2B42">
      <w:pPr>
        <w:pStyle w:val="libNormal"/>
        <w:rPr>
          <w:rtl/>
        </w:rPr>
      </w:pPr>
      <w:r>
        <w:rPr>
          <w:rtl/>
        </w:rPr>
        <w:t xml:space="preserve">جيسا كہ امام محمد باقر عليه السلام كا ارشاد ہے: </w:t>
      </w:r>
    </w:p>
    <w:p w:rsidR="00E03C34" w:rsidRDefault="00E03C34" w:rsidP="00FA2B42">
      <w:pPr>
        <w:pStyle w:val="libNormal"/>
        <w:rPr>
          <w:rtl/>
        </w:rPr>
      </w:pPr>
      <w:r w:rsidRPr="00BA19A9">
        <w:rPr>
          <w:rStyle w:val="libArabicChar"/>
          <w:rtl/>
        </w:rPr>
        <w:t>''عُبُوس الوج</w:t>
      </w:r>
      <w:r w:rsidR="00FA2B42" w:rsidRPr="00FA2B42">
        <w:rPr>
          <w:rStyle w:val="libArabicChar"/>
          <w:rFonts w:hint="cs"/>
          <w:rtl/>
        </w:rPr>
        <w:t>ه</w:t>
      </w:r>
      <w:r w:rsidRPr="00BA19A9">
        <w:rPr>
          <w:rStyle w:val="libArabicChar"/>
          <w:rtl/>
        </w:rPr>
        <w:t xml:space="preserve">: </w:t>
      </w:r>
      <w:r w:rsidRPr="00BA19A9">
        <w:rPr>
          <w:rStyle w:val="libArabicChar"/>
          <w:rFonts w:hint="cs"/>
          <w:rtl/>
        </w:rPr>
        <w:t>وسوئُ</w:t>
      </w:r>
      <w:r w:rsidRPr="00BA19A9">
        <w:rPr>
          <w:rStyle w:val="libArabicChar"/>
          <w:rtl/>
        </w:rPr>
        <w:t xml:space="preserve"> </w:t>
      </w:r>
      <w:r w:rsidRPr="00BA19A9">
        <w:rPr>
          <w:rStyle w:val="libArabicChar"/>
          <w:rFonts w:hint="cs"/>
          <w:rtl/>
        </w:rPr>
        <w:t>البشر</w:t>
      </w:r>
      <w:r w:rsidRPr="00BA19A9">
        <w:rPr>
          <w:rStyle w:val="libArabicChar"/>
          <w:rtl/>
        </w:rPr>
        <w:t xml:space="preserve"> </w:t>
      </w:r>
      <w:r w:rsidRPr="00BA19A9">
        <w:rPr>
          <w:rStyle w:val="libArabicChar"/>
          <w:rFonts w:hint="cs"/>
          <w:rtl/>
        </w:rPr>
        <w:t>مكسَبَة</w:t>
      </w:r>
      <w:r w:rsidRPr="00BA19A9">
        <w:rPr>
          <w:rStyle w:val="libArabicChar"/>
          <w:rtl/>
        </w:rPr>
        <w:t xml:space="preserve"> </w:t>
      </w:r>
      <w:r w:rsidRPr="00BA19A9">
        <w:rPr>
          <w:rStyle w:val="libArabicChar"/>
          <w:rFonts w:hint="cs"/>
          <w:rtl/>
        </w:rPr>
        <w:t>لّلمقت</w:t>
      </w:r>
      <w:r w:rsidRPr="00BA19A9">
        <w:rPr>
          <w:rStyle w:val="libArabicChar"/>
          <w:rtl/>
        </w:rPr>
        <w:t xml:space="preserve"> </w:t>
      </w:r>
      <w:r w:rsidRPr="00BA19A9">
        <w:rPr>
          <w:rStyle w:val="libArabicChar"/>
          <w:rFonts w:hint="cs"/>
          <w:rtl/>
        </w:rPr>
        <w:t>وبعد</w:t>
      </w:r>
      <w:r w:rsidRPr="00BA19A9">
        <w:rPr>
          <w:rStyle w:val="libArabicChar"/>
          <w:rtl/>
        </w:rPr>
        <w:t xml:space="preserve"> </w:t>
      </w:r>
      <w:r w:rsidRPr="00BA19A9">
        <w:rPr>
          <w:rStyle w:val="libArabicChar"/>
          <w:rFonts w:hint="cs"/>
          <w:rtl/>
        </w:rPr>
        <w:t>من</w:t>
      </w:r>
      <w:r w:rsidRPr="00BA19A9">
        <w:rPr>
          <w:rStyle w:val="libArabicChar"/>
          <w:rtl/>
        </w:rPr>
        <w:t xml:space="preserve"> </w:t>
      </w:r>
      <w:r w:rsidRPr="00BA19A9">
        <w:rPr>
          <w:rStyle w:val="libArabicChar"/>
          <w:rFonts w:hint="cs"/>
          <w:rtl/>
        </w:rPr>
        <w:t>الل</w:t>
      </w:r>
      <w:r w:rsidR="00FA2B42" w:rsidRPr="00FA2B42">
        <w:rPr>
          <w:rStyle w:val="libArabicChar"/>
          <w:rFonts w:hint="cs"/>
          <w:rtl/>
        </w:rPr>
        <w:t>ه</w:t>
      </w:r>
      <w:r>
        <w:rPr>
          <w:rtl/>
        </w:rPr>
        <w:t xml:space="preserve"> ''</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''تُرش روئي اور بدخلقى خدا كى ناراضگى اور اس سے دورى كى سبب ہے''_ </w:t>
      </w:r>
    </w:p>
    <w:p w:rsidR="00E03C34" w:rsidRDefault="00E03C34" w:rsidP="00FA2B42">
      <w:pPr>
        <w:pStyle w:val="libNormal"/>
        <w:rPr>
          <w:rtl/>
        </w:rPr>
      </w:pPr>
      <w:r>
        <w:rPr>
          <w:rtl/>
        </w:rPr>
        <w:t xml:space="preserve">ب_ بداخلاقى انسان كى روح كو دكھ پہنچاتى ہے_ </w:t>
      </w:r>
    </w:p>
    <w:p w:rsidR="00E03C34" w:rsidRDefault="00E03C34" w:rsidP="00FA2B42">
      <w:pPr>
        <w:pStyle w:val="libNormal"/>
        <w:rPr>
          <w:rtl/>
        </w:rPr>
      </w:pPr>
      <w:r>
        <w:rPr>
          <w:rtl/>
        </w:rPr>
        <w:t xml:space="preserve">جيسا كہ حضرت امام جعفر صادق عليه السلام فرماتے ہيں : </w:t>
      </w:r>
    </w:p>
    <w:p w:rsidR="00E03C34" w:rsidRDefault="00E03C34" w:rsidP="00FA2B42">
      <w:pPr>
        <w:pStyle w:val="libNormal"/>
        <w:rPr>
          <w:rtl/>
        </w:rPr>
      </w:pPr>
      <w:r w:rsidRPr="00BA19A9">
        <w:rPr>
          <w:rStyle w:val="libArabicChar"/>
          <w:rtl/>
        </w:rPr>
        <w:t>''مَن ساء خلق</w:t>
      </w:r>
      <w:r w:rsidR="00FA2B42" w:rsidRPr="00FA2B42">
        <w:rPr>
          <w:rStyle w:val="libArabicChar"/>
          <w:rFonts w:hint="cs"/>
          <w:rtl/>
        </w:rPr>
        <w:t>ه</w:t>
      </w:r>
      <w:r w:rsidRPr="00BA19A9">
        <w:rPr>
          <w:rStyle w:val="libArabicChar"/>
          <w:rtl/>
        </w:rPr>
        <w:t xml:space="preserve"> </w:t>
      </w:r>
      <w:r w:rsidRPr="00BA19A9">
        <w:rPr>
          <w:rStyle w:val="libArabicChar"/>
          <w:rFonts w:hint="cs"/>
          <w:rtl/>
        </w:rPr>
        <w:t>عذب</w:t>
      </w:r>
      <w:r w:rsidRPr="00BA19A9">
        <w:rPr>
          <w:rStyle w:val="libArabicChar"/>
          <w:rtl/>
        </w:rPr>
        <w:t xml:space="preserve"> </w:t>
      </w:r>
      <w:r w:rsidRPr="00BA19A9">
        <w:rPr>
          <w:rStyle w:val="libArabicChar"/>
          <w:rFonts w:hint="cs"/>
          <w:rtl/>
        </w:rPr>
        <w:t>نفس</w:t>
      </w:r>
      <w:r w:rsidR="00FA2B42" w:rsidRPr="00FA2B42">
        <w:rPr>
          <w:rStyle w:val="libArabicChar"/>
          <w:rFonts w:hint="cs"/>
          <w:rtl/>
        </w:rPr>
        <w:t>ه</w:t>
      </w:r>
      <w:r w:rsidRPr="00BA19A9">
        <w:rPr>
          <w:rStyle w:val="libArabicChar"/>
          <w:rtl/>
        </w:rPr>
        <w:t>''</w:t>
      </w:r>
      <w:r w:rsidR="0006593C">
        <w:rPr>
          <w:rtl/>
        </w:rPr>
        <w:t xml:space="preserve"> </w:t>
      </w:r>
      <w:r w:rsidR="0006593C" w:rsidRPr="00610DB8">
        <w:rPr>
          <w:rStyle w:val="libFootnotenumChar"/>
          <w:rtl/>
        </w:rPr>
        <w:t>(2)</w:t>
      </w:r>
      <w:r w:rsidR="0006593C">
        <w:rPr>
          <w:rtl/>
        </w:rPr>
        <w:t xml:space="preserve"> </w:t>
      </w:r>
      <w:r w:rsidR="0006593C">
        <w:rPr>
          <w:rtl/>
        </w:rPr>
        <w:cr/>
        <w:t xml:space="preserve"> </w:t>
      </w:r>
      <w:r>
        <w:rPr>
          <w:rtl/>
        </w:rPr>
        <w:t xml:space="preserve">''جو شخص بد اخلاق ہوتا ہے وہ خود ہى كو عذاب ميں مبتلا ركھتا ہے''_ </w:t>
      </w:r>
    </w:p>
    <w:p w:rsidR="00E03C34" w:rsidRDefault="00E03C34" w:rsidP="00FA2B42">
      <w:pPr>
        <w:pStyle w:val="libNormal"/>
        <w:rPr>
          <w:rtl/>
        </w:rPr>
      </w:pPr>
      <w:r>
        <w:rPr>
          <w:rtl/>
        </w:rPr>
        <w:t xml:space="preserve">ج_ نيك اعمال كو تباہ وبرباد كرديتى ہے_ </w:t>
      </w:r>
    </w:p>
    <w:p w:rsidR="00E03C34" w:rsidRDefault="00E03C34" w:rsidP="00FA2B42">
      <w:pPr>
        <w:pStyle w:val="libNormal"/>
        <w:rPr>
          <w:rtl/>
        </w:rPr>
      </w:pPr>
      <w:r>
        <w:rPr>
          <w:rtl/>
        </w:rPr>
        <w:t xml:space="preserve">رسول خدا (ص) فرماتے ہيں: </w:t>
      </w:r>
    </w:p>
    <w:p w:rsidR="00E03C34" w:rsidRDefault="00E03C34" w:rsidP="00FA2B42">
      <w:pPr>
        <w:pStyle w:val="libNormal"/>
        <w:rPr>
          <w:rtl/>
        </w:rPr>
      </w:pPr>
      <w:r w:rsidRPr="00BA19A9">
        <w:rPr>
          <w:rStyle w:val="libArabicChar"/>
          <w:rtl/>
        </w:rPr>
        <w:t>''الخلق ُ السَّي يُفسد العمل كَما يُفسد الخَلُّ العَسَل''</w:t>
      </w:r>
      <w:r w:rsidR="0006593C">
        <w:rPr>
          <w:rtl/>
        </w:rPr>
        <w:t xml:space="preserve"> </w:t>
      </w:r>
      <w:r w:rsidR="0006593C" w:rsidRPr="00610DB8">
        <w:rPr>
          <w:rStyle w:val="libFootnotenumChar"/>
          <w:rtl/>
        </w:rPr>
        <w:t>(3)</w:t>
      </w:r>
      <w:r w:rsidR="0006593C">
        <w:rPr>
          <w:rtl/>
        </w:rPr>
        <w:t xml:space="preserve"> </w:t>
      </w:r>
      <w:r w:rsidR="0006593C">
        <w:rPr>
          <w:rtl/>
        </w:rPr>
        <w:cr/>
        <w:t xml:space="preserve"> </w:t>
      </w:r>
      <w:r>
        <w:rPr>
          <w:rtl/>
        </w:rPr>
        <w:t xml:space="preserve">''بد اخلاقى ' انسان كے عمل كو ايسے ہى تباہ كرديتى ہے جس طرح سركہ شہد كو تباہ كرديتاہے''_ </w:t>
      </w:r>
    </w:p>
    <w:p w:rsidR="00E03C34" w:rsidRDefault="00E03C34" w:rsidP="00FA2B42">
      <w:pPr>
        <w:pStyle w:val="libNormal"/>
        <w:rPr>
          <w:rtl/>
        </w:rPr>
      </w:pPr>
      <w:r>
        <w:rPr>
          <w:rtl/>
        </w:rPr>
        <w:t xml:space="preserve">د_ توبہ كے قبول ہونے ميں ركاوٹ بنتى ہے_ </w:t>
      </w:r>
    </w:p>
    <w:p w:rsidR="00E03C34" w:rsidRDefault="00E03C34" w:rsidP="00FA2B42">
      <w:pPr>
        <w:pStyle w:val="libNormal"/>
        <w:rPr>
          <w:rtl/>
        </w:rPr>
      </w:pPr>
      <w:r>
        <w:rPr>
          <w:rtl/>
        </w:rPr>
        <w:t xml:space="preserve">جيسا كہ آنحضرت (ص) كا ارشاد ہے: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Normal"/>
        <w:rPr>
          <w:rtl/>
        </w:rPr>
      </w:pPr>
      <w:r w:rsidRPr="00FA5EFA">
        <w:rPr>
          <w:rStyle w:val="libFootnoteChar"/>
          <w:rtl/>
        </w:rPr>
        <w:t>1_تحف العقول ، ص 29</w:t>
      </w:r>
      <w:r w:rsidR="004D2FB8" w:rsidRPr="00FA5EFA">
        <w:rPr>
          <w:rStyle w:val="libFootnoteChar"/>
          <w:rtl/>
        </w:rPr>
        <w:t xml:space="preserve">(6) </w:t>
      </w:r>
      <w:r w:rsidRPr="00FA5EFA">
        <w:rPr>
          <w:rStyle w:val="libFootnoteChar"/>
          <w:rtl/>
        </w:rPr>
        <w:t>2 _ بحارالانوار ، ج78، ص 24</w:t>
      </w:r>
      <w:r w:rsidR="004D2FB8" w:rsidRPr="00FA5EFA">
        <w:rPr>
          <w:rStyle w:val="libFootnoteChar"/>
          <w:rtl/>
        </w:rPr>
        <w:t xml:space="preserve">(6) </w:t>
      </w:r>
      <w:r w:rsidRPr="00FA5EFA">
        <w:rPr>
          <w:rStyle w:val="libFootnoteChar"/>
          <w:rtl/>
        </w:rPr>
        <w:t>3_ميزان الحكمة، ج 3، ص 15</w:t>
      </w:r>
      <w:r w:rsidR="004D2FB8" w:rsidRPr="00FA5EFA">
        <w:rPr>
          <w:rStyle w:val="libFootnoteChar"/>
          <w:rtl/>
        </w:rPr>
        <w:t>(2</w:t>
      </w:r>
      <w:r w:rsidR="004D2FB8" w:rsidRPr="00FA5EFA">
        <w:rPr>
          <w:rStyle w:val="libFootnoteChar"/>
          <w:rtl/>
          <w:lang w:bidi="ar-SA"/>
        </w:rPr>
        <w:t>)</w:t>
      </w:r>
      <w:r w:rsidR="004D2FB8">
        <w:rPr>
          <w:rtl/>
        </w:rPr>
        <w:t xml:space="preserve"> </w:t>
      </w:r>
      <w:r w:rsidR="007525F8">
        <w:rPr>
          <w:rtl/>
        </w:rPr>
        <w:br w:type="page"/>
      </w:r>
      <w:r w:rsidR="007525F8">
        <w:rPr>
          <w:rtl/>
        </w:rPr>
        <w:lastRenderedPageBreak/>
        <w:t xml:space="preserve"> </w:t>
      </w:r>
      <w:r w:rsidR="007525F8">
        <w:rPr>
          <w:rtl/>
        </w:rPr>
        <w:cr/>
      </w:r>
      <w:r>
        <w:rPr>
          <w:rtl/>
        </w:rPr>
        <w:t xml:space="preserve">''خداوند عالم بداخلاق شخص كى توبہ كوقبول نہيں كرتا''_ </w:t>
      </w:r>
    </w:p>
    <w:p w:rsidR="00E03C34" w:rsidRDefault="00E03C34" w:rsidP="00FA2B42">
      <w:pPr>
        <w:pStyle w:val="libNormal"/>
        <w:rPr>
          <w:rtl/>
        </w:rPr>
      </w:pPr>
      <w:r>
        <w:rPr>
          <w:rtl/>
        </w:rPr>
        <w:t xml:space="preserve">لوگوں نے پوچھا: ''يا رسول اللہ (ص) ايسا كيوں ہے؟'' فرمايا : </w:t>
      </w:r>
    </w:p>
    <w:p w:rsidR="00E03C34" w:rsidRDefault="00E03C34" w:rsidP="00FA2B42">
      <w:pPr>
        <w:pStyle w:val="libNormal"/>
        <w:rPr>
          <w:rtl/>
        </w:rPr>
      </w:pPr>
      <w:r>
        <w:rPr>
          <w:rtl/>
        </w:rPr>
        <w:t>''اس لئے كہ جب انسان كسى گناہ سے توبہ كرتا ہے ' تو پھر اس سے بڑے گناہ كا مرتكب ہوجاتا ہے''</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ھ_ رزق كو كم كرديتى ہے_ </w:t>
      </w:r>
    </w:p>
    <w:p w:rsidR="00E03C34" w:rsidRDefault="00E03C34" w:rsidP="00FA2B42">
      <w:pPr>
        <w:pStyle w:val="libNormal"/>
        <w:rPr>
          <w:rtl/>
        </w:rPr>
      </w:pPr>
      <w:r>
        <w:rPr>
          <w:rtl/>
        </w:rPr>
        <w:t xml:space="preserve">اميرالمومنين عليه السلام فرماتے ہيں : </w:t>
      </w:r>
    </w:p>
    <w:p w:rsidR="00E03C34" w:rsidRDefault="00E03C34" w:rsidP="00FA2B42">
      <w:pPr>
        <w:pStyle w:val="libNormal"/>
        <w:rPr>
          <w:rtl/>
        </w:rPr>
      </w:pPr>
      <w:r w:rsidRPr="00FA5EFA">
        <w:rPr>
          <w:rStyle w:val="libArabicChar"/>
          <w:rtl/>
        </w:rPr>
        <w:t>''مَن سَآء خلق</w:t>
      </w:r>
      <w:r w:rsidR="00FA5EFA" w:rsidRPr="00FA5EFA">
        <w:rPr>
          <w:rStyle w:val="libArabicChar"/>
          <w:rFonts w:hint="cs"/>
          <w:rtl/>
        </w:rPr>
        <w:t>ه</w:t>
      </w:r>
      <w:r w:rsidRPr="00FA5EFA">
        <w:rPr>
          <w:rStyle w:val="libArabicChar"/>
          <w:rtl/>
        </w:rPr>
        <w:t xml:space="preserve"> ضاقَ رزق</w:t>
      </w:r>
      <w:r w:rsidR="00FA5EFA" w:rsidRPr="00FA5EFA">
        <w:rPr>
          <w:rStyle w:val="libArabicChar"/>
          <w:rFonts w:hint="cs"/>
          <w:rtl/>
        </w:rPr>
        <w:t>ه</w:t>
      </w:r>
      <w:r w:rsidRPr="00FA5EFA">
        <w:rPr>
          <w:rStyle w:val="libArabicChar"/>
          <w:rtl/>
        </w:rPr>
        <w:t>''</w:t>
      </w:r>
      <w:r w:rsidR="00FA5EFA" w:rsidRPr="00610DB8">
        <w:rPr>
          <w:rStyle w:val="libFootnotenumChar"/>
          <w:rtl/>
          <w:lang w:bidi="ar-SA"/>
        </w:rPr>
        <w:t>(2</w:t>
      </w:r>
      <w:r w:rsidR="00610DB8" w:rsidRPr="00610DB8">
        <w:rPr>
          <w:rStyle w:val="libFootnotenumChar"/>
          <w:rtl/>
          <w:lang w:bidi="ar-SA"/>
        </w:rPr>
        <w:t>)</w:t>
      </w:r>
      <w:r w:rsidR="00FA5EFA">
        <w:rPr>
          <w:rtl/>
        </w:rPr>
        <w:t xml:space="preserve"> </w:t>
      </w:r>
      <w:r>
        <w:rPr>
          <w:rtl/>
        </w:rPr>
        <w:t xml:space="preserve">''بداخلاقى روزى كو كم كرديتى ہے''_ </w:t>
      </w:r>
    </w:p>
    <w:p w:rsidR="00E03C34" w:rsidRDefault="00E03C34" w:rsidP="00FA2B42">
      <w:pPr>
        <w:pStyle w:val="libNormal"/>
        <w:rPr>
          <w:rtl/>
        </w:rPr>
      </w:pPr>
      <w:r>
        <w:rPr>
          <w:rtl/>
        </w:rPr>
        <w:t xml:space="preserve">و_ انسان كو جہنمى بناديتى ہے_ </w:t>
      </w:r>
    </w:p>
    <w:p w:rsidR="00E03C34" w:rsidRDefault="00E03C34" w:rsidP="00FA2B42">
      <w:pPr>
        <w:pStyle w:val="libNormal"/>
        <w:rPr>
          <w:rtl/>
        </w:rPr>
      </w:pPr>
      <w:r>
        <w:rPr>
          <w:rtl/>
        </w:rPr>
        <w:t xml:space="preserve">جيسا كہ رسول خدا (ص) كى خدمت ميںجب عرض كيا گيا كہ فلاں شخص دن كو روزہ ركھتا ہے' اور رات كو عبادت ميں گزار ديتا ہے' ليكن بداخلاق ہے اور ہمسايوں كو ستاتا ہے ' تو آنحضرت (ص) نے فرمايا : </w:t>
      </w:r>
    </w:p>
    <w:p w:rsidR="00E03C34" w:rsidRDefault="00E03C34" w:rsidP="00FA2B42">
      <w:pPr>
        <w:pStyle w:val="libLine"/>
        <w:rPr>
          <w:rtl/>
        </w:rPr>
      </w:pPr>
      <w:r>
        <w:rPr>
          <w:rtl/>
        </w:rPr>
        <w:t>''اس شخص ميں كوئي اچھائي نہيں' وہ جہنمى ہے''</w:t>
      </w:r>
      <w:r w:rsidR="0006593C">
        <w:rPr>
          <w:rtl/>
        </w:rPr>
        <w:t xml:space="preserve"> </w:t>
      </w:r>
      <w:r w:rsidR="0006593C" w:rsidRPr="00610DB8">
        <w:rPr>
          <w:rStyle w:val="libFootnotenumChar"/>
          <w:rtl/>
        </w:rPr>
        <w:t>(3)</w:t>
      </w:r>
      <w:r w:rsidR="0006593C">
        <w:rPr>
          <w:rtl/>
        </w:rPr>
        <w:t xml:space="preserve"> </w:t>
      </w:r>
      <w:r w:rsidR="0006593C">
        <w:rPr>
          <w:rtl/>
        </w:rPr>
        <w:cr/>
        <w:t xml:space="preserve"> </w:t>
      </w:r>
      <w:r w:rsidR="006B1525" w:rsidRPr="000C7CB7">
        <w:rPr>
          <w:rtl/>
        </w:rPr>
        <w:t>____________________</w:t>
      </w:r>
      <w:r>
        <w:rPr>
          <w:rtl/>
        </w:rPr>
        <w:t xml:space="preserve"> </w:t>
      </w:r>
    </w:p>
    <w:p w:rsidR="00E03C34" w:rsidRDefault="00E03C34" w:rsidP="00FA2B42">
      <w:pPr>
        <w:pStyle w:val="libFootnote"/>
        <w:rPr>
          <w:rtl/>
        </w:rPr>
      </w:pPr>
      <w:r>
        <w:rPr>
          <w:rtl/>
        </w:rPr>
        <w:t xml:space="preserve">1_ بحارالانوار ، ج 73، ص 299 </w:t>
      </w:r>
    </w:p>
    <w:p w:rsidR="00E03C34" w:rsidRDefault="00E03C34" w:rsidP="00FA2B42">
      <w:pPr>
        <w:pStyle w:val="libFootnote"/>
        <w:rPr>
          <w:rtl/>
        </w:rPr>
      </w:pPr>
      <w:r>
        <w:rPr>
          <w:rtl/>
        </w:rPr>
        <w:t xml:space="preserve">2_ميزان الحكمة، ج 3، ص 155 </w:t>
      </w:r>
    </w:p>
    <w:p w:rsidR="00E03C34" w:rsidRDefault="00E03C34" w:rsidP="00FA2B42">
      <w:pPr>
        <w:pStyle w:val="libFootnote"/>
        <w:rPr>
          <w:rtl/>
        </w:rPr>
      </w:pPr>
      <w:r>
        <w:rPr>
          <w:rtl/>
        </w:rPr>
        <w:t>3 _ ميزان الحكمة ، ج 3، ص 154</w:t>
      </w:r>
    </w:p>
    <w:p w:rsidR="00E03C34" w:rsidRDefault="00E03C34" w:rsidP="00FA2B42">
      <w:pPr>
        <w:pStyle w:val="libNormal"/>
        <w:rPr>
          <w:rtl/>
        </w:rPr>
      </w:pPr>
    </w:p>
    <w:p w:rsidR="00E03C34" w:rsidRDefault="007525F8" w:rsidP="00FA2B42">
      <w:pPr>
        <w:pStyle w:val="Heading2Center"/>
        <w:rPr>
          <w:rtl/>
        </w:rPr>
      </w:pPr>
      <w:r>
        <w:rPr>
          <w:rtl/>
        </w:rPr>
        <w:br w:type="page"/>
      </w:r>
      <w:r>
        <w:rPr>
          <w:rtl/>
        </w:rPr>
        <w:lastRenderedPageBreak/>
        <w:t xml:space="preserve"> </w:t>
      </w:r>
      <w:r>
        <w:rPr>
          <w:rtl/>
        </w:rPr>
        <w:cr/>
      </w:r>
      <w:bookmarkStart w:id="12" w:name="_Toc521154803"/>
      <w:r w:rsidR="00E03C34">
        <w:rPr>
          <w:rtl/>
        </w:rPr>
        <w:t>دوسرا سبق:</w:t>
      </w:r>
      <w:bookmarkEnd w:id="12"/>
      <w:r w:rsidR="00E03C34">
        <w:rPr>
          <w:rtl/>
        </w:rPr>
        <w:t xml:space="preserve"> </w:t>
      </w:r>
    </w:p>
    <w:p w:rsidR="00E03C34" w:rsidRDefault="00E03C34" w:rsidP="00FA2B42">
      <w:pPr>
        <w:pStyle w:val="Heading2Center"/>
        <w:rPr>
          <w:rtl/>
        </w:rPr>
      </w:pPr>
      <w:bookmarkStart w:id="13" w:name="_Toc521154804"/>
      <w:r>
        <w:rPr>
          <w:rtl/>
        </w:rPr>
        <w:t>نظم و ضبط</w:t>
      </w:r>
      <w:bookmarkEnd w:id="13"/>
    </w:p>
    <w:p w:rsidR="00E03C34" w:rsidRDefault="00E03C34" w:rsidP="00FA2B42">
      <w:pPr>
        <w:pStyle w:val="libNormal"/>
        <w:rPr>
          <w:rtl/>
        </w:rPr>
      </w:pPr>
      <w:r>
        <w:rPr>
          <w:rtl/>
        </w:rPr>
        <w:t xml:space="preserve">1)_اسلام ميں نظم و ضبط كى اہميت </w:t>
      </w:r>
    </w:p>
    <w:p w:rsidR="00E03C34" w:rsidRDefault="00E03C34" w:rsidP="00FA2B42">
      <w:pPr>
        <w:pStyle w:val="libNormal"/>
        <w:rPr>
          <w:rtl/>
        </w:rPr>
      </w:pPr>
      <w:r>
        <w:rPr>
          <w:rtl/>
        </w:rPr>
        <w:t xml:space="preserve">2)_نجى زندگى ميں اس كى اہميت </w:t>
      </w:r>
    </w:p>
    <w:p w:rsidR="00E03C34" w:rsidRDefault="00E03C34" w:rsidP="00FA2B42">
      <w:pPr>
        <w:pStyle w:val="libNormal"/>
        <w:rPr>
          <w:rtl/>
        </w:rPr>
      </w:pPr>
      <w:r>
        <w:rPr>
          <w:rtl/>
        </w:rPr>
        <w:t xml:space="preserve">الف) صفائي </w:t>
      </w:r>
    </w:p>
    <w:p w:rsidR="00E03C34" w:rsidRDefault="00E03C34" w:rsidP="00FA2B42">
      <w:pPr>
        <w:pStyle w:val="libNormal"/>
        <w:rPr>
          <w:rtl/>
        </w:rPr>
      </w:pPr>
      <w:r>
        <w:rPr>
          <w:rtl/>
        </w:rPr>
        <w:t xml:space="preserve">ب)ستھرائي </w:t>
      </w:r>
    </w:p>
    <w:p w:rsidR="00E03C34" w:rsidRDefault="00E03C34" w:rsidP="00FA2B42">
      <w:pPr>
        <w:pStyle w:val="libNormal"/>
        <w:rPr>
          <w:rtl/>
        </w:rPr>
      </w:pPr>
      <w:r>
        <w:rPr>
          <w:rtl/>
        </w:rPr>
        <w:t xml:space="preserve">3)_ معاشرتى زندگى ميں اس كى اہميت </w:t>
      </w:r>
    </w:p>
    <w:p w:rsidR="00E03C34" w:rsidRDefault="00E03C34" w:rsidP="00FA2B42">
      <w:pPr>
        <w:pStyle w:val="libNormal"/>
        <w:rPr>
          <w:rtl/>
        </w:rPr>
      </w:pPr>
      <w:r>
        <w:rPr>
          <w:rtl/>
        </w:rPr>
        <w:t xml:space="preserve">4)_عہدپيمان ميں اس كى اہميت </w:t>
      </w:r>
    </w:p>
    <w:p w:rsidR="00E03C34" w:rsidRDefault="00E03C34" w:rsidP="00FA2B42">
      <w:pPr>
        <w:pStyle w:val="libNormal"/>
        <w:rPr>
          <w:rtl/>
        </w:rPr>
      </w:pPr>
      <w:r>
        <w:rPr>
          <w:rtl/>
        </w:rPr>
        <w:t xml:space="preserve">5)_عبادات ميں اس كى اہميت </w:t>
      </w:r>
    </w:p>
    <w:p w:rsidR="00E03C34" w:rsidRDefault="00E03C34" w:rsidP="00FA2B42">
      <w:pPr>
        <w:pStyle w:val="libNormal"/>
        <w:rPr>
          <w:rtl/>
        </w:rPr>
      </w:pPr>
      <w:r>
        <w:rPr>
          <w:rtl/>
        </w:rPr>
        <w:t xml:space="preserve">6)_اخراجات ميں اس كى اہميت </w:t>
      </w:r>
    </w:p>
    <w:p w:rsidR="00E03C34" w:rsidRDefault="00E03C34" w:rsidP="00FA2B42">
      <w:pPr>
        <w:pStyle w:val="libNormal"/>
        <w:rPr>
          <w:rtl/>
        </w:rPr>
      </w:pPr>
      <w:r>
        <w:rPr>
          <w:rtl/>
        </w:rPr>
        <w:t xml:space="preserve">7)_محاذ جنگ اور عسكرى امور ميں اس كى اہميت </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خدا نے ہر ايك چيز كونظم كى بنيا دپر خلق فرمايا ہي، اس بھرى كائنات ميں ہر چيز كا اپنا ايك مقام ہے اور اس كى مخصوص ذمہ دارى ہي_ </w:t>
      </w:r>
    </w:p>
    <w:p w:rsidR="00E03C34" w:rsidRDefault="00E03C34" w:rsidP="00FA2B42">
      <w:pPr>
        <w:pStyle w:val="libNormal"/>
        <w:rPr>
          <w:rtl/>
        </w:rPr>
      </w:pPr>
      <w:r>
        <w:rPr>
          <w:rtl/>
        </w:rPr>
        <w:t xml:space="preserve">بقول ايك شاعر كے : </w:t>
      </w:r>
    </w:p>
    <w:p w:rsidR="00E03C34" w:rsidRDefault="00E03C34" w:rsidP="00FA2B42">
      <w:pPr>
        <w:pStyle w:val="libNormal"/>
        <w:rPr>
          <w:rtl/>
        </w:rPr>
      </w:pPr>
      <w:r>
        <w:rPr>
          <w:rtl/>
        </w:rPr>
        <w:t>جہان چون خدوخال وچشم وابروست</w:t>
      </w:r>
    </w:p>
    <w:p w:rsidR="00E03C34" w:rsidRDefault="00E03C34" w:rsidP="00FA2B42">
      <w:pPr>
        <w:pStyle w:val="libNormal"/>
        <w:rPr>
          <w:rtl/>
        </w:rPr>
      </w:pPr>
      <w:r>
        <w:rPr>
          <w:rtl/>
        </w:rPr>
        <w:t>كہ ہر چيزى بہ جاى خويش نيكوست</w:t>
      </w:r>
    </w:p>
    <w:p w:rsidR="00E03C34" w:rsidRDefault="00E03C34" w:rsidP="00FA2B42">
      <w:pPr>
        <w:pStyle w:val="libNormal"/>
        <w:rPr>
          <w:rtl/>
        </w:rPr>
      </w:pPr>
      <w:r>
        <w:rPr>
          <w:rtl/>
        </w:rPr>
        <w:t xml:space="preserve">يعنى يہ كائنات شكل وصورت اور چشم وابرو كى مانند ہي' جس كى ہر ايك چيز اپنى اپنى جگہ پر نہايت ہى مناسب اور موزوں ہي_ </w:t>
      </w:r>
    </w:p>
    <w:p w:rsidR="00E03C34" w:rsidRDefault="00E03C34" w:rsidP="00FA2B42">
      <w:pPr>
        <w:pStyle w:val="libNormal"/>
        <w:rPr>
          <w:rtl/>
        </w:rPr>
      </w:pPr>
    </w:p>
    <w:p w:rsidR="00E03C34" w:rsidRDefault="00E03C34" w:rsidP="00FA2B42">
      <w:pPr>
        <w:pStyle w:val="Heading2Center"/>
        <w:rPr>
          <w:rtl/>
        </w:rPr>
      </w:pPr>
      <w:bookmarkStart w:id="14" w:name="_Toc521154805"/>
      <w:r>
        <w:rPr>
          <w:rtl/>
        </w:rPr>
        <w:t>1_اسلام ميں نظم وضبط كى اہميت:</w:t>
      </w:r>
      <w:bookmarkEnd w:id="14"/>
    </w:p>
    <w:p w:rsidR="00E03C34" w:rsidRDefault="00E03C34" w:rsidP="00FA2B42">
      <w:pPr>
        <w:pStyle w:val="libNormal"/>
        <w:rPr>
          <w:rtl/>
        </w:rPr>
      </w:pPr>
      <w:r>
        <w:rPr>
          <w:rtl/>
        </w:rPr>
        <w:t xml:space="preserve">خدائے عالم وقادر نے اپنى پورى كائنات ميں محيّر العقول نظم كو جارى وسارى فرمايا ہے اور اس بات كو پسند كرتا ہے كہ بنى نوع انسان بھى اپنى نجى اور معاشرتى زندگى ميں نظم وضبط پيدا كريں_ </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اس نے آسمانى مذاہب كے ذريعے خصوصاً دين اسلام كے ذريعہ نظم وضبط كى اہميت بيان فرمائي ہے اور اس كى پابندى كا حكم ديا ہي_ </w:t>
      </w:r>
    </w:p>
    <w:p w:rsidR="00E03C34" w:rsidRDefault="00E03C34" w:rsidP="00FA2B42">
      <w:pPr>
        <w:pStyle w:val="libNormal"/>
        <w:rPr>
          <w:rtl/>
        </w:rPr>
      </w:pPr>
      <w:r>
        <w:rPr>
          <w:rtl/>
        </w:rPr>
        <w:t xml:space="preserve">ہم يہاں نظم وضبط سے متعلق كچھ اسلامى احكام بيان كرتے ہيں، اميد ہے كہ قارئين احكام الہى كو پيش نظر ركھ كر اپنى زندگى كو پورى طرح سنوار نے كى كوشش كريں گي_ </w:t>
      </w:r>
    </w:p>
    <w:p w:rsidR="00E03C34" w:rsidRDefault="00E03C34" w:rsidP="00FA2B42">
      <w:pPr>
        <w:pStyle w:val="libNormal"/>
        <w:rPr>
          <w:rtl/>
        </w:rPr>
      </w:pPr>
    </w:p>
    <w:p w:rsidR="00E03C34" w:rsidRDefault="00E03C34" w:rsidP="00FA2B42">
      <w:pPr>
        <w:pStyle w:val="Heading2Center"/>
        <w:rPr>
          <w:rtl/>
        </w:rPr>
      </w:pPr>
      <w:bookmarkStart w:id="15" w:name="_Toc521154806"/>
      <w:r>
        <w:rPr>
          <w:rtl/>
        </w:rPr>
        <w:t>2_نجى اور فردى زندگى ميں نظم وضبط كى اہميت:</w:t>
      </w:r>
      <w:bookmarkEnd w:id="15"/>
    </w:p>
    <w:p w:rsidR="00E03C34" w:rsidRDefault="00E03C34" w:rsidP="00FA2B42">
      <w:pPr>
        <w:pStyle w:val="libNormal"/>
        <w:rPr>
          <w:rtl/>
        </w:rPr>
      </w:pPr>
      <w:r>
        <w:rPr>
          <w:rtl/>
        </w:rPr>
        <w:t xml:space="preserve">كسى مسلمان كى فردى زندگى ميں نظم وضبط كا تعلق' صحت وصفائي، لباس كى وضع و قطع ' سر اور چہرے كى اصلاح ' بالوں كو سنوارنا اور مسواك وغيرہ كرنے سے ہوتا ہي_ </w:t>
      </w:r>
    </w:p>
    <w:p w:rsidR="00E03C34" w:rsidRDefault="00E03C34" w:rsidP="00FA2B42">
      <w:pPr>
        <w:pStyle w:val="libNormal"/>
        <w:rPr>
          <w:rtl/>
        </w:rPr>
      </w:pPr>
      <w:r>
        <w:rPr>
          <w:rtl/>
        </w:rPr>
        <w:t xml:space="preserve">اختصار كے ساتھ ہم يہاں ان امور سے متعلق گفتگو كريں گي: </w:t>
      </w:r>
    </w:p>
    <w:p w:rsidR="00E03C34" w:rsidRDefault="00E03C34" w:rsidP="00FA2B42">
      <w:pPr>
        <w:pStyle w:val="libNormal"/>
        <w:rPr>
          <w:rtl/>
        </w:rPr>
      </w:pPr>
    </w:p>
    <w:p w:rsidR="00E03C34" w:rsidRDefault="00E03C34" w:rsidP="00FA2B42">
      <w:pPr>
        <w:pStyle w:val="Heading2Center"/>
        <w:rPr>
          <w:rtl/>
        </w:rPr>
      </w:pPr>
      <w:bookmarkStart w:id="16" w:name="_Toc521154807"/>
      <w:r>
        <w:rPr>
          <w:rtl/>
        </w:rPr>
        <w:t>الف:___صفائي:</w:t>
      </w:r>
      <w:bookmarkEnd w:id="16"/>
    </w:p>
    <w:p w:rsidR="00E03C34" w:rsidRDefault="00E03C34" w:rsidP="00FA2B42">
      <w:pPr>
        <w:pStyle w:val="libNormal"/>
        <w:rPr>
          <w:rtl/>
        </w:rPr>
      </w:pPr>
      <w:r>
        <w:rPr>
          <w:rtl/>
        </w:rPr>
        <w:t xml:space="preserve">لباس ' بدن اور زندگى كے دوسرے امور ميںپاكيزگى اور صفائي كے حوالے سے اسلام نے بہت زور ديا ہے _ چنانچہ رسالتمآب (ص) كا ارشاد ہي: </w:t>
      </w:r>
    </w:p>
    <w:p w:rsidR="00E03C34" w:rsidRDefault="00E03C34" w:rsidP="00FA2B42">
      <w:pPr>
        <w:pStyle w:val="libLine"/>
        <w:rPr>
          <w:rtl/>
        </w:rPr>
      </w:pPr>
      <w:r>
        <w:rPr>
          <w:rtl/>
        </w:rPr>
        <w:t>''خداوند عالم پاك و پاكيزہ ہے اور پاكيزگى ' طہارت اور صفائي كو دوست ركھتا ہي''</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sidR="006B1525" w:rsidRPr="000C7CB7">
        <w:rPr>
          <w:rtl/>
        </w:rPr>
        <w:t>____________________</w:t>
      </w:r>
      <w:r>
        <w:rPr>
          <w:rtl/>
        </w:rPr>
        <w:t xml:space="preserve"> </w:t>
      </w:r>
    </w:p>
    <w:p w:rsidR="00E03C34" w:rsidRPr="00BA19A9" w:rsidRDefault="00E03C34" w:rsidP="00FA2B42">
      <w:pPr>
        <w:pStyle w:val="libNormal"/>
        <w:rPr>
          <w:rStyle w:val="libFootnoteChar"/>
          <w:rtl/>
        </w:rPr>
      </w:pPr>
      <w:r>
        <w:rPr>
          <w:rtl/>
        </w:rPr>
        <w:t>1</w:t>
      </w:r>
      <w:r w:rsidRPr="00BA19A9">
        <w:rPr>
          <w:rStyle w:val="libFootnoteChar"/>
          <w:rtl/>
        </w:rPr>
        <w:t>_ ميزان الحكمة ، ج 10، ص 92</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دوسرى جگہ فرمايا : </w:t>
      </w:r>
    </w:p>
    <w:p w:rsidR="00E03C34" w:rsidRDefault="00E03C34" w:rsidP="00FA2B42">
      <w:pPr>
        <w:pStyle w:val="libNormal"/>
        <w:rPr>
          <w:rtl/>
        </w:rPr>
      </w:pPr>
      <w:r>
        <w:rPr>
          <w:rtl/>
        </w:rPr>
        <w:t>''جہاں تك ہوسكے اور جيسے بھى بن پڑي' پاك و پاكيزہ رہو كيونكہ اللہ تعالى نے اسلام كى بنياد صفائي پر ركھى ہي' اور جنت ميں سوائے صاف ستھرے شخص كے كوئي اور نہيں جا سكے گا''</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امام رضا _ فرماتے ہيں: </w:t>
      </w:r>
    </w:p>
    <w:p w:rsidR="00E03C34" w:rsidRDefault="00E03C34" w:rsidP="00FA2B42">
      <w:pPr>
        <w:pStyle w:val="libNormal"/>
        <w:rPr>
          <w:rtl/>
        </w:rPr>
      </w:pPr>
      <w:r>
        <w:rPr>
          <w:rtl/>
        </w:rPr>
        <w:t>''پاكيزگى كا شمار انبياء (ع) كے اخلا ق ميںہوتا ہي''</w:t>
      </w:r>
      <w:r w:rsidR="0006593C">
        <w:rPr>
          <w:rtl/>
        </w:rPr>
        <w:t xml:space="preserve"> </w:t>
      </w:r>
      <w:r w:rsidR="0006593C" w:rsidRPr="00610DB8">
        <w:rPr>
          <w:rStyle w:val="libFootnotenumChar"/>
          <w:rtl/>
        </w:rPr>
        <w:t>(2)</w:t>
      </w:r>
      <w:r w:rsidR="0006593C">
        <w:rPr>
          <w:rtl/>
        </w:rPr>
        <w:t xml:space="preserve"> </w:t>
      </w:r>
      <w:r w:rsidR="0006593C">
        <w:rPr>
          <w:rtl/>
        </w:rPr>
        <w:cr/>
        <w:t xml:space="preserve"> </w:t>
      </w:r>
    </w:p>
    <w:p w:rsidR="00E03C34" w:rsidRDefault="00E03C34" w:rsidP="00FA2B42">
      <w:pPr>
        <w:pStyle w:val="Heading2Center"/>
        <w:rPr>
          <w:rtl/>
        </w:rPr>
      </w:pPr>
      <w:bookmarkStart w:id="17" w:name="_Toc521154808"/>
      <w:r>
        <w:rPr>
          <w:rtl/>
        </w:rPr>
        <w:t>ب:___ سنوارنا:</w:t>
      </w:r>
      <w:bookmarkEnd w:id="17"/>
    </w:p>
    <w:p w:rsidR="00E03C34" w:rsidRDefault="00E03C34" w:rsidP="00FA2B42">
      <w:pPr>
        <w:pStyle w:val="libNormal"/>
        <w:rPr>
          <w:rtl/>
        </w:rPr>
      </w:pPr>
      <w:r>
        <w:rPr>
          <w:rtl/>
        </w:rPr>
        <w:t xml:space="preserve">سر' بدن ' لباس اور جوتوں وغيرہ كو آراستہ اور صاف ركھنا' اسلام كا ايك اخلاقى دستور ہے _ اس كا تعلق ايك پكّے اور سچے مومن كى نجى زندگى كے نظم وضبط سے ہي_ </w:t>
      </w:r>
    </w:p>
    <w:p w:rsidR="00E03C34" w:rsidRDefault="00E03C34" w:rsidP="00FA2B42">
      <w:pPr>
        <w:pStyle w:val="libNormal"/>
        <w:rPr>
          <w:rtl/>
        </w:rPr>
      </w:pPr>
      <w:r>
        <w:rPr>
          <w:rtl/>
        </w:rPr>
        <w:t xml:space="preserve">اسلامى تعليمات كى رو سے ايك مسلمان كو اپنى وضع و قطع ميں پاكيزگى كا خيال ركھنے كے علاوہ اپنے لباس اور جسمانى وضع و قطع كو بھى سنوارنا چاہئي_ بالوں ميں كنگھى ' دانتوں كى صفائي ' اور وقار اور ادب سے چلنا چاہئے _ </w:t>
      </w:r>
    </w:p>
    <w:p w:rsidR="00E03C34" w:rsidRDefault="00E03C34" w:rsidP="00FA2B42">
      <w:pPr>
        <w:pStyle w:val="libNormal"/>
        <w:rPr>
          <w:rtl/>
        </w:rPr>
      </w:pPr>
      <w:r>
        <w:rPr>
          <w:rtl/>
        </w:rPr>
        <w:t xml:space="preserve">ايك دن حضور سرور كائنات (ص) نے ايك بكھرے بالوں والے شخص كو ديكھا تو فرمايا : </w:t>
      </w:r>
    </w:p>
    <w:p w:rsidR="00E03C34" w:rsidRDefault="00E03C34" w:rsidP="00FA2B42">
      <w:pPr>
        <w:pStyle w:val="libNormal"/>
        <w:rPr>
          <w:rtl/>
        </w:rPr>
      </w:pPr>
      <w:r>
        <w:rPr>
          <w:rtl/>
        </w:rPr>
        <w:t>''تمہيں كوئي چيز نہيں ملتى تھى كہ بالوں كوسنوار ليتي''</w:t>
      </w:r>
      <w:r w:rsidR="0006593C">
        <w:rPr>
          <w:rtl/>
        </w:rPr>
        <w:t xml:space="preserve"> </w:t>
      </w:r>
      <w:r w:rsidR="0006593C" w:rsidRPr="00610DB8">
        <w:rPr>
          <w:rStyle w:val="libFootnotenumChar"/>
          <w:rtl/>
        </w:rPr>
        <w:t>(3)</w:t>
      </w:r>
      <w:r w:rsidR="0006593C">
        <w:rPr>
          <w:rtl/>
        </w:rPr>
        <w:t xml:space="preserve"> </w:t>
      </w:r>
      <w:r w:rsidR="0006593C">
        <w:rPr>
          <w:rtl/>
        </w:rPr>
        <w:cr/>
        <w:t xml:space="preserve"> </w:t>
      </w:r>
      <w:r>
        <w:rPr>
          <w:rtl/>
        </w:rPr>
        <w:t xml:space="preserve">عباد بن كثير نے ' جو ايك ريا كار زاہد تھا اور كھردرا لباس پہنا كرتا تھا ' ايك دن </w:t>
      </w:r>
    </w:p>
    <w:p w:rsidR="00E03C34" w:rsidRDefault="00F01BE6" w:rsidP="000C7CB7">
      <w:pPr>
        <w:pStyle w:val="libLine"/>
        <w:rPr>
          <w:rtl/>
        </w:rPr>
      </w:pPr>
      <w:r w:rsidRPr="006B1525">
        <w:rPr>
          <w:rtl/>
        </w:rPr>
        <w:t>____________________</w:t>
      </w:r>
      <w:r w:rsidR="00E03C34">
        <w:rPr>
          <w:rtl/>
        </w:rPr>
        <w:t xml:space="preserve"> </w:t>
      </w:r>
    </w:p>
    <w:p w:rsidR="00E03C34" w:rsidRDefault="00E03C34" w:rsidP="00FA2B42">
      <w:pPr>
        <w:pStyle w:val="libFootnote"/>
        <w:rPr>
          <w:rtl/>
        </w:rPr>
      </w:pPr>
      <w:r>
        <w:rPr>
          <w:rtl/>
        </w:rPr>
        <w:t>1_ ميزان الحكمة ، ج 10، ص 92</w:t>
      </w:r>
    </w:p>
    <w:p w:rsidR="00E03C34" w:rsidRDefault="00E03C34" w:rsidP="00FA2B42">
      <w:pPr>
        <w:pStyle w:val="libFootnote"/>
        <w:rPr>
          <w:rtl/>
        </w:rPr>
      </w:pPr>
      <w:r>
        <w:rPr>
          <w:rtl/>
        </w:rPr>
        <w:t>2_ بحارالانوار ، ج78، ص 335</w:t>
      </w:r>
    </w:p>
    <w:p w:rsidR="00E03C34" w:rsidRDefault="00E03C34" w:rsidP="00FA2B42">
      <w:pPr>
        <w:pStyle w:val="libFootnote"/>
        <w:rPr>
          <w:rtl/>
        </w:rPr>
      </w:pPr>
      <w:r>
        <w:rPr>
          <w:rtl/>
        </w:rPr>
        <w:t>3_ ميزان الحكمة، ج 10، ص 92</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اس نے حضرت امام جعفر صادق عليه السلام پر اعتراض كيا كہ : </w:t>
      </w:r>
    </w:p>
    <w:p w:rsidR="00E03C34" w:rsidRDefault="00E03C34" w:rsidP="00FA2B42">
      <w:pPr>
        <w:pStyle w:val="libNormal"/>
        <w:rPr>
          <w:rtl/>
        </w:rPr>
      </w:pPr>
      <w:r>
        <w:rPr>
          <w:rtl/>
        </w:rPr>
        <w:t xml:space="preserve">''آپ (ع) كے دو جد امجد ''حضرت رسول خدا (ص) اور اميرالمومنين عليه السلام '' تو كھردرا لباس پہنا كرتے تھي''_ </w:t>
      </w:r>
    </w:p>
    <w:p w:rsidR="00E03C34" w:rsidRDefault="00E03C34" w:rsidP="00FA2B42">
      <w:pPr>
        <w:pStyle w:val="libNormal"/>
        <w:rPr>
          <w:rtl/>
        </w:rPr>
      </w:pPr>
      <w:r>
        <w:rPr>
          <w:rtl/>
        </w:rPr>
        <w:t xml:space="preserve">تو امام جعفر صادق عليه السلام نے فرمايا : </w:t>
      </w:r>
    </w:p>
    <w:p w:rsidR="00E03C34" w:rsidRDefault="00E03C34" w:rsidP="00FA2B42">
      <w:pPr>
        <w:pStyle w:val="libNormal"/>
        <w:rPr>
          <w:rtl/>
        </w:rPr>
      </w:pPr>
      <w:r>
        <w:rPr>
          <w:rtl/>
        </w:rPr>
        <w:t xml:space="preserve">'' وائے ہو تم پر كيا تم نے قرآن مجيد كى وہ آيت نہيں پڑھى جس ميں خداوند عالم نے اپنے پيغمبر (ص) كو حكم ديا ہے كہ : </w:t>
      </w:r>
    </w:p>
    <w:p w:rsidR="00E03C34" w:rsidRDefault="0006593C" w:rsidP="00FA2B42">
      <w:pPr>
        <w:pStyle w:val="libNormal"/>
        <w:rPr>
          <w:rtl/>
        </w:rPr>
      </w:pPr>
      <w:r>
        <w:rPr>
          <w:rStyle w:val="libAieChar"/>
          <w:rtl/>
        </w:rPr>
        <w:t xml:space="preserve"> </w:t>
      </w:r>
      <w:r w:rsidRPr="0006593C">
        <w:rPr>
          <w:rStyle w:val="libAlaemChar"/>
          <w:rtl/>
        </w:rPr>
        <w:t>(</w:t>
      </w:r>
      <w:r w:rsidRPr="00BA19A9">
        <w:rPr>
          <w:rStyle w:val="libAieChar"/>
          <w:rtl/>
        </w:rPr>
        <w:t>قُل مَن حَرَمَ زينة الل</w:t>
      </w:r>
      <w:r w:rsidRPr="00FA2B42">
        <w:rPr>
          <w:rStyle w:val="libAieChar"/>
          <w:rFonts w:hint="cs"/>
          <w:rtl/>
        </w:rPr>
        <w:t>ه</w:t>
      </w:r>
      <w:r w:rsidRPr="00BA19A9">
        <w:rPr>
          <w:rStyle w:val="libAieChar"/>
          <w:rtl/>
        </w:rPr>
        <w:t xml:space="preserve"> </w:t>
      </w:r>
      <w:r w:rsidRPr="00BA19A9">
        <w:rPr>
          <w:rStyle w:val="libAieChar"/>
          <w:rFonts w:hint="cs"/>
          <w:rtl/>
        </w:rPr>
        <w:t>التى</w:t>
      </w:r>
      <w:r w:rsidRPr="00BA19A9">
        <w:rPr>
          <w:rStyle w:val="libAieChar"/>
          <w:rtl/>
        </w:rPr>
        <w:t xml:space="preserve"> </w:t>
      </w:r>
      <w:r w:rsidRPr="00BA19A9">
        <w:rPr>
          <w:rStyle w:val="libAieChar"/>
          <w:rFonts w:hint="cs"/>
          <w:rtl/>
        </w:rPr>
        <w:t>اخرج</w:t>
      </w:r>
      <w:r w:rsidRPr="00BA19A9">
        <w:rPr>
          <w:rStyle w:val="libAieChar"/>
          <w:rtl/>
        </w:rPr>
        <w:t xml:space="preserve"> </w:t>
      </w:r>
      <w:r w:rsidRPr="00BA19A9">
        <w:rPr>
          <w:rStyle w:val="libAieChar"/>
          <w:rFonts w:hint="cs"/>
          <w:rtl/>
        </w:rPr>
        <w:t>لعباد</w:t>
      </w:r>
      <w:r w:rsidRPr="00FA2B42">
        <w:rPr>
          <w:rStyle w:val="libAieChar"/>
          <w:rFonts w:hint="cs"/>
          <w:rtl/>
        </w:rPr>
        <w:t>ه</w:t>
      </w:r>
      <w:r w:rsidRPr="00BA19A9">
        <w:rPr>
          <w:rStyle w:val="libAieChar"/>
          <w:rtl/>
        </w:rPr>
        <w:t xml:space="preserve"> </w:t>
      </w:r>
      <w:r w:rsidRPr="00BA19A9">
        <w:rPr>
          <w:rStyle w:val="libAieChar"/>
          <w:rFonts w:hint="cs"/>
          <w:rtl/>
        </w:rPr>
        <w:t>والطيّبات</w:t>
      </w:r>
      <w:r w:rsidRPr="00BA19A9">
        <w:rPr>
          <w:rStyle w:val="libAieChar"/>
          <w:rtl/>
        </w:rPr>
        <w:t xml:space="preserve"> </w:t>
      </w:r>
      <w:r w:rsidRPr="00BA19A9">
        <w:rPr>
          <w:rStyle w:val="libAieChar"/>
          <w:rFonts w:hint="cs"/>
          <w:rtl/>
        </w:rPr>
        <w:t>من</w:t>
      </w:r>
      <w:r w:rsidRPr="00BA19A9">
        <w:rPr>
          <w:rStyle w:val="libAieChar"/>
          <w:rtl/>
        </w:rPr>
        <w:t xml:space="preserve"> </w:t>
      </w:r>
      <w:r w:rsidRPr="00BA19A9">
        <w:rPr>
          <w:rStyle w:val="libAieChar"/>
          <w:rFonts w:hint="cs"/>
          <w:rtl/>
        </w:rPr>
        <w:t>الرزق</w:t>
      </w:r>
      <w:r w:rsidRPr="00BA19A9">
        <w:rPr>
          <w:rStyle w:val="libAieChar"/>
          <w:rtl/>
        </w:rPr>
        <w:t>''</w:t>
      </w:r>
      <w:r>
        <w:rPr>
          <w:rStyle w:val="libAieChar"/>
          <w:rtl/>
        </w:rPr>
        <w:t xml:space="preserve"> </w:t>
      </w:r>
      <w:r w:rsidR="000C7CB7" w:rsidRPr="000C7CB7">
        <w:rPr>
          <w:rStyle w:val="libAlaemChar"/>
          <w:rtl/>
        </w:rPr>
        <w:t>)</w:t>
      </w:r>
      <w:r>
        <w:rPr>
          <w:rtl/>
        </w:rPr>
        <w:t xml:space="preserve"> </w:t>
      </w:r>
      <w:r w:rsidRPr="00610DB8">
        <w:rPr>
          <w:rStyle w:val="libFootnotenumChar"/>
          <w:rtl/>
        </w:rPr>
        <w:t>(1)</w:t>
      </w:r>
      <w:r>
        <w:rPr>
          <w:rtl/>
        </w:rPr>
        <w:t xml:space="preserve"> </w:t>
      </w:r>
      <w:r>
        <w:rPr>
          <w:rtl/>
        </w:rPr>
        <w:cr/>
        <w:t xml:space="preserve"> </w:t>
      </w:r>
      <w:r w:rsidR="00E03C34">
        <w:rPr>
          <w:rtl/>
        </w:rPr>
        <w:t xml:space="preserve">''اے پيغمبر (ص) ان لوگوں سے پوچھئے كہ خدا كى زينت اور حلال رزق وروزى كو كہ جو اس نے اپنے بندوں كے واسطے بنايا ہے ' كس نے حرام كرديا ہي؟''_ </w:t>
      </w:r>
    </w:p>
    <w:p w:rsidR="00E03C34" w:rsidRDefault="00E03C34" w:rsidP="00FA2B42">
      <w:pPr>
        <w:pStyle w:val="libNormal"/>
        <w:rPr>
          <w:rtl/>
        </w:rPr>
      </w:pPr>
      <w:r>
        <w:rPr>
          <w:rtl/>
        </w:rPr>
        <w:t xml:space="preserve">وہ شخص اپنے اس فضول اعتراض پر نادم ہوا او رسرجھكا كر چلاگيا </w:t>
      </w:r>
      <w:r w:rsidR="0006593C">
        <w:rPr>
          <w:rtl/>
        </w:rPr>
        <w:t xml:space="preserve"> </w:t>
      </w:r>
      <w:r w:rsidR="0006593C" w:rsidRPr="00610DB8">
        <w:rPr>
          <w:rStyle w:val="libFootnotenumChar"/>
          <w:rtl/>
        </w:rPr>
        <w:t>(2)</w:t>
      </w:r>
      <w:r w:rsidR="0006593C">
        <w:rPr>
          <w:rtl/>
        </w:rPr>
        <w:t xml:space="preserve"> </w:t>
      </w:r>
      <w:r w:rsidR="0006593C">
        <w:rPr>
          <w:rtl/>
        </w:rPr>
        <w:cr/>
        <w:t xml:space="preserve"> </w:t>
      </w:r>
      <w:r>
        <w:rPr>
          <w:rtl/>
        </w:rPr>
        <w:t>آيت :</w:t>
      </w:r>
      <w:r w:rsidR="0006593C">
        <w:rPr>
          <w:rStyle w:val="libAieChar"/>
          <w:rtl/>
        </w:rPr>
        <w:t xml:space="preserve"> </w:t>
      </w:r>
      <w:r w:rsidR="0006593C" w:rsidRPr="0006593C">
        <w:rPr>
          <w:rStyle w:val="libAlaemChar"/>
          <w:rtl/>
        </w:rPr>
        <w:t>(</w:t>
      </w:r>
      <w:r w:rsidR="0006593C" w:rsidRPr="00BA19A9">
        <w:rPr>
          <w:rStyle w:val="libAieChar"/>
          <w:rtl/>
        </w:rPr>
        <w:t xml:space="preserve">خُذوا زينتكم عند كلّ مسجد'' </w:t>
      </w:r>
      <w:r w:rsidR="0006593C">
        <w:rPr>
          <w:rStyle w:val="libAieChar"/>
          <w:rtl/>
        </w:rPr>
        <w:t xml:space="preserve"> </w:t>
      </w:r>
      <w:r w:rsidR="000C7CB7" w:rsidRPr="000C7CB7">
        <w:rPr>
          <w:rStyle w:val="libAlaemChar"/>
          <w:rtl/>
        </w:rPr>
        <w:t>)</w:t>
      </w:r>
      <w:r>
        <w:rPr>
          <w:rtl/>
        </w:rPr>
        <w:t xml:space="preserve">_''ہر سجدہ كرنے كے وقت زينت كرليا كرو''،اس آيت كى تفسير ميں حضرت امام جعفر صادق عليه السلام نے فرمايا : </w:t>
      </w:r>
    </w:p>
    <w:p w:rsidR="00E03C34" w:rsidRDefault="00E03C34" w:rsidP="00FA2B42">
      <w:pPr>
        <w:pStyle w:val="libNormal"/>
        <w:rPr>
          <w:rtl/>
        </w:rPr>
      </w:pPr>
      <w:r>
        <w:rPr>
          <w:rtl/>
        </w:rPr>
        <w:t>''ان زينتوں ميں سے ايك زينت ' نماز كے وقت بالوں ميںكنگھى كرنا ہي''_</w:t>
      </w:r>
      <w:r w:rsidRPr="00610DB8">
        <w:rPr>
          <w:rStyle w:val="libFootnotenumChar"/>
          <w:rtl/>
        </w:rPr>
        <w:t>(3)</w:t>
      </w:r>
      <w:r>
        <w:rPr>
          <w:rtl/>
        </w:rPr>
        <w:t xml:space="preserve"> </w:t>
      </w:r>
    </w:p>
    <w:p w:rsidR="00E03C34" w:rsidRDefault="00E03C34" w:rsidP="00FA2B42">
      <w:pPr>
        <w:pStyle w:val="libNormal"/>
        <w:rPr>
          <w:rtl/>
        </w:rPr>
      </w:pPr>
      <w:r>
        <w:rPr>
          <w:rtl/>
        </w:rPr>
        <w:t xml:space="preserve">حضرت امام جعفر صادق عليه السلام دانتوں كى صفائي كے بارے ميں فرماتے ہيں: </w:t>
      </w:r>
    </w:p>
    <w:p w:rsidR="00E03C34" w:rsidRDefault="00E03C34" w:rsidP="00FA2B42">
      <w:pPr>
        <w:pStyle w:val="libLine"/>
        <w:rPr>
          <w:rtl/>
        </w:rPr>
      </w:pPr>
      <w:r w:rsidRPr="00BA19A9">
        <w:rPr>
          <w:rStyle w:val="libArabicChar"/>
          <w:rtl/>
        </w:rPr>
        <w:t>''من اخلاق الانبياء (علي</w:t>
      </w:r>
      <w:r w:rsidR="00FA2B42" w:rsidRPr="00FA2B42">
        <w:rPr>
          <w:rStyle w:val="libArabicChar"/>
          <w:rFonts w:hint="cs"/>
          <w:rtl/>
        </w:rPr>
        <w:t>ه</w:t>
      </w:r>
      <w:r w:rsidRPr="00BA19A9">
        <w:rPr>
          <w:rStyle w:val="libArabicChar"/>
          <w:rFonts w:hint="cs"/>
          <w:rtl/>
        </w:rPr>
        <w:t>م</w:t>
      </w:r>
      <w:r w:rsidRPr="00BA19A9">
        <w:rPr>
          <w:rStyle w:val="libArabicChar"/>
          <w:rtl/>
        </w:rPr>
        <w:t xml:space="preserve"> </w:t>
      </w:r>
      <w:r w:rsidRPr="00BA19A9">
        <w:rPr>
          <w:rStyle w:val="libArabicChar"/>
          <w:rFonts w:hint="cs"/>
          <w:rtl/>
        </w:rPr>
        <w:t>السلام</w:t>
      </w:r>
      <w:r w:rsidRPr="00BA19A9">
        <w:rPr>
          <w:rStyle w:val="libArabicChar"/>
          <w:rtl/>
        </w:rPr>
        <w:t>)</w:t>
      </w:r>
      <w:r w:rsidRPr="00BA19A9">
        <w:rPr>
          <w:rStyle w:val="libArabicChar"/>
          <w:rFonts w:hint="cs"/>
          <w:rtl/>
        </w:rPr>
        <w:t>السَّواك</w:t>
      </w:r>
      <w:r>
        <w:rPr>
          <w:rtl/>
        </w:rPr>
        <w:t xml:space="preserve"> ''</w:t>
      </w:r>
      <w:r w:rsidR="0006593C">
        <w:rPr>
          <w:rtl/>
        </w:rPr>
        <w:t xml:space="preserve"> </w:t>
      </w:r>
      <w:r w:rsidR="0006593C" w:rsidRPr="00610DB8">
        <w:rPr>
          <w:rStyle w:val="libFootnotenumChar"/>
          <w:rtl/>
        </w:rPr>
        <w:t>(4)</w:t>
      </w:r>
      <w:r w:rsidR="0006593C">
        <w:rPr>
          <w:rtl/>
        </w:rPr>
        <w:t xml:space="preserve"> </w:t>
      </w:r>
      <w:r w:rsidR="0006593C">
        <w:rPr>
          <w:rtl/>
        </w:rPr>
        <w:cr/>
        <w:t xml:space="preserve"> </w:t>
      </w:r>
      <w:r w:rsidR="00F01BE6" w:rsidRPr="000C7CB7">
        <w:rPr>
          <w:rtl/>
        </w:rPr>
        <w:t>____________________</w:t>
      </w:r>
      <w:r>
        <w:rPr>
          <w:rtl/>
        </w:rPr>
        <w:t xml:space="preserve"> </w:t>
      </w:r>
    </w:p>
    <w:p w:rsidR="00E03C34" w:rsidRDefault="00E03C34" w:rsidP="00FA2B42">
      <w:pPr>
        <w:pStyle w:val="libFootnote"/>
        <w:rPr>
          <w:rtl/>
        </w:rPr>
      </w:pPr>
      <w:r>
        <w:rPr>
          <w:rtl/>
        </w:rPr>
        <w:t>1_سورہ اعراف ، آيت 32</w:t>
      </w:r>
    </w:p>
    <w:p w:rsidR="00E03C34" w:rsidRDefault="00E03C34" w:rsidP="00FA2B42">
      <w:pPr>
        <w:pStyle w:val="libFootnote"/>
        <w:rPr>
          <w:rtl/>
        </w:rPr>
      </w:pPr>
      <w:r>
        <w:rPr>
          <w:rtl/>
        </w:rPr>
        <w:t>2 _ فروع كافي، ج 6، ص 444 سے مفہوم حديث</w:t>
      </w:r>
    </w:p>
    <w:p w:rsidR="00E03C34" w:rsidRDefault="00E03C34" w:rsidP="00FA2B42">
      <w:pPr>
        <w:pStyle w:val="libFootnote"/>
        <w:rPr>
          <w:rtl/>
        </w:rPr>
      </w:pPr>
      <w:r>
        <w:rPr>
          <w:rtl/>
        </w:rPr>
        <w:t>3_ فروع كافي، ج 6، ص 489</w:t>
      </w:r>
    </w:p>
    <w:p w:rsidR="00E03C34" w:rsidRDefault="00E03C34" w:rsidP="00FA2B42">
      <w:pPr>
        <w:pStyle w:val="libFootnote"/>
        <w:rPr>
          <w:rtl/>
        </w:rPr>
      </w:pPr>
      <w:r>
        <w:rPr>
          <w:rtl/>
        </w:rPr>
        <w:t>4_ اصول كافى ج6 ص 459</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''مسواك كرنا اخلاق انبياء ميں شامل ہي''_ </w:t>
      </w:r>
    </w:p>
    <w:p w:rsidR="00E03C34" w:rsidRDefault="00E03C34" w:rsidP="00FA2B42">
      <w:pPr>
        <w:pStyle w:val="libNormal"/>
        <w:rPr>
          <w:rtl/>
        </w:rPr>
      </w:pPr>
      <w:r>
        <w:rPr>
          <w:rtl/>
        </w:rPr>
        <w:t xml:space="preserve">حضرت على عليه السلام نے مناسب جوتا پہننے كے بارے ميں فرمايا : </w:t>
      </w:r>
    </w:p>
    <w:p w:rsidR="00E03C34" w:rsidRDefault="00E03C34" w:rsidP="00FA2B42">
      <w:pPr>
        <w:pStyle w:val="libNormal"/>
        <w:rPr>
          <w:rtl/>
        </w:rPr>
      </w:pPr>
      <w:r>
        <w:rPr>
          <w:rtl/>
        </w:rPr>
        <w:t>''اچھا جوتا پہننا اور بدن كى حفاظت و طہارت نماز كے لئے مددگار ہونے كا ايك ذريعہ ہي''</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رسول خدا (ص) جب بھى گھر سے مسجد يا مسلمانوں كے اجتماع ميں تشريف لے جانا چاہتے تھے تو آئينہ ديكھتي' ريش اور بالوں كو سنوارتي' لباس كو ٹھيك كرتے اور عطر لگايا كرتے تھي' اور فرمايا كرتے تھے : </w:t>
      </w:r>
    </w:p>
    <w:p w:rsidR="00E03C34" w:rsidRDefault="00E03C34" w:rsidP="00FA2B42">
      <w:pPr>
        <w:pStyle w:val="libNormal"/>
        <w:rPr>
          <w:rtl/>
        </w:rPr>
      </w:pPr>
      <w:r>
        <w:rPr>
          <w:rtl/>
        </w:rPr>
        <w:t>''خداوند عالم اس بات كو پسند فرماتا ہے كہ جب اس كا كوئي بندہ اپنے دينى بھائيوں كى ملاقات كے لئے گھر سے باہر نكلے تو خود كو بناسنوار كر باہر نكلي''</w:t>
      </w:r>
      <w:r w:rsidR="0006593C">
        <w:rPr>
          <w:rtl/>
        </w:rPr>
        <w:t xml:space="preserve"> </w:t>
      </w:r>
      <w:r w:rsidR="0006593C" w:rsidRPr="00610DB8">
        <w:rPr>
          <w:rStyle w:val="libFootnotenumChar"/>
          <w:rtl/>
        </w:rPr>
        <w:t>(2)</w:t>
      </w:r>
      <w:r w:rsidR="0006593C">
        <w:rPr>
          <w:rtl/>
        </w:rPr>
        <w:t xml:space="preserve"> </w:t>
      </w:r>
      <w:r w:rsidR="0006593C">
        <w:rPr>
          <w:rtl/>
        </w:rPr>
        <w:cr/>
        <w:t xml:space="preserve"> </w:t>
      </w:r>
      <w:r>
        <w:rPr>
          <w:rtl/>
        </w:rPr>
        <w:t xml:space="preserve">لہذا اگر اس حساب سے ديكھاجائے تو پريشان حالت' آلودگى اور بدنظمى دين اسلام كى مقدس نگاہوں ميں نہايت ہى قابل مذمت او رموجب نفرت ہے ' اور رسول خدا (ص) كے ايك پيروكار مسلمان سے يہى توقع ركھى جانى چاہئے كہ وہ ہميشہ بن سنور كر رہے گا اور خود كو معطر اور پاك وپاكيزہ ركھے گا_ </w:t>
      </w:r>
    </w:p>
    <w:p w:rsidR="00E03C34" w:rsidRDefault="00E03C34" w:rsidP="00FA2B42">
      <w:pPr>
        <w:pStyle w:val="libNormal"/>
        <w:rPr>
          <w:rtl/>
        </w:rPr>
      </w:pPr>
    </w:p>
    <w:p w:rsidR="00E03C34" w:rsidRDefault="00E03C34" w:rsidP="00FA2B42">
      <w:pPr>
        <w:pStyle w:val="Heading2Center"/>
        <w:rPr>
          <w:rtl/>
        </w:rPr>
      </w:pPr>
      <w:bookmarkStart w:id="18" w:name="_Toc521154809"/>
      <w:r>
        <w:rPr>
          <w:rtl/>
        </w:rPr>
        <w:t>3_ معاشرتى زندگى ميں اس كى اہميت:</w:t>
      </w:r>
      <w:bookmarkEnd w:id="18"/>
    </w:p>
    <w:p w:rsidR="00E03C34" w:rsidRDefault="00E03C34" w:rsidP="00FA2B42">
      <w:pPr>
        <w:pStyle w:val="libNormal"/>
        <w:rPr>
          <w:rtl/>
        </w:rPr>
      </w:pPr>
      <w:r>
        <w:rPr>
          <w:rtl/>
        </w:rPr>
        <w:t xml:space="preserve">سماجى امور اور دوسرے لوگوں كے ساتھ تعلقات قائم ركھنے كے لئے انسان كى كاميابى كا راز اس بات ميںمضمر ہے كہ وہ ايك مقرَّرہ ومرتَّبہ پروگرام كے تحت وقت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فروع كافي، ج 6 _ ص 462</w:t>
      </w:r>
    </w:p>
    <w:p w:rsidR="00E03C34" w:rsidRDefault="00E03C34" w:rsidP="00FA2B42">
      <w:pPr>
        <w:pStyle w:val="libFootnote"/>
        <w:rPr>
          <w:rtl/>
        </w:rPr>
      </w:pPr>
      <w:r>
        <w:rPr>
          <w:rtl/>
        </w:rPr>
        <w:t>2 _ مكارم اخلاق ، ص 35_</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سے صحيح فائدہ اٹھائے ' چاہے اس پروگرام كا تعلق اس كے كاموں سے ہو' جيسے مطالعہ كرنا اور كسى جگہ آنا جانا يا كسى سے ملاقات كيلئے جانا، بدنظمى اور بے ترتيبى سے وقت ضائع ہوتا ہے جبكہ ترتيب ونظم وضبط سے انسانى كوششوں كا اچھا نتيجہ نكلتا ہي_ </w:t>
      </w:r>
    </w:p>
    <w:p w:rsidR="00E03C34" w:rsidRDefault="00E03C34" w:rsidP="00FA2B42">
      <w:pPr>
        <w:pStyle w:val="libNormal"/>
        <w:rPr>
          <w:rtl/>
        </w:rPr>
      </w:pPr>
      <w:r>
        <w:rPr>
          <w:rtl/>
        </w:rPr>
        <w:t xml:space="preserve">امور زندگى اور كاروبار ميں نظم وضبط كى اس قدر اہميت ہے كہ حضرت اميرالمومنين عليه السلام نے اپنى آخرى وصيت ميں كہ جو بستر شہادت پر ارشاد فرمائي ' اس بات پر زور ديا اور حسنين (ع) سے مخاطب ہوكر فرمايا : </w:t>
      </w:r>
    </w:p>
    <w:p w:rsidR="00E03C34" w:rsidRDefault="00E03C34" w:rsidP="00FA2B42">
      <w:pPr>
        <w:pStyle w:val="libNormal"/>
        <w:rPr>
          <w:rtl/>
        </w:rPr>
      </w:pPr>
      <w:r w:rsidRPr="008418F9">
        <w:rPr>
          <w:rStyle w:val="libArabicChar"/>
          <w:rtl/>
        </w:rPr>
        <w:t xml:space="preserve">''اُوصيكما وجميع ا </w:t>
      </w:r>
      <w:r w:rsidR="00FA2B42" w:rsidRPr="00FA2B42">
        <w:rPr>
          <w:rStyle w:val="libArabicChar"/>
          <w:rFonts w:hint="cs"/>
          <w:rtl/>
        </w:rPr>
        <w:t>ه</w:t>
      </w:r>
      <w:r w:rsidRPr="008418F9">
        <w:rPr>
          <w:rStyle w:val="libArabicChar"/>
          <w:rFonts w:hint="cs"/>
          <w:rtl/>
        </w:rPr>
        <w:t>لى</w:t>
      </w:r>
      <w:r w:rsidRPr="008418F9">
        <w:rPr>
          <w:rStyle w:val="libArabicChar"/>
          <w:rtl/>
        </w:rPr>
        <w:t xml:space="preserve"> </w:t>
      </w:r>
      <w:r w:rsidRPr="008418F9">
        <w:rPr>
          <w:rStyle w:val="libArabicChar"/>
          <w:rFonts w:hint="cs"/>
          <w:rtl/>
        </w:rPr>
        <w:t>وَ</w:t>
      </w:r>
      <w:r w:rsidRPr="008418F9">
        <w:rPr>
          <w:rStyle w:val="libArabicChar"/>
          <w:rtl/>
        </w:rPr>
        <w:t xml:space="preserve"> </w:t>
      </w:r>
      <w:r w:rsidRPr="008418F9">
        <w:rPr>
          <w:rStyle w:val="libArabicChar"/>
          <w:rFonts w:hint="cs"/>
          <w:rtl/>
        </w:rPr>
        <w:t>ولدى</w:t>
      </w:r>
      <w:r w:rsidRPr="008418F9">
        <w:rPr>
          <w:rStyle w:val="libArabicChar"/>
          <w:rtl/>
        </w:rPr>
        <w:t xml:space="preserve"> </w:t>
      </w:r>
      <w:r w:rsidRPr="008418F9">
        <w:rPr>
          <w:rStyle w:val="libArabicChar"/>
          <w:rFonts w:hint="cs"/>
          <w:rtl/>
        </w:rPr>
        <w:t>ومَن</w:t>
      </w:r>
      <w:r w:rsidRPr="008418F9">
        <w:rPr>
          <w:rStyle w:val="libArabicChar"/>
          <w:rtl/>
        </w:rPr>
        <w:t xml:space="preserve"> </w:t>
      </w:r>
      <w:r w:rsidRPr="008418F9">
        <w:rPr>
          <w:rStyle w:val="libArabicChar"/>
          <w:rFonts w:hint="cs"/>
          <w:rtl/>
        </w:rPr>
        <w:t>بَلَغَ</w:t>
      </w:r>
      <w:r w:rsidR="00FA2B42" w:rsidRPr="00FA2B42">
        <w:rPr>
          <w:rStyle w:val="libArabicChar"/>
          <w:rFonts w:hint="cs"/>
          <w:rtl/>
        </w:rPr>
        <w:t>ه</w:t>
      </w:r>
      <w:r w:rsidRPr="008418F9">
        <w:rPr>
          <w:rStyle w:val="libArabicChar"/>
          <w:rFonts w:hint="cs"/>
          <w:rtl/>
        </w:rPr>
        <w:t>ُ</w:t>
      </w:r>
      <w:r w:rsidRPr="008418F9">
        <w:rPr>
          <w:rStyle w:val="libArabicChar"/>
          <w:rtl/>
        </w:rPr>
        <w:t xml:space="preserve"> </w:t>
      </w:r>
      <w:r w:rsidRPr="008418F9">
        <w:rPr>
          <w:rStyle w:val="libArabicChar"/>
          <w:rFonts w:hint="cs"/>
          <w:rtl/>
        </w:rPr>
        <w:t>كتابى</w:t>
      </w:r>
      <w:r w:rsidRPr="008418F9">
        <w:rPr>
          <w:rStyle w:val="libArabicChar"/>
          <w:rtl/>
        </w:rPr>
        <w:t xml:space="preserve"> </w:t>
      </w:r>
      <w:r w:rsidRPr="008418F9">
        <w:rPr>
          <w:rStyle w:val="libArabicChar"/>
          <w:rFonts w:hint="cs"/>
          <w:rtl/>
        </w:rPr>
        <w:t>بتقوى</w:t>
      </w:r>
      <w:r w:rsidRPr="008418F9">
        <w:rPr>
          <w:rStyle w:val="libArabicChar"/>
          <w:rtl/>
        </w:rPr>
        <w:t xml:space="preserve"> </w:t>
      </w:r>
      <w:r w:rsidRPr="008418F9">
        <w:rPr>
          <w:rStyle w:val="libArabicChar"/>
          <w:rFonts w:hint="cs"/>
          <w:rtl/>
        </w:rPr>
        <w:t>الل</w:t>
      </w:r>
      <w:r w:rsidR="00FA2B42" w:rsidRPr="00FA2B42">
        <w:rPr>
          <w:rStyle w:val="libArabicChar"/>
          <w:rFonts w:hint="cs"/>
          <w:rtl/>
        </w:rPr>
        <w:t>ه</w:t>
      </w:r>
      <w:r w:rsidRPr="008418F9">
        <w:rPr>
          <w:rStyle w:val="libArabicChar"/>
          <w:rtl/>
        </w:rPr>
        <w:t xml:space="preserve"> </w:t>
      </w:r>
      <w:r w:rsidRPr="008418F9">
        <w:rPr>
          <w:rStyle w:val="libArabicChar"/>
          <w:rFonts w:hint="cs"/>
          <w:rtl/>
        </w:rPr>
        <w:t>ونظم</w:t>
      </w:r>
      <w:r w:rsidRPr="008418F9">
        <w:rPr>
          <w:rStyle w:val="libArabicChar"/>
          <w:rtl/>
        </w:rPr>
        <w:t xml:space="preserve"> </w:t>
      </w:r>
      <w:r w:rsidRPr="008418F9">
        <w:rPr>
          <w:rStyle w:val="libArabicChar"/>
          <w:rFonts w:hint="cs"/>
          <w:rtl/>
        </w:rPr>
        <w:t>امركم</w:t>
      </w:r>
      <w:r>
        <w:rPr>
          <w:rtl/>
        </w:rPr>
        <w:t xml:space="preserve"> ''</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''ميں تم دونوں كو اور تمام افراد خاندان كو اور اپنى تمام اولاد كو اور جن لوگوں تك ميرى تحرير پہنچي' سب كو خدا كے تقوى اور امور ميں نظم وضبط كى وصيت كرتا ہوں''_ </w:t>
      </w:r>
    </w:p>
    <w:p w:rsidR="00E03C34" w:rsidRDefault="00E03C34" w:rsidP="00FA2B42">
      <w:pPr>
        <w:pStyle w:val="libNormal"/>
        <w:rPr>
          <w:rtl/>
        </w:rPr>
      </w:pPr>
      <w:r>
        <w:rPr>
          <w:rtl/>
        </w:rPr>
        <w:t xml:space="preserve">حضرت امام موسى كاظم عليه السلام فرماتے ہيں كہ اپنے دن رات كے اوقات كو چار حصوں ميں تقسيم كرو: </w:t>
      </w:r>
    </w:p>
    <w:p w:rsidR="00E03C34" w:rsidRDefault="00E03C34" w:rsidP="00FA2B42">
      <w:pPr>
        <w:pStyle w:val="libNormal"/>
        <w:rPr>
          <w:rtl/>
        </w:rPr>
      </w:pPr>
      <w:r>
        <w:rPr>
          <w:rtl/>
        </w:rPr>
        <w:t xml:space="preserve">1_ايك حصہ خدا كى عبادت اور اس كے ساتھ راز و نيازكے لئي_ </w:t>
      </w:r>
    </w:p>
    <w:p w:rsidR="00E03C34" w:rsidRDefault="00E03C34" w:rsidP="00FA2B42">
      <w:pPr>
        <w:pStyle w:val="libNormal"/>
        <w:rPr>
          <w:rtl/>
        </w:rPr>
      </w:pPr>
      <w:r>
        <w:rPr>
          <w:rtl/>
        </w:rPr>
        <w:t xml:space="preserve">2_ايك حصہ ذاتى كاموں اور ضروريات زندگى كے پورا كرنے كے لئي_ </w:t>
      </w:r>
    </w:p>
    <w:p w:rsidR="00E03C34" w:rsidRDefault="00E03C34" w:rsidP="00FA2B42">
      <w:pPr>
        <w:pStyle w:val="libNormal"/>
        <w:rPr>
          <w:rtl/>
        </w:rPr>
      </w:pPr>
      <w:r>
        <w:rPr>
          <w:rtl/>
        </w:rPr>
        <w:t xml:space="preserve">3_ايك حصہ دوست واحباب اور رشتہ داروں كے ساتھ ملنے جلنے اور ملاقات كے لئے _ </w:t>
      </w:r>
    </w:p>
    <w:p w:rsidR="00E03C34" w:rsidRDefault="00E03C34" w:rsidP="000C7CB7">
      <w:pPr>
        <w:pStyle w:val="libLine"/>
        <w:rPr>
          <w:rtl/>
        </w:rPr>
      </w:pPr>
      <w:r>
        <w:rPr>
          <w:rtl/>
        </w:rPr>
        <w:t>4_اور ايك حصہ آرام و تفريح اور گھر ميں اہل خانہ كے ساتھ رہنے كے لئي</w:t>
      </w:r>
      <w:r w:rsidR="0006593C">
        <w:rPr>
          <w:rtl/>
        </w:rPr>
        <w:t xml:space="preserve"> </w:t>
      </w:r>
      <w:r w:rsidR="0006593C" w:rsidRPr="00610DB8">
        <w:rPr>
          <w:rStyle w:val="libFootnotenumChar"/>
          <w:rtl/>
        </w:rPr>
        <w:t>(2)</w:t>
      </w:r>
      <w:r w:rsidR="0006593C">
        <w:rPr>
          <w:rtl/>
        </w:rPr>
        <w:t xml:space="preserve"> </w:t>
      </w:r>
      <w:r w:rsidR="0006593C">
        <w:rPr>
          <w:rtl/>
        </w:rPr>
        <w:cr/>
        <w:t xml:space="preserve"> </w:t>
      </w:r>
      <w:r w:rsidR="006B1525">
        <w:rPr>
          <w:rtl/>
        </w:rPr>
        <w:t>____________________</w:t>
      </w:r>
      <w:r>
        <w:rPr>
          <w:rtl/>
        </w:rPr>
        <w:t xml:space="preserve"> </w:t>
      </w:r>
    </w:p>
    <w:p w:rsidR="00E03C34" w:rsidRDefault="00E03C34" w:rsidP="00FA2B42">
      <w:pPr>
        <w:pStyle w:val="libFootnote"/>
        <w:rPr>
          <w:rtl/>
        </w:rPr>
      </w:pPr>
      <w:r>
        <w:rPr>
          <w:rtl/>
        </w:rPr>
        <w:t>1_ نہج البلاغہ (فيض الاسلام) خطبہ 157_ ص 977_</w:t>
      </w:r>
    </w:p>
    <w:p w:rsidR="00E03C34" w:rsidRDefault="00E03C34" w:rsidP="00FA2B42">
      <w:pPr>
        <w:pStyle w:val="libFootnote"/>
        <w:rPr>
          <w:rtl/>
        </w:rPr>
      </w:pPr>
      <w:r>
        <w:rPr>
          <w:rtl/>
        </w:rPr>
        <w:t>2 _ تحف العقول ص481_</w:t>
      </w:r>
    </w:p>
    <w:p w:rsidR="00E03C34" w:rsidRDefault="007525F8" w:rsidP="00FA2B42">
      <w:pPr>
        <w:pStyle w:val="Heading2Center"/>
        <w:rPr>
          <w:rtl/>
        </w:rPr>
      </w:pPr>
      <w:r>
        <w:rPr>
          <w:rtl/>
        </w:rPr>
        <w:br w:type="page"/>
      </w:r>
      <w:r>
        <w:rPr>
          <w:rtl/>
        </w:rPr>
        <w:lastRenderedPageBreak/>
        <w:t xml:space="preserve"> </w:t>
      </w:r>
      <w:r>
        <w:rPr>
          <w:rtl/>
        </w:rPr>
        <w:cr/>
      </w:r>
      <w:bookmarkStart w:id="19" w:name="_Toc521154810"/>
      <w:r w:rsidR="00E03C34">
        <w:rPr>
          <w:rtl/>
        </w:rPr>
        <w:t>4_عہدوپيمان ميں اس كى اہميت:</w:t>
      </w:r>
      <w:bookmarkEnd w:id="19"/>
    </w:p>
    <w:p w:rsidR="00E03C34" w:rsidRDefault="00E03C34" w:rsidP="00FA2B42">
      <w:pPr>
        <w:pStyle w:val="libNormal"/>
        <w:rPr>
          <w:rtl/>
        </w:rPr>
      </w:pPr>
      <w:r>
        <w:rPr>
          <w:rtl/>
        </w:rPr>
        <w:t xml:space="preserve">وہ امور كہ جہاں سختى كے ساتھ نظم وضبط كى رعايت كرنا چاہئي' عہدوپيمان اور اقرار ناموں كى پابندى ہي_ مثلاً قرض دينے ' قرض لينے اور دوسرے لين دين ميں تحريرى سند كا ہونا ضرورى ہي_ تاكہ بعد ميں كسى قسم كى كوئي مشكل پيدا نہ ہونے پائے اور ايسا كرنے سے مشكلات كا راستہ بند اور اختلاف كى راہيں مسدود ہوجائيں_ يہ عہدوپيمان اور لين دين كے بارے ميں ايك طرح كا نظم وضبط ہي_ </w:t>
      </w:r>
    </w:p>
    <w:p w:rsidR="00E03C34" w:rsidRDefault="00E03C34" w:rsidP="00FA2B42">
      <w:pPr>
        <w:pStyle w:val="libNormal"/>
        <w:rPr>
          <w:rtl/>
        </w:rPr>
      </w:pPr>
      <w:r>
        <w:rPr>
          <w:rtl/>
        </w:rPr>
        <w:t xml:space="preserve">قرآن مجيد ميں ارشاد ہوا ہے : </w:t>
      </w:r>
    </w:p>
    <w:p w:rsidR="00E03C34" w:rsidRDefault="00E03C34" w:rsidP="00FA2B42">
      <w:pPr>
        <w:pStyle w:val="libNormal"/>
        <w:rPr>
          <w:rtl/>
        </w:rPr>
      </w:pPr>
      <w:r>
        <w:rPr>
          <w:rtl/>
        </w:rPr>
        <w:t>''ايے ايمان لانے والو جب تم ايك مقررہ مدت كے لئے قرضہ ليتے يا ديتے ہو تو اسے لكھ ليا كرو' اور يہ تحرير ايك عادل شخص تمہارے لئے لكھي' اور اگر تم سفر كى حالت ميں ہو اور تمہيں كوئي لكھنے والا نہ ملے تو اسے گروى كى صورت لے ليا كرو ''</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ايك اور آيت ميں ارشاد ہوتا ہے : </w:t>
      </w:r>
    </w:p>
    <w:p w:rsidR="00E03C34" w:rsidRDefault="0006593C" w:rsidP="00FA2B42">
      <w:pPr>
        <w:pStyle w:val="libNormal"/>
        <w:rPr>
          <w:rtl/>
        </w:rPr>
      </w:pPr>
      <w:r>
        <w:rPr>
          <w:rStyle w:val="libAieChar"/>
          <w:rtl/>
        </w:rPr>
        <w:t xml:space="preserve"> </w:t>
      </w:r>
      <w:r w:rsidRPr="0006593C">
        <w:rPr>
          <w:rStyle w:val="libAlaemChar"/>
          <w:rtl/>
        </w:rPr>
        <w:t>(</w:t>
      </w:r>
      <w:r w:rsidRPr="008418F9">
        <w:rPr>
          <w:rStyle w:val="libAieChar"/>
          <w:rtl/>
        </w:rPr>
        <w:t>اَوفوا بالعَ</w:t>
      </w:r>
      <w:r w:rsidRPr="00FA2B42">
        <w:rPr>
          <w:rStyle w:val="libAieChar"/>
          <w:rFonts w:hint="cs"/>
          <w:rtl/>
        </w:rPr>
        <w:t>ه</w:t>
      </w:r>
      <w:r w:rsidRPr="008418F9">
        <w:rPr>
          <w:rStyle w:val="libAieChar"/>
          <w:rFonts w:hint="cs"/>
          <w:rtl/>
        </w:rPr>
        <w:t>د</w:t>
      </w:r>
      <w:r w:rsidRPr="008418F9">
        <w:rPr>
          <w:rStyle w:val="libAieChar"/>
          <w:rtl/>
        </w:rPr>
        <w:t xml:space="preserve"> </w:t>
      </w:r>
      <w:r w:rsidRPr="008418F9">
        <w:rPr>
          <w:rStyle w:val="libAieChar"/>
          <w:rFonts w:hint="cs"/>
          <w:rtl/>
        </w:rPr>
        <w:t>انَّ</w:t>
      </w:r>
      <w:r w:rsidRPr="008418F9">
        <w:rPr>
          <w:rStyle w:val="libAieChar"/>
          <w:rtl/>
        </w:rPr>
        <w:t xml:space="preserve"> </w:t>
      </w:r>
      <w:r w:rsidRPr="008418F9">
        <w:rPr>
          <w:rStyle w:val="libAieChar"/>
          <w:rFonts w:hint="cs"/>
          <w:rtl/>
        </w:rPr>
        <w:t>العَ</w:t>
      </w:r>
      <w:r w:rsidRPr="00FA2B42">
        <w:rPr>
          <w:rStyle w:val="libAieChar"/>
          <w:rFonts w:hint="cs"/>
          <w:rtl/>
        </w:rPr>
        <w:t>ه</w:t>
      </w:r>
      <w:r w:rsidRPr="008418F9">
        <w:rPr>
          <w:rStyle w:val="libAieChar"/>
          <w:rFonts w:hint="cs"/>
          <w:rtl/>
        </w:rPr>
        <w:t>د</w:t>
      </w:r>
      <w:r w:rsidRPr="008418F9">
        <w:rPr>
          <w:rStyle w:val="libAieChar"/>
          <w:rtl/>
        </w:rPr>
        <w:t xml:space="preserve"> </w:t>
      </w:r>
      <w:r w:rsidRPr="008418F9">
        <w:rPr>
          <w:rStyle w:val="libAieChar"/>
          <w:rFonts w:hint="cs"/>
          <w:rtl/>
        </w:rPr>
        <w:t>كانَ</w:t>
      </w:r>
      <w:r w:rsidRPr="008418F9">
        <w:rPr>
          <w:rStyle w:val="libAieChar"/>
          <w:rtl/>
        </w:rPr>
        <w:t xml:space="preserve"> </w:t>
      </w:r>
      <w:r w:rsidRPr="008418F9">
        <w:rPr>
          <w:rStyle w:val="libAieChar"/>
          <w:rFonts w:hint="cs"/>
          <w:rtl/>
        </w:rPr>
        <w:t>مسئولاً</w:t>
      </w:r>
      <w:r w:rsidRPr="008418F9">
        <w:rPr>
          <w:rStyle w:val="libAieChar"/>
          <w:rtl/>
        </w:rPr>
        <w:t>''</w:t>
      </w:r>
      <w:r>
        <w:rPr>
          <w:rStyle w:val="libAieChar"/>
          <w:rtl/>
        </w:rPr>
        <w:t xml:space="preserve"> </w:t>
      </w:r>
      <w:r w:rsidR="000C7CB7" w:rsidRPr="000C7CB7">
        <w:rPr>
          <w:rStyle w:val="libAlaemChar"/>
          <w:rtl/>
        </w:rPr>
        <w:t>)</w:t>
      </w:r>
      <w:r>
        <w:rPr>
          <w:rtl/>
        </w:rPr>
        <w:t xml:space="preserve"> </w:t>
      </w:r>
      <w:r w:rsidRPr="00610DB8">
        <w:rPr>
          <w:rStyle w:val="libFootnotenumChar"/>
          <w:rtl/>
        </w:rPr>
        <w:t>(2)</w:t>
      </w:r>
      <w:r>
        <w:rPr>
          <w:rtl/>
        </w:rPr>
        <w:t xml:space="preserve"> </w:t>
      </w:r>
      <w:r>
        <w:rPr>
          <w:rtl/>
        </w:rPr>
        <w:cr/>
        <w:t xml:space="preserve"> </w:t>
      </w:r>
      <w:r w:rsidR="00E03C34">
        <w:rPr>
          <w:rtl/>
        </w:rPr>
        <w:t xml:space="preserve">''عہد كو پورا كرو 'كيونكہ عہد كے بارے ميں تم سے پوچھا جائے گا''_ </w:t>
      </w:r>
    </w:p>
    <w:p w:rsidR="00E03C34" w:rsidRDefault="00E03C34" w:rsidP="00FA2B42">
      <w:pPr>
        <w:pStyle w:val="libNormal"/>
        <w:rPr>
          <w:rtl/>
        </w:rPr>
      </w:pPr>
      <w:r>
        <w:rPr>
          <w:rtl/>
        </w:rPr>
        <w:t xml:space="preserve">پيغمبر اسلام (ص) نے وعدہ كى پابندى كو قيامت كے اوپر عقيدہ ركھنے سے تعبير فرمايا ہي_ چنانچہ ارشاد ہي: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سورہ بقرہ آيت 282_ 283</w:t>
      </w:r>
    </w:p>
    <w:p w:rsidR="00E03C34" w:rsidRDefault="00E03C34" w:rsidP="00FA2B42">
      <w:pPr>
        <w:pStyle w:val="libFootnote"/>
        <w:rPr>
          <w:rtl/>
        </w:rPr>
      </w:pPr>
      <w:r>
        <w:rPr>
          <w:rtl/>
        </w:rPr>
        <w:t>2 _ سورہ بنى اسرائيل _ آيت 34</w:t>
      </w:r>
    </w:p>
    <w:p w:rsidR="008418F9" w:rsidRDefault="008418F9" w:rsidP="00FA2B42">
      <w:pPr>
        <w:pStyle w:val="libNormal"/>
        <w:rPr>
          <w:rtl/>
        </w:rPr>
      </w:pPr>
      <w:r>
        <w:rPr>
          <w:rtl/>
        </w:rPr>
        <w:br w:type="page"/>
      </w:r>
    </w:p>
    <w:p w:rsidR="00E03C34" w:rsidRDefault="00E03C34" w:rsidP="00FA2B42">
      <w:pPr>
        <w:pStyle w:val="libNormal"/>
        <w:rPr>
          <w:rtl/>
        </w:rPr>
      </w:pPr>
    </w:p>
    <w:p w:rsidR="00E03C34" w:rsidRDefault="00E03C34" w:rsidP="00FA2B42">
      <w:pPr>
        <w:pStyle w:val="libNormal"/>
        <w:rPr>
          <w:rtl/>
        </w:rPr>
      </w:pPr>
      <w:r w:rsidRPr="008418F9">
        <w:rPr>
          <w:rStyle w:val="libArabicChar"/>
          <w:rtl/>
        </w:rPr>
        <w:t>''مَن كان يؤمن بالل</w:t>
      </w:r>
      <w:r w:rsidR="00FA2B42" w:rsidRPr="00FA2B42">
        <w:rPr>
          <w:rStyle w:val="libArabicChar"/>
          <w:rFonts w:hint="cs"/>
          <w:rtl/>
        </w:rPr>
        <w:t>ه</w:t>
      </w:r>
      <w:r w:rsidRPr="008418F9">
        <w:rPr>
          <w:rStyle w:val="libArabicChar"/>
          <w:rtl/>
        </w:rPr>
        <w:t xml:space="preserve"> </w:t>
      </w:r>
      <w:r w:rsidRPr="008418F9">
        <w:rPr>
          <w:rStyle w:val="libArabicChar"/>
          <w:rFonts w:hint="cs"/>
          <w:rtl/>
        </w:rPr>
        <w:t>واليوم</w:t>
      </w:r>
      <w:r w:rsidRPr="008418F9">
        <w:rPr>
          <w:rStyle w:val="libArabicChar"/>
          <w:rtl/>
        </w:rPr>
        <w:t xml:space="preserve"> </w:t>
      </w:r>
      <w:r w:rsidRPr="008418F9">
        <w:rPr>
          <w:rStyle w:val="libArabicChar"/>
          <w:rFonts w:hint="cs"/>
          <w:rtl/>
        </w:rPr>
        <w:t>الآخرة</w:t>
      </w:r>
      <w:r w:rsidRPr="008418F9">
        <w:rPr>
          <w:rStyle w:val="libArabicChar"/>
          <w:rtl/>
        </w:rPr>
        <w:t xml:space="preserve"> </w:t>
      </w:r>
      <w:r w:rsidRPr="008418F9">
        <w:rPr>
          <w:rStyle w:val="libArabicChar"/>
          <w:rFonts w:hint="cs"/>
          <w:rtl/>
        </w:rPr>
        <w:t>فليف</w:t>
      </w:r>
      <w:r w:rsidRPr="008418F9">
        <w:rPr>
          <w:rStyle w:val="libArabicChar"/>
          <w:rtl/>
        </w:rPr>
        <w:t xml:space="preserve"> </w:t>
      </w:r>
      <w:r w:rsidRPr="008418F9">
        <w:rPr>
          <w:rStyle w:val="libArabicChar"/>
          <w:rFonts w:hint="cs"/>
          <w:rtl/>
        </w:rPr>
        <w:t>إذا</w:t>
      </w:r>
      <w:r w:rsidRPr="008418F9">
        <w:rPr>
          <w:rStyle w:val="libArabicChar"/>
          <w:rtl/>
        </w:rPr>
        <w:t xml:space="preserve"> </w:t>
      </w:r>
      <w:r w:rsidRPr="008418F9">
        <w:rPr>
          <w:rStyle w:val="libArabicChar"/>
          <w:rFonts w:hint="cs"/>
          <w:rtl/>
        </w:rPr>
        <w:t>وَعَدَ</w:t>
      </w:r>
      <w:r w:rsidRPr="008418F9">
        <w:rPr>
          <w:rStyle w:val="libArabicChar"/>
          <w:rtl/>
        </w:rPr>
        <w:t>''</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''جو شخص خدا اور قيامت پر ايمان ركھتا ہے اسے اپنا وعدہ پورا كرنا چاہئي''_ </w:t>
      </w:r>
    </w:p>
    <w:p w:rsidR="00E03C34" w:rsidRDefault="00E03C34" w:rsidP="00FA2B42">
      <w:pPr>
        <w:pStyle w:val="libNormal"/>
        <w:rPr>
          <w:rtl/>
        </w:rPr>
      </w:pPr>
      <w:r>
        <w:rPr>
          <w:rtl/>
        </w:rPr>
        <w:t xml:space="preserve">ايك واضح پيمان مقررّ كرنے سے بہت سے اختلافات كا سدّ باب ہوسكتا ہي_ اور اس پر صحيح طريقہ سے عملدرآمد لوگوں كى محبت اور اعتماد حاصل كرنے كا موجب بن جاتا ہے _ چنانچہ روايت ہے كہ ايك دن حضرت امام على ابن موسى الرضا عليه السلام نے ديكھا كہ آپ (ع) كے ملازمين ميں ايك اجنبى شخص كام كر رہا ہي' جب آپ (ع) نے اس كے بارے ميں دريافت كيا تو بتا يا گيا كہ اسے اس لئے لے آئے ہيں تاكہ ہمارا ہاتھ بٹاسكي_ امام (ع) نے پوچھا: كيا تم نے اس كى اجرت بھى طے كى تھي؟ كہا گيا كہ نہيں_ امام (ع) سخت ناراض ہوئے اور ان كے اس عمل كو ناپسند فرماتے ہوئے كہا : </w:t>
      </w:r>
    </w:p>
    <w:p w:rsidR="00E03C34" w:rsidRDefault="00E03C34" w:rsidP="00FA2B42">
      <w:pPr>
        <w:pStyle w:val="libNormal"/>
        <w:rPr>
          <w:rtl/>
        </w:rPr>
      </w:pPr>
      <w:r>
        <w:rPr>
          <w:rtl/>
        </w:rPr>
        <w:t>''ميں نے بارہا كہا ہے كہ جب تم كسى كو مزدورى كے لئے لاتے ہو تو پہلے اس سے اجرت طے كرليا كرو' ورنہ آخر ميں تم اسے جس قدر بھى مزدورى دوگے وہ خيال كرے گا كہ اسے حق سے كم ملا ہي' ليكن اگر طے كرلوگے اور آخر ميںطے شدہ اجرت سے جتنا بھى زيادہ دوگے خوش ہوجائے گا اور سمجھے گا كہ تم نے اس كے ساتھ محبت كى ہي''</w:t>
      </w:r>
      <w:r w:rsidR="0006593C">
        <w:rPr>
          <w:rtl/>
        </w:rPr>
        <w:t xml:space="preserve"> </w:t>
      </w:r>
      <w:r w:rsidR="0006593C" w:rsidRPr="00610DB8">
        <w:rPr>
          <w:rStyle w:val="libFootnotenumChar"/>
          <w:rtl/>
        </w:rPr>
        <w:t>(2)</w:t>
      </w:r>
      <w:r w:rsidR="0006593C">
        <w:rPr>
          <w:rtl/>
        </w:rPr>
        <w:t xml:space="preserve"> </w:t>
      </w:r>
      <w:r w:rsidR="0006593C">
        <w:rPr>
          <w:rtl/>
        </w:rPr>
        <w:cr/>
        <w:t xml:space="preserve"> </w:t>
      </w:r>
      <w:r>
        <w:rPr>
          <w:rtl/>
        </w:rPr>
        <w:t xml:space="preserve">بات پر قائم رہنا اور وعدہ وفائي انبياء اور اولياء خدا كا شيوہ ہي، ان كے پيروكاروں كو اس سلسلے ميں ان كى اقتدا كرنى چاہئي_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كافي_ ج 2_ ص 364</w:t>
      </w:r>
    </w:p>
    <w:p w:rsidR="00E03C34" w:rsidRDefault="00E03C34" w:rsidP="00FA2B42">
      <w:pPr>
        <w:pStyle w:val="libFootnote"/>
        <w:rPr>
          <w:rtl/>
        </w:rPr>
      </w:pPr>
      <w:r>
        <w:rPr>
          <w:rtl/>
        </w:rPr>
        <w:t>2_ بحارالانوار _ ج 49_ ص 106</w:t>
      </w:r>
    </w:p>
    <w:p w:rsidR="00E03C34" w:rsidRDefault="007525F8" w:rsidP="00FA2B42">
      <w:pPr>
        <w:pStyle w:val="Heading2Center"/>
        <w:rPr>
          <w:rtl/>
        </w:rPr>
      </w:pPr>
      <w:r>
        <w:rPr>
          <w:rtl/>
        </w:rPr>
        <w:br w:type="page"/>
      </w:r>
      <w:r>
        <w:rPr>
          <w:rtl/>
        </w:rPr>
        <w:lastRenderedPageBreak/>
        <w:t xml:space="preserve"> </w:t>
      </w:r>
      <w:r>
        <w:rPr>
          <w:rtl/>
        </w:rPr>
        <w:cr/>
      </w:r>
      <w:bookmarkStart w:id="20" w:name="_Toc521154811"/>
      <w:r w:rsidR="00E03C34">
        <w:rPr>
          <w:rtl/>
        </w:rPr>
        <w:t>5_عبادت ميں اس كى اہميت:</w:t>
      </w:r>
      <w:bookmarkEnd w:id="20"/>
    </w:p>
    <w:p w:rsidR="00E03C34" w:rsidRDefault="00E03C34" w:rsidP="00FA2B42">
      <w:pPr>
        <w:pStyle w:val="libNormal"/>
        <w:rPr>
          <w:rtl/>
        </w:rPr>
      </w:pPr>
      <w:r>
        <w:rPr>
          <w:rtl/>
        </w:rPr>
        <w:t xml:space="preserve">عبادت ميں بھى نظم وضبط كا اہتمام كرنا چاہئے اور وہ يوں كہ ہر عبادت كو بروقت اور بموقع بجالائيں' نماز كو اس كے اول وقت ميں اور جماعت كے ساتھ ادا كريں' ماہ رمضان ميں روزے ركھيں' اگر سفر يا بيمارى كى وجہ سے كوئي روزہ قضا ہوجائے تو اس كى قضا كريں ' خمس وزكوة ادا كريں' اور عبادت ميں افراط وتفريط سے اجتناب كريں بلكہعبادت ميں اعتدال كو ملحوظ ركھنا چاہئي' كيونكہ اعتدال پسندى عبادت ميں مفيد ہي_ </w:t>
      </w:r>
    </w:p>
    <w:p w:rsidR="00E03C34" w:rsidRDefault="00E03C34" w:rsidP="00FA2B42">
      <w:pPr>
        <w:pStyle w:val="libNormal"/>
        <w:rPr>
          <w:rtl/>
        </w:rPr>
      </w:pPr>
      <w:r>
        <w:rPr>
          <w:rtl/>
        </w:rPr>
        <w:t xml:space="preserve">عبادت اور مستحب امور ميں افراط سے كام لينے سے بسا اوقات انسان اكتا جاتا ہي' جس كى وجہ سے بعض اوقات وہ اجتماعى سرگرميوں سے محروم رہتا ہے بلكہ كبھى تو اس كا يہ عمل بجائے باعث ثواب كے عذاب كا باعث بن جاتا ہے ' جيسے دعا يا نوحہ خوانى كرنا يا كوئي اور مستحب عمل كہ رات گئے تك لائوڈ اسپيكر پر پڑھتا رہے 'ظاہر ہے اس سے ہمسايوں يا بيماروں كو تكليف ہوتى ہي_ </w:t>
      </w:r>
    </w:p>
    <w:p w:rsidR="00E03C34" w:rsidRDefault="00E03C34" w:rsidP="00FA2B42">
      <w:pPr>
        <w:pStyle w:val="libNormal"/>
        <w:rPr>
          <w:rtl/>
        </w:rPr>
      </w:pPr>
      <w:r>
        <w:rPr>
          <w:rtl/>
        </w:rPr>
        <w:t xml:space="preserve">مستحب عبادت اس وقت مفيد اور كار آمد ہوتى ہے جب وہ رضا ورغبت اور شوق و محبت كے ساتھ انجام دى جائے _ اُس مسلمان كى داستان مشہور ہے كہ جس نے اپنے غير مسلم ہمسائے كو اسلام قبول كرنے كى دعوت دى تھى ' جب اس كا وہ ہمسايہ مسلمان ہوگيا تو وہ اسے مسجد لے گيا اور صبح سے ليكر مغرب تك مسجد ميں نماز ودعائيں پڑھتا رہا ' قران كى تلاوت كرتا رہا ، غرض اسے صبح سے شام تك ان امور ميں مصروف ركھا_ </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چنانچہ جب وہ دوسرے دن اس كے پاس گيا كہ اسے عبادت كے لئے اپنے ہمراہ مسجد لے چلے تو اس نے ساتھ چلنے سے صاف انكار كرديا اور كہا : </w:t>
      </w:r>
    </w:p>
    <w:p w:rsidR="00E03C34" w:rsidRDefault="00E03C34" w:rsidP="00FA2B42">
      <w:pPr>
        <w:pStyle w:val="libNormal"/>
        <w:rPr>
          <w:rtl/>
        </w:rPr>
      </w:pPr>
      <w:r>
        <w:rPr>
          <w:rtl/>
        </w:rPr>
        <w:t xml:space="preserve">''ميرے يہاں بيوى بچے بھى ہيں' ان كے اخراجات كے لئے بھى كچھ كرنا ہي' مجھے ايسا دين قبول نہيں جائو اپنى راہ لو_،، </w:t>
      </w:r>
    </w:p>
    <w:p w:rsidR="00E03C34" w:rsidRDefault="00E03C34" w:rsidP="00FA2B42">
      <w:pPr>
        <w:pStyle w:val="libNormal"/>
        <w:rPr>
          <w:rtl/>
        </w:rPr>
      </w:pPr>
    </w:p>
    <w:p w:rsidR="00E03C34" w:rsidRDefault="00E03C34" w:rsidP="00FA2B42">
      <w:pPr>
        <w:pStyle w:val="Heading2Center"/>
        <w:rPr>
          <w:rtl/>
        </w:rPr>
      </w:pPr>
      <w:bookmarkStart w:id="21" w:name="_Toc521154812"/>
      <w:r>
        <w:rPr>
          <w:rtl/>
        </w:rPr>
        <w:t>6_ اخراجات ميںاس كى اہميّت:</w:t>
      </w:r>
      <w:bookmarkEnd w:id="21"/>
    </w:p>
    <w:p w:rsidR="00E03C34" w:rsidRDefault="00E03C34" w:rsidP="00FA2B42">
      <w:pPr>
        <w:pStyle w:val="libNormal"/>
        <w:rPr>
          <w:rtl/>
        </w:rPr>
      </w:pPr>
      <w:r>
        <w:rPr>
          <w:rtl/>
        </w:rPr>
        <w:t xml:space="preserve">روٹي' كپڑے اور زندگى كے دوسرے اخراجات' جو كہ بيت المال يا ديگر اموال سے پورے ہوتے ہيں ان ميں اعتدال سے كام لينا چاہئے نہ افراط سے كام لياجائے اور نہ ہى بخل و مشكلات ميں پڑنا چاہئي_ </w:t>
      </w:r>
    </w:p>
    <w:p w:rsidR="00E03C34" w:rsidRDefault="00E03C34" w:rsidP="00FA2B42">
      <w:pPr>
        <w:pStyle w:val="libNormal"/>
        <w:rPr>
          <w:rtl/>
        </w:rPr>
      </w:pPr>
      <w:r>
        <w:rPr>
          <w:rtl/>
        </w:rPr>
        <w:t xml:space="preserve">اخراجات ميں نظم وضبط كا مطلب يہ ہے كہ آمد وخرچ ميں ماشہ، گرام كا حساب ركھاجائي، پيداوار اور اخراجات ميں توازن ركھاجائے اور اخراجات ميں اسراف اور فضول خرچى بد نظمى ہے كہ اس سے انسان مفلس اور نادار ہوجاتا ہي_ </w:t>
      </w:r>
    </w:p>
    <w:p w:rsidR="00E03C34" w:rsidRDefault="00E03C34" w:rsidP="00FA2B42">
      <w:pPr>
        <w:pStyle w:val="libNormal"/>
        <w:rPr>
          <w:rtl/>
        </w:rPr>
      </w:pPr>
      <w:r>
        <w:rPr>
          <w:rtl/>
        </w:rPr>
        <w:t xml:space="preserve">قرآن مجيد فضول خرچى اور بے حساب خرچ كرنے كى مذمت كرتا ہے اور فضول خرچ انسان كو شيطان كا بھائي قرار ديتاہے </w:t>
      </w:r>
      <w:r w:rsidR="0006593C">
        <w:rPr>
          <w:rStyle w:val="libAieChar"/>
          <w:rtl/>
        </w:rPr>
        <w:t xml:space="preserve"> </w:t>
      </w:r>
      <w:r w:rsidR="0006593C" w:rsidRPr="0006593C">
        <w:rPr>
          <w:rStyle w:val="libAlaemChar"/>
          <w:rtl/>
        </w:rPr>
        <w:t>(</w:t>
      </w:r>
      <w:r w:rsidR="0006593C" w:rsidRPr="008418F9">
        <w:rPr>
          <w:rStyle w:val="libAieChar"/>
          <w:rtl/>
        </w:rPr>
        <w:t>ان المبذرين كانوا اخوان الشياطين''</w:t>
      </w:r>
      <w:r w:rsidR="0006593C">
        <w:rPr>
          <w:rStyle w:val="libAieChar"/>
          <w:rtl/>
        </w:rPr>
        <w:t xml:space="preserve"> </w:t>
      </w:r>
      <w:r w:rsidR="000C7CB7" w:rsidRPr="000C7CB7">
        <w:rPr>
          <w:rStyle w:val="libAlaemChar"/>
          <w:rtl/>
        </w:rPr>
        <w:t>)</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فردى اور نجى زندگى ميں بھى اخراجات ميں تعادل ركھنا چاہئے ،اسى طرح حكومت اور مسلمانوں كے بيت المال ميں بھى ميانہ روى اختيار كرنا چاہئي، معاشرہ ميں وہى حكومت كامياب ہوتى ہے كہ جس كے مال و منصوبے نظم وضبط پر مبنى ہوتے ہيں_ اخراجات ميں اعتدال ، يعنى بجلى ، پانى ، پھل ، لباس اور كھانے پينے كى چيزوں كو </w:t>
      </w:r>
    </w:p>
    <w:p w:rsidR="00E03C34" w:rsidRDefault="006B1525" w:rsidP="000C7CB7">
      <w:pPr>
        <w:pStyle w:val="libLine"/>
        <w:rPr>
          <w:rtl/>
        </w:rPr>
      </w:pPr>
      <w:r>
        <w:rPr>
          <w:rtl/>
        </w:rPr>
        <w:t>____________________</w:t>
      </w:r>
      <w:r w:rsidR="00E03C34">
        <w:rPr>
          <w:rtl/>
        </w:rPr>
        <w:t xml:space="preserve"> </w:t>
      </w:r>
    </w:p>
    <w:p w:rsidR="00E03C34" w:rsidRPr="008418F9" w:rsidRDefault="00E03C34" w:rsidP="00FA2B42">
      <w:pPr>
        <w:pStyle w:val="libNormal"/>
        <w:rPr>
          <w:rStyle w:val="libFootnoteChar"/>
          <w:rtl/>
        </w:rPr>
      </w:pPr>
      <w:r>
        <w:rPr>
          <w:rtl/>
        </w:rPr>
        <w:t>1</w:t>
      </w:r>
      <w:r w:rsidRPr="008418F9">
        <w:rPr>
          <w:rStyle w:val="libFootnoteChar"/>
          <w:rtl/>
        </w:rPr>
        <w:t>_سورہ بنى اسرائيل _ آيت 27</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بے مقصد صرف كرنے سے اجتناب كرنا ، تاكہ انسان اپنے آپ اور معاشرہ كو خود كفيل بنا دے اور دوسرں سے بے نياز ہو جائے _ </w:t>
      </w:r>
    </w:p>
    <w:p w:rsidR="00E03C34" w:rsidRDefault="00E03C34" w:rsidP="00FA2B42">
      <w:pPr>
        <w:pStyle w:val="libNormal"/>
        <w:rPr>
          <w:rtl/>
        </w:rPr>
      </w:pPr>
      <w:r>
        <w:rPr>
          <w:rtl/>
        </w:rPr>
        <w:t xml:space="preserve">حضرت امير المومنين على ابن ابى طالب (ع) بيت المال سے خرچ كرنے كے بارے ميں اپنے كاركنوں كو ہدايت كرتے ہوئے فرماتے ہيں : </w:t>
      </w:r>
    </w:p>
    <w:p w:rsidR="00E03C34" w:rsidRDefault="00E03C34" w:rsidP="00F52CCD">
      <w:pPr>
        <w:pStyle w:val="libNormal"/>
        <w:rPr>
          <w:rtl/>
        </w:rPr>
      </w:pPr>
      <w:r>
        <w:rPr>
          <w:rtl/>
        </w:rPr>
        <w:t>''قلم كى نوك كو باريك اور سطروں كے فاصلے كو كم كرو اضافى آداب والقاب كو حذف كرو ، اپنے مطالب كو خلاصہ كو طور پر تحرير كيا كرو اور فضول خرچى سے دور رہو كہ مسلمانوں كا بيت المال اس قسم كے اخرجات كا متحمل نہيں ہو سكتا _،،</w:t>
      </w:r>
      <w:r w:rsidR="00F52CCD" w:rsidRPr="00F52CCD">
        <w:rPr>
          <w:rStyle w:val="libFootnotenumChar"/>
          <w:rFonts w:hint="cs"/>
          <w:rtl/>
        </w:rPr>
        <w:t>(1)</w:t>
      </w:r>
      <w:r w:rsidRPr="00F52CCD">
        <w:rPr>
          <w:rStyle w:val="libFootnotenumChar"/>
          <w:rtl/>
        </w:rPr>
        <w:t xml:space="preserve"> </w:t>
      </w:r>
    </w:p>
    <w:p w:rsidR="00E03C34" w:rsidRDefault="00E03C34" w:rsidP="00FA2B42">
      <w:pPr>
        <w:pStyle w:val="libNormal"/>
        <w:rPr>
          <w:rtl/>
        </w:rPr>
      </w:pPr>
    </w:p>
    <w:p w:rsidR="00E03C34" w:rsidRDefault="00E03C34" w:rsidP="00FA2B42">
      <w:pPr>
        <w:pStyle w:val="Heading2Center"/>
        <w:rPr>
          <w:rtl/>
        </w:rPr>
      </w:pPr>
      <w:bookmarkStart w:id="22" w:name="_Toc521154813"/>
      <w:r>
        <w:rPr>
          <w:rtl/>
        </w:rPr>
        <w:t>7_محاذ جنگ اور عسكرى امور ميں نظم وضبط كى اہميّت :</w:t>
      </w:r>
      <w:bookmarkEnd w:id="22"/>
    </w:p>
    <w:p w:rsidR="00E03C34" w:rsidRDefault="00E03C34" w:rsidP="00FA2B42">
      <w:pPr>
        <w:pStyle w:val="libNormal"/>
        <w:rPr>
          <w:rtl/>
        </w:rPr>
      </w:pPr>
      <w:r>
        <w:rPr>
          <w:rtl/>
        </w:rPr>
        <w:t xml:space="preserve">خاص طور پر جنگ ، جنگى آپريشن ، ميدان جنگ اور عسكرى امور ميں نظم وضبط كو ملحوظ ركھنا خصوصى اہميّت كا حاصل ہے _ </w:t>
      </w:r>
    </w:p>
    <w:p w:rsidR="00E03C34" w:rsidRDefault="00E03C34" w:rsidP="00FA2B42">
      <w:pPr>
        <w:pStyle w:val="libNormal"/>
        <w:rPr>
          <w:rtl/>
        </w:rPr>
      </w:pPr>
      <w:r>
        <w:rPr>
          <w:rtl/>
        </w:rPr>
        <w:t xml:space="preserve">واضح رہے ، جنگ ميں مجاہدين كى كاميابى كا دار ومدار اپنے كمانڈروں كى حكمت عملى اور جنگى تدابير پر پختہ يقين اور راستح عقيدہ كے بعد ان كى اطاعت اور عسكرى امور كے نظم وضبط پر ہے _ </w:t>
      </w:r>
    </w:p>
    <w:p w:rsidR="00E03C34" w:rsidRDefault="00E03C34" w:rsidP="00FA2B42">
      <w:pPr>
        <w:pStyle w:val="libNormal"/>
        <w:rPr>
          <w:rtl/>
        </w:rPr>
      </w:pPr>
      <w:r>
        <w:rPr>
          <w:rtl/>
        </w:rPr>
        <w:t xml:space="preserve">خدا وند عالم ،قرآن مجيد ميں فرماتا ہے : </w:t>
      </w:r>
    </w:p>
    <w:p w:rsidR="00E03C34" w:rsidRDefault="0006593C" w:rsidP="00F52CCD">
      <w:pPr>
        <w:pStyle w:val="libNormal"/>
        <w:rPr>
          <w:rtl/>
        </w:rPr>
      </w:pPr>
      <w:r>
        <w:rPr>
          <w:rStyle w:val="libAieChar"/>
          <w:rtl/>
        </w:rPr>
        <w:t xml:space="preserve"> </w:t>
      </w:r>
      <w:r w:rsidRPr="0006593C">
        <w:rPr>
          <w:rStyle w:val="libAlaemChar"/>
          <w:rtl/>
        </w:rPr>
        <w:t>(</w:t>
      </w:r>
      <w:r w:rsidRPr="008418F9">
        <w:rPr>
          <w:rStyle w:val="libAieChar"/>
          <w:rtl/>
        </w:rPr>
        <w:t xml:space="preserve"> انَّ الل</w:t>
      </w:r>
      <w:r w:rsidRPr="00FA2B42">
        <w:rPr>
          <w:rStyle w:val="libAieChar"/>
          <w:rFonts w:hint="cs"/>
          <w:rtl/>
        </w:rPr>
        <w:t>ه</w:t>
      </w:r>
      <w:r w:rsidRPr="008418F9">
        <w:rPr>
          <w:rStyle w:val="libAieChar"/>
          <w:rtl/>
        </w:rPr>
        <w:t xml:space="preserve"> </w:t>
      </w:r>
      <w:r w:rsidRPr="008418F9">
        <w:rPr>
          <w:rStyle w:val="libAieChar"/>
          <w:rFonts w:hint="cs"/>
          <w:rtl/>
        </w:rPr>
        <w:t>يحبّ</w:t>
      </w:r>
      <w:r w:rsidRPr="008418F9">
        <w:rPr>
          <w:rStyle w:val="libAieChar"/>
          <w:rtl/>
        </w:rPr>
        <w:t xml:space="preserve">: </w:t>
      </w:r>
      <w:r w:rsidRPr="008418F9">
        <w:rPr>
          <w:rStyle w:val="libAieChar"/>
          <w:rFonts w:hint="cs"/>
          <w:rtl/>
        </w:rPr>
        <w:t>الذين</w:t>
      </w:r>
      <w:r w:rsidRPr="008418F9">
        <w:rPr>
          <w:rStyle w:val="libAieChar"/>
          <w:rtl/>
        </w:rPr>
        <w:t xml:space="preserve"> </w:t>
      </w:r>
      <w:r w:rsidRPr="008418F9">
        <w:rPr>
          <w:rStyle w:val="libAieChar"/>
          <w:rFonts w:hint="cs"/>
          <w:rtl/>
        </w:rPr>
        <w:t>يقاتلون</w:t>
      </w:r>
      <w:r w:rsidRPr="008418F9">
        <w:rPr>
          <w:rStyle w:val="libAieChar"/>
          <w:rtl/>
        </w:rPr>
        <w:t xml:space="preserve"> </w:t>
      </w:r>
      <w:r w:rsidRPr="008418F9">
        <w:rPr>
          <w:rStyle w:val="libAieChar"/>
          <w:rFonts w:hint="cs"/>
          <w:rtl/>
        </w:rPr>
        <w:t>فى</w:t>
      </w:r>
      <w:r w:rsidRPr="008418F9">
        <w:rPr>
          <w:rStyle w:val="libAieChar"/>
          <w:rtl/>
        </w:rPr>
        <w:t xml:space="preserve"> </w:t>
      </w:r>
      <w:r w:rsidRPr="008418F9">
        <w:rPr>
          <w:rStyle w:val="libAieChar"/>
          <w:rFonts w:hint="cs"/>
          <w:rtl/>
        </w:rPr>
        <w:t>سبيل</w:t>
      </w:r>
      <w:r w:rsidRPr="00FA2B42">
        <w:rPr>
          <w:rStyle w:val="libAieChar"/>
          <w:rFonts w:hint="cs"/>
          <w:rtl/>
        </w:rPr>
        <w:t>ه</w:t>
      </w:r>
      <w:r w:rsidRPr="008418F9">
        <w:rPr>
          <w:rStyle w:val="libAieChar"/>
          <w:rtl/>
        </w:rPr>
        <w:t xml:space="preserve"> </w:t>
      </w:r>
      <w:r w:rsidRPr="008418F9">
        <w:rPr>
          <w:rStyle w:val="libAieChar"/>
          <w:rFonts w:hint="cs"/>
          <w:rtl/>
        </w:rPr>
        <w:t>صفا</w:t>
      </w:r>
      <w:r w:rsidRPr="008418F9">
        <w:rPr>
          <w:rStyle w:val="libAieChar"/>
          <w:rtl/>
        </w:rPr>
        <w:t xml:space="preserve"> </w:t>
      </w:r>
      <w:r w:rsidRPr="008418F9">
        <w:rPr>
          <w:rStyle w:val="libAieChar"/>
          <w:rFonts w:hint="cs"/>
          <w:rtl/>
        </w:rPr>
        <w:t>كان</w:t>
      </w:r>
      <w:r w:rsidRPr="00FA2B42">
        <w:rPr>
          <w:rStyle w:val="libAieChar"/>
          <w:rFonts w:hint="cs"/>
          <w:rtl/>
        </w:rPr>
        <w:t>ه</w:t>
      </w:r>
      <w:r w:rsidRPr="008418F9">
        <w:rPr>
          <w:rStyle w:val="libAieChar"/>
          <w:rFonts w:hint="cs"/>
          <w:rtl/>
        </w:rPr>
        <w:t>م</w:t>
      </w:r>
      <w:r w:rsidRPr="008418F9">
        <w:rPr>
          <w:rStyle w:val="libAieChar"/>
          <w:rtl/>
        </w:rPr>
        <w:t xml:space="preserve"> </w:t>
      </w:r>
      <w:r w:rsidRPr="008418F9">
        <w:rPr>
          <w:rStyle w:val="libAieChar"/>
          <w:rFonts w:hint="cs"/>
          <w:rtl/>
        </w:rPr>
        <w:t>بنيان</w:t>
      </w:r>
      <w:r w:rsidRPr="008418F9">
        <w:rPr>
          <w:rStyle w:val="libAieChar"/>
          <w:rtl/>
        </w:rPr>
        <w:t xml:space="preserve"> </w:t>
      </w:r>
      <w:r w:rsidRPr="008418F9">
        <w:rPr>
          <w:rStyle w:val="libAieChar"/>
          <w:rFonts w:hint="cs"/>
          <w:rtl/>
        </w:rPr>
        <w:t>مرصوص</w:t>
      </w:r>
      <w:r>
        <w:rPr>
          <w:rStyle w:val="libAieChar"/>
          <w:rtl/>
        </w:rPr>
        <w:t xml:space="preserve"> </w:t>
      </w:r>
      <w:r w:rsidR="000C7CB7" w:rsidRPr="000C7CB7">
        <w:rPr>
          <w:rStyle w:val="libAlaemChar"/>
          <w:rtl/>
        </w:rPr>
        <w:t>)</w:t>
      </w:r>
      <w:r w:rsidR="00E03C34">
        <w:rPr>
          <w:rtl/>
        </w:rPr>
        <w:t xml:space="preserve"> ،،</w:t>
      </w:r>
      <w:r w:rsidR="00F52CCD" w:rsidRPr="00F52CCD">
        <w:rPr>
          <w:rStyle w:val="libFootnotenumChar"/>
          <w:rFonts w:hint="cs"/>
          <w:rtl/>
        </w:rPr>
        <w:t>(2)</w:t>
      </w:r>
      <w:r w:rsidR="00E03C34" w:rsidRPr="00F52CCD">
        <w:rPr>
          <w:rStyle w:val="libFootnotenumChar"/>
          <w:rtl/>
        </w:rPr>
        <w:t xml:space="preserve">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بحارالانوار _ ج 41_ ص 105</w:t>
      </w:r>
    </w:p>
    <w:p w:rsidR="00E03C34" w:rsidRDefault="00E03C34" w:rsidP="00FA2B42">
      <w:pPr>
        <w:pStyle w:val="libFootnote"/>
        <w:rPr>
          <w:rtl/>
        </w:rPr>
      </w:pPr>
      <w:r>
        <w:rPr>
          <w:rtl/>
        </w:rPr>
        <w:t>2_ سورہ وصف _ آيت 4</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''يقينا خداوند عالم ان لوگوں كو دوست ركھتا ہے جو اس كى راہ ميں يوں منظم طريقہ سے صف باندھ كر لڑتے ہيں جيسے سيسہ پلائي ہوئي ديوار ہوتى ہے _،، </w:t>
      </w:r>
    </w:p>
    <w:p w:rsidR="00E03C34" w:rsidRDefault="00E03C34" w:rsidP="00FA2B42">
      <w:pPr>
        <w:pStyle w:val="libNormal"/>
        <w:rPr>
          <w:rtl/>
        </w:rPr>
      </w:pPr>
      <w:r>
        <w:rPr>
          <w:rtl/>
        </w:rPr>
        <w:t xml:space="preserve">جنگ كے دوران ، حملہ كے وقت ، پيچھے ہٹنے كے موقع پر اور آرام كے وقت نظم وضبط كا مظاہرہ فتح اور كاميابى كى علامت ہے _ جب كہ گربڑ ، سر كشى اور بدنظمى بعض اوقات جيتى ہوئي جنگ كو شكست ميںتبديل كر ديتى ہے _ </w:t>
      </w:r>
    </w:p>
    <w:p w:rsidR="00E03C34" w:rsidRDefault="00E03C34" w:rsidP="00FA2B42">
      <w:pPr>
        <w:pStyle w:val="libNormal"/>
        <w:rPr>
          <w:rtl/>
        </w:rPr>
      </w:pPr>
      <w:r>
        <w:rPr>
          <w:rtl/>
        </w:rPr>
        <w:t xml:space="preserve">حضرت رسو ل اكرم (ص) حملہ كا حكم دينے سے پہلے تمام فوجيوں كى صفيں درست كرتے تھے ، ہر شخص كا فريضہ مقرر فرماتے تھے اور نافرمانى پر تنبيہ اور سرزنش فرماتے تھے </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جنگ ميں كمانڈر كى اطاعت اور عسكرى قوانين كى پابندى زبردست اہميّت اور حسّاس ذمہ دارى كى حامل ہوتى ہے _كمانڈر كے احكام كا احترام ،اپنے اپنے محاذ پر ڈٹے رہنا ، خودرائي اور جذباقى طرز فكر سے اجتناب ، كاميابى كا ضامن ہوتا ہے _ </w:t>
      </w:r>
    </w:p>
    <w:p w:rsidR="00E03C34" w:rsidRDefault="00E03C34" w:rsidP="00FA2B42">
      <w:pPr>
        <w:pStyle w:val="libNormal"/>
        <w:rPr>
          <w:rtl/>
        </w:rPr>
      </w:pPr>
      <w:r>
        <w:rPr>
          <w:rtl/>
        </w:rPr>
        <w:t xml:space="preserve">تاريخ ميں بہت سے ايسے واقعات بھى ملتے ہيں كہ بدنظمي، بے ضابطگى اور قوانين كى خلاف ورزى كى وجہ سے جيتى ہوئي جنگيں شكست ميں تبديل ہوئي ہيں اور دشمن كے غالب آجانے كا سبب بن گئيں ہيں _ چنانچہ جنگ اُحُد ميںنبى (ص) نے كچھ مسلمان جنگجووًں كو عبداللہ ابن جبُير كى سر كردگى ميں ايك پہا ڑى درّے پر متعين فرمايا، </w:t>
      </w:r>
    </w:p>
    <w:p w:rsidR="00E03C34" w:rsidRDefault="00E03C34" w:rsidP="00FA2B42">
      <w:pPr>
        <w:pStyle w:val="libNormal"/>
        <w:rPr>
          <w:rtl/>
        </w:rPr>
      </w:pPr>
      <w:r>
        <w:rPr>
          <w:rtl/>
        </w:rPr>
        <w:t xml:space="preserve">جنگ كے شروع ہو جانے كے بعد سپاہ اسلام كى سرفروشانہ جنگ سے دشمن كے پاوّں اكھڑ گئے اور لشكر اسلام آخرى كاميابى كى حدود تك پہنچ گيا اور دشمنان اسلام </w:t>
      </w:r>
    </w:p>
    <w:p w:rsidR="00E03C34" w:rsidRDefault="00F01BE6" w:rsidP="000C7CB7">
      <w:pPr>
        <w:pStyle w:val="libLine"/>
        <w:rPr>
          <w:rtl/>
        </w:rPr>
      </w:pPr>
      <w:r w:rsidRPr="006B1525">
        <w:rPr>
          <w:rtl/>
        </w:rPr>
        <w:t>____________________</w:t>
      </w:r>
      <w:r w:rsidR="00E03C34">
        <w:rPr>
          <w:rtl/>
        </w:rPr>
        <w:t xml:space="preserve"> </w:t>
      </w:r>
    </w:p>
    <w:p w:rsidR="00E03C34" w:rsidRDefault="00E03C34" w:rsidP="00FA2B42">
      <w:pPr>
        <w:pStyle w:val="libFootnote"/>
        <w:rPr>
          <w:rtl/>
        </w:rPr>
      </w:pPr>
      <w:r>
        <w:rPr>
          <w:rtl/>
        </w:rPr>
        <w:t>1_تاريخ پيامبر اسلام (ص) _ ص 239(مولف ڈاكٹر آيتي)</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شكست كھا كر بھاگنے لگے تو درّے پر متعين افراد نے كاميابى كى صورت حال ديكھ كر رسول خدا (ص) كے فرمان كو فراموش كر ديا اوراپنے مورچوں كو چھوڑ كر نيچے اتر آئے اور مال غنيمت جمع كرنے لگے ، اس بدنظمى اور رسول خدا(ص) كے عسكرى فرمان كى خلاف ورزى كى وجہ سے دشمن كے شكست خوردہ لشكر نے مسلمانوں كى غفلت سے فائدہ اٹھايا اور پہاڑ كے حسّاس درّے كو خالى پاكر سپاہ اسلام پر حملہ ور ہو گيا، آخر ميں اس بد نظمى اور كمانڈر كے حكم كى خلاف ورزى كے سبب مسلمانوں كو زبردست شكست كا منہ ديكھنا پڑا اور سنگين جانى نقصان بھى اٹھانا پڑا </w:t>
      </w:r>
      <w:r w:rsidR="00FA5EFA" w:rsidRPr="00610DB8">
        <w:rPr>
          <w:rStyle w:val="libFootnotenumChar"/>
          <w:rtl/>
          <w:lang w:bidi="ar-SA"/>
        </w:rPr>
        <w:t>(1</w:t>
      </w:r>
      <w:r w:rsidR="00610DB8" w:rsidRPr="00610DB8">
        <w:rPr>
          <w:rStyle w:val="libFootnotenumChar"/>
          <w:rtl/>
          <w:lang w:bidi="ar-SA"/>
        </w:rPr>
        <w:t>)</w:t>
      </w:r>
      <w:r w:rsidR="00FA5EFA">
        <w:rPr>
          <w:rtl/>
        </w:rPr>
        <w:t xml:space="preserve"> </w:t>
      </w:r>
    </w:p>
    <w:p w:rsidR="00E03C34" w:rsidRDefault="00E03C34" w:rsidP="00FA2B42">
      <w:pPr>
        <w:pStyle w:val="libNormal"/>
        <w:rPr>
          <w:rtl/>
        </w:rPr>
      </w:pPr>
      <w:r>
        <w:rPr>
          <w:rtl/>
        </w:rPr>
        <w:t>محاذ جنگ ذمّہ دار افسران كے احكام كى پابندے نہايت ضرورى ہے :</w:t>
      </w:r>
    </w:p>
    <w:p w:rsidR="00E03C34" w:rsidRDefault="00E03C34" w:rsidP="00FA2B42">
      <w:pPr>
        <w:pStyle w:val="libNormal"/>
        <w:rPr>
          <w:rtl/>
        </w:rPr>
      </w:pPr>
      <w:r>
        <w:rPr>
          <w:rtl/>
        </w:rPr>
        <w:t xml:space="preserve">محاذ جنگ پر كسى ڈيوٹى پر متعين ہونے ، كسى يونٹ ميں منتقل ہونے ، چھٹى پر جانے ، كسى پروگرام ميں پرجوش شركت ، غرض تمام امور ميں ذمہ دار افسران كے احكام وآرا ء كى پابندى ضرورى ہوتى ہے _ </w:t>
      </w:r>
    </w:p>
    <w:p w:rsidR="00E03C34" w:rsidRDefault="00E03C34" w:rsidP="00FA2B42">
      <w:pPr>
        <w:pStyle w:val="libNormal"/>
        <w:rPr>
          <w:rtl/>
        </w:rPr>
      </w:pPr>
      <w:r>
        <w:rPr>
          <w:rtl/>
        </w:rPr>
        <w:t xml:space="preserve">خداوند عالم قرآن مجيد ميں ارشاد فرماتا ہے : </w:t>
      </w:r>
    </w:p>
    <w:p w:rsidR="00E03C34" w:rsidRDefault="00E03C34" w:rsidP="00FA2B42">
      <w:pPr>
        <w:pStyle w:val="libNormal"/>
        <w:rPr>
          <w:rtl/>
        </w:rPr>
      </w:pPr>
      <w:r>
        <w:rPr>
          <w:rtl/>
        </w:rPr>
        <w:t xml:space="preserve">'' مومن وہ لوگ ہيں جو خدا اور اس كے رسول(ص) پر ايمان لائے اور جب كسى اہم اور جامع كام( جنگ)ميں پيغمبر اكرم(ص) كے ہمراہ ہوتے ہيں تو ان كى اجازت كے بغير كہيں نہيں جاتے ،اجازت حاصل كرنے والے ہى صيحح معنوں ميں خدا اور اس كے رسول(ص) پر ايمان ركھتے ہيں ، پس جب بھى وہ اپنے بعض كاموں كے لئے آپ(ع) سے اجازت طلب كريں ، تو آپ(ع) جسے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1_مزيد تفصيل كے لئے كتاب فروغ ابديت _ ج 2_ ص 466 كا مطالعہ كياجائے_</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چاہيں اجازت عطا فرمائيں ،، </w:t>
      </w:r>
      <w:r w:rsidR="00FA5EFA" w:rsidRPr="00610DB8">
        <w:rPr>
          <w:rStyle w:val="libFootnotenumChar"/>
          <w:rtl/>
          <w:lang w:bidi="ar-SA"/>
        </w:rPr>
        <w:t>(1</w:t>
      </w:r>
      <w:r w:rsidR="00610DB8" w:rsidRPr="00610DB8">
        <w:rPr>
          <w:rStyle w:val="libFootnotenumChar"/>
          <w:rtl/>
          <w:lang w:bidi="ar-SA"/>
        </w:rPr>
        <w:t>)</w:t>
      </w:r>
      <w:r w:rsidR="00FA5EFA">
        <w:rPr>
          <w:rtl/>
        </w:rPr>
        <w:t xml:space="preserve"> </w:t>
      </w:r>
      <w:r w:rsidR="00E03C34">
        <w:rPr>
          <w:rtl/>
        </w:rPr>
        <w:t xml:space="preserve">اس سے يہ بات سامنے آتى ہے كہ چھٹى پر جانا بھى پيغمبر(ع) كى اجازت پر موقوف ہے _ </w:t>
      </w:r>
    </w:p>
    <w:p w:rsidR="00E03C34" w:rsidRDefault="00E03C34" w:rsidP="00FA2B42">
      <w:pPr>
        <w:pStyle w:val="libNormal"/>
        <w:rPr>
          <w:rtl/>
        </w:rPr>
      </w:pPr>
      <w:r>
        <w:rPr>
          <w:rtl/>
        </w:rPr>
        <w:t xml:space="preserve">ہمارى دعا ہے كہ راہ خدا ميں مسلسل جّدوجہد كرنے والے اور فى سبيل اللہ جہاد كرنے والے مجاہدين اسلام ايك محكم و مضبوط صف ميں اور مستحكم نظم و ضبط كے تحت متحّدو متّفق ہو كر دشمنان حق اور پيروان شيطان پر غالب آجائيں _آمين،،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1_سورہ نور _ آيت 62</w:t>
      </w:r>
    </w:p>
    <w:p w:rsidR="00E03C34" w:rsidRDefault="007525F8" w:rsidP="00FA2B42">
      <w:pPr>
        <w:pStyle w:val="Heading2Center"/>
        <w:rPr>
          <w:rtl/>
        </w:rPr>
      </w:pPr>
      <w:r>
        <w:rPr>
          <w:rtl/>
        </w:rPr>
        <w:br w:type="page"/>
      </w:r>
      <w:r>
        <w:rPr>
          <w:rtl/>
        </w:rPr>
        <w:lastRenderedPageBreak/>
        <w:t xml:space="preserve"> </w:t>
      </w:r>
      <w:r>
        <w:rPr>
          <w:rtl/>
        </w:rPr>
        <w:cr/>
      </w:r>
      <w:bookmarkStart w:id="23" w:name="_Toc521154814"/>
      <w:r w:rsidR="00E03C34">
        <w:rPr>
          <w:rtl/>
        </w:rPr>
        <w:t>تيسرا سبق :</w:t>
      </w:r>
      <w:bookmarkEnd w:id="23"/>
      <w:r w:rsidR="00E03C34">
        <w:rPr>
          <w:rtl/>
        </w:rPr>
        <w:t xml:space="preserve"> </w:t>
      </w:r>
    </w:p>
    <w:p w:rsidR="00E03C34" w:rsidRDefault="00E03C34" w:rsidP="00FA2B42">
      <w:pPr>
        <w:pStyle w:val="Heading2Center"/>
        <w:rPr>
          <w:rtl/>
        </w:rPr>
      </w:pPr>
      <w:bookmarkStart w:id="24" w:name="_Toc521154815"/>
      <w:r>
        <w:rPr>
          <w:rtl/>
        </w:rPr>
        <w:t>سچ اور جھوٹ</w:t>
      </w:r>
      <w:bookmarkEnd w:id="24"/>
    </w:p>
    <w:p w:rsidR="00E03C34" w:rsidRDefault="00E03C34" w:rsidP="00FA2B42">
      <w:pPr>
        <w:pStyle w:val="libNormal"/>
        <w:rPr>
          <w:rtl/>
        </w:rPr>
      </w:pPr>
      <w:r>
        <w:rPr>
          <w:rtl/>
        </w:rPr>
        <w:t xml:space="preserve">1) .........سچ اور جھوٹ كيا ہيں؟ </w:t>
      </w:r>
    </w:p>
    <w:p w:rsidR="00E03C34" w:rsidRDefault="00E03C34" w:rsidP="00FA2B42">
      <w:pPr>
        <w:pStyle w:val="libNormal"/>
        <w:rPr>
          <w:rtl/>
        </w:rPr>
      </w:pPr>
      <w:r>
        <w:rPr>
          <w:rtl/>
        </w:rPr>
        <w:t xml:space="preserve">2) .........سچائي انبيائ(ص) كے مقاصد ميں سے ايك ہي </w:t>
      </w:r>
    </w:p>
    <w:p w:rsidR="00E03C34" w:rsidRDefault="00E03C34" w:rsidP="00FA2B42">
      <w:pPr>
        <w:pStyle w:val="libNormal"/>
        <w:rPr>
          <w:rtl/>
        </w:rPr>
      </w:pPr>
      <w:r>
        <w:rPr>
          <w:rtl/>
        </w:rPr>
        <w:t xml:space="preserve">3) .........جھوٹ كى وجوہات </w:t>
      </w:r>
    </w:p>
    <w:p w:rsidR="00E03C34" w:rsidRDefault="00E03C34" w:rsidP="00FA2B42">
      <w:pPr>
        <w:pStyle w:val="libNormal"/>
        <w:rPr>
          <w:rtl/>
        </w:rPr>
      </w:pPr>
      <w:r>
        <w:rPr>
          <w:rtl/>
        </w:rPr>
        <w:t xml:space="preserve">4) .........جھوٹ كيوں بولاجاتا ہے ؟ </w:t>
      </w:r>
    </w:p>
    <w:p w:rsidR="00E03C34" w:rsidRDefault="00E03C34" w:rsidP="00FA2B42">
      <w:pPr>
        <w:pStyle w:val="libNormal"/>
        <w:rPr>
          <w:rtl/>
        </w:rPr>
      </w:pPr>
      <w:r>
        <w:rPr>
          <w:rtl/>
        </w:rPr>
        <w:t xml:space="preserve">5) ......... جھوٹ كا علاج </w:t>
      </w:r>
    </w:p>
    <w:p w:rsidR="00E03C34" w:rsidRDefault="007525F8" w:rsidP="00FA2B42">
      <w:pPr>
        <w:pStyle w:val="Heading2Center"/>
        <w:rPr>
          <w:rtl/>
        </w:rPr>
      </w:pPr>
      <w:r>
        <w:rPr>
          <w:rtl/>
        </w:rPr>
        <w:br w:type="page"/>
      </w:r>
      <w:r>
        <w:rPr>
          <w:rtl/>
        </w:rPr>
        <w:lastRenderedPageBreak/>
        <w:t xml:space="preserve"> </w:t>
      </w:r>
      <w:r>
        <w:rPr>
          <w:rtl/>
        </w:rPr>
        <w:cr/>
      </w:r>
      <w:bookmarkStart w:id="25" w:name="_Toc521154816"/>
      <w:r w:rsidR="00E03C34">
        <w:rPr>
          <w:rtl/>
        </w:rPr>
        <w:t>1) .........سچ اور جھوٹ كيا ہيں ؟</w:t>
      </w:r>
      <w:bookmarkEnd w:id="25"/>
    </w:p>
    <w:p w:rsidR="00E03C34" w:rsidRDefault="00E03C34" w:rsidP="00FA2B42">
      <w:pPr>
        <w:pStyle w:val="libNormal"/>
        <w:rPr>
          <w:rtl/>
        </w:rPr>
      </w:pPr>
      <w:r>
        <w:rPr>
          <w:rtl/>
        </w:rPr>
        <w:t xml:space="preserve">'' سچ ،،ايك نہايت بہترين اور قابل تعريف صفت ہے كہ جس سے مو من كو آراستہ ہونا چاہئے _ راست گوئي انسان كے عظيم شخصيت ہونے كى علامت ہے _ </w:t>
      </w:r>
    </w:p>
    <w:p w:rsidR="00E03C34" w:rsidRDefault="00E03C34" w:rsidP="00FA2B42">
      <w:pPr>
        <w:pStyle w:val="libNormal"/>
        <w:rPr>
          <w:rtl/>
        </w:rPr>
      </w:pPr>
      <w:r>
        <w:rPr>
          <w:rtl/>
        </w:rPr>
        <w:t xml:space="preserve">جب كہ '' جھوٹ بولنا،، اس كے پست ، ذليل اور حقير ہونے كى نشانى ہے ، جس سے ہر مو من كو پرہيز كرنا چاہئے _ </w:t>
      </w:r>
    </w:p>
    <w:p w:rsidR="00E03C34" w:rsidRDefault="00E03C34" w:rsidP="00FA2B42">
      <w:pPr>
        <w:pStyle w:val="libNormal"/>
        <w:rPr>
          <w:rtl/>
        </w:rPr>
      </w:pPr>
      <w:r>
        <w:rPr>
          <w:rtl/>
        </w:rPr>
        <w:t xml:space="preserve">احاديث ميں '' سچ ،، اور ''جھوٹ ،،كو كسى انسان كے پہچاننے كا معيار قرار ديا گيا ہے _ حضرت امام جعفر صادق عليہ السّلام فرماتے ہيں : </w:t>
      </w:r>
    </w:p>
    <w:p w:rsidR="00E03C34" w:rsidRDefault="00E03C34" w:rsidP="00FA2B42">
      <w:pPr>
        <w:pStyle w:val="libNormal"/>
        <w:rPr>
          <w:rtl/>
        </w:rPr>
      </w:pPr>
      <w:r>
        <w:rPr>
          <w:rtl/>
        </w:rPr>
        <w:t xml:space="preserve">'' كسى انسان كے اچھّے يا برے ہونے كى پہچان اس كے ركوع اور سجود كو طول دينے سے نہيں ہوتى ، اور نہ ہى تم اس كے ركوع اور سجود كے طولانى ہونے كو ديكھو ،كيونكہ ممكن ہے ايسا كرنا اس كى عادت بن چكا ہو كہ جسكے چھوڑنے سے اسے وحشت ہوتى ہے ، بلكہ تم اس كے سچ بولنے اور امانتوں </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كے ادا كرنے كو ديكھو ،، </w:t>
      </w:r>
      <w:r w:rsidR="00FA5EFA" w:rsidRPr="00610DB8">
        <w:rPr>
          <w:rStyle w:val="libFootnotenumChar"/>
          <w:rtl/>
          <w:lang w:bidi="ar-SA"/>
        </w:rPr>
        <w:t>(1</w:t>
      </w:r>
      <w:r w:rsidR="00610DB8" w:rsidRPr="00610DB8">
        <w:rPr>
          <w:rStyle w:val="libFootnotenumChar"/>
          <w:rtl/>
          <w:lang w:bidi="ar-SA"/>
        </w:rPr>
        <w:t>)</w:t>
      </w:r>
      <w:r w:rsidR="00FA5EFA">
        <w:rPr>
          <w:rtl/>
        </w:rPr>
        <w:t xml:space="preserve"> </w:t>
      </w:r>
      <w:r w:rsidR="00E03C34">
        <w:rPr>
          <w:rtl/>
        </w:rPr>
        <w:t xml:space="preserve">سچّے انسان كا ظاہر پر سكون اور باطن مطمئن ہوتا ہي، جب كہ جھوٹا آدمى ہميشہ ظاہرى طور پرپريشان اور باطنى طور پراضطراب و تشويش ميں مبتلا رہتا ہي_ حضرت اميرالمومنين (ع) فرماتے ہيں : </w:t>
      </w:r>
    </w:p>
    <w:p w:rsidR="00E03C34" w:rsidRDefault="00E03C34" w:rsidP="00FA2B42">
      <w:pPr>
        <w:pStyle w:val="libNormal"/>
        <w:rPr>
          <w:rtl/>
        </w:rPr>
      </w:pPr>
      <w:r>
        <w:rPr>
          <w:rtl/>
        </w:rPr>
        <w:t xml:space="preserve">'' كوئي شخص بھى اپنے دل ميں كوئي راز نہيں چھپاتا ، مگر يہ كہ وہ اس كى بے ربط باتوں اور چہرے كے رنگ سے ظاہر ہو جاتا ہے (جيسے چہرے كى زردى خوف كے علامت اور سرخى شرمندگى كى نشانى ہے ) ،، </w:t>
      </w:r>
      <w:r w:rsidR="0006593C">
        <w:rPr>
          <w:rtl/>
        </w:rPr>
        <w:t xml:space="preserve"> </w:t>
      </w:r>
      <w:r w:rsidR="0006593C" w:rsidRPr="00610DB8">
        <w:rPr>
          <w:rStyle w:val="libFootnotenumChar"/>
          <w:rtl/>
        </w:rPr>
        <w:t>(2)</w:t>
      </w:r>
      <w:r w:rsidR="0006593C">
        <w:rPr>
          <w:rtl/>
        </w:rPr>
        <w:t xml:space="preserve"> </w:t>
      </w:r>
      <w:r w:rsidR="0006593C">
        <w:rPr>
          <w:rtl/>
        </w:rPr>
        <w:cr/>
        <w:t xml:space="preserve"> </w:t>
      </w:r>
      <w:r>
        <w:rPr>
          <w:rtl/>
        </w:rPr>
        <w:t xml:space="preserve">ايك شخص بہت سامان ليكر چند ساتھيوں سے ساتھ سفر پر گيا ہوا تھا ، اس كے ساتھيوں نے اسے قتل كر كے اس كے مال پر قبضہ كر ليا ، جب وہ واپس آئے تو كہنے لگے كہ وہ سفر كے دوران فوت ہو گيا ،انہوں نے آپس ميں يہ طے كر ليا تھا كہ اگر كوئي ان سے اس كى موت كا سبب پوچھے تو سب يہى كہيں گے كہ وہ بيمار ہو گيا تھا اور اس بيمارى ميں وہ فوت ہو گيا _ ... </w:t>
      </w:r>
    </w:p>
    <w:p w:rsidR="00E03C34" w:rsidRDefault="00E03C34" w:rsidP="00FA2B42">
      <w:pPr>
        <w:pStyle w:val="libNormal"/>
        <w:rPr>
          <w:rtl/>
        </w:rPr>
      </w:pPr>
      <w:r>
        <w:rPr>
          <w:rtl/>
        </w:rPr>
        <w:t xml:space="preserve">اس شخص كے ورثاء نے حضرت على عليہ السلّام كى خدمت ميں يہ واقعہ ذكر كيا تو حضرت على عليه السلام نے تفتيش كے دوران سے دريافت فرمايا كہ تمہارے ساتھى كى موت كس دن اور كس وقت واقع ہوئي ؟ ،اسے كس نے غسل ديا ؟ ،كس نے پہنايا؟اور كس نے نماز جنازہ پڑھائي ؟ _ ہر ايك سے بطور جدا گانہ سوالات كئے ، اور ہر ايك نے ايك دوسرے كے برعكس جواب ديا _ </w:t>
      </w:r>
    </w:p>
    <w:p w:rsidR="00E03C34" w:rsidRDefault="006B1525" w:rsidP="000C7CB7">
      <w:pPr>
        <w:pStyle w:val="libLine"/>
        <w:rPr>
          <w:rtl/>
        </w:rPr>
      </w:pPr>
      <w:r>
        <w:rPr>
          <w:rtl/>
        </w:rPr>
        <w:t>____________________</w:t>
      </w:r>
    </w:p>
    <w:p w:rsidR="00E03C34" w:rsidRDefault="00E03C34" w:rsidP="00FA2B42">
      <w:pPr>
        <w:pStyle w:val="libFootnote"/>
        <w:rPr>
          <w:rtl/>
        </w:rPr>
      </w:pPr>
      <w:r>
        <w:rPr>
          <w:rtl/>
        </w:rPr>
        <w:t>1_ سفينة البحار_ ج 2_ ص18</w:t>
      </w:r>
    </w:p>
    <w:p w:rsidR="00E03C34" w:rsidRDefault="00E03C34" w:rsidP="00FA2B42">
      <w:pPr>
        <w:pStyle w:val="libFootnote"/>
        <w:rPr>
          <w:rtl/>
        </w:rPr>
      </w:pPr>
      <w:r>
        <w:rPr>
          <w:rtl/>
        </w:rPr>
        <w:t>2_ نہج البلاغہ _ حكمت 25</w:t>
      </w:r>
    </w:p>
    <w:p w:rsidR="00F52CCD" w:rsidRDefault="007525F8" w:rsidP="00F52CCD">
      <w:pPr>
        <w:pStyle w:val="libNormal"/>
        <w:rPr>
          <w:rtl/>
        </w:rPr>
      </w:pPr>
      <w:r>
        <w:rPr>
          <w:rtl/>
        </w:rPr>
        <w:br w:type="page"/>
      </w:r>
      <w:r>
        <w:rPr>
          <w:rtl/>
        </w:rPr>
        <w:lastRenderedPageBreak/>
        <w:t xml:space="preserve"> </w:t>
      </w:r>
      <w:r w:rsidR="00E03C34">
        <w:rPr>
          <w:rtl/>
        </w:rPr>
        <w:t xml:space="preserve">امام _ نے بلند آواز سے تكبير كہى اور تفتيش كو مكمل كر ليا ، اس طرح سے اُن كے جھوٹ كا پردہ فاش ہو گيا اور معلوم ہو گيا كہ ساتھيوں ہى نے اسے قتل كياتھا اور اس كے مال پر قبضہ كر ليا تھا </w:t>
      </w:r>
      <w:r w:rsidR="0006593C">
        <w:rPr>
          <w:rtl/>
        </w:rPr>
        <w:t xml:space="preserve"> </w:t>
      </w:r>
      <w:r w:rsidR="0006593C" w:rsidRPr="00610DB8">
        <w:rPr>
          <w:rStyle w:val="libFootnotenumChar"/>
          <w:rtl/>
        </w:rPr>
        <w:t>(1)</w:t>
      </w:r>
      <w:r w:rsidR="0006593C">
        <w:rPr>
          <w:rtl/>
        </w:rPr>
        <w:t xml:space="preserve"> </w:t>
      </w:r>
      <w:r w:rsidR="0006593C">
        <w:rPr>
          <w:rtl/>
        </w:rPr>
        <w:cr/>
      </w:r>
    </w:p>
    <w:p w:rsidR="00E03C34" w:rsidRDefault="0006593C" w:rsidP="00FA2B42">
      <w:pPr>
        <w:pStyle w:val="Heading2Center"/>
        <w:rPr>
          <w:rtl/>
        </w:rPr>
      </w:pPr>
      <w:r>
        <w:rPr>
          <w:rtl/>
        </w:rPr>
        <w:t xml:space="preserve"> </w:t>
      </w:r>
      <w:bookmarkStart w:id="26" w:name="_Toc521154817"/>
      <w:r w:rsidR="00E03C34">
        <w:rPr>
          <w:rtl/>
        </w:rPr>
        <w:t>2) ...سچّائي انبياء (ع) كے مقاصد ميں سے ايك ہے :</w:t>
      </w:r>
      <w:bookmarkEnd w:id="26"/>
    </w:p>
    <w:p w:rsidR="00E03C34" w:rsidRDefault="00E03C34" w:rsidP="00FA2B42">
      <w:pPr>
        <w:pStyle w:val="libNormal"/>
        <w:rPr>
          <w:rtl/>
        </w:rPr>
      </w:pPr>
      <w:r>
        <w:rPr>
          <w:rtl/>
        </w:rPr>
        <w:t xml:space="preserve">لوگوں كو سچّائي اور امانت دارى كے راستوں پر ہدايت كرنا، اور جھوٹ اور خيانت سے ان كو باز ركھنا تمام انبياء (ع) الہى كى بعثت كے مقاصد ميں سے ايك مقصد رہا ہے _ جيسا كہ حضرت امام جعفر صاد ق(ع) فرماتے ہيں : </w:t>
      </w:r>
    </w:p>
    <w:p w:rsidR="00E03C34" w:rsidRDefault="00E03C34" w:rsidP="00FA2B42">
      <w:pPr>
        <w:pStyle w:val="libNormal"/>
        <w:rPr>
          <w:rtl/>
        </w:rPr>
      </w:pPr>
      <w:r>
        <w:rPr>
          <w:rtl/>
        </w:rPr>
        <w:t xml:space="preserve">'' </w:t>
      </w:r>
      <w:r w:rsidRPr="006F5924">
        <w:rPr>
          <w:rStyle w:val="libArabicChar"/>
          <w:rtl/>
        </w:rPr>
        <w:t>ان الل</w:t>
      </w:r>
      <w:r w:rsidR="00FA2B42" w:rsidRPr="00FA2B42">
        <w:rPr>
          <w:rStyle w:val="libArabicChar"/>
          <w:rFonts w:hint="cs"/>
          <w:rtl/>
        </w:rPr>
        <w:t>ه</w:t>
      </w:r>
      <w:r w:rsidRPr="006F5924">
        <w:rPr>
          <w:rStyle w:val="libArabicChar"/>
          <w:rtl/>
        </w:rPr>
        <w:t xml:space="preserve"> </w:t>
      </w:r>
      <w:r w:rsidRPr="006F5924">
        <w:rPr>
          <w:rStyle w:val="libArabicChar"/>
          <w:rFonts w:hint="cs"/>
          <w:rtl/>
        </w:rPr>
        <w:t>لم</w:t>
      </w:r>
      <w:r w:rsidRPr="006F5924">
        <w:rPr>
          <w:rStyle w:val="libArabicChar"/>
          <w:rtl/>
        </w:rPr>
        <w:t xml:space="preserve"> </w:t>
      </w:r>
      <w:r w:rsidRPr="006F5924">
        <w:rPr>
          <w:rStyle w:val="libArabicChar"/>
          <w:rFonts w:hint="cs"/>
          <w:rtl/>
        </w:rPr>
        <w:t>يبعث</w:t>
      </w:r>
      <w:r w:rsidRPr="006F5924">
        <w:rPr>
          <w:rStyle w:val="libArabicChar"/>
          <w:rtl/>
        </w:rPr>
        <w:t xml:space="preserve"> </w:t>
      </w:r>
      <w:r w:rsidRPr="006F5924">
        <w:rPr>
          <w:rStyle w:val="libArabicChar"/>
          <w:rFonts w:hint="cs"/>
          <w:rtl/>
        </w:rPr>
        <w:t>نبيا</w:t>
      </w:r>
      <w:r w:rsidRPr="006F5924">
        <w:rPr>
          <w:rStyle w:val="libArabicChar"/>
          <w:rtl/>
        </w:rPr>
        <w:t xml:space="preserve"> </w:t>
      </w:r>
      <w:r w:rsidRPr="006F5924">
        <w:rPr>
          <w:rStyle w:val="libArabicChar"/>
          <w:rFonts w:hint="cs"/>
          <w:rtl/>
        </w:rPr>
        <w:t>الا</w:t>
      </w:r>
      <w:r w:rsidRPr="006F5924">
        <w:rPr>
          <w:rStyle w:val="libArabicChar"/>
          <w:rtl/>
        </w:rPr>
        <w:t xml:space="preserve"> </w:t>
      </w:r>
      <w:r w:rsidRPr="006F5924">
        <w:rPr>
          <w:rStyle w:val="libArabicChar"/>
          <w:rFonts w:hint="cs"/>
          <w:rtl/>
        </w:rPr>
        <w:t>بصدق</w:t>
      </w:r>
      <w:r w:rsidRPr="006F5924">
        <w:rPr>
          <w:rStyle w:val="libArabicChar"/>
          <w:rtl/>
        </w:rPr>
        <w:t xml:space="preserve"> </w:t>
      </w:r>
      <w:r w:rsidRPr="006F5924">
        <w:rPr>
          <w:rStyle w:val="libArabicChar"/>
          <w:rFonts w:hint="cs"/>
          <w:rtl/>
        </w:rPr>
        <w:t>الحد</w:t>
      </w:r>
      <w:r w:rsidRPr="006F5924">
        <w:rPr>
          <w:rStyle w:val="libArabicChar"/>
          <w:rtl/>
        </w:rPr>
        <w:t xml:space="preserve"> </w:t>
      </w:r>
      <w:r w:rsidRPr="006F5924">
        <w:rPr>
          <w:rStyle w:val="libArabicChar"/>
          <w:rFonts w:hint="cs"/>
          <w:rtl/>
        </w:rPr>
        <w:t>يث</w:t>
      </w:r>
      <w:r w:rsidRPr="006F5924">
        <w:rPr>
          <w:rStyle w:val="libArabicChar"/>
          <w:rtl/>
        </w:rPr>
        <w:t xml:space="preserve"> وَاَدَائ الاَمَانة</w:t>
      </w:r>
      <w:r>
        <w:rPr>
          <w:rtl/>
        </w:rPr>
        <w:t xml:space="preserve"> ،، </w:t>
      </w:r>
      <w:r w:rsidR="00FA5EFA" w:rsidRPr="00610DB8">
        <w:rPr>
          <w:rStyle w:val="libFootnotenumChar"/>
          <w:rtl/>
          <w:lang w:bidi="ar-SA"/>
        </w:rPr>
        <w:t>(2</w:t>
      </w:r>
      <w:r w:rsidR="00610DB8" w:rsidRPr="00610DB8">
        <w:rPr>
          <w:rStyle w:val="libFootnotenumChar"/>
          <w:rtl/>
          <w:lang w:bidi="ar-SA"/>
        </w:rPr>
        <w:t>)</w:t>
      </w:r>
      <w:r w:rsidR="00FA5EFA">
        <w:rPr>
          <w:rtl/>
        </w:rPr>
        <w:t xml:space="preserve"> </w:t>
      </w:r>
      <w:r>
        <w:rPr>
          <w:rtl/>
        </w:rPr>
        <w:t xml:space="preserve">'' خداوند عالم نے كسى نبى كو نہيں بھيجا مگر دو نيك اور پسنديدہ اخلاق كے ساتھ ، ايك تو سچ بولنا اور دوسرے امانتوں كى ادائيگى ہے _،، </w:t>
      </w:r>
    </w:p>
    <w:p w:rsidR="00E03C34" w:rsidRDefault="00E03C34" w:rsidP="00FA2B42">
      <w:pPr>
        <w:pStyle w:val="libNormal"/>
        <w:rPr>
          <w:rtl/>
        </w:rPr>
      </w:pPr>
      <w:r>
        <w:rPr>
          <w:rtl/>
        </w:rPr>
        <w:t xml:space="preserve">حضرت على عليہ السلّام فرماتے ہيں : </w:t>
      </w:r>
    </w:p>
    <w:p w:rsidR="00E03C34" w:rsidRDefault="00E03C34" w:rsidP="00FA2B42">
      <w:pPr>
        <w:pStyle w:val="libNormal"/>
        <w:rPr>
          <w:rtl/>
        </w:rPr>
      </w:pPr>
      <w:r>
        <w:rPr>
          <w:rtl/>
        </w:rPr>
        <w:t xml:space="preserve">'' </w:t>
      </w:r>
      <w:r w:rsidRPr="008418F9">
        <w:rPr>
          <w:rStyle w:val="libArabicChar"/>
          <w:rtl/>
        </w:rPr>
        <w:t>لايجدُ عبد حقيقة الايمان حتّى يدع الكذبَ جدَّ</w:t>
      </w:r>
      <w:r w:rsidR="00FA2B42" w:rsidRPr="00FA2B42">
        <w:rPr>
          <w:rStyle w:val="libArabicChar"/>
          <w:rFonts w:hint="cs"/>
          <w:rtl/>
        </w:rPr>
        <w:t>ه</w:t>
      </w:r>
      <w:r w:rsidRPr="008418F9">
        <w:rPr>
          <w:rStyle w:val="libArabicChar"/>
          <w:rtl/>
        </w:rPr>
        <w:t xml:space="preserve"> </w:t>
      </w:r>
      <w:r w:rsidRPr="008418F9">
        <w:rPr>
          <w:rStyle w:val="libArabicChar"/>
          <w:rFonts w:hint="cs"/>
          <w:rtl/>
        </w:rPr>
        <w:t>و</w:t>
      </w:r>
      <w:r w:rsidR="00FA2B42" w:rsidRPr="00FA2B42">
        <w:rPr>
          <w:rStyle w:val="libArabicChar"/>
          <w:rFonts w:hint="cs"/>
          <w:rtl/>
        </w:rPr>
        <w:t>ه</w:t>
      </w:r>
      <w:r w:rsidRPr="008418F9">
        <w:rPr>
          <w:rStyle w:val="libArabicChar"/>
          <w:rFonts w:hint="cs"/>
          <w:rtl/>
        </w:rPr>
        <w:t>زل</w:t>
      </w:r>
      <w:r w:rsidR="00FA2B42" w:rsidRPr="00FA2B42">
        <w:rPr>
          <w:rStyle w:val="libArabicChar"/>
          <w:rFonts w:hint="cs"/>
          <w:rtl/>
        </w:rPr>
        <w:t>ه</w:t>
      </w:r>
      <w:r w:rsidRPr="008418F9">
        <w:rPr>
          <w:rStyle w:val="libArabicChar"/>
          <w:rtl/>
        </w:rPr>
        <w:t>''</w:t>
      </w:r>
      <w:r w:rsidR="00FA5EFA" w:rsidRPr="00610DB8">
        <w:rPr>
          <w:rStyle w:val="libFootnotenumChar"/>
          <w:rtl/>
          <w:lang w:bidi="ar-SA"/>
        </w:rPr>
        <w:t>(3</w:t>
      </w:r>
      <w:r w:rsidR="00610DB8" w:rsidRPr="00610DB8">
        <w:rPr>
          <w:rStyle w:val="libFootnotenumChar"/>
          <w:rtl/>
          <w:lang w:bidi="ar-SA"/>
        </w:rPr>
        <w:t>)</w:t>
      </w:r>
      <w:r w:rsidR="00FA5EFA">
        <w:rPr>
          <w:rtl/>
        </w:rPr>
        <w:t xml:space="preserve"> </w:t>
      </w:r>
      <w:r>
        <w:rPr>
          <w:rtl/>
        </w:rPr>
        <w:t xml:space="preserve">''كوئي بندہ ايمان كى حقيقت كو اس وقت تك نہيں پاسكتا ، جب تك كہ وہ جھوٹ بولنا نہ چھوڑ دے ، چاہے وہ واقعاً جھوٹ ہو يا مذاق سے جھوٹ ہو_،،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1_قضاوتہاى حضرت على عليه السلام</w:t>
      </w:r>
    </w:p>
    <w:p w:rsidR="00E03C34" w:rsidRDefault="00E03C34" w:rsidP="00FA2B42">
      <w:pPr>
        <w:pStyle w:val="libFootnote"/>
        <w:rPr>
          <w:rtl/>
        </w:rPr>
      </w:pPr>
      <w:r>
        <w:rPr>
          <w:rtl/>
        </w:rPr>
        <w:t>2 _ سفينة البحار_ ج 6_ ص 218</w:t>
      </w:r>
    </w:p>
    <w:p w:rsidR="00E03C34" w:rsidRDefault="00E03C34" w:rsidP="00FA2B42">
      <w:pPr>
        <w:pStyle w:val="libFootnote"/>
        <w:rPr>
          <w:rtl/>
        </w:rPr>
      </w:pPr>
      <w:r>
        <w:rPr>
          <w:rtl/>
        </w:rPr>
        <w:t>3_سفينة البحار _ ج 2_ ص 473</w:t>
      </w:r>
    </w:p>
    <w:p w:rsidR="00E03C34" w:rsidRDefault="007525F8" w:rsidP="00FA2B42">
      <w:pPr>
        <w:pStyle w:val="Heading2Center"/>
        <w:rPr>
          <w:rtl/>
        </w:rPr>
      </w:pPr>
      <w:r>
        <w:rPr>
          <w:rtl/>
        </w:rPr>
        <w:br w:type="page"/>
      </w:r>
      <w:r>
        <w:rPr>
          <w:rtl/>
        </w:rPr>
        <w:lastRenderedPageBreak/>
        <w:t xml:space="preserve"> </w:t>
      </w:r>
      <w:r>
        <w:rPr>
          <w:rtl/>
        </w:rPr>
        <w:cr/>
      </w:r>
      <w:bookmarkStart w:id="27" w:name="_Toc521154818"/>
      <w:r w:rsidR="00E03C34">
        <w:rPr>
          <w:rtl/>
        </w:rPr>
        <w:t>3) جھوٹ كے اثرات :</w:t>
      </w:r>
      <w:bookmarkEnd w:id="27"/>
    </w:p>
    <w:p w:rsidR="00E03C34" w:rsidRDefault="00E03C34" w:rsidP="00FA2B42">
      <w:pPr>
        <w:pStyle w:val="Heading2Center"/>
        <w:rPr>
          <w:rtl/>
        </w:rPr>
      </w:pPr>
      <w:bookmarkStart w:id="28" w:name="_Toc521154819"/>
      <w:r>
        <w:rPr>
          <w:rtl/>
        </w:rPr>
        <w:t>الف: ... جھوٹ ، انسان كى شرافت اور اس كى شخصيت كے منافى ہے ،</w:t>
      </w:r>
      <w:bookmarkEnd w:id="28"/>
      <w:r>
        <w:rPr>
          <w:rtl/>
        </w:rPr>
        <w:t xml:space="preserve"> </w:t>
      </w:r>
    </w:p>
    <w:p w:rsidR="00E03C34" w:rsidRDefault="00E03C34" w:rsidP="00FA2B42">
      <w:pPr>
        <w:pStyle w:val="libNormal"/>
        <w:rPr>
          <w:rtl/>
        </w:rPr>
      </w:pPr>
      <w:r>
        <w:rPr>
          <w:rtl/>
        </w:rPr>
        <w:t xml:space="preserve">يہ انسان كو ذليل كر ديتا ہے ، جناب اميرالمؤمنين عليہ السلّام فرماتے ہيں : </w:t>
      </w:r>
    </w:p>
    <w:p w:rsidR="00E03C34" w:rsidRDefault="00E03C34" w:rsidP="00F52CCD">
      <w:pPr>
        <w:pStyle w:val="libNormal"/>
        <w:rPr>
          <w:rtl/>
        </w:rPr>
      </w:pPr>
      <w:r>
        <w:rPr>
          <w:rtl/>
        </w:rPr>
        <w:t xml:space="preserve">'' </w:t>
      </w:r>
      <w:r w:rsidRPr="006F5924">
        <w:rPr>
          <w:rStyle w:val="libArabicChar"/>
          <w:rtl/>
        </w:rPr>
        <w:t>الكذبُ وَالخيانة ليسا من اخلاق الكرام</w:t>
      </w:r>
      <w:r>
        <w:rPr>
          <w:rtl/>
        </w:rPr>
        <w:t xml:space="preserve"> _،، </w:t>
      </w:r>
      <w:r w:rsidR="00F52CCD" w:rsidRPr="00F52CCD">
        <w:rPr>
          <w:rStyle w:val="libFootnotenumChar"/>
          <w:rFonts w:hint="cs"/>
          <w:rtl/>
        </w:rPr>
        <w:t>(1)</w:t>
      </w:r>
      <w:r w:rsidRPr="00F52CCD">
        <w:rPr>
          <w:rStyle w:val="libFootnotenumChar"/>
          <w:rtl/>
        </w:rPr>
        <w:t xml:space="preserve"> </w:t>
      </w:r>
    </w:p>
    <w:p w:rsidR="00E03C34" w:rsidRDefault="00E03C34" w:rsidP="00FA2B42">
      <w:pPr>
        <w:pStyle w:val="libNormal"/>
        <w:rPr>
          <w:rtl/>
        </w:rPr>
      </w:pPr>
      <w:r>
        <w:rPr>
          <w:rtl/>
        </w:rPr>
        <w:t xml:space="preserve">ترجمعہ :'' جھوٹ اور خيانت شريف لوگوں كا شيوہ نہيں ہے _،، </w:t>
      </w:r>
    </w:p>
    <w:p w:rsidR="00E03C34" w:rsidRDefault="00E03C34" w:rsidP="00FA2B42">
      <w:pPr>
        <w:pStyle w:val="Heading2Center"/>
        <w:rPr>
          <w:rtl/>
        </w:rPr>
      </w:pPr>
      <w:bookmarkStart w:id="29" w:name="_Toc521154820"/>
      <w:r>
        <w:rPr>
          <w:rtl/>
        </w:rPr>
        <w:t>::: ب: ...... جھوٹ ، ايمان كو برباد كر ديتا ہے _</w:t>
      </w:r>
      <w:bookmarkEnd w:id="29"/>
      <w:r>
        <w:rPr>
          <w:rtl/>
        </w:rPr>
        <w:t xml:space="preserve"> </w:t>
      </w:r>
    </w:p>
    <w:p w:rsidR="00E03C34" w:rsidRDefault="00E03C34" w:rsidP="00FA2B42">
      <w:pPr>
        <w:pStyle w:val="libNormal"/>
        <w:rPr>
          <w:rtl/>
        </w:rPr>
      </w:pPr>
      <w:r>
        <w:rPr>
          <w:rtl/>
        </w:rPr>
        <w:t xml:space="preserve">حضرت امام محمد باقر عليہ السلّام فرماتے ہے : </w:t>
      </w:r>
    </w:p>
    <w:p w:rsidR="00E03C34" w:rsidRDefault="00E03C34" w:rsidP="00FA2B42">
      <w:pPr>
        <w:pStyle w:val="libNormal"/>
        <w:rPr>
          <w:rtl/>
        </w:rPr>
      </w:pPr>
      <w:r w:rsidRPr="006F5924">
        <w:rPr>
          <w:rStyle w:val="libArabicChar"/>
          <w:rtl/>
        </w:rPr>
        <w:t xml:space="preserve">''انَّ الكذب </w:t>
      </w:r>
      <w:r w:rsidR="00FA2B42" w:rsidRPr="00FA2B42">
        <w:rPr>
          <w:rStyle w:val="libArabicChar"/>
          <w:rFonts w:hint="cs"/>
          <w:rtl/>
        </w:rPr>
        <w:t>ه</w:t>
      </w:r>
      <w:r w:rsidRPr="006F5924">
        <w:rPr>
          <w:rStyle w:val="libArabicChar"/>
          <w:rFonts w:hint="cs"/>
          <w:rtl/>
        </w:rPr>
        <w:t>وخراب</w:t>
      </w:r>
      <w:r w:rsidRPr="006F5924">
        <w:rPr>
          <w:rStyle w:val="libArabicChar"/>
          <w:rtl/>
        </w:rPr>
        <w:t xml:space="preserve"> </w:t>
      </w:r>
      <w:r w:rsidRPr="006F5924">
        <w:rPr>
          <w:rStyle w:val="libArabicChar"/>
          <w:rFonts w:hint="cs"/>
          <w:rtl/>
        </w:rPr>
        <w:t>الايمان</w:t>
      </w:r>
      <w:r>
        <w:rPr>
          <w:rtl/>
        </w:rPr>
        <w:t xml:space="preserve"> ،،</w:t>
      </w:r>
      <w:r w:rsidR="00FA5EFA" w:rsidRPr="00610DB8">
        <w:rPr>
          <w:rStyle w:val="libFootnotenumChar"/>
          <w:rtl/>
          <w:lang w:bidi="ar-SA"/>
        </w:rPr>
        <w:t>(2</w:t>
      </w:r>
      <w:r w:rsidR="00610DB8" w:rsidRPr="00610DB8">
        <w:rPr>
          <w:rStyle w:val="libFootnotenumChar"/>
          <w:rtl/>
          <w:lang w:bidi="ar-SA"/>
        </w:rPr>
        <w:t>)</w:t>
      </w:r>
      <w:r w:rsidR="00FA5EFA">
        <w:rPr>
          <w:rtl/>
        </w:rPr>
        <w:t xml:space="preserve"> </w:t>
      </w:r>
      <w:r>
        <w:rPr>
          <w:rtl/>
        </w:rPr>
        <w:t xml:space="preserve">''جھوٹ ايمان كى تباہى كا موجب بنتا ہے _ ،، </w:t>
      </w:r>
    </w:p>
    <w:p w:rsidR="006F5924" w:rsidRDefault="00E03C34" w:rsidP="00FA2B42">
      <w:pPr>
        <w:pStyle w:val="Heading2Center"/>
        <w:rPr>
          <w:rtl/>
        </w:rPr>
      </w:pPr>
      <w:bookmarkStart w:id="30" w:name="_Toc521154821"/>
      <w:r>
        <w:rPr>
          <w:rtl/>
        </w:rPr>
        <w:t>ج: ...... جھوٹ دوسرے گناہوں كا سبب بنتا ہے</w:t>
      </w:r>
      <w:bookmarkEnd w:id="30"/>
      <w:r>
        <w:rPr>
          <w:rtl/>
        </w:rPr>
        <w:t xml:space="preserve"> </w:t>
      </w:r>
    </w:p>
    <w:p w:rsidR="00E03C34" w:rsidRDefault="00E03C34" w:rsidP="00FA2B42">
      <w:pPr>
        <w:pStyle w:val="libNormal"/>
        <w:rPr>
          <w:rtl/>
        </w:rPr>
      </w:pPr>
      <w:r>
        <w:rPr>
          <w:rtl/>
        </w:rPr>
        <w:t xml:space="preserve">_ جبكہ سچّائي بہت سے گناہوں ميں ركاوٹ بنتى ہے _ جھوٹ بولنے والا كسى گناہ كے ارتكاب سے نہيں ہچكتا ، اور ہر قسم كى قيد و بند كو توڑ ڈالتا ہے اور جھوٹ سے ان تمام گناہوں كا انكار كر ديتا ہے _ </w:t>
      </w:r>
    </w:p>
    <w:p w:rsidR="00E03C34" w:rsidRDefault="00E03C34" w:rsidP="00FA2B42">
      <w:pPr>
        <w:pStyle w:val="libNormal"/>
        <w:rPr>
          <w:rtl/>
        </w:rPr>
      </w:pPr>
      <w:r>
        <w:rPr>
          <w:rtl/>
        </w:rPr>
        <w:t xml:space="preserve">حضرت امام محمد باقر عليه السلام فرماتے ہيں : </w:t>
      </w:r>
    </w:p>
    <w:p w:rsidR="00E03C34" w:rsidRDefault="00E03C34" w:rsidP="00F52CCD">
      <w:pPr>
        <w:pStyle w:val="libNormal"/>
        <w:rPr>
          <w:rtl/>
        </w:rPr>
      </w:pPr>
      <w:r>
        <w:rPr>
          <w:rtl/>
        </w:rPr>
        <w:t>'' خداوند عالم نے تمام برائيوں كو ايك جگہ قرار ديا ہے اور اس كى چابى شراب ہے _ ليكن جھوٹ شراب سے بھى بدتر ہے _،،</w:t>
      </w:r>
      <w:r w:rsidR="00F52CCD" w:rsidRPr="00F52CCD">
        <w:rPr>
          <w:rStyle w:val="libFootnotenumChar"/>
          <w:rFonts w:hint="cs"/>
          <w:rtl/>
        </w:rPr>
        <w:t>(3)</w:t>
      </w:r>
      <w:r w:rsidRPr="00F52CCD">
        <w:rPr>
          <w:rStyle w:val="libFootnotenumChar"/>
          <w:rtl/>
        </w:rPr>
        <w:t xml:space="preserve">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شرح غررالحكم_ ج 7_ص 343</w:t>
      </w:r>
    </w:p>
    <w:p w:rsidR="00E03C34" w:rsidRDefault="00E03C34" w:rsidP="00FA2B42">
      <w:pPr>
        <w:pStyle w:val="libFootnote"/>
        <w:rPr>
          <w:rtl/>
        </w:rPr>
      </w:pPr>
      <w:r>
        <w:rPr>
          <w:rtl/>
        </w:rPr>
        <w:t>2_ اصول كافى _ (مترجم)_ ج 2_ ص 339</w:t>
      </w:r>
    </w:p>
    <w:p w:rsidR="00E03C34" w:rsidRDefault="00E03C34" w:rsidP="00FA2B42">
      <w:pPr>
        <w:pStyle w:val="libFootnote"/>
        <w:rPr>
          <w:rtl/>
        </w:rPr>
      </w:pPr>
      <w:r>
        <w:rPr>
          <w:rtl/>
        </w:rPr>
        <w:t>3_ سفينة البحار _ ج 2_ ص 473</w:t>
      </w:r>
    </w:p>
    <w:p w:rsidR="00E03C34" w:rsidRDefault="007525F8" w:rsidP="00FA2B42">
      <w:pPr>
        <w:pStyle w:val="Heading2Center"/>
        <w:rPr>
          <w:rtl/>
        </w:rPr>
      </w:pPr>
      <w:r>
        <w:rPr>
          <w:rtl/>
        </w:rPr>
        <w:br w:type="page"/>
      </w:r>
      <w:r>
        <w:rPr>
          <w:rtl/>
        </w:rPr>
        <w:lastRenderedPageBreak/>
        <w:t xml:space="preserve"> </w:t>
      </w:r>
      <w:r>
        <w:rPr>
          <w:rtl/>
        </w:rPr>
        <w:cr/>
      </w:r>
      <w:bookmarkStart w:id="31" w:name="_Toc521154822"/>
      <w:r w:rsidR="00E03C34">
        <w:rPr>
          <w:rtl/>
        </w:rPr>
        <w:t>د: ...... جھوٹ ، كفر سے قريب ہے _</w:t>
      </w:r>
      <w:bookmarkEnd w:id="31"/>
      <w:r w:rsidR="00E03C34">
        <w:rPr>
          <w:rtl/>
        </w:rPr>
        <w:t xml:space="preserve"> </w:t>
      </w:r>
    </w:p>
    <w:p w:rsidR="00E03C34" w:rsidRDefault="00E03C34" w:rsidP="00FA2B42">
      <w:pPr>
        <w:pStyle w:val="libNormal"/>
        <w:rPr>
          <w:rtl/>
        </w:rPr>
      </w:pPr>
      <w:r>
        <w:rPr>
          <w:rtl/>
        </w:rPr>
        <w:t xml:space="preserve">ايك شخص نے رسول خدا(ص) كى خدمت ميں حاضر ہو كر سوال كيا كہ جہنّمى كون سے جرم كى وجہ سے زيادہ جہنّم ميں جائيں گے ؟ ، حضور(ص) نے ارشاد فرمايا : </w:t>
      </w:r>
    </w:p>
    <w:p w:rsidR="00E03C34" w:rsidRDefault="00E03C34" w:rsidP="00F52CCD">
      <w:pPr>
        <w:pStyle w:val="libNormal"/>
        <w:rPr>
          <w:rtl/>
        </w:rPr>
      </w:pPr>
      <w:r>
        <w:rPr>
          <w:rtl/>
        </w:rPr>
        <w:t>'' جھوٹ كى وجہ سے ، كيونكہ جھوٹ انسان كو فسق و فجور اور ہتك حرمت كى طرف لے جاتا ہے ، فسق و فجور كفر كى طرف اور كفر جہنّم كى طرف لے جاتا ہے _ ،،</w:t>
      </w:r>
      <w:r w:rsidR="00F52CCD" w:rsidRPr="00F52CCD">
        <w:rPr>
          <w:rStyle w:val="libFootnotenumChar"/>
          <w:rFonts w:hint="cs"/>
          <w:rtl/>
        </w:rPr>
        <w:t>(1)</w:t>
      </w:r>
      <w:r>
        <w:rPr>
          <w:rtl/>
        </w:rPr>
        <w:t xml:space="preserve"> </w:t>
      </w:r>
    </w:p>
    <w:p w:rsidR="006F5924" w:rsidRDefault="00E03C34" w:rsidP="00FA2B42">
      <w:pPr>
        <w:pStyle w:val="Heading2Center"/>
        <w:rPr>
          <w:rtl/>
        </w:rPr>
      </w:pPr>
      <w:bookmarkStart w:id="32" w:name="_Toc521154823"/>
      <w:r>
        <w:rPr>
          <w:rtl/>
        </w:rPr>
        <w:t>ھ: ......جھوٹ بولنے والے پر كوئي اعتماد نہيں كرتا ،</w:t>
      </w:r>
      <w:bookmarkEnd w:id="32"/>
    </w:p>
    <w:p w:rsidR="00E03C34" w:rsidRDefault="00E03C34" w:rsidP="00FA2B42">
      <w:pPr>
        <w:pStyle w:val="libNormal"/>
        <w:rPr>
          <w:rtl/>
        </w:rPr>
      </w:pPr>
      <w:r>
        <w:rPr>
          <w:rtl/>
        </w:rPr>
        <w:t xml:space="preserve"> جھوٹ بولنے سے انسان كى شخصيّت كا اعتبار ختم ہو جاتا ہے ، اور دروغگوئي كى صفت اس كے بے آبرو ہو جانے كا سبب بن جاتى ہے _ جھوٹے چروا ہے كى داستان آپ نے كتابوں ميں پڑھى ہو گى كہ جس نے دروغ گوئي سے شير آيا ، شير آيا،،چلا چلاكر اپنا اعتماد كھو ديا تھا ، چنانچہ ايك دن وہ ايك واقعى شير كا شكار ہو گيا _ </w:t>
      </w:r>
    </w:p>
    <w:p w:rsidR="00E03C34" w:rsidRDefault="00E03C34" w:rsidP="00FA2B42">
      <w:pPr>
        <w:pStyle w:val="libNormal"/>
        <w:rPr>
          <w:rtl/>
        </w:rPr>
      </w:pPr>
      <w:r>
        <w:rPr>
          <w:rtl/>
        </w:rPr>
        <w:t xml:space="preserve">حضرت امير المومنين عليہ السلّام فرماتے ہيں : </w:t>
      </w:r>
    </w:p>
    <w:p w:rsidR="00E03C34" w:rsidRDefault="00E03C34" w:rsidP="00F52CCD">
      <w:pPr>
        <w:pStyle w:val="libNormal"/>
        <w:rPr>
          <w:rtl/>
        </w:rPr>
      </w:pPr>
      <w:r>
        <w:rPr>
          <w:rtl/>
        </w:rPr>
        <w:t xml:space="preserve">''جو شخص جھوٹا مشہور ہو جائے لوگوں كا اعتماد اس سے اٹھ جاتا ہے _،، </w:t>
      </w:r>
      <w:r w:rsidR="00F52CCD" w:rsidRPr="00F52CCD">
        <w:rPr>
          <w:rStyle w:val="libFootnotenumChar"/>
          <w:rFonts w:hint="cs"/>
          <w:rtl/>
        </w:rPr>
        <w:t>(2)</w:t>
      </w:r>
      <w:r>
        <w:rPr>
          <w:rtl/>
        </w:rPr>
        <w:t xml:space="preserve"> </w:t>
      </w:r>
    </w:p>
    <w:p w:rsidR="00E03C34" w:rsidRDefault="00E03C34" w:rsidP="00F52CCD">
      <w:pPr>
        <w:pStyle w:val="libNormal"/>
        <w:rPr>
          <w:rtl/>
        </w:rPr>
      </w:pPr>
      <w:r>
        <w:rPr>
          <w:rtl/>
        </w:rPr>
        <w:t xml:space="preserve">'' جو جس قدر زيادہ جھوٹا ہو گا ، اسى قدر زيادہ ناقابل اعتماد ہو گا _،، </w:t>
      </w:r>
      <w:r w:rsidR="00F52CCD" w:rsidRPr="00F52CCD">
        <w:rPr>
          <w:rStyle w:val="libFootnotenumChar"/>
          <w:rFonts w:hint="cs"/>
          <w:rtl/>
        </w:rPr>
        <w:t>(3)</w:t>
      </w:r>
    </w:p>
    <w:p w:rsidR="00E03C34" w:rsidRDefault="00E03C34" w:rsidP="00FA2B42">
      <w:pPr>
        <w:pStyle w:val="libNormal"/>
        <w:rPr>
          <w:rtl/>
        </w:rPr>
      </w:pPr>
      <w:r>
        <w:rPr>
          <w:rtl/>
        </w:rPr>
        <w:t xml:space="preserve">ي: ...... '' دروغ گورا حاقطہ نباشد ،، والى ضرب المثل صحيح ہے ،كيونكہ وہ ہميشہ حقيقت كے خلاف بات كرتا ہي، متعدد نشستوں ميں مختلف قسم كے جھوٹ بولتا ہي، جو ايك دوسرے كے برعكس ہوتے ہيں _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مستدرك الوسائل ج2 ص 101</w:t>
      </w:r>
    </w:p>
    <w:p w:rsidR="00E03C34" w:rsidRDefault="00E03C34" w:rsidP="00FA2B42">
      <w:pPr>
        <w:pStyle w:val="libFootnote"/>
        <w:rPr>
          <w:rtl/>
        </w:rPr>
      </w:pPr>
      <w:r>
        <w:rPr>
          <w:rtl/>
        </w:rPr>
        <w:t>2_ شرح غررالحكم_ ج 7_ ص 245</w:t>
      </w:r>
    </w:p>
    <w:p w:rsidR="00E03C34" w:rsidRDefault="00E03C34" w:rsidP="00FA2B42">
      <w:pPr>
        <w:pStyle w:val="libFootnote"/>
        <w:rPr>
          <w:rtl/>
        </w:rPr>
      </w:pPr>
      <w:r>
        <w:rPr>
          <w:rtl/>
        </w:rPr>
        <w:t>3_ اصول كافى (مترجم ) _ ج 4 _ ص 38</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حضرت امام جعفر صادق عليہ السلّام فرماتے ہيں : </w:t>
      </w:r>
    </w:p>
    <w:p w:rsidR="00E03C34" w:rsidRPr="009214E9" w:rsidRDefault="00E03C34" w:rsidP="00BE3792">
      <w:pPr>
        <w:pStyle w:val="libNormal"/>
        <w:rPr>
          <w:rtl/>
        </w:rPr>
      </w:pPr>
      <w:r>
        <w:rPr>
          <w:rtl/>
        </w:rPr>
        <w:t>'' نسيان اور بھول چوك ايك ايسى چيز ہے كہ جو خدا جھوٹوں كے دامن ميں ڈال ديتا ہے _،،</w:t>
      </w:r>
      <w:r w:rsidR="00BE3792" w:rsidRPr="00BE3792">
        <w:rPr>
          <w:rStyle w:val="libFootnotenumChar"/>
          <w:rFonts w:hint="cs"/>
          <w:rtl/>
        </w:rPr>
        <w:t>(1)</w:t>
      </w:r>
    </w:p>
    <w:p w:rsidR="00E03C34" w:rsidRDefault="00E03C34" w:rsidP="00FA2B42">
      <w:pPr>
        <w:pStyle w:val="libNormal"/>
        <w:rPr>
          <w:rtl/>
        </w:rPr>
      </w:pPr>
    </w:p>
    <w:p w:rsidR="00E03C34" w:rsidRDefault="00E03C34" w:rsidP="00FA2B42">
      <w:pPr>
        <w:pStyle w:val="Heading2Center"/>
        <w:rPr>
          <w:rtl/>
        </w:rPr>
      </w:pPr>
      <w:bookmarkStart w:id="33" w:name="_Toc521154824"/>
      <w:r>
        <w:rPr>
          <w:rtl/>
        </w:rPr>
        <w:t>4) ......جھوٹ كى وجوہات :</w:t>
      </w:r>
      <w:bookmarkEnd w:id="33"/>
    </w:p>
    <w:p w:rsidR="00E03C34" w:rsidRDefault="00E03C34" w:rsidP="00FA2B42">
      <w:pPr>
        <w:pStyle w:val="libNormal"/>
        <w:rPr>
          <w:rtl/>
        </w:rPr>
      </w:pPr>
      <w:r>
        <w:rPr>
          <w:rtl/>
        </w:rPr>
        <w:t xml:space="preserve">ہر ايك گناہ اور برا كام ان اسباب وعلل كى وجہ سے سر زد ہوتا ہے جو كہ انسان كے اندر ہى اندر پروان چڑھتے رہتے ہيں ، لہذا گناہوں كا مقابلہ كر كے ان اسباب و علل كا خاتمہ كر دينا چاہئے _ جھوٹ ايك ايسى برى عادت ہے كہ جس كے كئي اسباب بتائے گئے ہيں ، جنہيں ہم ذيل ميں اختصار كے ساتھ ذكر كر رہے ہيں : </w:t>
      </w:r>
    </w:p>
    <w:p w:rsidR="00E03C34" w:rsidRDefault="00E03C34" w:rsidP="00FA2B42">
      <w:pPr>
        <w:pStyle w:val="libNormal"/>
        <w:rPr>
          <w:rtl/>
        </w:rPr>
      </w:pPr>
    </w:p>
    <w:p w:rsidR="00E03C34" w:rsidRDefault="00E03C34" w:rsidP="00FA2B42">
      <w:pPr>
        <w:pStyle w:val="Heading2Center"/>
        <w:rPr>
          <w:rtl/>
        </w:rPr>
      </w:pPr>
      <w:bookmarkStart w:id="34" w:name="_Toc521154825"/>
      <w:r>
        <w:rPr>
          <w:rtl/>
        </w:rPr>
        <w:t>الف: ...... احساس كمتري:</w:t>
      </w:r>
      <w:bookmarkEnd w:id="34"/>
      <w:r>
        <w:rPr>
          <w:rtl/>
        </w:rPr>
        <w:t xml:space="preserve"> </w:t>
      </w:r>
    </w:p>
    <w:p w:rsidR="00E03C34" w:rsidRDefault="00E03C34" w:rsidP="00FA2B42">
      <w:pPr>
        <w:pStyle w:val="libNormal"/>
        <w:rPr>
          <w:rtl/>
        </w:rPr>
      </w:pPr>
      <w:r>
        <w:rPr>
          <w:rtl/>
        </w:rPr>
        <w:t xml:space="preserve">بعض لوگ چونكہ اپنے آپ ميں اپنى اہميت يا كوئي خاص ہنر نہيں پاتي، لہذا كچھ جھوٹى اور بے سروپا باتوں كو جوڑ كر لوگوں كے سامنے اپنى اس كمى كى تلافى كرتے ہيں اور اپنے آپ كومعاشرہ كى ايك اعلى شخصيت ظاہر كرنے كى كوشش كرتے ہيں، يہى وجہ ہے كہ رسول خدا (ص) فرماتے ہيں : </w:t>
      </w:r>
    </w:p>
    <w:p w:rsidR="00E03C34" w:rsidRDefault="00E03C34" w:rsidP="00FA2B42">
      <w:pPr>
        <w:pStyle w:val="libNormal"/>
        <w:rPr>
          <w:rtl/>
        </w:rPr>
      </w:pPr>
      <w:r>
        <w:rPr>
          <w:rtl/>
        </w:rPr>
        <w:t xml:space="preserve">''جھوٹا شخص ' احساس كمترى كى وجہ سے ہى جھوٹ بولتا ہي''_ </w:t>
      </w:r>
    </w:p>
    <w:p w:rsidR="00E03C34" w:rsidRDefault="00E03C34" w:rsidP="00FA2B42">
      <w:pPr>
        <w:pStyle w:val="libNormal"/>
        <w:rPr>
          <w:rtl/>
        </w:rPr>
      </w:pPr>
    </w:p>
    <w:p w:rsidR="006F5924" w:rsidRDefault="00E03C34" w:rsidP="00FA2B42">
      <w:pPr>
        <w:pStyle w:val="Heading2Center"/>
        <w:rPr>
          <w:rtl/>
        </w:rPr>
      </w:pPr>
      <w:bookmarkStart w:id="35" w:name="_Toc521154826"/>
      <w:r>
        <w:rPr>
          <w:rtl/>
        </w:rPr>
        <w:t>ب: ...... سزا اور جرمانہ سے بچنے كيلئے :</w:t>
      </w:r>
      <w:bookmarkEnd w:id="35"/>
    </w:p>
    <w:p w:rsidR="00E03C34" w:rsidRDefault="00E03C34" w:rsidP="00FA2B42">
      <w:pPr>
        <w:pStyle w:val="libNormal"/>
        <w:rPr>
          <w:rtl/>
        </w:rPr>
      </w:pPr>
      <w:r>
        <w:rPr>
          <w:rtl/>
        </w:rPr>
        <w:t xml:space="preserve">كچھ لوگ سزا كے خوف سے جھوٹ كا سہارا ليتے ہيں اور اس طرح وہ يا تو سرے ہى سے جرم كا انكار كرديتے ہيں يا پھر اپنے جرم كى توجيہہ ميں غلط بيانى كرتے ہيں اور اپنے جرم كا اقرار كرنے پر قطعاً آمادہ نہيں ہوتے اور جرم كى سزا بھگتنے يا جرمانہ ادا </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كرنے كے لئے تيار نہيں ہوتي_ </w:t>
      </w:r>
    </w:p>
    <w:p w:rsidR="00E03C34" w:rsidRDefault="00E03C34" w:rsidP="00FA2B42">
      <w:pPr>
        <w:pStyle w:val="libNormal"/>
        <w:rPr>
          <w:rtl/>
        </w:rPr>
      </w:pPr>
    </w:p>
    <w:p w:rsidR="00E03C34" w:rsidRDefault="00E03C34" w:rsidP="00FA2B42">
      <w:pPr>
        <w:pStyle w:val="Heading2Center"/>
        <w:rPr>
          <w:rtl/>
        </w:rPr>
      </w:pPr>
      <w:bookmarkStart w:id="36" w:name="_Toc521154827"/>
      <w:r>
        <w:rPr>
          <w:rtl/>
        </w:rPr>
        <w:t>ج: ...... منافقت اور دوغلى پاليسي_</w:t>
      </w:r>
      <w:bookmarkEnd w:id="36"/>
      <w:r>
        <w:rPr>
          <w:rtl/>
        </w:rPr>
        <w:t xml:space="preserve"> </w:t>
      </w:r>
    </w:p>
    <w:p w:rsidR="00E03C34" w:rsidRDefault="00E03C34" w:rsidP="00FA2B42">
      <w:pPr>
        <w:pStyle w:val="libNormal"/>
        <w:rPr>
          <w:rtl/>
        </w:rPr>
      </w:pPr>
      <w:r>
        <w:rPr>
          <w:rtl/>
        </w:rPr>
        <w:t xml:space="preserve">منافق اور دوغلے لوگ خوشامد اور چاپلوسى كے پردے ميں جھوٹ بول بول كر ايسى حركتوں كے مرتكب ہوجاتے ہيں جن كے ذريعے وہ معاشرے كے افراد كى توجہ اپنى طرف مبذول كركے اپنے ناپاك عزائم كو پورا كرليتے ہيں_ </w:t>
      </w:r>
    </w:p>
    <w:p w:rsidR="00E03C34" w:rsidRDefault="00E03C34" w:rsidP="00FA2B42">
      <w:pPr>
        <w:pStyle w:val="libNormal"/>
        <w:rPr>
          <w:rtl/>
        </w:rPr>
      </w:pPr>
      <w:r>
        <w:rPr>
          <w:rtl/>
        </w:rPr>
        <w:t xml:space="preserve">خداوند عالم نے سورہ بقرہ كے اوائل ميں اس طريقہ كار كو منافقين كى صفت قرار ديا ہے اور فرمايا ہي: </w:t>
      </w:r>
    </w:p>
    <w:p w:rsidR="00E03C34" w:rsidRDefault="0006593C" w:rsidP="00FA2B42">
      <w:pPr>
        <w:pStyle w:val="libNormal"/>
        <w:rPr>
          <w:rtl/>
        </w:rPr>
      </w:pPr>
      <w:r>
        <w:rPr>
          <w:rStyle w:val="libAieChar"/>
          <w:rtl/>
        </w:rPr>
        <w:t xml:space="preserve"> </w:t>
      </w:r>
      <w:r w:rsidRPr="0006593C">
        <w:rPr>
          <w:rStyle w:val="libAlaemChar"/>
          <w:rtl/>
        </w:rPr>
        <w:t>(</w:t>
      </w:r>
      <w:r w:rsidRPr="006F5924">
        <w:rPr>
          <w:rStyle w:val="libAieChar"/>
          <w:rtl/>
        </w:rPr>
        <w:t xml:space="preserve"> واذ القو الذين امنوا قالوا امنا واذا خلوا إلى شياطين</w:t>
      </w:r>
      <w:r w:rsidRPr="00FA2B42">
        <w:rPr>
          <w:rStyle w:val="libAieChar"/>
          <w:rFonts w:hint="cs"/>
          <w:rtl/>
        </w:rPr>
        <w:t>ه</w:t>
      </w:r>
      <w:r w:rsidRPr="006F5924">
        <w:rPr>
          <w:rStyle w:val="libAieChar"/>
          <w:rFonts w:hint="cs"/>
          <w:rtl/>
        </w:rPr>
        <w:t>م</w:t>
      </w:r>
      <w:r w:rsidRPr="006F5924">
        <w:rPr>
          <w:rStyle w:val="libAieChar"/>
          <w:rtl/>
        </w:rPr>
        <w:t xml:space="preserve"> </w:t>
      </w:r>
      <w:r w:rsidRPr="006F5924">
        <w:rPr>
          <w:rStyle w:val="libAieChar"/>
          <w:rFonts w:hint="cs"/>
          <w:rtl/>
        </w:rPr>
        <w:t>قالو</w:t>
      </w:r>
      <w:r w:rsidRPr="006F5924">
        <w:rPr>
          <w:rStyle w:val="libAieChar"/>
          <w:rtl/>
        </w:rPr>
        <w:t xml:space="preserve"> </w:t>
      </w:r>
      <w:r w:rsidRPr="006F5924">
        <w:rPr>
          <w:rStyle w:val="libAieChar"/>
          <w:rFonts w:hint="cs"/>
          <w:rtl/>
        </w:rPr>
        <w:t>انا</w:t>
      </w:r>
      <w:r w:rsidRPr="006F5924">
        <w:rPr>
          <w:rStyle w:val="libAieChar"/>
          <w:rtl/>
        </w:rPr>
        <w:t xml:space="preserve"> </w:t>
      </w:r>
      <w:r w:rsidRPr="006F5924">
        <w:rPr>
          <w:rStyle w:val="libAieChar"/>
          <w:rFonts w:hint="cs"/>
          <w:rtl/>
        </w:rPr>
        <w:t>معكم</w:t>
      </w:r>
      <w:r w:rsidRPr="006F5924">
        <w:rPr>
          <w:rStyle w:val="libAieChar"/>
          <w:rtl/>
        </w:rPr>
        <w:t xml:space="preserve"> </w:t>
      </w:r>
      <w:r w:rsidRPr="006F5924">
        <w:rPr>
          <w:rStyle w:val="libAieChar"/>
          <w:rFonts w:hint="cs"/>
          <w:rtl/>
        </w:rPr>
        <w:t>انما</w:t>
      </w:r>
      <w:r w:rsidRPr="006F5924">
        <w:rPr>
          <w:rStyle w:val="libAieChar"/>
          <w:rtl/>
        </w:rPr>
        <w:t xml:space="preserve"> </w:t>
      </w:r>
      <w:r w:rsidRPr="006F5924">
        <w:rPr>
          <w:rStyle w:val="libAieChar"/>
          <w:rFonts w:hint="cs"/>
          <w:rtl/>
        </w:rPr>
        <w:t>نحن</w:t>
      </w:r>
      <w:r w:rsidRPr="006F5924">
        <w:rPr>
          <w:rStyle w:val="libAieChar"/>
          <w:rtl/>
        </w:rPr>
        <w:t xml:space="preserve"> </w:t>
      </w:r>
      <w:r w:rsidRPr="006F5924">
        <w:rPr>
          <w:rStyle w:val="libAieChar"/>
          <w:rFonts w:hint="cs"/>
          <w:rtl/>
        </w:rPr>
        <w:t>مست</w:t>
      </w:r>
      <w:r w:rsidRPr="00FA2B42">
        <w:rPr>
          <w:rStyle w:val="libAieChar"/>
          <w:rFonts w:hint="cs"/>
          <w:rtl/>
        </w:rPr>
        <w:t>ه</w:t>
      </w:r>
      <w:r w:rsidRPr="006F5924">
        <w:rPr>
          <w:rStyle w:val="libAieChar"/>
          <w:rFonts w:hint="cs"/>
          <w:rtl/>
        </w:rPr>
        <w:t>زئون</w:t>
      </w:r>
      <w:r w:rsidRPr="006F5924">
        <w:rPr>
          <w:rStyle w:val="libAieChar"/>
          <w:rtl/>
        </w:rPr>
        <w:t>''</w:t>
      </w:r>
      <w:r>
        <w:rPr>
          <w:rStyle w:val="libAieChar"/>
          <w:rtl/>
        </w:rPr>
        <w:t xml:space="preserve"> </w:t>
      </w:r>
      <w:r w:rsidR="000C7CB7" w:rsidRPr="000C7CB7">
        <w:rPr>
          <w:rStyle w:val="libAlaemChar"/>
          <w:rtl/>
        </w:rPr>
        <w:t>)</w:t>
      </w:r>
      <w:r>
        <w:rPr>
          <w:rtl/>
        </w:rPr>
        <w:t xml:space="preserve"> </w:t>
      </w:r>
      <w:r w:rsidRPr="00610DB8">
        <w:rPr>
          <w:rStyle w:val="libFootnotenumChar"/>
          <w:rtl/>
        </w:rPr>
        <w:t>(1)</w:t>
      </w:r>
      <w:r>
        <w:rPr>
          <w:rtl/>
        </w:rPr>
        <w:t xml:space="preserve"> </w:t>
      </w:r>
      <w:r>
        <w:rPr>
          <w:rtl/>
        </w:rPr>
        <w:cr/>
        <w:t xml:space="preserve"> </w:t>
      </w:r>
      <w:r w:rsidR="00E03C34">
        <w:rPr>
          <w:rtl/>
        </w:rPr>
        <w:t xml:space="preserve">''جب منافقين' مومنين سے ملتے ہيں تو كہتے ہيں كہ ہم ايمان لائے ہيں' اور جب اپنے شيطان صفت لوگوں سے تنہائي ميں ملاقات كرتے ہيں تو كہتے ہيں كہ ہم تو تمہارے ساتھ ہيں' ہم تو (مومنين كے ساتھ ) ٹھٹھا مذاق كرتے ہيں''_ </w:t>
      </w:r>
    </w:p>
    <w:p w:rsidR="00E03C34" w:rsidRDefault="00E03C34" w:rsidP="00FA2B42">
      <w:pPr>
        <w:pStyle w:val="libNormal"/>
        <w:rPr>
          <w:rtl/>
        </w:rPr>
      </w:pPr>
    </w:p>
    <w:p w:rsidR="00E03C34" w:rsidRDefault="00E03C34" w:rsidP="00FA2B42">
      <w:pPr>
        <w:pStyle w:val="Heading2Center"/>
        <w:rPr>
          <w:rtl/>
        </w:rPr>
      </w:pPr>
      <w:bookmarkStart w:id="37" w:name="_Toc521154828"/>
      <w:r>
        <w:rPr>
          <w:rtl/>
        </w:rPr>
        <w:t>د: ...... ايمان كا فقدان:</w:t>
      </w:r>
      <w:bookmarkEnd w:id="37"/>
      <w:r>
        <w:rPr>
          <w:rtl/>
        </w:rPr>
        <w:t xml:space="preserve"> </w:t>
      </w:r>
    </w:p>
    <w:p w:rsidR="00E03C34" w:rsidRDefault="00E03C34" w:rsidP="00FA2B42">
      <w:pPr>
        <w:pStyle w:val="libNormal"/>
        <w:rPr>
          <w:rtl/>
        </w:rPr>
      </w:pPr>
      <w:r>
        <w:rPr>
          <w:rtl/>
        </w:rPr>
        <w:t xml:space="preserve">قران مجيد اور روايات سے پتہ چلتا ہے كہ دروغگوئي كى ايك بنيادى وجہ ايمان كا كلى طور پر فقدان يا ايمان كى كمزورى ہي_ قرآن مجيد ميں ارشاد ہي: </w:t>
      </w:r>
    </w:p>
    <w:p w:rsidR="00E03C34" w:rsidRDefault="0006593C" w:rsidP="000C7CB7">
      <w:pPr>
        <w:pStyle w:val="libLine"/>
        <w:rPr>
          <w:rtl/>
        </w:rPr>
      </w:pPr>
      <w:r>
        <w:rPr>
          <w:rStyle w:val="libAieChar"/>
          <w:rtl/>
        </w:rPr>
        <w:t xml:space="preserve"> </w:t>
      </w:r>
      <w:r w:rsidRPr="0006593C">
        <w:rPr>
          <w:rStyle w:val="libAlaemChar"/>
          <w:rtl/>
        </w:rPr>
        <w:t>(</w:t>
      </w:r>
      <w:r w:rsidRPr="006F5924">
        <w:rPr>
          <w:rStyle w:val="libAieChar"/>
          <w:rtl/>
        </w:rPr>
        <w:t>انما يفترى الكذب الذين لا يومنون بايات الل</w:t>
      </w:r>
      <w:r w:rsidRPr="00FA2B42">
        <w:rPr>
          <w:rStyle w:val="libAieChar"/>
          <w:rFonts w:hint="cs"/>
          <w:rtl/>
        </w:rPr>
        <w:t>ه</w:t>
      </w:r>
      <w:r w:rsidRPr="006F5924">
        <w:rPr>
          <w:rStyle w:val="libAieChar"/>
          <w:rtl/>
        </w:rPr>
        <w:t xml:space="preserve"> </w:t>
      </w:r>
      <w:r w:rsidRPr="006F5924">
        <w:rPr>
          <w:rStyle w:val="libAieChar"/>
          <w:rFonts w:hint="cs"/>
          <w:rtl/>
        </w:rPr>
        <w:t>و</w:t>
      </w:r>
      <w:r w:rsidRPr="006F5924">
        <w:rPr>
          <w:rStyle w:val="libAieChar"/>
          <w:rtl/>
        </w:rPr>
        <w:t xml:space="preserve"> </w:t>
      </w:r>
      <w:r w:rsidRPr="006F5924">
        <w:rPr>
          <w:rStyle w:val="libAieChar"/>
          <w:rFonts w:hint="cs"/>
          <w:rtl/>
        </w:rPr>
        <w:t>اولئك</w:t>
      </w:r>
      <w:r w:rsidRPr="006F5924">
        <w:rPr>
          <w:rStyle w:val="libAieChar"/>
          <w:rtl/>
        </w:rPr>
        <w:t xml:space="preserve"> </w:t>
      </w:r>
      <w:r w:rsidRPr="00FA2B42">
        <w:rPr>
          <w:rStyle w:val="libAieChar"/>
          <w:rFonts w:hint="cs"/>
          <w:rtl/>
        </w:rPr>
        <w:t>ه</w:t>
      </w:r>
      <w:r w:rsidRPr="006F5924">
        <w:rPr>
          <w:rStyle w:val="libAieChar"/>
          <w:rFonts w:hint="cs"/>
          <w:rtl/>
        </w:rPr>
        <w:t>م</w:t>
      </w:r>
      <w:r w:rsidRPr="006F5924">
        <w:rPr>
          <w:rStyle w:val="libAieChar"/>
          <w:rtl/>
        </w:rPr>
        <w:t xml:space="preserve"> </w:t>
      </w:r>
      <w:r w:rsidRPr="006F5924">
        <w:rPr>
          <w:rStyle w:val="libAieChar"/>
          <w:rFonts w:hint="cs"/>
          <w:rtl/>
        </w:rPr>
        <w:t>الكاذبون</w:t>
      </w:r>
      <w:r w:rsidRPr="006F5924">
        <w:rPr>
          <w:rStyle w:val="libAieChar"/>
          <w:rtl/>
        </w:rPr>
        <w:t>''</w:t>
      </w:r>
      <w:r>
        <w:rPr>
          <w:rStyle w:val="libAieChar"/>
          <w:rtl/>
        </w:rPr>
        <w:t xml:space="preserve"> </w:t>
      </w:r>
      <w:r w:rsidR="000C7CB7" w:rsidRPr="000C7CB7">
        <w:rPr>
          <w:rStyle w:val="libAlaemChar"/>
          <w:rtl/>
        </w:rPr>
        <w:t>)</w:t>
      </w:r>
      <w:r>
        <w:rPr>
          <w:rtl/>
        </w:rPr>
        <w:t xml:space="preserve"> </w:t>
      </w:r>
      <w:r w:rsidRPr="00610DB8">
        <w:rPr>
          <w:rStyle w:val="libFootnotenumChar"/>
          <w:rtl/>
        </w:rPr>
        <w:t>(1)</w:t>
      </w:r>
      <w:r>
        <w:rPr>
          <w:rtl/>
        </w:rPr>
        <w:t xml:space="preserve"> </w:t>
      </w:r>
      <w:r>
        <w:rPr>
          <w:rtl/>
        </w:rPr>
        <w:cr/>
        <w:t xml:space="preserve"> </w:t>
      </w:r>
      <w:r w:rsidR="006B1525">
        <w:rPr>
          <w:rtl/>
        </w:rPr>
        <w:t>____________________</w:t>
      </w:r>
      <w:r w:rsidR="00E03C34">
        <w:rPr>
          <w:rtl/>
        </w:rPr>
        <w:t xml:space="preserve"> </w:t>
      </w:r>
    </w:p>
    <w:p w:rsidR="00E03C34" w:rsidRDefault="00E03C34" w:rsidP="00FA2B42">
      <w:pPr>
        <w:pStyle w:val="libFootnote"/>
        <w:rPr>
          <w:rtl/>
        </w:rPr>
      </w:pPr>
      <w:r>
        <w:rPr>
          <w:rtl/>
        </w:rPr>
        <w:t>1_ سورہ بقرہ_ آيت 14</w:t>
      </w:r>
    </w:p>
    <w:p w:rsidR="00E03C34" w:rsidRDefault="00E03C34" w:rsidP="00FA2B42">
      <w:pPr>
        <w:pStyle w:val="libFootnote"/>
        <w:rPr>
          <w:rtl/>
        </w:rPr>
      </w:pPr>
      <w:r>
        <w:rPr>
          <w:rtl/>
        </w:rPr>
        <w:t>2_ سورہ نحل _آيت 105</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''جھوٹ تو صرف وہى لوگ گھڑتے ہيں جو خدا كى آيات پر ايمان نہيں ركھتي' اور يہى لوگ ہى جھوٹے ہيں''_ </w:t>
      </w:r>
    </w:p>
    <w:p w:rsidR="00E03C34" w:rsidRDefault="00E03C34" w:rsidP="00FA2B42">
      <w:pPr>
        <w:pStyle w:val="libNormal"/>
        <w:rPr>
          <w:rtl/>
        </w:rPr>
      </w:pPr>
      <w:r>
        <w:rPr>
          <w:rtl/>
        </w:rPr>
        <w:t xml:space="preserve">حضرت على عليه السلام فرماتے ہيں : </w:t>
      </w:r>
    </w:p>
    <w:p w:rsidR="00E03C34" w:rsidRDefault="00E03C34" w:rsidP="00FA2B42">
      <w:pPr>
        <w:pStyle w:val="libNormal"/>
        <w:rPr>
          <w:rtl/>
        </w:rPr>
      </w:pPr>
      <w:r w:rsidRPr="004622E2">
        <w:rPr>
          <w:rStyle w:val="libArabicChar"/>
          <w:rtl/>
        </w:rPr>
        <w:t>'' كثرة الكذب تفسدالدين''</w:t>
      </w:r>
      <w:r w:rsidR="0006593C">
        <w:rPr>
          <w:rtl/>
        </w:rPr>
        <w:t xml:space="preserve"> </w:t>
      </w:r>
      <w:r w:rsidR="0006593C" w:rsidRPr="00610DB8">
        <w:rPr>
          <w:rStyle w:val="libFootnotenumChar"/>
          <w:rtl/>
        </w:rPr>
        <w:t>(1)</w:t>
      </w:r>
      <w:r w:rsidR="0006593C">
        <w:rPr>
          <w:rtl/>
        </w:rPr>
        <w:t xml:space="preserve"> </w:t>
      </w:r>
      <w:r w:rsidR="0006593C">
        <w:rPr>
          <w:rtl/>
        </w:rPr>
        <w:cr/>
        <w:t xml:space="preserve"> </w:t>
      </w:r>
    </w:p>
    <w:p w:rsidR="00E03C34" w:rsidRDefault="00E03C34" w:rsidP="00FA2B42">
      <w:pPr>
        <w:pStyle w:val="Heading2Center"/>
        <w:rPr>
          <w:rtl/>
        </w:rPr>
      </w:pPr>
      <w:bookmarkStart w:id="38" w:name="_Toc521154829"/>
      <w:r>
        <w:rPr>
          <w:rtl/>
        </w:rPr>
        <w:t>5_جھوٹ كا علاج:</w:t>
      </w:r>
      <w:bookmarkEnd w:id="38"/>
    </w:p>
    <w:p w:rsidR="00E03C34" w:rsidRDefault="00E03C34" w:rsidP="00FA2B42">
      <w:pPr>
        <w:pStyle w:val="libNormal"/>
        <w:rPr>
          <w:rtl/>
        </w:rPr>
      </w:pPr>
      <w:r>
        <w:rPr>
          <w:rtl/>
        </w:rPr>
        <w:t xml:space="preserve">اجمالى طور پر جھوٹ كے اسباب كو اوپر بيان كرديا گيا ہے _ اختصار كے ساتھ اس كا علاج بھى قلم بند كرر ہے ہيں: </w:t>
      </w:r>
    </w:p>
    <w:p w:rsidR="00E03C34" w:rsidRDefault="00E03C34" w:rsidP="00FA2B42">
      <w:pPr>
        <w:pStyle w:val="libNormal"/>
        <w:rPr>
          <w:rtl/>
        </w:rPr>
      </w:pPr>
    </w:p>
    <w:p w:rsidR="00E03C34" w:rsidRDefault="00E03C34" w:rsidP="00FA2B42">
      <w:pPr>
        <w:pStyle w:val="libNormal"/>
        <w:rPr>
          <w:rtl/>
        </w:rPr>
      </w:pPr>
      <w:r>
        <w:rPr>
          <w:rtl/>
        </w:rPr>
        <w:t xml:space="preserve">الف : ...... احساس كمترى كو دور كيا جائي_ </w:t>
      </w:r>
    </w:p>
    <w:p w:rsidR="00E03C34" w:rsidRDefault="00E03C34" w:rsidP="00FA2B42">
      <w:pPr>
        <w:pStyle w:val="libNormal"/>
        <w:rPr>
          <w:rtl/>
        </w:rPr>
      </w:pPr>
    </w:p>
    <w:p w:rsidR="00E03C34" w:rsidRDefault="00E03C34" w:rsidP="00FA2B42">
      <w:pPr>
        <w:pStyle w:val="libNormal"/>
        <w:rPr>
          <w:rtl/>
        </w:rPr>
      </w:pPr>
      <w:r>
        <w:rPr>
          <w:rtl/>
        </w:rPr>
        <w:t xml:space="preserve">ب: ...... شجاعت وجوانمردى كى صفت كو تقويت دى جائے تاكہ بے خوف وخطر اور بغير جھوٹ كا سہارا لئے حقائق اور واقعات كو كسى كم وبيشى كے بغير بيان كرسكي' اور اگر كبھى اس كے نتيجے ميں جرمانہ يا سزا ہوئي تو اسے خندہ پيشانى سے قبو ل كرلياجائے _ </w:t>
      </w:r>
    </w:p>
    <w:p w:rsidR="00E03C34" w:rsidRDefault="00E03C34" w:rsidP="00FA2B42">
      <w:pPr>
        <w:pStyle w:val="libNormal"/>
        <w:rPr>
          <w:rtl/>
        </w:rPr>
      </w:pPr>
    </w:p>
    <w:p w:rsidR="00E03C34" w:rsidRDefault="00E03C34" w:rsidP="00FA2B42">
      <w:pPr>
        <w:pStyle w:val="libNormal"/>
        <w:rPr>
          <w:rtl/>
        </w:rPr>
      </w:pPr>
      <w:r>
        <w:rPr>
          <w:rtl/>
        </w:rPr>
        <w:t xml:space="preserve">ج: ...... دوغلى پاليسى اور منافافقت كا علاج كياجائے جو كہ جھوٹ كى اصلى وجہ ہي_ </w:t>
      </w:r>
    </w:p>
    <w:p w:rsidR="00E03C34" w:rsidRDefault="00E03C34" w:rsidP="00FA2B42">
      <w:pPr>
        <w:pStyle w:val="libNormal"/>
        <w:rPr>
          <w:rtl/>
        </w:rPr>
      </w:pPr>
    </w:p>
    <w:p w:rsidR="00E03C34" w:rsidRDefault="00E03C34" w:rsidP="00FA2B42">
      <w:pPr>
        <w:pStyle w:val="libNormal"/>
        <w:rPr>
          <w:rtl/>
        </w:rPr>
      </w:pPr>
      <w:r>
        <w:rPr>
          <w:rtl/>
        </w:rPr>
        <w:t xml:space="preserve">د: ...... اپنے اندر ايمان اور تقوى كے درجات كو بلند سے بلندتر كياجائے ' كيونكہ ايمان اور تقوى كا درجہ جس قدر بلند تر ہوگا' جھوٹ اور برى عادتوں سے اسى قدر جان چھوٹ جائے گي_ </w:t>
      </w:r>
    </w:p>
    <w:p w:rsidR="00E03C34" w:rsidRDefault="006B1525" w:rsidP="000C7CB7">
      <w:pPr>
        <w:pStyle w:val="libLine"/>
        <w:rPr>
          <w:rtl/>
        </w:rPr>
      </w:pPr>
      <w:r>
        <w:rPr>
          <w:rtl/>
        </w:rPr>
        <w:t>____________________</w:t>
      </w:r>
      <w:r w:rsidR="00E03C34">
        <w:rPr>
          <w:rtl/>
        </w:rPr>
        <w:t xml:space="preserve"> </w:t>
      </w:r>
    </w:p>
    <w:p w:rsidR="00E03C34" w:rsidRPr="00DB7FA2" w:rsidRDefault="00E03C34" w:rsidP="00FA2B42">
      <w:pPr>
        <w:pStyle w:val="libNormal"/>
        <w:rPr>
          <w:rStyle w:val="libFootnoteChar"/>
          <w:rtl/>
        </w:rPr>
      </w:pPr>
      <w:r>
        <w:rPr>
          <w:rtl/>
        </w:rPr>
        <w:t>1</w:t>
      </w:r>
      <w:r w:rsidRPr="00DB7FA2">
        <w:rPr>
          <w:rStyle w:val="libFootnoteChar"/>
          <w:rtl/>
        </w:rPr>
        <w:t>_ شرح غررالحكم _ ج 7 _ ص 344</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ھ: ......قرآن مجيد كى ان آيات اور احاديث معصومين (ع) كا زيادہ سے زيادہ مطالعہ كياجائے اور ان ميں خوب غور وخوض كياجائے كہ جو جھوٹ كى مذمّت ميں وارد ہوئي ہيں اور اسے ہلاكت اور بدبختى كا موجب قرار ديتى ہيں_ </w:t>
      </w:r>
    </w:p>
    <w:p w:rsidR="00E03C34" w:rsidRDefault="00E03C34" w:rsidP="00FA2B42">
      <w:pPr>
        <w:pStyle w:val="libNormal"/>
        <w:rPr>
          <w:rtl/>
        </w:rPr>
      </w:pPr>
    </w:p>
    <w:p w:rsidR="00E03C34" w:rsidRDefault="00E03C34" w:rsidP="00FA2B42">
      <w:pPr>
        <w:pStyle w:val="libNormal"/>
        <w:rPr>
          <w:rtl/>
        </w:rPr>
      </w:pPr>
      <w:r>
        <w:rPr>
          <w:rtl/>
        </w:rPr>
        <w:t xml:space="preserve">و: ...... اس بات كو مدّنظر ركھاجائے كہ جھوٹے انسان كى قدرو قيمت معاشرے ميں گرجاتى ہي، كوئي شخص اس كى باتوں پر عتماد نہيں كرتا اور نہ ہى اس كا احترام كرتاہي_ </w:t>
      </w:r>
    </w:p>
    <w:p w:rsidR="00E03C34" w:rsidRDefault="00E03C34" w:rsidP="00FA2B42">
      <w:pPr>
        <w:pStyle w:val="libNormal"/>
        <w:rPr>
          <w:rtl/>
        </w:rPr>
      </w:pPr>
    </w:p>
    <w:p w:rsidR="00E03C34" w:rsidRDefault="00E03C34" w:rsidP="00FA2B42">
      <w:pPr>
        <w:pStyle w:val="libNormal"/>
        <w:rPr>
          <w:rtl/>
        </w:rPr>
      </w:pPr>
      <w:r>
        <w:rPr>
          <w:rtl/>
        </w:rPr>
        <w:t xml:space="preserve">ي: ...... ايسى آيات اور روايات ميں خوب غورفكر كياجائے جو صدق و سچّائي كى مدح كرتى ہيں، حضرت امام جعفر صادق عليه السلام نے اپنے ايك صحابى سے فرمايا : </w:t>
      </w:r>
    </w:p>
    <w:p w:rsidR="00E03C34" w:rsidRDefault="00E03C34" w:rsidP="000C7CB7">
      <w:pPr>
        <w:pStyle w:val="libLine"/>
        <w:rPr>
          <w:rtl/>
        </w:rPr>
      </w:pPr>
      <w:r>
        <w:rPr>
          <w:rtl/>
        </w:rPr>
        <w:t>''غور كروكہ حضرت على _ كو كن وجوہات كى بنا پر پيغمبر اكرم (ص) كے ہاںاس قدر قرب اور مقام ومنزلت حاصل ہوئي ' تم بھى وہى كام كرو 'يقينا على _ سچّائي اور ايماندارى كى بناء پر آنحضرت (ص) سے اس قدر قريب ہوئے تھي''</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sidR="006B1525">
        <w:rPr>
          <w:rtl/>
        </w:rPr>
        <w:t>____________________</w:t>
      </w:r>
      <w:r>
        <w:rPr>
          <w:rtl/>
        </w:rPr>
        <w:t xml:space="preserve"> </w:t>
      </w:r>
    </w:p>
    <w:p w:rsidR="00E03C34" w:rsidRDefault="00E03C34" w:rsidP="00FA2B42">
      <w:pPr>
        <w:pStyle w:val="libNormal"/>
        <w:rPr>
          <w:rtl/>
        </w:rPr>
      </w:pPr>
      <w:r>
        <w:rPr>
          <w:rtl/>
        </w:rPr>
        <w:t>1</w:t>
      </w:r>
      <w:r w:rsidRPr="00DB7FA2">
        <w:rPr>
          <w:rStyle w:val="libFootnoteChar"/>
          <w:rtl/>
        </w:rPr>
        <w:t>_ جامع السعادات_ ج 2_ ص 334</w:t>
      </w:r>
    </w:p>
    <w:p w:rsidR="00E03C34" w:rsidRDefault="007525F8" w:rsidP="00FA2B42">
      <w:pPr>
        <w:pStyle w:val="Heading2Center"/>
        <w:rPr>
          <w:rtl/>
        </w:rPr>
      </w:pPr>
      <w:r>
        <w:rPr>
          <w:rtl/>
        </w:rPr>
        <w:br w:type="page"/>
      </w:r>
      <w:r>
        <w:rPr>
          <w:rtl/>
        </w:rPr>
        <w:lastRenderedPageBreak/>
        <w:t xml:space="preserve"> </w:t>
      </w:r>
      <w:r>
        <w:rPr>
          <w:rtl/>
        </w:rPr>
        <w:cr/>
      </w:r>
      <w:bookmarkStart w:id="39" w:name="_Toc521154830"/>
      <w:r w:rsidR="00E03C34">
        <w:rPr>
          <w:rtl/>
        </w:rPr>
        <w:t>چوتھا سبق:</w:t>
      </w:r>
      <w:bookmarkEnd w:id="39"/>
      <w:r w:rsidR="00E03C34">
        <w:rPr>
          <w:rtl/>
        </w:rPr>
        <w:t xml:space="preserve"> </w:t>
      </w:r>
    </w:p>
    <w:p w:rsidR="00E03C34" w:rsidRDefault="00E03C34" w:rsidP="00FA2B42">
      <w:pPr>
        <w:pStyle w:val="Heading2Center"/>
        <w:rPr>
          <w:rtl/>
        </w:rPr>
      </w:pPr>
      <w:bookmarkStart w:id="40" w:name="_Toc521154831"/>
      <w:r>
        <w:rPr>
          <w:rtl/>
        </w:rPr>
        <w:t>ناروا گفتگو اور بدكلامي</w:t>
      </w:r>
      <w:bookmarkEnd w:id="40"/>
    </w:p>
    <w:p w:rsidR="00E03C34" w:rsidRDefault="00E03C34" w:rsidP="00FA2B42">
      <w:pPr>
        <w:pStyle w:val="libNormal"/>
        <w:rPr>
          <w:rtl/>
        </w:rPr>
      </w:pPr>
      <w:r>
        <w:rPr>
          <w:rtl/>
        </w:rPr>
        <w:t xml:space="preserve">1)__________ تمہيد </w:t>
      </w:r>
    </w:p>
    <w:p w:rsidR="00E03C34" w:rsidRDefault="00E03C34" w:rsidP="00FA2B42">
      <w:pPr>
        <w:pStyle w:val="libNormal"/>
        <w:rPr>
          <w:rtl/>
        </w:rPr>
      </w:pPr>
      <w:r>
        <w:rPr>
          <w:rtl/>
        </w:rPr>
        <w:t xml:space="preserve">2)_________امام صادق عليه السلام كا بدزبان شخص سے قطع رابطہ </w:t>
      </w:r>
    </w:p>
    <w:p w:rsidR="00E03C34" w:rsidRDefault="00E03C34" w:rsidP="00FA2B42">
      <w:pPr>
        <w:pStyle w:val="libNormal"/>
        <w:rPr>
          <w:rtl/>
        </w:rPr>
      </w:pPr>
      <w:r>
        <w:rPr>
          <w:rtl/>
        </w:rPr>
        <w:t xml:space="preserve">3)_________بدكلامى كا انجام </w:t>
      </w:r>
    </w:p>
    <w:p w:rsidR="00E03C34" w:rsidRDefault="00E03C34" w:rsidP="00FA2B42">
      <w:pPr>
        <w:pStyle w:val="libNormal"/>
        <w:rPr>
          <w:rtl/>
        </w:rPr>
      </w:pPr>
      <w:r>
        <w:rPr>
          <w:rtl/>
        </w:rPr>
        <w:t xml:space="preserve">4)_________ معصوم پيشوائوں كے كردار </w:t>
      </w:r>
    </w:p>
    <w:p w:rsidR="00E03C34" w:rsidRDefault="00E03C34" w:rsidP="00FA2B42">
      <w:pPr>
        <w:pStyle w:val="libNormal"/>
        <w:rPr>
          <w:rtl/>
        </w:rPr>
      </w:pPr>
      <w:r>
        <w:rPr>
          <w:rtl/>
        </w:rPr>
        <w:t xml:space="preserve">5)_________ بدكلامى كا علاج </w:t>
      </w:r>
    </w:p>
    <w:p w:rsidR="00E03C34" w:rsidRDefault="007525F8" w:rsidP="00FA2B42">
      <w:pPr>
        <w:pStyle w:val="Heading2Center"/>
        <w:rPr>
          <w:rtl/>
        </w:rPr>
      </w:pPr>
      <w:r>
        <w:rPr>
          <w:rtl/>
        </w:rPr>
        <w:br w:type="page"/>
      </w:r>
      <w:r>
        <w:rPr>
          <w:rtl/>
        </w:rPr>
        <w:lastRenderedPageBreak/>
        <w:t xml:space="preserve"> </w:t>
      </w:r>
      <w:r>
        <w:rPr>
          <w:rtl/>
        </w:rPr>
        <w:cr/>
      </w:r>
      <w:bookmarkStart w:id="41" w:name="_Toc521154832"/>
      <w:r w:rsidR="00E03C34">
        <w:rPr>
          <w:rtl/>
        </w:rPr>
        <w:t>1) ... ... تمہيد:</w:t>
      </w:r>
      <w:bookmarkEnd w:id="41"/>
    </w:p>
    <w:p w:rsidR="00E03C34" w:rsidRDefault="00E03C34" w:rsidP="00FA2B42">
      <w:pPr>
        <w:pStyle w:val="libNormal"/>
        <w:rPr>
          <w:rtl/>
        </w:rPr>
      </w:pPr>
      <w:r>
        <w:rPr>
          <w:rtl/>
        </w:rPr>
        <w:t xml:space="preserve">زبان' انسانى جسم كا ايك چھوٹا سا جز و ہي_ اگر اس چھوٹے سے جزو كى تربيت نہ كى جائے تو يہ بڑے بڑے گناہوں كا موجب بنے گا_ علماء علم اخلاق نے زبان كے حوالے سے تقريباً بيس گناہ تحرير كئے ہيں_ </w:t>
      </w:r>
    </w:p>
    <w:p w:rsidR="00E03C34" w:rsidRDefault="00E03C34" w:rsidP="00FA2B42">
      <w:pPr>
        <w:pStyle w:val="libNormal"/>
        <w:rPr>
          <w:rtl/>
        </w:rPr>
      </w:pPr>
      <w:r>
        <w:rPr>
          <w:rtl/>
        </w:rPr>
        <w:t xml:space="preserve">حضرت اميرالمومنين عليه السلام فرماتے ہيں : </w:t>
      </w:r>
    </w:p>
    <w:p w:rsidR="00E03C34" w:rsidRDefault="00E03C34" w:rsidP="00FA2B42">
      <w:pPr>
        <w:pStyle w:val="libNormal"/>
        <w:rPr>
          <w:rtl/>
        </w:rPr>
      </w:pPr>
      <w:r w:rsidRPr="00DB7FA2">
        <w:rPr>
          <w:rStyle w:val="libArabicChar"/>
          <w:rtl/>
        </w:rPr>
        <w:t>''صلاَح الإنسان فى حَبس اللّسان''</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''انسان كى بہترى اس كى زبان كى حفاظت ميں ہے ''_ </w:t>
      </w:r>
    </w:p>
    <w:p w:rsidR="00E03C34" w:rsidRDefault="00E03C34" w:rsidP="00FA2B42">
      <w:pPr>
        <w:pStyle w:val="libNormal"/>
        <w:rPr>
          <w:rtl/>
        </w:rPr>
      </w:pPr>
      <w:r>
        <w:rPr>
          <w:rtl/>
        </w:rPr>
        <w:t xml:space="preserve">زبان انسان كى شخصيت اور اس كے كمال كا آئينہ دار ہي، زيرك اور ذى شعور انسان لوگوں كو چند باتوں كے ذريعہ پہچان ليتے ہيں_ بقول شيخ سعدي: </w:t>
      </w:r>
    </w:p>
    <w:p w:rsidR="00E03C34" w:rsidRDefault="006B1525" w:rsidP="000C7CB7">
      <w:pPr>
        <w:pStyle w:val="libLine"/>
        <w:rPr>
          <w:rtl/>
        </w:rPr>
      </w:pPr>
      <w:r>
        <w:rPr>
          <w:rtl/>
        </w:rPr>
        <w:t>____________________</w:t>
      </w:r>
      <w:r w:rsidR="00E03C34">
        <w:rPr>
          <w:rtl/>
        </w:rPr>
        <w:t xml:space="preserve"> </w:t>
      </w:r>
    </w:p>
    <w:p w:rsidR="00E03C34" w:rsidRPr="00DB7FA2" w:rsidRDefault="00E03C34" w:rsidP="00FA2B42">
      <w:pPr>
        <w:pStyle w:val="libNormal"/>
        <w:rPr>
          <w:rStyle w:val="libFootnoteChar"/>
          <w:rtl/>
        </w:rPr>
      </w:pPr>
      <w:r>
        <w:rPr>
          <w:rtl/>
        </w:rPr>
        <w:t>1</w:t>
      </w:r>
      <w:r w:rsidRPr="00DB7FA2">
        <w:rPr>
          <w:rStyle w:val="libFootnoteChar"/>
          <w:rtl/>
        </w:rPr>
        <w:t>_ ...ميزان الحكمة ، ج 8، ص 499</w:t>
      </w:r>
    </w:p>
    <w:p w:rsidR="00E03C34" w:rsidRDefault="007525F8" w:rsidP="00FA2B42">
      <w:pPr>
        <w:pStyle w:val="libNormal"/>
        <w:rPr>
          <w:rtl/>
        </w:rPr>
      </w:pPr>
      <w:r>
        <w:rPr>
          <w:rtl/>
        </w:rPr>
        <w:br w:type="page"/>
      </w:r>
      <w:r>
        <w:rPr>
          <w:rtl/>
        </w:rPr>
        <w:lastRenderedPageBreak/>
        <w:t xml:space="preserve"> </w:t>
      </w:r>
      <w:r>
        <w:rPr>
          <w:rtl/>
        </w:rPr>
        <w:cr/>
      </w:r>
      <w:r w:rsidR="00E03C34">
        <w:rPr>
          <w:rtl/>
        </w:rPr>
        <w:t>تا مرد سخن نگفتہ باشد،</w:t>
      </w:r>
    </w:p>
    <w:p w:rsidR="00E03C34" w:rsidRDefault="00E03C34" w:rsidP="00FA2B42">
      <w:pPr>
        <w:pStyle w:val="libNormal"/>
        <w:rPr>
          <w:rtl/>
        </w:rPr>
      </w:pPr>
      <w:r>
        <w:rPr>
          <w:rtl/>
        </w:rPr>
        <w:t>عيب وہنرش نہفتہ باشد،</w:t>
      </w:r>
    </w:p>
    <w:p w:rsidR="00E03C34" w:rsidRDefault="00E03C34" w:rsidP="00FA2B42">
      <w:pPr>
        <w:pStyle w:val="libNormal"/>
        <w:rPr>
          <w:rtl/>
        </w:rPr>
      </w:pPr>
      <w:r>
        <w:rPr>
          <w:rtl/>
        </w:rPr>
        <w:t xml:space="preserve">جب تك انسان بات نہ كري' اس كے عيب اور ہنر چھپے رہتے ہيں ''_ </w:t>
      </w:r>
    </w:p>
    <w:p w:rsidR="00E03C34" w:rsidRDefault="00E03C34" w:rsidP="00FA2B42">
      <w:pPr>
        <w:pStyle w:val="libNormal"/>
        <w:rPr>
          <w:rtl/>
        </w:rPr>
      </w:pPr>
      <w:r>
        <w:rPr>
          <w:rtl/>
        </w:rPr>
        <w:t xml:space="preserve">اچھى بات اور مفيد گفتگو، متكلم كى پاك طينت اور باطنى پاكيزگى كى علامت ہوتى ہي_ ناشائستہ اور بيہودہ گفتگو متكلم كے آلودہ باطن كى نشانى ہي_ حضرت اميرالمومنين عليه السلام فرماتے ہيں : </w:t>
      </w:r>
    </w:p>
    <w:p w:rsidR="00E03C34" w:rsidRDefault="00E03C34" w:rsidP="00FA2B42">
      <w:pPr>
        <w:pStyle w:val="libNormal"/>
        <w:rPr>
          <w:rtl/>
        </w:rPr>
      </w:pPr>
      <w:r w:rsidRPr="00DB7FA2">
        <w:rPr>
          <w:rStyle w:val="libArabicChar"/>
          <w:rtl/>
        </w:rPr>
        <w:t>''سنَّة اللَّئام قُبح الكلام''</w:t>
      </w:r>
      <w:r>
        <w:rPr>
          <w:rtl/>
        </w:rPr>
        <w:t xml:space="preserve">_ </w:t>
      </w:r>
    </w:p>
    <w:p w:rsidR="00E03C34" w:rsidRDefault="00E03C34" w:rsidP="00FA2B42">
      <w:pPr>
        <w:pStyle w:val="libNormal"/>
        <w:rPr>
          <w:rtl/>
        </w:rPr>
      </w:pPr>
      <w:r>
        <w:rPr>
          <w:rtl/>
        </w:rPr>
        <w:t xml:space="preserve">''كمينہ اور پست فطرت لوگوں كا شيوہ بد كلامى ہوتا ہي''_ </w:t>
      </w:r>
    </w:p>
    <w:p w:rsidR="00E03C34" w:rsidRDefault="00E03C34" w:rsidP="00FA2B42">
      <w:pPr>
        <w:pStyle w:val="libNormal"/>
        <w:rPr>
          <w:rtl/>
        </w:rPr>
      </w:pPr>
    </w:p>
    <w:p w:rsidR="00E03C34" w:rsidRDefault="00E03C34" w:rsidP="00FA2B42">
      <w:pPr>
        <w:pStyle w:val="Heading2Center"/>
        <w:rPr>
          <w:rtl/>
        </w:rPr>
      </w:pPr>
      <w:bookmarkStart w:id="42" w:name="_Toc521154833"/>
      <w:r>
        <w:rPr>
          <w:rtl/>
        </w:rPr>
        <w:t>2) ...... امام صادق عليه السلام كا بدزبان شخص سے قطع رابطہ :</w:t>
      </w:r>
      <w:bookmarkEnd w:id="42"/>
    </w:p>
    <w:p w:rsidR="00E03C34" w:rsidRDefault="00E03C34" w:rsidP="00FA2B42">
      <w:pPr>
        <w:pStyle w:val="libNormal"/>
        <w:rPr>
          <w:rtl/>
        </w:rPr>
      </w:pPr>
      <w:r>
        <w:rPr>
          <w:rtl/>
        </w:rPr>
        <w:t xml:space="preserve">ايك شخص اكثر اوقات حضرت امام جعفر صادق _ كى خدمت ميں رہتا تھا يہاں تك كہ وہ حضرت (ع) كے ساتھ ہميشہ رہنے كى بنا پر خاصى شہرت حاصل كرچكا تھا، چنانچہ ايك دن وہ آپ (ع) كے ساتھ جوتا فروشوں كى بازار سے گزر رہا تھا اور اس كا غلام بھى اس كے پيچھے پيچھے چل رہا تھا ، اس شخص نے پيچھے مڑ كر غلام كو ديكھا تو وہ اسے نظر نہ آيا ' چند قدم چل كر اس نے پھر اسے ديكھا پھر بھى نظر نہ آيا' تيسرى مرتبہ اسے غلام كى اس حركت پر غصہ آگيا كہ وہ اس قدر پيچھے كيوں رہ گيا ہي' غلام كو پيچھے رہنے كى جرا ت كيسے ہوئي، جب چوتھى مرتبہ اس نے مڑكرديكھا تو وہ نظر آگيا _ وہ شخص اپنے جذبات پر قابو نہ ركھ سكا اور غلام كو ماں كى گالى دے كر كہا كہ : ... تو كہاں تھا؟ </w:t>
      </w:r>
    </w:p>
    <w:p w:rsidR="00E03C34" w:rsidRDefault="00E03C34" w:rsidP="00FA2B42">
      <w:pPr>
        <w:pStyle w:val="libNormal"/>
        <w:rPr>
          <w:rtl/>
        </w:rPr>
      </w:pPr>
      <w:r>
        <w:rPr>
          <w:rtl/>
        </w:rPr>
        <w:t xml:space="preserve">حضرت امام جعفر صادق عليه السلام نے اس كى بد زبانى كو ديكھ كر اپنا ہاتھ زور سے </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پيشانى پر مارا اورفرمايا: </w:t>
      </w:r>
    </w:p>
    <w:p w:rsidR="00E03C34" w:rsidRDefault="00E03C34" w:rsidP="00FA2B42">
      <w:pPr>
        <w:pStyle w:val="libNormal"/>
        <w:rPr>
          <w:rtl/>
        </w:rPr>
      </w:pPr>
      <w:r>
        <w:rPr>
          <w:rtl/>
        </w:rPr>
        <w:t xml:space="preserve">''سبحان اللہ تم اپنے غلام كو گالى دے رہے ہو؟ اور اس كى ماں كو برائي سے ياد كر رہے ہو؟ ميں تو سمجھتا تھا كہ تم متّقى انسان ہو' اب معلوم ہو اكہ تمہارے اندر تقوى نہيں ہي''_ </w:t>
      </w:r>
    </w:p>
    <w:p w:rsidR="00E03C34" w:rsidRDefault="00E03C34" w:rsidP="00FA2B42">
      <w:pPr>
        <w:pStyle w:val="libNormal"/>
        <w:rPr>
          <w:rtl/>
        </w:rPr>
      </w:pPr>
      <w:r>
        <w:rPr>
          <w:rtl/>
        </w:rPr>
        <w:t xml:space="preserve">وہ شخص اپنى اس بد زبانى كى توجيہہ كرتے ہوئے عرض كرنے لگا : '' فرزند رسول (ص) ' اس غلام كى ماں سندھى ہے اور آپ (ع) جانتے ہيں كہ وہ مسلمان نہيں ہيں'' _ حضرت (ع) نے فرمايا كہ : اس كى ماں كافرتھي' سوتھى ہر قوم اور ملت كے اپنے قوانين اور اپنے مذہب كے طور طريقے ہوتے ہيں' جن كے تحت وہ ازدواجى امور انجام ديتے ہيں ، اس لحاظ سے ان كا يہ عمل زنا نہيں ہوتا اور ان كى اولاد ''ولدالزّنا'' نہيں كہلاتي'' ، اس كے بعد فرمايا : </w:t>
      </w:r>
    </w:p>
    <w:p w:rsidR="00E03C34" w:rsidRDefault="00E03C34" w:rsidP="00FA2B42">
      <w:pPr>
        <w:pStyle w:val="libNormal"/>
        <w:rPr>
          <w:rtl/>
        </w:rPr>
      </w:pPr>
      <w:r>
        <w:rPr>
          <w:rtl/>
        </w:rPr>
        <w:t xml:space="preserve">''اب تم مجھ سے دور ہوجائو''_ </w:t>
      </w:r>
    </w:p>
    <w:p w:rsidR="00E03C34" w:rsidRDefault="00E03C34" w:rsidP="00FA2B42">
      <w:pPr>
        <w:pStyle w:val="libNormal"/>
        <w:rPr>
          <w:rtl/>
        </w:rPr>
      </w:pPr>
      <w:r>
        <w:rPr>
          <w:rtl/>
        </w:rPr>
        <w:t>پھر اس شخص كو كسى نے آپ (ع) كے ساتھ كبھى نہ ديكھا</w:t>
      </w:r>
      <w:r w:rsidR="00FA5EFA" w:rsidRPr="00610DB8">
        <w:rPr>
          <w:rStyle w:val="libFootnotenumChar"/>
          <w:rtl/>
          <w:lang w:bidi="ar-SA"/>
        </w:rPr>
        <w:t>(1</w:t>
      </w:r>
      <w:r w:rsidR="00610DB8" w:rsidRPr="00610DB8">
        <w:rPr>
          <w:rStyle w:val="libFootnotenumChar"/>
          <w:rtl/>
          <w:lang w:bidi="ar-SA"/>
        </w:rPr>
        <w:t>)</w:t>
      </w:r>
      <w:r w:rsidR="00FA5EFA">
        <w:rPr>
          <w:rtl/>
        </w:rPr>
        <w:t xml:space="preserve"> </w:t>
      </w:r>
    </w:p>
    <w:p w:rsidR="00E03C34" w:rsidRDefault="00E03C34" w:rsidP="00FA2B42">
      <w:pPr>
        <w:pStyle w:val="Heading2Center"/>
        <w:rPr>
          <w:rtl/>
        </w:rPr>
      </w:pPr>
      <w:bookmarkStart w:id="43" w:name="_Toc521154834"/>
      <w:r>
        <w:rPr>
          <w:rtl/>
        </w:rPr>
        <w:t>3) ... ... بدكلامى كا انجام:</w:t>
      </w:r>
      <w:bookmarkEnd w:id="43"/>
    </w:p>
    <w:p w:rsidR="00E03C34" w:rsidRDefault="00E03C34" w:rsidP="00FA2B42">
      <w:pPr>
        <w:pStyle w:val="libNormal"/>
        <w:rPr>
          <w:rtl/>
        </w:rPr>
      </w:pPr>
      <w:r>
        <w:rPr>
          <w:rtl/>
        </w:rPr>
        <w:t xml:space="preserve">اب ہم مختصر طور پر بد زبانى كے بُرے انجام كے بارے ميں كچھ باتيں عرض كرتے ہيں: </w:t>
      </w:r>
    </w:p>
    <w:p w:rsidR="00E03C34" w:rsidRDefault="00E03C34" w:rsidP="00FA2B42">
      <w:pPr>
        <w:pStyle w:val="libNormal"/>
        <w:rPr>
          <w:rtl/>
        </w:rPr>
      </w:pPr>
    </w:p>
    <w:p w:rsidR="00E03C34" w:rsidRDefault="00E03C34" w:rsidP="00FA2B42">
      <w:pPr>
        <w:pStyle w:val="libNormal"/>
        <w:rPr>
          <w:rtl/>
        </w:rPr>
      </w:pPr>
      <w:r>
        <w:rPr>
          <w:rtl/>
        </w:rPr>
        <w:t xml:space="preserve">الف: ... ... بدزبانى انسان كو خدا كے نزديك بے قدروقيمت بناديتى ہے اور اس كے اور خدا كے درميان جدائي ڈال ديتى ہي_ </w:t>
      </w:r>
    </w:p>
    <w:p w:rsidR="00E03C34" w:rsidRDefault="006B1525" w:rsidP="00BE3792">
      <w:pPr>
        <w:pStyle w:val="libLine"/>
        <w:rPr>
          <w:rtl/>
        </w:rPr>
      </w:pPr>
      <w:r>
        <w:rPr>
          <w:rtl/>
        </w:rPr>
        <w:t>____________________</w:t>
      </w:r>
      <w:r w:rsidR="00E03C34">
        <w:rPr>
          <w:rtl/>
        </w:rPr>
        <w:t xml:space="preserve"> </w:t>
      </w:r>
    </w:p>
    <w:p w:rsidR="00E03C34" w:rsidRDefault="00E03C34" w:rsidP="00BE3792">
      <w:pPr>
        <w:pStyle w:val="libFootnote"/>
        <w:rPr>
          <w:rtl/>
        </w:rPr>
      </w:pPr>
      <w:r>
        <w:rPr>
          <w:rtl/>
        </w:rPr>
        <w:t>1_ اصول كافى (مترجم) _ ج 4، ص 15_</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حضرت امام محمد باقر عليه السلام فرماتے ہيں : </w:t>
      </w:r>
    </w:p>
    <w:p w:rsidR="00E03C34" w:rsidRDefault="00E03C34" w:rsidP="00FA2B42">
      <w:pPr>
        <w:pStyle w:val="libNormal"/>
        <w:rPr>
          <w:rtl/>
        </w:rPr>
      </w:pPr>
      <w:r w:rsidRPr="00DB7FA2">
        <w:rPr>
          <w:rStyle w:val="libArabicChar"/>
          <w:rtl/>
        </w:rPr>
        <w:t>''انَّ الل</w:t>
      </w:r>
      <w:r w:rsidR="00FA2B42" w:rsidRPr="00FA2B42">
        <w:rPr>
          <w:rStyle w:val="libArabicChar"/>
          <w:rFonts w:hint="cs"/>
          <w:rtl/>
        </w:rPr>
        <w:t>ه</w:t>
      </w:r>
      <w:r w:rsidRPr="00DB7FA2">
        <w:rPr>
          <w:rStyle w:val="libArabicChar"/>
          <w:rtl/>
        </w:rPr>
        <w:t xml:space="preserve"> </w:t>
      </w:r>
      <w:r w:rsidRPr="00DB7FA2">
        <w:rPr>
          <w:rStyle w:val="libArabicChar"/>
          <w:rFonts w:hint="cs"/>
          <w:rtl/>
        </w:rPr>
        <w:t>يَبغَضُ</w:t>
      </w:r>
      <w:r w:rsidRPr="00DB7FA2">
        <w:rPr>
          <w:rStyle w:val="libArabicChar"/>
          <w:rtl/>
        </w:rPr>
        <w:t xml:space="preserve"> </w:t>
      </w:r>
      <w:r w:rsidRPr="00DB7FA2">
        <w:rPr>
          <w:rStyle w:val="libArabicChar"/>
          <w:rFonts w:hint="cs"/>
          <w:rtl/>
        </w:rPr>
        <w:t>الفَاحش</w:t>
      </w:r>
      <w:r w:rsidRPr="00DB7FA2">
        <w:rPr>
          <w:rStyle w:val="libArabicChar"/>
          <w:rtl/>
        </w:rPr>
        <w:t xml:space="preserve"> </w:t>
      </w:r>
      <w:r w:rsidRPr="00DB7FA2">
        <w:rPr>
          <w:rStyle w:val="libArabicChar"/>
          <w:rFonts w:hint="cs"/>
          <w:rtl/>
        </w:rPr>
        <w:t>المتَفحش</w:t>
      </w:r>
      <w:r w:rsidRPr="00DB7FA2">
        <w:rPr>
          <w:rStyle w:val="libArabicChar"/>
          <w:rtl/>
        </w:rPr>
        <w:t>''</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''خداوند عالم گالى گلوچ بكنے والے كو دشمن ركھتا ہے ''_ </w:t>
      </w:r>
    </w:p>
    <w:p w:rsidR="00E03C34" w:rsidRDefault="00E03C34" w:rsidP="00FA2B42">
      <w:pPr>
        <w:pStyle w:val="libNormal"/>
        <w:rPr>
          <w:rtl/>
        </w:rPr>
      </w:pPr>
    </w:p>
    <w:p w:rsidR="00E03C34" w:rsidRDefault="00E03C34" w:rsidP="00FA2B42">
      <w:pPr>
        <w:pStyle w:val="Heading2Center"/>
        <w:rPr>
          <w:rtl/>
        </w:rPr>
      </w:pPr>
      <w:bookmarkStart w:id="44" w:name="_Toc521154835"/>
      <w:r>
        <w:rPr>
          <w:rtl/>
        </w:rPr>
        <w:t>ب: ... ... بدزبان شخص كى دعا قبول نہيں ہوتي_</w:t>
      </w:r>
      <w:bookmarkEnd w:id="44"/>
      <w:r>
        <w:rPr>
          <w:rtl/>
        </w:rPr>
        <w:t xml:space="preserve"> </w:t>
      </w:r>
    </w:p>
    <w:p w:rsidR="00E03C34" w:rsidRDefault="00E03C34" w:rsidP="00FA2B42">
      <w:pPr>
        <w:pStyle w:val="libNormal"/>
        <w:rPr>
          <w:rtl/>
        </w:rPr>
      </w:pPr>
      <w:r>
        <w:rPr>
          <w:rtl/>
        </w:rPr>
        <w:t xml:space="preserve">امام جعفر صادق عليه السلام فرماتے ہيں كہ بنى اسرائيل ميں ايك شخص جو تين سال تك اللہ كى بارگاہ ميں گڑ گڑا كر دعا مانگا كرتا تھا كہ خدا اسے اولاد نرينہ سے نوازي' ليكن جب اس كى دعا قبول نہ ہوئي تو وہ بہت ہى افسردہ خاطر ہوا_ آخر كار اس نے خواب ديكھا كہ كوئي شخص اسے كہہ رہا ہے كہ تم تين سال سے خدا كو بُرى اور آلودہ زبان سے پكار رہے ہو ' اور پھر اس بات كى توقع ركھتے ہو كہ خدا تمہارى آرزوؤں كو پورا كرے ؟ جائو پہلے زبان كو ان آلودگيوں سے پاك كرو پھر دعا مانگو تاكہ خدا كے نزديك ہوجاؤ اور وہ تمہارى دعائوں كو قبول كري_ </w:t>
      </w:r>
    </w:p>
    <w:p w:rsidR="00E03C34" w:rsidRDefault="00E03C34" w:rsidP="00FA2B42">
      <w:pPr>
        <w:pStyle w:val="libNormal"/>
        <w:rPr>
          <w:rtl/>
        </w:rPr>
      </w:pPr>
      <w:r>
        <w:rPr>
          <w:rtl/>
        </w:rPr>
        <w:t xml:space="preserve">امام عليه السلام نے فرمايا : </w:t>
      </w:r>
    </w:p>
    <w:p w:rsidR="00E03C34" w:rsidRDefault="00E03C34" w:rsidP="00FA2B42">
      <w:pPr>
        <w:pStyle w:val="libNormal"/>
        <w:rPr>
          <w:rtl/>
        </w:rPr>
      </w:pPr>
      <w:r>
        <w:rPr>
          <w:rtl/>
        </w:rPr>
        <w:t>''اس شخص نے انسان كى راہنمائي پر عمل كيا اور دعا مانگى ' لہذا خدا نے اسے فرزند عطا كيا''</w:t>
      </w:r>
      <w:r w:rsidR="0006593C">
        <w:rPr>
          <w:rtl/>
        </w:rPr>
        <w:t xml:space="preserve"> </w:t>
      </w:r>
      <w:r w:rsidR="0006593C" w:rsidRPr="00610DB8">
        <w:rPr>
          <w:rStyle w:val="libFootnotenumChar"/>
          <w:rtl/>
        </w:rPr>
        <w:t>(2)</w:t>
      </w:r>
      <w:r w:rsidR="0006593C">
        <w:rPr>
          <w:rtl/>
        </w:rPr>
        <w:t xml:space="preserve"> </w:t>
      </w:r>
      <w:r w:rsidR="0006593C">
        <w:rPr>
          <w:rtl/>
        </w:rPr>
        <w:cr/>
        <w:t xml:space="preserve"> </w:t>
      </w:r>
    </w:p>
    <w:p w:rsidR="00E03C34" w:rsidRDefault="00E03C34" w:rsidP="00FA2B42">
      <w:pPr>
        <w:pStyle w:val="Heading2Center"/>
        <w:rPr>
          <w:rtl/>
        </w:rPr>
      </w:pPr>
      <w:bookmarkStart w:id="45" w:name="_Toc521154836"/>
      <w:r>
        <w:rPr>
          <w:rtl/>
        </w:rPr>
        <w:t>ج: ... ... بدزبان شخص پر جنت حرام ہي_ رسول خدا (ص) فرماتے ہيں :</w:t>
      </w:r>
      <w:bookmarkEnd w:id="45"/>
      <w:r>
        <w:rPr>
          <w:rtl/>
        </w:rPr>
        <w:t xml:space="preserve"> </w:t>
      </w:r>
    </w:p>
    <w:p w:rsidR="00E03C34" w:rsidRDefault="00E03C34" w:rsidP="00FA2B42">
      <w:pPr>
        <w:pStyle w:val="libNormal"/>
        <w:rPr>
          <w:rtl/>
        </w:rPr>
      </w:pPr>
      <w:r>
        <w:rPr>
          <w:rtl/>
        </w:rPr>
        <w:t xml:space="preserve">''خداوند عالم نے جنت كو ہر اُس بدزبان اور بيہودہ بكنے والے شخص پر حرام كرديا ہے جسے اس بات كى پرواہ نہيں ہوتى كہ وہ كيا بك رہا ہے اور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 xml:space="preserve">1_ ميزان الحكمة ' ج 8، ص 15 </w:t>
      </w:r>
    </w:p>
    <w:p w:rsidR="00E03C34" w:rsidRDefault="00E03C34" w:rsidP="00FA2B42">
      <w:pPr>
        <w:pStyle w:val="libFootnote"/>
        <w:rPr>
          <w:rtl/>
        </w:rPr>
      </w:pPr>
      <w:r>
        <w:rPr>
          <w:rtl/>
        </w:rPr>
        <w:t>2_ اصول كافى (مترجم) _ ج 4، ص 16</w:t>
      </w:r>
    </w:p>
    <w:p w:rsidR="00E03C34" w:rsidRDefault="007525F8" w:rsidP="00FA2B42">
      <w:pPr>
        <w:pStyle w:val="libNormal"/>
        <w:rPr>
          <w:rtl/>
        </w:rPr>
      </w:pPr>
      <w:r>
        <w:rPr>
          <w:rtl/>
        </w:rPr>
        <w:br w:type="page"/>
      </w:r>
      <w:r>
        <w:rPr>
          <w:rtl/>
        </w:rPr>
        <w:lastRenderedPageBreak/>
        <w:t xml:space="preserve"> </w:t>
      </w:r>
      <w:r>
        <w:rPr>
          <w:rtl/>
        </w:rPr>
        <w:cr/>
      </w:r>
      <w:r w:rsidR="00E03C34">
        <w:rPr>
          <w:rtl/>
        </w:rPr>
        <w:t>لوگ اس كے بارے ميں كيا كہتے ہيں''</w:t>
      </w:r>
      <w:r w:rsidR="0006593C">
        <w:rPr>
          <w:rtl/>
        </w:rPr>
        <w:t xml:space="preserve"> </w:t>
      </w:r>
      <w:r w:rsidR="0006593C" w:rsidRPr="00610DB8">
        <w:rPr>
          <w:rStyle w:val="libFootnotenumChar"/>
          <w:rtl/>
        </w:rPr>
        <w:t>(1)</w:t>
      </w:r>
      <w:r w:rsidR="0006593C">
        <w:rPr>
          <w:rtl/>
        </w:rPr>
        <w:t xml:space="preserve"> </w:t>
      </w:r>
      <w:r w:rsidR="0006593C">
        <w:rPr>
          <w:rtl/>
        </w:rPr>
        <w:cr/>
        <w:t xml:space="preserve"> </w:t>
      </w:r>
    </w:p>
    <w:p w:rsidR="00E03C34" w:rsidRDefault="00E03C34" w:rsidP="00FA2B42">
      <w:pPr>
        <w:pStyle w:val="Heading2Center"/>
        <w:rPr>
          <w:rtl/>
        </w:rPr>
      </w:pPr>
      <w:bookmarkStart w:id="46" w:name="_Toc521154837"/>
      <w:r>
        <w:rPr>
          <w:rtl/>
        </w:rPr>
        <w:t>د: ... ... بدزباني' نفاق كى علامت ہي_</w:t>
      </w:r>
      <w:bookmarkEnd w:id="46"/>
      <w:r>
        <w:rPr>
          <w:rtl/>
        </w:rPr>
        <w:t xml:space="preserve"> </w:t>
      </w:r>
    </w:p>
    <w:p w:rsidR="00E03C34" w:rsidRDefault="00E03C34" w:rsidP="00FA2B42">
      <w:pPr>
        <w:pStyle w:val="libNormal"/>
        <w:rPr>
          <w:rtl/>
        </w:rPr>
      </w:pPr>
      <w:r>
        <w:rPr>
          <w:rtl/>
        </w:rPr>
        <w:t xml:space="preserve">حضرت امام جعفر صادق عليه السلام فرماتے ہيں : </w:t>
      </w:r>
    </w:p>
    <w:p w:rsidR="00E03C34" w:rsidRDefault="00E03C34" w:rsidP="00FA2B42">
      <w:pPr>
        <w:pStyle w:val="libNormal"/>
        <w:rPr>
          <w:rtl/>
        </w:rPr>
      </w:pPr>
      <w:r>
        <w:rPr>
          <w:rtl/>
        </w:rPr>
        <w:t>''گالى گلوچ ' بدزبانى اور بيہودہ گوئي نفاق كى ايك علامت ہي''</w:t>
      </w:r>
      <w:r w:rsidR="00FA5EFA" w:rsidRPr="00610DB8">
        <w:rPr>
          <w:rStyle w:val="libFootnotenumChar"/>
          <w:rtl/>
          <w:lang w:bidi="ar-SA"/>
        </w:rPr>
        <w:t>(2</w:t>
      </w:r>
      <w:r w:rsidR="00610DB8" w:rsidRPr="00610DB8">
        <w:rPr>
          <w:rStyle w:val="libFootnotenumChar"/>
          <w:rtl/>
          <w:lang w:bidi="ar-SA"/>
        </w:rPr>
        <w:t>)</w:t>
      </w:r>
      <w:r w:rsidR="00FA5EFA">
        <w:rPr>
          <w:rtl/>
        </w:rPr>
        <w:t xml:space="preserve"> </w:t>
      </w:r>
    </w:p>
    <w:p w:rsidR="00E03C34" w:rsidRDefault="00E03C34" w:rsidP="00FA2B42">
      <w:pPr>
        <w:pStyle w:val="Heading2Center"/>
        <w:rPr>
          <w:rtl/>
        </w:rPr>
      </w:pPr>
      <w:bookmarkStart w:id="47" w:name="_Toc521154838"/>
      <w:r>
        <w:rPr>
          <w:rtl/>
        </w:rPr>
        <w:t>ھ: ... ... بدزبان شخص كا شمار' بدترين لوگوں ميں ہوتا ہي_</w:t>
      </w:r>
      <w:bookmarkEnd w:id="47"/>
      <w:r>
        <w:rPr>
          <w:rtl/>
        </w:rPr>
        <w:t xml:space="preserve"> </w:t>
      </w:r>
    </w:p>
    <w:p w:rsidR="00E03C34" w:rsidRDefault="00E03C34" w:rsidP="00FA2B42">
      <w:pPr>
        <w:pStyle w:val="libNormal"/>
        <w:rPr>
          <w:rtl/>
        </w:rPr>
      </w:pPr>
      <w:r>
        <w:rPr>
          <w:rtl/>
        </w:rPr>
        <w:t xml:space="preserve">رسول اكرم (ص) فرماتے ہيں : </w:t>
      </w:r>
    </w:p>
    <w:p w:rsidR="00E03C34" w:rsidRDefault="00E03C34" w:rsidP="00FA2B42">
      <w:pPr>
        <w:pStyle w:val="libNormal"/>
        <w:rPr>
          <w:rtl/>
        </w:rPr>
      </w:pPr>
      <w:r>
        <w:rPr>
          <w:rtl/>
        </w:rPr>
        <w:t>''خدا كى بدترين مخلوق ميںسے ايك ' بد زبان شخص بھى ہي' جس كى بدزبانى كى وجہ سے لوگ اس كے ساتھ ميل جول كو پسند نہيں كرتي''</w:t>
      </w:r>
      <w:r w:rsidR="00FA5EFA" w:rsidRPr="00610DB8">
        <w:rPr>
          <w:rStyle w:val="libFootnotenumChar"/>
          <w:rtl/>
          <w:lang w:bidi="ar-SA"/>
        </w:rPr>
        <w:t>(3</w:t>
      </w:r>
      <w:r w:rsidR="00610DB8" w:rsidRPr="00610DB8">
        <w:rPr>
          <w:rStyle w:val="libFootnotenumChar"/>
          <w:rtl/>
          <w:lang w:bidi="ar-SA"/>
        </w:rPr>
        <w:t>)</w:t>
      </w:r>
      <w:r w:rsidR="00FA5EFA">
        <w:rPr>
          <w:rtl/>
        </w:rPr>
        <w:t xml:space="preserve"> </w:t>
      </w:r>
    </w:p>
    <w:p w:rsidR="00E03C34" w:rsidRDefault="00E03C34" w:rsidP="00FA2B42">
      <w:pPr>
        <w:pStyle w:val="Heading2Center"/>
        <w:rPr>
          <w:rtl/>
        </w:rPr>
      </w:pPr>
      <w:bookmarkStart w:id="48" w:name="_Toc521154839"/>
      <w:r>
        <w:rPr>
          <w:rtl/>
        </w:rPr>
        <w:t>و: ... ... بدزبانى كى وجہ سے انسان كى زندگى سے بركت اٹھ جاتى ہے اور وہ تباہ وبرباد ہوجاتاہي_</w:t>
      </w:r>
      <w:bookmarkEnd w:id="48"/>
      <w:r>
        <w:rPr>
          <w:rtl/>
        </w:rPr>
        <w:t xml:space="preserve"> </w:t>
      </w:r>
    </w:p>
    <w:p w:rsidR="00E03C34" w:rsidRDefault="00E03C34" w:rsidP="00FA2B42">
      <w:pPr>
        <w:pStyle w:val="libNormal"/>
        <w:rPr>
          <w:rtl/>
        </w:rPr>
      </w:pPr>
      <w:r>
        <w:rPr>
          <w:rtl/>
        </w:rPr>
        <w:t xml:space="preserve">امام معصوم عليه السلام فرماتے ہيں : </w:t>
      </w:r>
    </w:p>
    <w:p w:rsidR="00E03C34" w:rsidRDefault="00E03C34" w:rsidP="00FA2B42">
      <w:pPr>
        <w:pStyle w:val="libNormal"/>
        <w:rPr>
          <w:rtl/>
        </w:rPr>
      </w:pPr>
      <w:r w:rsidRPr="00DB7FA2">
        <w:rPr>
          <w:rStyle w:val="libArabicChar"/>
          <w:rtl/>
        </w:rPr>
        <w:t>''مَن فَحشَ على ا خي</w:t>
      </w:r>
      <w:r w:rsidR="00FA2B42" w:rsidRPr="00FA2B42">
        <w:rPr>
          <w:rStyle w:val="libArabicChar"/>
          <w:rFonts w:hint="cs"/>
          <w:rtl/>
        </w:rPr>
        <w:t>ه</w:t>
      </w:r>
      <w:r w:rsidRPr="00DB7FA2">
        <w:rPr>
          <w:rStyle w:val="libArabicChar"/>
          <w:rtl/>
        </w:rPr>
        <w:t xml:space="preserve"> </w:t>
      </w:r>
      <w:r w:rsidRPr="00DB7FA2">
        <w:rPr>
          <w:rStyle w:val="libArabicChar"/>
          <w:rFonts w:hint="cs"/>
          <w:rtl/>
        </w:rPr>
        <w:t>المسلم</w:t>
      </w:r>
      <w:r w:rsidRPr="00DB7FA2">
        <w:rPr>
          <w:rStyle w:val="libArabicChar"/>
          <w:rtl/>
        </w:rPr>
        <w:t xml:space="preserve"> </w:t>
      </w:r>
      <w:r w:rsidRPr="00DB7FA2">
        <w:rPr>
          <w:rStyle w:val="libArabicChar"/>
          <w:rFonts w:hint="cs"/>
          <w:rtl/>
        </w:rPr>
        <w:t>نَزَعَ</w:t>
      </w:r>
      <w:r w:rsidRPr="00DB7FA2">
        <w:rPr>
          <w:rStyle w:val="libArabicChar"/>
          <w:rtl/>
        </w:rPr>
        <w:t xml:space="preserve"> </w:t>
      </w:r>
      <w:r w:rsidRPr="00DB7FA2">
        <w:rPr>
          <w:rStyle w:val="libArabicChar"/>
          <w:rFonts w:hint="cs"/>
          <w:rtl/>
        </w:rPr>
        <w:t>الل</w:t>
      </w:r>
      <w:r w:rsidR="00FA2B42" w:rsidRPr="00FA2B42">
        <w:rPr>
          <w:rStyle w:val="libArabicChar"/>
          <w:rFonts w:hint="cs"/>
          <w:rtl/>
        </w:rPr>
        <w:t>ه</w:t>
      </w:r>
      <w:r w:rsidRPr="00DB7FA2">
        <w:rPr>
          <w:rStyle w:val="libArabicChar"/>
          <w:rtl/>
        </w:rPr>
        <w:t xml:space="preserve"> </w:t>
      </w:r>
      <w:r w:rsidRPr="00DB7FA2">
        <w:rPr>
          <w:rStyle w:val="libArabicChar"/>
          <w:rFonts w:hint="cs"/>
          <w:rtl/>
        </w:rPr>
        <w:t>من</w:t>
      </w:r>
      <w:r w:rsidR="00FA2B42" w:rsidRPr="00FA2B42">
        <w:rPr>
          <w:rStyle w:val="libArabicChar"/>
          <w:rFonts w:hint="cs"/>
          <w:rtl/>
        </w:rPr>
        <w:t>ه</w:t>
      </w:r>
      <w:r w:rsidRPr="00DB7FA2">
        <w:rPr>
          <w:rStyle w:val="libArabicChar"/>
          <w:rtl/>
        </w:rPr>
        <w:t xml:space="preserve"> </w:t>
      </w:r>
      <w:r w:rsidRPr="00DB7FA2">
        <w:rPr>
          <w:rStyle w:val="libArabicChar"/>
          <w:rFonts w:hint="cs"/>
          <w:rtl/>
        </w:rPr>
        <w:t>بَركةَ</w:t>
      </w:r>
      <w:r w:rsidRPr="00DB7FA2">
        <w:rPr>
          <w:rStyle w:val="libArabicChar"/>
          <w:rtl/>
        </w:rPr>
        <w:t xml:space="preserve"> </w:t>
      </w:r>
      <w:r w:rsidRPr="00DB7FA2">
        <w:rPr>
          <w:rStyle w:val="libArabicChar"/>
          <w:rFonts w:hint="cs"/>
          <w:rtl/>
        </w:rPr>
        <w:t>رزق</w:t>
      </w:r>
      <w:r w:rsidR="00FA2B42" w:rsidRPr="00FA2B42">
        <w:rPr>
          <w:rStyle w:val="libArabicChar"/>
          <w:rFonts w:hint="cs"/>
          <w:rtl/>
        </w:rPr>
        <w:t>ه</w:t>
      </w:r>
      <w:r w:rsidRPr="00DB7FA2">
        <w:rPr>
          <w:rStyle w:val="libArabicChar"/>
          <w:rtl/>
        </w:rPr>
        <w:t xml:space="preserve"> </w:t>
      </w:r>
      <w:r w:rsidRPr="00DB7FA2">
        <w:rPr>
          <w:rStyle w:val="libArabicChar"/>
          <w:rFonts w:hint="cs"/>
          <w:rtl/>
        </w:rPr>
        <w:t>و</w:t>
      </w:r>
      <w:r w:rsidRPr="00DB7FA2">
        <w:rPr>
          <w:rStyle w:val="libArabicChar"/>
          <w:rtl/>
        </w:rPr>
        <w:t xml:space="preserve"> </w:t>
      </w:r>
      <w:r w:rsidRPr="00DB7FA2">
        <w:rPr>
          <w:rStyle w:val="libArabicChar"/>
          <w:rFonts w:hint="cs"/>
          <w:rtl/>
        </w:rPr>
        <w:t>وَكَلَ</w:t>
      </w:r>
      <w:r w:rsidR="00FA2B42" w:rsidRPr="00FA2B42">
        <w:rPr>
          <w:rStyle w:val="libArabicChar"/>
          <w:rFonts w:hint="cs"/>
          <w:rtl/>
        </w:rPr>
        <w:t>ه</w:t>
      </w:r>
      <w:r w:rsidRPr="00DB7FA2">
        <w:rPr>
          <w:rStyle w:val="libArabicChar"/>
          <w:rFonts w:hint="cs"/>
          <w:rtl/>
        </w:rPr>
        <w:t>ُ</w:t>
      </w:r>
      <w:r w:rsidRPr="00DB7FA2">
        <w:rPr>
          <w:rStyle w:val="libArabicChar"/>
          <w:rtl/>
        </w:rPr>
        <w:t xml:space="preserve"> </w:t>
      </w:r>
      <w:r w:rsidRPr="00DB7FA2">
        <w:rPr>
          <w:rStyle w:val="libArabicChar"/>
          <w:rFonts w:hint="cs"/>
          <w:rtl/>
        </w:rPr>
        <w:t>الى</w:t>
      </w:r>
      <w:r w:rsidRPr="00DB7FA2">
        <w:rPr>
          <w:rStyle w:val="libArabicChar"/>
          <w:rtl/>
        </w:rPr>
        <w:t xml:space="preserve"> </w:t>
      </w:r>
      <w:r w:rsidRPr="00DB7FA2">
        <w:rPr>
          <w:rStyle w:val="libArabicChar"/>
          <w:rFonts w:hint="cs"/>
          <w:rtl/>
        </w:rPr>
        <w:t>نفس</w:t>
      </w:r>
      <w:r w:rsidR="00FA2B42" w:rsidRPr="00FA2B42">
        <w:rPr>
          <w:rStyle w:val="libArabicChar"/>
          <w:rFonts w:hint="cs"/>
          <w:rtl/>
        </w:rPr>
        <w:t>ه</w:t>
      </w:r>
      <w:r w:rsidRPr="00DB7FA2">
        <w:rPr>
          <w:rStyle w:val="libArabicChar"/>
          <w:rtl/>
        </w:rPr>
        <w:t xml:space="preserve"> </w:t>
      </w:r>
      <w:r w:rsidRPr="00DB7FA2">
        <w:rPr>
          <w:rStyle w:val="libArabicChar"/>
          <w:rFonts w:hint="cs"/>
          <w:rtl/>
        </w:rPr>
        <w:t>وَ</w:t>
      </w:r>
      <w:r w:rsidRPr="00DB7FA2">
        <w:rPr>
          <w:rStyle w:val="libArabicChar"/>
          <w:rtl/>
        </w:rPr>
        <w:t xml:space="preserve"> </w:t>
      </w:r>
      <w:r w:rsidRPr="00DB7FA2">
        <w:rPr>
          <w:rStyle w:val="libArabicChar"/>
          <w:rFonts w:hint="cs"/>
          <w:rtl/>
        </w:rPr>
        <w:t>اَفسَدَ</w:t>
      </w:r>
      <w:r w:rsidRPr="00DB7FA2">
        <w:rPr>
          <w:rStyle w:val="libArabicChar"/>
          <w:rtl/>
        </w:rPr>
        <w:t xml:space="preserve"> </w:t>
      </w:r>
      <w:r w:rsidRPr="00DB7FA2">
        <w:rPr>
          <w:rStyle w:val="libArabicChar"/>
          <w:rFonts w:hint="cs"/>
          <w:rtl/>
        </w:rPr>
        <w:t>علي</w:t>
      </w:r>
      <w:r w:rsidR="00FA2B42" w:rsidRPr="00FA2B42">
        <w:rPr>
          <w:rStyle w:val="libArabicChar"/>
          <w:rFonts w:hint="cs"/>
          <w:rtl/>
        </w:rPr>
        <w:t>ه</w:t>
      </w:r>
      <w:r w:rsidRPr="00DB7FA2">
        <w:rPr>
          <w:rStyle w:val="libArabicChar"/>
          <w:rtl/>
        </w:rPr>
        <w:t xml:space="preserve"> </w:t>
      </w:r>
      <w:r w:rsidRPr="00DB7FA2">
        <w:rPr>
          <w:rStyle w:val="libArabicChar"/>
          <w:rFonts w:hint="cs"/>
          <w:rtl/>
        </w:rPr>
        <w:t>مَعيشت</w:t>
      </w:r>
      <w:r w:rsidR="00FA2B42" w:rsidRPr="00FA2B42">
        <w:rPr>
          <w:rStyle w:val="libArabicChar"/>
          <w:rFonts w:hint="cs"/>
          <w:rtl/>
        </w:rPr>
        <w:t>ه</w:t>
      </w:r>
      <w:r w:rsidRPr="00DB7FA2">
        <w:rPr>
          <w:rStyle w:val="libArabicChar"/>
          <w:rtl/>
        </w:rPr>
        <w:t>'</w:t>
      </w:r>
      <w:r w:rsidR="0006593C">
        <w:rPr>
          <w:rtl/>
        </w:rPr>
        <w:t xml:space="preserve"> </w:t>
      </w:r>
      <w:r w:rsidR="0006593C" w:rsidRPr="00610DB8">
        <w:rPr>
          <w:rStyle w:val="libFootnotenumChar"/>
          <w:rtl/>
        </w:rPr>
        <w:t>(4)</w:t>
      </w:r>
      <w:r w:rsidR="0006593C">
        <w:rPr>
          <w:rtl/>
        </w:rPr>
        <w:t xml:space="preserve"> </w:t>
      </w:r>
      <w:r w:rsidR="0006593C">
        <w:rPr>
          <w:rtl/>
        </w:rPr>
        <w:cr/>
        <w:t xml:space="preserve"> </w:t>
      </w:r>
      <w:r>
        <w:rPr>
          <w:rtl/>
        </w:rPr>
        <w:t xml:space="preserve">''جو شخض اپنے مسلمان بھائي كو گالى ديتا ہي' خداوند متعال اس كے رزق وروزى سے بركت اٹھاليتاہي' اور اسے اس كے نفس كے سپرد كرديتا ہے اور اس كى زندگى كو تباہ كرديتا ہي''_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 xml:space="preserve">1_ ميزان الحكمة (مترجم) ، ج 4، ص 16 </w:t>
      </w:r>
    </w:p>
    <w:p w:rsidR="00E03C34" w:rsidRDefault="00E03C34" w:rsidP="00FA2B42">
      <w:pPr>
        <w:pStyle w:val="libFootnote"/>
        <w:rPr>
          <w:rtl/>
        </w:rPr>
      </w:pPr>
      <w:r>
        <w:rPr>
          <w:rtl/>
        </w:rPr>
        <w:t xml:space="preserve">2_ اصول كافى (مترجم)_ ج 4، ص 17 </w:t>
      </w:r>
    </w:p>
    <w:p w:rsidR="00E03C34" w:rsidRDefault="00E03C34" w:rsidP="00FA2B42">
      <w:pPr>
        <w:pStyle w:val="libFootnote"/>
        <w:rPr>
          <w:rtl/>
        </w:rPr>
      </w:pPr>
      <w:r>
        <w:rPr>
          <w:rtl/>
        </w:rPr>
        <w:t xml:space="preserve">3_ اصول كافى _ ج 4، ص 17 </w:t>
      </w:r>
    </w:p>
    <w:p w:rsidR="00E03C34" w:rsidRDefault="00E03C34" w:rsidP="00FA2B42">
      <w:pPr>
        <w:pStyle w:val="libFootnote"/>
        <w:rPr>
          <w:rtl/>
        </w:rPr>
      </w:pPr>
      <w:r>
        <w:rPr>
          <w:rtl/>
        </w:rPr>
        <w:t xml:space="preserve">4_ وسائل الشيعہ ، ج 11_ص 328 </w:t>
      </w:r>
    </w:p>
    <w:p w:rsidR="00E03C34" w:rsidRDefault="007525F8" w:rsidP="00FA2B42">
      <w:pPr>
        <w:pStyle w:val="Heading2Center"/>
        <w:rPr>
          <w:rtl/>
        </w:rPr>
      </w:pPr>
      <w:r>
        <w:rPr>
          <w:rtl/>
        </w:rPr>
        <w:br w:type="page"/>
      </w:r>
      <w:r>
        <w:rPr>
          <w:rtl/>
        </w:rPr>
        <w:lastRenderedPageBreak/>
        <w:t xml:space="preserve"> </w:t>
      </w:r>
      <w:r>
        <w:rPr>
          <w:rtl/>
        </w:rPr>
        <w:cr/>
      </w:r>
      <w:bookmarkStart w:id="49" w:name="_Toc521154840"/>
      <w:r w:rsidR="00E03C34">
        <w:rPr>
          <w:rtl/>
        </w:rPr>
        <w:t>4) ... ... معصوم پيشوائوں (ع) كے كردار:</w:t>
      </w:r>
      <w:bookmarkEnd w:id="49"/>
    </w:p>
    <w:p w:rsidR="00E03C34" w:rsidRDefault="00E03C34" w:rsidP="00FA2B42">
      <w:pPr>
        <w:pStyle w:val="libNormal"/>
        <w:rPr>
          <w:rtl/>
        </w:rPr>
      </w:pPr>
      <w:r>
        <w:rPr>
          <w:rtl/>
        </w:rPr>
        <w:t xml:space="preserve">مسلمانوں كو چاہئے كہ وہ پيغمبر خدا (ص) اور ائمہ اطہار عليہم السلام كے عظيم كردار اور رفتار كو اپنا اخلاقى نمونہ قرار دے _ محمد (ص) وآل محمد (ص) نے اپنى تمام عمر ميںنہ صرف كبھى كسى كو ناسزا نہيں كہا ' بلكہ اپنے بزرگوارانہ طرز عمل زندگى سے نازيبا اور نا مناسب گفتگو كرنے والوں كو شرمندہ كيا اور انہيں نيك راہ كى طرف ہدايت كي_ معصومين (ع) كے كردار كى ايك جھلك دكھانے كے لئے نمونے كے طور پر دو واقعات كو سپرد قلم كرتے ہيں_ </w:t>
      </w:r>
    </w:p>
    <w:p w:rsidR="00E03C34" w:rsidRDefault="00E03C34" w:rsidP="00FA2B42">
      <w:pPr>
        <w:pStyle w:val="libNormal"/>
        <w:rPr>
          <w:rtl/>
        </w:rPr>
      </w:pPr>
      <w:r>
        <w:rPr>
          <w:rtl/>
        </w:rPr>
        <w:t xml:space="preserve">الف: ... ... حضرت اميرالمومنين على عليه السلام فرماتے ہيں : </w:t>
      </w:r>
    </w:p>
    <w:p w:rsidR="00E03C34" w:rsidRDefault="00E03C34" w:rsidP="00FA2B42">
      <w:pPr>
        <w:pStyle w:val="libNormal"/>
        <w:rPr>
          <w:rtl/>
        </w:rPr>
      </w:pPr>
      <w:r>
        <w:rPr>
          <w:rtl/>
        </w:rPr>
        <w:t xml:space="preserve">''كسى يہودى كا رسول خدا (ص) پر قرض تھا ، اس كى مقررَّ مدت جب ختم ہوگئي تو اس نے آنحضرت (ص) كے گھر كا رخ كيا ، مدينہ كى ايك گلى ميں اس كى آنحضرت (ص) سے ملاقات ہوگئي تو اس نے قرض كا مطالبہ كيا _ حضور (ص) نے فرمايا : </w:t>
      </w:r>
    </w:p>
    <w:p w:rsidR="00E03C34" w:rsidRDefault="00E03C34" w:rsidP="00FA2B42">
      <w:pPr>
        <w:pStyle w:val="libNormal"/>
        <w:rPr>
          <w:rtl/>
        </w:rPr>
      </w:pPr>
      <w:r>
        <w:rPr>
          <w:rtl/>
        </w:rPr>
        <w:t xml:space="preserve">'' فى الحال ميرے پاس رقم نہيں ہے جس سے تمہارا قرض ادا كياجاسكي''_ </w:t>
      </w:r>
    </w:p>
    <w:p w:rsidR="00E03C34" w:rsidRDefault="00E03C34" w:rsidP="00FA2B42">
      <w:pPr>
        <w:pStyle w:val="libNormal"/>
        <w:rPr>
          <w:rtl/>
        </w:rPr>
      </w:pPr>
      <w:r>
        <w:rPr>
          <w:rtl/>
        </w:rPr>
        <w:t xml:space="preserve">يہودى نے كہا: </w:t>
      </w:r>
    </w:p>
    <w:p w:rsidR="00E03C34" w:rsidRDefault="00E03C34" w:rsidP="00FA2B42">
      <w:pPr>
        <w:pStyle w:val="libNormal"/>
        <w:rPr>
          <w:rtl/>
        </w:rPr>
      </w:pPr>
      <w:r>
        <w:rPr>
          <w:rtl/>
        </w:rPr>
        <w:t xml:space="preserve">'' جب تك آپ (ص) ميرا قرضہ واپس نہيں كريں گے ميں آپ (ص) كو نہيں چھوڑوں گا''_ </w:t>
      </w:r>
    </w:p>
    <w:p w:rsidR="00E03C34" w:rsidRDefault="00E03C34" w:rsidP="00FA2B42">
      <w:pPr>
        <w:pStyle w:val="libNormal"/>
        <w:rPr>
          <w:rtl/>
        </w:rPr>
      </w:pPr>
      <w:r>
        <w:rPr>
          <w:rtl/>
        </w:rPr>
        <w:t xml:space="preserve">حضور اكرم (ص) كسى قسم كى ناراضگى يا غصّے كا اظہار كئے بغير اس كے ساتھ وہيں بيٹھ گئي_ نماز ظہر' عصر ' مغرب اور عشاء كو وہيں ادا كيا ' حتى كہ دوسرے دن كى </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صبح كى نماز بھى وہيں پر ادا كي_ اصحاب نے خواہش كى كہ اسے ڈانٹ ڈپٹ كر بھگا دياجائے ' ليكن رسالت مآب (ص) نے فرمايا : </w:t>
      </w:r>
    </w:p>
    <w:p w:rsidR="00E03C34" w:rsidRDefault="00E03C34" w:rsidP="00FA2B42">
      <w:pPr>
        <w:pStyle w:val="libNormal"/>
        <w:rPr>
          <w:rtl/>
        </w:rPr>
      </w:pPr>
      <w:r>
        <w:rPr>
          <w:rtl/>
        </w:rPr>
        <w:t xml:space="preserve">''خدا نے مجھے اس لئے نہيں بھيجا كہ ميں كسى پر ظلم وستم كروں خواہ كوئي يہودى ہو يا غير يہودي''_ </w:t>
      </w:r>
    </w:p>
    <w:p w:rsidR="00E03C34" w:rsidRDefault="00E03C34" w:rsidP="00FA2B42">
      <w:pPr>
        <w:pStyle w:val="libNormal"/>
        <w:rPr>
          <w:rtl/>
        </w:rPr>
      </w:pPr>
      <w:r>
        <w:rPr>
          <w:rtl/>
        </w:rPr>
        <w:t xml:space="preserve">غرض ظہر كى نماز كا وقت قريب آگيا' ليكن كسى كو كچھ معلوم نہيں تھا كہ انجام كار كيا ہوگا 'اچانك يہودى اپنى جگہ سے اٹھا او رمؤدبانہ اندا زميں حضور (ص) كے سامنے كھڑا ہوكر كہنے لگا : </w:t>
      </w:r>
    </w:p>
    <w:p w:rsidR="00E03C34" w:rsidRDefault="00E03C34" w:rsidP="00FA2B42">
      <w:pPr>
        <w:pStyle w:val="libNormal"/>
        <w:rPr>
          <w:rtl/>
        </w:rPr>
      </w:pPr>
      <w:r w:rsidRPr="00DB7FA2">
        <w:rPr>
          <w:rStyle w:val="libArabicChar"/>
          <w:rtl/>
        </w:rPr>
        <w:t>''اش</w:t>
      </w:r>
      <w:r w:rsidR="00FA2B42" w:rsidRPr="00FA2B42">
        <w:rPr>
          <w:rStyle w:val="libArabicChar"/>
          <w:rFonts w:hint="cs"/>
          <w:rtl/>
        </w:rPr>
        <w:t>ه</w:t>
      </w:r>
      <w:r w:rsidRPr="00DB7FA2">
        <w:rPr>
          <w:rStyle w:val="libArabicChar"/>
          <w:rFonts w:hint="cs"/>
          <w:rtl/>
        </w:rPr>
        <w:t>دان</w:t>
      </w:r>
      <w:r w:rsidRPr="00DB7FA2">
        <w:rPr>
          <w:rStyle w:val="libArabicChar"/>
          <w:rtl/>
        </w:rPr>
        <w:t xml:space="preserve"> </w:t>
      </w:r>
      <w:r w:rsidRPr="00DB7FA2">
        <w:rPr>
          <w:rStyle w:val="libArabicChar"/>
          <w:rFonts w:hint="cs"/>
          <w:rtl/>
        </w:rPr>
        <w:t>لا</w:t>
      </w:r>
      <w:r w:rsidRPr="00DB7FA2">
        <w:rPr>
          <w:rStyle w:val="libArabicChar"/>
          <w:rtl/>
        </w:rPr>
        <w:t xml:space="preserve"> </w:t>
      </w:r>
      <w:r w:rsidRPr="00DB7FA2">
        <w:rPr>
          <w:rStyle w:val="libArabicChar"/>
          <w:rFonts w:hint="cs"/>
          <w:rtl/>
        </w:rPr>
        <w:t>ال</w:t>
      </w:r>
      <w:r w:rsidR="00FA2B42" w:rsidRPr="00FA2B42">
        <w:rPr>
          <w:rStyle w:val="libArabicChar"/>
          <w:rFonts w:hint="cs"/>
          <w:rtl/>
        </w:rPr>
        <w:t>ه</w:t>
      </w:r>
      <w:r w:rsidRPr="00DB7FA2">
        <w:rPr>
          <w:rStyle w:val="libArabicChar"/>
          <w:rtl/>
        </w:rPr>
        <w:t xml:space="preserve"> </w:t>
      </w:r>
      <w:r w:rsidRPr="00DB7FA2">
        <w:rPr>
          <w:rStyle w:val="libArabicChar"/>
          <w:rFonts w:hint="cs"/>
          <w:rtl/>
        </w:rPr>
        <w:t>الاّ</w:t>
      </w:r>
      <w:r w:rsidRPr="00DB7FA2">
        <w:rPr>
          <w:rStyle w:val="libArabicChar"/>
          <w:rtl/>
        </w:rPr>
        <w:t xml:space="preserve"> </w:t>
      </w:r>
      <w:r w:rsidRPr="00DB7FA2">
        <w:rPr>
          <w:rStyle w:val="libArabicChar"/>
          <w:rFonts w:hint="cs"/>
          <w:rtl/>
        </w:rPr>
        <w:t>الل</w:t>
      </w:r>
      <w:r w:rsidR="00FA2B42" w:rsidRPr="00FA2B42">
        <w:rPr>
          <w:rStyle w:val="libArabicChar"/>
          <w:rFonts w:hint="cs"/>
          <w:rtl/>
        </w:rPr>
        <w:t>ه</w:t>
      </w:r>
      <w:r w:rsidRPr="00DB7FA2">
        <w:rPr>
          <w:rStyle w:val="libArabicChar"/>
          <w:rtl/>
        </w:rPr>
        <w:t xml:space="preserve"> </w:t>
      </w:r>
      <w:r w:rsidRPr="00DB7FA2">
        <w:rPr>
          <w:rStyle w:val="libArabicChar"/>
          <w:rFonts w:hint="cs"/>
          <w:rtl/>
        </w:rPr>
        <w:t>واش</w:t>
      </w:r>
      <w:r w:rsidR="00FA2B42" w:rsidRPr="00FA2B42">
        <w:rPr>
          <w:rStyle w:val="libArabicChar"/>
          <w:rFonts w:hint="cs"/>
          <w:rtl/>
        </w:rPr>
        <w:t>ه</w:t>
      </w:r>
      <w:r w:rsidRPr="00DB7FA2">
        <w:rPr>
          <w:rStyle w:val="libArabicChar"/>
          <w:rFonts w:hint="cs"/>
          <w:rtl/>
        </w:rPr>
        <w:t>دان</w:t>
      </w:r>
      <w:r w:rsidRPr="00DB7FA2">
        <w:rPr>
          <w:rStyle w:val="libArabicChar"/>
          <w:rtl/>
        </w:rPr>
        <w:t xml:space="preserve"> </w:t>
      </w:r>
      <w:r w:rsidRPr="00DB7FA2">
        <w:rPr>
          <w:rStyle w:val="libArabicChar"/>
          <w:rFonts w:hint="cs"/>
          <w:rtl/>
        </w:rPr>
        <w:t>محمد</w:t>
      </w:r>
      <w:r w:rsidRPr="00DB7FA2">
        <w:rPr>
          <w:rStyle w:val="libArabicChar"/>
          <w:rtl/>
        </w:rPr>
        <w:t xml:space="preserve"> </w:t>
      </w:r>
      <w:r w:rsidRPr="00DB7FA2">
        <w:rPr>
          <w:rStyle w:val="libArabicChar"/>
          <w:rFonts w:hint="cs"/>
          <w:rtl/>
        </w:rPr>
        <w:t>رسول</w:t>
      </w:r>
      <w:r w:rsidRPr="00DB7FA2">
        <w:rPr>
          <w:rStyle w:val="libArabicChar"/>
          <w:rtl/>
        </w:rPr>
        <w:t xml:space="preserve"> </w:t>
      </w:r>
      <w:r w:rsidRPr="00DB7FA2">
        <w:rPr>
          <w:rStyle w:val="libArabicChar"/>
          <w:rFonts w:hint="cs"/>
          <w:rtl/>
        </w:rPr>
        <w:t>الل</w:t>
      </w:r>
      <w:r w:rsidR="00FA2B42" w:rsidRPr="00FA2B42">
        <w:rPr>
          <w:rStyle w:val="libArabicChar"/>
          <w:rFonts w:hint="cs"/>
          <w:rtl/>
        </w:rPr>
        <w:t>ه</w:t>
      </w:r>
      <w:r w:rsidRPr="00DB7FA2">
        <w:rPr>
          <w:rStyle w:val="libArabicChar"/>
          <w:rtl/>
        </w:rPr>
        <w:t xml:space="preserve"> ''</w:t>
      </w:r>
      <w:r>
        <w:rPr>
          <w:rtl/>
        </w:rPr>
        <w:t xml:space="preserve">_ </w:t>
      </w:r>
    </w:p>
    <w:p w:rsidR="00E03C34" w:rsidRDefault="00E03C34" w:rsidP="00FA2B42">
      <w:pPr>
        <w:pStyle w:val="libNormal"/>
        <w:rPr>
          <w:rtl/>
        </w:rPr>
      </w:pPr>
      <w:r>
        <w:rPr>
          <w:rtl/>
        </w:rPr>
        <w:t>پھر اس نے عرض كيا : ''يارسول اللہ (ص) يہ جو مشكلات ميں نے آپ (ص) كے سامنے كھڑى كى تھيں' يہ اس لئے نہيںتھيں كہ ميں آپ (ص) سے اس ناچيز رقم كو واپس لے لوں' يا آپ (ص) كو كوئي دكھ اور تكليف پہنچائوں' بلكہ ميں آپ (ص) كو آزمانا چاہتا تھا كہ آپ (ص) واقعى خدا كے رسول ہيں يا نہيں ؟ ' كيونكہ ميں نے تورات ميں پڑھا ہے كہ پيغمبر خاتم الانبياء (ص) نہ تو سخت مزاج ہوگا نہ ہى تند خو ،بدزبان اور بيہودہ كلام كرنے والا ہوگا_ بلكہ كبھى بھى كسى كو گالى نہيں دے گا''</w:t>
      </w:r>
      <w:r w:rsidR="00FA5EFA" w:rsidRPr="00610DB8">
        <w:rPr>
          <w:rStyle w:val="libFootnotenumChar"/>
          <w:rtl/>
          <w:lang w:bidi="ar-SA"/>
        </w:rPr>
        <w:t>(1</w:t>
      </w:r>
      <w:r w:rsidR="00610DB8" w:rsidRPr="00610DB8">
        <w:rPr>
          <w:rStyle w:val="libFootnotenumChar"/>
          <w:rtl/>
          <w:lang w:bidi="ar-SA"/>
        </w:rPr>
        <w:t>)</w:t>
      </w:r>
      <w:r w:rsidR="00FA5EFA">
        <w:rPr>
          <w:rtl/>
        </w:rPr>
        <w:t xml:space="preserve"> </w:t>
      </w:r>
      <w:r>
        <w:rPr>
          <w:rtl/>
        </w:rPr>
        <w:t xml:space="preserve">ب: ... ... حضرت امام حسن_ ايك دن گھوڑے پر سوار ہوكر ايك گلى سے گذر رہے تھے كہ ايك شامى سے آپ (ع) كى ملاقات ہوئي' وہ شخص معاويہ كے غلط پروپيگنڈہ كى بناء پر دشمن اہل بيت (ع) بن چكا تھا، اس نے آپ (ص) كو ديكھتے ہى بُرا بھلا كہنا شروع كرديا، آپ (ص) خاموشى كے ساتھ اس كى باتيں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بحارالانوار _ ج 16_ ص 216</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سنتے رہے ' جب وہ ختم كرچكا تو امام حسن عليه السلام نے خندہ پيشانى كے ساتھ مسكرا كر فرمايا :_ </w:t>
      </w:r>
    </w:p>
    <w:p w:rsidR="00E03C34" w:rsidRDefault="00E03C34" w:rsidP="00FA2B42">
      <w:pPr>
        <w:pStyle w:val="libNormal"/>
        <w:rPr>
          <w:rtl/>
        </w:rPr>
      </w:pPr>
      <w:r>
        <w:rPr>
          <w:rtl/>
        </w:rPr>
        <w:t xml:space="preserve">''معلوم ہوتا ہے كہ تم مسافر ہو اور ہمارے دشمنوں كے دھوكے ميں آكر ايسا كہہ رہے ہو_ اگر تمہيں اپنے گھر سے نكال ديا گيا ہے تو ہم تمہيں گھر ديتے ہيں ' اگر بھوكے ہو تو ہم تمہيں كھانا كھلاتے ہيں اور اگر لباس كى ضرورت ہے تو لباس ديتے ہيں_ آئو ہمارے ساتھ ہمارے گھر چلو تاكہ وہاں پر تمہارى خاطر خواہ تواضع كى جائي''_ </w:t>
      </w:r>
    </w:p>
    <w:p w:rsidR="00E03C34" w:rsidRDefault="00E03C34" w:rsidP="00FA2B42">
      <w:pPr>
        <w:pStyle w:val="libNormal"/>
        <w:rPr>
          <w:rtl/>
        </w:rPr>
      </w:pPr>
      <w:r>
        <w:rPr>
          <w:rtl/>
        </w:rPr>
        <w:t xml:space="preserve">شامى آپ (ع) كى باتيں سن كر رونے لگا اور كہنے لگا : </w:t>
      </w:r>
    </w:p>
    <w:p w:rsidR="00E03C34" w:rsidRDefault="00E03C34" w:rsidP="00FA2B42">
      <w:pPr>
        <w:pStyle w:val="libNormal"/>
        <w:rPr>
          <w:rtl/>
        </w:rPr>
      </w:pPr>
      <w:r>
        <w:rPr>
          <w:rtl/>
        </w:rPr>
        <w:t xml:space="preserve">''ميں گواہى ديتا ہوں كہ آپ (ع) ہى رسول خدا (ص) كے حقيقى جانشين اور خدا كى زمين ميں خدا كے خليفہ ہيں، اب تك آپ (ع) اور آپ(ع) كے والد ماجد على ابن ابى طالب _ ميرے نزديك دنيا كے بدترين انسان تھي' ليكن اب خدا كى مخلوق ميں سب سے محبوب ترين انسان ہيں ''_ </w:t>
      </w:r>
    </w:p>
    <w:p w:rsidR="00E03C34" w:rsidRDefault="00E03C34" w:rsidP="00FA2B42">
      <w:pPr>
        <w:pStyle w:val="libNormal"/>
        <w:rPr>
          <w:rtl/>
        </w:rPr>
      </w:pPr>
      <w:r>
        <w:rPr>
          <w:rtl/>
        </w:rPr>
        <w:t xml:space="preserve">پھر وہ اپنى جگہ سے اٹھا اور حضرت امام حسن عليه السلام كے ہمراہ آپ (ع) كے دولت كدہ پر حاضر ہوااور ايك عرصے تك آپ (ع) كا مہمان رہا ' اور اہل بيت اطہار عليہم السلام كا سچّا اور حقيقى محب بن گيا </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حُسن كلام اور خوش گفتارى انبياء اور اولياء الہى كا شيوہ ہے ا ور دين خدا كى تبليغ اور لوگوں كو خدا كى طرف دعوت دينے كا ايك اہم سبب بھى ہي، اللہ تعالى نے اپنے دو انبياء ' موسى _ اور ہارون _ كو فرعون كى طرف بھيجا تو انہيں تاكيد كردى كہ اس كے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بحارالانوار _ ج 43_ ص 344</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ساتھ نرمى سے بات كرنا' ہوسكتا ہے كہ وہ ہوش ميں آجائے اور خدا كى عبادت كرنے لگي_ قرآن مجيد ميں ارشاد ہوتا ہي: </w:t>
      </w:r>
    </w:p>
    <w:p w:rsidR="00E03C34" w:rsidRDefault="00E03C34" w:rsidP="00FA2B42">
      <w:pPr>
        <w:pStyle w:val="libNormal"/>
        <w:rPr>
          <w:rtl/>
        </w:rPr>
      </w:pPr>
      <w:r w:rsidRPr="00DB7FA2">
        <w:rPr>
          <w:rStyle w:val="libArabicChar"/>
          <w:rtl/>
        </w:rPr>
        <w:t>''اذ</w:t>
      </w:r>
      <w:r w:rsidR="00FA2B42" w:rsidRPr="00FA2B42">
        <w:rPr>
          <w:rStyle w:val="libArabicChar"/>
          <w:rFonts w:hint="cs"/>
          <w:rtl/>
        </w:rPr>
        <w:t>ه</w:t>
      </w:r>
      <w:r w:rsidRPr="00DB7FA2">
        <w:rPr>
          <w:rStyle w:val="libArabicChar"/>
          <w:rFonts w:hint="cs"/>
          <w:rtl/>
        </w:rPr>
        <w:t>َبَا</w:t>
      </w:r>
      <w:r w:rsidRPr="00DB7FA2">
        <w:rPr>
          <w:rStyle w:val="libArabicChar"/>
          <w:rtl/>
        </w:rPr>
        <w:t xml:space="preserve"> </w:t>
      </w:r>
      <w:r w:rsidRPr="00DB7FA2">
        <w:rPr>
          <w:rStyle w:val="libArabicChar"/>
          <w:rFonts w:hint="cs"/>
          <w:rtl/>
        </w:rPr>
        <w:t>إلى</w:t>
      </w:r>
      <w:r w:rsidRPr="00DB7FA2">
        <w:rPr>
          <w:rStyle w:val="libArabicChar"/>
          <w:rtl/>
        </w:rPr>
        <w:t xml:space="preserve"> </w:t>
      </w:r>
      <w:r w:rsidRPr="00DB7FA2">
        <w:rPr>
          <w:rStyle w:val="libArabicChar"/>
          <w:rFonts w:hint="cs"/>
          <w:rtl/>
        </w:rPr>
        <w:t>فرعون</w:t>
      </w:r>
      <w:r w:rsidRPr="00DB7FA2">
        <w:rPr>
          <w:rStyle w:val="libArabicChar"/>
          <w:rtl/>
        </w:rPr>
        <w:t xml:space="preserve"> </w:t>
      </w:r>
      <w:r w:rsidRPr="00DB7FA2">
        <w:rPr>
          <w:rStyle w:val="libArabicChar"/>
          <w:rFonts w:hint="cs"/>
          <w:rtl/>
        </w:rPr>
        <w:t>إنّ</w:t>
      </w:r>
      <w:r w:rsidR="00FA2B42" w:rsidRPr="00FA2B42">
        <w:rPr>
          <w:rStyle w:val="libArabicChar"/>
          <w:rFonts w:hint="cs"/>
          <w:rtl/>
        </w:rPr>
        <w:t>ه</w:t>
      </w:r>
      <w:r w:rsidRPr="00DB7FA2">
        <w:rPr>
          <w:rStyle w:val="libArabicChar"/>
          <w:rtl/>
        </w:rPr>
        <w:t xml:space="preserve"> </w:t>
      </w:r>
      <w:r w:rsidRPr="00DB7FA2">
        <w:rPr>
          <w:rStyle w:val="libArabicChar"/>
          <w:rFonts w:hint="cs"/>
          <w:rtl/>
        </w:rPr>
        <w:t>طَغى</w:t>
      </w:r>
      <w:r w:rsidRPr="00DB7FA2">
        <w:rPr>
          <w:rStyle w:val="libArabicChar"/>
          <w:rtl/>
        </w:rPr>
        <w:t xml:space="preserve"> </w:t>
      </w:r>
      <w:r w:rsidRPr="00DB7FA2">
        <w:rPr>
          <w:rStyle w:val="libArabicChar"/>
          <w:rFonts w:hint="cs"/>
          <w:rtl/>
        </w:rPr>
        <w:t>فقولاَ</w:t>
      </w:r>
      <w:r w:rsidRPr="00DB7FA2">
        <w:rPr>
          <w:rStyle w:val="libArabicChar"/>
          <w:rtl/>
        </w:rPr>
        <w:t xml:space="preserve"> </w:t>
      </w:r>
      <w:r w:rsidRPr="00DB7FA2">
        <w:rPr>
          <w:rStyle w:val="libArabicChar"/>
          <w:rFonts w:hint="cs"/>
          <w:rtl/>
        </w:rPr>
        <w:t>لَ</w:t>
      </w:r>
      <w:r w:rsidR="00FA2B42" w:rsidRPr="00FA2B42">
        <w:rPr>
          <w:rStyle w:val="libArabicChar"/>
          <w:rFonts w:hint="cs"/>
          <w:rtl/>
        </w:rPr>
        <w:t>ه</w:t>
      </w:r>
      <w:r w:rsidRPr="00DB7FA2">
        <w:rPr>
          <w:rStyle w:val="libArabicChar"/>
          <w:rtl/>
        </w:rPr>
        <w:t xml:space="preserve"> </w:t>
      </w:r>
      <w:r w:rsidRPr="00DB7FA2">
        <w:rPr>
          <w:rStyle w:val="libArabicChar"/>
          <w:rFonts w:hint="cs"/>
          <w:rtl/>
        </w:rPr>
        <w:t>قولاً</w:t>
      </w:r>
      <w:r w:rsidRPr="00DB7FA2">
        <w:rPr>
          <w:rStyle w:val="libArabicChar"/>
          <w:rtl/>
        </w:rPr>
        <w:t xml:space="preserve"> </w:t>
      </w:r>
      <w:r w:rsidRPr="00DB7FA2">
        <w:rPr>
          <w:rStyle w:val="libArabicChar"/>
          <w:rFonts w:hint="cs"/>
          <w:rtl/>
        </w:rPr>
        <w:t>لينّاً</w:t>
      </w:r>
      <w:r w:rsidRPr="00DB7FA2">
        <w:rPr>
          <w:rStyle w:val="libArabicChar"/>
          <w:rtl/>
        </w:rPr>
        <w:t xml:space="preserve"> </w:t>
      </w:r>
      <w:r w:rsidRPr="00DB7FA2">
        <w:rPr>
          <w:rStyle w:val="libArabicChar"/>
          <w:rFonts w:hint="cs"/>
          <w:rtl/>
        </w:rPr>
        <w:t>لَّعلَّ</w:t>
      </w:r>
      <w:r w:rsidR="00FA2B42" w:rsidRPr="00FA2B42">
        <w:rPr>
          <w:rStyle w:val="libArabicChar"/>
          <w:rFonts w:hint="cs"/>
          <w:rtl/>
        </w:rPr>
        <w:t>ه</w:t>
      </w:r>
      <w:r w:rsidRPr="00DB7FA2">
        <w:rPr>
          <w:rStyle w:val="libArabicChar"/>
          <w:rFonts w:hint="cs"/>
          <w:rtl/>
        </w:rPr>
        <w:t>ُ</w:t>
      </w:r>
      <w:r w:rsidRPr="00DB7FA2">
        <w:rPr>
          <w:rStyle w:val="libArabicChar"/>
          <w:rtl/>
        </w:rPr>
        <w:t xml:space="preserve"> </w:t>
      </w:r>
      <w:r w:rsidRPr="00DB7FA2">
        <w:rPr>
          <w:rStyle w:val="libArabicChar"/>
          <w:rFonts w:hint="cs"/>
          <w:rtl/>
        </w:rPr>
        <w:t>يَتَذكَّرُ</w:t>
      </w:r>
      <w:r w:rsidRPr="00DB7FA2">
        <w:rPr>
          <w:rStyle w:val="libArabicChar"/>
          <w:rtl/>
        </w:rPr>
        <w:t xml:space="preserve"> </w:t>
      </w:r>
      <w:r w:rsidRPr="00DB7FA2">
        <w:rPr>
          <w:rStyle w:val="libArabicChar"/>
          <w:rFonts w:hint="cs"/>
          <w:rtl/>
        </w:rPr>
        <w:t>اَويَخشى</w:t>
      </w:r>
      <w:r>
        <w:rPr>
          <w:rtl/>
        </w:rPr>
        <w:t xml:space="preserve"> ''</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''تم دونوں (موسى (ع) اور ہارون(ع) ) فرعون كے پاس جائو ' وہ بہت سركش ہوگيا ہي، پھر اس سے نرمى كے ساتھ بات كرنا شايد (برغبت) نصيحت قبول كرلے يا (عذاب الہى سي) ڈرجائے _ </w:t>
      </w:r>
    </w:p>
    <w:p w:rsidR="00E03C34" w:rsidRDefault="00E03C34" w:rsidP="00FA2B42">
      <w:pPr>
        <w:pStyle w:val="libNormal"/>
        <w:rPr>
          <w:rtl/>
        </w:rPr>
      </w:pPr>
    </w:p>
    <w:p w:rsidR="00E03C34" w:rsidRDefault="00E03C34" w:rsidP="00FA2B42">
      <w:pPr>
        <w:pStyle w:val="Heading2Center"/>
        <w:rPr>
          <w:rtl/>
        </w:rPr>
      </w:pPr>
      <w:bookmarkStart w:id="50" w:name="_Toc521154841"/>
      <w:r>
        <w:rPr>
          <w:rtl/>
        </w:rPr>
        <w:t>5) ... ... بدزبانى كا علاج:</w:t>
      </w:r>
      <w:bookmarkEnd w:id="50"/>
    </w:p>
    <w:p w:rsidR="00E03C34" w:rsidRDefault="00E03C34" w:rsidP="00FA2B42">
      <w:pPr>
        <w:pStyle w:val="libNormal"/>
        <w:rPr>
          <w:rtl/>
        </w:rPr>
      </w:pPr>
      <w:r>
        <w:rPr>
          <w:rtl/>
        </w:rPr>
        <w:t xml:space="preserve">اس سلسلے ميں چند نكات بيان كرنا ضرورى ہي: </w:t>
      </w:r>
    </w:p>
    <w:p w:rsidR="00E03C34" w:rsidRDefault="00E03C34" w:rsidP="00FA2B42">
      <w:pPr>
        <w:pStyle w:val="libNormal"/>
        <w:rPr>
          <w:rtl/>
        </w:rPr>
      </w:pPr>
      <w:r>
        <w:rPr>
          <w:rtl/>
        </w:rPr>
        <w:t xml:space="preserve">الف: ... ... انبياء اور ائمہ عليہم السلام انسانى روح كے طبيب ہوتے ہيں ، چونكہ اخلاقى رذائل اور برى صفات انسانى روح اور جان كے لئے مرض ہيں لہذا ہميں چاہئے كہ ہم ان كے فرامين كو گوش دل سے سنيں اور اپنے روحانى درد اور امراض كاعلاج كريں_ </w:t>
      </w:r>
    </w:p>
    <w:p w:rsidR="00E03C34" w:rsidRDefault="00E03C34" w:rsidP="00FA2B42">
      <w:pPr>
        <w:pStyle w:val="libNormal"/>
        <w:rPr>
          <w:rtl/>
        </w:rPr>
      </w:pPr>
      <w:r>
        <w:rPr>
          <w:rtl/>
        </w:rPr>
        <w:t xml:space="preserve">حضرت اميرالمومنين عليه السلام بد زبان سے بچنے كے لئے تنبيہ كرتے ہوئے فرماتے ہيں: </w:t>
      </w:r>
    </w:p>
    <w:p w:rsidR="005D1F89" w:rsidRDefault="00E03C34" w:rsidP="00BE3792">
      <w:pPr>
        <w:pStyle w:val="libLine"/>
        <w:rPr>
          <w:rtl/>
        </w:rPr>
      </w:pPr>
      <w:r w:rsidRPr="005D1F89">
        <w:rPr>
          <w:rStyle w:val="libArabicChar"/>
          <w:rtl/>
        </w:rPr>
        <w:t>'' ايّاك وما يست</w:t>
      </w:r>
      <w:r w:rsidR="00FA2B42" w:rsidRPr="00FA2B42">
        <w:rPr>
          <w:rStyle w:val="libArabicChar"/>
          <w:rFonts w:hint="cs"/>
          <w:rtl/>
        </w:rPr>
        <w:t>ه</w:t>
      </w:r>
      <w:r w:rsidRPr="005D1F89">
        <w:rPr>
          <w:rStyle w:val="libArabicChar"/>
          <w:rFonts w:hint="cs"/>
          <w:rtl/>
        </w:rPr>
        <w:t>جن</w:t>
      </w:r>
      <w:r w:rsidRPr="005D1F89">
        <w:rPr>
          <w:rStyle w:val="libArabicChar"/>
          <w:rtl/>
        </w:rPr>
        <w:t xml:space="preserve"> </w:t>
      </w:r>
      <w:r w:rsidRPr="005D1F89">
        <w:rPr>
          <w:rStyle w:val="libArabicChar"/>
          <w:rFonts w:hint="cs"/>
          <w:rtl/>
        </w:rPr>
        <w:t>منَ</w:t>
      </w:r>
      <w:r w:rsidRPr="005D1F89">
        <w:rPr>
          <w:rStyle w:val="libArabicChar"/>
          <w:rtl/>
        </w:rPr>
        <w:t xml:space="preserve"> </w:t>
      </w:r>
      <w:r w:rsidRPr="005D1F89">
        <w:rPr>
          <w:rStyle w:val="libArabicChar"/>
          <w:rFonts w:hint="cs"/>
          <w:rtl/>
        </w:rPr>
        <w:t>الكلام</w:t>
      </w:r>
      <w:r w:rsidRPr="005D1F89">
        <w:rPr>
          <w:rStyle w:val="libArabicChar"/>
          <w:rtl/>
        </w:rPr>
        <w:t xml:space="preserve"> </w:t>
      </w:r>
      <w:r w:rsidRPr="005D1F89">
        <w:rPr>
          <w:rStyle w:val="libArabicChar"/>
          <w:rFonts w:hint="cs"/>
          <w:rtl/>
        </w:rPr>
        <w:t>فإنَّ</w:t>
      </w:r>
      <w:r w:rsidR="00FA2B42" w:rsidRPr="00FA2B42">
        <w:rPr>
          <w:rStyle w:val="libArabicChar"/>
          <w:rFonts w:hint="cs"/>
          <w:rtl/>
        </w:rPr>
        <w:t>ه</w:t>
      </w:r>
      <w:r w:rsidRPr="005D1F89">
        <w:rPr>
          <w:rStyle w:val="libArabicChar"/>
          <w:rtl/>
        </w:rPr>
        <w:t xml:space="preserve"> </w:t>
      </w:r>
      <w:r w:rsidRPr="005D1F89">
        <w:rPr>
          <w:rStyle w:val="libArabicChar"/>
          <w:rFonts w:hint="cs"/>
          <w:rtl/>
        </w:rPr>
        <w:t>يَحبس</w:t>
      </w:r>
      <w:r w:rsidRPr="005D1F89">
        <w:rPr>
          <w:rStyle w:val="libArabicChar"/>
          <w:rtl/>
        </w:rPr>
        <w:t xml:space="preserve"> </w:t>
      </w:r>
      <w:r w:rsidRPr="005D1F89">
        <w:rPr>
          <w:rStyle w:val="libArabicChar"/>
          <w:rFonts w:hint="cs"/>
          <w:rtl/>
        </w:rPr>
        <w:t>عليك</w:t>
      </w:r>
      <w:r w:rsidRPr="005D1F89">
        <w:rPr>
          <w:rStyle w:val="libArabicChar"/>
          <w:rtl/>
        </w:rPr>
        <w:t xml:space="preserve"> </w:t>
      </w:r>
      <w:r w:rsidRPr="005D1F89">
        <w:rPr>
          <w:rStyle w:val="libArabicChar"/>
          <w:rFonts w:hint="cs"/>
          <w:rtl/>
        </w:rPr>
        <w:t>اللئام</w:t>
      </w:r>
      <w:r w:rsidRPr="005D1F89">
        <w:rPr>
          <w:rStyle w:val="libArabicChar"/>
          <w:rtl/>
        </w:rPr>
        <w:t xml:space="preserve"> </w:t>
      </w:r>
      <w:r w:rsidRPr="005D1F89">
        <w:rPr>
          <w:rStyle w:val="libArabicChar"/>
          <w:rFonts w:hint="cs"/>
          <w:rtl/>
        </w:rPr>
        <w:t>و</w:t>
      </w:r>
      <w:r w:rsidRPr="005D1F89">
        <w:rPr>
          <w:rStyle w:val="libArabicChar"/>
          <w:rtl/>
        </w:rPr>
        <w:t xml:space="preserve"> </w:t>
      </w:r>
      <w:r w:rsidRPr="005D1F89">
        <w:rPr>
          <w:rStyle w:val="libArabicChar"/>
          <w:rFonts w:hint="cs"/>
          <w:rtl/>
        </w:rPr>
        <w:t>ينفرعنك</w:t>
      </w:r>
      <w:r w:rsidRPr="005D1F89">
        <w:rPr>
          <w:rStyle w:val="libArabicChar"/>
          <w:rtl/>
        </w:rPr>
        <w:t xml:space="preserve"> </w:t>
      </w:r>
      <w:r w:rsidRPr="005D1F89">
        <w:rPr>
          <w:rStyle w:val="libArabicChar"/>
          <w:rFonts w:hint="cs"/>
          <w:rtl/>
        </w:rPr>
        <w:t>الكرام</w:t>
      </w:r>
      <w:r w:rsidRPr="005D1F89">
        <w:rPr>
          <w:rStyle w:val="libArabicChar"/>
          <w:rtl/>
        </w:rPr>
        <w:t>''</w:t>
      </w:r>
      <w:r>
        <w:rPr>
          <w:rtl/>
        </w:rPr>
        <w:t xml:space="preserve">_ </w:t>
      </w:r>
      <w:r w:rsidR="00BE3792" w:rsidRPr="00BE3792">
        <w:rPr>
          <w:rStyle w:val="libFootnotenumChar"/>
          <w:rFonts w:hint="cs"/>
          <w:rtl/>
        </w:rPr>
        <w:t>(2)</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 xml:space="preserve">1_ سورہ طہ _ آےت 43 اور 44 </w:t>
      </w:r>
    </w:p>
    <w:p w:rsidR="00E03C34" w:rsidRDefault="00E03C34" w:rsidP="00FA2B42">
      <w:pPr>
        <w:pStyle w:val="libFootnote"/>
        <w:rPr>
          <w:rtl/>
        </w:rPr>
      </w:pPr>
      <w:r>
        <w:rPr>
          <w:rtl/>
        </w:rPr>
        <w:t xml:space="preserve">2_ ميزان الحكمة _ ج 8_ ص 436 و شرح غرر الحكم ج2 ص 314 </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''بدزبانى اور بے حيائي كى باتوں سے اجتناب كرو' كيونكہ بدزبانى كى وجہ سے پست اور ذليل لوگ تمہارے گرد جمع ہوجائيں گے 'شريف اور معزّز لوگ تم سے دور بھاگيں گي''_ </w:t>
      </w:r>
    </w:p>
    <w:p w:rsidR="00E03C34" w:rsidRDefault="00E03C34" w:rsidP="00FA2B42">
      <w:pPr>
        <w:pStyle w:val="libNormal"/>
        <w:rPr>
          <w:rtl/>
        </w:rPr>
      </w:pPr>
      <w:r>
        <w:rPr>
          <w:rtl/>
        </w:rPr>
        <w:t xml:space="preserve">يہ اس امام كا كلام ہے جس نے كبھى بھى كوئي نازيبا بات منہ سے نہيں نكالي، اس فرمان پر اگر غور كياجائے تو بدزبانى كا انجام انسان كے ذہن ميں مجسم ہوكر آجاتا ہے ' يعنى اگر انسان بدزبان بن جائے اور زبان پر كنڑول نہ كرے تو اس كايہى نتيجہ نكلے گا كہ اچھے اور صالح لوگوں كارابطہ اس سے منقطع ہوجائے گا او رلاابالى اور خدا سے بے خبر لوگوںكا اس سے تعلق استوار ہوجائے گا اور وہ اس كے ساتھى بن جائيں گي، اور يہ بات تو اظہر من الشمس ہے كہ بدكار لوگوں كى ہم نشينى كا انجام اچھا نہيں ہوتا اور انسان اس قسم كے لوگوں كى دوستى وہم نشينى سے اس وقت پشيمان ہوتا ہے جب ندامت كوئي فائدہ نہيں ديتى _ </w:t>
      </w:r>
    </w:p>
    <w:p w:rsidR="00E03C34" w:rsidRDefault="00E03C34" w:rsidP="00FA2B42">
      <w:pPr>
        <w:pStyle w:val="libNormal"/>
        <w:rPr>
          <w:rtl/>
        </w:rPr>
      </w:pPr>
      <w:r>
        <w:rPr>
          <w:rtl/>
        </w:rPr>
        <w:t xml:space="preserve">قرآن مجيد ايسے لوگوں كے بارے ميں خبردار كر رہا ہے كہ جو بُرے لوگوں كے ساتھ اپنى نشست وبرخاست ركھتے ہيں ' كيونكہ ان كى دوستى نے انہيں اس طرح تباہ وبرباد كرديا ہے كہ آخر كار پشيمان ہو كر اپنى تباہى و بربادى كا ماتم كرتے ہيں _ ملاحظہ فرمايئي: </w:t>
      </w:r>
    </w:p>
    <w:p w:rsidR="00E03C34" w:rsidRDefault="00E03C34" w:rsidP="00FA2B42">
      <w:pPr>
        <w:pStyle w:val="libNormal"/>
        <w:rPr>
          <w:rtl/>
        </w:rPr>
      </w:pPr>
      <w:r w:rsidRPr="005D1F89">
        <w:rPr>
          <w:rStyle w:val="libArabicChar"/>
          <w:rtl/>
        </w:rPr>
        <w:t>''ويوم يَعضُّ الظالم على يدي</w:t>
      </w:r>
      <w:r w:rsidR="00FA2B42" w:rsidRPr="00FA2B42">
        <w:rPr>
          <w:rStyle w:val="libArabicChar"/>
          <w:rFonts w:hint="cs"/>
          <w:rtl/>
        </w:rPr>
        <w:t>ه</w:t>
      </w:r>
      <w:r w:rsidRPr="005D1F89">
        <w:rPr>
          <w:rStyle w:val="libArabicChar"/>
          <w:rtl/>
        </w:rPr>
        <w:t xml:space="preserve"> </w:t>
      </w:r>
      <w:r w:rsidRPr="005D1F89">
        <w:rPr>
          <w:rStyle w:val="libArabicChar"/>
          <w:rFonts w:hint="cs"/>
          <w:rtl/>
        </w:rPr>
        <w:t>يقول</w:t>
      </w:r>
      <w:r w:rsidRPr="005D1F89">
        <w:rPr>
          <w:rStyle w:val="libArabicChar"/>
          <w:rtl/>
        </w:rPr>
        <w:t xml:space="preserve"> </w:t>
      </w:r>
      <w:r w:rsidRPr="005D1F89">
        <w:rPr>
          <w:rStyle w:val="libArabicChar"/>
          <w:rFonts w:hint="cs"/>
          <w:rtl/>
        </w:rPr>
        <w:t>ُ</w:t>
      </w:r>
      <w:r w:rsidRPr="005D1F89">
        <w:rPr>
          <w:rStyle w:val="libArabicChar"/>
          <w:rtl/>
        </w:rPr>
        <w:t xml:space="preserve"> </w:t>
      </w:r>
      <w:r w:rsidRPr="005D1F89">
        <w:rPr>
          <w:rStyle w:val="libArabicChar"/>
          <w:rFonts w:hint="cs"/>
          <w:rtl/>
        </w:rPr>
        <w:t>ياليتنى</w:t>
      </w:r>
      <w:r w:rsidRPr="005D1F89">
        <w:rPr>
          <w:rStyle w:val="libArabicChar"/>
          <w:rtl/>
        </w:rPr>
        <w:t xml:space="preserve"> </w:t>
      </w:r>
      <w:r w:rsidRPr="005D1F89">
        <w:rPr>
          <w:rStyle w:val="libArabicChar"/>
          <w:rFonts w:hint="cs"/>
          <w:rtl/>
        </w:rPr>
        <w:t>اتَّخذتُ</w:t>
      </w:r>
      <w:r w:rsidRPr="005D1F89">
        <w:rPr>
          <w:rStyle w:val="libArabicChar"/>
          <w:rtl/>
        </w:rPr>
        <w:t xml:space="preserve"> </w:t>
      </w:r>
      <w:r w:rsidRPr="005D1F89">
        <w:rPr>
          <w:rStyle w:val="libArabicChar"/>
          <w:rFonts w:hint="cs"/>
          <w:rtl/>
        </w:rPr>
        <w:t>مع</w:t>
      </w:r>
      <w:r w:rsidRPr="005D1F89">
        <w:rPr>
          <w:rStyle w:val="libArabicChar"/>
          <w:rtl/>
        </w:rPr>
        <w:t xml:space="preserve"> </w:t>
      </w:r>
      <w:r w:rsidRPr="005D1F89">
        <w:rPr>
          <w:rStyle w:val="libArabicChar"/>
          <w:rFonts w:hint="cs"/>
          <w:rtl/>
        </w:rPr>
        <w:t>الرسول</w:t>
      </w:r>
      <w:r w:rsidRPr="005D1F89">
        <w:rPr>
          <w:rStyle w:val="libArabicChar"/>
          <w:rtl/>
        </w:rPr>
        <w:t xml:space="preserve"> </w:t>
      </w:r>
      <w:r w:rsidRPr="005D1F89">
        <w:rPr>
          <w:rStyle w:val="libArabicChar"/>
          <w:rFonts w:hint="cs"/>
          <w:rtl/>
        </w:rPr>
        <w:t>سبيلاً</w:t>
      </w:r>
      <w:r w:rsidRPr="005D1F89">
        <w:rPr>
          <w:rStyle w:val="libArabicChar"/>
          <w:rtl/>
        </w:rPr>
        <w:t xml:space="preserve">' </w:t>
      </w:r>
      <w:r w:rsidRPr="005D1F89">
        <w:rPr>
          <w:rStyle w:val="libArabicChar"/>
          <w:rFonts w:hint="cs"/>
          <w:rtl/>
        </w:rPr>
        <w:t>ى</w:t>
      </w:r>
      <w:r w:rsidRPr="005D1F89">
        <w:rPr>
          <w:rStyle w:val="libArabicChar"/>
          <w:rtl/>
        </w:rPr>
        <w:t xml:space="preserve"> </w:t>
      </w:r>
      <w:r w:rsidRPr="005D1F89">
        <w:rPr>
          <w:rStyle w:val="libArabicChar"/>
          <w:rFonts w:hint="cs"/>
          <w:rtl/>
        </w:rPr>
        <w:t>ويلتى</w:t>
      </w:r>
      <w:r w:rsidRPr="005D1F89">
        <w:rPr>
          <w:rStyle w:val="libArabicChar"/>
          <w:rtl/>
        </w:rPr>
        <w:t xml:space="preserve"> </w:t>
      </w:r>
      <w:r w:rsidRPr="005D1F89">
        <w:rPr>
          <w:rStyle w:val="libArabicChar"/>
          <w:rFonts w:hint="cs"/>
          <w:rtl/>
        </w:rPr>
        <w:t>ليتنى</w:t>
      </w:r>
      <w:r w:rsidRPr="005D1F89">
        <w:rPr>
          <w:rStyle w:val="libArabicChar"/>
          <w:rtl/>
        </w:rPr>
        <w:t xml:space="preserve"> </w:t>
      </w:r>
      <w:r w:rsidRPr="005D1F89">
        <w:rPr>
          <w:rStyle w:val="libArabicChar"/>
          <w:rFonts w:hint="cs"/>
          <w:rtl/>
        </w:rPr>
        <w:t>لم</w:t>
      </w:r>
      <w:r w:rsidRPr="005D1F89">
        <w:rPr>
          <w:rStyle w:val="libArabicChar"/>
          <w:rtl/>
        </w:rPr>
        <w:t xml:space="preserve"> </w:t>
      </w:r>
      <w:r w:rsidRPr="005D1F89">
        <w:rPr>
          <w:rStyle w:val="libArabicChar"/>
          <w:rFonts w:hint="cs"/>
          <w:rtl/>
        </w:rPr>
        <w:t>اتخذُ</w:t>
      </w:r>
      <w:r w:rsidRPr="005D1F89">
        <w:rPr>
          <w:rStyle w:val="libArabicChar"/>
          <w:rtl/>
        </w:rPr>
        <w:t xml:space="preserve"> </w:t>
      </w:r>
      <w:r w:rsidRPr="005D1F89">
        <w:rPr>
          <w:rStyle w:val="libArabicChar"/>
          <w:rFonts w:hint="cs"/>
          <w:rtl/>
        </w:rPr>
        <w:t>فلاناً</w:t>
      </w:r>
      <w:r w:rsidRPr="005D1F89">
        <w:rPr>
          <w:rStyle w:val="libArabicChar"/>
          <w:rtl/>
        </w:rPr>
        <w:t xml:space="preserve"> </w:t>
      </w:r>
      <w:r w:rsidRPr="005D1F89">
        <w:rPr>
          <w:rStyle w:val="libArabicChar"/>
          <w:rFonts w:hint="cs"/>
          <w:rtl/>
        </w:rPr>
        <w:t>خليلاً</w:t>
      </w:r>
      <w:r>
        <w:rPr>
          <w:rtl/>
        </w:rPr>
        <w:t xml:space="preserve"> ''</w:t>
      </w:r>
      <w:r w:rsidR="00FA5EFA" w:rsidRPr="00610DB8">
        <w:rPr>
          <w:rStyle w:val="libFootnotenumChar"/>
          <w:rtl/>
          <w:lang w:bidi="ar-SA"/>
        </w:rPr>
        <w:t>(1</w:t>
      </w:r>
      <w:r w:rsidR="00610DB8" w:rsidRPr="00610DB8">
        <w:rPr>
          <w:rStyle w:val="libFootnotenumChar"/>
          <w:rtl/>
          <w:lang w:bidi="ar-SA"/>
        </w:rPr>
        <w:t>)</w:t>
      </w:r>
      <w:r w:rsidR="00FA5EFA">
        <w:rPr>
          <w:rtl/>
        </w:rPr>
        <w:t xml:space="preserve"> </w:t>
      </w:r>
      <w:r>
        <w:rPr>
          <w:rtl/>
        </w:rPr>
        <w:t xml:space="preserve">'' او رجس دن ظالم اپنے ہاتھوں كو كاٹے گا اور كہے گا اے كاش ميں نے </w:t>
      </w:r>
    </w:p>
    <w:p w:rsidR="00E03C34" w:rsidRDefault="00F01BE6"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سورہ فرقان _ آےت 27اور 28</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پيغمبر (ص) (كے دين) كا راستہ اختيا ركرلياہوتا ' اے كاش كيا اچھا ہوتا كہ ميں فلاں كو اپنا دوست نہ بناتا''_ </w:t>
      </w:r>
    </w:p>
    <w:p w:rsidR="00E03C34" w:rsidRDefault="00E03C34" w:rsidP="00FA2B42">
      <w:pPr>
        <w:pStyle w:val="libNormal"/>
        <w:rPr>
          <w:rtl/>
        </w:rPr>
      </w:pPr>
      <w:r>
        <w:rPr>
          <w:rtl/>
        </w:rPr>
        <w:t xml:space="preserve">لہذا اگر ہم اس قسم كے انجام سے بچنا چاہتے ہيں تو ہميں چاہئے كہ نازيبا اور ناروا باتوں اور بد زبانى سے اپنے آپ كو بچائيں تاكہ اچھے لوگ ہمارے ساتھ دوستى كريں_ </w:t>
      </w:r>
    </w:p>
    <w:p w:rsidR="00E03C34" w:rsidRDefault="00E03C34" w:rsidP="00FA2B42">
      <w:pPr>
        <w:pStyle w:val="libNormal"/>
        <w:rPr>
          <w:rtl/>
        </w:rPr>
      </w:pPr>
      <w:r>
        <w:rPr>
          <w:rtl/>
        </w:rPr>
        <w:t xml:space="preserve">ب: ... ... قرآن مجيد نيك وشائستہ گفتگو كے بارے ميں فرماتا ہي: </w:t>
      </w:r>
    </w:p>
    <w:p w:rsidR="00E03C34" w:rsidRDefault="00E03C34" w:rsidP="00FA2B42">
      <w:pPr>
        <w:pStyle w:val="libNormal"/>
        <w:rPr>
          <w:rtl/>
        </w:rPr>
      </w:pPr>
      <w:r w:rsidRPr="005D1F89">
        <w:rPr>
          <w:rStyle w:val="libArabicChar"/>
          <w:rtl/>
        </w:rPr>
        <w:t>''إلَي</w:t>
      </w:r>
      <w:r w:rsidR="00FA2B42" w:rsidRPr="00FA2B42">
        <w:rPr>
          <w:rStyle w:val="libArabicChar"/>
          <w:rFonts w:hint="cs"/>
          <w:rtl/>
        </w:rPr>
        <w:t>ه</w:t>
      </w:r>
      <w:r w:rsidRPr="005D1F89">
        <w:rPr>
          <w:rStyle w:val="libArabicChar"/>
          <w:rtl/>
        </w:rPr>
        <w:t xml:space="preserve"> </w:t>
      </w:r>
      <w:r w:rsidRPr="005D1F89">
        <w:rPr>
          <w:rStyle w:val="libArabicChar"/>
          <w:rFonts w:hint="cs"/>
          <w:rtl/>
        </w:rPr>
        <w:t>يَصعَدُ</w:t>
      </w:r>
      <w:r w:rsidRPr="005D1F89">
        <w:rPr>
          <w:rStyle w:val="libArabicChar"/>
          <w:rtl/>
        </w:rPr>
        <w:t xml:space="preserve"> </w:t>
      </w:r>
      <w:r w:rsidRPr="005D1F89">
        <w:rPr>
          <w:rStyle w:val="libArabicChar"/>
          <w:rFonts w:hint="cs"/>
          <w:rtl/>
        </w:rPr>
        <w:t>الكم</w:t>
      </w:r>
      <w:r w:rsidRPr="005D1F89">
        <w:rPr>
          <w:rStyle w:val="libArabicChar"/>
          <w:rtl/>
        </w:rPr>
        <w:t xml:space="preserve"> </w:t>
      </w:r>
      <w:r w:rsidRPr="005D1F89">
        <w:rPr>
          <w:rStyle w:val="libArabicChar"/>
          <w:rFonts w:hint="cs"/>
          <w:rtl/>
        </w:rPr>
        <w:t>الطّيب</w:t>
      </w:r>
      <w:r w:rsidRPr="005D1F89">
        <w:rPr>
          <w:rStyle w:val="libArabicChar"/>
          <w:rtl/>
        </w:rPr>
        <w:t>''</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''پاك وپاكيزہ كلام ہى اسى (اللہ تعالى ) كى طرف جاتا ہي''_ </w:t>
      </w:r>
    </w:p>
    <w:p w:rsidR="00E03C34" w:rsidRDefault="00E03C34" w:rsidP="00FA2B42">
      <w:pPr>
        <w:pStyle w:val="libNormal"/>
        <w:rPr>
          <w:rtl/>
        </w:rPr>
      </w:pPr>
      <w:r>
        <w:rPr>
          <w:rtl/>
        </w:rPr>
        <w:t xml:space="preserve">بنابريں اگرانسان نيك اور پاك كلام زبان پر جارى كرے تو خداوند عالم ايسى باتوں كو سنتا ہي' ورنہ ناپسنديدہ اور بيہودہ باتوں كو كوئي سننے كا روا دار نہيں ہي_ </w:t>
      </w:r>
    </w:p>
    <w:p w:rsidR="00E03C34" w:rsidRDefault="00E03C34" w:rsidP="00FA2B42">
      <w:pPr>
        <w:pStyle w:val="libNormal"/>
        <w:rPr>
          <w:rtl/>
        </w:rPr>
      </w:pPr>
      <w:r>
        <w:rPr>
          <w:rtl/>
        </w:rPr>
        <w:t xml:space="preserve">اللہ تعالى ناشائستہ باتيں كرنے والوں كو دوست نہيں ركھتا اور كتنى برى بات ہے كہ مومن جس زبان سے اللہ تعالى كا ذكر كرتا ہے ' نماز پڑھتا ہے اور قرآن پاك كى تلاوت كرتا ہي' اسى زبان سے فحش' ناشائستہ' نازيبا اور ناروا الفاظ ادا كري_ </w:t>
      </w:r>
    </w:p>
    <w:p w:rsidR="00E03C34" w:rsidRDefault="00E03C34" w:rsidP="00FA2B42">
      <w:pPr>
        <w:pStyle w:val="libNormal"/>
        <w:rPr>
          <w:rtl/>
        </w:rPr>
      </w:pPr>
      <w:r>
        <w:rPr>
          <w:rtl/>
        </w:rPr>
        <w:t xml:space="preserve">ج: ... ... سكوت او رخاموشى بھى زبان پر كنڑول كرنے كا ايك ذريعہ ہي_ جہاں پر حق بات كے بيان كرنے كا موقع نہيں ہوتا وہاں زبان كو بند ركھنا كس قدر اچھا لگتا ہے كيونكہ زيادہ باتيں كرنا اور زبان كو بے لگام چھوڑدينا 'ناشائستہ گفتگو كرنے كا سبب بن جاتا ہي_ </w:t>
      </w:r>
    </w:p>
    <w:p w:rsidR="00E03C34" w:rsidRDefault="00E03C34" w:rsidP="00FA2B42">
      <w:pPr>
        <w:pStyle w:val="libNormal"/>
        <w:rPr>
          <w:rtl/>
        </w:rPr>
      </w:pPr>
      <w:r>
        <w:rPr>
          <w:rtl/>
        </w:rPr>
        <w:t xml:space="preserve">حضرت على عليه السلام فرماتے ہيں : </w:t>
      </w:r>
    </w:p>
    <w:p w:rsidR="00E03C34" w:rsidRDefault="00E03C34" w:rsidP="00FA2B42">
      <w:pPr>
        <w:pStyle w:val="libLine"/>
        <w:rPr>
          <w:rtl/>
        </w:rPr>
      </w:pPr>
      <w:r w:rsidRPr="005D1F89">
        <w:rPr>
          <w:rStyle w:val="libArabicChar"/>
          <w:rtl/>
        </w:rPr>
        <w:t>''ايَّاك وكثرةَ الكلام فإنَّ</w:t>
      </w:r>
      <w:r w:rsidR="00FA2B42" w:rsidRPr="00FA2B42">
        <w:rPr>
          <w:rStyle w:val="libArabicChar"/>
          <w:rFonts w:hint="cs"/>
          <w:rtl/>
        </w:rPr>
        <w:t>ه</w:t>
      </w:r>
      <w:r w:rsidRPr="005D1F89">
        <w:rPr>
          <w:rStyle w:val="libArabicChar"/>
          <w:rtl/>
        </w:rPr>
        <w:t xml:space="preserve"> </w:t>
      </w:r>
      <w:r w:rsidRPr="005D1F89">
        <w:rPr>
          <w:rStyle w:val="libArabicChar"/>
          <w:rFonts w:hint="cs"/>
          <w:rtl/>
        </w:rPr>
        <w:t>يكثرُ</w:t>
      </w:r>
      <w:r w:rsidRPr="005D1F89">
        <w:rPr>
          <w:rStyle w:val="libArabicChar"/>
          <w:rtl/>
        </w:rPr>
        <w:t xml:space="preserve"> </w:t>
      </w:r>
      <w:r w:rsidRPr="005D1F89">
        <w:rPr>
          <w:rStyle w:val="libArabicChar"/>
          <w:rFonts w:hint="cs"/>
          <w:rtl/>
        </w:rPr>
        <w:t>الزلل</w:t>
      </w:r>
      <w:r w:rsidRPr="005D1F89">
        <w:rPr>
          <w:rStyle w:val="libArabicChar"/>
          <w:rtl/>
        </w:rPr>
        <w:t xml:space="preserve"> </w:t>
      </w:r>
      <w:r w:rsidRPr="005D1F89">
        <w:rPr>
          <w:rStyle w:val="libArabicChar"/>
          <w:rFonts w:hint="cs"/>
          <w:rtl/>
        </w:rPr>
        <w:t>ويورثُ</w:t>
      </w:r>
      <w:r w:rsidRPr="005D1F89">
        <w:rPr>
          <w:rStyle w:val="libArabicChar"/>
          <w:rtl/>
        </w:rPr>
        <w:t xml:space="preserve"> </w:t>
      </w:r>
      <w:r w:rsidRPr="005D1F89">
        <w:rPr>
          <w:rStyle w:val="libArabicChar"/>
          <w:rFonts w:hint="cs"/>
          <w:rtl/>
        </w:rPr>
        <w:t>الملل</w:t>
      </w:r>
      <w:r w:rsidRPr="005D1F89">
        <w:rPr>
          <w:rStyle w:val="libArabicChar"/>
          <w:rtl/>
        </w:rPr>
        <w:t>''</w:t>
      </w:r>
      <w:r>
        <w:rPr>
          <w:rtl/>
        </w:rPr>
        <w:t xml:space="preserve"> </w:t>
      </w:r>
      <w:r w:rsidR="0006593C">
        <w:rPr>
          <w:rtl/>
        </w:rPr>
        <w:t xml:space="preserve"> </w:t>
      </w:r>
      <w:r w:rsidR="0006593C" w:rsidRPr="00610DB8">
        <w:rPr>
          <w:rStyle w:val="libFootnotenumChar"/>
          <w:rtl/>
        </w:rPr>
        <w:t>(2)</w:t>
      </w:r>
      <w:r w:rsidR="0006593C">
        <w:rPr>
          <w:rtl/>
        </w:rPr>
        <w:t xml:space="preserve"> </w:t>
      </w:r>
      <w:r w:rsidR="0006593C">
        <w:rPr>
          <w:rtl/>
        </w:rPr>
        <w:cr/>
        <w:t xml:space="preserve"> </w:t>
      </w:r>
      <w:r w:rsidR="006B1525" w:rsidRPr="000C7CB7">
        <w:rPr>
          <w:rtl/>
        </w:rPr>
        <w:t>____________________</w:t>
      </w:r>
      <w:r>
        <w:rPr>
          <w:rtl/>
        </w:rPr>
        <w:t xml:space="preserve"> </w:t>
      </w:r>
    </w:p>
    <w:p w:rsidR="00E03C34" w:rsidRDefault="00E03C34" w:rsidP="00FA2B42">
      <w:pPr>
        <w:pStyle w:val="libFootnote"/>
        <w:rPr>
          <w:rtl/>
        </w:rPr>
      </w:pPr>
      <w:r>
        <w:rPr>
          <w:rtl/>
        </w:rPr>
        <w:t xml:space="preserve">1_ سورہ فاطر _ آيت 10 </w:t>
      </w:r>
    </w:p>
    <w:p w:rsidR="00E03C34" w:rsidRDefault="00E03C34" w:rsidP="00FA2B42">
      <w:pPr>
        <w:pStyle w:val="libFootnote"/>
        <w:rPr>
          <w:rtl/>
        </w:rPr>
      </w:pPr>
      <w:r>
        <w:rPr>
          <w:rtl/>
        </w:rPr>
        <w:t>2_ ميزان الحكمة _ ج 8_ ص 439</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''زيادہ باتيں كرنے سے پرہيز كرو كيونكہ اس سے لغزشيں زيادہ ہوتى ہيں اور سننے والے كے لئے نفرت كا موجب بن جاتى ہيں''_ </w:t>
      </w:r>
    </w:p>
    <w:p w:rsidR="00E03C34" w:rsidRDefault="00E03C34" w:rsidP="00FA2B42">
      <w:pPr>
        <w:pStyle w:val="libNormal"/>
        <w:rPr>
          <w:rtl/>
        </w:rPr>
      </w:pPr>
      <w:r>
        <w:rPr>
          <w:rtl/>
        </w:rPr>
        <w:t xml:space="preserve">ايك اور موقع پر فرماتے ہيں: </w:t>
      </w:r>
    </w:p>
    <w:p w:rsidR="00E03C34" w:rsidRDefault="00E03C34" w:rsidP="00FA2B42">
      <w:pPr>
        <w:pStyle w:val="libNormal"/>
        <w:rPr>
          <w:rtl/>
        </w:rPr>
      </w:pPr>
      <w:r>
        <w:rPr>
          <w:rtl/>
        </w:rPr>
        <w:t xml:space="preserve">'' </w:t>
      </w:r>
      <w:r w:rsidRPr="005D1F89">
        <w:rPr>
          <w:rStyle w:val="libArabicChar"/>
          <w:rtl/>
        </w:rPr>
        <w:t>الكلام كالدّوائ قليل</w:t>
      </w:r>
      <w:r w:rsidR="00FA2B42" w:rsidRPr="00FA2B42">
        <w:rPr>
          <w:rStyle w:val="libArabicChar"/>
          <w:rFonts w:hint="cs"/>
          <w:rtl/>
        </w:rPr>
        <w:t>ه</w:t>
      </w:r>
      <w:r w:rsidRPr="005D1F89">
        <w:rPr>
          <w:rStyle w:val="libArabicChar"/>
          <w:rtl/>
        </w:rPr>
        <w:t xml:space="preserve"> </w:t>
      </w:r>
      <w:r w:rsidRPr="005D1F89">
        <w:rPr>
          <w:rStyle w:val="libArabicChar"/>
          <w:rFonts w:hint="cs"/>
          <w:rtl/>
        </w:rPr>
        <w:t>ينفع</w:t>
      </w:r>
      <w:r w:rsidRPr="005D1F89">
        <w:rPr>
          <w:rStyle w:val="libArabicChar"/>
          <w:rtl/>
        </w:rPr>
        <w:t xml:space="preserve"> </w:t>
      </w:r>
      <w:r w:rsidRPr="005D1F89">
        <w:rPr>
          <w:rStyle w:val="libArabicChar"/>
          <w:rFonts w:hint="cs"/>
          <w:rtl/>
        </w:rPr>
        <w:t>وكثير</w:t>
      </w:r>
      <w:r w:rsidR="00FA2B42" w:rsidRPr="00FA2B42">
        <w:rPr>
          <w:rStyle w:val="libArabicChar"/>
          <w:rFonts w:hint="cs"/>
          <w:rtl/>
        </w:rPr>
        <w:t>ه</w:t>
      </w:r>
      <w:r w:rsidRPr="005D1F89">
        <w:rPr>
          <w:rStyle w:val="libArabicChar"/>
          <w:rtl/>
        </w:rPr>
        <w:t xml:space="preserve"> </w:t>
      </w:r>
      <w:r w:rsidRPr="005D1F89">
        <w:rPr>
          <w:rStyle w:val="libArabicChar"/>
          <w:rFonts w:hint="cs"/>
          <w:rtl/>
        </w:rPr>
        <w:t>قاتل</w:t>
      </w:r>
      <w:r>
        <w:rPr>
          <w:rtl/>
        </w:rPr>
        <w:t xml:space="preserve"> '' </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''گفتگو دواء كى مانند ہے جس كا كم شفا بخش اور كثرت موت ہي''_ </w:t>
      </w:r>
    </w:p>
    <w:p w:rsidR="00E03C34" w:rsidRDefault="006B1525" w:rsidP="000C7CB7">
      <w:pPr>
        <w:pStyle w:val="libLine"/>
        <w:rPr>
          <w:rtl/>
        </w:rPr>
      </w:pPr>
      <w:r>
        <w:rPr>
          <w:rtl/>
        </w:rPr>
        <w:t>____________________</w:t>
      </w:r>
      <w:r w:rsidR="00E03C34">
        <w:rPr>
          <w:rtl/>
        </w:rPr>
        <w:t xml:space="preserve"> </w:t>
      </w:r>
    </w:p>
    <w:p w:rsidR="00E03C34" w:rsidRPr="005D1F89" w:rsidRDefault="00E03C34" w:rsidP="00FA2B42">
      <w:pPr>
        <w:pStyle w:val="libNormal"/>
        <w:rPr>
          <w:rStyle w:val="libFootnoteChar"/>
          <w:rtl/>
        </w:rPr>
      </w:pPr>
      <w:r>
        <w:rPr>
          <w:rtl/>
        </w:rPr>
        <w:t>1</w:t>
      </w:r>
      <w:r w:rsidRPr="005D1F89">
        <w:rPr>
          <w:rStyle w:val="libFootnoteChar"/>
          <w:rtl/>
        </w:rPr>
        <w:t xml:space="preserve">_ ميزان الحكمة_ ج 8 _ ص 444 </w:t>
      </w:r>
    </w:p>
    <w:p w:rsidR="005D1F89" w:rsidRDefault="005D1F89" w:rsidP="00FA2B42">
      <w:pPr>
        <w:pStyle w:val="libNormal"/>
        <w:rPr>
          <w:rtl/>
        </w:rPr>
      </w:pPr>
      <w:r>
        <w:rPr>
          <w:rtl/>
        </w:rPr>
        <w:br w:type="page"/>
      </w:r>
    </w:p>
    <w:p w:rsidR="00E03C34" w:rsidRDefault="00E03C34" w:rsidP="00FA2B42">
      <w:pPr>
        <w:pStyle w:val="Heading2Center"/>
        <w:rPr>
          <w:rtl/>
        </w:rPr>
      </w:pPr>
      <w:bookmarkStart w:id="51" w:name="_Toc521154842"/>
      <w:r>
        <w:rPr>
          <w:rtl/>
        </w:rPr>
        <w:lastRenderedPageBreak/>
        <w:t>ساتواں سبق :</w:t>
      </w:r>
      <w:bookmarkEnd w:id="51"/>
      <w:r>
        <w:rPr>
          <w:rtl/>
        </w:rPr>
        <w:t xml:space="preserve"> </w:t>
      </w:r>
    </w:p>
    <w:p w:rsidR="00E03C34" w:rsidRDefault="00E03C34" w:rsidP="00FA2B42">
      <w:pPr>
        <w:pStyle w:val="Heading2Center"/>
        <w:rPr>
          <w:rtl/>
        </w:rPr>
      </w:pPr>
      <w:bookmarkStart w:id="52" w:name="_Toc521154843"/>
      <w:r>
        <w:rPr>
          <w:rtl/>
        </w:rPr>
        <w:t>غيبت اور تہمت</w:t>
      </w:r>
      <w:bookmarkEnd w:id="52"/>
    </w:p>
    <w:p w:rsidR="00E03C34" w:rsidRDefault="00E03C34" w:rsidP="00FA2B42">
      <w:pPr>
        <w:pStyle w:val="libNormal"/>
        <w:rPr>
          <w:rtl/>
        </w:rPr>
      </w:pPr>
      <w:r>
        <w:rPr>
          <w:rtl/>
        </w:rPr>
        <w:t xml:space="preserve">1) .........غيبت اور تہمت كے معني </w:t>
      </w:r>
    </w:p>
    <w:p w:rsidR="00E03C34" w:rsidRDefault="00E03C34" w:rsidP="00FA2B42">
      <w:pPr>
        <w:pStyle w:val="libNormal"/>
        <w:rPr>
          <w:rtl/>
        </w:rPr>
      </w:pPr>
      <w:r>
        <w:rPr>
          <w:rtl/>
        </w:rPr>
        <w:t xml:space="preserve">2) .........قرآن وحديث ميں غيبت كى مذمت </w:t>
      </w:r>
    </w:p>
    <w:p w:rsidR="00E03C34" w:rsidRDefault="00E03C34" w:rsidP="00FA2B42">
      <w:pPr>
        <w:pStyle w:val="libNormal"/>
        <w:rPr>
          <w:rtl/>
        </w:rPr>
      </w:pPr>
      <w:r>
        <w:rPr>
          <w:rtl/>
        </w:rPr>
        <w:t xml:space="preserve">3) .........مومن كو غيبت سے بچنا چاہيئي </w:t>
      </w:r>
    </w:p>
    <w:p w:rsidR="00E03C34" w:rsidRDefault="00E03C34" w:rsidP="00FA2B42">
      <w:pPr>
        <w:pStyle w:val="libNormal"/>
        <w:rPr>
          <w:rtl/>
        </w:rPr>
      </w:pPr>
      <w:r>
        <w:rPr>
          <w:rtl/>
        </w:rPr>
        <w:t xml:space="preserve">4) .........غيبت كے آلات ( غيبت كا سر چشمہ ) </w:t>
      </w:r>
    </w:p>
    <w:p w:rsidR="00E03C34" w:rsidRDefault="00E03C34" w:rsidP="00FA2B42">
      <w:pPr>
        <w:pStyle w:val="libNormal"/>
        <w:rPr>
          <w:rtl/>
        </w:rPr>
      </w:pPr>
      <w:r>
        <w:rPr>
          <w:rtl/>
        </w:rPr>
        <w:t xml:space="preserve">5) .........غيبت كے اسباب </w:t>
      </w:r>
    </w:p>
    <w:p w:rsidR="00E03C34" w:rsidRDefault="00E03C34" w:rsidP="00FA2B42">
      <w:pPr>
        <w:pStyle w:val="libNormal"/>
        <w:rPr>
          <w:rtl/>
        </w:rPr>
      </w:pPr>
      <w:r>
        <w:rPr>
          <w:rtl/>
        </w:rPr>
        <w:t xml:space="preserve">6) .........غيبت كا كفّارہ </w:t>
      </w:r>
    </w:p>
    <w:p w:rsidR="00E03C34" w:rsidRDefault="00E03C34" w:rsidP="00FA2B42">
      <w:pPr>
        <w:pStyle w:val="libNormal"/>
        <w:rPr>
          <w:rtl/>
        </w:rPr>
      </w:pPr>
      <w:r>
        <w:rPr>
          <w:rtl/>
        </w:rPr>
        <w:t xml:space="preserve">7) .........قرآن و حديث ميں تہمت كى مذّمت </w:t>
      </w:r>
    </w:p>
    <w:p w:rsidR="00E03C34" w:rsidRDefault="007525F8" w:rsidP="00FA2B42">
      <w:pPr>
        <w:pStyle w:val="Heading2Center"/>
        <w:rPr>
          <w:rtl/>
        </w:rPr>
      </w:pPr>
      <w:r>
        <w:rPr>
          <w:rtl/>
        </w:rPr>
        <w:br w:type="page"/>
      </w:r>
      <w:r>
        <w:rPr>
          <w:rtl/>
        </w:rPr>
        <w:lastRenderedPageBreak/>
        <w:t xml:space="preserve"> </w:t>
      </w:r>
      <w:r>
        <w:rPr>
          <w:rtl/>
        </w:rPr>
        <w:cr/>
      </w:r>
      <w:bookmarkStart w:id="53" w:name="_Toc521154844"/>
      <w:r w:rsidR="00E03C34" w:rsidRPr="00BE3792">
        <w:rPr>
          <w:rtl/>
        </w:rPr>
        <w:t>(1)_</w:t>
      </w:r>
      <w:r w:rsidR="00E03C34">
        <w:rPr>
          <w:rtl/>
        </w:rPr>
        <w:t>غيبت اور تہمت كے معني:</w:t>
      </w:r>
      <w:bookmarkEnd w:id="53"/>
    </w:p>
    <w:p w:rsidR="00E03C34" w:rsidRDefault="00E03C34" w:rsidP="00FA2B42">
      <w:pPr>
        <w:pStyle w:val="libNormal"/>
        <w:rPr>
          <w:rtl/>
        </w:rPr>
      </w:pPr>
      <w:r>
        <w:rPr>
          <w:rtl/>
        </w:rPr>
        <w:t xml:space="preserve">-----غيبت،، اور'' تہمت ،،گناہ كبيرہ اور اخلاقى لحاظ سے برى عادتيںہيں ، اورمومن كو ان كے ارتكاب سے بچنا چاہيے _''غيبت ،،سے مراد يہ ہے كہ دوسروں كے با رے ميں ايسى بات كر نا كے اگر وہ سُن ليں تو انہيں تكليف پہنچي، اور ''تہمت،، كا مطلب يہ ہے كہ دوسروںكى طرف كسى ايسے گناہ يا عيب كى نسبت ديناجو ان ميں نہ پائے جاتے ہوں_ </w:t>
      </w:r>
    </w:p>
    <w:p w:rsidR="00E03C34" w:rsidRDefault="00E03C34" w:rsidP="00FA2B42">
      <w:pPr>
        <w:pStyle w:val="libNormal"/>
        <w:rPr>
          <w:rtl/>
        </w:rPr>
      </w:pPr>
      <w:r>
        <w:rPr>
          <w:rtl/>
        </w:rPr>
        <w:t xml:space="preserve">حديث ميں ہے كہ رسول خدا صلى اللہ عليہ والہ وسلم نے كسى شخص سے پوچھا كيا جانتے ہو كہ''غيبت ''كيا ہوتى ہي؟اس نے جواب ديا:خدا اور اس كے رسول بہتر جانتے ہيں،تو حضور (ص) نے فرمايا : </w:t>
      </w:r>
    </w:p>
    <w:p w:rsidR="00E03C34" w:rsidRDefault="00E03C34" w:rsidP="00FA2B42">
      <w:pPr>
        <w:pStyle w:val="libArabic"/>
        <w:rPr>
          <w:rtl/>
        </w:rPr>
      </w:pPr>
      <w:r>
        <w:rPr>
          <w:rtl/>
        </w:rPr>
        <w:t>''ذكرك اخاك بما يكر</w:t>
      </w:r>
      <w:r w:rsidR="00FA2B42" w:rsidRPr="00FA2B42">
        <w:rPr>
          <w:rFonts w:hint="cs"/>
          <w:rtl/>
        </w:rPr>
        <w:t>ه</w:t>
      </w:r>
      <w:r>
        <w:rPr>
          <w:rFonts w:hint="cs"/>
          <w:rtl/>
        </w:rPr>
        <w:t>،،</w:t>
      </w:r>
      <w:r>
        <w:rPr>
          <w:rtl/>
        </w:rPr>
        <w:t xml:space="preserve"> </w:t>
      </w:r>
    </w:p>
    <w:p w:rsidR="00E03C34" w:rsidRDefault="00E03C34" w:rsidP="00FA2B42">
      <w:pPr>
        <w:pStyle w:val="libNormal"/>
        <w:rPr>
          <w:rtl/>
        </w:rPr>
      </w:pPr>
      <w:r>
        <w:rPr>
          <w:rtl/>
        </w:rPr>
        <w:t xml:space="preserve">''تم اپنے بھائي كا ذكر ايسى چيز كے ساتھ كرے جو اسے پسند نہ ہو''_ </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اس نے پو چھا : </w:t>
      </w:r>
    </w:p>
    <w:p w:rsidR="00E03C34" w:rsidRDefault="00E03C34" w:rsidP="00FA2B42">
      <w:pPr>
        <w:pStyle w:val="libNormal"/>
        <w:rPr>
          <w:rtl/>
        </w:rPr>
      </w:pPr>
      <w:r>
        <w:rPr>
          <w:rtl/>
        </w:rPr>
        <w:t xml:space="preserve">''جو بات ميرے مومن بھائي ميںپائي جاتى ہي،اگر ميں اس كا ذكر كروں تو كيا وہ بھى اپ(ص) كى نظر ميں غيبت ہے ؟''فرمايا: </w:t>
      </w:r>
    </w:p>
    <w:p w:rsidR="00E03C34" w:rsidRDefault="00E03C34" w:rsidP="00FA2B42">
      <w:pPr>
        <w:pStyle w:val="libNormal"/>
        <w:rPr>
          <w:rtl/>
        </w:rPr>
      </w:pPr>
      <w:r>
        <w:rPr>
          <w:rtl/>
        </w:rPr>
        <w:t xml:space="preserve">'' </w:t>
      </w:r>
      <w:r w:rsidRPr="0011489F">
        <w:rPr>
          <w:rStyle w:val="libArabicChar"/>
          <w:rtl/>
        </w:rPr>
        <w:t>وان كان في</w:t>
      </w:r>
      <w:r w:rsidR="00FA2B42" w:rsidRPr="00FA2B42">
        <w:rPr>
          <w:rStyle w:val="libArabicChar"/>
          <w:rFonts w:hint="cs"/>
          <w:rtl/>
        </w:rPr>
        <w:t>ه</w:t>
      </w:r>
      <w:r w:rsidRPr="0011489F">
        <w:rPr>
          <w:rStyle w:val="libArabicChar"/>
          <w:rtl/>
        </w:rPr>
        <w:t xml:space="preserve"> </w:t>
      </w:r>
      <w:r w:rsidRPr="0011489F">
        <w:rPr>
          <w:rStyle w:val="libArabicChar"/>
          <w:rFonts w:hint="cs"/>
          <w:rtl/>
        </w:rPr>
        <w:t>ما</w:t>
      </w:r>
      <w:r w:rsidRPr="0011489F">
        <w:rPr>
          <w:rStyle w:val="libArabicChar"/>
          <w:rtl/>
        </w:rPr>
        <w:t xml:space="preserve"> </w:t>
      </w:r>
      <w:r w:rsidRPr="0011489F">
        <w:rPr>
          <w:rStyle w:val="libArabicChar"/>
          <w:rFonts w:hint="cs"/>
          <w:rtl/>
        </w:rPr>
        <w:t>تقول</w:t>
      </w:r>
      <w:r w:rsidRPr="0011489F">
        <w:rPr>
          <w:rStyle w:val="libArabicChar"/>
          <w:rtl/>
        </w:rPr>
        <w:t xml:space="preserve"> </w:t>
      </w:r>
      <w:r w:rsidRPr="0011489F">
        <w:rPr>
          <w:rStyle w:val="libArabicChar"/>
          <w:rFonts w:hint="cs"/>
          <w:rtl/>
        </w:rPr>
        <w:t>فقد</w:t>
      </w:r>
      <w:r w:rsidRPr="0011489F">
        <w:rPr>
          <w:rStyle w:val="libArabicChar"/>
          <w:rtl/>
        </w:rPr>
        <w:t xml:space="preserve"> </w:t>
      </w:r>
      <w:r w:rsidRPr="0011489F">
        <w:rPr>
          <w:rStyle w:val="libArabicChar"/>
          <w:rFonts w:hint="cs"/>
          <w:rtl/>
        </w:rPr>
        <w:t>اغبت</w:t>
      </w:r>
      <w:r w:rsidR="00FA2B42" w:rsidRPr="00FA2B42">
        <w:rPr>
          <w:rStyle w:val="libArabicChar"/>
          <w:rFonts w:hint="cs"/>
          <w:rtl/>
        </w:rPr>
        <w:t>ه</w:t>
      </w:r>
      <w:r w:rsidRPr="0011489F">
        <w:rPr>
          <w:rStyle w:val="libArabicChar"/>
          <w:rtl/>
        </w:rPr>
        <w:t xml:space="preserve"> </w:t>
      </w:r>
      <w:r w:rsidRPr="0011489F">
        <w:rPr>
          <w:rStyle w:val="libArabicChar"/>
          <w:rFonts w:hint="cs"/>
          <w:rtl/>
        </w:rPr>
        <w:t>وان</w:t>
      </w:r>
      <w:r w:rsidRPr="0011489F">
        <w:rPr>
          <w:rStyle w:val="libArabicChar"/>
          <w:rtl/>
        </w:rPr>
        <w:t xml:space="preserve"> </w:t>
      </w:r>
      <w:r w:rsidRPr="0011489F">
        <w:rPr>
          <w:rStyle w:val="libArabicChar"/>
          <w:rFonts w:hint="cs"/>
          <w:rtl/>
        </w:rPr>
        <w:t>لم</w:t>
      </w:r>
      <w:r w:rsidRPr="0011489F">
        <w:rPr>
          <w:rStyle w:val="libArabicChar"/>
          <w:rtl/>
        </w:rPr>
        <w:t xml:space="preserve"> </w:t>
      </w:r>
      <w:r w:rsidRPr="0011489F">
        <w:rPr>
          <w:rStyle w:val="libArabicChar"/>
          <w:rFonts w:hint="cs"/>
          <w:rtl/>
        </w:rPr>
        <w:t>يكن</w:t>
      </w:r>
      <w:r w:rsidRPr="0011489F">
        <w:rPr>
          <w:rStyle w:val="libArabicChar"/>
          <w:rtl/>
        </w:rPr>
        <w:t xml:space="preserve"> </w:t>
      </w:r>
      <w:r w:rsidRPr="0011489F">
        <w:rPr>
          <w:rStyle w:val="libArabicChar"/>
          <w:rFonts w:hint="cs"/>
          <w:rtl/>
        </w:rPr>
        <w:t>في</w:t>
      </w:r>
      <w:r w:rsidR="00FA2B42" w:rsidRPr="00FA2B42">
        <w:rPr>
          <w:rStyle w:val="libArabicChar"/>
          <w:rFonts w:hint="cs"/>
          <w:rtl/>
        </w:rPr>
        <w:t>ه</w:t>
      </w:r>
      <w:r w:rsidRPr="0011489F">
        <w:rPr>
          <w:rStyle w:val="libArabicChar"/>
          <w:rtl/>
        </w:rPr>
        <w:t xml:space="preserve"> </w:t>
      </w:r>
      <w:r w:rsidRPr="0011489F">
        <w:rPr>
          <w:rStyle w:val="libArabicChar"/>
          <w:rFonts w:hint="cs"/>
          <w:rtl/>
        </w:rPr>
        <w:t>فقد</w:t>
      </w:r>
      <w:r w:rsidRPr="0011489F">
        <w:rPr>
          <w:rStyle w:val="libArabicChar"/>
          <w:rtl/>
        </w:rPr>
        <w:t xml:space="preserve"> </w:t>
      </w:r>
      <w:r w:rsidRPr="0011489F">
        <w:rPr>
          <w:rStyle w:val="libArabicChar"/>
          <w:rFonts w:hint="cs"/>
          <w:rtl/>
        </w:rPr>
        <w:t>ب</w:t>
      </w:r>
      <w:r w:rsidR="00FA2B42" w:rsidRPr="00FA2B42">
        <w:rPr>
          <w:rStyle w:val="libArabicChar"/>
          <w:rFonts w:hint="cs"/>
          <w:rtl/>
        </w:rPr>
        <w:t>ه</w:t>
      </w:r>
      <w:r w:rsidRPr="0011489F">
        <w:rPr>
          <w:rStyle w:val="libArabicChar"/>
          <w:rFonts w:hint="cs"/>
          <w:rtl/>
        </w:rPr>
        <w:t>ت</w:t>
      </w:r>
      <w:r w:rsidR="00FA2B42" w:rsidRPr="00FA2B42">
        <w:rPr>
          <w:rStyle w:val="libArabicChar"/>
          <w:rFonts w:hint="cs"/>
          <w:rtl/>
        </w:rPr>
        <w:t>ه</w:t>
      </w:r>
      <w:r>
        <w:rPr>
          <w:rtl/>
        </w:rPr>
        <w:t xml:space="preserve">،، </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''جو اس ميں ہيں اس كا ذكر غيبت 'اور جو اس ميں نہيں ہے اسے بيان كرنا تہمت ہي_'' </w:t>
      </w:r>
    </w:p>
    <w:p w:rsidR="00E03C34" w:rsidRDefault="00E03C34" w:rsidP="00FA2B42">
      <w:pPr>
        <w:pStyle w:val="libNormal"/>
        <w:rPr>
          <w:rtl/>
        </w:rPr>
      </w:pPr>
    </w:p>
    <w:p w:rsidR="00E03C34" w:rsidRDefault="00E03C34" w:rsidP="00FA2B42">
      <w:pPr>
        <w:pStyle w:val="Heading2Center"/>
        <w:rPr>
          <w:rtl/>
        </w:rPr>
      </w:pPr>
      <w:bookmarkStart w:id="54" w:name="_Toc521154845"/>
      <w:r w:rsidRPr="00BE3792">
        <w:rPr>
          <w:rtl/>
        </w:rPr>
        <w:t>(2)_قران</w:t>
      </w:r>
      <w:r>
        <w:rPr>
          <w:rtl/>
        </w:rPr>
        <w:t xml:space="preserve"> اور حديث ميں غيبت كى مذمّت :</w:t>
      </w:r>
      <w:bookmarkEnd w:id="54"/>
    </w:p>
    <w:p w:rsidR="00E03C34" w:rsidRDefault="00E03C34" w:rsidP="00FA2B42">
      <w:pPr>
        <w:pStyle w:val="libNormal"/>
        <w:rPr>
          <w:rtl/>
        </w:rPr>
      </w:pPr>
      <w:r>
        <w:rPr>
          <w:rtl/>
        </w:rPr>
        <w:t xml:space="preserve">قران مجيد نے غيبت كى سخت مذمّت كى ہي'اور اسے مردہ بھائي كے گوشت كھانے كے برابر قرار ديا ہي،اور اس سے سختى سے منع فرمايا ہے _ارشاد ہي: </w:t>
      </w:r>
    </w:p>
    <w:p w:rsidR="00E03C34" w:rsidRDefault="00E03C34" w:rsidP="00BE3792">
      <w:pPr>
        <w:pStyle w:val="libNormal"/>
        <w:rPr>
          <w:rtl/>
        </w:rPr>
      </w:pPr>
      <w:r w:rsidRPr="0011489F">
        <w:rPr>
          <w:rStyle w:val="libArabicChar"/>
          <w:rtl/>
        </w:rPr>
        <w:t>''ولا يغتب بعضكم بعضا ايحب احدكم ان يا كل لحم اخي</w:t>
      </w:r>
      <w:r w:rsidR="00FA2B42" w:rsidRPr="00FA2B42">
        <w:rPr>
          <w:rStyle w:val="libArabicChar"/>
          <w:rFonts w:hint="cs"/>
          <w:rtl/>
        </w:rPr>
        <w:t>ه</w:t>
      </w:r>
      <w:r w:rsidRPr="0011489F">
        <w:rPr>
          <w:rStyle w:val="libArabicChar"/>
          <w:rtl/>
        </w:rPr>
        <w:t xml:space="preserve"> </w:t>
      </w:r>
      <w:r w:rsidRPr="0011489F">
        <w:rPr>
          <w:rStyle w:val="libArabicChar"/>
          <w:rFonts w:hint="cs"/>
          <w:rtl/>
        </w:rPr>
        <w:t>ميتا</w:t>
      </w:r>
      <w:r w:rsidRPr="0011489F">
        <w:rPr>
          <w:rStyle w:val="libArabicChar"/>
          <w:rtl/>
        </w:rPr>
        <w:t xml:space="preserve"> </w:t>
      </w:r>
      <w:r w:rsidRPr="0011489F">
        <w:rPr>
          <w:rStyle w:val="libArabicChar"/>
          <w:rFonts w:hint="cs"/>
          <w:rtl/>
        </w:rPr>
        <w:t>فكر</w:t>
      </w:r>
      <w:r w:rsidRPr="0011489F">
        <w:rPr>
          <w:rStyle w:val="libArabicChar"/>
          <w:rtl/>
        </w:rPr>
        <w:t xml:space="preserve"> </w:t>
      </w:r>
      <w:r w:rsidR="00FA2B42" w:rsidRPr="00FA2B42">
        <w:rPr>
          <w:rStyle w:val="libArabicChar"/>
          <w:rFonts w:hint="cs"/>
          <w:rtl/>
        </w:rPr>
        <w:t>ه</w:t>
      </w:r>
      <w:r w:rsidRPr="0011489F">
        <w:rPr>
          <w:rStyle w:val="libArabicChar"/>
          <w:rFonts w:hint="cs"/>
          <w:rtl/>
        </w:rPr>
        <w:t>تمو</w:t>
      </w:r>
      <w:r w:rsidR="00FA2B42" w:rsidRPr="00FA2B42">
        <w:rPr>
          <w:rStyle w:val="libArabicChar"/>
          <w:rFonts w:hint="cs"/>
          <w:rtl/>
        </w:rPr>
        <w:t>ه</w:t>
      </w:r>
      <w:r w:rsidRPr="0011489F">
        <w:rPr>
          <w:rStyle w:val="libArabicChar"/>
          <w:rtl/>
        </w:rPr>
        <w:t>''</w:t>
      </w:r>
      <w:r w:rsidR="00BE3792" w:rsidRPr="00BE3792">
        <w:rPr>
          <w:rStyle w:val="libFootnotenumChar"/>
          <w:rFonts w:hint="cs"/>
          <w:rtl/>
        </w:rPr>
        <w:t>(2)</w:t>
      </w:r>
    </w:p>
    <w:p w:rsidR="00E03C34" w:rsidRDefault="00E03C34" w:rsidP="00FA2B42">
      <w:pPr>
        <w:pStyle w:val="libNormal"/>
        <w:rPr>
          <w:rtl/>
        </w:rPr>
      </w:pPr>
      <w:r>
        <w:rPr>
          <w:rtl/>
        </w:rPr>
        <w:t xml:space="preserve">''تم ميں سے كوئي، كسى كى غيبت نہ كرے ،كيا تم ميں سے كوئي اس بات كو پسند كرتا ہے كہ وہ اپنے مردہ بھائي كا گوشت كھائي؟تم لوگ تو اس سے نفرت كرتے ہو''_ </w:t>
      </w:r>
    </w:p>
    <w:p w:rsidR="00E03C34" w:rsidRDefault="00E03C34" w:rsidP="00FA2B42">
      <w:pPr>
        <w:pStyle w:val="libNormal"/>
        <w:rPr>
          <w:rtl/>
        </w:rPr>
      </w:pPr>
      <w:r>
        <w:rPr>
          <w:rtl/>
        </w:rPr>
        <w:t xml:space="preserve">رسول خدا صّلى اللہ عليہ والہ وسلم سے منقول ہے كہ: </w:t>
      </w:r>
    </w:p>
    <w:p w:rsidR="00E03C34" w:rsidRDefault="00E03C34" w:rsidP="00FA2B42">
      <w:pPr>
        <w:pStyle w:val="libLine"/>
        <w:rPr>
          <w:rtl/>
        </w:rPr>
      </w:pPr>
      <w:r w:rsidRPr="0011489F">
        <w:rPr>
          <w:rStyle w:val="libArabicChar"/>
          <w:rtl/>
        </w:rPr>
        <w:t>''الغيبة اسرع فى دين الرجل المسلم من الاكلت</w:t>
      </w:r>
      <w:r w:rsidR="00FA2B42" w:rsidRPr="00FA2B42">
        <w:rPr>
          <w:rStyle w:val="libArabicChar"/>
          <w:rFonts w:hint="cs"/>
          <w:rtl/>
        </w:rPr>
        <w:t>ه</w:t>
      </w:r>
      <w:r w:rsidRPr="0011489F">
        <w:rPr>
          <w:rStyle w:val="libArabicChar"/>
          <w:rtl/>
        </w:rPr>
        <w:t xml:space="preserve"> </w:t>
      </w:r>
      <w:r w:rsidRPr="0011489F">
        <w:rPr>
          <w:rStyle w:val="libArabicChar"/>
          <w:rFonts w:hint="cs"/>
          <w:rtl/>
        </w:rPr>
        <w:t>فى</w:t>
      </w:r>
      <w:r w:rsidRPr="0011489F">
        <w:rPr>
          <w:rStyle w:val="libArabicChar"/>
          <w:rtl/>
        </w:rPr>
        <w:t xml:space="preserve"> </w:t>
      </w:r>
      <w:r w:rsidRPr="0011489F">
        <w:rPr>
          <w:rStyle w:val="libArabicChar"/>
          <w:rFonts w:hint="cs"/>
          <w:rtl/>
        </w:rPr>
        <w:t>جو</w:t>
      </w:r>
      <w:r w:rsidRPr="0011489F">
        <w:rPr>
          <w:rStyle w:val="libArabicChar"/>
          <w:rtl/>
        </w:rPr>
        <w:t xml:space="preserve"> </w:t>
      </w:r>
      <w:r w:rsidRPr="0011489F">
        <w:rPr>
          <w:rStyle w:val="libArabicChar"/>
          <w:rFonts w:hint="cs"/>
          <w:rtl/>
        </w:rPr>
        <w:t>ف</w:t>
      </w:r>
      <w:r w:rsidR="00FA2B42" w:rsidRPr="00FA2B42">
        <w:rPr>
          <w:rStyle w:val="libArabicChar"/>
          <w:rFonts w:hint="cs"/>
          <w:rtl/>
        </w:rPr>
        <w:t>ه</w:t>
      </w:r>
      <w:r w:rsidRPr="0011489F">
        <w:rPr>
          <w:rStyle w:val="libArabicChar"/>
          <w:rtl/>
        </w:rPr>
        <w:t>''</w:t>
      </w:r>
      <w:r w:rsidR="0006593C">
        <w:rPr>
          <w:rtl/>
        </w:rPr>
        <w:t xml:space="preserve"> </w:t>
      </w:r>
      <w:r w:rsidR="0006593C" w:rsidRPr="00610DB8">
        <w:rPr>
          <w:rStyle w:val="libFootnotenumChar"/>
          <w:rtl/>
        </w:rPr>
        <w:t>(3)</w:t>
      </w:r>
      <w:r w:rsidR="0006593C">
        <w:rPr>
          <w:rtl/>
        </w:rPr>
        <w:t xml:space="preserve"> </w:t>
      </w:r>
      <w:r w:rsidR="0006593C">
        <w:rPr>
          <w:rtl/>
        </w:rPr>
        <w:cr/>
        <w:t xml:space="preserve"> </w:t>
      </w:r>
      <w:r w:rsidR="006B1525" w:rsidRPr="000C7CB7">
        <w:rPr>
          <w:rtl/>
        </w:rPr>
        <w:t>____________________</w:t>
      </w:r>
      <w:r>
        <w:rPr>
          <w:rtl/>
        </w:rPr>
        <w:t xml:space="preserve"> </w:t>
      </w:r>
    </w:p>
    <w:p w:rsidR="00E03C34" w:rsidRDefault="00E03C34" w:rsidP="00FA2B42">
      <w:pPr>
        <w:pStyle w:val="libFootnote"/>
        <w:rPr>
          <w:rtl/>
        </w:rPr>
      </w:pPr>
      <w:r>
        <w:rPr>
          <w:rtl/>
        </w:rPr>
        <w:t>1_ جامع السعادات_ ج 2_ ص 303_ مطبوعہ: بيروت_</w:t>
      </w:r>
    </w:p>
    <w:p w:rsidR="00E03C34" w:rsidRDefault="00E03C34" w:rsidP="00FA2B42">
      <w:pPr>
        <w:pStyle w:val="libFootnote"/>
        <w:rPr>
          <w:rtl/>
        </w:rPr>
      </w:pPr>
      <w:r>
        <w:rPr>
          <w:rtl/>
        </w:rPr>
        <w:t>2_ سورہ حجرات _ آيت 12</w:t>
      </w:r>
    </w:p>
    <w:p w:rsidR="00E03C34" w:rsidRDefault="00E03C34" w:rsidP="00FA2B42">
      <w:pPr>
        <w:pStyle w:val="libFootnote"/>
        <w:rPr>
          <w:rtl/>
        </w:rPr>
      </w:pPr>
      <w:r>
        <w:rPr>
          <w:rtl/>
        </w:rPr>
        <w:t>3_ اصول كافى _ ج 2_ ص 357</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''مسلمان كى دين (كى تباہي)كے لئے غيبت ،اس كے با طن ميں پيداہونے والى بيمارى سے زيادہ مہلك ہوتى ہي''_ </w:t>
      </w:r>
    </w:p>
    <w:p w:rsidR="00E03C34" w:rsidRDefault="00E03C34" w:rsidP="00FA2B42">
      <w:pPr>
        <w:pStyle w:val="libNormal"/>
        <w:rPr>
          <w:rtl/>
        </w:rPr>
      </w:pPr>
      <w:r>
        <w:rPr>
          <w:rtl/>
        </w:rPr>
        <w:t xml:space="preserve">امير المو منين عليہ السّلام فرما تے ہيں -: </w:t>
      </w:r>
    </w:p>
    <w:p w:rsidR="00E03C34" w:rsidRDefault="00E03C34" w:rsidP="00FA2B42">
      <w:pPr>
        <w:pStyle w:val="libNormal"/>
        <w:rPr>
          <w:rtl/>
        </w:rPr>
      </w:pPr>
      <w:r w:rsidRPr="0011489F">
        <w:rPr>
          <w:rStyle w:val="libArabicChar"/>
          <w:rtl/>
        </w:rPr>
        <w:t>''لا تعود نفسك الغيبة فا ن معتاد</w:t>
      </w:r>
      <w:r w:rsidR="00FA2B42" w:rsidRPr="00FA2B42">
        <w:rPr>
          <w:rStyle w:val="libArabicChar"/>
          <w:rFonts w:hint="cs"/>
          <w:rtl/>
        </w:rPr>
        <w:t>ه</w:t>
      </w:r>
      <w:r w:rsidRPr="0011489F">
        <w:rPr>
          <w:rStyle w:val="libArabicChar"/>
          <w:rFonts w:hint="cs"/>
          <w:rtl/>
        </w:rPr>
        <w:t>ا</w:t>
      </w:r>
      <w:r w:rsidRPr="0011489F">
        <w:rPr>
          <w:rStyle w:val="libArabicChar"/>
          <w:rtl/>
        </w:rPr>
        <w:t xml:space="preserve"> </w:t>
      </w:r>
      <w:r w:rsidRPr="0011489F">
        <w:rPr>
          <w:rStyle w:val="libArabicChar"/>
          <w:rFonts w:hint="cs"/>
          <w:rtl/>
        </w:rPr>
        <w:t>عظيم</w:t>
      </w:r>
      <w:r w:rsidRPr="0011489F">
        <w:rPr>
          <w:rStyle w:val="libArabicChar"/>
          <w:rtl/>
        </w:rPr>
        <w:t xml:space="preserve"> </w:t>
      </w:r>
      <w:r w:rsidRPr="0011489F">
        <w:rPr>
          <w:rStyle w:val="libArabicChar"/>
          <w:rFonts w:hint="cs"/>
          <w:rtl/>
        </w:rPr>
        <w:t>الجرم</w:t>
      </w:r>
      <w:r w:rsidRPr="0011489F">
        <w:rPr>
          <w:rStyle w:val="libArabicChar"/>
          <w:rtl/>
        </w:rPr>
        <w:t>''</w:t>
      </w:r>
      <w:r>
        <w:rPr>
          <w:rtl/>
        </w:rPr>
        <w:t xml:space="preserve"> </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''خود كو غيبت كا عادى نہ بنائو،كيونكہ غيبت كے عادى شخص كا جرم بہت سنگين ہي''_ </w:t>
      </w:r>
    </w:p>
    <w:p w:rsidR="00E03C34" w:rsidRDefault="00E03C34" w:rsidP="00FA2B42">
      <w:pPr>
        <w:pStyle w:val="libNormal"/>
        <w:rPr>
          <w:rtl/>
        </w:rPr>
      </w:pPr>
      <w:r>
        <w:rPr>
          <w:rtl/>
        </w:rPr>
        <w:t xml:space="preserve">خدا وند متعال كى عبادت و اطاعت جہاں بذات خود اچّھى اور نيك چيز ہے اور اپنے دامن ميں اخرت كا ثواب ليے ہوئي ہي، وہاں دوسرے نيك كا موں كى انجام دہى كے لئے بھى راہ ہموار كرتى ہے ،اسى طرح معصيت جہاں بذات خود ايك جرم اور گنا ہ ہے اور اپنے ساتھ اخرت كا عذاب بھى ركھتى ہے ،وہاں بہت سے دوسرے نيك كاموں كى تباہى كا موجب بھى بن جا تى ہي_ چنا نچہ حضرت امام جعفر صادق عليہ السلاّم فرماتے ہيں: </w:t>
      </w:r>
    </w:p>
    <w:p w:rsidR="00E03C34" w:rsidRDefault="00E03C34" w:rsidP="00FA2B42">
      <w:pPr>
        <w:pStyle w:val="libNormal"/>
        <w:rPr>
          <w:rtl/>
        </w:rPr>
      </w:pPr>
      <w:r w:rsidRPr="0011489F">
        <w:rPr>
          <w:rStyle w:val="libArabicChar"/>
          <w:rtl/>
        </w:rPr>
        <w:t>'الغيبت</w:t>
      </w:r>
      <w:r w:rsidR="00FA2B42" w:rsidRPr="00FA2B42">
        <w:rPr>
          <w:rStyle w:val="libArabicChar"/>
          <w:rFonts w:hint="cs"/>
          <w:rtl/>
        </w:rPr>
        <w:t>ه</w:t>
      </w:r>
      <w:r w:rsidRPr="0011489F">
        <w:rPr>
          <w:rStyle w:val="libArabicChar"/>
          <w:rtl/>
        </w:rPr>
        <w:t xml:space="preserve"> </w:t>
      </w:r>
      <w:r w:rsidRPr="0011489F">
        <w:rPr>
          <w:rStyle w:val="libArabicChar"/>
          <w:rFonts w:hint="cs"/>
          <w:rtl/>
        </w:rPr>
        <w:t>تاكل</w:t>
      </w:r>
      <w:r w:rsidRPr="0011489F">
        <w:rPr>
          <w:rStyle w:val="libArabicChar"/>
          <w:rtl/>
        </w:rPr>
        <w:t xml:space="preserve"> </w:t>
      </w:r>
      <w:r w:rsidRPr="0011489F">
        <w:rPr>
          <w:rStyle w:val="libArabicChar"/>
          <w:rFonts w:hint="cs"/>
          <w:rtl/>
        </w:rPr>
        <w:t>الحسنات</w:t>
      </w:r>
      <w:r w:rsidRPr="0011489F">
        <w:rPr>
          <w:rStyle w:val="libArabicChar"/>
          <w:rtl/>
        </w:rPr>
        <w:t xml:space="preserve"> </w:t>
      </w:r>
      <w:r w:rsidRPr="0011489F">
        <w:rPr>
          <w:rStyle w:val="libArabicChar"/>
          <w:rFonts w:hint="cs"/>
          <w:rtl/>
        </w:rPr>
        <w:t>كما</w:t>
      </w:r>
      <w:r w:rsidRPr="0011489F">
        <w:rPr>
          <w:rStyle w:val="libArabicChar"/>
          <w:rtl/>
        </w:rPr>
        <w:t xml:space="preserve"> </w:t>
      </w:r>
      <w:r w:rsidRPr="0011489F">
        <w:rPr>
          <w:rStyle w:val="libArabicChar"/>
          <w:rFonts w:hint="cs"/>
          <w:rtl/>
        </w:rPr>
        <w:t>تاكل</w:t>
      </w:r>
      <w:r w:rsidRPr="0011489F">
        <w:rPr>
          <w:rStyle w:val="libArabicChar"/>
          <w:rtl/>
        </w:rPr>
        <w:t xml:space="preserve"> </w:t>
      </w:r>
      <w:r w:rsidRPr="0011489F">
        <w:rPr>
          <w:rStyle w:val="libArabicChar"/>
          <w:rFonts w:hint="cs"/>
          <w:rtl/>
        </w:rPr>
        <w:t>النار</w:t>
      </w:r>
      <w:r w:rsidRPr="0011489F">
        <w:rPr>
          <w:rStyle w:val="libArabicChar"/>
          <w:rtl/>
        </w:rPr>
        <w:t xml:space="preserve"> </w:t>
      </w:r>
      <w:r w:rsidRPr="0011489F">
        <w:rPr>
          <w:rStyle w:val="libArabicChar"/>
          <w:rFonts w:hint="cs"/>
          <w:rtl/>
        </w:rPr>
        <w:t>الحطب</w:t>
      </w:r>
      <w:r>
        <w:rPr>
          <w:rtl/>
        </w:rPr>
        <w:t>_''</w:t>
      </w:r>
      <w:r w:rsidR="00FA5EFA" w:rsidRPr="00610DB8">
        <w:rPr>
          <w:rStyle w:val="libFootnotenumChar"/>
          <w:rtl/>
          <w:lang w:bidi="ar-SA"/>
        </w:rPr>
        <w:t>(2</w:t>
      </w:r>
      <w:r w:rsidR="00610DB8" w:rsidRPr="00610DB8">
        <w:rPr>
          <w:rStyle w:val="libFootnotenumChar"/>
          <w:rtl/>
          <w:lang w:bidi="ar-SA"/>
        </w:rPr>
        <w:t>)</w:t>
      </w:r>
      <w:r w:rsidR="00FA5EFA">
        <w:rPr>
          <w:rtl/>
        </w:rPr>
        <w:t xml:space="preserve"> </w:t>
      </w:r>
      <w:r>
        <w:rPr>
          <w:rtl/>
        </w:rPr>
        <w:t xml:space="preserve">''غيبت نيك كاموں كو ايسے ہى كھا جاتى ہے جيسے اگ لكڑى كو''_ </w:t>
      </w:r>
    </w:p>
    <w:p w:rsidR="00E03C34" w:rsidRDefault="00E03C34" w:rsidP="00FA2B42">
      <w:pPr>
        <w:pStyle w:val="libNormal"/>
        <w:rPr>
          <w:rtl/>
        </w:rPr>
      </w:pPr>
    </w:p>
    <w:p w:rsidR="00E03C34" w:rsidRDefault="00E03C34" w:rsidP="00FA2B42">
      <w:pPr>
        <w:pStyle w:val="Heading2Center"/>
        <w:rPr>
          <w:rtl/>
        </w:rPr>
      </w:pPr>
      <w:bookmarkStart w:id="55" w:name="_Toc521154846"/>
      <w:r w:rsidRPr="00FA2778">
        <w:rPr>
          <w:rtl/>
        </w:rPr>
        <w:t>(3)مومن</w:t>
      </w:r>
      <w:r>
        <w:rPr>
          <w:rtl/>
        </w:rPr>
        <w:t xml:space="preserve"> كى غيبت سے بچنا چاہيي:</w:t>
      </w:r>
      <w:bookmarkEnd w:id="55"/>
    </w:p>
    <w:p w:rsidR="00E03C34" w:rsidRDefault="00E03C34" w:rsidP="00FA2B42">
      <w:pPr>
        <w:pStyle w:val="libNormal"/>
        <w:rPr>
          <w:rtl/>
        </w:rPr>
      </w:pPr>
      <w:r>
        <w:rPr>
          <w:rtl/>
        </w:rPr>
        <w:t xml:space="preserve">مومنين كے درميان برادرى كا رشتہ اس بات كا تقاضا كرتا ہے كہ ايك مومن اپنے بھائي كى نہ صرف جان و مال اور عزّت وابرو كو نقصان نہ پہنچائي'بلكہ دوسرے لوگوں كى </w:t>
      </w:r>
    </w:p>
    <w:p w:rsidR="00E03C34" w:rsidRDefault="00F01BE6" w:rsidP="000C7CB7">
      <w:pPr>
        <w:pStyle w:val="libLine"/>
        <w:rPr>
          <w:rtl/>
        </w:rPr>
      </w:pPr>
      <w:r w:rsidRPr="006B1525">
        <w:rPr>
          <w:rtl/>
        </w:rPr>
        <w:t>____________________</w:t>
      </w:r>
      <w:r w:rsidR="00E03C34">
        <w:rPr>
          <w:rtl/>
        </w:rPr>
        <w:t xml:space="preserve"> </w:t>
      </w:r>
    </w:p>
    <w:p w:rsidR="00E03C34" w:rsidRDefault="00E03C34" w:rsidP="00FA2B42">
      <w:pPr>
        <w:pStyle w:val="libFootnote"/>
        <w:rPr>
          <w:rtl/>
        </w:rPr>
      </w:pPr>
      <w:r>
        <w:rPr>
          <w:rtl/>
        </w:rPr>
        <w:t>1_ شرح غرر الحكم _ ج 6_ ص 293</w:t>
      </w:r>
    </w:p>
    <w:p w:rsidR="00E03C34" w:rsidRDefault="00E03C34" w:rsidP="00FA2B42">
      <w:pPr>
        <w:pStyle w:val="libFootnote"/>
        <w:rPr>
          <w:rtl/>
        </w:rPr>
      </w:pPr>
      <w:r>
        <w:rPr>
          <w:rtl/>
        </w:rPr>
        <w:t>2_ مصباح الشريعہ_ ص 276</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دست درازى كى صورت اس كا دفاع كرے ،اور اس سے اپنے حمايت كا اعلان كري_ </w:t>
      </w:r>
    </w:p>
    <w:p w:rsidR="00E03C34" w:rsidRDefault="00E03C34" w:rsidP="00FA2B42">
      <w:pPr>
        <w:pStyle w:val="libNormal"/>
        <w:rPr>
          <w:rtl/>
        </w:rPr>
      </w:pPr>
      <w:r>
        <w:rPr>
          <w:rtl/>
        </w:rPr>
        <w:t xml:space="preserve">اسى بناپر كسى مومن كے لئے مناسب نہيں ہے كہ وہ اپنے بھائي كى عزّت و ابرو كى پامالى كو ديكھتا رہے ،اگر كوئي نا سمجھ انسان اس كى غيبت كے لئے زبان كھولے تو اسے اس بات سے منع كرنا چاہيئي_حضرت رسول خدا (ص) فرماتے ہيں: </w:t>
      </w:r>
    </w:p>
    <w:p w:rsidR="00E03C34" w:rsidRDefault="00E03C34" w:rsidP="00FA2B42">
      <w:pPr>
        <w:pStyle w:val="libNormal"/>
        <w:rPr>
          <w:rtl/>
        </w:rPr>
      </w:pPr>
      <w:r>
        <w:rPr>
          <w:rtl/>
        </w:rPr>
        <w:t xml:space="preserve">''اگاہ رہو كہ جو شخص كسى محفل ميں اپنے بھائي كى غيبت سني،اسے چاہيے كہ وہ اس پر احسان كر تے ہوئے غيبت كر نے والے كو اس بات سے روكے ،كيو نكہ ايسا كر نے سے خدا وند عالم اس كى پا نچ ہزار برا ئياں دو نوں جہا نوں ميں اس سے دور كرے گا،ليكن اگر قدرت ركھنے كے با وجود ايسا نہ كرے تو غيبت كرنے والے كے گنا ہوں سے ستّر گناہ اور عذاب اس كے حصّے ميں اتے ہيں_''1 </w:t>
      </w:r>
    </w:p>
    <w:p w:rsidR="00E03C34" w:rsidRDefault="00E03C34" w:rsidP="00FA2B42">
      <w:pPr>
        <w:pStyle w:val="libNormal"/>
        <w:rPr>
          <w:rtl/>
        </w:rPr>
      </w:pPr>
    </w:p>
    <w:p w:rsidR="00E03C34" w:rsidRDefault="00E03C34" w:rsidP="00FA2B42">
      <w:pPr>
        <w:pStyle w:val="Heading2Center"/>
        <w:rPr>
          <w:rtl/>
        </w:rPr>
      </w:pPr>
      <w:bookmarkStart w:id="56" w:name="_Toc521154847"/>
      <w:r w:rsidRPr="00FA2778">
        <w:rPr>
          <w:rtl/>
        </w:rPr>
        <w:t>(4)_غيبت</w:t>
      </w:r>
      <w:r>
        <w:rPr>
          <w:rtl/>
        </w:rPr>
        <w:t xml:space="preserve"> كے الات (غيبت كا سر چشمہ):</w:t>
      </w:r>
      <w:bookmarkEnd w:id="56"/>
    </w:p>
    <w:p w:rsidR="00E03C34" w:rsidRDefault="00E03C34" w:rsidP="00FA2B42">
      <w:pPr>
        <w:pStyle w:val="libNormal"/>
        <w:rPr>
          <w:rtl/>
        </w:rPr>
      </w:pPr>
      <w:r>
        <w:rPr>
          <w:rtl/>
        </w:rPr>
        <w:t xml:space="preserve">صرف زبان كى نوك ہى غيبت نہيں كرتى كہ جس سے سننے والے كو رو حانى دكھ ہو تا ہو ، بلكہ ہر قسم كا اشارہ،كنايہ،سر اور ہاتھ پائوں كى وہ تمام حر كتيں بھى غيبت شمار ہوتى ہيںجن سے كسى كى غيبت كا ارادہ كيا جائي_حضرت عائشيہ كہتى ہي: </w:t>
      </w:r>
    </w:p>
    <w:p w:rsidR="00E03C34" w:rsidRDefault="00E03C34" w:rsidP="00FA2B42">
      <w:pPr>
        <w:pStyle w:val="libNormal"/>
        <w:rPr>
          <w:rtl/>
        </w:rPr>
      </w:pPr>
      <w:r>
        <w:rPr>
          <w:rtl/>
        </w:rPr>
        <w:t xml:space="preserve">''ايك دن ايك عورت ہمارے گھر ائي _جب وہ واپس جارہى تھى تو ميںنے ہا تھ كے اشارہے سے كہا كہ اس كا چھو ٹا قد ہي'' </w:t>
      </w:r>
    </w:p>
    <w:p w:rsidR="00E03C34" w:rsidRDefault="00F01BE6" w:rsidP="000C7CB7">
      <w:pPr>
        <w:pStyle w:val="libLine"/>
        <w:rPr>
          <w:rtl/>
        </w:rPr>
      </w:pPr>
      <w:r w:rsidRPr="006B1525">
        <w:rPr>
          <w:rtl/>
        </w:rPr>
        <w:t>____________________</w:t>
      </w:r>
      <w:r w:rsidR="00E03C34">
        <w:rPr>
          <w:rtl/>
        </w:rPr>
        <w:t xml:space="preserve"> </w:t>
      </w:r>
    </w:p>
    <w:p w:rsidR="00E03C34" w:rsidRDefault="00E03C34" w:rsidP="00FA2B42">
      <w:pPr>
        <w:pStyle w:val="libFootnote"/>
        <w:rPr>
          <w:rtl/>
        </w:rPr>
      </w:pPr>
      <w:r>
        <w:rPr>
          <w:rtl/>
        </w:rPr>
        <w:t>1_وسائل الشيعہ_ ج 8_ ص 6</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رسول خدا (ص) نے فر مايا : </w:t>
      </w:r>
    </w:p>
    <w:p w:rsidR="00E03C34" w:rsidRDefault="00E03C34" w:rsidP="00FA2B42">
      <w:pPr>
        <w:pStyle w:val="libNormal"/>
        <w:rPr>
          <w:rtl/>
        </w:rPr>
      </w:pPr>
      <w:r>
        <w:rPr>
          <w:rtl/>
        </w:rPr>
        <w:t xml:space="preserve">''تم نے اس كى غيبت كى ہي_''1 </w:t>
      </w:r>
    </w:p>
    <w:p w:rsidR="00E03C34" w:rsidRDefault="00E03C34" w:rsidP="00FA2B42">
      <w:pPr>
        <w:pStyle w:val="libNormal"/>
        <w:rPr>
          <w:rtl/>
        </w:rPr>
      </w:pPr>
    </w:p>
    <w:p w:rsidR="00E03C34" w:rsidRDefault="00E03C34" w:rsidP="00FA2B42">
      <w:pPr>
        <w:pStyle w:val="Heading2Center"/>
        <w:rPr>
          <w:rtl/>
        </w:rPr>
      </w:pPr>
      <w:bookmarkStart w:id="57" w:name="_Toc521154848"/>
      <w:r w:rsidRPr="00FA2778">
        <w:rPr>
          <w:rtl/>
        </w:rPr>
        <w:t>(5)_غيبت</w:t>
      </w:r>
      <w:r>
        <w:rPr>
          <w:rtl/>
        </w:rPr>
        <w:t xml:space="preserve"> كے اسباب:</w:t>
      </w:r>
      <w:bookmarkEnd w:id="57"/>
    </w:p>
    <w:p w:rsidR="00E03C34" w:rsidRDefault="00E03C34" w:rsidP="00FA2B42">
      <w:pPr>
        <w:pStyle w:val="libNormal"/>
        <w:rPr>
          <w:rtl/>
        </w:rPr>
      </w:pPr>
      <w:r>
        <w:rPr>
          <w:rtl/>
        </w:rPr>
        <w:t xml:space="preserve">غيبت ايك قسم كى روحا نى بيمارى ہي،جس ميں غيبت كر نے والا مختلف اسباب و عوامل كى وجہ سے مبتلا ہو جا تا ہے ،حضرت امام جعفر صادق عليہ السّلام نے ايك روايت ميںاس كے دس اسباب ذكر فرمائے ہيں،ملا حظہ كيجئي: </w:t>
      </w:r>
    </w:p>
    <w:p w:rsidR="00E03C34" w:rsidRDefault="00E03C34" w:rsidP="00FA2B42">
      <w:pPr>
        <w:pStyle w:val="libNormal"/>
        <w:rPr>
          <w:rtl/>
        </w:rPr>
      </w:pPr>
      <w:r w:rsidRPr="0011489F">
        <w:rPr>
          <w:rStyle w:val="libArabicChar"/>
          <w:rtl/>
        </w:rPr>
        <w:t>''واصل الغيبة متنوع بعشرة انواع،شفاء غيظ و مسا عدة قوم و ت</w:t>
      </w:r>
      <w:r w:rsidR="00FA2B42" w:rsidRPr="00FA2B42">
        <w:rPr>
          <w:rStyle w:val="libArabicChar"/>
          <w:rFonts w:hint="cs"/>
          <w:rtl/>
        </w:rPr>
        <w:t>ه</w:t>
      </w:r>
      <w:r w:rsidRPr="0011489F">
        <w:rPr>
          <w:rStyle w:val="libArabicChar"/>
          <w:rFonts w:hint="cs"/>
          <w:rtl/>
        </w:rPr>
        <w:t>مة</w:t>
      </w:r>
      <w:r w:rsidRPr="0011489F">
        <w:rPr>
          <w:rStyle w:val="libArabicChar"/>
          <w:rtl/>
        </w:rPr>
        <w:t xml:space="preserve"> </w:t>
      </w:r>
      <w:r w:rsidRPr="0011489F">
        <w:rPr>
          <w:rStyle w:val="libArabicChar"/>
          <w:rFonts w:hint="cs"/>
          <w:rtl/>
        </w:rPr>
        <w:t>و</w:t>
      </w:r>
      <w:r w:rsidRPr="0011489F">
        <w:rPr>
          <w:rStyle w:val="libArabicChar"/>
          <w:rtl/>
        </w:rPr>
        <w:t xml:space="preserve"> </w:t>
      </w:r>
      <w:r w:rsidRPr="0011489F">
        <w:rPr>
          <w:rStyle w:val="libArabicChar"/>
          <w:rFonts w:hint="cs"/>
          <w:rtl/>
        </w:rPr>
        <w:t>تصديق</w:t>
      </w:r>
      <w:r w:rsidRPr="0011489F">
        <w:rPr>
          <w:rStyle w:val="libArabicChar"/>
          <w:rtl/>
        </w:rPr>
        <w:t xml:space="preserve"> </w:t>
      </w:r>
      <w:r w:rsidRPr="0011489F">
        <w:rPr>
          <w:rStyle w:val="libArabicChar"/>
          <w:rFonts w:hint="cs"/>
          <w:rtl/>
        </w:rPr>
        <w:t>بلا</w:t>
      </w:r>
      <w:r w:rsidRPr="0011489F">
        <w:rPr>
          <w:rStyle w:val="libArabicChar"/>
          <w:rtl/>
        </w:rPr>
        <w:t xml:space="preserve"> </w:t>
      </w:r>
      <w:r w:rsidRPr="0011489F">
        <w:rPr>
          <w:rStyle w:val="libArabicChar"/>
          <w:rFonts w:hint="cs"/>
          <w:rtl/>
        </w:rPr>
        <w:t>خبر</w:t>
      </w:r>
      <w:r w:rsidRPr="0011489F">
        <w:rPr>
          <w:rStyle w:val="libArabicChar"/>
          <w:rtl/>
        </w:rPr>
        <w:t xml:space="preserve"> </w:t>
      </w:r>
      <w:r w:rsidRPr="0011489F">
        <w:rPr>
          <w:rStyle w:val="libArabicChar"/>
          <w:rFonts w:hint="cs"/>
          <w:rtl/>
        </w:rPr>
        <w:t>كشف</w:t>
      </w:r>
      <w:r w:rsidR="00FA2B42" w:rsidRPr="00FA2B42">
        <w:rPr>
          <w:rStyle w:val="libArabicChar"/>
          <w:rFonts w:hint="cs"/>
          <w:rtl/>
        </w:rPr>
        <w:t>ه</w:t>
      </w:r>
      <w:r w:rsidRPr="0011489F">
        <w:rPr>
          <w:rStyle w:val="libArabicChar"/>
          <w:rtl/>
        </w:rPr>
        <w:t xml:space="preserve"> </w:t>
      </w:r>
      <w:r w:rsidRPr="0011489F">
        <w:rPr>
          <w:rStyle w:val="libArabicChar"/>
          <w:rFonts w:hint="cs"/>
          <w:rtl/>
        </w:rPr>
        <w:t>و</w:t>
      </w:r>
      <w:r w:rsidRPr="0011489F">
        <w:rPr>
          <w:rStyle w:val="libArabicChar"/>
          <w:rtl/>
        </w:rPr>
        <w:t xml:space="preserve"> </w:t>
      </w:r>
      <w:r w:rsidRPr="0011489F">
        <w:rPr>
          <w:rStyle w:val="libArabicChar"/>
          <w:rFonts w:hint="cs"/>
          <w:rtl/>
        </w:rPr>
        <w:t>سو</w:t>
      </w:r>
      <w:r w:rsidRPr="0011489F">
        <w:rPr>
          <w:rStyle w:val="libArabicChar"/>
          <w:rtl/>
        </w:rPr>
        <w:t xml:space="preserve"> </w:t>
      </w:r>
      <w:r w:rsidRPr="0011489F">
        <w:rPr>
          <w:rStyle w:val="libArabicChar"/>
          <w:rFonts w:hint="cs"/>
          <w:rtl/>
        </w:rPr>
        <w:t>ء</w:t>
      </w:r>
      <w:r w:rsidRPr="0011489F">
        <w:rPr>
          <w:rStyle w:val="libArabicChar"/>
          <w:rtl/>
        </w:rPr>
        <w:t xml:space="preserve"> </w:t>
      </w:r>
      <w:r w:rsidRPr="0011489F">
        <w:rPr>
          <w:rStyle w:val="libArabicChar"/>
          <w:rFonts w:hint="cs"/>
          <w:rtl/>
        </w:rPr>
        <w:t>ظن</w:t>
      </w:r>
      <w:r w:rsidRPr="0011489F">
        <w:rPr>
          <w:rStyle w:val="libArabicChar"/>
          <w:rtl/>
        </w:rPr>
        <w:t xml:space="preserve"> </w:t>
      </w:r>
      <w:r w:rsidRPr="0011489F">
        <w:rPr>
          <w:rStyle w:val="libArabicChar"/>
          <w:rFonts w:hint="cs"/>
          <w:rtl/>
        </w:rPr>
        <w:t>و</w:t>
      </w:r>
      <w:r w:rsidRPr="0011489F">
        <w:rPr>
          <w:rStyle w:val="libArabicChar"/>
          <w:rtl/>
        </w:rPr>
        <w:t xml:space="preserve"> </w:t>
      </w:r>
      <w:r w:rsidRPr="0011489F">
        <w:rPr>
          <w:rStyle w:val="libArabicChar"/>
          <w:rFonts w:hint="cs"/>
          <w:rtl/>
        </w:rPr>
        <w:t>حسد</w:t>
      </w:r>
      <w:r w:rsidRPr="0011489F">
        <w:rPr>
          <w:rStyle w:val="libArabicChar"/>
          <w:rtl/>
        </w:rPr>
        <w:t xml:space="preserve"> </w:t>
      </w:r>
      <w:r w:rsidRPr="0011489F">
        <w:rPr>
          <w:rStyle w:val="libArabicChar"/>
          <w:rFonts w:hint="cs"/>
          <w:rtl/>
        </w:rPr>
        <w:t>و</w:t>
      </w:r>
      <w:r w:rsidRPr="0011489F">
        <w:rPr>
          <w:rStyle w:val="libArabicChar"/>
          <w:rtl/>
        </w:rPr>
        <w:t xml:space="preserve"> </w:t>
      </w:r>
      <w:r w:rsidRPr="0011489F">
        <w:rPr>
          <w:rStyle w:val="libArabicChar"/>
          <w:rFonts w:hint="cs"/>
          <w:rtl/>
        </w:rPr>
        <w:t>سخرية</w:t>
      </w:r>
      <w:r w:rsidRPr="0011489F">
        <w:rPr>
          <w:rStyle w:val="libArabicChar"/>
          <w:rtl/>
        </w:rPr>
        <w:t xml:space="preserve"> </w:t>
      </w:r>
      <w:r w:rsidRPr="0011489F">
        <w:rPr>
          <w:rStyle w:val="libArabicChar"/>
          <w:rFonts w:hint="cs"/>
          <w:rtl/>
        </w:rPr>
        <w:t>و</w:t>
      </w:r>
      <w:r w:rsidRPr="0011489F">
        <w:rPr>
          <w:rStyle w:val="libArabicChar"/>
          <w:rtl/>
        </w:rPr>
        <w:t xml:space="preserve"> </w:t>
      </w:r>
      <w:r w:rsidRPr="0011489F">
        <w:rPr>
          <w:rStyle w:val="libArabicChar"/>
          <w:rFonts w:hint="cs"/>
          <w:rtl/>
        </w:rPr>
        <w:t>تعجب</w:t>
      </w:r>
      <w:r w:rsidRPr="0011489F">
        <w:rPr>
          <w:rStyle w:val="libArabicChar"/>
          <w:rtl/>
        </w:rPr>
        <w:t xml:space="preserve"> </w:t>
      </w:r>
      <w:r w:rsidRPr="0011489F">
        <w:rPr>
          <w:rStyle w:val="libArabicChar"/>
          <w:rFonts w:hint="cs"/>
          <w:rtl/>
        </w:rPr>
        <w:t>و</w:t>
      </w:r>
      <w:r w:rsidRPr="0011489F">
        <w:rPr>
          <w:rStyle w:val="libArabicChar"/>
          <w:rtl/>
        </w:rPr>
        <w:t xml:space="preserve"> </w:t>
      </w:r>
      <w:r w:rsidRPr="0011489F">
        <w:rPr>
          <w:rStyle w:val="libArabicChar"/>
          <w:rFonts w:hint="cs"/>
          <w:rtl/>
        </w:rPr>
        <w:t>تبرم</w:t>
      </w:r>
      <w:r w:rsidRPr="0011489F">
        <w:rPr>
          <w:rStyle w:val="libArabicChar"/>
          <w:rtl/>
        </w:rPr>
        <w:t xml:space="preserve"> </w:t>
      </w:r>
      <w:r w:rsidRPr="0011489F">
        <w:rPr>
          <w:rStyle w:val="libArabicChar"/>
          <w:rFonts w:hint="cs"/>
          <w:rtl/>
        </w:rPr>
        <w:t>وتزين</w:t>
      </w:r>
      <w:r w:rsidRPr="0011489F">
        <w:rPr>
          <w:rStyle w:val="libArabicChar"/>
          <w:rtl/>
        </w:rPr>
        <w:t>''</w:t>
      </w:r>
      <w:r w:rsidR="0006593C">
        <w:rPr>
          <w:rtl/>
        </w:rPr>
        <w:t xml:space="preserve"> </w:t>
      </w:r>
      <w:r w:rsidR="0006593C" w:rsidRPr="00610DB8">
        <w:rPr>
          <w:rStyle w:val="libFootnotenumChar"/>
          <w:rtl/>
        </w:rPr>
        <w:t>(2)</w:t>
      </w:r>
      <w:r w:rsidR="0006593C">
        <w:rPr>
          <w:rtl/>
        </w:rPr>
        <w:t xml:space="preserve"> </w:t>
      </w:r>
      <w:r w:rsidR="0006593C">
        <w:rPr>
          <w:rtl/>
        </w:rPr>
        <w:cr/>
        <w:t xml:space="preserve"> </w:t>
      </w:r>
      <w:r>
        <w:rPr>
          <w:rtl/>
        </w:rPr>
        <w:t xml:space="preserve">غيبت كے سرزد ہونے كے مند رجہ ذيل دس اسبا ب ہيں: </w:t>
      </w:r>
    </w:p>
    <w:p w:rsidR="00E03C34" w:rsidRDefault="00E03C34" w:rsidP="00FA2B42">
      <w:pPr>
        <w:pStyle w:val="libNormal"/>
        <w:rPr>
          <w:rtl/>
        </w:rPr>
      </w:pPr>
      <w:r>
        <w:rPr>
          <w:rtl/>
        </w:rPr>
        <w:t xml:space="preserve">1) ......غصّہ اور غيظ و غضب جو انسان كے اندر موجود ہو تا ہے ،وہ غيبت كے ذريعہ اسے ٹھنڈا كر كے خود كو تسكين پہنچاتا ہي_ </w:t>
      </w:r>
    </w:p>
    <w:p w:rsidR="00E03C34" w:rsidRDefault="00E03C34" w:rsidP="00FA2B42">
      <w:pPr>
        <w:pStyle w:val="libNormal"/>
        <w:rPr>
          <w:rtl/>
        </w:rPr>
      </w:pPr>
      <w:r>
        <w:rPr>
          <w:rtl/>
        </w:rPr>
        <w:t xml:space="preserve">2) ......غيبت كر نے والوں كے گروہ كے ساتھ تعاون اور انكى مدد كر تا ہي_ </w:t>
      </w:r>
    </w:p>
    <w:p w:rsidR="00E03C34" w:rsidRDefault="00E03C34" w:rsidP="00FA2B42">
      <w:pPr>
        <w:pStyle w:val="libNormal"/>
        <w:rPr>
          <w:rtl/>
        </w:rPr>
      </w:pPr>
      <w:r>
        <w:rPr>
          <w:rtl/>
        </w:rPr>
        <w:t xml:space="preserve">3) ......كسى پر الزام لگانے كے لئے غيبت كا سہارا ليتا ہي_ </w:t>
      </w:r>
    </w:p>
    <w:p w:rsidR="00E03C34" w:rsidRDefault="00E03C34" w:rsidP="00FA2B42">
      <w:pPr>
        <w:pStyle w:val="libNormal"/>
        <w:rPr>
          <w:rtl/>
        </w:rPr>
      </w:pPr>
      <w:r>
        <w:rPr>
          <w:rtl/>
        </w:rPr>
        <w:t xml:space="preserve">4) ......كسى كى با ت كى تحقيق اور چھان بين كئے بغير تصديق كرتا ہے اور اسے سچّا ثا بت كرنے كے لئے غيبت كر تا ہي_ </w:t>
      </w:r>
    </w:p>
    <w:p w:rsidR="00E03C34" w:rsidRDefault="00E03C34" w:rsidP="00FA2B42">
      <w:pPr>
        <w:pStyle w:val="libNormal"/>
        <w:rPr>
          <w:rtl/>
        </w:rPr>
      </w:pPr>
      <w:r>
        <w:rPr>
          <w:rtl/>
        </w:rPr>
        <w:t xml:space="preserve">5) ......دو سروں پر بد گمانى ،اسے غيبت پر اكساتى ہي_ </w:t>
      </w:r>
    </w:p>
    <w:p w:rsidR="00E03C34" w:rsidRDefault="00F01BE6" w:rsidP="000C7CB7">
      <w:pPr>
        <w:pStyle w:val="libLine"/>
        <w:rPr>
          <w:rtl/>
        </w:rPr>
      </w:pPr>
      <w:r w:rsidRPr="006B1525">
        <w:rPr>
          <w:rtl/>
        </w:rPr>
        <w:t>____________________</w:t>
      </w:r>
      <w:r w:rsidR="00E03C34">
        <w:rPr>
          <w:rtl/>
        </w:rPr>
        <w:t xml:space="preserve"> </w:t>
      </w:r>
    </w:p>
    <w:p w:rsidR="00E03C34" w:rsidRDefault="00E03C34" w:rsidP="00FA2B42">
      <w:pPr>
        <w:pStyle w:val="libFootnote"/>
        <w:rPr>
          <w:rtl/>
        </w:rPr>
      </w:pPr>
      <w:r>
        <w:rPr>
          <w:rtl/>
        </w:rPr>
        <w:t>1_ جامع السعادات_ ج 2_ ص 303</w:t>
      </w:r>
    </w:p>
    <w:p w:rsidR="00E03C34" w:rsidRDefault="00E03C34" w:rsidP="00FA2B42">
      <w:pPr>
        <w:pStyle w:val="libFootnote"/>
        <w:rPr>
          <w:rtl/>
        </w:rPr>
      </w:pPr>
      <w:r>
        <w:rPr>
          <w:rtl/>
        </w:rPr>
        <w:t>2_ مصباح الشريعة _ ص 206</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6) ......حسد ،اسے غيبت پر بھڑ كا تا ہي_ </w:t>
      </w:r>
    </w:p>
    <w:p w:rsidR="00E03C34" w:rsidRDefault="00E03C34" w:rsidP="00FA2B42">
      <w:pPr>
        <w:pStyle w:val="libNormal"/>
        <w:rPr>
          <w:rtl/>
        </w:rPr>
      </w:pPr>
      <w:r>
        <w:rPr>
          <w:rtl/>
        </w:rPr>
        <w:t xml:space="preserve">7) ......كسى كا مذاق اڑانے كے لئے اس كى غيبت كرتا_ </w:t>
      </w:r>
    </w:p>
    <w:p w:rsidR="00E03C34" w:rsidRDefault="00E03C34" w:rsidP="00FA2B42">
      <w:pPr>
        <w:pStyle w:val="libNormal"/>
        <w:rPr>
          <w:rtl/>
        </w:rPr>
      </w:pPr>
      <w:r>
        <w:rPr>
          <w:rtl/>
        </w:rPr>
        <w:t xml:space="preserve">8) ......اس كا تعجّب كر نا بھى غيبت ہي_ </w:t>
      </w:r>
    </w:p>
    <w:p w:rsidR="00E03C34" w:rsidRDefault="00E03C34" w:rsidP="00FA2B42">
      <w:pPr>
        <w:pStyle w:val="libNormal"/>
        <w:rPr>
          <w:rtl/>
        </w:rPr>
      </w:pPr>
      <w:r>
        <w:rPr>
          <w:rtl/>
        </w:rPr>
        <w:t xml:space="preserve">9) ......كسى سے تنگدل ہو جا تاہي، تو اس كى غيبت كر تا ہي_ </w:t>
      </w:r>
    </w:p>
    <w:p w:rsidR="00E03C34" w:rsidRDefault="00E03C34" w:rsidP="00FA2B42">
      <w:pPr>
        <w:pStyle w:val="libNormal"/>
        <w:rPr>
          <w:rtl/>
        </w:rPr>
      </w:pPr>
      <w:r>
        <w:rPr>
          <w:rtl/>
        </w:rPr>
        <w:t xml:space="preserve">10) ......اپنى با ت كو بنا سنوار كر پيش كر نے كے لئے كسى كى غيبت كر تا ہي_ </w:t>
      </w:r>
    </w:p>
    <w:p w:rsidR="00E03C34" w:rsidRDefault="00E03C34" w:rsidP="00FA2B42">
      <w:pPr>
        <w:pStyle w:val="libNormal"/>
        <w:rPr>
          <w:rtl/>
        </w:rPr>
      </w:pPr>
    </w:p>
    <w:p w:rsidR="00E03C34" w:rsidRDefault="00E03C34" w:rsidP="00FA2B42">
      <w:pPr>
        <w:pStyle w:val="Heading2Center"/>
        <w:rPr>
          <w:rtl/>
        </w:rPr>
      </w:pPr>
      <w:bookmarkStart w:id="58" w:name="_Toc521154849"/>
      <w:r>
        <w:rPr>
          <w:rtl/>
        </w:rPr>
        <w:t>6)غيبت كا كفا رہ :</w:t>
      </w:r>
      <w:bookmarkEnd w:id="58"/>
    </w:p>
    <w:p w:rsidR="00E03C34" w:rsidRDefault="00E03C34" w:rsidP="00FA2778">
      <w:pPr>
        <w:pStyle w:val="libNormal"/>
        <w:rPr>
          <w:rtl/>
        </w:rPr>
      </w:pPr>
      <w:r>
        <w:rPr>
          <w:rtl/>
        </w:rPr>
        <w:t xml:space="preserve">چو نكہ غيبت خد اكے حرام كردہ امور ميں سے ايك ہے ،لہذا غيبت كر ناحُّق ُاللہ غصب كر نے كے زمرہ ميں اتى ہي،اور چونكہ كسى انسان كى ابرو كو بر با د كر تى ہے لہذا حق النّاس پر تجا وز _ بھى شما ر ہو تى ہي_پس غيبت كر نے والے كو چاہيئے كہ پہلے تو وہ خدا كى با ر گا ہ ميںتوبہ كر ے اور اور اپنے اس گنا ہ كى معا فى مانگے ،تا كہ خدا وند تعالى اس كے اس گنا ہ كو بخش دے اور اس كى توبہ كو قبول كرے ،پھر وہ اس انسان كے حق كاتدارك كرے جس جس كى اس نے غيبت كى ہي،اگر وہ زندہ ہے اور اس تك رسائي ممكن ہے ،اگر اس كے رنجيدہ خا طر يا غصّے ہو نے كا مو جب نہيں بنتا تو اس سے معا فى ما نگے ،بہر حال ہر طريقے سے اسے راضى كر نے كى كو شش كرے _اور اگر وہ اس دنيا سے رخصت ہو گيا ہے يا زندہ ہي،ليكن اس تك رسا ئي مشكل ہے تو خدا سے اس كے لئے گناہوں كى بخشش كى دعا كرے ، اور اگر اس تك رسائي ممكن ہي،ليكن وہ غيبت سن كر نا را ض يا رنجيدہ خا طر ہو جا تا ہي،يا فتنہ كھڑا ہو نے كا با عث ہو تا ہے تو بھى اس كے لئے استغفار اور گناہوں كى بخشش كى دعا كرے _ ايك </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حديث ميں ہے كہ رسول صلّى اللہ عليہ و الہ وسّلم سے كسى نے سوال كيا:''غيبت كا كيا كفّارہ ہي''؟تو انحضرت (ص) نے فرمايا: </w:t>
      </w:r>
    </w:p>
    <w:p w:rsidR="00E03C34" w:rsidRDefault="00E03C34" w:rsidP="00FA2B42">
      <w:pPr>
        <w:pStyle w:val="libNormal"/>
        <w:rPr>
          <w:rtl/>
        </w:rPr>
      </w:pPr>
      <w:r w:rsidRPr="0011489F">
        <w:rPr>
          <w:rStyle w:val="libArabicChar"/>
          <w:rtl/>
        </w:rPr>
        <w:t>''تستغفر الل</w:t>
      </w:r>
      <w:r w:rsidR="00FA2B42" w:rsidRPr="00FA2B42">
        <w:rPr>
          <w:rStyle w:val="libArabicChar"/>
          <w:rFonts w:hint="cs"/>
          <w:rtl/>
        </w:rPr>
        <w:t>ه</w:t>
      </w:r>
      <w:r w:rsidRPr="0011489F">
        <w:rPr>
          <w:rStyle w:val="libArabicChar"/>
          <w:rtl/>
        </w:rPr>
        <w:t xml:space="preserve"> </w:t>
      </w:r>
      <w:r w:rsidRPr="0011489F">
        <w:rPr>
          <w:rStyle w:val="libArabicChar"/>
          <w:rFonts w:hint="cs"/>
          <w:rtl/>
        </w:rPr>
        <w:t>لمن</w:t>
      </w:r>
      <w:r w:rsidRPr="0011489F">
        <w:rPr>
          <w:rStyle w:val="libArabicChar"/>
          <w:rtl/>
        </w:rPr>
        <w:t xml:space="preserve"> </w:t>
      </w:r>
      <w:r w:rsidRPr="0011489F">
        <w:rPr>
          <w:rStyle w:val="libArabicChar"/>
          <w:rFonts w:hint="cs"/>
          <w:rtl/>
        </w:rPr>
        <w:t>اغتبت</w:t>
      </w:r>
      <w:r w:rsidR="00FA2B42" w:rsidRPr="00FA2B42">
        <w:rPr>
          <w:rStyle w:val="libArabicChar"/>
          <w:rFonts w:hint="cs"/>
          <w:rtl/>
        </w:rPr>
        <w:t>ه</w:t>
      </w:r>
      <w:r w:rsidRPr="0011489F">
        <w:rPr>
          <w:rStyle w:val="libArabicChar"/>
          <w:rtl/>
        </w:rPr>
        <w:t xml:space="preserve"> </w:t>
      </w:r>
      <w:r w:rsidRPr="0011489F">
        <w:rPr>
          <w:rStyle w:val="libArabicChar"/>
          <w:rFonts w:hint="cs"/>
          <w:rtl/>
        </w:rPr>
        <w:t>كلما</w:t>
      </w:r>
      <w:r w:rsidRPr="0011489F">
        <w:rPr>
          <w:rStyle w:val="libArabicChar"/>
          <w:rtl/>
        </w:rPr>
        <w:t xml:space="preserve"> </w:t>
      </w:r>
      <w:r w:rsidRPr="0011489F">
        <w:rPr>
          <w:rStyle w:val="libArabicChar"/>
          <w:rFonts w:hint="cs"/>
          <w:rtl/>
        </w:rPr>
        <w:t>ذكرت</w:t>
      </w:r>
      <w:r w:rsidR="00FA2B42" w:rsidRPr="00FA2B42">
        <w:rPr>
          <w:rStyle w:val="libArabicChar"/>
          <w:rFonts w:hint="cs"/>
          <w:rtl/>
        </w:rPr>
        <w:t>ه</w:t>
      </w:r>
      <w:r w:rsidRPr="0011489F">
        <w:rPr>
          <w:rStyle w:val="libArabicChar"/>
          <w:rtl/>
        </w:rPr>
        <w:t>''</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''يعنى جب بھى تم اس شخص كو ياد كرتے ہو جس كى غيبت كى ہے ، تو اس كے لئے خدا سے استغفار كرو''_ </w:t>
      </w:r>
    </w:p>
    <w:p w:rsidR="00E03C34" w:rsidRDefault="00E03C34" w:rsidP="00FA2B42">
      <w:pPr>
        <w:pStyle w:val="libNormal"/>
        <w:rPr>
          <w:rtl/>
        </w:rPr>
      </w:pPr>
      <w:r>
        <w:rPr>
          <w:rtl/>
        </w:rPr>
        <w:t xml:space="preserve">حضرت امام جعفر صادق عليہ السّلام فرماتے ہيں: </w:t>
      </w:r>
    </w:p>
    <w:p w:rsidR="00E03C34" w:rsidRDefault="00E03C34" w:rsidP="00FA2B42">
      <w:pPr>
        <w:pStyle w:val="libNormal"/>
        <w:rPr>
          <w:rtl/>
        </w:rPr>
      </w:pPr>
      <w:r w:rsidRPr="0011489F">
        <w:rPr>
          <w:rStyle w:val="libArabicChar"/>
          <w:rtl/>
        </w:rPr>
        <w:t>''فان اغتبت فبلغ المغتاب فاستحل من</w:t>
      </w:r>
      <w:r w:rsidR="00FA2B42" w:rsidRPr="00FA2B42">
        <w:rPr>
          <w:rStyle w:val="libArabicChar"/>
          <w:rFonts w:hint="cs"/>
          <w:rtl/>
        </w:rPr>
        <w:t>ه</w:t>
      </w:r>
      <w:r w:rsidRPr="0011489F">
        <w:rPr>
          <w:rStyle w:val="libArabicChar"/>
          <w:rtl/>
        </w:rPr>
        <w:t xml:space="preserve"> </w:t>
      </w:r>
      <w:r w:rsidRPr="0011489F">
        <w:rPr>
          <w:rStyle w:val="libArabicChar"/>
          <w:rFonts w:hint="cs"/>
          <w:rtl/>
        </w:rPr>
        <w:t>وان</w:t>
      </w:r>
      <w:r w:rsidRPr="0011489F">
        <w:rPr>
          <w:rStyle w:val="libArabicChar"/>
          <w:rtl/>
        </w:rPr>
        <w:t xml:space="preserve"> </w:t>
      </w:r>
      <w:r w:rsidRPr="0011489F">
        <w:rPr>
          <w:rStyle w:val="libArabicChar"/>
          <w:rFonts w:hint="cs"/>
          <w:rtl/>
        </w:rPr>
        <w:t>لم</w:t>
      </w:r>
      <w:r w:rsidRPr="0011489F">
        <w:rPr>
          <w:rStyle w:val="libArabicChar"/>
          <w:rtl/>
        </w:rPr>
        <w:t xml:space="preserve"> </w:t>
      </w:r>
      <w:r w:rsidRPr="0011489F">
        <w:rPr>
          <w:rStyle w:val="libArabicChar"/>
          <w:rFonts w:hint="cs"/>
          <w:rtl/>
        </w:rPr>
        <w:t>تبلغ</w:t>
      </w:r>
      <w:r w:rsidR="00FA2B42" w:rsidRPr="00FA2B42">
        <w:rPr>
          <w:rStyle w:val="libArabicChar"/>
          <w:rFonts w:hint="cs"/>
          <w:rtl/>
        </w:rPr>
        <w:t>ه</w:t>
      </w:r>
      <w:r w:rsidRPr="0011489F">
        <w:rPr>
          <w:rStyle w:val="libArabicChar"/>
          <w:rtl/>
        </w:rPr>
        <w:t xml:space="preserve"> ولم تلحق</w:t>
      </w:r>
      <w:r w:rsidR="00FA2B42" w:rsidRPr="00FA2B42">
        <w:rPr>
          <w:rStyle w:val="libArabicChar"/>
          <w:rFonts w:hint="cs"/>
          <w:rtl/>
        </w:rPr>
        <w:t>ه</w:t>
      </w:r>
      <w:r w:rsidRPr="0011489F">
        <w:rPr>
          <w:rStyle w:val="libArabicChar"/>
          <w:rtl/>
        </w:rPr>
        <w:t xml:space="preserve"> </w:t>
      </w:r>
      <w:r w:rsidRPr="0011489F">
        <w:rPr>
          <w:rStyle w:val="libArabicChar"/>
          <w:rFonts w:hint="cs"/>
          <w:rtl/>
        </w:rPr>
        <w:t>فاستغفر</w:t>
      </w:r>
      <w:r w:rsidRPr="0011489F">
        <w:rPr>
          <w:rStyle w:val="libArabicChar"/>
          <w:rtl/>
        </w:rPr>
        <w:t xml:space="preserve"> </w:t>
      </w:r>
      <w:r w:rsidRPr="0011489F">
        <w:rPr>
          <w:rStyle w:val="libArabicChar"/>
          <w:rFonts w:hint="cs"/>
          <w:rtl/>
        </w:rPr>
        <w:t>الل</w:t>
      </w:r>
      <w:r w:rsidR="00FA2B42" w:rsidRPr="00FA2B42">
        <w:rPr>
          <w:rStyle w:val="libArabicChar"/>
          <w:rFonts w:hint="cs"/>
          <w:rtl/>
        </w:rPr>
        <w:t>ه</w:t>
      </w:r>
      <w:r w:rsidRPr="0011489F">
        <w:rPr>
          <w:rStyle w:val="libArabicChar"/>
          <w:rtl/>
        </w:rPr>
        <w:t xml:space="preserve"> </w:t>
      </w:r>
      <w:r w:rsidRPr="0011489F">
        <w:rPr>
          <w:rStyle w:val="libArabicChar"/>
          <w:rFonts w:hint="cs"/>
          <w:rtl/>
        </w:rPr>
        <w:t>ل</w:t>
      </w:r>
      <w:r w:rsidR="00FA2B42" w:rsidRPr="00FA2B42">
        <w:rPr>
          <w:rStyle w:val="libArabicChar"/>
          <w:rFonts w:hint="cs"/>
          <w:rtl/>
        </w:rPr>
        <w:t>ه</w:t>
      </w:r>
      <w:r w:rsidRPr="0011489F">
        <w:rPr>
          <w:rStyle w:val="libArabicChar"/>
          <w:rtl/>
        </w:rPr>
        <w:t>''</w:t>
      </w:r>
      <w:r w:rsidR="0006593C">
        <w:rPr>
          <w:rtl/>
        </w:rPr>
        <w:t xml:space="preserve"> </w:t>
      </w:r>
      <w:r w:rsidR="0006593C" w:rsidRPr="00610DB8">
        <w:rPr>
          <w:rStyle w:val="libFootnotenumChar"/>
          <w:rtl/>
        </w:rPr>
        <w:t>(2)</w:t>
      </w:r>
      <w:r w:rsidR="0006593C">
        <w:rPr>
          <w:rtl/>
        </w:rPr>
        <w:t xml:space="preserve"> </w:t>
      </w:r>
      <w:r w:rsidR="0006593C">
        <w:rPr>
          <w:rtl/>
        </w:rPr>
        <w:cr/>
        <w:t xml:space="preserve"> </w:t>
      </w:r>
      <w:r>
        <w:rPr>
          <w:rtl/>
        </w:rPr>
        <w:t xml:space="preserve">'' اگر تم نے كسى كى غيبت كى ہے اور وہ اس كے كان تك جا پہنچى ہے تو تم اس سے معافى مانگ كر بخشش طلب كر ليا كرو ، اور اگراس تك نہيں پہنچى ہو تو اس كے لئے خدا سے دعائے مغفرت كرو'' _ </w:t>
      </w:r>
    </w:p>
    <w:p w:rsidR="00E03C34" w:rsidRDefault="00E03C34" w:rsidP="00FA2B42">
      <w:pPr>
        <w:pStyle w:val="libNormal"/>
        <w:rPr>
          <w:rtl/>
        </w:rPr>
      </w:pPr>
    </w:p>
    <w:p w:rsidR="00E03C34" w:rsidRDefault="00E03C34" w:rsidP="00FA2B42">
      <w:pPr>
        <w:pStyle w:val="Heading2Center"/>
        <w:rPr>
          <w:rtl/>
        </w:rPr>
      </w:pPr>
      <w:bookmarkStart w:id="59" w:name="_Toc521154850"/>
      <w:r>
        <w:rPr>
          <w:rtl/>
        </w:rPr>
        <w:t>قرآن و حديث ميں تہمت كى مذمّت :</w:t>
      </w:r>
      <w:bookmarkEnd w:id="59"/>
    </w:p>
    <w:p w:rsidR="00E03C34" w:rsidRDefault="00E03C34" w:rsidP="00FA2B42">
      <w:pPr>
        <w:pStyle w:val="libNormal"/>
        <w:rPr>
          <w:rtl/>
        </w:rPr>
      </w:pPr>
      <w:r>
        <w:rPr>
          <w:rtl/>
        </w:rPr>
        <w:t xml:space="preserve">جو برائياں ہم نے غيبت كے لئے ذكر كى ہيں وہ سب تہمت كو بھى شامل ہيں، علاوہ بريں تہمت لگانے والا جانتا ہے كہ جو متہَّم كى طرف نسبت دے رہا ہے وہ جھوٹى اور حقيقت كے خلاف ہے _ </w:t>
      </w:r>
    </w:p>
    <w:p w:rsidR="00E03C34" w:rsidRDefault="00E03C34" w:rsidP="00FA2B42">
      <w:pPr>
        <w:pStyle w:val="libNormal"/>
        <w:rPr>
          <w:rtl/>
        </w:rPr>
      </w:pPr>
      <w:r>
        <w:rPr>
          <w:rtl/>
        </w:rPr>
        <w:t xml:space="preserve">قران مجيد نے تہمت كو ''اثم مبين''(كھلا گناہ)كے نام سے ياد كيا ہي،اور خبر دار كيا ہے كہ تہمت لگانے والا اچھى طرح جا نتا ہے كہ وہ جو كام كر ر ہا ہے وہ نا جائز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اصول كافي_ ج2 ص 357</w:t>
      </w:r>
    </w:p>
    <w:p w:rsidR="00E03C34" w:rsidRDefault="00E03C34" w:rsidP="00FA2B42">
      <w:pPr>
        <w:pStyle w:val="libFootnote"/>
        <w:rPr>
          <w:rtl/>
        </w:rPr>
      </w:pPr>
      <w:r>
        <w:rPr>
          <w:rtl/>
        </w:rPr>
        <w:t>2_ مصباح الشريعہ_ ص 205</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اور گناہ ہي،قر ان مجيد كا ارشادہي: </w:t>
      </w:r>
    </w:p>
    <w:p w:rsidR="00E03C34" w:rsidRDefault="0006593C" w:rsidP="00FA2B42">
      <w:pPr>
        <w:pStyle w:val="libNormal"/>
        <w:rPr>
          <w:rtl/>
        </w:rPr>
      </w:pPr>
      <w:r>
        <w:rPr>
          <w:rStyle w:val="libAieChar"/>
          <w:rtl/>
        </w:rPr>
        <w:t xml:space="preserve"> </w:t>
      </w:r>
      <w:r w:rsidRPr="0006593C">
        <w:rPr>
          <w:rStyle w:val="libAlaemChar"/>
          <w:rtl/>
        </w:rPr>
        <w:t>(</w:t>
      </w:r>
      <w:r w:rsidRPr="0011489F">
        <w:rPr>
          <w:rStyle w:val="libAieChar"/>
          <w:rtl/>
        </w:rPr>
        <w:t>والذين يو ذون المو منين والمومنات بغير ما اكتسبوا فقد احتملو اب</w:t>
      </w:r>
      <w:r w:rsidRPr="00FA2B42">
        <w:rPr>
          <w:rStyle w:val="libAieChar"/>
          <w:rFonts w:hint="cs"/>
          <w:rtl/>
        </w:rPr>
        <w:t>ه</w:t>
      </w:r>
      <w:r w:rsidRPr="0011489F">
        <w:rPr>
          <w:rStyle w:val="libAieChar"/>
          <w:rFonts w:hint="cs"/>
          <w:rtl/>
        </w:rPr>
        <w:t>تانا</w:t>
      </w:r>
      <w:r w:rsidRPr="0011489F">
        <w:rPr>
          <w:rStyle w:val="libAieChar"/>
          <w:rtl/>
        </w:rPr>
        <w:t xml:space="preserve"> </w:t>
      </w:r>
      <w:r w:rsidRPr="0011489F">
        <w:rPr>
          <w:rStyle w:val="libAieChar"/>
          <w:rFonts w:hint="cs"/>
          <w:rtl/>
        </w:rPr>
        <w:t>وا</w:t>
      </w:r>
      <w:r w:rsidRPr="0011489F">
        <w:rPr>
          <w:rStyle w:val="libAieChar"/>
          <w:rtl/>
        </w:rPr>
        <w:t xml:space="preserve"> </w:t>
      </w:r>
      <w:r w:rsidRPr="0011489F">
        <w:rPr>
          <w:rStyle w:val="libAieChar"/>
          <w:rFonts w:hint="cs"/>
          <w:rtl/>
        </w:rPr>
        <w:t>ثما</w:t>
      </w:r>
      <w:r w:rsidRPr="0011489F">
        <w:rPr>
          <w:rStyle w:val="libAieChar"/>
          <w:rtl/>
        </w:rPr>
        <w:t xml:space="preserve"> </w:t>
      </w:r>
      <w:r w:rsidRPr="0011489F">
        <w:rPr>
          <w:rStyle w:val="libAieChar"/>
          <w:rFonts w:hint="cs"/>
          <w:rtl/>
        </w:rPr>
        <w:t>مبينا</w:t>
      </w:r>
      <w:r w:rsidRPr="0011489F">
        <w:rPr>
          <w:rStyle w:val="libAieChar"/>
          <w:rtl/>
        </w:rPr>
        <w:t>''</w:t>
      </w:r>
      <w:r>
        <w:rPr>
          <w:rStyle w:val="libAieChar"/>
          <w:rtl/>
        </w:rPr>
        <w:t xml:space="preserve"> </w:t>
      </w:r>
      <w:r w:rsidR="000C7CB7" w:rsidRPr="000C7CB7">
        <w:rPr>
          <w:rStyle w:val="libAlaemChar"/>
          <w:rtl/>
        </w:rPr>
        <w:t>)</w:t>
      </w:r>
      <w:r>
        <w:rPr>
          <w:rtl/>
        </w:rPr>
        <w:t xml:space="preserve"> </w:t>
      </w:r>
      <w:r w:rsidRPr="00610DB8">
        <w:rPr>
          <w:rStyle w:val="libFootnotenumChar"/>
          <w:rtl/>
        </w:rPr>
        <w:t>(1)</w:t>
      </w:r>
      <w:r>
        <w:rPr>
          <w:rtl/>
        </w:rPr>
        <w:t xml:space="preserve"> </w:t>
      </w:r>
      <w:r>
        <w:rPr>
          <w:rtl/>
        </w:rPr>
        <w:cr/>
        <w:t xml:space="preserve"> </w:t>
      </w:r>
      <w:r w:rsidR="00E03C34">
        <w:rPr>
          <w:rtl/>
        </w:rPr>
        <w:t xml:space="preserve">''جو لوگ مومن مر دوں اور عورتوں كو ان كے نا كر دہ گنا ہوں كى وجہ سے تكليف پہنچاتے ہيں، وہ بھتان اور كھلم كھلّا گناہ كے متحمل ہو تے ہيں_'' </w:t>
      </w:r>
    </w:p>
    <w:p w:rsidR="00E03C34" w:rsidRDefault="00E03C34" w:rsidP="00FA2B42">
      <w:pPr>
        <w:pStyle w:val="libNormal"/>
        <w:rPr>
          <w:rtl/>
        </w:rPr>
      </w:pPr>
      <w:r>
        <w:rPr>
          <w:rtl/>
        </w:rPr>
        <w:t xml:space="preserve">حضرت امام جعفر صادق _نے تہمت كو دين و ايمان كے تباہ كر نے والے مادّہ كا نام ديا ہي،فر ماتے ہيں: </w:t>
      </w:r>
    </w:p>
    <w:p w:rsidR="00E03C34" w:rsidRDefault="00E03C34" w:rsidP="00FA2B42">
      <w:pPr>
        <w:pStyle w:val="libNormal"/>
        <w:rPr>
          <w:rtl/>
        </w:rPr>
      </w:pPr>
      <w:r w:rsidRPr="0011489F">
        <w:rPr>
          <w:rStyle w:val="libArabicChar"/>
          <w:rtl/>
        </w:rPr>
        <w:t>''اذا ات</w:t>
      </w:r>
      <w:r w:rsidR="00FA2B42" w:rsidRPr="00FA2B42">
        <w:rPr>
          <w:rStyle w:val="libArabicChar"/>
          <w:rFonts w:hint="cs"/>
          <w:rtl/>
        </w:rPr>
        <w:t>ه</w:t>
      </w:r>
      <w:r w:rsidRPr="0011489F">
        <w:rPr>
          <w:rStyle w:val="libArabicChar"/>
          <w:rFonts w:hint="cs"/>
          <w:rtl/>
        </w:rPr>
        <w:t>م</w:t>
      </w:r>
      <w:r w:rsidRPr="0011489F">
        <w:rPr>
          <w:rStyle w:val="libArabicChar"/>
          <w:rtl/>
        </w:rPr>
        <w:t xml:space="preserve"> </w:t>
      </w:r>
      <w:r w:rsidRPr="0011489F">
        <w:rPr>
          <w:rStyle w:val="libArabicChar"/>
          <w:rFonts w:hint="cs"/>
          <w:rtl/>
        </w:rPr>
        <w:t>الم</w:t>
      </w:r>
      <w:r w:rsidRPr="0011489F">
        <w:rPr>
          <w:rStyle w:val="libArabicChar"/>
          <w:rtl/>
        </w:rPr>
        <w:t>ومن اخا</w:t>
      </w:r>
      <w:r w:rsidR="00FA2B42" w:rsidRPr="00FA2B42">
        <w:rPr>
          <w:rStyle w:val="libArabicChar"/>
          <w:rFonts w:hint="cs"/>
          <w:rtl/>
        </w:rPr>
        <w:t>ه</w:t>
      </w:r>
      <w:r w:rsidRPr="0011489F">
        <w:rPr>
          <w:rStyle w:val="libArabicChar"/>
          <w:rtl/>
        </w:rPr>
        <w:t xml:space="preserve"> </w:t>
      </w:r>
      <w:r w:rsidRPr="0011489F">
        <w:rPr>
          <w:rStyle w:val="libArabicChar"/>
          <w:rFonts w:hint="cs"/>
          <w:rtl/>
        </w:rPr>
        <w:t>انماث</w:t>
      </w:r>
      <w:r w:rsidRPr="0011489F">
        <w:rPr>
          <w:rStyle w:val="libArabicChar"/>
          <w:rtl/>
        </w:rPr>
        <w:t xml:space="preserve"> </w:t>
      </w:r>
      <w:r w:rsidRPr="0011489F">
        <w:rPr>
          <w:rStyle w:val="libArabicChar"/>
          <w:rFonts w:hint="cs"/>
          <w:rtl/>
        </w:rPr>
        <w:t>الايمان</w:t>
      </w:r>
      <w:r w:rsidRPr="0011489F">
        <w:rPr>
          <w:rStyle w:val="libArabicChar"/>
          <w:rtl/>
        </w:rPr>
        <w:t xml:space="preserve"> </w:t>
      </w:r>
      <w:r w:rsidRPr="0011489F">
        <w:rPr>
          <w:rStyle w:val="libArabicChar"/>
          <w:rFonts w:hint="cs"/>
          <w:rtl/>
        </w:rPr>
        <w:t>من</w:t>
      </w:r>
      <w:r w:rsidRPr="0011489F">
        <w:rPr>
          <w:rStyle w:val="libArabicChar"/>
          <w:rtl/>
        </w:rPr>
        <w:t xml:space="preserve"> </w:t>
      </w:r>
      <w:r w:rsidRPr="0011489F">
        <w:rPr>
          <w:rStyle w:val="libArabicChar"/>
          <w:rFonts w:hint="cs"/>
          <w:rtl/>
        </w:rPr>
        <w:t>قبل</w:t>
      </w:r>
      <w:r w:rsidR="00FA2B42" w:rsidRPr="00FA2B42">
        <w:rPr>
          <w:rStyle w:val="libArabicChar"/>
          <w:rFonts w:hint="cs"/>
          <w:rtl/>
        </w:rPr>
        <w:t>ه</w:t>
      </w:r>
      <w:r w:rsidRPr="0011489F">
        <w:rPr>
          <w:rStyle w:val="libArabicChar"/>
          <w:rtl/>
        </w:rPr>
        <w:t xml:space="preserve"> </w:t>
      </w:r>
      <w:r w:rsidRPr="0011489F">
        <w:rPr>
          <w:rStyle w:val="libArabicChar"/>
          <w:rFonts w:hint="cs"/>
          <w:rtl/>
        </w:rPr>
        <w:t>كما</w:t>
      </w:r>
      <w:r w:rsidRPr="0011489F">
        <w:rPr>
          <w:rStyle w:val="libArabicChar"/>
          <w:rtl/>
        </w:rPr>
        <w:t xml:space="preserve"> </w:t>
      </w:r>
      <w:r w:rsidRPr="0011489F">
        <w:rPr>
          <w:rStyle w:val="libArabicChar"/>
          <w:rFonts w:hint="cs"/>
          <w:rtl/>
        </w:rPr>
        <w:t>ينماث</w:t>
      </w:r>
      <w:r w:rsidRPr="0011489F">
        <w:rPr>
          <w:rStyle w:val="libArabicChar"/>
          <w:rtl/>
        </w:rPr>
        <w:t xml:space="preserve"> </w:t>
      </w:r>
      <w:r w:rsidRPr="0011489F">
        <w:rPr>
          <w:rStyle w:val="libArabicChar"/>
          <w:rFonts w:hint="cs"/>
          <w:rtl/>
        </w:rPr>
        <w:t>الملح</w:t>
      </w:r>
      <w:r w:rsidRPr="0011489F">
        <w:rPr>
          <w:rStyle w:val="libArabicChar"/>
          <w:rtl/>
        </w:rPr>
        <w:t xml:space="preserve"> </w:t>
      </w:r>
      <w:r w:rsidRPr="0011489F">
        <w:rPr>
          <w:rStyle w:val="libArabicChar"/>
          <w:rFonts w:hint="cs"/>
          <w:rtl/>
        </w:rPr>
        <w:t>فى</w:t>
      </w:r>
      <w:r w:rsidRPr="0011489F">
        <w:rPr>
          <w:rStyle w:val="libArabicChar"/>
          <w:rtl/>
        </w:rPr>
        <w:t xml:space="preserve"> </w:t>
      </w:r>
      <w:r w:rsidRPr="0011489F">
        <w:rPr>
          <w:rStyle w:val="libArabicChar"/>
          <w:rFonts w:hint="cs"/>
          <w:rtl/>
        </w:rPr>
        <w:t>المائ</w:t>
      </w:r>
      <w:r w:rsidRPr="0011489F">
        <w:rPr>
          <w:rStyle w:val="libArabicChar"/>
          <w:rtl/>
        </w:rPr>
        <w:t>''</w:t>
      </w:r>
      <w:r w:rsidR="0006593C">
        <w:rPr>
          <w:rtl/>
        </w:rPr>
        <w:t xml:space="preserve"> </w:t>
      </w:r>
      <w:r w:rsidR="0006593C" w:rsidRPr="00610DB8">
        <w:rPr>
          <w:rStyle w:val="libFootnotenumChar"/>
          <w:rtl/>
        </w:rPr>
        <w:t>(2)</w:t>
      </w:r>
      <w:r w:rsidR="0006593C">
        <w:rPr>
          <w:rtl/>
        </w:rPr>
        <w:t xml:space="preserve"> </w:t>
      </w:r>
      <w:r w:rsidR="0006593C">
        <w:rPr>
          <w:rtl/>
        </w:rPr>
        <w:cr/>
        <w:t xml:space="preserve"> </w:t>
      </w:r>
      <w:r>
        <w:rPr>
          <w:rtl/>
        </w:rPr>
        <w:t xml:space="preserve">''جب مو من اپنے كسى بھائي پر تہمت لگاتا ہے تو اس كے دل سے ايمان يوں نيست ونابود ہو جاتا ہے جس طرح نمك پانى ميں گُھل جا تا ہي_'' </w:t>
      </w:r>
    </w:p>
    <w:p w:rsidR="00E03C34" w:rsidRDefault="00E03C34" w:rsidP="00FA2B42">
      <w:pPr>
        <w:pStyle w:val="libNormal"/>
        <w:rPr>
          <w:rtl/>
        </w:rPr>
      </w:pPr>
      <w:r>
        <w:rPr>
          <w:rtl/>
        </w:rPr>
        <w:t xml:space="preserve">حضرت امام ر ضا عليہ السّلام فر ما تے ہيں كہ رسول خدا (ص) نے فر مايا: </w:t>
      </w:r>
    </w:p>
    <w:p w:rsidR="00E03C34" w:rsidRDefault="00E03C34" w:rsidP="00FA2B42">
      <w:pPr>
        <w:pStyle w:val="libNormal"/>
        <w:rPr>
          <w:rtl/>
        </w:rPr>
      </w:pPr>
      <w:r w:rsidRPr="0011489F">
        <w:rPr>
          <w:rStyle w:val="libArabicChar"/>
          <w:rtl/>
        </w:rPr>
        <w:t>''من ب</w:t>
      </w:r>
      <w:r w:rsidR="00FA2B42" w:rsidRPr="00FA2B42">
        <w:rPr>
          <w:rStyle w:val="libArabicChar"/>
          <w:rFonts w:hint="cs"/>
          <w:rtl/>
        </w:rPr>
        <w:t>ه</w:t>
      </w:r>
      <w:r w:rsidRPr="0011489F">
        <w:rPr>
          <w:rStyle w:val="libArabicChar"/>
          <w:rFonts w:hint="cs"/>
          <w:rtl/>
        </w:rPr>
        <w:t>ت</w:t>
      </w:r>
      <w:r w:rsidRPr="0011489F">
        <w:rPr>
          <w:rStyle w:val="libArabicChar"/>
          <w:rtl/>
        </w:rPr>
        <w:t xml:space="preserve"> </w:t>
      </w:r>
      <w:r w:rsidRPr="0011489F">
        <w:rPr>
          <w:rStyle w:val="libArabicChar"/>
          <w:rFonts w:hint="cs"/>
          <w:rtl/>
        </w:rPr>
        <w:t>مو</w:t>
      </w:r>
      <w:r w:rsidRPr="0011489F">
        <w:rPr>
          <w:rStyle w:val="libArabicChar"/>
          <w:rtl/>
        </w:rPr>
        <w:t xml:space="preserve"> </w:t>
      </w:r>
      <w:r w:rsidRPr="0011489F">
        <w:rPr>
          <w:rStyle w:val="libArabicChar"/>
          <w:rFonts w:hint="cs"/>
          <w:rtl/>
        </w:rPr>
        <w:t>منا</w:t>
      </w:r>
      <w:r w:rsidRPr="0011489F">
        <w:rPr>
          <w:rStyle w:val="libArabicChar"/>
          <w:rtl/>
        </w:rPr>
        <w:t xml:space="preserve"> </w:t>
      </w:r>
      <w:r w:rsidRPr="0011489F">
        <w:rPr>
          <w:rStyle w:val="libArabicChar"/>
          <w:rFonts w:hint="cs"/>
          <w:rtl/>
        </w:rPr>
        <w:t>او</w:t>
      </w:r>
      <w:r w:rsidRPr="0011489F">
        <w:rPr>
          <w:rStyle w:val="libArabicChar"/>
          <w:rtl/>
        </w:rPr>
        <w:t xml:space="preserve"> </w:t>
      </w:r>
      <w:r w:rsidRPr="0011489F">
        <w:rPr>
          <w:rStyle w:val="libArabicChar"/>
          <w:rFonts w:hint="cs"/>
          <w:rtl/>
        </w:rPr>
        <w:t>مو</w:t>
      </w:r>
      <w:r w:rsidRPr="0011489F">
        <w:rPr>
          <w:rStyle w:val="libArabicChar"/>
          <w:rtl/>
        </w:rPr>
        <w:t xml:space="preserve"> </w:t>
      </w:r>
      <w:r w:rsidRPr="0011489F">
        <w:rPr>
          <w:rStyle w:val="libArabicChar"/>
          <w:rFonts w:hint="cs"/>
          <w:rtl/>
        </w:rPr>
        <w:t>منة</w:t>
      </w:r>
      <w:r w:rsidRPr="0011489F">
        <w:rPr>
          <w:rStyle w:val="libArabicChar"/>
          <w:rtl/>
        </w:rPr>
        <w:t xml:space="preserve"> </w:t>
      </w:r>
      <w:r w:rsidRPr="0011489F">
        <w:rPr>
          <w:rStyle w:val="libArabicChar"/>
          <w:rFonts w:hint="cs"/>
          <w:rtl/>
        </w:rPr>
        <w:t>او</w:t>
      </w:r>
      <w:r w:rsidRPr="0011489F">
        <w:rPr>
          <w:rStyle w:val="libArabicChar"/>
          <w:rtl/>
        </w:rPr>
        <w:t xml:space="preserve"> </w:t>
      </w:r>
      <w:r w:rsidRPr="0011489F">
        <w:rPr>
          <w:rStyle w:val="libArabicChar"/>
          <w:rFonts w:hint="cs"/>
          <w:rtl/>
        </w:rPr>
        <w:t>قال</w:t>
      </w:r>
      <w:r w:rsidRPr="0011489F">
        <w:rPr>
          <w:rStyle w:val="libArabicChar"/>
          <w:rtl/>
        </w:rPr>
        <w:t xml:space="preserve"> </w:t>
      </w:r>
      <w:r w:rsidRPr="0011489F">
        <w:rPr>
          <w:rStyle w:val="libArabicChar"/>
          <w:rFonts w:hint="cs"/>
          <w:rtl/>
        </w:rPr>
        <w:t>في</w:t>
      </w:r>
      <w:r w:rsidR="00FA2B42" w:rsidRPr="00FA2B42">
        <w:rPr>
          <w:rStyle w:val="libArabicChar"/>
          <w:rFonts w:hint="cs"/>
          <w:rtl/>
        </w:rPr>
        <w:t>ه</w:t>
      </w:r>
      <w:r w:rsidRPr="0011489F">
        <w:rPr>
          <w:rStyle w:val="libArabicChar"/>
          <w:rtl/>
        </w:rPr>
        <w:t xml:space="preserve"> </w:t>
      </w:r>
      <w:r w:rsidRPr="0011489F">
        <w:rPr>
          <w:rStyle w:val="libArabicChar"/>
          <w:rFonts w:hint="cs"/>
          <w:rtl/>
        </w:rPr>
        <w:t>ما</w:t>
      </w:r>
      <w:r w:rsidRPr="0011489F">
        <w:rPr>
          <w:rStyle w:val="libArabicChar"/>
          <w:rtl/>
        </w:rPr>
        <w:t xml:space="preserve"> </w:t>
      </w:r>
      <w:r w:rsidRPr="0011489F">
        <w:rPr>
          <w:rStyle w:val="libArabicChar"/>
          <w:rFonts w:hint="cs"/>
          <w:rtl/>
        </w:rPr>
        <w:t>ليس</w:t>
      </w:r>
      <w:r w:rsidRPr="0011489F">
        <w:rPr>
          <w:rStyle w:val="libArabicChar"/>
          <w:rtl/>
        </w:rPr>
        <w:t xml:space="preserve"> </w:t>
      </w:r>
      <w:r w:rsidRPr="0011489F">
        <w:rPr>
          <w:rStyle w:val="libArabicChar"/>
          <w:rFonts w:hint="cs"/>
          <w:rtl/>
        </w:rPr>
        <w:t>في</w:t>
      </w:r>
      <w:r w:rsidR="00FA2B42" w:rsidRPr="00FA2B42">
        <w:rPr>
          <w:rStyle w:val="libArabicChar"/>
          <w:rFonts w:hint="cs"/>
          <w:rtl/>
        </w:rPr>
        <w:t>ه</w:t>
      </w:r>
      <w:r w:rsidRPr="0011489F">
        <w:rPr>
          <w:rStyle w:val="libArabicChar"/>
          <w:rtl/>
        </w:rPr>
        <w:t xml:space="preserve"> </w:t>
      </w:r>
      <w:r w:rsidRPr="0011489F">
        <w:rPr>
          <w:rStyle w:val="libArabicChar"/>
          <w:rFonts w:hint="cs"/>
          <w:rtl/>
        </w:rPr>
        <w:t>ا</w:t>
      </w:r>
      <w:r w:rsidRPr="0011489F">
        <w:rPr>
          <w:rStyle w:val="libArabicChar"/>
          <w:rtl/>
        </w:rPr>
        <w:t xml:space="preserve"> </w:t>
      </w:r>
      <w:r w:rsidRPr="0011489F">
        <w:rPr>
          <w:rStyle w:val="libArabicChar"/>
          <w:rFonts w:hint="cs"/>
          <w:rtl/>
        </w:rPr>
        <w:t>قام</w:t>
      </w:r>
      <w:r w:rsidR="00FA2B42" w:rsidRPr="00FA2B42">
        <w:rPr>
          <w:rStyle w:val="libArabicChar"/>
          <w:rFonts w:hint="cs"/>
          <w:rtl/>
        </w:rPr>
        <w:t>ه</w:t>
      </w:r>
      <w:r w:rsidRPr="0011489F">
        <w:rPr>
          <w:rStyle w:val="libArabicChar"/>
          <w:rtl/>
        </w:rPr>
        <w:t xml:space="preserve"> </w:t>
      </w:r>
      <w:r w:rsidRPr="0011489F">
        <w:rPr>
          <w:rStyle w:val="libArabicChar"/>
          <w:rFonts w:hint="cs"/>
          <w:rtl/>
        </w:rPr>
        <w:t>الل</w:t>
      </w:r>
      <w:r w:rsidR="00FA2B42" w:rsidRPr="00FA2B42">
        <w:rPr>
          <w:rStyle w:val="libArabicChar"/>
          <w:rFonts w:hint="cs"/>
          <w:rtl/>
        </w:rPr>
        <w:t>ه</w:t>
      </w:r>
      <w:r w:rsidRPr="0011489F">
        <w:rPr>
          <w:rStyle w:val="libArabicChar"/>
          <w:rtl/>
        </w:rPr>
        <w:t xml:space="preserve"> </w:t>
      </w:r>
      <w:r w:rsidRPr="0011489F">
        <w:rPr>
          <w:rStyle w:val="libArabicChar"/>
          <w:rFonts w:hint="cs"/>
          <w:rtl/>
        </w:rPr>
        <w:t>يوم</w:t>
      </w:r>
      <w:r w:rsidRPr="0011489F">
        <w:rPr>
          <w:rStyle w:val="libArabicChar"/>
          <w:rtl/>
        </w:rPr>
        <w:t xml:space="preserve"> </w:t>
      </w:r>
      <w:r w:rsidRPr="0011489F">
        <w:rPr>
          <w:rStyle w:val="libArabicChar"/>
          <w:rFonts w:hint="cs"/>
          <w:rtl/>
        </w:rPr>
        <w:t>القيامة</w:t>
      </w:r>
      <w:r w:rsidRPr="0011489F">
        <w:rPr>
          <w:rStyle w:val="libArabicChar"/>
          <w:rtl/>
        </w:rPr>
        <w:t xml:space="preserve"> </w:t>
      </w:r>
      <w:r w:rsidRPr="0011489F">
        <w:rPr>
          <w:rStyle w:val="libArabicChar"/>
          <w:rFonts w:hint="cs"/>
          <w:rtl/>
        </w:rPr>
        <w:t>على</w:t>
      </w:r>
      <w:r w:rsidRPr="0011489F">
        <w:rPr>
          <w:rStyle w:val="libArabicChar"/>
          <w:rtl/>
        </w:rPr>
        <w:t xml:space="preserve"> </w:t>
      </w:r>
      <w:r w:rsidRPr="0011489F">
        <w:rPr>
          <w:rStyle w:val="libArabicChar"/>
          <w:rFonts w:hint="cs"/>
          <w:rtl/>
        </w:rPr>
        <w:t>تل</w:t>
      </w:r>
      <w:r w:rsidRPr="0011489F">
        <w:rPr>
          <w:rStyle w:val="libArabicChar"/>
          <w:rtl/>
        </w:rPr>
        <w:t xml:space="preserve"> </w:t>
      </w:r>
      <w:r w:rsidRPr="0011489F">
        <w:rPr>
          <w:rStyle w:val="libArabicChar"/>
          <w:rFonts w:hint="cs"/>
          <w:rtl/>
        </w:rPr>
        <w:t>من</w:t>
      </w:r>
      <w:r w:rsidRPr="0011489F">
        <w:rPr>
          <w:rStyle w:val="libArabicChar"/>
          <w:rtl/>
        </w:rPr>
        <w:t xml:space="preserve"> </w:t>
      </w:r>
      <w:r w:rsidRPr="0011489F">
        <w:rPr>
          <w:rStyle w:val="libArabicChar"/>
          <w:rFonts w:hint="cs"/>
          <w:rtl/>
        </w:rPr>
        <w:t>نا</w:t>
      </w:r>
      <w:r w:rsidRPr="0011489F">
        <w:rPr>
          <w:rStyle w:val="libArabicChar"/>
          <w:rtl/>
        </w:rPr>
        <w:t xml:space="preserve"> </w:t>
      </w:r>
      <w:r w:rsidRPr="0011489F">
        <w:rPr>
          <w:rStyle w:val="libArabicChar"/>
          <w:rFonts w:hint="cs"/>
          <w:rtl/>
        </w:rPr>
        <w:t>ر</w:t>
      </w:r>
      <w:r w:rsidRPr="0011489F">
        <w:rPr>
          <w:rStyle w:val="libArabicChar"/>
          <w:rtl/>
        </w:rPr>
        <w:t xml:space="preserve"> </w:t>
      </w:r>
      <w:r w:rsidRPr="0011489F">
        <w:rPr>
          <w:rStyle w:val="libArabicChar"/>
          <w:rFonts w:hint="cs"/>
          <w:rtl/>
        </w:rPr>
        <w:t>حتى</w:t>
      </w:r>
      <w:r w:rsidRPr="0011489F">
        <w:rPr>
          <w:rStyle w:val="libArabicChar"/>
          <w:rtl/>
        </w:rPr>
        <w:t xml:space="preserve"> </w:t>
      </w:r>
      <w:r w:rsidRPr="0011489F">
        <w:rPr>
          <w:rStyle w:val="libArabicChar"/>
          <w:rFonts w:hint="cs"/>
          <w:rtl/>
        </w:rPr>
        <w:t>يخرج</w:t>
      </w:r>
      <w:r w:rsidRPr="0011489F">
        <w:rPr>
          <w:rStyle w:val="libArabicChar"/>
          <w:rtl/>
        </w:rPr>
        <w:t xml:space="preserve"> </w:t>
      </w:r>
      <w:r w:rsidRPr="0011489F">
        <w:rPr>
          <w:rStyle w:val="libArabicChar"/>
          <w:rFonts w:hint="cs"/>
          <w:rtl/>
        </w:rPr>
        <w:t>مما</w:t>
      </w:r>
      <w:r w:rsidRPr="0011489F">
        <w:rPr>
          <w:rStyle w:val="libArabicChar"/>
          <w:rtl/>
        </w:rPr>
        <w:t xml:space="preserve"> </w:t>
      </w:r>
      <w:r w:rsidRPr="0011489F">
        <w:rPr>
          <w:rStyle w:val="libArabicChar"/>
          <w:rFonts w:hint="cs"/>
          <w:rtl/>
        </w:rPr>
        <w:t>قال</w:t>
      </w:r>
      <w:r w:rsidRPr="0011489F">
        <w:rPr>
          <w:rStyle w:val="libArabicChar"/>
          <w:rtl/>
        </w:rPr>
        <w:t xml:space="preserve"> </w:t>
      </w:r>
      <w:r w:rsidRPr="0011489F">
        <w:rPr>
          <w:rStyle w:val="libArabicChar"/>
          <w:rFonts w:hint="cs"/>
          <w:rtl/>
        </w:rPr>
        <w:t>في</w:t>
      </w:r>
      <w:r w:rsidR="00FA2B42" w:rsidRPr="00FA2B42">
        <w:rPr>
          <w:rStyle w:val="libArabicChar"/>
          <w:rFonts w:hint="cs"/>
          <w:rtl/>
        </w:rPr>
        <w:t>ه</w:t>
      </w:r>
      <w:r w:rsidRPr="0011489F">
        <w:rPr>
          <w:rStyle w:val="libArabicChar"/>
          <w:rtl/>
        </w:rPr>
        <w:t>''</w:t>
      </w:r>
      <w:r w:rsidR="0006593C">
        <w:rPr>
          <w:rtl/>
        </w:rPr>
        <w:t xml:space="preserve"> </w:t>
      </w:r>
      <w:r w:rsidR="0006593C" w:rsidRPr="00610DB8">
        <w:rPr>
          <w:rStyle w:val="libFootnotenumChar"/>
          <w:rtl/>
        </w:rPr>
        <w:t>(3)</w:t>
      </w:r>
      <w:r w:rsidR="0006593C">
        <w:rPr>
          <w:rtl/>
        </w:rPr>
        <w:t xml:space="preserve"> </w:t>
      </w:r>
      <w:r w:rsidR="0006593C">
        <w:rPr>
          <w:rtl/>
        </w:rPr>
        <w:cr/>
        <w:t xml:space="preserve"> </w:t>
      </w:r>
      <w:r>
        <w:rPr>
          <w:rtl/>
        </w:rPr>
        <w:t xml:space="preserve">''جو شخص كسى مو من مرد يا عورت پر تہمت لگا تا ہے يا اس كے بارے ميں كوئي ايسى بات كر تا ہے جو اس ميں نہيں ہي، تو خدا وند عالم اسے بروز قيامت آگ كے ايك ٹيلے پر اس وقت تك كھڑ ركھے گا جب تك وہ اس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سورہ احزاب _ آيت 58</w:t>
      </w:r>
    </w:p>
    <w:p w:rsidR="00E03C34" w:rsidRDefault="00E03C34" w:rsidP="00FA2B42">
      <w:pPr>
        <w:pStyle w:val="libFootnote"/>
        <w:rPr>
          <w:rtl/>
        </w:rPr>
      </w:pPr>
      <w:r>
        <w:rPr>
          <w:rtl/>
        </w:rPr>
        <w:t>2_ اصول كافى _ ج2 ص 361</w:t>
      </w:r>
    </w:p>
    <w:p w:rsidR="00E03C34" w:rsidRDefault="00E03C34" w:rsidP="00FA2B42">
      <w:pPr>
        <w:pStyle w:val="libFootnote"/>
        <w:rPr>
          <w:rtl/>
        </w:rPr>
      </w:pPr>
      <w:r>
        <w:rPr>
          <w:rtl/>
        </w:rPr>
        <w:t>3_ بحارالانوار _ ج 72_ ص 194</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كے عہدہ سے بر نہيں ائے گا (اپنى با توں كا ثبوت پيش نہيں كر يگا)_ليكن يہ با ت واضح ہے كہ وہ اس كا ثبوت تو نہيں پيش كر سكے گا ،لہذا عذاب ميں ہميشہ مبتلا رہے گا'' </w:t>
      </w:r>
    </w:p>
    <w:p w:rsidR="00E03C34" w:rsidRDefault="00E03C34" w:rsidP="00FA2B42">
      <w:pPr>
        <w:pStyle w:val="libNormal"/>
        <w:rPr>
          <w:rtl/>
        </w:rPr>
      </w:pPr>
      <w:r>
        <w:rPr>
          <w:rtl/>
        </w:rPr>
        <w:t xml:space="preserve">دعا ہے كہ خدا وند عا لم ہميں ان دو نوں گنا ہوں سے ہميشہ محفوظ ركھي_ </w:t>
      </w:r>
    </w:p>
    <w:p w:rsidR="00E03C34" w:rsidRDefault="00E03C34" w:rsidP="00FA2B42">
      <w:pPr>
        <w:pStyle w:val="libNormal"/>
        <w:rPr>
          <w:rtl/>
        </w:rPr>
      </w:pPr>
      <w:r>
        <w:rPr>
          <w:rtl/>
        </w:rPr>
        <w:t xml:space="preserve">آمين_ </w:t>
      </w:r>
    </w:p>
    <w:p w:rsidR="0011489F" w:rsidRDefault="0011489F" w:rsidP="00FA2B42">
      <w:pPr>
        <w:pStyle w:val="libNormal"/>
        <w:rPr>
          <w:rtl/>
        </w:rPr>
      </w:pPr>
      <w:r>
        <w:rPr>
          <w:rtl/>
        </w:rPr>
        <w:br w:type="page"/>
      </w:r>
    </w:p>
    <w:p w:rsidR="00E03C34" w:rsidRDefault="00E03C34" w:rsidP="00FA2B42">
      <w:pPr>
        <w:pStyle w:val="Heading2Center"/>
        <w:rPr>
          <w:rtl/>
        </w:rPr>
      </w:pPr>
      <w:bookmarkStart w:id="60" w:name="_Toc521154851"/>
      <w:r>
        <w:rPr>
          <w:rtl/>
        </w:rPr>
        <w:lastRenderedPageBreak/>
        <w:t>چھٹا سبق:</w:t>
      </w:r>
      <w:bookmarkEnd w:id="60"/>
      <w:r>
        <w:rPr>
          <w:rtl/>
        </w:rPr>
        <w:t xml:space="preserve"> </w:t>
      </w:r>
    </w:p>
    <w:p w:rsidR="00E03C34" w:rsidRDefault="00E03C34" w:rsidP="00FA2B42">
      <w:pPr>
        <w:pStyle w:val="Heading2Center"/>
        <w:rPr>
          <w:rtl/>
        </w:rPr>
      </w:pPr>
      <w:bookmarkStart w:id="61" w:name="_Toc521154852"/>
      <w:r>
        <w:rPr>
          <w:rtl/>
        </w:rPr>
        <w:t>بھائي چارہ اور اتّحاد</w:t>
      </w:r>
      <w:bookmarkEnd w:id="61"/>
    </w:p>
    <w:p w:rsidR="00E03C34" w:rsidRDefault="00E03C34" w:rsidP="00FA2B42">
      <w:pPr>
        <w:pStyle w:val="libNormal"/>
        <w:rPr>
          <w:rtl/>
        </w:rPr>
      </w:pPr>
      <w:r>
        <w:rPr>
          <w:rtl/>
        </w:rPr>
        <w:t xml:space="preserve">1) ...... تمہيد </w:t>
      </w:r>
    </w:p>
    <w:p w:rsidR="00E03C34" w:rsidRDefault="00E03C34" w:rsidP="00FA2B42">
      <w:pPr>
        <w:pStyle w:val="libNormal"/>
        <w:rPr>
          <w:rtl/>
        </w:rPr>
      </w:pPr>
      <w:r>
        <w:rPr>
          <w:rtl/>
        </w:rPr>
        <w:t xml:space="preserve">2) ......ا خوّت ،ايك خدا ئي نعمت </w:t>
      </w:r>
    </w:p>
    <w:p w:rsidR="00E03C34" w:rsidRDefault="00E03C34" w:rsidP="00FA2B42">
      <w:pPr>
        <w:pStyle w:val="libNormal"/>
        <w:rPr>
          <w:rtl/>
        </w:rPr>
      </w:pPr>
      <w:r>
        <w:rPr>
          <w:rtl/>
        </w:rPr>
        <w:t xml:space="preserve">3) ......دينى بھا ئيوں كے حقوق </w:t>
      </w:r>
    </w:p>
    <w:p w:rsidR="00E03C34" w:rsidRDefault="00E03C34" w:rsidP="00FA2B42">
      <w:pPr>
        <w:pStyle w:val="libNormal"/>
        <w:rPr>
          <w:rtl/>
        </w:rPr>
      </w:pPr>
      <w:r>
        <w:rPr>
          <w:rtl/>
        </w:rPr>
        <w:t xml:space="preserve">4) ......بہترين بھائي </w:t>
      </w:r>
    </w:p>
    <w:p w:rsidR="00E03C34" w:rsidRDefault="00E03C34" w:rsidP="00FA2B42">
      <w:pPr>
        <w:pStyle w:val="libNormal"/>
        <w:rPr>
          <w:rtl/>
        </w:rPr>
      </w:pPr>
      <w:r>
        <w:rPr>
          <w:rtl/>
        </w:rPr>
        <w:t xml:space="preserve">5) ......ا تحاد ايك قرانى حكم </w:t>
      </w:r>
    </w:p>
    <w:p w:rsidR="00E03C34" w:rsidRDefault="00E03C34" w:rsidP="00FA2B42">
      <w:pPr>
        <w:pStyle w:val="libNormal"/>
        <w:rPr>
          <w:rtl/>
        </w:rPr>
      </w:pPr>
      <w:r>
        <w:rPr>
          <w:rtl/>
        </w:rPr>
        <w:t xml:space="preserve">6) ......فرقہ بندى كے خطرات </w:t>
      </w:r>
    </w:p>
    <w:p w:rsidR="00E03C34" w:rsidRDefault="00E03C34" w:rsidP="00FA2B42">
      <w:pPr>
        <w:pStyle w:val="libNormal"/>
        <w:rPr>
          <w:rtl/>
        </w:rPr>
      </w:pPr>
      <w:r>
        <w:rPr>
          <w:rtl/>
        </w:rPr>
        <w:t xml:space="preserve">7) ...... تفرقہ پردازى ايك سا مر اجى شيوہ </w:t>
      </w:r>
    </w:p>
    <w:p w:rsidR="00E03C34" w:rsidRDefault="00E03C34" w:rsidP="00FA2B42">
      <w:pPr>
        <w:pStyle w:val="libNormal"/>
        <w:rPr>
          <w:rtl/>
        </w:rPr>
      </w:pPr>
      <w:r>
        <w:rPr>
          <w:rtl/>
        </w:rPr>
        <w:t xml:space="preserve">8) ......فرقہ بندي،خدا كا ايك عذاب </w:t>
      </w:r>
    </w:p>
    <w:p w:rsidR="00E03C34" w:rsidRPr="005D7D9D" w:rsidRDefault="007525F8" w:rsidP="005D7D9D">
      <w:pPr>
        <w:pStyle w:val="Heading2Center"/>
        <w:rPr>
          <w:rtl/>
        </w:rPr>
      </w:pPr>
      <w:r>
        <w:rPr>
          <w:rtl/>
        </w:rPr>
        <w:br w:type="page"/>
      </w:r>
      <w:r w:rsidRPr="005D7D9D">
        <w:rPr>
          <w:rtl/>
        </w:rPr>
        <w:lastRenderedPageBreak/>
        <w:t xml:space="preserve"> </w:t>
      </w:r>
      <w:bookmarkStart w:id="62" w:name="_Toc521154853"/>
      <w:r w:rsidR="00E03C34" w:rsidRPr="009214E9">
        <w:rPr>
          <w:rtl/>
        </w:rPr>
        <w:t>(1)</w:t>
      </w:r>
      <w:r w:rsidR="00E03C34" w:rsidRPr="005D7D9D">
        <w:rPr>
          <w:rtl/>
        </w:rPr>
        <w:t xml:space="preserve"> _ تمہيد:</w:t>
      </w:r>
      <w:bookmarkEnd w:id="62"/>
    </w:p>
    <w:p w:rsidR="00E03C34" w:rsidRDefault="00E03C34" w:rsidP="00FA2B42">
      <w:pPr>
        <w:pStyle w:val="libNormal"/>
        <w:rPr>
          <w:rtl/>
        </w:rPr>
      </w:pPr>
      <w:r>
        <w:rPr>
          <w:rtl/>
        </w:rPr>
        <w:t xml:space="preserve">رسول خدا (ص) كے مكّہ سے مدينہ كى طرف ہجرت كے فوراًبعد اور اسلامى حكومت كى تشكيل كے آغاز ہى ميں خدا وند عالم نے مومنين كو آپس ميں بھائي كے نام سے ياد فرمايا ، قرآن مجيد كا ارشاد ہے : </w:t>
      </w:r>
    </w:p>
    <w:p w:rsidR="00E03C34" w:rsidRDefault="00E03C34" w:rsidP="005D7D9D">
      <w:pPr>
        <w:pStyle w:val="libNormal"/>
        <w:rPr>
          <w:rtl/>
        </w:rPr>
      </w:pPr>
      <w:r>
        <w:rPr>
          <w:rtl/>
        </w:rPr>
        <w:t xml:space="preserve">''انما المئومنون اخوة فاصلحو ابين اخويكم ،، </w:t>
      </w:r>
      <w:r w:rsidR="005D7D9D" w:rsidRPr="005D7D9D">
        <w:rPr>
          <w:rStyle w:val="libFootnotenumChar"/>
          <w:rFonts w:hint="cs"/>
          <w:rtl/>
        </w:rPr>
        <w:t>(1)</w:t>
      </w:r>
    </w:p>
    <w:p w:rsidR="00E03C34" w:rsidRDefault="00E03C34" w:rsidP="00FA2B42">
      <w:pPr>
        <w:pStyle w:val="libNormal"/>
        <w:rPr>
          <w:rtl/>
        </w:rPr>
      </w:pPr>
      <w:r>
        <w:rPr>
          <w:rtl/>
        </w:rPr>
        <w:t xml:space="preserve">''يقينا تمام مومنين آپس ميں بھائي ہيں ، الہذا تم اپنے دو بھائيوں كے درميان صلح كرا ديا كرو _ ،، </w:t>
      </w:r>
    </w:p>
    <w:p w:rsidR="00E03C34" w:rsidRDefault="00E03C34" w:rsidP="005D7D9D">
      <w:pPr>
        <w:pStyle w:val="libNormal"/>
        <w:rPr>
          <w:rtl/>
        </w:rPr>
      </w:pPr>
      <w:r>
        <w:rPr>
          <w:rtl/>
        </w:rPr>
        <w:t xml:space="preserve">رسول خدا (ص) نے بھى اسى آيت كى بنياد پر اپنے صحابہ كرام كے درميان اخوّت و بھائي چارہ قائم كيا ، اور حضرت على عليہ السلام كو اپنا بھائي بنايا </w:t>
      </w:r>
      <w:r w:rsidR="005D7D9D" w:rsidRPr="005D7D9D">
        <w:rPr>
          <w:rStyle w:val="libFootnotenumChar"/>
          <w:rFonts w:hint="cs"/>
          <w:rtl/>
        </w:rPr>
        <w:t>(2)</w:t>
      </w:r>
      <w:r w:rsidRPr="005D7D9D">
        <w:rPr>
          <w:rStyle w:val="libFootnotenumChar"/>
          <w:rtl/>
        </w:rPr>
        <w:t xml:space="preserve"> </w:t>
      </w:r>
      <w:r>
        <w:rPr>
          <w:rtl/>
        </w:rPr>
        <w:t xml:space="preserve">_ بھائي چارے كى يہ رسم محض لفظى كاروائي نہيں تھى ، بلكہ اس كے عملى انجام كو پيش نظر ركھا گيا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سورہ حجرات _ آيت 10</w:t>
      </w:r>
    </w:p>
    <w:p w:rsidR="00E03C34" w:rsidRDefault="0011489F" w:rsidP="00FA2B42">
      <w:pPr>
        <w:pStyle w:val="libFootnote"/>
        <w:rPr>
          <w:rtl/>
        </w:rPr>
      </w:pPr>
      <w:r>
        <w:rPr>
          <w:rtl/>
        </w:rPr>
        <w:t xml:space="preserve">2_ </w:t>
      </w:r>
      <w:r w:rsidR="00E03C34">
        <w:rPr>
          <w:rtl/>
        </w:rPr>
        <w:t>يرت ابن ہشام _ ج 1_ ص 505</w:t>
      </w:r>
      <w:r w:rsidR="007525F8">
        <w:rPr>
          <w:rtl/>
        </w:rPr>
        <w:br w:type="page"/>
      </w:r>
      <w:r w:rsidR="007525F8">
        <w:rPr>
          <w:rtl/>
        </w:rPr>
        <w:lastRenderedPageBreak/>
        <w:t xml:space="preserve"> </w:t>
      </w:r>
      <w:r w:rsidR="007525F8">
        <w:rPr>
          <w:rtl/>
        </w:rPr>
        <w:cr/>
      </w:r>
      <w:r w:rsidR="00E03C34" w:rsidRPr="0011489F">
        <w:rPr>
          <w:rStyle w:val="libNormalChar"/>
          <w:rtl/>
        </w:rPr>
        <w:t>تھا، اس طرح كے رشتے سے مومنين كا ايك دوسرے پر حق پيدا ہو گيا، وہ مشكلات ميں ايك دوسرے كا ہاتھ بٹاتے تھے ، كسى مومن كى غير حاضرى كى صورت ميں اس كا مومن بھائي اس كے گھريلو امور اور مال كى نگہداشت كرتا تھا ، اس قسم كا رشتہ ، كسى اور دين ميں نہيں ملتا اور يہ خصوصيت صرف اور صرف اسلام كو ہى حاصل ہے _</w:t>
      </w:r>
      <w:r w:rsidR="00E03C34">
        <w:rPr>
          <w:rtl/>
        </w:rPr>
        <w:t xml:space="preserve"> </w:t>
      </w:r>
    </w:p>
    <w:p w:rsidR="00E03C34" w:rsidRDefault="00E03C34" w:rsidP="00FA2B42">
      <w:pPr>
        <w:pStyle w:val="libNormal"/>
        <w:rPr>
          <w:rtl/>
        </w:rPr>
      </w:pPr>
      <w:r>
        <w:rPr>
          <w:rtl/>
        </w:rPr>
        <w:t xml:space="preserve">اسى طرح مسلمانان عالم خدائي محبت كے رشتہ كے تحت ايك دوسرے سے منسلك ہيں ، اور ان كے دل ايك دوسرے سے اس طرح نزديك ہيں گويا كہ سب كا دل ايك ہى ہے اور صرف خدا ہى كى خوشنودى كے لئے دھڑكتا ہے _ </w:t>
      </w:r>
    </w:p>
    <w:p w:rsidR="00E03C34" w:rsidRDefault="00E03C34" w:rsidP="00FA2B42">
      <w:pPr>
        <w:pStyle w:val="libNormal"/>
        <w:rPr>
          <w:rtl/>
        </w:rPr>
      </w:pPr>
      <w:r>
        <w:rPr>
          <w:rtl/>
        </w:rPr>
        <w:t xml:space="preserve">مسلمانوں كے درميان تفرقہ يا جدائي ايك بے معنى سى بات ہے ، وہ سب ايك دوسرے كى خوشى اور غم ميں برابر كے شريك ہيں _ بقول شاعر : </w:t>
      </w:r>
    </w:p>
    <w:p w:rsidR="00E03C34" w:rsidRDefault="00E03C34" w:rsidP="00FA2B42">
      <w:pPr>
        <w:pStyle w:val="libNormal"/>
        <w:rPr>
          <w:rtl/>
        </w:rPr>
      </w:pPr>
      <w:r>
        <w:rPr>
          <w:rtl/>
        </w:rPr>
        <w:t>مومنان بى حدولى ايمان يكي --- جسمشان معدود وليكن جان يكي</w:t>
      </w:r>
    </w:p>
    <w:p w:rsidR="00E03C34" w:rsidRDefault="00E03C34" w:rsidP="00FA2B42">
      <w:pPr>
        <w:pStyle w:val="libNormal"/>
        <w:rPr>
          <w:rtl/>
        </w:rPr>
      </w:pPr>
      <w:r>
        <w:rPr>
          <w:rtl/>
        </w:rPr>
        <w:t>جان حيوانى ندارد اتحاد ----- تو مجو اين اتحّاد از روح باد</w:t>
      </w:r>
    </w:p>
    <w:p w:rsidR="00E03C34" w:rsidRDefault="00E03C34" w:rsidP="00FA2B42">
      <w:pPr>
        <w:pStyle w:val="libNormal"/>
        <w:rPr>
          <w:rtl/>
        </w:rPr>
      </w:pPr>
      <w:r>
        <w:rPr>
          <w:rtl/>
        </w:rPr>
        <w:t>جان گُر گان و سگان از ہم جداست --- متّحد جانہاى شيران خداست</w:t>
      </w:r>
    </w:p>
    <w:p w:rsidR="00E03C34" w:rsidRDefault="00E03C34" w:rsidP="00FA2B42">
      <w:pPr>
        <w:pStyle w:val="libNormal"/>
        <w:rPr>
          <w:rtl/>
        </w:rPr>
      </w:pPr>
      <w:r>
        <w:rPr>
          <w:rtl/>
        </w:rPr>
        <w:t xml:space="preserve">مومنين تو حّد و حساب سے باہر ہيں ، ليكن ان سب كا ايمان ايك ہے _ ان كے جسم زيادئہ ليكن جان ايك ہے _ جانوروں كى جانوں ميں اتّحاد نہيں ہوتا ، تمہيں يہ اتحاد ہوا كى روح ميں تلاش نہيں كرنا چاہيئے بھيڑيوں اور كتّوں كى جانيں ايك </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دوسرے سے عليحدہ ہيں ، اللہ كے شيروں كى جانيں متّحد اور ايك ہيں _ </w:t>
      </w:r>
    </w:p>
    <w:p w:rsidR="00E03C34" w:rsidRDefault="00E03C34" w:rsidP="00FA2B42">
      <w:pPr>
        <w:pStyle w:val="libNormal"/>
        <w:rPr>
          <w:rtl/>
        </w:rPr>
      </w:pPr>
    </w:p>
    <w:p w:rsidR="00E03C34" w:rsidRDefault="00E03C34" w:rsidP="00FA2B42">
      <w:pPr>
        <w:pStyle w:val="Heading2Center"/>
        <w:rPr>
          <w:rtl/>
        </w:rPr>
      </w:pPr>
      <w:bookmarkStart w:id="63" w:name="_Toc521154854"/>
      <w:r w:rsidRPr="005D7D9D">
        <w:rPr>
          <w:rtl/>
        </w:rPr>
        <w:t>(2) _اخّوت ، ايك خدائي نعمت</w:t>
      </w:r>
      <w:r>
        <w:rPr>
          <w:rtl/>
        </w:rPr>
        <w:t xml:space="preserve"> :</w:t>
      </w:r>
      <w:bookmarkEnd w:id="63"/>
    </w:p>
    <w:p w:rsidR="00E03C34" w:rsidRDefault="00E03C34" w:rsidP="00FA2B42">
      <w:pPr>
        <w:pStyle w:val="libNormal"/>
        <w:rPr>
          <w:rtl/>
        </w:rPr>
      </w:pPr>
      <w:r>
        <w:rPr>
          <w:rtl/>
        </w:rPr>
        <w:t xml:space="preserve">د لوں كا ايك دوسر ے سے جو ڑ،دائمى اور اٹوٹ ہي_خدا كى يہ عظيم نعمت ، اسلامى اخوت اور بھا ئي چا رہ كے سا يہ ميں حاصل ہو تى ہي_اللہ تعا لى مسلمانو ں كو اس با ت كى تا كيد فر ما تا ہے كہ ميرى اس نعمت كو ہميشہ يا دركھيں،اس كى قدر جا نيں اور اس كا شكر بجا لا ئيں _ارشاد فر ما تا ہي: </w:t>
      </w:r>
    </w:p>
    <w:p w:rsidR="00E03C34" w:rsidRDefault="00E03C34" w:rsidP="00FA2B42">
      <w:pPr>
        <w:pStyle w:val="libNormal"/>
        <w:rPr>
          <w:rtl/>
        </w:rPr>
      </w:pPr>
      <w:r w:rsidRPr="00384BA3">
        <w:rPr>
          <w:rStyle w:val="libArabicChar"/>
          <w:rtl/>
        </w:rPr>
        <w:t>''واذكروا نعمة الل</w:t>
      </w:r>
      <w:r w:rsidR="00FA2B42" w:rsidRPr="00FA2B42">
        <w:rPr>
          <w:rStyle w:val="libArabicChar"/>
          <w:rFonts w:hint="cs"/>
          <w:rtl/>
        </w:rPr>
        <w:t>ه</w:t>
      </w:r>
      <w:r w:rsidRPr="00384BA3">
        <w:rPr>
          <w:rStyle w:val="libArabicChar"/>
          <w:rtl/>
        </w:rPr>
        <w:t xml:space="preserve"> </w:t>
      </w:r>
      <w:r w:rsidRPr="00384BA3">
        <w:rPr>
          <w:rStyle w:val="libArabicChar"/>
          <w:rFonts w:hint="cs"/>
          <w:rtl/>
        </w:rPr>
        <w:t>عليكم</w:t>
      </w:r>
      <w:r w:rsidRPr="00384BA3">
        <w:rPr>
          <w:rStyle w:val="libArabicChar"/>
          <w:rtl/>
        </w:rPr>
        <w:t xml:space="preserve"> </w:t>
      </w:r>
      <w:r w:rsidRPr="00384BA3">
        <w:rPr>
          <w:rStyle w:val="libArabicChar"/>
          <w:rFonts w:hint="cs"/>
          <w:rtl/>
        </w:rPr>
        <w:t>اذكنتم</w:t>
      </w:r>
      <w:r w:rsidRPr="00384BA3">
        <w:rPr>
          <w:rStyle w:val="libArabicChar"/>
          <w:rtl/>
        </w:rPr>
        <w:t xml:space="preserve"> </w:t>
      </w:r>
      <w:r w:rsidRPr="00384BA3">
        <w:rPr>
          <w:rStyle w:val="libArabicChar"/>
          <w:rFonts w:hint="cs"/>
          <w:rtl/>
        </w:rPr>
        <w:t>اعداء</w:t>
      </w:r>
      <w:r w:rsidRPr="00384BA3">
        <w:rPr>
          <w:rStyle w:val="libArabicChar"/>
          <w:rtl/>
        </w:rPr>
        <w:t xml:space="preserve"> </w:t>
      </w:r>
      <w:r w:rsidRPr="00384BA3">
        <w:rPr>
          <w:rStyle w:val="libArabicChar"/>
          <w:rFonts w:hint="cs"/>
          <w:rtl/>
        </w:rPr>
        <w:t>فا</w:t>
      </w:r>
      <w:r w:rsidRPr="00384BA3">
        <w:rPr>
          <w:rStyle w:val="libArabicChar"/>
          <w:rtl/>
        </w:rPr>
        <w:t xml:space="preserve"> </w:t>
      </w:r>
      <w:r w:rsidRPr="00384BA3">
        <w:rPr>
          <w:rStyle w:val="libArabicChar"/>
          <w:rFonts w:hint="cs"/>
          <w:rtl/>
        </w:rPr>
        <w:t>لف</w:t>
      </w:r>
      <w:r w:rsidRPr="00384BA3">
        <w:rPr>
          <w:rStyle w:val="libArabicChar"/>
          <w:rtl/>
        </w:rPr>
        <w:t xml:space="preserve"> </w:t>
      </w:r>
      <w:r w:rsidRPr="00384BA3">
        <w:rPr>
          <w:rStyle w:val="libArabicChar"/>
          <w:rFonts w:hint="cs"/>
          <w:rtl/>
        </w:rPr>
        <w:t>بين</w:t>
      </w:r>
      <w:r w:rsidRPr="00384BA3">
        <w:rPr>
          <w:rStyle w:val="libArabicChar"/>
          <w:rtl/>
        </w:rPr>
        <w:t xml:space="preserve"> </w:t>
      </w:r>
      <w:r w:rsidRPr="00384BA3">
        <w:rPr>
          <w:rStyle w:val="libArabicChar"/>
          <w:rFonts w:hint="cs"/>
          <w:rtl/>
        </w:rPr>
        <w:t>قلو</w:t>
      </w:r>
      <w:r w:rsidRPr="00384BA3">
        <w:rPr>
          <w:rStyle w:val="libArabicChar"/>
          <w:rtl/>
        </w:rPr>
        <w:t xml:space="preserve"> </w:t>
      </w:r>
      <w:r w:rsidRPr="00384BA3">
        <w:rPr>
          <w:rStyle w:val="libArabicChar"/>
          <w:rFonts w:hint="cs"/>
          <w:rtl/>
        </w:rPr>
        <w:t>بكم</w:t>
      </w:r>
      <w:r w:rsidRPr="00384BA3">
        <w:rPr>
          <w:rStyle w:val="libArabicChar"/>
          <w:rtl/>
        </w:rPr>
        <w:t xml:space="preserve"> </w:t>
      </w:r>
      <w:r w:rsidRPr="00384BA3">
        <w:rPr>
          <w:rStyle w:val="libArabicChar"/>
          <w:rFonts w:hint="cs"/>
          <w:rtl/>
        </w:rPr>
        <w:t>فا</w:t>
      </w:r>
      <w:r w:rsidRPr="00384BA3">
        <w:rPr>
          <w:rStyle w:val="libArabicChar"/>
          <w:rtl/>
        </w:rPr>
        <w:t xml:space="preserve"> </w:t>
      </w:r>
      <w:r w:rsidRPr="00384BA3">
        <w:rPr>
          <w:rStyle w:val="libArabicChar"/>
          <w:rFonts w:hint="cs"/>
          <w:rtl/>
        </w:rPr>
        <w:t>صبحتم</w:t>
      </w:r>
      <w:r w:rsidRPr="00384BA3">
        <w:rPr>
          <w:rStyle w:val="libArabicChar"/>
          <w:rtl/>
        </w:rPr>
        <w:t xml:space="preserve"> </w:t>
      </w:r>
      <w:r w:rsidRPr="00384BA3">
        <w:rPr>
          <w:rStyle w:val="libArabicChar"/>
          <w:rFonts w:hint="cs"/>
          <w:rtl/>
        </w:rPr>
        <w:t>بنعمت</w:t>
      </w:r>
      <w:r w:rsidR="00FA2B42" w:rsidRPr="00FA2B42">
        <w:rPr>
          <w:rStyle w:val="libArabicChar"/>
          <w:rFonts w:hint="cs"/>
          <w:rtl/>
        </w:rPr>
        <w:t>ه</w:t>
      </w:r>
      <w:r w:rsidRPr="00384BA3">
        <w:rPr>
          <w:rStyle w:val="libArabicChar"/>
          <w:rtl/>
        </w:rPr>
        <w:t xml:space="preserve"> </w:t>
      </w:r>
      <w:r w:rsidRPr="00384BA3">
        <w:rPr>
          <w:rStyle w:val="libArabicChar"/>
          <w:rFonts w:hint="cs"/>
          <w:rtl/>
        </w:rPr>
        <w:t>ا</w:t>
      </w:r>
      <w:r w:rsidRPr="00384BA3">
        <w:rPr>
          <w:rStyle w:val="libArabicChar"/>
          <w:rtl/>
        </w:rPr>
        <w:t xml:space="preserve"> </w:t>
      </w:r>
      <w:r w:rsidRPr="00384BA3">
        <w:rPr>
          <w:rStyle w:val="libArabicChar"/>
          <w:rFonts w:hint="cs"/>
          <w:rtl/>
        </w:rPr>
        <w:t>خوا</w:t>
      </w:r>
      <w:r w:rsidRPr="00384BA3">
        <w:rPr>
          <w:rStyle w:val="libArabicChar"/>
          <w:rtl/>
        </w:rPr>
        <w:t xml:space="preserve"> </w:t>
      </w:r>
      <w:r w:rsidRPr="00384BA3">
        <w:rPr>
          <w:rStyle w:val="libArabicChar"/>
          <w:rFonts w:hint="cs"/>
          <w:rtl/>
        </w:rPr>
        <w:t>نا</w:t>
      </w:r>
      <w:r w:rsidRPr="00384BA3">
        <w:rPr>
          <w:rStyle w:val="libArabicChar"/>
          <w:rtl/>
        </w:rPr>
        <w:t>''</w:t>
      </w:r>
      <w:r w:rsidRPr="00610DB8">
        <w:rPr>
          <w:rStyle w:val="libFootnotenumChar"/>
          <w:rtl/>
        </w:rPr>
        <w:t>(1)</w:t>
      </w:r>
      <w:r>
        <w:rPr>
          <w:rtl/>
        </w:rPr>
        <w:t xml:space="preserve"> </w:t>
      </w:r>
    </w:p>
    <w:p w:rsidR="00E03C34" w:rsidRDefault="00E03C34" w:rsidP="00FA2B42">
      <w:pPr>
        <w:pStyle w:val="libNormal"/>
        <w:rPr>
          <w:rtl/>
        </w:rPr>
      </w:pPr>
      <w:r>
        <w:rPr>
          <w:rtl/>
        </w:rPr>
        <w:t xml:space="preserve">''خدا كى نعمت كو ياد كرو جو اس نے تمہيں عطا كى ہي،كيو نكہ تم ايك دوسرے كے دشمن تھي_پس خدا نے تمہا رے دلوں كو الفت كے ر شتے ميں منسلك كر ديا اور اس كى نعمت كى وجہ سے تم ايك دوسرے كے بھا ئي بن گئي''_ </w:t>
      </w:r>
    </w:p>
    <w:p w:rsidR="00E03C34" w:rsidRDefault="00E03C34" w:rsidP="00FA2B42">
      <w:pPr>
        <w:pStyle w:val="libNormal"/>
        <w:rPr>
          <w:rtl/>
        </w:rPr>
      </w:pPr>
      <w:r>
        <w:rPr>
          <w:rtl/>
        </w:rPr>
        <w:t xml:space="preserve">مو من كے فر ائض ميں شا مل ہے كہ وہ خدا كى بے انتہا نعمتوں كا شكر ادا كر ے ،اور ہر ايك نعمت كا شكر ايك مخصوص طر يقہ سے ادا ہو تا ہي_اخوت اور بھائي چا رہ كى نعمت كا شكر اس طرح ادا ہو تا ہے كہ اسلامى احكام پر صحيح عمل كيا جائے اور اپنے دينى بھا ئيوں كے حقوق كا احترام ركھا جا ئي،ان حقوق ميں سے چند كى طرف ہم ذيل ميں اشارہ كر تے ہيں: </w:t>
      </w:r>
    </w:p>
    <w:p w:rsidR="00E03C34" w:rsidRDefault="006B1525" w:rsidP="000C7CB7">
      <w:pPr>
        <w:pStyle w:val="libLine"/>
        <w:rPr>
          <w:rtl/>
        </w:rPr>
      </w:pPr>
      <w:r>
        <w:rPr>
          <w:rtl/>
        </w:rPr>
        <w:t>____________________</w:t>
      </w:r>
      <w:r w:rsidR="00E03C34">
        <w:rPr>
          <w:rtl/>
        </w:rPr>
        <w:t xml:space="preserve"> </w:t>
      </w:r>
    </w:p>
    <w:p w:rsidR="00384BA3" w:rsidRDefault="00E03C34" w:rsidP="00FA2B42">
      <w:pPr>
        <w:pStyle w:val="libFootnote"/>
        <w:rPr>
          <w:rtl/>
        </w:rPr>
      </w:pPr>
      <w:r w:rsidRPr="00384BA3">
        <w:rPr>
          <w:rtl/>
        </w:rPr>
        <w:t>1_ آل عمران آيہ</w:t>
      </w:r>
      <w:r>
        <w:rPr>
          <w:rtl/>
        </w:rPr>
        <w:t xml:space="preserve"> 103</w:t>
      </w:r>
      <w:r w:rsidR="007525F8">
        <w:rPr>
          <w:rtl/>
        </w:rPr>
        <w:br w:type="page"/>
      </w:r>
      <w:r w:rsidR="007525F8">
        <w:rPr>
          <w:rtl/>
        </w:rPr>
        <w:lastRenderedPageBreak/>
        <w:t xml:space="preserve"> </w:t>
      </w:r>
      <w:r w:rsidR="007525F8">
        <w:rPr>
          <w:rtl/>
        </w:rPr>
        <w:cr/>
      </w:r>
    </w:p>
    <w:p w:rsidR="00E03C34" w:rsidRDefault="00E03C34" w:rsidP="00FA2B42">
      <w:pPr>
        <w:pStyle w:val="Heading2Center"/>
        <w:rPr>
          <w:rtl/>
        </w:rPr>
      </w:pPr>
      <w:bookmarkStart w:id="64" w:name="_Toc521154855"/>
      <w:r w:rsidRPr="005D7D9D">
        <w:rPr>
          <w:rtl/>
        </w:rPr>
        <w:t>(3)_دينى</w:t>
      </w:r>
      <w:r>
        <w:rPr>
          <w:rtl/>
        </w:rPr>
        <w:t xml:space="preserve"> بھا ئيوں كے حقوق:</w:t>
      </w:r>
      <w:bookmarkEnd w:id="64"/>
    </w:p>
    <w:p w:rsidR="00E03C34" w:rsidRDefault="00E03C34" w:rsidP="00FA2B42">
      <w:pPr>
        <w:pStyle w:val="libNormal"/>
        <w:rPr>
          <w:rtl/>
        </w:rPr>
      </w:pPr>
      <w:r>
        <w:rPr>
          <w:rtl/>
        </w:rPr>
        <w:t xml:space="preserve">حضرت امام جعفر صادق عليه السلام مو من كے حق كى ادائيگى كو ايك بہت بڑى عبا دت سے تعبير فر ما تے ہيں،چنا نچہ ارشاد ہي: </w:t>
      </w:r>
    </w:p>
    <w:p w:rsidR="00E03C34" w:rsidRDefault="00E03C34" w:rsidP="00FA2B42">
      <w:pPr>
        <w:pStyle w:val="libNormal"/>
        <w:rPr>
          <w:rtl/>
        </w:rPr>
      </w:pPr>
      <w:r>
        <w:rPr>
          <w:rtl/>
        </w:rPr>
        <w:t>''ما عبد اللہ بشيئي افضل من اداء حق المو من ''</w:t>
      </w:r>
      <w:r w:rsidR="00FA5EFA" w:rsidRPr="00610DB8">
        <w:rPr>
          <w:rStyle w:val="libFootnotenumChar"/>
          <w:rtl/>
          <w:lang w:bidi="ar-SA"/>
        </w:rPr>
        <w:t>(1</w:t>
      </w:r>
      <w:r w:rsidR="00610DB8" w:rsidRPr="00610DB8">
        <w:rPr>
          <w:rStyle w:val="libFootnotenumChar"/>
          <w:rtl/>
          <w:lang w:bidi="ar-SA"/>
        </w:rPr>
        <w:t>)</w:t>
      </w:r>
      <w:r w:rsidR="00FA5EFA">
        <w:rPr>
          <w:rtl/>
        </w:rPr>
        <w:t xml:space="preserve"> </w:t>
      </w:r>
      <w:r>
        <w:rPr>
          <w:rtl/>
        </w:rPr>
        <w:t xml:space="preserve">''مو من كے حق كى ادا ئيگى سے بہتر خدا كى كو ئي اور عبا دت نہيںہي_'' </w:t>
      </w:r>
    </w:p>
    <w:p w:rsidR="00E03C34" w:rsidRDefault="00E03C34" w:rsidP="00FA2B42">
      <w:pPr>
        <w:pStyle w:val="libNormal"/>
        <w:rPr>
          <w:rtl/>
        </w:rPr>
      </w:pPr>
      <w:r>
        <w:rPr>
          <w:rtl/>
        </w:rPr>
        <w:t xml:space="preserve">ايك اور روايت ميں حضرت امام جعفر صادق عليہ السّلام كى طرف سے مو من كے مند رجہ سا ت حق بتلائے گئے ہيں : </w:t>
      </w:r>
    </w:p>
    <w:p w:rsidR="00E03C34" w:rsidRDefault="00E03C34" w:rsidP="00FA2B42">
      <w:pPr>
        <w:pStyle w:val="libNormal"/>
        <w:rPr>
          <w:rtl/>
        </w:rPr>
      </w:pPr>
      <w:r>
        <w:rPr>
          <w:rtl/>
        </w:rPr>
        <w:t xml:space="preserve">1) ......جو كچھ تم اپنے لئے پسند كر تے ہو،اپنے مو من بھائي كے لئے بھى و ہى چيز پسند كرو_اور جو اپنے لئے پسند نہيں كر تے اس كے لئے بھى پسند نہ كرو_ </w:t>
      </w:r>
    </w:p>
    <w:p w:rsidR="00E03C34" w:rsidRDefault="00E03C34" w:rsidP="00FA2B42">
      <w:pPr>
        <w:pStyle w:val="libNormal"/>
        <w:rPr>
          <w:rtl/>
        </w:rPr>
      </w:pPr>
      <w:r>
        <w:rPr>
          <w:rtl/>
        </w:rPr>
        <w:t xml:space="preserve">2) ......جو با ت اس كى نا ر ضگى كا سبب ہي،اس سے پر ہيز كرو،اور اس كى خوشنودى حاصل كر نے كى كو شش كرو اور اس كى با تو ں پر عمل كرو _ </w:t>
      </w:r>
    </w:p>
    <w:p w:rsidR="00E03C34" w:rsidRDefault="00E03C34" w:rsidP="00FA2B42">
      <w:pPr>
        <w:pStyle w:val="libNormal"/>
        <w:rPr>
          <w:rtl/>
        </w:rPr>
      </w:pPr>
      <w:r>
        <w:rPr>
          <w:rtl/>
        </w:rPr>
        <w:t xml:space="preserve">3) ......اپنى جان،مال،ہا تھ پا ئوں اور ز بان كے سا تھ اس كى مدد كيا كرو_ </w:t>
      </w:r>
    </w:p>
    <w:p w:rsidR="00E03C34" w:rsidRDefault="00E03C34" w:rsidP="00FA2B42">
      <w:pPr>
        <w:pStyle w:val="libNormal"/>
        <w:rPr>
          <w:rtl/>
        </w:rPr>
      </w:pPr>
      <w:r>
        <w:rPr>
          <w:rtl/>
        </w:rPr>
        <w:t xml:space="preserve">4) ......اس كى انكھ كى مانند بنو اور اس كى راہ نمائي كرو_ </w:t>
      </w:r>
    </w:p>
    <w:p w:rsidR="00E03C34" w:rsidRDefault="00E03C34" w:rsidP="00FA2B42">
      <w:pPr>
        <w:pStyle w:val="libNormal"/>
        <w:rPr>
          <w:rtl/>
        </w:rPr>
      </w:pPr>
      <w:r>
        <w:rPr>
          <w:rtl/>
        </w:rPr>
        <w:t xml:space="preserve">5) ......ايسا نہ ہو كے تم تو سيراب رہو اور وہ بھو كا اور پيا سا رہ جا ئي،تم كپڑے پہنو اور وہ عر يان رہي_ </w:t>
      </w:r>
    </w:p>
    <w:p w:rsidR="00E03C34" w:rsidRDefault="00E03C34" w:rsidP="00FA2B42">
      <w:pPr>
        <w:pStyle w:val="libNormal"/>
        <w:rPr>
          <w:rtl/>
        </w:rPr>
      </w:pPr>
      <w:r>
        <w:rPr>
          <w:rtl/>
        </w:rPr>
        <w:t xml:space="preserve">6) ......ا گر تمہا رے بھائي كى خدمت كر نے والا كو ئي نہيں،تو كسى كو اس كے پاس بھيجو جو اس كے كپڑے دھوئي،اس كے لئے كھا نا تيار كرے اور </w:t>
      </w:r>
    </w:p>
    <w:p w:rsidR="00E03C34" w:rsidRDefault="006B1525" w:rsidP="000C7CB7">
      <w:pPr>
        <w:pStyle w:val="libLine"/>
        <w:rPr>
          <w:rtl/>
        </w:rPr>
      </w:pPr>
      <w:r>
        <w:rPr>
          <w:rtl/>
        </w:rPr>
        <w:t>____________________</w:t>
      </w:r>
      <w:r w:rsidR="00E03C34">
        <w:rPr>
          <w:rtl/>
        </w:rPr>
        <w:t xml:space="preserve"> </w:t>
      </w:r>
    </w:p>
    <w:p w:rsidR="002B27FC" w:rsidRDefault="00E03C34" w:rsidP="00FA2B42">
      <w:pPr>
        <w:pStyle w:val="libNormal"/>
        <w:rPr>
          <w:rtl/>
        </w:rPr>
      </w:pPr>
      <w:r w:rsidRPr="00384BA3">
        <w:rPr>
          <w:rStyle w:val="libFootnoteChar"/>
          <w:rtl/>
        </w:rPr>
        <w:t>1_ اصول كافى (مترجم)_ ج 3_ ص 247</w:t>
      </w:r>
      <w:r w:rsidR="007525F8" w:rsidRPr="00384BA3">
        <w:rPr>
          <w:rStyle w:val="libFootnoteChar"/>
          <w:rtl/>
        </w:rPr>
        <w:br w:type="page"/>
      </w:r>
      <w:r w:rsidR="007525F8">
        <w:rPr>
          <w:rtl/>
        </w:rPr>
        <w:lastRenderedPageBreak/>
        <w:t xml:space="preserve"> </w:t>
      </w:r>
      <w:r w:rsidR="007525F8">
        <w:rPr>
          <w:rtl/>
        </w:rPr>
        <w:cr/>
      </w:r>
    </w:p>
    <w:p w:rsidR="00E03C34" w:rsidRDefault="00E03C34" w:rsidP="00FA2B42">
      <w:pPr>
        <w:pStyle w:val="libNormal"/>
        <w:rPr>
          <w:rtl/>
        </w:rPr>
      </w:pPr>
      <w:r>
        <w:rPr>
          <w:rtl/>
        </w:rPr>
        <w:t xml:space="preserve">اس كى زندگى كو سنواري_ </w:t>
      </w:r>
    </w:p>
    <w:p w:rsidR="00E03C34" w:rsidRDefault="00E03C34" w:rsidP="00FA2B42">
      <w:pPr>
        <w:pStyle w:val="libNormal"/>
        <w:rPr>
          <w:rtl/>
        </w:rPr>
      </w:pPr>
      <w:r>
        <w:rPr>
          <w:rtl/>
        </w:rPr>
        <w:t>7) ......اس كى قسم كا اعتبار كر و،اس كى دعوت كو قبول كرو،اس كى بيما رى ميں عيادت كرو،اس كے جناز ميں شر كت كرو ،اگر اسے كوئي ضرورت پيش ہو تو اسكے اظہار سے پہلے اسے پورا كرو اگر ايسا كرديا تو يقين كرو كہ تم نے اپنى دو ستى كو مضبوط اور مستحكم كر ديا ہي''</w:t>
      </w:r>
      <w:r w:rsidR="00FA5EFA" w:rsidRPr="00610DB8">
        <w:rPr>
          <w:rStyle w:val="libFootnotenumChar"/>
          <w:rtl/>
          <w:lang w:bidi="ar-SA"/>
        </w:rPr>
        <w:t>(1</w:t>
      </w:r>
      <w:r w:rsidR="00610DB8" w:rsidRPr="00610DB8">
        <w:rPr>
          <w:rStyle w:val="libFootnotenumChar"/>
          <w:rtl/>
          <w:lang w:bidi="ar-SA"/>
        </w:rPr>
        <w:t>)</w:t>
      </w:r>
      <w:r w:rsidR="00FA5EFA">
        <w:rPr>
          <w:rtl/>
        </w:rPr>
        <w:t xml:space="preserve"> </w:t>
      </w:r>
      <w:r>
        <w:rPr>
          <w:rtl/>
        </w:rPr>
        <w:t xml:space="preserve">مو من كے حقوق ميں مند رجے ذيل امور كو بھى شا مل كيا جا سكتا ہي: </w:t>
      </w:r>
    </w:p>
    <w:p w:rsidR="00E03C34" w:rsidRDefault="00E03C34" w:rsidP="00FA2B42">
      <w:pPr>
        <w:pStyle w:val="libNormal"/>
        <w:rPr>
          <w:rtl/>
        </w:rPr>
      </w:pPr>
      <w:r>
        <w:rPr>
          <w:rtl/>
        </w:rPr>
        <w:t xml:space="preserve">الف: ......نصيحت اور خير خو اہي_حضرت امام جعفر صادق عليہ السّلام فرماتے ہيں: </w:t>
      </w:r>
    </w:p>
    <w:p w:rsidR="00E03C34" w:rsidRDefault="00E03C34" w:rsidP="00FA2B42">
      <w:pPr>
        <w:pStyle w:val="libNormal"/>
        <w:rPr>
          <w:rtl/>
        </w:rPr>
      </w:pPr>
      <w:r w:rsidRPr="002B27FC">
        <w:rPr>
          <w:rStyle w:val="libArabicChar"/>
          <w:rtl/>
        </w:rPr>
        <w:t>''يحب للمومن على المومن ان ينا صح</w:t>
      </w:r>
      <w:r w:rsidR="00FA2B42" w:rsidRPr="00FA2B42">
        <w:rPr>
          <w:rStyle w:val="libArabicChar"/>
          <w:rFonts w:hint="cs"/>
          <w:rtl/>
        </w:rPr>
        <w:t>ه</w:t>
      </w:r>
      <w:r w:rsidRPr="002B27FC">
        <w:rPr>
          <w:rStyle w:val="libArabicChar"/>
          <w:rtl/>
        </w:rPr>
        <w:t xml:space="preserve"> ''</w:t>
      </w:r>
      <w:r w:rsidR="00FA5EFA" w:rsidRPr="00610DB8">
        <w:rPr>
          <w:rStyle w:val="libFootnotenumChar"/>
          <w:rtl/>
          <w:lang w:bidi="ar-SA"/>
        </w:rPr>
        <w:t>(2</w:t>
      </w:r>
      <w:r w:rsidR="00610DB8" w:rsidRPr="00610DB8">
        <w:rPr>
          <w:rStyle w:val="libFootnotenumChar"/>
          <w:rtl/>
          <w:lang w:bidi="ar-SA"/>
        </w:rPr>
        <w:t>)</w:t>
      </w:r>
      <w:r w:rsidR="00FA5EFA">
        <w:rPr>
          <w:rtl/>
        </w:rPr>
        <w:t xml:space="preserve"> </w:t>
      </w:r>
      <w:r>
        <w:rPr>
          <w:rtl/>
        </w:rPr>
        <w:t xml:space="preserve">''مو من پر وا جب ہے كہ وہ دو سرے مو من كے لئے خير خواہ ہو_'' </w:t>
      </w:r>
    </w:p>
    <w:p w:rsidR="00E03C34" w:rsidRDefault="00E03C34" w:rsidP="00FA2B42">
      <w:pPr>
        <w:pStyle w:val="libNormal"/>
        <w:rPr>
          <w:rtl/>
        </w:rPr>
      </w:pPr>
      <w:r>
        <w:rPr>
          <w:rtl/>
        </w:rPr>
        <w:t xml:space="preserve">ب: ......مہر با نى اور احترام_حضرت رسول اكرم صلّى اللہ عليہ وا لہ وسلّم سے روايت ہے كہ: </w:t>
      </w:r>
    </w:p>
    <w:p w:rsidR="00E03C34" w:rsidRDefault="00E03C34" w:rsidP="00FA2B42">
      <w:pPr>
        <w:pStyle w:val="libNormal"/>
        <w:rPr>
          <w:rtl/>
        </w:rPr>
      </w:pPr>
      <w:r w:rsidRPr="002B27FC">
        <w:rPr>
          <w:rStyle w:val="libArabicChar"/>
          <w:rtl/>
        </w:rPr>
        <w:t>''ما فى امتى عبد الطف اخا</w:t>
      </w:r>
      <w:r w:rsidR="00FA2B42" w:rsidRPr="00FA2B42">
        <w:rPr>
          <w:rStyle w:val="libArabicChar"/>
          <w:rFonts w:hint="cs"/>
          <w:rtl/>
        </w:rPr>
        <w:t>ه</w:t>
      </w:r>
      <w:r w:rsidRPr="002B27FC">
        <w:rPr>
          <w:rStyle w:val="libArabicChar"/>
          <w:rtl/>
        </w:rPr>
        <w:t xml:space="preserve"> </w:t>
      </w:r>
      <w:r w:rsidRPr="002B27FC">
        <w:rPr>
          <w:rStyle w:val="libArabicChar"/>
          <w:rFonts w:hint="cs"/>
          <w:rtl/>
        </w:rPr>
        <w:t>فى</w:t>
      </w:r>
      <w:r w:rsidRPr="002B27FC">
        <w:rPr>
          <w:rStyle w:val="libArabicChar"/>
          <w:rtl/>
        </w:rPr>
        <w:t xml:space="preserve"> </w:t>
      </w:r>
      <w:r w:rsidRPr="002B27FC">
        <w:rPr>
          <w:rStyle w:val="libArabicChar"/>
          <w:rFonts w:hint="cs"/>
          <w:rtl/>
        </w:rPr>
        <w:t>الل</w:t>
      </w:r>
      <w:r w:rsidR="00FA2B42" w:rsidRPr="00FA2B42">
        <w:rPr>
          <w:rStyle w:val="libArabicChar"/>
          <w:rFonts w:hint="cs"/>
          <w:rtl/>
        </w:rPr>
        <w:t>ه</w:t>
      </w:r>
      <w:r w:rsidRPr="002B27FC">
        <w:rPr>
          <w:rStyle w:val="libArabicChar"/>
          <w:rtl/>
        </w:rPr>
        <w:t xml:space="preserve"> </w:t>
      </w:r>
      <w:r w:rsidRPr="002B27FC">
        <w:rPr>
          <w:rStyle w:val="libArabicChar"/>
          <w:rFonts w:hint="cs"/>
          <w:rtl/>
        </w:rPr>
        <w:t>بشي</w:t>
      </w:r>
      <w:r w:rsidRPr="002B27FC">
        <w:rPr>
          <w:rStyle w:val="libArabicChar"/>
          <w:rtl/>
        </w:rPr>
        <w:t xml:space="preserve"> </w:t>
      </w:r>
      <w:r w:rsidRPr="002B27FC">
        <w:rPr>
          <w:rStyle w:val="libArabicChar"/>
          <w:rFonts w:hint="cs"/>
          <w:rtl/>
        </w:rPr>
        <w:t>من</w:t>
      </w:r>
      <w:r w:rsidRPr="002B27FC">
        <w:rPr>
          <w:rStyle w:val="libArabicChar"/>
          <w:rtl/>
        </w:rPr>
        <w:t xml:space="preserve"> </w:t>
      </w:r>
      <w:r w:rsidRPr="002B27FC">
        <w:rPr>
          <w:rStyle w:val="libArabicChar"/>
          <w:rFonts w:hint="cs"/>
          <w:rtl/>
        </w:rPr>
        <w:t>لطف</w:t>
      </w:r>
      <w:r w:rsidRPr="002B27FC">
        <w:rPr>
          <w:rStyle w:val="libArabicChar"/>
          <w:rtl/>
        </w:rPr>
        <w:t xml:space="preserve"> </w:t>
      </w:r>
      <w:r w:rsidRPr="002B27FC">
        <w:rPr>
          <w:rStyle w:val="libArabicChar"/>
          <w:rFonts w:hint="cs"/>
          <w:rtl/>
        </w:rPr>
        <w:t>اخدم</w:t>
      </w:r>
      <w:r w:rsidR="00FA2B42" w:rsidRPr="00FA2B42">
        <w:rPr>
          <w:rStyle w:val="libArabicChar"/>
          <w:rFonts w:hint="cs"/>
          <w:rtl/>
        </w:rPr>
        <w:t>ه</w:t>
      </w:r>
      <w:r w:rsidRPr="002B27FC">
        <w:rPr>
          <w:rStyle w:val="libArabicChar"/>
          <w:rtl/>
        </w:rPr>
        <w:t xml:space="preserve"> </w:t>
      </w:r>
      <w:r w:rsidRPr="002B27FC">
        <w:rPr>
          <w:rStyle w:val="libArabicChar"/>
          <w:rFonts w:hint="cs"/>
          <w:rtl/>
        </w:rPr>
        <w:t>الل</w:t>
      </w:r>
      <w:r w:rsidR="00FA2B42" w:rsidRPr="00FA2B42">
        <w:rPr>
          <w:rStyle w:val="libArabicChar"/>
          <w:rFonts w:hint="cs"/>
          <w:rtl/>
        </w:rPr>
        <w:t>ه</w:t>
      </w:r>
      <w:r w:rsidRPr="002B27FC">
        <w:rPr>
          <w:rStyle w:val="libArabicChar"/>
          <w:rtl/>
        </w:rPr>
        <w:t xml:space="preserve"> </w:t>
      </w:r>
      <w:r w:rsidRPr="002B27FC">
        <w:rPr>
          <w:rStyle w:val="libArabicChar"/>
          <w:rFonts w:hint="cs"/>
          <w:rtl/>
        </w:rPr>
        <w:t>من</w:t>
      </w:r>
      <w:r w:rsidRPr="002B27FC">
        <w:rPr>
          <w:rStyle w:val="libArabicChar"/>
          <w:rtl/>
        </w:rPr>
        <w:t xml:space="preserve"> </w:t>
      </w:r>
      <w:r w:rsidRPr="002B27FC">
        <w:rPr>
          <w:rStyle w:val="libArabicChar"/>
          <w:rFonts w:hint="cs"/>
          <w:rtl/>
        </w:rPr>
        <w:t>خدام</w:t>
      </w:r>
      <w:r w:rsidRPr="002B27FC">
        <w:rPr>
          <w:rStyle w:val="libArabicChar"/>
          <w:rtl/>
        </w:rPr>
        <w:t xml:space="preserve"> </w:t>
      </w:r>
      <w:r w:rsidRPr="002B27FC">
        <w:rPr>
          <w:rStyle w:val="libArabicChar"/>
          <w:rFonts w:hint="cs"/>
          <w:rtl/>
        </w:rPr>
        <w:t>الجنت</w:t>
      </w:r>
      <w:r w:rsidR="00FA2B42" w:rsidRPr="00FA2B42">
        <w:rPr>
          <w:rStyle w:val="libArabicChar"/>
          <w:rFonts w:hint="cs"/>
          <w:rtl/>
        </w:rPr>
        <w:t>ه</w:t>
      </w:r>
      <w:r w:rsidRPr="002B27FC">
        <w:rPr>
          <w:rStyle w:val="libArabicChar"/>
          <w:rtl/>
        </w:rPr>
        <w:t>''</w:t>
      </w:r>
      <w:r w:rsidR="00FA5EFA" w:rsidRPr="00610DB8">
        <w:rPr>
          <w:rStyle w:val="libFootnotenumChar"/>
          <w:rtl/>
          <w:lang w:bidi="ar-SA"/>
        </w:rPr>
        <w:t>(3</w:t>
      </w:r>
      <w:r w:rsidR="00610DB8" w:rsidRPr="00610DB8">
        <w:rPr>
          <w:rStyle w:val="libFootnotenumChar"/>
          <w:rtl/>
          <w:lang w:bidi="ar-SA"/>
        </w:rPr>
        <w:t>)</w:t>
      </w:r>
      <w:r w:rsidR="00FA5EFA">
        <w:rPr>
          <w:rtl/>
        </w:rPr>
        <w:t xml:space="preserve"> </w:t>
      </w:r>
      <w:r>
        <w:rPr>
          <w:rtl/>
        </w:rPr>
        <w:t xml:space="preserve">''ميرى امت ميں كو ئي ايسا بندہ نہيں ہے جو خدا كى رضا كى خاطر اپنے بھائي پر مہر با نى كري،مگر يہ كہ خدا وند عا لم جنت كے خد مت كا روں ميں سے كچھ خد مت گار اس كے لئے بھيج ديتا ہي_''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اصول كافي_ (مترجم)_ ج 3_ ص 246</w:t>
      </w:r>
    </w:p>
    <w:p w:rsidR="00E03C34" w:rsidRDefault="00E03C34" w:rsidP="00FA2B42">
      <w:pPr>
        <w:pStyle w:val="libFootnote"/>
        <w:rPr>
          <w:rtl/>
        </w:rPr>
      </w:pPr>
      <w:r>
        <w:rPr>
          <w:rtl/>
        </w:rPr>
        <w:t>2_ اصول كافى (مترجم)_ ج 3_ ص 296</w:t>
      </w:r>
    </w:p>
    <w:p w:rsidR="002B27FC" w:rsidRDefault="00E03C34" w:rsidP="00FA2B42">
      <w:pPr>
        <w:pStyle w:val="libFootnote"/>
        <w:rPr>
          <w:rtl/>
        </w:rPr>
      </w:pPr>
      <w:r>
        <w:rPr>
          <w:rtl/>
        </w:rPr>
        <w:t>3_ اصول كافي_ (مترجم)_ ج 3_ ص 294</w:t>
      </w:r>
      <w:r w:rsidR="007525F8">
        <w:rPr>
          <w:rtl/>
        </w:rPr>
        <w:br w:type="page"/>
      </w:r>
      <w:r w:rsidR="007525F8">
        <w:rPr>
          <w:rtl/>
        </w:rPr>
        <w:lastRenderedPageBreak/>
        <w:t xml:space="preserve"> </w:t>
      </w:r>
      <w:r w:rsidR="007525F8">
        <w:rPr>
          <w:rtl/>
        </w:rPr>
        <w:cr/>
      </w:r>
    </w:p>
    <w:p w:rsidR="00E03C34" w:rsidRDefault="00E03C34" w:rsidP="00FA2B42">
      <w:pPr>
        <w:pStyle w:val="libNormal"/>
        <w:rPr>
          <w:rtl/>
        </w:rPr>
      </w:pPr>
      <w:r>
        <w:rPr>
          <w:rtl/>
        </w:rPr>
        <w:t>ج: ...... حاجت برآوري، حضرت امام محمد باقر _ سے منقول ہے كہ خداوند عالم نے حضرت موسى عليه السلام كى طرف وحى فرمايا كہ ميرے بندوں ميں سے كچھ ايسے بھى ہيں جو ''حسنہ'' يعنى نيكى كے ذريعہ ميرا قرب حاصل كرتے ہيں ' اور ميں انہيں جنت كا حاكم بنائوں گا، موسى عليه السلام نے عرض كيا:' 'خداوندا وہ حسنہ يعنى نيكى كيا ہے ؟''_ خداوند تعالى نے فرمايا: ''كسى مومن كا اپنے بھائي كے لئے اس كى حاجت برآورى كے لئے چل پڑنا ' خواہ وہ حاجت پورى ہو يا نہ ہو ''</w:t>
      </w:r>
      <w:r w:rsidR="00FA5EFA" w:rsidRPr="00610DB8">
        <w:rPr>
          <w:rStyle w:val="libFootnotenumChar"/>
          <w:rtl/>
          <w:lang w:bidi="ar-SA"/>
        </w:rPr>
        <w:t>(1</w:t>
      </w:r>
      <w:r w:rsidR="00610DB8" w:rsidRPr="00610DB8">
        <w:rPr>
          <w:rStyle w:val="libFootnotenumChar"/>
          <w:rtl/>
          <w:lang w:bidi="ar-SA"/>
        </w:rPr>
        <w:t>)</w:t>
      </w:r>
      <w:r w:rsidR="00FA5EFA">
        <w:rPr>
          <w:rtl/>
        </w:rPr>
        <w:t xml:space="preserve"> </w:t>
      </w:r>
      <w:r>
        <w:rPr>
          <w:rtl/>
        </w:rPr>
        <w:t xml:space="preserve">د: ......خوش كرنا _ حضرت رسالتمآب (ص) فرماتے ہيں : </w:t>
      </w:r>
    </w:p>
    <w:p w:rsidR="00E03C34" w:rsidRDefault="00E03C34" w:rsidP="00FA2B42">
      <w:pPr>
        <w:pStyle w:val="libNormal"/>
        <w:rPr>
          <w:rtl/>
        </w:rPr>
      </w:pPr>
      <w:r w:rsidRPr="002B27FC">
        <w:rPr>
          <w:rStyle w:val="libArabicChar"/>
          <w:rtl/>
        </w:rPr>
        <w:t>''ان الل</w:t>
      </w:r>
      <w:r w:rsidR="00FA2B42" w:rsidRPr="00FA2B42">
        <w:rPr>
          <w:rStyle w:val="libArabicChar"/>
          <w:rFonts w:hint="cs"/>
          <w:rtl/>
        </w:rPr>
        <w:t>ه</w:t>
      </w:r>
      <w:r w:rsidRPr="002B27FC">
        <w:rPr>
          <w:rStyle w:val="libArabicChar"/>
          <w:rtl/>
        </w:rPr>
        <w:t xml:space="preserve"> </w:t>
      </w:r>
      <w:r w:rsidRPr="002B27FC">
        <w:rPr>
          <w:rStyle w:val="libArabicChar"/>
          <w:rFonts w:hint="cs"/>
          <w:rtl/>
        </w:rPr>
        <w:t>احبَّ</w:t>
      </w:r>
      <w:r w:rsidRPr="002B27FC">
        <w:rPr>
          <w:rStyle w:val="libArabicChar"/>
          <w:rtl/>
        </w:rPr>
        <w:t xml:space="preserve"> </w:t>
      </w:r>
      <w:r w:rsidRPr="002B27FC">
        <w:rPr>
          <w:rStyle w:val="libArabicChar"/>
          <w:rFonts w:hint="cs"/>
          <w:rtl/>
        </w:rPr>
        <w:t>الاعمال</w:t>
      </w:r>
      <w:r w:rsidRPr="002B27FC">
        <w:rPr>
          <w:rStyle w:val="libArabicChar"/>
          <w:rtl/>
        </w:rPr>
        <w:t xml:space="preserve"> </w:t>
      </w:r>
      <w:r w:rsidRPr="002B27FC">
        <w:rPr>
          <w:rStyle w:val="libArabicChar"/>
          <w:rFonts w:hint="cs"/>
          <w:rtl/>
        </w:rPr>
        <w:t>الى</w:t>
      </w:r>
      <w:r w:rsidRPr="002B27FC">
        <w:rPr>
          <w:rStyle w:val="libArabicChar"/>
          <w:rtl/>
        </w:rPr>
        <w:t xml:space="preserve"> </w:t>
      </w:r>
      <w:r w:rsidRPr="002B27FC">
        <w:rPr>
          <w:rStyle w:val="libArabicChar"/>
          <w:rFonts w:hint="cs"/>
          <w:rtl/>
        </w:rPr>
        <w:t>الل</w:t>
      </w:r>
      <w:r w:rsidR="00FA2B42" w:rsidRPr="00FA2B42">
        <w:rPr>
          <w:rStyle w:val="libArabicChar"/>
          <w:rFonts w:hint="cs"/>
          <w:rtl/>
        </w:rPr>
        <w:t>ه</w:t>
      </w:r>
      <w:r w:rsidRPr="002B27FC">
        <w:rPr>
          <w:rStyle w:val="libArabicChar"/>
          <w:rtl/>
        </w:rPr>
        <w:t xml:space="preserve"> </w:t>
      </w:r>
      <w:r w:rsidRPr="002B27FC">
        <w:rPr>
          <w:rStyle w:val="libArabicChar"/>
          <w:rFonts w:hint="cs"/>
          <w:rtl/>
        </w:rPr>
        <w:t>عزوجل</w:t>
      </w:r>
      <w:r w:rsidRPr="002B27FC">
        <w:rPr>
          <w:rStyle w:val="libArabicChar"/>
          <w:rtl/>
        </w:rPr>
        <w:t xml:space="preserve"> </w:t>
      </w:r>
      <w:r w:rsidRPr="002B27FC">
        <w:rPr>
          <w:rStyle w:val="libArabicChar"/>
          <w:rFonts w:hint="cs"/>
          <w:rtl/>
        </w:rPr>
        <w:t>ادخال</w:t>
      </w:r>
      <w:r w:rsidRPr="002B27FC">
        <w:rPr>
          <w:rStyle w:val="libArabicChar"/>
          <w:rtl/>
        </w:rPr>
        <w:t xml:space="preserve"> </w:t>
      </w:r>
      <w:r w:rsidRPr="002B27FC">
        <w:rPr>
          <w:rStyle w:val="libArabicChar"/>
          <w:rFonts w:hint="cs"/>
          <w:rtl/>
        </w:rPr>
        <w:t>السُّرور</w:t>
      </w:r>
      <w:r w:rsidRPr="002B27FC">
        <w:rPr>
          <w:rStyle w:val="libArabicChar"/>
          <w:rtl/>
        </w:rPr>
        <w:t xml:space="preserve"> </w:t>
      </w:r>
      <w:r w:rsidRPr="002B27FC">
        <w:rPr>
          <w:rStyle w:val="libArabicChar"/>
          <w:rFonts w:hint="cs"/>
          <w:rtl/>
        </w:rPr>
        <w:t>على</w:t>
      </w:r>
      <w:r w:rsidRPr="002B27FC">
        <w:rPr>
          <w:rStyle w:val="libArabicChar"/>
          <w:rtl/>
        </w:rPr>
        <w:t xml:space="preserve"> </w:t>
      </w:r>
      <w:r w:rsidRPr="002B27FC">
        <w:rPr>
          <w:rStyle w:val="libArabicChar"/>
          <w:rFonts w:hint="cs"/>
          <w:rtl/>
        </w:rPr>
        <w:t>المومنين</w:t>
      </w:r>
      <w:r w:rsidRPr="002B27FC">
        <w:rPr>
          <w:rStyle w:val="libArabicChar"/>
          <w:rtl/>
        </w:rPr>
        <w:t>''</w:t>
      </w:r>
      <w:r w:rsidR="00FA5EFA" w:rsidRPr="00610DB8">
        <w:rPr>
          <w:rStyle w:val="libFootnotenumChar"/>
          <w:rtl/>
          <w:lang w:bidi="ar-SA"/>
        </w:rPr>
        <w:t>(2</w:t>
      </w:r>
      <w:r w:rsidR="00610DB8" w:rsidRPr="00610DB8">
        <w:rPr>
          <w:rStyle w:val="libFootnotenumChar"/>
          <w:rtl/>
          <w:lang w:bidi="ar-SA"/>
        </w:rPr>
        <w:t>)</w:t>
      </w:r>
      <w:r w:rsidR="00FA5EFA">
        <w:rPr>
          <w:rtl/>
        </w:rPr>
        <w:t xml:space="preserve"> </w:t>
      </w:r>
      <w:r>
        <w:rPr>
          <w:rtl/>
        </w:rPr>
        <w:t xml:space="preserve">''يقينا خدا كے نزديك بہترين عمل ' مومنين كو مسرور كرنا ہے ''_ </w:t>
      </w:r>
    </w:p>
    <w:p w:rsidR="00E03C34" w:rsidRDefault="00E03C34" w:rsidP="00FA2B42">
      <w:pPr>
        <w:pStyle w:val="libNormal"/>
        <w:rPr>
          <w:rtl/>
        </w:rPr>
      </w:pPr>
    </w:p>
    <w:p w:rsidR="00E03C34" w:rsidRDefault="00E03C34" w:rsidP="00FA2B42">
      <w:pPr>
        <w:pStyle w:val="Heading2Center"/>
        <w:rPr>
          <w:rtl/>
        </w:rPr>
      </w:pPr>
      <w:bookmarkStart w:id="65" w:name="_Toc521154856"/>
      <w:r w:rsidRPr="005D7D9D">
        <w:rPr>
          <w:rtl/>
        </w:rPr>
        <w:t>(4)_ بہترين</w:t>
      </w:r>
      <w:r>
        <w:rPr>
          <w:rtl/>
        </w:rPr>
        <w:t xml:space="preserve"> بھائي :</w:t>
      </w:r>
      <w:bookmarkEnd w:id="65"/>
    </w:p>
    <w:p w:rsidR="00E03C34" w:rsidRDefault="00E03C34" w:rsidP="00FA2B42">
      <w:pPr>
        <w:pStyle w:val="libNormal"/>
        <w:rPr>
          <w:rtl/>
        </w:rPr>
      </w:pPr>
      <w:r>
        <w:rPr>
          <w:rtl/>
        </w:rPr>
        <w:t xml:space="preserve">ہم يہاں اميرالمومنين على عليه السلام كے فرمان كى روشنى ميں ايك بہترين بھائي كى چند صفات كو بيان كر رہے ہيں : </w:t>
      </w:r>
    </w:p>
    <w:p w:rsidR="00FA5EFA" w:rsidRDefault="00E03C34" w:rsidP="00FA2B42">
      <w:pPr>
        <w:pStyle w:val="libNormal"/>
        <w:rPr>
          <w:rtl/>
        </w:rPr>
      </w:pPr>
      <w:r>
        <w:rPr>
          <w:rtl/>
        </w:rPr>
        <w:t>الف: ...... ''</w:t>
      </w:r>
      <w:r w:rsidRPr="002B27FC">
        <w:rPr>
          <w:rStyle w:val="libArabicChar"/>
          <w:rtl/>
        </w:rPr>
        <w:t xml:space="preserve">خير اخوانك من دلك على </w:t>
      </w:r>
      <w:r w:rsidR="00FA2B42" w:rsidRPr="00FA2B42">
        <w:rPr>
          <w:rStyle w:val="libArabicChar"/>
          <w:rFonts w:hint="cs"/>
          <w:rtl/>
        </w:rPr>
        <w:t>ه</w:t>
      </w:r>
      <w:r w:rsidRPr="002B27FC">
        <w:rPr>
          <w:rStyle w:val="libArabicChar"/>
          <w:rFonts w:hint="cs"/>
          <w:rtl/>
        </w:rPr>
        <w:t>ديً</w:t>
      </w:r>
      <w:r w:rsidRPr="002B27FC">
        <w:rPr>
          <w:rStyle w:val="libArabicChar"/>
          <w:rtl/>
        </w:rPr>
        <w:t xml:space="preserve"> </w:t>
      </w:r>
      <w:r w:rsidRPr="002B27FC">
        <w:rPr>
          <w:rStyle w:val="libArabicChar"/>
          <w:rFonts w:hint="cs"/>
          <w:rtl/>
        </w:rPr>
        <w:t>واكسبك</w:t>
      </w:r>
      <w:r w:rsidRPr="002B27FC">
        <w:rPr>
          <w:rStyle w:val="libArabicChar"/>
          <w:rtl/>
        </w:rPr>
        <w:t xml:space="preserve"> </w:t>
      </w:r>
      <w:r w:rsidRPr="002B27FC">
        <w:rPr>
          <w:rStyle w:val="libArabicChar"/>
          <w:rFonts w:hint="cs"/>
          <w:rtl/>
        </w:rPr>
        <w:t>تُقيً</w:t>
      </w:r>
      <w:r w:rsidRPr="002B27FC">
        <w:rPr>
          <w:rStyle w:val="libArabicChar"/>
          <w:rtl/>
        </w:rPr>
        <w:t xml:space="preserve"> </w:t>
      </w:r>
      <w:r w:rsidRPr="002B27FC">
        <w:rPr>
          <w:rStyle w:val="libArabicChar"/>
          <w:rFonts w:hint="cs"/>
          <w:rtl/>
        </w:rPr>
        <w:t>و</w:t>
      </w:r>
      <w:r w:rsidRPr="002B27FC">
        <w:rPr>
          <w:rStyle w:val="libArabicChar"/>
          <w:rtl/>
        </w:rPr>
        <w:t xml:space="preserve"> </w:t>
      </w:r>
      <w:r w:rsidRPr="002B27FC">
        <w:rPr>
          <w:rStyle w:val="libArabicChar"/>
          <w:rFonts w:hint="cs"/>
          <w:rtl/>
        </w:rPr>
        <w:t>صدَّك</w:t>
      </w:r>
      <w:r w:rsidRPr="002B27FC">
        <w:rPr>
          <w:rStyle w:val="libArabicChar"/>
          <w:rtl/>
        </w:rPr>
        <w:t xml:space="preserve"> </w:t>
      </w:r>
      <w:r w:rsidRPr="002B27FC">
        <w:rPr>
          <w:rStyle w:val="libArabicChar"/>
          <w:rFonts w:hint="cs"/>
          <w:rtl/>
        </w:rPr>
        <w:t>عن</w:t>
      </w:r>
      <w:r w:rsidRPr="002B27FC">
        <w:rPr>
          <w:rStyle w:val="libArabicChar"/>
          <w:rtl/>
        </w:rPr>
        <w:t xml:space="preserve"> </w:t>
      </w:r>
      <w:r w:rsidRPr="002B27FC">
        <w:rPr>
          <w:rStyle w:val="libArabicChar"/>
          <w:rFonts w:hint="cs"/>
          <w:rtl/>
        </w:rPr>
        <w:t>اتباع</w:t>
      </w:r>
      <w:r w:rsidRPr="002B27FC">
        <w:rPr>
          <w:rStyle w:val="libArabicChar"/>
          <w:rtl/>
        </w:rPr>
        <w:t xml:space="preserve"> </w:t>
      </w:r>
      <w:r w:rsidR="00FA2B42" w:rsidRPr="00FA2B42">
        <w:rPr>
          <w:rStyle w:val="libArabicChar"/>
          <w:rFonts w:hint="cs"/>
          <w:rtl/>
        </w:rPr>
        <w:t>ه</w:t>
      </w:r>
      <w:r w:rsidRPr="002B27FC">
        <w:rPr>
          <w:rStyle w:val="libArabicChar"/>
          <w:rFonts w:hint="cs"/>
          <w:rtl/>
        </w:rPr>
        <w:t>ويً</w:t>
      </w:r>
      <w:r w:rsidRPr="002B27FC">
        <w:rPr>
          <w:rStyle w:val="libArabicChar"/>
          <w:rtl/>
        </w:rPr>
        <w:t>''</w:t>
      </w:r>
      <w:r w:rsidR="00FA5EFA" w:rsidRPr="005D7D9D">
        <w:rPr>
          <w:rStyle w:val="libFootnotenumChar"/>
          <w:rtl/>
          <w:lang w:bidi="ar-SA"/>
        </w:rPr>
        <w:t xml:space="preserve">(3 </w:t>
      </w:r>
      <w:r w:rsidR="005D7D9D" w:rsidRPr="005D7D9D">
        <w:rPr>
          <w:rStyle w:val="libFootnotenumChar"/>
          <w:rFonts w:hint="cs"/>
          <w:rtl/>
        </w:rPr>
        <w:t>)</w:t>
      </w:r>
    </w:p>
    <w:p w:rsidR="00E03C34" w:rsidRDefault="00F01BE6" w:rsidP="000C7CB7">
      <w:pPr>
        <w:pStyle w:val="libLine"/>
        <w:rPr>
          <w:rtl/>
        </w:rPr>
      </w:pPr>
      <w:r w:rsidRPr="006B1525">
        <w:rPr>
          <w:rtl/>
        </w:rPr>
        <w:t>____________________</w:t>
      </w:r>
      <w:r w:rsidR="00E03C34">
        <w:rPr>
          <w:rtl/>
        </w:rPr>
        <w:t xml:space="preserve"> </w:t>
      </w:r>
    </w:p>
    <w:p w:rsidR="00E03C34" w:rsidRDefault="00E03C34" w:rsidP="00FA2B42">
      <w:pPr>
        <w:pStyle w:val="libFootnote"/>
        <w:rPr>
          <w:rtl/>
        </w:rPr>
      </w:pPr>
      <w:r>
        <w:rPr>
          <w:rtl/>
        </w:rPr>
        <w:t>1_ اصول كافى (مترجم)_ ج3_ ص 281</w:t>
      </w:r>
    </w:p>
    <w:p w:rsidR="00E03C34" w:rsidRDefault="00E03C34" w:rsidP="00FA2B42">
      <w:pPr>
        <w:pStyle w:val="libFootnote"/>
        <w:rPr>
          <w:rtl/>
        </w:rPr>
      </w:pPr>
      <w:r>
        <w:rPr>
          <w:rtl/>
        </w:rPr>
        <w:t>2_ اصول كافى (مترج) _ ج3 _ ص 281</w:t>
      </w:r>
    </w:p>
    <w:p w:rsidR="002B27FC" w:rsidRDefault="00E03C34" w:rsidP="00FA2B42">
      <w:pPr>
        <w:pStyle w:val="libFootnote"/>
        <w:rPr>
          <w:rtl/>
        </w:rPr>
      </w:pPr>
      <w:r>
        <w:rPr>
          <w:rtl/>
        </w:rPr>
        <w:t>3_ شرح غررالحكم_ ج 7_ ص 8</w:t>
      </w:r>
      <w:r w:rsidR="007525F8">
        <w:rPr>
          <w:rtl/>
        </w:rPr>
        <w:br w:type="page"/>
      </w:r>
      <w:r w:rsidR="007525F8">
        <w:rPr>
          <w:rtl/>
        </w:rPr>
        <w:lastRenderedPageBreak/>
        <w:t xml:space="preserve"> </w:t>
      </w:r>
      <w:r w:rsidR="007525F8">
        <w:rPr>
          <w:rtl/>
        </w:rPr>
        <w:cr/>
      </w:r>
    </w:p>
    <w:p w:rsidR="00E03C34" w:rsidRDefault="00E03C34" w:rsidP="00FA2B42">
      <w:pPr>
        <w:pStyle w:val="libNormal"/>
        <w:rPr>
          <w:rtl/>
        </w:rPr>
      </w:pPr>
      <w:r>
        <w:rPr>
          <w:rtl/>
        </w:rPr>
        <w:t xml:space="preserve">''تمہارا بہترين بھائي وہ ہے جو تمہيں ہدايت اور راہ راست كى راہنمائي كري' تمہارى پرہيزگارى ميں اضافہ كرے اور تمہيں خواہشات نفسانى كى پيروى سے باز ركھي''_ </w:t>
      </w:r>
    </w:p>
    <w:p w:rsidR="00E03C34" w:rsidRDefault="00E03C34" w:rsidP="00FA2B42">
      <w:pPr>
        <w:pStyle w:val="libNormal"/>
        <w:rPr>
          <w:rtl/>
        </w:rPr>
      </w:pPr>
      <w:r>
        <w:rPr>
          <w:rtl/>
        </w:rPr>
        <w:t xml:space="preserve">ب: ...... </w:t>
      </w:r>
      <w:r w:rsidRPr="002B27FC">
        <w:rPr>
          <w:rStyle w:val="libArabicChar"/>
          <w:rtl/>
        </w:rPr>
        <w:t>''خير إخوانك مَن دعاك الى صدق المقال بصدق مقال</w:t>
      </w:r>
      <w:r w:rsidR="00FA2B42" w:rsidRPr="00FA2B42">
        <w:rPr>
          <w:rStyle w:val="libArabicChar"/>
          <w:rFonts w:hint="cs"/>
          <w:rtl/>
        </w:rPr>
        <w:t>ه</w:t>
      </w:r>
      <w:r w:rsidRPr="002B27FC">
        <w:rPr>
          <w:rStyle w:val="libArabicChar"/>
          <w:rtl/>
        </w:rPr>
        <w:t xml:space="preserve"> </w:t>
      </w:r>
      <w:r w:rsidRPr="002B27FC">
        <w:rPr>
          <w:rStyle w:val="libArabicChar"/>
          <w:rFonts w:hint="cs"/>
          <w:rtl/>
        </w:rPr>
        <w:t>وندبك</w:t>
      </w:r>
      <w:r w:rsidRPr="002B27FC">
        <w:rPr>
          <w:rStyle w:val="libArabicChar"/>
          <w:rtl/>
        </w:rPr>
        <w:t xml:space="preserve"> </w:t>
      </w:r>
      <w:r w:rsidRPr="002B27FC">
        <w:rPr>
          <w:rStyle w:val="libArabicChar"/>
          <w:rFonts w:hint="cs"/>
          <w:rtl/>
        </w:rPr>
        <w:t>إلى</w:t>
      </w:r>
      <w:r w:rsidRPr="002B27FC">
        <w:rPr>
          <w:rStyle w:val="libArabicChar"/>
          <w:rtl/>
        </w:rPr>
        <w:t xml:space="preserve"> </w:t>
      </w:r>
      <w:r w:rsidRPr="002B27FC">
        <w:rPr>
          <w:rStyle w:val="libArabicChar"/>
          <w:rFonts w:hint="cs"/>
          <w:rtl/>
        </w:rPr>
        <w:t>افضل</w:t>
      </w:r>
      <w:r w:rsidRPr="002B27FC">
        <w:rPr>
          <w:rStyle w:val="libArabicChar"/>
          <w:rtl/>
        </w:rPr>
        <w:t xml:space="preserve"> </w:t>
      </w:r>
      <w:r w:rsidRPr="002B27FC">
        <w:rPr>
          <w:rStyle w:val="libArabicChar"/>
          <w:rFonts w:hint="cs"/>
          <w:rtl/>
        </w:rPr>
        <w:t>الا</w:t>
      </w:r>
      <w:r w:rsidRPr="002B27FC">
        <w:rPr>
          <w:rStyle w:val="libArabicChar"/>
          <w:rtl/>
        </w:rPr>
        <w:t xml:space="preserve"> </w:t>
      </w:r>
      <w:r w:rsidRPr="002B27FC">
        <w:rPr>
          <w:rStyle w:val="libArabicChar"/>
          <w:rFonts w:hint="cs"/>
          <w:rtl/>
        </w:rPr>
        <w:t>عمال</w:t>
      </w:r>
      <w:r w:rsidRPr="002B27FC">
        <w:rPr>
          <w:rStyle w:val="libArabicChar"/>
          <w:rtl/>
        </w:rPr>
        <w:t xml:space="preserve"> </w:t>
      </w:r>
      <w:r w:rsidRPr="002B27FC">
        <w:rPr>
          <w:rStyle w:val="libArabicChar"/>
          <w:rFonts w:hint="cs"/>
          <w:rtl/>
        </w:rPr>
        <w:t>بحسن</w:t>
      </w:r>
      <w:r w:rsidRPr="002B27FC">
        <w:rPr>
          <w:rStyle w:val="libArabicChar"/>
          <w:rtl/>
        </w:rPr>
        <w:t xml:space="preserve"> </w:t>
      </w:r>
      <w:r w:rsidRPr="002B27FC">
        <w:rPr>
          <w:rStyle w:val="libArabicChar"/>
          <w:rFonts w:hint="cs"/>
          <w:rtl/>
        </w:rPr>
        <w:t>اعمال</w:t>
      </w:r>
      <w:r w:rsidR="00FA2B42" w:rsidRPr="00FA2B42">
        <w:rPr>
          <w:rStyle w:val="libArabicChar"/>
          <w:rFonts w:hint="cs"/>
          <w:rtl/>
        </w:rPr>
        <w:t>ه</w:t>
      </w:r>
      <w:r w:rsidRPr="002B27FC">
        <w:rPr>
          <w:rStyle w:val="libArabicChar"/>
          <w:rtl/>
        </w:rPr>
        <w:t>''</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''تمہارا بہترين بھائي وہ ہے جو اپنى سچى باتوں كے ذريعہ تمہيں سچ بولنے كى دعوت دي' اوراپنے اچھے كردار كے ذريعہ تمہيں نيك كاموں كى طرف پكاري''_ </w:t>
      </w:r>
    </w:p>
    <w:p w:rsidR="00E03C34" w:rsidRDefault="00E03C34" w:rsidP="00FA2B42">
      <w:pPr>
        <w:pStyle w:val="libNormal"/>
        <w:rPr>
          <w:rtl/>
        </w:rPr>
      </w:pPr>
      <w:r>
        <w:rPr>
          <w:rtl/>
        </w:rPr>
        <w:t>ج: ...... ''</w:t>
      </w:r>
      <w:r w:rsidRPr="002B27FC">
        <w:rPr>
          <w:rStyle w:val="libArabicChar"/>
          <w:rtl/>
        </w:rPr>
        <w:t>خيرا الإخوان من كانت فى الل</w:t>
      </w:r>
      <w:r w:rsidR="00FA2B42" w:rsidRPr="00FA2B42">
        <w:rPr>
          <w:rStyle w:val="libArabicChar"/>
          <w:rFonts w:hint="cs"/>
          <w:rtl/>
        </w:rPr>
        <w:t>ه</w:t>
      </w:r>
      <w:r w:rsidRPr="002B27FC">
        <w:rPr>
          <w:rStyle w:val="libArabicChar"/>
          <w:rtl/>
        </w:rPr>
        <w:t xml:space="preserve"> </w:t>
      </w:r>
      <w:r w:rsidRPr="002B27FC">
        <w:rPr>
          <w:rStyle w:val="libArabicChar"/>
          <w:rFonts w:hint="cs"/>
          <w:rtl/>
        </w:rPr>
        <w:t>مَوَدت</w:t>
      </w:r>
      <w:r w:rsidR="00FA2B42" w:rsidRPr="00FA2B42">
        <w:rPr>
          <w:rStyle w:val="libArabicChar"/>
          <w:rFonts w:hint="cs"/>
          <w:rtl/>
        </w:rPr>
        <w:t>ه</w:t>
      </w:r>
      <w:r w:rsidRPr="002B27FC">
        <w:rPr>
          <w:rStyle w:val="libArabicChar"/>
          <w:rtl/>
        </w:rPr>
        <w:t>''</w:t>
      </w:r>
      <w:r w:rsidR="0006593C">
        <w:rPr>
          <w:rtl/>
        </w:rPr>
        <w:t xml:space="preserve"> </w:t>
      </w:r>
      <w:r w:rsidR="0006593C" w:rsidRPr="00610DB8">
        <w:rPr>
          <w:rStyle w:val="libFootnotenumChar"/>
          <w:rtl/>
        </w:rPr>
        <w:t>(2)</w:t>
      </w:r>
      <w:r w:rsidR="0006593C">
        <w:rPr>
          <w:rtl/>
        </w:rPr>
        <w:t xml:space="preserve"> </w:t>
      </w:r>
      <w:r w:rsidR="0006593C">
        <w:rPr>
          <w:rtl/>
        </w:rPr>
        <w:cr/>
        <w:t xml:space="preserve"> </w:t>
      </w:r>
      <w:r>
        <w:rPr>
          <w:rtl/>
        </w:rPr>
        <w:t xml:space="preserve">''بہترين بھائي (اور دوست) وہ ہے جس كى دوستى خدا كيلئے ہو''_ </w:t>
      </w:r>
    </w:p>
    <w:p w:rsidR="00E03C34" w:rsidRDefault="00E03C34" w:rsidP="00FA2B42">
      <w:pPr>
        <w:pStyle w:val="libNormal"/>
        <w:rPr>
          <w:rtl/>
        </w:rPr>
      </w:pPr>
    </w:p>
    <w:p w:rsidR="00E03C34" w:rsidRDefault="00E03C34" w:rsidP="00FA2B42">
      <w:pPr>
        <w:pStyle w:val="Heading2Center"/>
        <w:rPr>
          <w:rtl/>
        </w:rPr>
      </w:pPr>
      <w:bookmarkStart w:id="66" w:name="_Toc521154857"/>
      <w:r>
        <w:rPr>
          <w:rtl/>
        </w:rPr>
        <w:t>5)_ اتحاد' ايك قرآنى حكم:</w:t>
      </w:r>
      <w:bookmarkEnd w:id="66"/>
    </w:p>
    <w:p w:rsidR="00E03C34" w:rsidRDefault="00E03C34" w:rsidP="00FA2B42">
      <w:pPr>
        <w:pStyle w:val="libNormal"/>
        <w:rPr>
          <w:rtl/>
        </w:rPr>
      </w:pPr>
      <w:r>
        <w:rPr>
          <w:rtl/>
        </w:rPr>
        <w:t xml:space="preserve">اتحاد و اتّفاق ميں برادرى كا راز مضمر ہي، جب اسلامى معاشرہ كے تمام افراد آپس ميں برادرى اور اخوت كا مظاہرہ كريں گے تو ان كے درميان وسيع پيمانے پر اتحاد اور ہم آہنگى پيدا ہوگي_ </w:t>
      </w:r>
    </w:p>
    <w:p w:rsidR="00E03C34" w:rsidRDefault="00E03C34" w:rsidP="00FA2B42">
      <w:pPr>
        <w:pStyle w:val="libNormal"/>
        <w:rPr>
          <w:rtl/>
        </w:rPr>
      </w:pPr>
      <w:r>
        <w:rPr>
          <w:rtl/>
        </w:rPr>
        <w:t xml:space="preserve">عزّت و وقار اور سربلندى اور سرفرازى كا جامہ ايسے معاشرہ كے لئے زيبا ہے جس كے افراد كے دل اور افكار ايك ہوں' تفرقہ اور جدائي سے پرہيز كرتے ہوں' آپس ميں مہربان ہوں اور سينوں سے كينوں اور كدورتوں كو اكھاڑ پھنكا ہو''_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شرح غررالحكم _ ج 7_ ص 8</w:t>
      </w:r>
    </w:p>
    <w:p w:rsidR="002B27FC" w:rsidRDefault="00E03C34" w:rsidP="00FA2B42">
      <w:pPr>
        <w:pStyle w:val="libFootnote"/>
        <w:rPr>
          <w:rtl/>
        </w:rPr>
      </w:pPr>
      <w:r>
        <w:rPr>
          <w:rtl/>
        </w:rPr>
        <w:t>2_ شرح غررالحكم _ ج 7_ ص 9</w:t>
      </w:r>
      <w:r w:rsidR="007525F8">
        <w:rPr>
          <w:rtl/>
        </w:rPr>
        <w:br w:type="page"/>
      </w:r>
      <w:r w:rsidR="007525F8">
        <w:rPr>
          <w:rtl/>
        </w:rPr>
        <w:lastRenderedPageBreak/>
        <w:t xml:space="preserve"> </w:t>
      </w:r>
      <w:r w:rsidR="007525F8">
        <w:rPr>
          <w:rtl/>
        </w:rPr>
        <w:cr/>
      </w:r>
    </w:p>
    <w:p w:rsidR="00E03C34" w:rsidRDefault="00E03C34" w:rsidP="00FA2B42">
      <w:pPr>
        <w:pStyle w:val="libNormal"/>
        <w:rPr>
          <w:rtl/>
        </w:rPr>
      </w:pPr>
      <w:r>
        <w:rPr>
          <w:rtl/>
        </w:rPr>
        <w:t xml:space="preserve">اتحاد اور اتفاق ايسى چيز ہے جس كے بارے ميں قرآن مجيد نے بڑى تاكيد كى ہي_ ارشاد خداوندى ہے : </w:t>
      </w:r>
    </w:p>
    <w:p w:rsidR="00E03C34" w:rsidRDefault="0006593C" w:rsidP="00FA2B42">
      <w:pPr>
        <w:pStyle w:val="libNormal"/>
        <w:rPr>
          <w:rtl/>
        </w:rPr>
      </w:pPr>
      <w:r>
        <w:rPr>
          <w:rStyle w:val="libAieChar"/>
          <w:rtl/>
        </w:rPr>
        <w:t xml:space="preserve"> </w:t>
      </w:r>
      <w:r w:rsidRPr="0006593C">
        <w:rPr>
          <w:rStyle w:val="libAlaemChar"/>
          <w:rtl/>
        </w:rPr>
        <w:t>(</w:t>
      </w:r>
      <w:r w:rsidRPr="002B27FC">
        <w:rPr>
          <w:rStyle w:val="libAieChar"/>
          <w:rtl/>
        </w:rPr>
        <w:t>واعتصوا بحبل الل</w:t>
      </w:r>
      <w:r w:rsidRPr="00FA2B42">
        <w:rPr>
          <w:rStyle w:val="libAieChar"/>
          <w:rFonts w:hint="cs"/>
          <w:rtl/>
        </w:rPr>
        <w:t>ه</w:t>
      </w:r>
      <w:r w:rsidRPr="002B27FC">
        <w:rPr>
          <w:rStyle w:val="libAieChar"/>
          <w:rtl/>
        </w:rPr>
        <w:t xml:space="preserve"> </w:t>
      </w:r>
      <w:r w:rsidRPr="002B27FC">
        <w:rPr>
          <w:rStyle w:val="libAieChar"/>
          <w:rFonts w:hint="cs"/>
          <w:rtl/>
        </w:rPr>
        <w:t>جميعاً</w:t>
      </w:r>
      <w:r w:rsidRPr="002B27FC">
        <w:rPr>
          <w:rStyle w:val="libAieChar"/>
          <w:rtl/>
        </w:rPr>
        <w:t xml:space="preserve"> </w:t>
      </w:r>
      <w:r w:rsidRPr="002B27FC">
        <w:rPr>
          <w:rStyle w:val="libAieChar"/>
          <w:rFonts w:hint="cs"/>
          <w:rtl/>
        </w:rPr>
        <w:t>وَّ</w:t>
      </w:r>
      <w:r w:rsidRPr="002B27FC">
        <w:rPr>
          <w:rStyle w:val="libAieChar"/>
          <w:rtl/>
        </w:rPr>
        <w:t xml:space="preserve"> </w:t>
      </w:r>
      <w:r w:rsidRPr="002B27FC">
        <w:rPr>
          <w:rStyle w:val="libAieChar"/>
          <w:rFonts w:hint="cs"/>
          <w:rtl/>
        </w:rPr>
        <w:t>لا</w:t>
      </w:r>
      <w:r w:rsidRPr="002B27FC">
        <w:rPr>
          <w:rStyle w:val="libAieChar"/>
          <w:rtl/>
        </w:rPr>
        <w:t xml:space="preserve"> </w:t>
      </w:r>
      <w:r w:rsidRPr="002B27FC">
        <w:rPr>
          <w:rStyle w:val="libAieChar"/>
          <w:rFonts w:hint="cs"/>
          <w:rtl/>
        </w:rPr>
        <w:t>تفرقوا</w:t>
      </w:r>
      <w:r w:rsidRPr="002B27FC">
        <w:rPr>
          <w:rStyle w:val="libAieChar"/>
          <w:rtl/>
        </w:rPr>
        <w:t>''</w:t>
      </w:r>
      <w:r>
        <w:rPr>
          <w:rStyle w:val="libAieChar"/>
          <w:rtl/>
        </w:rPr>
        <w:t xml:space="preserve"> </w:t>
      </w:r>
      <w:r w:rsidR="000C7CB7" w:rsidRPr="000C7CB7">
        <w:rPr>
          <w:rStyle w:val="libAlaemChar"/>
          <w:rtl/>
        </w:rPr>
        <w:t>)</w:t>
      </w:r>
      <w:r>
        <w:rPr>
          <w:rtl/>
        </w:rPr>
        <w:t xml:space="preserve"> </w:t>
      </w:r>
      <w:r w:rsidRPr="00610DB8">
        <w:rPr>
          <w:rStyle w:val="libFootnotenumChar"/>
          <w:rtl/>
        </w:rPr>
        <w:t>(1)</w:t>
      </w:r>
      <w:r>
        <w:rPr>
          <w:rtl/>
        </w:rPr>
        <w:t xml:space="preserve"> </w:t>
      </w:r>
      <w:r>
        <w:rPr>
          <w:rtl/>
        </w:rPr>
        <w:cr/>
        <w:t xml:space="preserve"> </w:t>
      </w:r>
      <w:r w:rsidR="00E03C34">
        <w:rPr>
          <w:rtl/>
        </w:rPr>
        <w:t xml:space="preserve">''تم سب (ملكر) خداكى رسى كو مضبوطى سے پكڑے رہو اور ايك دوسرے سے تفرقہ وجدائي اختيار نہ كرو ''_ </w:t>
      </w:r>
    </w:p>
    <w:p w:rsidR="00E03C34" w:rsidRDefault="00E03C34" w:rsidP="00FA2B42">
      <w:pPr>
        <w:pStyle w:val="libNormal"/>
        <w:rPr>
          <w:rtl/>
        </w:rPr>
      </w:pPr>
      <w:r>
        <w:rPr>
          <w:rtl/>
        </w:rPr>
        <w:t xml:space="preserve">پھر فرماتاہي: </w:t>
      </w:r>
    </w:p>
    <w:p w:rsidR="00E03C34" w:rsidRDefault="0006593C" w:rsidP="00FA2B42">
      <w:pPr>
        <w:pStyle w:val="libNormal"/>
        <w:rPr>
          <w:rtl/>
        </w:rPr>
      </w:pPr>
      <w:r>
        <w:rPr>
          <w:rStyle w:val="libAieChar"/>
          <w:rtl/>
        </w:rPr>
        <w:t xml:space="preserve"> </w:t>
      </w:r>
      <w:r w:rsidRPr="0006593C">
        <w:rPr>
          <w:rStyle w:val="libAlaemChar"/>
          <w:rtl/>
        </w:rPr>
        <w:t>(</w:t>
      </w:r>
      <w:r w:rsidRPr="002B27FC">
        <w:rPr>
          <w:rStyle w:val="libAieChar"/>
          <w:rtl/>
        </w:rPr>
        <w:t>ولا تكونوا كالذين تفرَّقوا واختلفوا من بعد ما جآئ</w:t>
      </w:r>
      <w:r w:rsidRPr="00FA2B42">
        <w:rPr>
          <w:rStyle w:val="libAieChar"/>
          <w:rFonts w:hint="cs"/>
          <w:rtl/>
        </w:rPr>
        <w:t>ه</w:t>
      </w:r>
      <w:r w:rsidRPr="002B27FC">
        <w:rPr>
          <w:rStyle w:val="libAieChar"/>
          <w:rFonts w:hint="cs"/>
          <w:rtl/>
        </w:rPr>
        <w:t>م</w:t>
      </w:r>
      <w:r w:rsidRPr="002B27FC">
        <w:rPr>
          <w:rStyle w:val="libAieChar"/>
          <w:rtl/>
        </w:rPr>
        <w:t xml:space="preserve"> </w:t>
      </w:r>
      <w:r w:rsidRPr="002B27FC">
        <w:rPr>
          <w:rStyle w:val="libAieChar"/>
          <w:rFonts w:hint="cs"/>
          <w:rtl/>
        </w:rPr>
        <w:t>ا</w:t>
      </w:r>
      <w:r w:rsidRPr="002B27FC">
        <w:rPr>
          <w:rStyle w:val="libAieChar"/>
          <w:rtl/>
        </w:rPr>
        <w:t>لبينات</w:t>
      </w:r>
      <w:r>
        <w:rPr>
          <w:rStyle w:val="libAieChar"/>
          <w:rtl/>
        </w:rPr>
        <w:t xml:space="preserve"> </w:t>
      </w:r>
      <w:r w:rsidR="000C7CB7" w:rsidRPr="000C7CB7">
        <w:rPr>
          <w:rStyle w:val="libAlaemChar"/>
          <w:rtl/>
        </w:rPr>
        <w:t>)</w:t>
      </w:r>
      <w:r w:rsidR="00E03C34">
        <w:rPr>
          <w:rtl/>
        </w:rPr>
        <w:t xml:space="preserve"> ''</w:t>
      </w:r>
      <w:r>
        <w:rPr>
          <w:rtl/>
        </w:rPr>
        <w:t xml:space="preserve"> </w:t>
      </w:r>
      <w:r w:rsidRPr="00610DB8">
        <w:rPr>
          <w:rStyle w:val="libFootnotenumChar"/>
          <w:rtl/>
        </w:rPr>
        <w:t>(2)</w:t>
      </w:r>
      <w:r>
        <w:rPr>
          <w:rtl/>
        </w:rPr>
        <w:t xml:space="preserve"> </w:t>
      </w:r>
      <w:r>
        <w:rPr>
          <w:rtl/>
        </w:rPr>
        <w:cr/>
        <w:t xml:space="preserve"> </w:t>
      </w:r>
      <w:r w:rsidR="00E03C34">
        <w:rPr>
          <w:rtl/>
        </w:rPr>
        <w:t xml:space="preserve">''تم لوگ (مسلمان) ان لوگوں كى طرح مت ہوجانا جو اپنے پاس روشن آيات اور نشانيوں كے آجانے كے بعد تفرقہ اور اختلاف ميں پڑگئے تھے ''_ </w:t>
      </w:r>
    </w:p>
    <w:p w:rsidR="00E03C34" w:rsidRDefault="00E03C34" w:rsidP="00FA2B42">
      <w:pPr>
        <w:pStyle w:val="libNormal"/>
        <w:rPr>
          <w:rtl/>
        </w:rPr>
      </w:pPr>
    </w:p>
    <w:p w:rsidR="00E03C34" w:rsidRDefault="00E03C34" w:rsidP="00FA2B42">
      <w:pPr>
        <w:pStyle w:val="Heading2Center"/>
        <w:rPr>
          <w:rtl/>
        </w:rPr>
      </w:pPr>
      <w:bookmarkStart w:id="67" w:name="_Toc521154858"/>
      <w:r>
        <w:rPr>
          <w:rtl/>
        </w:rPr>
        <w:t>6)_ فرقہ بندى كے خطرات :_</w:t>
      </w:r>
      <w:bookmarkEnd w:id="67"/>
    </w:p>
    <w:p w:rsidR="00E03C34" w:rsidRDefault="00E03C34" w:rsidP="00FA2B42">
      <w:pPr>
        <w:pStyle w:val="libNormal"/>
        <w:rPr>
          <w:rtl/>
        </w:rPr>
      </w:pPr>
      <w:r>
        <w:rPr>
          <w:rtl/>
        </w:rPr>
        <w:t xml:space="preserve">مسلمانوں كا ايك دوسرے كے خلاف فرقہ بندى اور باہمى اختلاف كے بہت سے نقصانات ہيں' جن ميں سے چند يہاں بيان كئے جاتے ہيں : </w:t>
      </w:r>
    </w:p>
    <w:p w:rsidR="00E03C34" w:rsidRDefault="00E03C34" w:rsidP="00FA2B42">
      <w:pPr>
        <w:pStyle w:val="libNormal"/>
        <w:rPr>
          <w:rtl/>
        </w:rPr>
      </w:pPr>
      <w:r>
        <w:rPr>
          <w:rtl/>
        </w:rPr>
        <w:t xml:space="preserve">الف: ...... صراط مستقيم سے ہٹ جانا ; جب رشتہ وحدت ٹوٹ جاتا ہے تو انسان كو شرك كى طرف كھينچ كر لے جانے كے لئے شيطان كو آسانى ہوجاتى ہے اور انسانى تخليق كا اصل مقصد جو كہ خدا كى عبادت اور اسكے بتائے ہوئے راستوں پر چلنا ہے اس سے ہٹ كر وہ طاغوت كى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سورہ آل عمران _ آيت 103</w:t>
      </w:r>
    </w:p>
    <w:p w:rsidR="002B27FC" w:rsidRDefault="00E03C34" w:rsidP="00FA2B42">
      <w:pPr>
        <w:pStyle w:val="libFootnote"/>
        <w:rPr>
          <w:rtl/>
        </w:rPr>
      </w:pPr>
      <w:r>
        <w:rPr>
          <w:rtl/>
        </w:rPr>
        <w:t>2_ سورہ آل عمران _ آيت 105</w:t>
      </w:r>
      <w:r w:rsidR="007525F8">
        <w:rPr>
          <w:rtl/>
        </w:rPr>
        <w:br w:type="page"/>
      </w:r>
      <w:r w:rsidR="007525F8">
        <w:rPr>
          <w:rtl/>
        </w:rPr>
        <w:lastRenderedPageBreak/>
        <w:t xml:space="preserve"> </w:t>
      </w:r>
      <w:r w:rsidR="007525F8">
        <w:rPr>
          <w:rtl/>
        </w:rPr>
        <w:cr/>
      </w:r>
    </w:p>
    <w:p w:rsidR="00E03C34" w:rsidRDefault="00E03C34" w:rsidP="00FA2B42">
      <w:pPr>
        <w:pStyle w:val="libNormal"/>
        <w:rPr>
          <w:rtl/>
        </w:rPr>
      </w:pPr>
      <w:r>
        <w:rPr>
          <w:rtl/>
        </w:rPr>
        <w:t xml:space="preserve">اطاعت كرنے لگتا ہي_ اس سلسلے ميںقرآن مجيد فرماتا ہي: </w:t>
      </w:r>
    </w:p>
    <w:p w:rsidR="00E03C34" w:rsidRDefault="0006593C" w:rsidP="00FA2B42">
      <w:pPr>
        <w:pStyle w:val="libNormal"/>
        <w:rPr>
          <w:rtl/>
        </w:rPr>
      </w:pPr>
      <w:r>
        <w:rPr>
          <w:rStyle w:val="libAieChar"/>
          <w:rtl/>
        </w:rPr>
        <w:t xml:space="preserve"> </w:t>
      </w:r>
      <w:r w:rsidRPr="0006593C">
        <w:rPr>
          <w:rStyle w:val="libAlaemChar"/>
          <w:rtl/>
        </w:rPr>
        <w:t>(</w:t>
      </w:r>
      <w:r w:rsidRPr="002B27FC">
        <w:rPr>
          <w:rStyle w:val="libAieChar"/>
          <w:rtl/>
        </w:rPr>
        <w:t xml:space="preserve">وانَّ </w:t>
      </w:r>
      <w:r w:rsidRPr="00FA2B42">
        <w:rPr>
          <w:rStyle w:val="libAieChar"/>
          <w:rFonts w:hint="cs"/>
          <w:rtl/>
        </w:rPr>
        <w:t>ه</w:t>
      </w:r>
      <w:r w:rsidRPr="002B27FC">
        <w:rPr>
          <w:rStyle w:val="libAieChar"/>
          <w:rFonts w:hint="cs"/>
          <w:rtl/>
        </w:rPr>
        <w:t>ذا</w:t>
      </w:r>
      <w:r w:rsidRPr="002B27FC">
        <w:rPr>
          <w:rStyle w:val="libAieChar"/>
          <w:rtl/>
        </w:rPr>
        <w:t xml:space="preserve"> </w:t>
      </w:r>
      <w:r w:rsidRPr="002B27FC">
        <w:rPr>
          <w:rStyle w:val="libAieChar"/>
          <w:rFonts w:hint="cs"/>
          <w:rtl/>
        </w:rPr>
        <w:t>صراطى</w:t>
      </w:r>
      <w:r w:rsidRPr="002B27FC">
        <w:rPr>
          <w:rStyle w:val="libAieChar"/>
          <w:rtl/>
        </w:rPr>
        <w:t xml:space="preserve"> </w:t>
      </w:r>
      <w:r w:rsidRPr="002B27FC">
        <w:rPr>
          <w:rStyle w:val="libAieChar"/>
          <w:rFonts w:hint="cs"/>
          <w:rtl/>
        </w:rPr>
        <w:t>مستقيماً</w:t>
      </w:r>
      <w:r w:rsidRPr="002B27FC">
        <w:rPr>
          <w:rStyle w:val="libAieChar"/>
          <w:rtl/>
        </w:rPr>
        <w:t xml:space="preserve"> </w:t>
      </w:r>
      <w:r w:rsidRPr="002B27FC">
        <w:rPr>
          <w:rStyle w:val="libAieChar"/>
          <w:rFonts w:hint="cs"/>
          <w:rtl/>
        </w:rPr>
        <w:t>فاتبعو</w:t>
      </w:r>
      <w:r w:rsidRPr="00FA2B42">
        <w:rPr>
          <w:rStyle w:val="libAieChar"/>
          <w:rFonts w:hint="cs"/>
          <w:rtl/>
        </w:rPr>
        <w:t>ه</w:t>
      </w:r>
      <w:r w:rsidRPr="002B27FC">
        <w:rPr>
          <w:rStyle w:val="libAieChar"/>
          <w:rtl/>
        </w:rPr>
        <w:t xml:space="preserve"> </w:t>
      </w:r>
      <w:r w:rsidRPr="002B27FC">
        <w:rPr>
          <w:rStyle w:val="libAieChar"/>
          <w:rFonts w:hint="cs"/>
          <w:rtl/>
        </w:rPr>
        <w:t>ولا</w:t>
      </w:r>
      <w:r w:rsidRPr="002B27FC">
        <w:rPr>
          <w:rStyle w:val="libAieChar"/>
          <w:rtl/>
        </w:rPr>
        <w:t xml:space="preserve"> </w:t>
      </w:r>
      <w:r w:rsidRPr="002B27FC">
        <w:rPr>
          <w:rStyle w:val="libAieChar"/>
          <w:rFonts w:hint="cs"/>
          <w:rtl/>
        </w:rPr>
        <w:t>تتبعوا</w:t>
      </w:r>
      <w:r w:rsidRPr="002B27FC">
        <w:rPr>
          <w:rStyle w:val="libAieChar"/>
          <w:rtl/>
        </w:rPr>
        <w:t xml:space="preserve"> </w:t>
      </w:r>
      <w:r w:rsidRPr="002B27FC">
        <w:rPr>
          <w:rStyle w:val="libAieChar"/>
          <w:rFonts w:hint="cs"/>
          <w:rtl/>
        </w:rPr>
        <w:t>السُّبُل</w:t>
      </w:r>
      <w:r w:rsidRPr="002B27FC">
        <w:rPr>
          <w:rStyle w:val="libAieChar"/>
          <w:rtl/>
        </w:rPr>
        <w:t xml:space="preserve"> </w:t>
      </w:r>
      <w:r w:rsidRPr="002B27FC">
        <w:rPr>
          <w:rStyle w:val="libAieChar"/>
          <w:rFonts w:hint="cs"/>
          <w:rtl/>
        </w:rPr>
        <w:t>فتفرق</w:t>
      </w:r>
      <w:r w:rsidRPr="002B27FC">
        <w:rPr>
          <w:rStyle w:val="libAieChar"/>
          <w:rtl/>
        </w:rPr>
        <w:t xml:space="preserve"> </w:t>
      </w:r>
      <w:r w:rsidRPr="002B27FC">
        <w:rPr>
          <w:rStyle w:val="libAieChar"/>
          <w:rFonts w:hint="cs"/>
          <w:rtl/>
        </w:rPr>
        <w:t>بكم</w:t>
      </w:r>
      <w:r w:rsidRPr="002B27FC">
        <w:rPr>
          <w:rStyle w:val="libAieChar"/>
          <w:rtl/>
        </w:rPr>
        <w:t xml:space="preserve"> </w:t>
      </w:r>
      <w:r w:rsidRPr="002B27FC">
        <w:rPr>
          <w:rStyle w:val="libAieChar"/>
          <w:rFonts w:hint="cs"/>
          <w:rtl/>
        </w:rPr>
        <w:t>عن</w:t>
      </w:r>
      <w:r w:rsidRPr="002B27FC">
        <w:rPr>
          <w:rStyle w:val="libAieChar"/>
          <w:rtl/>
        </w:rPr>
        <w:t xml:space="preserve"> </w:t>
      </w:r>
      <w:r w:rsidRPr="002B27FC">
        <w:rPr>
          <w:rStyle w:val="libAieChar"/>
          <w:rFonts w:hint="cs"/>
          <w:rtl/>
        </w:rPr>
        <w:t>سبيل</w:t>
      </w:r>
      <w:r w:rsidRPr="00FA2B42">
        <w:rPr>
          <w:rStyle w:val="libAieChar"/>
          <w:rFonts w:hint="cs"/>
          <w:rtl/>
        </w:rPr>
        <w:t>ه</w:t>
      </w:r>
      <w:r w:rsidRPr="002B27FC">
        <w:rPr>
          <w:rStyle w:val="libAieChar"/>
          <w:rtl/>
        </w:rPr>
        <w:t xml:space="preserve"> </w:t>
      </w:r>
      <w:r w:rsidRPr="002B27FC">
        <w:rPr>
          <w:rStyle w:val="libAieChar"/>
          <w:rFonts w:hint="cs"/>
          <w:rtl/>
        </w:rPr>
        <w:t>ذلكم</w:t>
      </w:r>
      <w:r w:rsidRPr="002B27FC">
        <w:rPr>
          <w:rStyle w:val="libAieChar"/>
          <w:rtl/>
        </w:rPr>
        <w:t xml:space="preserve"> </w:t>
      </w:r>
      <w:r w:rsidRPr="002B27FC">
        <w:rPr>
          <w:rStyle w:val="libAieChar"/>
          <w:rFonts w:hint="cs"/>
          <w:rtl/>
        </w:rPr>
        <w:t>وصى</w:t>
      </w:r>
      <w:r w:rsidRPr="002B27FC">
        <w:rPr>
          <w:rStyle w:val="libAieChar"/>
          <w:rtl/>
        </w:rPr>
        <w:t xml:space="preserve"> </w:t>
      </w:r>
      <w:r w:rsidRPr="002B27FC">
        <w:rPr>
          <w:rStyle w:val="libAieChar"/>
          <w:rFonts w:hint="cs"/>
          <w:rtl/>
        </w:rPr>
        <w:t>كم</w:t>
      </w:r>
      <w:r w:rsidRPr="002B27FC">
        <w:rPr>
          <w:rStyle w:val="libAieChar"/>
          <w:rtl/>
        </w:rPr>
        <w:t xml:space="preserve"> </w:t>
      </w:r>
      <w:r w:rsidRPr="002B27FC">
        <w:rPr>
          <w:rStyle w:val="libAieChar"/>
          <w:rFonts w:hint="cs"/>
          <w:rtl/>
        </w:rPr>
        <w:t>ب</w:t>
      </w:r>
      <w:r w:rsidRPr="00FA2B42">
        <w:rPr>
          <w:rStyle w:val="libAieChar"/>
          <w:rFonts w:hint="cs"/>
          <w:rtl/>
        </w:rPr>
        <w:t>ه</w:t>
      </w:r>
      <w:r w:rsidRPr="002B27FC">
        <w:rPr>
          <w:rStyle w:val="libAieChar"/>
          <w:rtl/>
        </w:rPr>
        <w:t xml:space="preserve"> </w:t>
      </w:r>
      <w:r w:rsidRPr="002B27FC">
        <w:rPr>
          <w:rStyle w:val="libAieChar"/>
          <w:rFonts w:hint="cs"/>
          <w:rtl/>
        </w:rPr>
        <w:t>لعلَّكم</w:t>
      </w:r>
      <w:r w:rsidRPr="002B27FC">
        <w:rPr>
          <w:rStyle w:val="libAieChar"/>
          <w:rtl/>
        </w:rPr>
        <w:t xml:space="preserve"> </w:t>
      </w:r>
      <w:r w:rsidRPr="002B27FC">
        <w:rPr>
          <w:rStyle w:val="libAieChar"/>
          <w:rFonts w:hint="cs"/>
          <w:rtl/>
        </w:rPr>
        <w:t>تت</w:t>
      </w:r>
      <w:r w:rsidRPr="002B27FC">
        <w:rPr>
          <w:rStyle w:val="libAieChar"/>
          <w:rtl/>
        </w:rPr>
        <w:t>قون ''</w:t>
      </w:r>
      <w:r>
        <w:rPr>
          <w:rStyle w:val="libAieChar"/>
          <w:rtl/>
        </w:rPr>
        <w:t xml:space="preserve"> </w:t>
      </w:r>
      <w:r w:rsidR="000C7CB7" w:rsidRPr="000C7CB7">
        <w:rPr>
          <w:rStyle w:val="libAlaemChar"/>
          <w:rtl/>
        </w:rPr>
        <w:t>)</w:t>
      </w:r>
      <w:r w:rsidR="00FA5EFA" w:rsidRPr="00610DB8">
        <w:rPr>
          <w:rStyle w:val="libFootnotenumChar"/>
          <w:rtl/>
          <w:lang w:bidi="ar-SA"/>
        </w:rPr>
        <w:t>(1</w:t>
      </w:r>
      <w:r w:rsidR="00610DB8" w:rsidRPr="00610DB8">
        <w:rPr>
          <w:rStyle w:val="libFootnotenumChar"/>
          <w:rtl/>
          <w:lang w:bidi="ar-SA"/>
        </w:rPr>
        <w:t>)</w:t>
      </w:r>
      <w:r w:rsidR="00FA5EFA">
        <w:rPr>
          <w:rtl/>
        </w:rPr>
        <w:t xml:space="preserve"> </w:t>
      </w:r>
      <w:r w:rsidR="00E03C34">
        <w:rPr>
          <w:rtl/>
        </w:rPr>
        <w:t xml:space="preserve">''اور يہ (دين) ميرا سيدھا راستہ ہے ' لہذا تم اس كى پيروى كرو اور دوسرى راہوں كى پيروى نہ كرو كہ (وہ راہيں) تم كو اس (اللہ) كى راہ سے متفرق اور جدا كرديں گي، اللہ تعالى نے تمہيں اس كا حكم ديا ہے ( كہ اس كے خلاف چلنے سے اجتناب كرو) تاكہ شايد تم پرہيز گار بن جائو''_ </w:t>
      </w:r>
    </w:p>
    <w:p w:rsidR="00E03C34" w:rsidRDefault="00E03C34" w:rsidP="00FA2B42">
      <w:pPr>
        <w:pStyle w:val="libNormal"/>
        <w:rPr>
          <w:rtl/>
        </w:rPr>
      </w:pPr>
      <w:r>
        <w:rPr>
          <w:rtl/>
        </w:rPr>
        <w:t xml:space="preserve">ب: ...... عظمت ختم ہوجاتى ہي: عظمت و اقتدار كاراز ' وحد ت اور اتحاد ميں مضمر ہي' جب كہ اس كے برعكس ضعف و ناتواني' اختلاف وانتشار كا نتيجہ ہوتى ہي_ چنانچہ قرآن مجيد مسلمانوں كو باہمى اختلاف سے باز ركھنے كے ساتھ ساتھ اسكے برے انجام سے بھى خبردار كر رہاہي، ارشاد ہي: </w:t>
      </w:r>
    </w:p>
    <w:p w:rsidR="00E03C34" w:rsidRDefault="0006593C" w:rsidP="00FA2B42">
      <w:pPr>
        <w:pStyle w:val="libNormal"/>
        <w:rPr>
          <w:rtl/>
        </w:rPr>
      </w:pPr>
      <w:r>
        <w:rPr>
          <w:rStyle w:val="libAieChar"/>
          <w:rtl/>
        </w:rPr>
        <w:t xml:space="preserve"> </w:t>
      </w:r>
      <w:r w:rsidRPr="0006593C">
        <w:rPr>
          <w:rStyle w:val="libAlaemChar"/>
          <w:rtl/>
        </w:rPr>
        <w:t>(</w:t>
      </w:r>
      <w:r w:rsidRPr="002B27FC">
        <w:rPr>
          <w:rStyle w:val="libAieChar"/>
          <w:rtl/>
        </w:rPr>
        <w:t>واطيعواالل</w:t>
      </w:r>
      <w:r w:rsidRPr="00FA2B42">
        <w:rPr>
          <w:rStyle w:val="libAieChar"/>
          <w:rFonts w:hint="cs"/>
          <w:rtl/>
        </w:rPr>
        <w:t>ه</w:t>
      </w:r>
      <w:r w:rsidRPr="002B27FC">
        <w:rPr>
          <w:rStyle w:val="libAieChar"/>
          <w:rtl/>
        </w:rPr>
        <w:t xml:space="preserve"> </w:t>
      </w:r>
      <w:r w:rsidRPr="002B27FC">
        <w:rPr>
          <w:rStyle w:val="libAieChar"/>
          <w:rFonts w:hint="cs"/>
          <w:rtl/>
        </w:rPr>
        <w:t>و</w:t>
      </w:r>
      <w:r w:rsidRPr="002B27FC">
        <w:rPr>
          <w:rStyle w:val="libAieChar"/>
          <w:rtl/>
        </w:rPr>
        <w:t xml:space="preserve"> </w:t>
      </w:r>
      <w:r w:rsidRPr="002B27FC">
        <w:rPr>
          <w:rStyle w:val="libAieChar"/>
          <w:rFonts w:hint="cs"/>
          <w:rtl/>
        </w:rPr>
        <w:t>رسول</w:t>
      </w:r>
      <w:r w:rsidRPr="00FA2B42">
        <w:rPr>
          <w:rStyle w:val="libAieChar"/>
          <w:rFonts w:hint="cs"/>
          <w:rtl/>
        </w:rPr>
        <w:t>ه</w:t>
      </w:r>
      <w:r w:rsidRPr="002B27FC">
        <w:rPr>
          <w:rStyle w:val="libAieChar"/>
          <w:rtl/>
        </w:rPr>
        <w:t xml:space="preserve"> </w:t>
      </w:r>
      <w:r w:rsidRPr="002B27FC">
        <w:rPr>
          <w:rStyle w:val="libAieChar"/>
          <w:rFonts w:hint="cs"/>
          <w:rtl/>
        </w:rPr>
        <w:t>ولا</w:t>
      </w:r>
      <w:r w:rsidRPr="002B27FC">
        <w:rPr>
          <w:rStyle w:val="libAieChar"/>
          <w:rtl/>
        </w:rPr>
        <w:t xml:space="preserve"> </w:t>
      </w:r>
      <w:r w:rsidRPr="002B27FC">
        <w:rPr>
          <w:rStyle w:val="libAieChar"/>
          <w:rFonts w:hint="cs"/>
          <w:rtl/>
        </w:rPr>
        <w:t>تناز</w:t>
      </w:r>
      <w:r w:rsidRPr="002B27FC">
        <w:rPr>
          <w:rStyle w:val="libAieChar"/>
          <w:rtl/>
        </w:rPr>
        <w:t xml:space="preserve"> </w:t>
      </w:r>
      <w:r w:rsidRPr="002B27FC">
        <w:rPr>
          <w:rStyle w:val="libAieChar"/>
          <w:rFonts w:hint="cs"/>
          <w:rtl/>
        </w:rPr>
        <w:t>عوا</w:t>
      </w:r>
      <w:r w:rsidRPr="002B27FC">
        <w:rPr>
          <w:rStyle w:val="libAieChar"/>
          <w:rtl/>
        </w:rPr>
        <w:t xml:space="preserve"> </w:t>
      </w:r>
      <w:r w:rsidRPr="002B27FC">
        <w:rPr>
          <w:rStyle w:val="libAieChar"/>
          <w:rFonts w:hint="cs"/>
          <w:rtl/>
        </w:rPr>
        <w:t>فتفشلوا</w:t>
      </w:r>
      <w:r w:rsidRPr="002B27FC">
        <w:rPr>
          <w:rStyle w:val="libAieChar"/>
          <w:rtl/>
        </w:rPr>
        <w:t xml:space="preserve"> </w:t>
      </w:r>
      <w:r w:rsidRPr="002B27FC">
        <w:rPr>
          <w:rStyle w:val="libAieChar"/>
          <w:rFonts w:hint="cs"/>
          <w:rtl/>
        </w:rPr>
        <w:t>وتذ</w:t>
      </w:r>
      <w:r w:rsidRPr="00FA2B42">
        <w:rPr>
          <w:rStyle w:val="libAieChar"/>
          <w:rFonts w:hint="cs"/>
          <w:rtl/>
        </w:rPr>
        <w:t>ه</w:t>
      </w:r>
      <w:r w:rsidRPr="002B27FC">
        <w:rPr>
          <w:rStyle w:val="libAieChar"/>
          <w:rFonts w:hint="cs"/>
          <w:rtl/>
        </w:rPr>
        <w:t>ب</w:t>
      </w:r>
      <w:r w:rsidRPr="002B27FC">
        <w:rPr>
          <w:rStyle w:val="libAieChar"/>
          <w:rtl/>
        </w:rPr>
        <w:t xml:space="preserve"> </w:t>
      </w:r>
      <w:r w:rsidRPr="002B27FC">
        <w:rPr>
          <w:rStyle w:val="libAieChar"/>
          <w:rFonts w:hint="cs"/>
          <w:rtl/>
        </w:rPr>
        <w:t>ريحكم</w:t>
      </w:r>
      <w:r w:rsidRPr="002B27FC">
        <w:rPr>
          <w:rStyle w:val="libAieChar"/>
          <w:rtl/>
        </w:rPr>
        <w:t>''</w:t>
      </w:r>
      <w:r>
        <w:rPr>
          <w:rStyle w:val="libAieChar"/>
          <w:rtl/>
        </w:rPr>
        <w:t xml:space="preserve"> </w:t>
      </w:r>
      <w:r w:rsidR="000C7CB7" w:rsidRPr="000C7CB7">
        <w:rPr>
          <w:rStyle w:val="libAlaemChar"/>
          <w:rtl/>
        </w:rPr>
        <w:t>)</w:t>
      </w:r>
      <w:r>
        <w:rPr>
          <w:rtl/>
        </w:rPr>
        <w:t xml:space="preserve"> </w:t>
      </w:r>
      <w:r w:rsidRPr="00610DB8">
        <w:rPr>
          <w:rStyle w:val="libFootnotenumChar"/>
          <w:rtl/>
        </w:rPr>
        <w:t>(2)</w:t>
      </w:r>
      <w:r>
        <w:rPr>
          <w:rtl/>
        </w:rPr>
        <w:t xml:space="preserve"> </w:t>
      </w:r>
      <w:r>
        <w:rPr>
          <w:rtl/>
        </w:rPr>
        <w:cr/>
        <w:t xml:space="preserve"> </w:t>
      </w:r>
      <w:r w:rsidR="00E03C34">
        <w:rPr>
          <w:rtl/>
        </w:rPr>
        <w:t xml:space="preserve">''خدا اور اس كے رسول (ص) كى اطاعت كرو ' اور آپس ميں جھگڑا نہ كرو كہ اس طرح تم سست ہوجائو گے اور تمہارى عظمت كى روح تم سے رخصت ہوجائے گي''_ </w:t>
      </w:r>
    </w:p>
    <w:p w:rsidR="00E03C34" w:rsidRDefault="00E03C34" w:rsidP="00FA2B42">
      <w:pPr>
        <w:pStyle w:val="libNormal"/>
        <w:rPr>
          <w:rtl/>
        </w:rPr>
      </w:pPr>
      <w:r>
        <w:rPr>
          <w:rtl/>
        </w:rPr>
        <w:t xml:space="preserve">ج: ...... ذلّت; كوئي بھى قوم كہ جو وحدت كى حامل ہوتى ہي' وہ سرى طاقتوں كى يلغار سے محفوظ رہتى ہے اور كسى كو اس كى طرف آنكھ اٹھاكرديكھنے كى جرا ت نہيں ہوتي، ليكن اگر اتحاد كا دامن چھوڑ دے تو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سورہ انعام _ آيت 153</w:t>
      </w:r>
    </w:p>
    <w:p w:rsidR="002B27FC" w:rsidRDefault="00E03C34" w:rsidP="00FA2B42">
      <w:pPr>
        <w:pStyle w:val="libFootnote"/>
        <w:rPr>
          <w:rtl/>
        </w:rPr>
      </w:pPr>
      <w:r>
        <w:rPr>
          <w:rtl/>
        </w:rPr>
        <w:t>2_ سورہ انفال _ آيت 46</w:t>
      </w:r>
    </w:p>
    <w:p w:rsidR="002B27FC" w:rsidRDefault="002B27FC" w:rsidP="00FA2B42">
      <w:pPr>
        <w:pStyle w:val="libNormal"/>
        <w:rPr>
          <w:rtl/>
        </w:rPr>
      </w:pPr>
      <w:r>
        <w:rPr>
          <w:rtl/>
        </w:rPr>
        <w:br w:type="page"/>
      </w:r>
    </w:p>
    <w:p w:rsidR="00E03C34" w:rsidRDefault="00E03C34" w:rsidP="00FA2B42">
      <w:pPr>
        <w:pStyle w:val="libNormal"/>
        <w:rPr>
          <w:rtl/>
        </w:rPr>
      </w:pPr>
    </w:p>
    <w:p w:rsidR="00E03C34" w:rsidRDefault="00E03C34" w:rsidP="00FA2B42">
      <w:pPr>
        <w:pStyle w:val="libNormal"/>
        <w:rPr>
          <w:rtl/>
        </w:rPr>
      </w:pPr>
      <w:r>
        <w:rPr>
          <w:rtl/>
        </w:rPr>
        <w:t xml:space="preserve">معاشرہ كى عزت و عظمت اور حشمت و شوكت خاك ميں مل جاتى ہے ' اور وہ اغيار كى يلغار اور يورش كا تختہ مشق بن جاتا ہے ، تاريخ ہمارے اس دعوے كى گواہ ہي_ حضرت اميرالمومنين على عليه السلام نہج البلاغہ كے ايك خطبہ ميں اس چيز كو اس طرح بيان فرماتے ہيں : </w:t>
      </w:r>
    </w:p>
    <w:p w:rsidR="00E03C34" w:rsidRDefault="00E03C34" w:rsidP="00FA2B42">
      <w:pPr>
        <w:pStyle w:val="libNormal"/>
        <w:rPr>
          <w:rtl/>
        </w:rPr>
      </w:pPr>
      <w:r>
        <w:rPr>
          <w:rtl/>
        </w:rPr>
        <w:t xml:space="preserve">''اب ذرا اسماعيل كى اولاد' اسحاق كے فرزندوں اور يعقوب كے بيٹوں كے حالات سے عبرت ونصيحت حاصل كرو_ (اقوام وملل كي) حالات كس قدر ملتے جلتے اور طور طريقے كتنے يكساں ہيں' ان كے منتشر اور پراگندہ ہوجانے كے بعد جو واقعات رونما ہوئے ہيں ان ميں غور وخوض كرو كہ جب كسرى (شاہان عجم) اور قيصر (سلاطين دوم) ان پر حكمران تھي، واقعات نے انہيں اطراف عالم كے سبزہ زاروں ' عراق كے دريائوں اور دنيا كى شادابيوں سے خاردار جھاڑيوں' ہوائوں كے بے روك گذرگاہوں اور معيشت كى دشواريوں كى طرف دھكيل ديا اور آخر كار انہيںفقير و نادار اور زخمى پيٹھ والے اونٹوں كا چرواہا اور بالوں كى جھونپڑيوں كا باشندہ بناكر چھوڑديا_ ' ان كے گھر بار دنيا سے بڑھ كر خستہ و خراب اور ان كے ٹھكانے خشك ساليوں سے تباہ حال تھي، نہ ان كى كوئي آواز تھى جس كے پرو بال كا سہارا ليں ' نہ انس ومحبت كى چھائوں تھى جس كے بل بوتے پر بھروسہ كريں، ان كے حالات پراگندہ' ہاتھ الگ الگ تھي' كثرت وجمعيت بٹى ہوئي تھي' جانگداز مصيبتوں اور جہالت كى تہ بہ تہ تہوں ميں پڑے ہوئے تھي' اور وہ يوں كہ لڑكياں زندہ در گور تھيں' (گھر </w:t>
      </w:r>
    </w:p>
    <w:p w:rsidR="00E03C34" w:rsidRDefault="007525F8" w:rsidP="00FA2B42">
      <w:pPr>
        <w:pStyle w:val="libNormal"/>
        <w:rPr>
          <w:rtl/>
        </w:rPr>
      </w:pPr>
      <w:r>
        <w:rPr>
          <w:rtl/>
        </w:rPr>
        <w:br w:type="page"/>
      </w:r>
      <w:r>
        <w:rPr>
          <w:rtl/>
        </w:rPr>
        <w:lastRenderedPageBreak/>
        <w:t xml:space="preserve"> </w:t>
      </w:r>
      <w:r>
        <w:rPr>
          <w:rtl/>
        </w:rPr>
        <w:cr/>
      </w:r>
      <w:r w:rsidR="00E03C34">
        <w:rPr>
          <w:rtl/>
        </w:rPr>
        <w:t>گھر) مورتى كى پوجاہوتى تھي، رشتے ناتے توڑے جاچكے تھي' اور لوٹ كھسوٹ كى گرم بازارى تھي''</w:t>
      </w:r>
      <w:r w:rsidR="0006593C">
        <w:rPr>
          <w:rtl/>
        </w:rPr>
        <w:t xml:space="preserve"> </w:t>
      </w:r>
      <w:r w:rsidR="0006593C" w:rsidRPr="00610DB8">
        <w:rPr>
          <w:rStyle w:val="libFootnotenumChar"/>
          <w:rtl/>
        </w:rPr>
        <w:t>(1)</w:t>
      </w:r>
      <w:r w:rsidR="0006593C">
        <w:rPr>
          <w:rtl/>
        </w:rPr>
        <w:t xml:space="preserve"> </w:t>
      </w:r>
      <w:r w:rsidR="0006593C">
        <w:rPr>
          <w:rtl/>
        </w:rPr>
        <w:cr/>
        <w:t xml:space="preserve"> </w:t>
      </w:r>
    </w:p>
    <w:p w:rsidR="00E03C34" w:rsidRDefault="00E03C34" w:rsidP="00FA2B42">
      <w:pPr>
        <w:pStyle w:val="libNormal"/>
        <w:rPr>
          <w:rtl/>
        </w:rPr>
      </w:pPr>
      <w:r>
        <w:rPr>
          <w:rtl/>
        </w:rPr>
        <w:t xml:space="preserve">بقول مولانا روم: </w:t>
      </w:r>
    </w:p>
    <w:p w:rsidR="00E03C34" w:rsidRDefault="00E03C34" w:rsidP="00FA2B42">
      <w:pPr>
        <w:pStyle w:val="libNormal"/>
        <w:rPr>
          <w:rtl/>
        </w:rPr>
      </w:pPr>
      <w:r>
        <w:rPr>
          <w:rtl/>
        </w:rPr>
        <w:t>گفت پيغمبر (ص) كہ اندر ساق عرش ---- مُنشى نور اين چنين بنوشتہ نقش</w:t>
      </w:r>
    </w:p>
    <w:p w:rsidR="00E03C34" w:rsidRDefault="00E03C34" w:rsidP="00FA2B42">
      <w:pPr>
        <w:pStyle w:val="libNormal"/>
        <w:rPr>
          <w:rtl/>
        </w:rPr>
      </w:pPr>
      <w:r>
        <w:rPr>
          <w:rtl/>
        </w:rPr>
        <w:t>ذلّت اولاد آدم بى خلاف ---- زاختلاف است' اختلاف است اختلاف</w:t>
      </w:r>
    </w:p>
    <w:p w:rsidR="00E03C34" w:rsidRDefault="00E03C34" w:rsidP="00FA2B42">
      <w:pPr>
        <w:pStyle w:val="libNormal"/>
        <w:rPr>
          <w:rtl/>
        </w:rPr>
      </w:pPr>
      <w:r>
        <w:rPr>
          <w:rtl/>
        </w:rPr>
        <w:t xml:space="preserve">حضرت پيغمبر اكرم(ص) نے فر مايا كہ عرش كے ستون پر نور كے كا تب نے يہ لكھ ديا ہے كہ بنى ادم كى ذلّت كے اس راز ميںكسى كو اختلاف نہيں، ہے اور وہ اختلاف اختلاف ہے اور صرف اختلاف ہي_ </w:t>
      </w:r>
    </w:p>
    <w:p w:rsidR="00E03C34" w:rsidRDefault="00E03C34" w:rsidP="00FA2B42">
      <w:pPr>
        <w:pStyle w:val="libNormal"/>
        <w:rPr>
          <w:rtl/>
        </w:rPr>
      </w:pPr>
    </w:p>
    <w:p w:rsidR="00E03C34" w:rsidRDefault="00E03C34" w:rsidP="00FA2B42">
      <w:pPr>
        <w:pStyle w:val="Heading2Center"/>
        <w:rPr>
          <w:rtl/>
        </w:rPr>
      </w:pPr>
      <w:bookmarkStart w:id="68" w:name="_Toc521154859"/>
      <w:r>
        <w:rPr>
          <w:rtl/>
        </w:rPr>
        <w:t>7)_تفرقہ پر دازى ايك سامراجى كا شيوہ:</w:t>
      </w:r>
      <w:bookmarkEnd w:id="68"/>
    </w:p>
    <w:p w:rsidR="00E03C34" w:rsidRDefault="00E03C34" w:rsidP="00FA2B42">
      <w:pPr>
        <w:pStyle w:val="libNormal"/>
        <w:rPr>
          <w:rtl/>
        </w:rPr>
      </w:pPr>
      <w:r>
        <w:rPr>
          <w:rtl/>
        </w:rPr>
        <w:t xml:space="preserve">شير و شكر اور اتّحاد كى دولت سے مالامال معا شرے كو منتشر اور پر اگندہ كرنا ايسے سامراجى عناصركا شيوہ ہے جس كے دل و دماغ ميںعالمى سطح پر لوٹ ما ر كر نے كا سودہ سما يا ہوا ہي،اور اقوام عالم كو اپنا محكومم بنانے كى فكر ميں ہي_چو نكہ كسى قوم پر فتح پانا اور اسے زير كر نا پہلے ہى مر حلہ ميں ممكن نہيں ہي،لہذا مر حلے وار اپنے مذموم مقا صد كو حاصل كر نے كے لئے ان كے در ميان فر قہ و اريت كا بيج بو ديتے ہيں،پھر اہستہ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Normal"/>
        <w:rPr>
          <w:rtl/>
        </w:rPr>
      </w:pPr>
      <w:r>
        <w:rPr>
          <w:rtl/>
        </w:rPr>
        <w:t>1</w:t>
      </w:r>
      <w:r w:rsidRPr="00A742ED">
        <w:rPr>
          <w:rStyle w:val="libFootnoteChar"/>
          <w:rtl/>
        </w:rPr>
        <w:t>_ نہج البلاغہ _ خطبہ 192_ (خطبہ قاصعہ )_</w:t>
      </w:r>
      <w:r w:rsidR="007525F8">
        <w:rPr>
          <w:rtl/>
        </w:rPr>
        <w:br w:type="page"/>
      </w:r>
      <w:r w:rsidR="007525F8">
        <w:rPr>
          <w:rtl/>
        </w:rPr>
        <w:lastRenderedPageBreak/>
        <w:t xml:space="preserve"> </w:t>
      </w:r>
      <w:r w:rsidR="007525F8">
        <w:rPr>
          <w:rtl/>
        </w:rPr>
        <w:cr/>
      </w:r>
      <w:r>
        <w:rPr>
          <w:rtl/>
        </w:rPr>
        <w:t xml:space="preserve">اہستہ ان كے جان اور مال پر ڈاكے ڈالنا شروع كر ديتے ہيں 'اور اس طرح ان پر مسّلط ہو جا تے ہيں_فر عون،ہما رے اس دعوے كى روشن دليل ہي،جس كے بارے ميں قران فر ماتا ہي: </w:t>
      </w:r>
    </w:p>
    <w:p w:rsidR="00E03C34" w:rsidRDefault="005D7D9D" w:rsidP="005D7D9D">
      <w:pPr>
        <w:pStyle w:val="libNormal"/>
        <w:rPr>
          <w:rtl/>
        </w:rPr>
      </w:pPr>
      <w:r w:rsidRPr="005D7D9D">
        <w:rPr>
          <w:rStyle w:val="libAlaemChar"/>
          <w:rFonts w:hint="cs"/>
          <w:rtl/>
        </w:rPr>
        <w:t>(</w:t>
      </w:r>
      <w:r w:rsidR="00E03C34" w:rsidRPr="005D7D9D">
        <w:rPr>
          <w:rStyle w:val="libAieChar"/>
          <w:rtl/>
        </w:rPr>
        <w:t>ان فرعون علا فى الارض و جعل ا</w:t>
      </w:r>
      <w:r w:rsidRPr="005D7D9D">
        <w:rPr>
          <w:rStyle w:val="libAieChar"/>
          <w:rFonts w:hint="cs"/>
          <w:rtl/>
        </w:rPr>
        <w:t>ه</w:t>
      </w:r>
      <w:r w:rsidR="00E03C34" w:rsidRPr="005D7D9D">
        <w:rPr>
          <w:rStyle w:val="libAieChar"/>
          <w:rtl/>
        </w:rPr>
        <w:t>ل</w:t>
      </w:r>
      <w:r w:rsidRPr="005D7D9D">
        <w:rPr>
          <w:rStyle w:val="libAieChar"/>
          <w:rFonts w:hint="cs"/>
          <w:rtl/>
        </w:rPr>
        <w:t>ه</w:t>
      </w:r>
      <w:r w:rsidR="00E03C34" w:rsidRPr="005D7D9D">
        <w:rPr>
          <w:rStyle w:val="libAieChar"/>
          <w:rtl/>
        </w:rPr>
        <w:t>ا شيعا يستضعف طائفة من</w:t>
      </w:r>
      <w:r w:rsidRPr="005D7D9D">
        <w:rPr>
          <w:rStyle w:val="libAieChar"/>
          <w:rFonts w:hint="cs"/>
          <w:rtl/>
        </w:rPr>
        <w:t>ه</w:t>
      </w:r>
      <w:r w:rsidR="00E03C34" w:rsidRPr="005D7D9D">
        <w:rPr>
          <w:rStyle w:val="libAieChar"/>
          <w:rtl/>
        </w:rPr>
        <w:t xml:space="preserve">م يذيح ابنا </w:t>
      </w:r>
      <w:r w:rsidRPr="005D7D9D">
        <w:rPr>
          <w:rStyle w:val="libAieChar"/>
          <w:rFonts w:hint="cs"/>
          <w:rtl/>
        </w:rPr>
        <w:t>ه</w:t>
      </w:r>
      <w:r w:rsidR="00E03C34" w:rsidRPr="005D7D9D">
        <w:rPr>
          <w:rStyle w:val="libAieChar"/>
          <w:rtl/>
        </w:rPr>
        <w:t>م و يستحى نسا ئ</w:t>
      </w:r>
      <w:r w:rsidRPr="005D7D9D">
        <w:rPr>
          <w:rStyle w:val="libAieChar"/>
          <w:rFonts w:hint="cs"/>
          <w:rtl/>
        </w:rPr>
        <w:t>ه</w:t>
      </w:r>
      <w:r w:rsidR="00E03C34" w:rsidRPr="005D7D9D">
        <w:rPr>
          <w:rStyle w:val="libAieChar"/>
          <w:rtl/>
        </w:rPr>
        <w:t>م ان</w:t>
      </w:r>
      <w:r w:rsidRPr="005D7D9D">
        <w:rPr>
          <w:rStyle w:val="libAieChar"/>
          <w:rFonts w:hint="cs"/>
          <w:rtl/>
        </w:rPr>
        <w:t>ه</w:t>
      </w:r>
      <w:r w:rsidR="00E03C34" w:rsidRPr="005D7D9D">
        <w:rPr>
          <w:rStyle w:val="libAieChar"/>
          <w:rtl/>
        </w:rPr>
        <w:t xml:space="preserve"> كان من المفسدين</w:t>
      </w:r>
      <w:r w:rsidRPr="005D7D9D">
        <w:rPr>
          <w:rStyle w:val="libAlaemChar"/>
          <w:rFonts w:hint="cs"/>
          <w:rtl/>
        </w:rPr>
        <w:t>)</w:t>
      </w:r>
      <w:r w:rsidR="00E03C34" w:rsidRPr="005D7D9D">
        <w:rPr>
          <w:rStyle w:val="libAieChar"/>
          <w:rtl/>
        </w:rPr>
        <w:t xml:space="preserve"> </w:t>
      </w:r>
      <w:r w:rsidR="00FA5EFA" w:rsidRPr="00610DB8">
        <w:rPr>
          <w:rStyle w:val="libFootnotenumChar"/>
          <w:rtl/>
          <w:lang w:bidi="ar-SA"/>
        </w:rPr>
        <w:t>(1</w:t>
      </w:r>
      <w:r w:rsidR="00610DB8" w:rsidRPr="00610DB8">
        <w:rPr>
          <w:rStyle w:val="libFootnotenumChar"/>
          <w:rtl/>
          <w:lang w:bidi="ar-SA"/>
        </w:rPr>
        <w:t>)</w:t>
      </w:r>
      <w:r w:rsidR="00FA5EFA">
        <w:rPr>
          <w:rtl/>
        </w:rPr>
        <w:t xml:space="preserve"> </w:t>
      </w:r>
      <w:r w:rsidR="00E03C34">
        <w:rPr>
          <w:rtl/>
        </w:rPr>
        <w:t xml:space="preserve">''بے شك فرعون نے زميں ميں بہت سر اٹھايا تھا،اور اس نے وہاں كے رہنے والو ں كو كئي گرو ہوں ميں با نٹ ديا تھا،اُن ميں سے ايك گر وہ بنى اسرائيل كو عا جز اور كمزور كر ليا تھا اُن كے بيٹوں كو ذبح كر ديتا تھا اور ان كى عورتوں اور بيٹيوں كو زندہ رہنے ديتا تھا،بے شك وہ مفسدين ميں سے تھا_'' </w:t>
      </w:r>
    </w:p>
    <w:p w:rsidR="00E03C34" w:rsidRDefault="00E03C34" w:rsidP="00FA2B42">
      <w:pPr>
        <w:pStyle w:val="libNormal"/>
        <w:rPr>
          <w:rtl/>
        </w:rPr>
      </w:pPr>
      <w:r>
        <w:rPr>
          <w:rtl/>
        </w:rPr>
        <w:t xml:space="preserve">اس حقيقت كے پيش نظر،مسلمانوں پر وا جب ہے كہ وہ بيدارى اور ہو شيارى كا ثبوت ديں اور اپنى تقدير اور بھا گ دوڑ تفرقہ پر داز اور مفسدوں كے ہا تھوں ميں نہ ديں_ </w:t>
      </w:r>
    </w:p>
    <w:p w:rsidR="00E03C34" w:rsidRDefault="00E03C34" w:rsidP="00FA2B42">
      <w:pPr>
        <w:pStyle w:val="libNormal"/>
        <w:rPr>
          <w:rtl/>
        </w:rPr>
      </w:pPr>
    </w:p>
    <w:p w:rsidR="00E03C34" w:rsidRDefault="00E03C34" w:rsidP="00FA2B42">
      <w:pPr>
        <w:pStyle w:val="Heading2Center"/>
        <w:rPr>
          <w:rtl/>
        </w:rPr>
      </w:pPr>
      <w:bookmarkStart w:id="69" w:name="_Toc521154860"/>
      <w:r>
        <w:rPr>
          <w:rtl/>
        </w:rPr>
        <w:t>فرقہ بعدى ، خدا كا ايك عذاب :</w:t>
      </w:r>
      <w:bookmarkEnd w:id="69"/>
    </w:p>
    <w:p w:rsidR="00E03C34" w:rsidRDefault="00E03C34" w:rsidP="00FA2B42">
      <w:pPr>
        <w:pStyle w:val="libNormal"/>
        <w:rPr>
          <w:rtl/>
        </w:rPr>
      </w:pPr>
      <w:r>
        <w:rPr>
          <w:rtl/>
        </w:rPr>
        <w:t xml:space="preserve">قرآن مجيد ، ايسے لوگوں كو مختلف قسم كے عذابوں سے ڈراتا ہے جو خدائي قوانين سے رو گردانى كرتے ہيں، ان مختلف عذابوں ميں سے ايك '' فرقہ بندى ،، ہے ، ارشاد ہوتا ہے : </w:t>
      </w:r>
    </w:p>
    <w:p w:rsidR="00E03C34" w:rsidRDefault="0006593C" w:rsidP="005D7D9D">
      <w:pPr>
        <w:pStyle w:val="libNormal"/>
        <w:rPr>
          <w:rtl/>
        </w:rPr>
      </w:pPr>
      <w:r>
        <w:rPr>
          <w:rStyle w:val="libAieChar"/>
          <w:rtl/>
        </w:rPr>
        <w:t xml:space="preserve"> </w:t>
      </w:r>
      <w:r w:rsidR="000C7CB7" w:rsidRPr="000C7CB7">
        <w:rPr>
          <w:rStyle w:val="libAlaemChar"/>
          <w:rtl/>
        </w:rPr>
        <w:t>(</w:t>
      </w:r>
      <w:r>
        <w:rPr>
          <w:rStyle w:val="libAieChar"/>
          <w:rtl/>
        </w:rPr>
        <w:t xml:space="preserve"> </w:t>
      </w:r>
      <w:r w:rsidRPr="00A742ED">
        <w:rPr>
          <w:rStyle w:val="libAieChar"/>
          <w:rtl/>
        </w:rPr>
        <w:t xml:space="preserve">قل </w:t>
      </w:r>
      <w:r w:rsidRPr="00FA2B42">
        <w:rPr>
          <w:rStyle w:val="libAieChar"/>
          <w:rFonts w:hint="cs"/>
          <w:rtl/>
        </w:rPr>
        <w:t>ه</w:t>
      </w:r>
      <w:r w:rsidRPr="00A742ED">
        <w:rPr>
          <w:rStyle w:val="libAieChar"/>
          <w:rFonts w:hint="cs"/>
          <w:rtl/>
        </w:rPr>
        <w:t>وا</w:t>
      </w:r>
      <w:r w:rsidRPr="00A742ED">
        <w:rPr>
          <w:rStyle w:val="libAieChar"/>
          <w:rtl/>
        </w:rPr>
        <w:t xml:space="preserve"> </w:t>
      </w:r>
      <w:r w:rsidRPr="00A742ED">
        <w:rPr>
          <w:rStyle w:val="libAieChar"/>
          <w:rFonts w:hint="cs"/>
          <w:rtl/>
        </w:rPr>
        <w:t>القادر</w:t>
      </w:r>
      <w:r w:rsidRPr="00A742ED">
        <w:rPr>
          <w:rStyle w:val="libAieChar"/>
          <w:rtl/>
        </w:rPr>
        <w:t xml:space="preserve"> </w:t>
      </w:r>
      <w:r w:rsidRPr="00A742ED">
        <w:rPr>
          <w:rStyle w:val="libAieChar"/>
          <w:rFonts w:hint="cs"/>
          <w:rtl/>
        </w:rPr>
        <w:t>على</w:t>
      </w:r>
      <w:r w:rsidRPr="00A742ED">
        <w:rPr>
          <w:rStyle w:val="libAieChar"/>
          <w:rtl/>
        </w:rPr>
        <w:t xml:space="preserve"> </w:t>
      </w:r>
      <w:r w:rsidRPr="00A742ED">
        <w:rPr>
          <w:rStyle w:val="libAieChar"/>
          <w:rFonts w:hint="cs"/>
          <w:rtl/>
        </w:rPr>
        <w:t>ان</w:t>
      </w:r>
      <w:r w:rsidRPr="00A742ED">
        <w:rPr>
          <w:rStyle w:val="libAieChar"/>
          <w:rtl/>
        </w:rPr>
        <w:t xml:space="preserve"> </w:t>
      </w:r>
      <w:r w:rsidRPr="00A742ED">
        <w:rPr>
          <w:rStyle w:val="libAieChar"/>
          <w:rFonts w:hint="cs"/>
          <w:rtl/>
        </w:rPr>
        <w:t>يبعث</w:t>
      </w:r>
      <w:r w:rsidRPr="00A742ED">
        <w:rPr>
          <w:rStyle w:val="libAieChar"/>
          <w:rtl/>
        </w:rPr>
        <w:t xml:space="preserve"> </w:t>
      </w:r>
      <w:r w:rsidRPr="00A742ED">
        <w:rPr>
          <w:rStyle w:val="libAieChar"/>
          <w:rFonts w:hint="cs"/>
          <w:rtl/>
        </w:rPr>
        <w:t>عليكم</w:t>
      </w:r>
      <w:r w:rsidRPr="00A742ED">
        <w:rPr>
          <w:rStyle w:val="libAieChar"/>
          <w:rtl/>
        </w:rPr>
        <w:t xml:space="preserve"> </w:t>
      </w:r>
      <w:r w:rsidRPr="00A742ED">
        <w:rPr>
          <w:rStyle w:val="libAieChar"/>
          <w:rFonts w:hint="cs"/>
          <w:rtl/>
        </w:rPr>
        <w:t>عذابا</w:t>
      </w:r>
      <w:r w:rsidRPr="00A742ED">
        <w:rPr>
          <w:rStyle w:val="libAieChar"/>
          <w:rtl/>
        </w:rPr>
        <w:t xml:space="preserve"> </w:t>
      </w:r>
      <w:r w:rsidRPr="00A742ED">
        <w:rPr>
          <w:rStyle w:val="libAieChar"/>
          <w:rFonts w:hint="cs"/>
          <w:rtl/>
        </w:rPr>
        <w:t>من</w:t>
      </w:r>
      <w:r w:rsidRPr="00A742ED">
        <w:rPr>
          <w:rStyle w:val="libAieChar"/>
          <w:rtl/>
        </w:rPr>
        <w:t xml:space="preserve"> </w:t>
      </w:r>
      <w:r w:rsidRPr="00A742ED">
        <w:rPr>
          <w:rStyle w:val="libAieChar"/>
          <w:rFonts w:hint="cs"/>
          <w:rtl/>
        </w:rPr>
        <w:t>فوقك</w:t>
      </w:r>
      <w:r w:rsidRPr="00A742ED">
        <w:rPr>
          <w:rStyle w:val="libAieChar"/>
          <w:rtl/>
        </w:rPr>
        <w:t>م او من تحت ار جلكم او يلبسكم شيعا و يذيق بعضكم باس بعض انظر كيف</w:t>
      </w:r>
      <w:r>
        <w:rPr>
          <w:rStyle w:val="libAieChar"/>
          <w:rtl/>
        </w:rPr>
        <w:t xml:space="preserve"> </w:t>
      </w:r>
    </w:p>
    <w:p w:rsidR="00E03C34" w:rsidRDefault="00F01BE6" w:rsidP="000C7CB7">
      <w:pPr>
        <w:pStyle w:val="libLine"/>
        <w:rPr>
          <w:rtl/>
        </w:rPr>
      </w:pPr>
      <w:r>
        <w:rPr>
          <w:rtl/>
        </w:rPr>
        <w:t>____________________</w:t>
      </w:r>
      <w:r w:rsidR="00E03C34">
        <w:rPr>
          <w:rtl/>
        </w:rPr>
        <w:t xml:space="preserve"> </w:t>
      </w:r>
    </w:p>
    <w:p w:rsidR="00E03C34" w:rsidRDefault="00E03C34" w:rsidP="005D7D9D">
      <w:pPr>
        <w:pStyle w:val="libNormal"/>
        <w:rPr>
          <w:rtl/>
        </w:rPr>
      </w:pPr>
      <w:r>
        <w:rPr>
          <w:rtl/>
        </w:rPr>
        <w:t>1</w:t>
      </w:r>
      <w:r w:rsidRPr="00A742ED">
        <w:rPr>
          <w:rStyle w:val="libFootnoteChar"/>
          <w:rtl/>
        </w:rPr>
        <w:t>_ سورہ قصص _ آيت</w:t>
      </w:r>
      <w:r>
        <w:rPr>
          <w:rtl/>
        </w:rPr>
        <w:t xml:space="preserve"> 4</w:t>
      </w:r>
      <w:r w:rsidR="007525F8">
        <w:rPr>
          <w:rtl/>
        </w:rPr>
        <w:br w:type="page"/>
      </w:r>
      <w:r w:rsidR="007525F8">
        <w:rPr>
          <w:rtl/>
        </w:rPr>
        <w:lastRenderedPageBreak/>
        <w:t xml:space="preserve"> </w:t>
      </w:r>
      <w:r w:rsidR="007525F8">
        <w:rPr>
          <w:rtl/>
        </w:rPr>
        <w:cr/>
      </w:r>
      <w:r w:rsidR="0006593C">
        <w:rPr>
          <w:rStyle w:val="libAieChar"/>
          <w:rtl/>
        </w:rPr>
        <w:t xml:space="preserve">  </w:t>
      </w:r>
      <w:r w:rsidR="0006593C" w:rsidRPr="00A742ED">
        <w:rPr>
          <w:rStyle w:val="libAieChar"/>
          <w:rtl/>
        </w:rPr>
        <w:t>نصرف الاى ت لعل</w:t>
      </w:r>
      <w:r w:rsidR="0006593C" w:rsidRPr="00FA2B42">
        <w:rPr>
          <w:rStyle w:val="libAieChar"/>
          <w:rFonts w:hint="cs"/>
          <w:rtl/>
        </w:rPr>
        <w:t>ه</w:t>
      </w:r>
      <w:r w:rsidR="0006593C" w:rsidRPr="00A742ED">
        <w:rPr>
          <w:rStyle w:val="libAieChar"/>
          <w:rFonts w:hint="cs"/>
          <w:rtl/>
        </w:rPr>
        <w:t>م</w:t>
      </w:r>
      <w:r w:rsidR="0006593C" w:rsidRPr="00A742ED">
        <w:rPr>
          <w:rStyle w:val="libAieChar"/>
          <w:rtl/>
        </w:rPr>
        <w:t xml:space="preserve"> </w:t>
      </w:r>
      <w:r w:rsidR="0006593C" w:rsidRPr="00A742ED">
        <w:rPr>
          <w:rStyle w:val="libAieChar"/>
          <w:rFonts w:hint="cs"/>
          <w:rtl/>
        </w:rPr>
        <w:t>يفق</w:t>
      </w:r>
      <w:r w:rsidR="0006593C" w:rsidRPr="00FA2B42">
        <w:rPr>
          <w:rStyle w:val="libAieChar"/>
          <w:rFonts w:hint="cs"/>
          <w:rtl/>
        </w:rPr>
        <w:t>ه</w:t>
      </w:r>
      <w:r w:rsidR="0006593C" w:rsidRPr="00A742ED">
        <w:rPr>
          <w:rStyle w:val="libAieChar"/>
          <w:rFonts w:hint="cs"/>
          <w:rtl/>
        </w:rPr>
        <w:t>ون</w:t>
      </w:r>
      <w:r w:rsidR="0006593C">
        <w:rPr>
          <w:rStyle w:val="libAieChar"/>
          <w:rtl/>
        </w:rPr>
        <w:t xml:space="preserve"> </w:t>
      </w:r>
      <w:r w:rsidR="000C7CB7" w:rsidRPr="000C7CB7">
        <w:rPr>
          <w:rStyle w:val="libAlaemChar"/>
          <w:rtl/>
        </w:rPr>
        <w:t>)</w:t>
      </w:r>
      <w:r>
        <w:rPr>
          <w:rtl/>
        </w:rPr>
        <w:t xml:space="preserve"> ،، </w:t>
      </w:r>
      <w:r w:rsidR="005D7D9D" w:rsidRPr="005D7D9D">
        <w:rPr>
          <w:rStyle w:val="libFootnotenumChar"/>
          <w:rFonts w:hint="cs"/>
          <w:rtl/>
        </w:rPr>
        <w:t>(1)</w:t>
      </w:r>
    </w:p>
    <w:p w:rsidR="00E03C34" w:rsidRDefault="00E03C34" w:rsidP="00FA2B42">
      <w:pPr>
        <w:pStyle w:val="libNormal"/>
        <w:rPr>
          <w:rtl/>
        </w:rPr>
      </w:pPr>
      <w:r>
        <w:rPr>
          <w:rtl/>
        </w:rPr>
        <w:t xml:space="preserve">''اے رسول (ص) ،، تم كہدو وہى ( خدا ) اس پر اچھى طرح قادر ہے كہ تم پر تمہارے سر كے اوپر سے كوئي عذاب نازل كرے يا تمہارے پائوں تلے سے ، يا تمہيں مختلف فرقوں ميں تقسيم كر دے ، اور تم ميں سے بعض كو بعض كے عذاب كا مزہ چكھا دے _ ذرا ديكھو كہ ہم كس طرح اپنے دلائل كو مختلف پہلوئوں سے بيان كرتے ہيں تاكہ شايد وہ سمجھ جا ئيں _'' </w:t>
      </w:r>
    </w:p>
    <w:p w:rsidR="00E03C34" w:rsidRDefault="00E03C34" w:rsidP="00FA2B42">
      <w:pPr>
        <w:pStyle w:val="libNormal"/>
        <w:rPr>
          <w:rtl/>
        </w:rPr>
      </w:pPr>
      <w:r>
        <w:rPr>
          <w:rtl/>
        </w:rPr>
        <w:t xml:space="preserve">جى ہاں جس طرح ارضى اور سماوى مصيبتيں اور بلائيں گناہگار قوموں كو نيسّت ونابود كر ديتى ہيں ، اسى طرح فرقہ بندى بھى معاشروں كى سردارى اور سعادت و خوشبختى كو تہس نہيں كر ديتى ہے _ </w:t>
      </w:r>
    </w:p>
    <w:p w:rsidR="00E03C34" w:rsidRDefault="00E03C34" w:rsidP="00FA2B42">
      <w:pPr>
        <w:pStyle w:val="libNormal"/>
        <w:rPr>
          <w:rtl/>
        </w:rPr>
      </w:pPr>
      <w:r>
        <w:rPr>
          <w:rtl/>
        </w:rPr>
        <w:t xml:space="preserve">ہميں اميد ہے كہ مسلمانان عالم باہم اتّحاد اور اتّفاق كے ساتھ ايك امّت بن جائيں گے ' اور خدا وند كريم ورحيم كے فضل وكرم سے اپنى عظمت رفتہ كو پاليں گے _ مثل مشہور ہے ، ''آرى بااتّفاق '' جھان را مى تو ان گرفت ،، جى ہاں اتّفاق كى بدولت ،كائنات كو مسّخر كيا جا سكتا ہے _ </w:t>
      </w:r>
    </w:p>
    <w:p w:rsidR="00E03C34" w:rsidRDefault="00F01BE6" w:rsidP="000C7CB7">
      <w:pPr>
        <w:pStyle w:val="libLine"/>
        <w:rPr>
          <w:rtl/>
        </w:rPr>
      </w:pPr>
      <w:r w:rsidRPr="006B1525">
        <w:rPr>
          <w:rtl/>
        </w:rPr>
        <w:t>____________________</w:t>
      </w:r>
      <w:r w:rsidR="00E03C34">
        <w:rPr>
          <w:rtl/>
        </w:rPr>
        <w:t xml:space="preserve"> </w:t>
      </w:r>
    </w:p>
    <w:p w:rsidR="00E03C34" w:rsidRPr="00A742ED" w:rsidRDefault="00E03C34" w:rsidP="00FA2B42">
      <w:pPr>
        <w:pStyle w:val="libNormal"/>
        <w:rPr>
          <w:rStyle w:val="libFootnoteChar"/>
          <w:rtl/>
        </w:rPr>
      </w:pPr>
      <w:r>
        <w:rPr>
          <w:rtl/>
        </w:rPr>
        <w:t>1</w:t>
      </w:r>
      <w:r w:rsidRPr="00A742ED">
        <w:rPr>
          <w:rStyle w:val="libFootnoteChar"/>
          <w:rtl/>
        </w:rPr>
        <w:t>_ سورہ انعام _ آيت 65</w:t>
      </w:r>
    </w:p>
    <w:p w:rsidR="00E03C34" w:rsidRDefault="007525F8" w:rsidP="00FA2B42">
      <w:pPr>
        <w:pStyle w:val="Heading2Center"/>
        <w:rPr>
          <w:rtl/>
        </w:rPr>
      </w:pPr>
      <w:r>
        <w:rPr>
          <w:rtl/>
        </w:rPr>
        <w:br w:type="page"/>
      </w:r>
      <w:r>
        <w:rPr>
          <w:rtl/>
        </w:rPr>
        <w:lastRenderedPageBreak/>
        <w:t xml:space="preserve"> </w:t>
      </w:r>
      <w:r>
        <w:rPr>
          <w:rtl/>
        </w:rPr>
        <w:cr/>
      </w:r>
      <w:bookmarkStart w:id="70" w:name="_Toc521154861"/>
      <w:r w:rsidR="00E03C34">
        <w:rPr>
          <w:rtl/>
        </w:rPr>
        <w:t>ساتواں سبق :</w:t>
      </w:r>
      <w:bookmarkEnd w:id="70"/>
      <w:r w:rsidR="00E03C34">
        <w:rPr>
          <w:rtl/>
        </w:rPr>
        <w:t xml:space="preserve"> </w:t>
      </w:r>
    </w:p>
    <w:p w:rsidR="00E03C34" w:rsidRDefault="00E03C34" w:rsidP="00FA2B42">
      <w:pPr>
        <w:pStyle w:val="Heading2Center"/>
        <w:rPr>
          <w:rtl/>
        </w:rPr>
      </w:pPr>
      <w:bookmarkStart w:id="71" w:name="_Toc521154862"/>
      <w:r>
        <w:rPr>
          <w:rtl/>
        </w:rPr>
        <w:t>والدين كے حقوق</w:t>
      </w:r>
      <w:bookmarkEnd w:id="71"/>
    </w:p>
    <w:p w:rsidR="00E03C34" w:rsidRDefault="00E03C34" w:rsidP="00FA2B42">
      <w:pPr>
        <w:pStyle w:val="libNormal"/>
        <w:rPr>
          <w:rtl/>
        </w:rPr>
      </w:pPr>
      <w:r>
        <w:rPr>
          <w:rtl/>
        </w:rPr>
        <w:t xml:space="preserve">1) .........معصومين(ع) كے كلام كى روشنى ميں </w:t>
      </w:r>
    </w:p>
    <w:p w:rsidR="00E03C34" w:rsidRDefault="00E03C34" w:rsidP="00FA2B42">
      <w:pPr>
        <w:pStyle w:val="libNormal"/>
        <w:rPr>
          <w:rtl/>
        </w:rPr>
      </w:pPr>
      <w:r>
        <w:rPr>
          <w:rtl/>
        </w:rPr>
        <w:t xml:space="preserve">2) ......... اويس قرنى كا سبق آموز كردار </w:t>
      </w:r>
    </w:p>
    <w:p w:rsidR="00E03C34" w:rsidRDefault="00E03C34" w:rsidP="00FA2B42">
      <w:pPr>
        <w:pStyle w:val="libNormal"/>
        <w:rPr>
          <w:rtl/>
        </w:rPr>
      </w:pPr>
      <w:r>
        <w:rPr>
          <w:rtl/>
        </w:rPr>
        <w:t xml:space="preserve">3) .........باپ كا احترام ' امام زمانہ(ع) كا فرمان </w:t>
      </w:r>
    </w:p>
    <w:p w:rsidR="00E03C34" w:rsidRDefault="00E03C34" w:rsidP="00FA2B42">
      <w:pPr>
        <w:pStyle w:val="libNormal"/>
        <w:rPr>
          <w:rtl/>
        </w:rPr>
      </w:pPr>
      <w:r>
        <w:rPr>
          <w:rtl/>
        </w:rPr>
        <w:t xml:space="preserve">4) .........والدين كے لئے اولاد كا فريضہ </w:t>
      </w:r>
    </w:p>
    <w:p w:rsidR="00E03C34" w:rsidRDefault="00E03C34" w:rsidP="00FA2B42">
      <w:pPr>
        <w:pStyle w:val="libNormal"/>
        <w:rPr>
          <w:rtl/>
        </w:rPr>
      </w:pPr>
      <w:r>
        <w:rPr>
          <w:rtl/>
        </w:rPr>
        <w:t xml:space="preserve">5) .........مرنے كے بعد ياد ركھنا </w:t>
      </w:r>
    </w:p>
    <w:p w:rsidR="00E03C34" w:rsidRDefault="00E03C34" w:rsidP="00FA2B42">
      <w:pPr>
        <w:pStyle w:val="libNormal"/>
        <w:rPr>
          <w:rtl/>
        </w:rPr>
      </w:pPr>
      <w:r>
        <w:rPr>
          <w:rtl/>
        </w:rPr>
        <w:t xml:space="preserve">6) .........والدين سے نيك سلوك كى جزائ </w:t>
      </w:r>
    </w:p>
    <w:p w:rsidR="00E03C34" w:rsidRDefault="00E03C34" w:rsidP="00FA2B42">
      <w:pPr>
        <w:pStyle w:val="libNormal"/>
        <w:rPr>
          <w:rtl/>
        </w:rPr>
      </w:pPr>
      <w:r>
        <w:rPr>
          <w:rtl/>
        </w:rPr>
        <w:t xml:space="preserve">7) ......... خدا كا فرمان ، يا والدين كى خواہش كى تكميل </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جو حقوق انسان پر واجب ہيں ان ميں سے ايك والدين كے ساتھ نيك سلوك روا ركھنا ہے ' خواہ وہ زند ہوں يا مر چكے ہوں ' اچھے ہوں يا بُرے ، والدين كا احترام اور ان كى شرعى ضروريات كا پورا كرنا اس قدر اہميّت كا حامل ہے كہ خدا نے قرآن مجيد ميں چھ مقامات پر اس كر ذكر كيا ہے ، حتى كہ بعض مقامات پر تو اللہ تعالى نے اپنى عبادت كے بعد والدين كے ساتھ نيكى كرنے كا حكم ديا ہے _ مثال كے طور پر قرآن مجيد كى مندرجہ ذيل آيتيں ملاحظہ فرمائيں : </w:t>
      </w:r>
    </w:p>
    <w:p w:rsidR="00E03C34" w:rsidRDefault="00E03C34" w:rsidP="00D04734">
      <w:pPr>
        <w:pStyle w:val="libNormal"/>
        <w:rPr>
          <w:rtl/>
        </w:rPr>
      </w:pPr>
      <w:r w:rsidRPr="00D04734">
        <w:rPr>
          <w:rtl/>
        </w:rPr>
        <w:t>(1) ......</w:t>
      </w:r>
      <w:r w:rsidR="0006593C">
        <w:rPr>
          <w:rStyle w:val="libAieChar"/>
          <w:rtl/>
        </w:rPr>
        <w:t xml:space="preserve"> </w:t>
      </w:r>
      <w:r w:rsidR="0006593C" w:rsidRPr="0006593C">
        <w:rPr>
          <w:rStyle w:val="libAlaemChar"/>
          <w:rtl/>
        </w:rPr>
        <w:t>(</w:t>
      </w:r>
      <w:r w:rsidR="0006593C" w:rsidRPr="00BE5616">
        <w:rPr>
          <w:rStyle w:val="libAieChar"/>
          <w:rtl/>
        </w:rPr>
        <w:t xml:space="preserve"> وقضى ربك الا تعبد وا الا ايا</w:t>
      </w:r>
      <w:r w:rsidR="0006593C" w:rsidRPr="00FA2B42">
        <w:rPr>
          <w:rStyle w:val="libAieChar"/>
          <w:rFonts w:hint="cs"/>
          <w:rtl/>
        </w:rPr>
        <w:t>ه</w:t>
      </w:r>
      <w:r w:rsidR="0006593C" w:rsidRPr="00BE5616">
        <w:rPr>
          <w:rStyle w:val="libAieChar"/>
          <w:rtl/>
        </w:rPr>
        <w:t xml:space="preserve"> </w:t>
      </w:r>
      <w:r w:rsidR="0006593C" w:rsidRPr="00BE5616">
        <w:rPr>
          <w:rStyle w:val="libAieChar"/>
          <w:rFonts w:hint="cs"/>
          <w:rtl/>
        </w:rPr>
        <w:t>وبالوالدين</w:t>
      </w:r>
      <w:r w:rsidR="0006593C" w:rsidRPr="00BE5616">
        <w:rPr>
          <w:rStyle w:val="libAieChar"/>
          <w:rtl/>
        </w:rPr>
        <w:t xml:space="preserve"> احساناً </w:t>
      </w:r>
      <w:r w:rsidR="0006593C">
        <w:rPr>
          <w:rStyle w:val="libAieChar"/>
          <w:rtl/>
        </w:rPr>
        <w:t xml:space="preserve"> </w:t>
      </w:r>
      <w:r w:rsidR="000C7CB7" w:rsidRPr="000C7CB7">
        <w:rPr>
          <w:rStyle w:val="libAlaemChar"/>
          <w:rtl/>
        </w:rPr>
        <w:t>)</w:t>
      </w:r>
      <w:r>
        <w:rPr>
          <w:rtl/>
        </w:rPr>
        <w:t xml:space="preserve"> </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 اور تيرے پروردگار نے قطعى فيصلہ كر ديا ہے كہ اس كے سوا كسى كى عبادت نہ كرو اور والدين كے ساتھ نيكى كرو ''_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Normal"/>
        <w:rPr>
          <w:rtl/>
        </w:rPr>
      </w:pPr>
      <w:r>
        <w:rPr>
          <w:rtl/>
        </w:rPr>
        <w:t xml:space="preserve">1_ </w:t>
      </w:r>
      <w:r w:rsidRPr="00BE5616">
        <w:rPr>
          <w:rStyle w:val="libFootnoteChar"/>
          <w:rtl/>
        </w:rPr>
        <w:t>سورہ بنى اسرائيل _ آيت 23_</w:t>
      </w:r>
      <w:r>
        <w:rPr>
          <w:rtl/>
        </w:rPr>
        <w:t xml:space="preserve"> 24</w:t>
      </w:r>
      <w:r w:rsidR="007525F8">
        <w:rPr>
          <w:rtl/>
        </w:rPr>
        <w:br w:type="page"/>
      </w:r>
      <w:r w:rsidR="007525F8">
        <w:rPr>
          <w:rtl/>
        </w:rPr>
        <w:lastRenderedPageBreak/>
        <w:t xml:space="preserve"> </w:t>
      </w:r>
      <w:r w:rsidR="007525F8">
        <w:rPr>
          <w:rtl/>
        </w:rPr>
        <w:cr/>
      </w:r>
      <w:r>
        <w:rPr>
          <w:rtl/>
        </w:rPr>
        <w:t xml:space="preserve">پھر ان كے ساتھ نيكى كى وضاحت كرتے ہوئے فرماتا ہے: </w:t>
      </w:r>
    </w:p>
    <w:p w:rsidR="00E03C34" w:rsidRDefault="00E03C34" w:rsidP="00FA2B42">
      <w:pPr>
        <w:pStyle w:val="libNormal"/>
        <w:rPr>
          <w:rtl/>
        </w:rPr>
      </w:pPr>
      <w:r w:rsidRPr="00D04734">
        <w:rPr>
          <w:rtl/>
        </w:rPr>
        <w:t>(2) ......</w:t>
      </w:r>
      <w:r w:rsidR="0006593C">
        <w:rPr>
          <w:rStyle w:val="libAieChar"/>
          <w:rtl/>
        </w:rPr>
        <w:t xml:space="preserve"> </w:t>
      </w:r>
      <w:r w:rsidR="0006593C" w:rsidRPr="0006593C">
        <w:rPr>
          <w:rStyle w:val="libAlaemChar"/>
          <w:rtl/>
        </w:rPr>
        <w:t>(</w:t>
      </w:r>
      <w:r w:rsidR="0006593C" w:rsidRPr="00BE5616">
        <w:rPr>
          <w:rStyle w:val="libAieChar"/>
          <w:rtl/>
        </w:rPr>
        <w:t xml:space="preserve">اما يبلغن عندك الكبر احد </w:t>
      </w:r>
      <w:r w:rsidR="0006593C" w:rsidRPr="00FA2B42">
        <w:rPr>
          <w:rStyle w:val="libAieChar"/>
          <w:rFonts w:hint="cs"/>
          <w:rtl/>
        </w:rPr>
        <w:t>ه</w:t>
      </w:r>
      <w:r w:rsidR="0006593C" w:rsidRPr="00BE5616">
        <w:rPr>
          <w:rStyle w:val="libAieChar"/>
          <w:rFonts w:hint="cs"/>
          <w:rtl/>
        </w:rPr>
        <w:t>ما</w:t>
      </w:r>
      <w:r w:rsidR="0006593C" w:rsidRPr="00BE5616">
        <w:rPr>
          <w:rStyle w:val="libAieChar"/>
          <w:rtl/>
        </w:rPr>
        <w:t xml:space="preserve"> </w:t>
      </w:r>
      <w:r w:rsidR="0006593C" w:rsidRPr="00BE5616">
        <w:rPr>
          <w:rStyle w:val="libAieChar"/>
          <w:rFonts w:hint="cs"/>
          <w:rtl/>
        </w:rPr>
        <w:t>او</w:t>
      </w:r>
      <w:r w:rsidR="0006593C" w:rsidRPr="00BE5616">
        <w:rPr>
          <w:rStyle w:val="libAieChar"/>
          <w:rtl/>
        </w:rPr>
        <w:t xml:space="preserve"> </w:t>
      </w:r>
      <w:r w:rsidR="0006593C" w:rsidRPr="00BE5616">
        <w:rPr>
          <w:rStyle w:val="libAieChar"/>
          <w:rFonts w:hint="cs"/>
          <w:rtl/>
        </w:rPr>
        <w:t>كلا</w:t>
      </w:r>
      <w:r w:rsidR="0006593C" w:rsidRPr="00BE5616">
        <w:rPr>
          <w:rStyle w:val="libAieChar"/>
          <w:rtl/>
        </w:rPr>
        <w:t xml:space="preserve"> </w:t>
      </w:r>
      <w:r w:rsidR="0006593C" w:rsidRPr="00FA2B42">
        <w:rPr>
          <w:rStyle w:val="libAieChar"/>
          <w:rFonts w:hint="cs"/>
          <w:rtl/>
        </w:rPr>
        <w:t>ه</w:t>
      </w:r>
      <w:r w:rsidR="0006593C" w:rsidRPr="00BE5616">
        <w:rPr>
          <w:rStyle w:val="libAieChar"/>
          <w:rFonts w:hint="cs"/>
          <w:rtl/>
        </w:rPr>
        <w:t>ما</w:t>
      </w:r>
      <w:r w:rsidR="0006593C" w:rsidRPr="00BE5616">
        <w:rPr>
          <w:rStyle w:val="libAieChar"/>
          <w:rtl/>
        </w:rPr>
        <w:t xml:space="preserve"> </w:t>
      </w:r>
      <w:r w:rsidR="0006593C" w:rsidRPr="00BE5616">
        <w:rPr>
          <w:rStyle w:val="libAieChar"/>
          <w:rFonts w:hint="cs"/>
          <w:rtl/>
        </w:rPr>
        <w:t>فلا</w:t>
      </w:r>
      <w:r w:rsidR="0006593C" w:rsidRPr="00BE5616">
        <w:rPr>
          <w:rStyle w:val="libAieChar"/>
          <w:rtl/>
        </w:rPr>
        <w:t xml:space="preserve"> </w:t>
      </w:r>
      <w:r w:rsidR="0006593C" w:rsidRPr="00BE5616">
        <w:rPr>
          <w:rStyle w:val="libAieChar"/>
          <w:rFonts w:hint="cs"/>
          <w:rtl/>
        </w:rPr>
        <w:t>تقل</w:t>
      </w:r>
      <w:r w:rsidR="0006593C" w:rsidRPr="00BE5616">
        <w:rPr>
          <w:rStyle w:val="libAieChar"/>
          <w:rtl/>
        </w:rPr>
        <w:t xml:space="preserve"> </w:t>
      </w:r>
      <w:r w:rsidR="0006593C" w:rsidRPr="00BE5616">
        <w:rPr>
          <w:rStyle w:val="libAieChar"/>
          <w:rFonts w:hint="cs"/>
          <w:rtl/>
        </w:rPr>
        <w:t>ل</w:t>
      </w:r>
      <w:r w:rsidR="0006593C" w:rsidRPr="00FA2B42">
        <w:rPr>
          <w:rStyle w:val="libAieChar"/>
          <w:rFonts w:hint="cs"/>
          <w:rtl/>
        </w:rPr>
        <w:t>ه</w:t>
      </w:r>
      <w:r w:rsidR="0006593C" w:rsidRPr="00BE5616">
        <w:rPr>
          <w:rStyle w:val="libAieChar"/>
          <w:rFonts w:hint="cs"/>
          <w:rtl/>
        </w:rPr>
        <w:t>ما</w:t>
      </w:r>
      <w:r w:rsidR="0006593C" w:rsidRPr="00BE5616">
        <w:rPr>
          <w:rStyle w:val="libAieChar"/>
          <w:rtl/>
        </w:rPr>
        <w:t xml:space="preserve"> </w:t>
      </w:r>
      <w:r w:rsidR="0006593C" w:rsidRPr="00BE5616">
        <w:rPr>
          <w:rStyle w:val="libAieChar"/>
          <w:rFonts w:hint="cs"/>
          <w:rtl/>
        </w:rPr>
        <w:t>اُف</w:t>
      </w:r>
      <w:r w:rsidR="0006593C">
        <w:rPr>
          <w:rStyle w:val="libAieChar"/>
          <w:rtl/>
        </w:rPr>
        <w:t xml:space="preserve"> </w:t>
      </w:r>
      <w:r w:rsidR="000C7CB7" w:rsidRPr="000C7CB7">
        <w:rPr>
          <w:rStyle w:val="libAlaemChar"/>
          <w:rtl/>
        </w:rPr>
        <w:t>)</w:t>
      </w:r>
      <w:r>
        <w:rPr>
          <w:rtl/>
        </w:rPr>
        <w:t xml:space="preserve">:ّ'' </w:t>
      </w:r>
    </w:p>
    <w:p w:rsidR="00E03C34" w:rsidRDefault="00E03C34" w:rsidP="00FA2B42">
      <w:pPr>
        <w:pStyle w:val="libNormal"/>
        <w:rPr>
          <w:rtl/>
        </w:rPr>
      </w:pPr>
      <w:r>
        <w:rPr>
          <w:rtl/>
        </w:rPr>
        <w:t xml:space="preserve">''اگر ان ميں سے ايك ےا دونوں تمہا رى زندگى ميں بڑھاپے كو پہنچ جائيں تو(ان كى خد مت گزارى سے تھك كر )انہيں اُف تك نہ كہو_'' </w:t>
      </w:r>
    </w:p>
    <w:p w:rsidR="00E03C34" w:rsidRDefault="00E03C34" w:rsidP="00FA2B42">
      <w:pPr>
        <w:pStyle w:val="libNormal"/>
        <w:rPr>
          <w:rtl/>
        </w:rPr>
      </w:pPr>
      <w:r w:rsidRPr="00D04734">
        <w:rPr>
          <w:rtl/>
        </w:rPr>
        <w:t>(3) ......</w:t>
      </w:r>
      <w:r w:rsidR="0006593C">
        <w:rPr>
          <w:rStyle w:val="libAieChar"/>
          <w:rtl/>
        </w:rPr>
        <w:t xml:space="preserve"> </w:t>
      </w:r>
      <w:r w:rsidR="0006593C" w:rsidRPr="0006593C">
        <w:rPr>
          <w:rStyle w:val="libAlaemChar"/>
          <w:rtl/>
        </w:rPr>
        <w:t>(</w:t>
      </w:r>
      <w:r w:rsidR="0006593C" w:rsidRPr="00BE5616">
        <w:rPr>
          <w:rStyle w:val="libAieChar"/>
          <w:rtl/>
        </w:rPr>
        <w:t>ولا تن</w:t>
      </w:r>
      <w:r w:rsidR="0006593C" w:rsidRPr="00FA2B42">
        <w:rPr>
          <w:rStyle w:val="libAieChar"/>
          <w:rFonts w:hint="cs"/>
          <w:rtl/>
        </w:rPr>
        <w:t>ه</w:t>
      </w:r>
      <w:r w:rsidR="0006593C" w:rsidRPr="00BE5616">
        <w:rPr>
          <w:rStyle w:val="libAieChar"/>
          <w:rFonts w:hint="cs"/>
          <w:rtl/>
        </w:rPr>
        <w:t>ر</w:t>
      </w:r>
      <w:r w:rsidR="0006593C" w:rsidRPr="00BE5616">
        <w:rPr>
          <w:rStyle w:val="libAieChar"/>
          <w:rtl/>
        </w:rPr>
        <w:t xml:space="preserve"> </w:t>
      </w:r>
      <w:r w:rsidR="0006593C" w:rsidRPr="00FA2B42">
        <w:rPr>
          <w:rStyle w:val="libAieChar"/>
          <w:rFonts w:hint="cs"/>
          <w:rtl/>
        </w:rPr>
        <w:t>ه</w:t>
      </w:r>
      <w:r w:rsidR="0006593C" w:rsidRPr="00BE5616">
        <w:rPr>
          <w:rStyle w:val="libAieChar"/>
          <w:rFonts w:hint="cs"/>
          <w:rtl/>
        </w:rPr>
        <w:t>ما</w:t>
      </w:r>
      <w:r w:rsidR="0006593C">
        <w:rPr>
          <w:rStyle w:val="libAieChar"/>
          <w:rtl/>
        </w:rPr>
        <w:t xml:space="preserve"> </w:t>
      </w:r>
      <w:r w:rsidR="000C7CB7" w:rsidRPr="000C7CB7">
        <w:rPr>
          <w:rStyle w:val="libAlaemChar"/>
          <w:rtl/>
        </w:rPr>
        <w:t>)</w:t>
      </w:r>
      <w:r>
        <w:rPr>
          <w:rtl/>
        </w:rPr>
        <w:t xml:space="preserve"> '' تر جمہ :''اور نہ انہيں جھڑ كو_'' </w:t>
      </w:r>
    </w:p>
    <w:p w:rsidR="00E03C34" w:rsidRDefault="00E03C34" w:rsidP="00FA2B42">
      <w:pPr>
        <w:pStyle w:val="libNormal"/>
        <w:rPr>
          <w:rtl/>
        </w:rPr>
      </w:pPr>
      <w:r w:rsidRPr="00D04734">
        <w:rPr>
          <w:rtl/>
        </w:rPr>
        <w:t>(4)</w:t>
      </w:r>
      <w:r>
        <w:rPr>
          <w:rtl/>
        </w:rPr>
        <w:t xml:space="preserve"> ......</w:t>
      </w:r>
      <w:r w:rsidR="0006593C">
        <w:rPr>
          <w:rStyle w:val="libAieChar"/>
          <w:rtl/>
        </w:rPr>
        <w:t xml:space="preserve"> </w:t>
      </w:r>
      <w:r w:rsidR="0006593C" w:rsidRPr="0006593C">
        <w:rPr>
          <w:rStyle w:val="libAlaemChar"/>
          <w:rtl/>
        </w:rPr>
        <w:t>(</w:t>
      </w:r>
      <w:r w:rsidR="0006593C" w:rsidRPr="00BE5616">
        <w:rPr>
          <w:rStyle w:val="libAieChar"/>
          <w:rtl/>
        </w:rPr>
        <w:t>و قل ل</w:t>
      </w:r>
      <w:r w:rsidR="0006593C" w:rsidRPr="00FA2B42">
        <w:rPr>
          <w:rStyle w:val="libAieChar"/>
          <w:rFonts w:hint="cs"/>
          <w:rtl/>
        </w:rPr>
        <w:t>ه</w:t>
      </w:r>
      <w:r w:rsidR="0006593C" w:rsidRPr="00BE5616">
        <w:rPr>
          <w:rStyle w:val="libAieChar"/>
          <w:rFonts w:hint="cs"/>
          <w:rtl/>
        </w:rPr>
        <w:t>ما</w:t>
      </w:r>
      <w:r w:rsidR="0006593C" w:rsidRPr="00BE5616">
        <w:rPr>
          <w:rStyle w:val="libAieChar"/>
          <w:rtl/>
        </w:rPr>
        <w:t xml:space="preserve"> </w:t>
      </w:r>
      <w:r w:rsidR="0006593C" w:rsidRPr="00BE5616">
        <w:rPr>
          <w:rStyle w:val="libAieChar"/>
          <w:rFonts w:hint="cs"/>
          <w:rtl/>
        </w:rPr>
        <w:t>قولا</w:t>
      </w:r>
      <w:r w:rsidR="0006593C" w:rsidRPr="00BE5616">
        <w:rPr>
          <w:rStyle w:val="libAieChar"/>
          <w:rtl/>
        </w:rPr>
        <w:t xml:space="preserve"> </w:t>
      </w:r>
      <w:r w:rsidR="0006593C" w:rsidRPr="00BE5616">
        <w:rPr>
          <w:rStyle w:val="libAieChar"/>
          <w:rFonts w:hint="cs"/>
          <w:rtl/>
        </w:rPr>
        <w:t>كر</w:t>
      </w:r>
      <w:r w:rsidR="0006593C" w:rsidRPr="00BE5616">
        <w:rPr>
          <w:rStyle w:val="libAieChar"/>
          <w:rtl/>
        </w:rPr>
        <w:t xml:space="preserve"> </w:t>
      </w:r>
      <w:r w:rsidR="0006593C" w:rsidRPr="00FA2B42">
        <w:rPr>
          <w:rStyle w:val="libAieChar"/>
          <w:rFonts w:hint="cs"/>
          <w:rtl/>
        </w:rPr>
        <w:t>ي</w:t>
      </w:r>
      <w:r w:rsidR="0006593C" w:rsidRPr="00BE5616">
        <w:rPr>
          <w:rStyle w:val="libAieChar"/>
          <w:rFonts w:hint="cs"/>
          <w:rtl/>
        </w:rPr>
        <w:t>ما</w:t>
      </w:r>
      <w:r w:rsidR="0006593C" w:rsidRPr="00BE5616">
        <w:rPr>
          <w:rStyle w:val="libAieChar"/>
          <w:rtl/>
        </w:rPr>
        <w:t>'</w:t>
      </w:r>
      <w:r w:rsidR="0006593C">
        <w:rPr>
          <w:rStyle w:val="libAieChar"/>
          <w:rtl/>
        </w:rPr>
        <w:t xml:space="preserve"> </w:t>
      </w:r>
      <w:r w:rsidR="000C7CB7" w:rsidRPr="000C7CB7">
        <w:rPr>
          <w:rStyle w:val="libAlaemChar"/>
          <w:rtl/>
        </w:rPr>
        <w:t>)</w:t>
      </w:r>
      <w:r>
        <w:rPr>
          <w:rtl/>
        </w:rPr>
        <w:t xml:space="preserve"> </w:t>
      </w:r>
    </w:p>
    <w:p w:rsidR="00E03C34" w:rsidRDefault="00E03C34" w:rsidP="00FA2B42">
      <w:pPr>
        <w:pStyle w:val="libNormal"/>
        <w:rPr>
          <w:rtl/>
        </w:rPr>
      </w:pPr>
      <w:r>
        <w:rPr>
          <w:rtl/>
        </w:rPr>
        <w:t xml:space="preserve">''ان سے ادب اور مہر با نى سے با ت كرو''_ </w:t>
      </w:r>
    </w:p>
    <w:p w:rsidR="00E03C34" w:rsidRDefault="00E03C34" w:rsidP="00FA2B42">
      <w:pPr>
        <w:pStyle w:val="libNormal"/>
        <w:rPr>
          <w:rtl/>
        </w:rPr>
      </w:pPr>
      <w:r w:rsidRPr="00D04734">
        <w:rPr>
          <w:rtl/>
        </w:rPr>
        <w:t>(5) ......</w:t>
      </w:r>
      <w:r>
        <w:rPr>
          <w:rtl/>
        </w:rPr>
        <w:t>''</w:t>
      </w:r>
      <w:r w:rsidR="0006593C">
        <w:rPr>
          <w:rStyle w:val="libAieChar"/>
          <w:rtl/>
        </w:rPr>
        <w:t xml:space="preserve"> </w:t>
      </w:r>
      <w:r w:rsidR="000C7CB7" w:rsidRPr="000C7CB7">
        <w:rPr>
          <w:rStyle w:val="libAlaemChar"/>
          <w:rtl/>
        </w:rPr>
        <w:t>(</w:t>
      </w:r>
      <w:r w:rsidR="0006593C">
        <w:rPr>
          <w:rStyle w:val="libAieChar"/>
          <w:rtl/>
        </w:rPr>
        <w:t xml:space="preserve"> </w:t>
      </w:r>
      <w:r w:rsidR="0006593C" w:rsidRPr="00BE5616">
        <w:rPr>
          <w:rStyle w:val="libAieChar"/>
          <w:rtl/>
        </w:rPr>
        <w:t xml:space="preserve"> وا خفض ل</w:t>
      </w:r>
      <w:r w:rsidR="0006593C" w:rsidRPr="00FA2B42">
        <w:rPr>
          <w:rStyle w:val="libAieChar"/>
          <w:rFonts w:hint="cs"/>
          <w:rtl/>
        </w:rPr>
        <w:t>ه</w:t>
      </w:r>
      <w:r w:rsidR="0006593C" w:rsidRPr="00BE5616">
        <w:rPr>
          <w:rStyle w:val="libAieChar"/>
          <w:rFonts w:hint="cs"/>
          <w:rtl/>
        </w:rPr>
        <w:t>ما</w:t>
      </w:r>
      <w:r w:rsidR="0006593C" w:rsidRPr="00BE5616">
        <w:rPr>
          <w:rStyle w:val="libAieChar"/>
          <w:rtl/>
        </w:rPr>
        <w:t xml:space="preserve"> </w:t>
      </w:r>
      <w:r w:rsidR="0006593C" w:rsidRPr="00BE5616">
        <w:rPr>
          <w:rStyle w:val="libAieChar"/>
          <w:rFonts w:hint="cs"/>
          <w:rtl/>
        </w:rPr>
        <w:t>جناح</w:t>
      </w:r>
      <w:r w:rsidR="0006593C" w:rsidRPr="00BE5616">
        <w:rPr>
          <w:rStyle w:val="libAieChar"/>
          <w:rtl/>
        </w:rPr>
        <w:t xml:space="preserve"> </w:t>
      </w:r>
      <w:r w:rsidR="0006593C" w:rsidRPr="00BE5616">
        <w:rPr>
          <w:rStyle w:val="libAieChar"/>
          <w:rFonts w:hint="cs"/>
          <w:rtl/>
        </w:rPr>
        <w:t>الذل</w:t>
      </w:r>
      <w:r w:rsidR="0006593C" w:rsidRPr="00BE5616">
        <w:rPr>
          <w:rStyle w:val="libAieChar"/>
          <w:rtl/>
        </w:rPr>
        <w:t xml:space="preserve"> </w:t>
      </w:r>
      <w:r w:rsidR="0006593C" w:rsidRPr="00BE5616">
        <w:rPr>
          <w:rStyle w:val="libAieChar"/>
          <w:rFonts w:hint="cs"/>
          <w:rtl/>
        </w:rPr>
        <w:t>من</w:t>
      </w:r>
      <w:r w:rsidR="0006593C" w:rsidRPr="00BE5616">
        <w:rPr>
          <w:rStyle w:val="libAieChar"/>
          <w:rtl/>
        </w:rPr>
        <w:t xml:space="preserve"> </w:t>
      </w:r>
      <w:r w:rsidR="0006593C" w:rsidRPr="00BE5616">
        <w:rPr>
          <w:rStyle w:val="libAieChar"/>
          <w:rFonts w:hint="cs"/>
          <w:rtl/>
        </w:rPr>
        <w:t>الر</w:t>
      </w:r>
      <w:r w:rsidR="0006593C" w:rsidRPr="00BE5616">
        <w:rPr>
          <w:rStyle w:val="libAieChar"/>
          <w:rtl/>
        </w:rPr>
        <w:t xml:space="preserve"> </w:t>
      </w:r>
      <w:r w:rsidR="0006593C" w:rsidRPr="00BE5616">
        <w:rPr>
          <w:rStyle w:val="libAieChar"/>
          <w:rFonts w:hint="cs"/>
          <w:rtl/>
        </w:rPr>
        <w:t>حمة</w:t>
      </w:r>
      <w:r w:rsidR="0006593C" w:rsidRPr="00BE5616">
        <w:rPr>
          <w:rStyle w:val="libAieChar"/>
          <w:rtl/>
        </w:rPr>
        <w:t xml:space="preserve"> ''</w:t>
      </w:r>
      <w:r w:rsidR="0006593C">
        <w:rPr>
          <w:rStyle w:val="libAieChar"/>
          <w:rtl/>
        </w:rPr>
        <w:t xml:space="preserve"> </w:t>
      </w:r>
      <w:r w:rsidR="000C7CB7" w:rsidRPr="000C7CB7">
        <w:rPr>
          <w:rStyle w:val="libAlaemChar"/>
          <w:rtl/>
        </w:rPr>
        <w:t>)</w:t>
      </w:r>
      <w:r>
        <w:rPr>
          <w:rtl/>
        </w:rPr>
        <w:t xml:space="preserve">_ </w:t>
      </w:r>
    </w:p>
    <w:p w:rsidR="00E03C34" w:rsidRDefault="00E03C34" w:rsidP="00FA2B42">
      <w:pPr>
        <w:pStyle w:val="libNormal"/>
        <w:rPr>
          <w:rtl/>
        </w:rPr>
      </w:pPr>
      <w:r>
        <w:rPr>
          <w:rtl/>
        </w:rPr>
        <w:t xml:space="preserve">''اور ان كے سا منے خا كسارى سے شا نے جھكا ئے ركھو_'' </w:t>
      </w:r>
    </w:p>
    <w:p w:rsidR="00E03C34" w:rsidRDefault="00E03C34" w:rsidP="00FA2B42">
      <w:pPr>
        <w:pStyle w:val="libNormal"/>
        <w:rPr>
          <w:rtl/>
        </w:rPr>
      </w:pPr>
      <w:r w:rsidRPr="00D04734">
        <w:rPr>
          <w:rtl/>
        </w:rPr>
        <w:t>(6) ......</w:t>
      </w:r>
      <w:r w:rsidR="0006593C">
        <w:rPr>
          <w:rStyle w:val="libAieChar"/>
          <w:rtl/>
        </w:rPr>
        <w:t xml:space="preserve"> </w:t>
      </w:r>
      <w:r w:rsidR="0006593C" w:rsidRPr="0006593C">
        <w:rPr>
          <w:rStyle w:val="libAlaemChar"/>
          <w:rtl/>
        </w:rPr>
        <w:t>(</w:t>
      </w:r>
      <w:r w:rsidR="0006593C" w:rsidRPr="00BE5616">
        <w:rPr>
          <w:rStyle w:val="libAieChar"/>
          <w:rtl/>
        </w:rPr>
        <w:t xml:space="preserve"> و قل رب ار حم</w:t>
      </w:r>
      <w:r w:rsidR="0006593C" w:rsidRPr="00FA2B42">
        <w:rPr>
          <w:rStyle w:val="libAieChar"/>
          <w:rFonts w:hint="cs"/>
          <w:rtl/>
        </w:rPr>
        <w:t>ه</w:t>
      </w:r>
      <w:r w:rsidR="0006593C" w:rsidRPr="00BE5616">
        <w:rPr>
          <w:rStyle w:val="libAieChar"/>
          <w:rFonts w:hint="cs"/>
          <w:rtl/>
        </w:rPr>
        <w:t>ما</w:t>
      </w:r>
      <w:r w:rsidR="0006593C" w:rsidRPr="00BE5616">
        <w:rPr>
          <w:rStyle w:val="libAieChar"/>
          <w:rtl/>
        </w:rPr>
        <w:t xml:space="preserve"> </w:t>
      </w:r>
      <w:r w:rsidR="0006593C" w:rsidRPr="00BE5616">
        <w:rPr>
          <w:rStyle w:val="libAieChar"/>
          <w:rFonts w:hint="cs"/>
          <w:rtl/>
        </w:rPr>
        <w:t>كمارب</w:t>
      </w:r>
      <w:r w:rsidR="0006593C" w:rsidRPr="00FA2B42">
        <w:rPr>
          <w:rStyle w:val="libAieChar"/>
          <w:rFonts w:hint="cs"/>
          <w:rtl/>
        </w:rPr>
        <w:t>ي</w:t>
      </w:r>
      <w:r w:rsidR="0006593C" w:rsidRPr="00BE5616">
        <w:rPr>
          <w:rStyle w:val="libAieChar"/>
          <w:rFonts w:hint="cs"/>
          <w:rtl/>
        </w:rPr>
        <w:t>انى</w:t>
      </w:r>
      <w:r w:rsidR="0006593C" w:rsidRPr="00BE5616">
        <w:rPr>
          <w:rStyle w:val="libAieChar"/>
          <w:rtl/>
        </w:rPr>
        <w:t xml:space="preserve"> </w:t>
      </w:r>
      <w:r w:rsidR="0006593C" w:rsidRPr="00BE5616">
        <w:rPr>
          <w:rStyle w:val="libAieChar"/>
          <w:rFonts w:hint="cs"/>
          <w:rtl/>
        </w:rPr>
        <w:t>صغ</w:t>
      </w:r>
      <w:r w:rsidR="0006593C" w:rsidRPr="00FA2B42">
        <w:rPr>
          <w:rStyle w:val="libAieChar"/>
          <w:rFonts w:hint="cs"/>
          <w:rtl/>
        </w:rPr>
        <w:t>ي</w:t>
      </w:r>
      <w:r w:rsidR="0006593C" w:rsidRPr="00BE5616">
        <w:rPr>
          <w:rStyle w:val="libAieChar"/>
          <w:rFonts w:hint="cs"/>
          <w:rtl/>
        </w:rPr>
        <w:t>را</w:t>
      </w:r>
      <w:r w:rsidR="0006593C" w:rsidRPr="00BE5616">
        <w:rPr>
          <w:rStyle w:val="libAieChar"/>
          <w:rtl/>
        </w:rPr>
        <w:t>''</w:t>
      </w:r>
      <w:r w:rsidR="0006593C">
        <w:rPr>
          <w:rStyle w:val="libAieChar"/>
          <w:rtl/>
        </w:rPr>
        <w:t xml:space="preserve"> </w:t>
      </w:r>
      <w:r w:rsidR="000C7CB7" w:rsidRPr="000C7CB7">
        <w:rPr>
          <w:rStyle w:val="libAlaemChar"/>
          <w:rtl/>
        </w:rPr>
        <w:t>)</w:t>
      </w:r>
      <w:r>
        <w:rPr>
          <w:rtl/>
        </w:rPr>
        <w:t xml:space="preserve">_ </w:t>
      </w:r>
    </w:p>
    <w:p w:rsidR="00E03C34" w:rsidRDefault="00E03C34" w:rsidP="00FA2B42">
      <w:pPr>
        <w:pStyle w:val="libNormal"/>
        <w:rPr>
          <w:rtl/>
        </w:rPr>
      </w:pPr>
      <w:r>
        <w:rPr>
          <w:rtl/>
        </w:rPr>
        <w:t xml:space="preserve">''اور ان كے حق ميں دعا كرو،اور كہو بارالہا ان دو نوں پر رحم فرما،جس طرح كہ انہوں بچپن ميں مےرى تر بےت اور پرورش كى ہے''_ </w:t>
      </w:r>
    </w:p>
    <w:p w:rsidR="00E03C34" w:rsidRDefault="00E03C34" w:rsidP="00FA2B42">
      <w:pPr>
        <w:pStyle w:val="libNormal"/>
        <w:rPr>
          <w:rtl/>
        </w:rPr>
      </w:pPr>
      <w:r>
        <w:rPr>
          <w:rtl/>
        </w:rPr>
        <w:t xml:space="preserve">اب جب كہ ہم وا لدين كے سا تھ نيك سلوك كى اہميّت سے واقف ہو چكے ہيں تو بہتر معلوم ہو تا ہے كہ خدا كى ان دو نعمتوں كو اچھى طرح پہچا نيں تا كہ ہم ان كى بہتر خدمت كے لئے اچھى طرح كمر بستہ ہو كر صحيح معنوں ميں اپنے فريضے كو ادا كرسكيں،اس بارے ميں حضرت امام زين العا بدين عليه السلام كے ارشا دات ہمارے لئے مشعل راہ ہيں: </w:t>
      </w:r>
    </w:p>
    <w:p w:rsidR="00E03C34" w:rsidRDefault="00E03C34" w:rsidP="00FA2B42">
      <w:pPr>
        <w:pStyle w:val="libNormal"/>
        <w:rPr>
          <w:rtl/>
        </w:rPr>
      </w:pPr>
      <w:r>
        <w:rPr>
          <w:rtl/>
        </w:rPr>
        <w:t xml:space="preserve">روايت:'' تمہا رى ماں كا تم پر يہ حق ہے كہ تمہيں معلوم ہو نا چا ہےئے كہ اس نے تمہيں ايسى جگہ ركھا اور تمہيں اپنے سا تھ اٹھائے پھر تى رہى جہاں پر </w:t>
      </w:r>
    </w:p>
    <w:p w:rsidR="00E03C34" w:rsidRDefault="007525F8" w:rsidP="00FA2B42">
      <w:pPr>
        <w:pStyle w:val="libNormal"/>
        <w:rPr>
          <w:rtl/>
        </w:rPr>
      </w:pPr>
      <w:r>
        <w:rPr>
          <w:rtl/>
        </w:rPr>
        <w:br w:type="page"/>
      </w:r>
      <w:r>
        <w:rPr>
          <w:rtl/>
        </w:rPr>
        <w:lastRenderedPageBreak/>
        <w:t xml:space="preserve"> </w:t>
      </w:r>
      <w:r>
        <w:rPr>
          <w:rtl/>
        </w:rPr>
        <w:cr/>
      </w:r>
      <w:r w:rsidR="00E03C34">
        <w:rPr>
          <w:rtl/>
        </w:rPr>
        <w:t>كوئي دو سر كسى كو نہيں اٹھتا،اس نے تمہيں اپنے دل كے مےوے سے اےسى چےز كھلائي ہے جو كسى كو كوئي نہيں كھلاتا، اس نے اپنے ہاتھ' پائوں،انكھ،كان، حتى كہ اپنے بدن كى جلد اور تمام اعضاء كے ساتھ بڑى خوشى اور خندہ پےشانى كے ساتھ تمہا رى نگہداشت كي،اور اپنے حمل كے دوران تمام نا خوش گوا ر با توں،دردو غم،رنج و الم اور سختےوں كو بر داشت كےا،يہاں تك كہ قدرت خدا نے تجھے ا س سے جدا كر كے دنےاميں بھيج ديا_ اگاہ ہو جائو كے تمہا رے باپ كا تم پر ےہ حق ہے كہ:وہ تمہا رى اصل اور جڑہے،اور تم اس كى فرع اور شا خ ہو،اگروہ نہ ہو تا تو تم بھى نہ ہوتے، تم اپنے اندر جو نعمتيں ديكھ رہے ہو وہ سب اس كے وجود كے بر كت سے ہيں، لہذا خدا كا شكر كرتے ہو ئے اپنے باپ كا شكر ےہ بھى ادا كرو اور اس كى عزّت و تكرےم بھى كرو''</w:t>
      </w:r>
      <w:r w:rsidR="00FA5EFA" w:rsidRPr="00610DB8">
        <w:rPr>
          <w:rStyle w:val="libFootnotenumChar"/>
          <w:rtl/>
          <w:lang w:bidi="ar-SA"/>
        </w:rPr>
        <w:t>(1</w:t>
      </w:r>
      <w:r w:rsidR="00610DB8" w:rsidRPr="00610DB8">
        <w:rPr>
          <w:rStyle w:val="libFootnotenumChar"/>
          <w:rtl/>
          <w:lang w:bidi="ar-SA"/>
        </w:rPr>
        <w:t>)</w:t>
      </w:r>
      <w:r w:rsidR="00FA5EFA">
        <w:rPr>
          <w:rtl/>
        </w:rPr>
        <w:t xml:space="preserve"> </w:t>
      </w:r>
      <w:r w:rsidR="00E03C34">
        <w:rPr>
          <w:rtl/>
        </w:rPr>
        <w:t xml:space="preserve">اس جملے ميں حضرت امام زين العا بد ين عليه السلام نے والدين كى اہميّت اور ان كى قدر و قےمت كو بےان فر ما يا ہے،اور سا تھ ہى ہميںان كى قدر دانى اور ان كا شكرےہ ادا كرنے كا حكم ديا ہے_ </w:t>
      </w:r>
    </w:p>
    <w:p w:rsidR="00E03C34" w:rsidRDefault="00E03C34" w:rsidP="00FA2B42">
      <w:pPr>
        <w:pStyle w:val="libNormal"/>
        <w:rPr>
          <w:rtl/>
        </w:rPr>
      </w:pPr>
      <w:r>
        <w:rPr>
          <w:rtl/>
        </w:rPr>
        <w:t xml:space="preserve">علاوہ ازيں ہميں با ور كرا يا ہے كہ اگر ہم اپنى سا رى زندگى ان كى خدمت كر تے رہيں پھر بھى ہم ان كى خد ما ت كے ہزارويں حصّے كا بدلہ بھى نہيں چكا سكتے_ </w:t>
      </w:r>
    </w:p>
    <w:p w:rsidR="00E03C34" w:rsidRDefault="006B1525" w:rsidP="000C7CB7">
      <w:pPr>
        <w:pStyle w:val="libLine"/>
        <w:rPr>
          <w:rtl/>
        </w:rPr>
      </w:pPr>
      <w:r>
        <w:rPr>
          <w:rtl/>
        </w:rPr>
        <w:t>____________________</w:t>
      </w:r>
      <w:r w:rsidR="00E03C34">
        <w:rPr>
          <w:rtl/>
        </w:rPr>
        <w:t xml:space="preserve"> </w:t>
      </w:r>
    </w:p>
    <w:p w:rsidR="00612652" w:rsidRPr="00612652" w:rsidRDefault="00612652" w:rsidP="00612652">
      <w:pPr>
        <w:pStyle w:val="libNormal0"/>
        <w:rPr>
          <w:rStyle w:val="libFootnoteChar"/>
          <w:rtl/>
        </w:rPr>
      </w:pPr>
      <w:r w:rsidRPr="00612652">
        <w:rPr>
          <w:rStyle w:val="libFootnoteChar"/>
          <w:rtl/>
        </w:rPr>
        <w:t>1_ تحف العقول _ ص 189_ رسالة الحقوق_ امام سجاد عليه السلام</w:t>
      </w:r>
    </w:p>
    <w:p w:rsidR="00612652" w:rsidRPr="009214E9" w:rsidRDefault="00612652" w:rsidP="009214E9">
      <w:pPr>
        <w:pStyle w:val="libNormal"/>
        <w:rPr>
          <w:rtl/>
        </w:rPr>
      </w:pPr>
      <w:r w:rsidRPr="009214E9">
        <w:rPr>
          <w:rtl/>
        </w:rPr>
        <w:br w:type="page"/>
      </w:r>
    </w:p>
    <w:p w:rsidR="00612652" w:rsidRDefault="00612652" w:rsidP="00D04734">
      <w:pPr>
        <w:pStyle w:val="Heading2Center"/>
        <w:rPr>
          <w:rtl/>
        </w:rPr>
      </w:pPr>
    </w:p>
    <w:p w:rsidR="00E03C34" w:rsidRDefault="00612652" w:rsidP="00D04734">
      <w:pPr>
        <w:pStyle w:val="Heading2Center"/>
        <w:rPr>
          <w:rtl/>
        </w:rPr>
      </w:pPr>
      <w:r w:rsidRPr="00D04734">
        <w:rPr>
          <w:rtl/>
        </w:rPr>
        <w:t xml:space="preserve"> </w:t>
      </w:r>
      <w:bookmarkStart w:id="72" w:name="_Toc521154863"/>
      <w:r w:rsidR="00E03C34" w:rsidRPr="00D04734">
        <w:rPr>
          <w:rtl/>
        </w:rPr>
        <w:t>(1)_</w:t>
      </w:r>
      <w:r w:rsidR="00E03C34">
        <w:rPr>
          <w:rtl/>
        </w:rPr>
        <w:t>معصومين (ع) كے كلام كى روشنى ميں :</w:t>
      </w:r>
      <w:bookmarkEnd w:id="72"/>
    </w:p>
    <w:p w:rsidR="00E03C34" w:rsidRDefault="00E03C34" w:rsidP="00FA2B42">
      <w:pPr>
        <w:pStyle w:val="libNormal"/>
        <w:rPr>
          <w:rtl/>
        </w:rPr>
      </w:pPr>
      <w:r>
        <w:rPr>
          <w:rtl/>
        </w:rPr>
        <w:t xml:space="preserve">ہم ايك با ر پھر معصومين علےھم السّلام كے ار شا دات كو پےش كر تے ہيں تا كہ اس اہم فر ےضے كى ادا ئےگى ميں وہ ہما رے راہنما قرار پا ئيں _ </w:t>
      </w:r>
    </w:p>
    <w:p w:rsidR="00E03C34" w:rsidRDefault="00E03C34" w:rsidP="00FA2B42">
      <w:pPr>
        <w:pStyle w:val="libNormal"/>
        <w:rPr>
          <w:rtl/>
        </w:rPr>
      </w:pPr>
    </w:p>
    <w:p w:rsidR="00E03C34" w:rsidRDefault="00E03C34" w:rsidP="00FA2B42">
      <w:pPr>
        <w:pStyle w:val="libNormal"/>
        <w:rPr>
          <w:rtl/>
        </w:rPr>
      </w:pPr>
      <w:r>
        <w:rPr>
          <w:rtl/>
        </w:rPr>
        <w:t xml:space="preserve">الف : ......ايك شخص حضرت ختمى مر تبت (ص) كى خد مت ميں حا ضر ہوا اور اپ(ص) سے نصےحت كى درخو است كي،اپ(ص) نے فر ماےا : </w:t>
      </w:r>
    </w:p>
    <w:p w:rsidR="00E03C34" w:rsidRDefault="00E03C34" w:rsidP="00FA2B42">
      <w:pPr>
        <w:pStyle w:val="libNormal"/>
        <w:rPr>
          <w:rtl/>
        </w:rPr>
      </w:pPr>
      <w:r w:rsidRPr="00BE5616">
        <w:rPr>
          <w:rStyle w:val="libArabicChar"/>
          <w:rtl/>
        </w:rPr>
        <w:t>''والديك فا طع</w:t>
      </w:r>
      <w:r w:rsidR="00FA2B42" w:rsidRPr="00FA2B42">
        <w:rPr>
          <w:rStyle w:val="libArabicChar"/>
          <w:rFonts w:hint="cs"/>
          <w:rtl/>
        </w:rPr>
        <w:t>ه</w:t>
      </w:r>
      <w:r w:rsidRPr="00BE5616">
        <w:rPr>
          <w:rStyle w:val="libArabicChar"/>
          <w:rFonts w:hint="cs"/>
          <w:rtl/>
        </w:rPr>
        <w:t>ما</w:t>
      </w:r>
      <w:r w:rsidRPr="00BE5616">
        <w:rPr>
          <w:rStyle w:val="libArabicChar"/>
          <w:rtl/>
        </w:rPr>
        <w:t xml:space="preserve"> </w:t>
      </w:r>
      <w:r w:rsidRPr="00BE5616">
        <w:rPr>
          <w:rStyle w:val="libArabicChar"/>
          <w:rFonts w:hint="cs"/>
          <w:rtl/>
        </w:rPr>
        <w:t>وبر</w:t>
      </w:r>
      <w:r w:rsidRPr="00BE5616">
        <w:rPr>
          <w:rStyle w:val="libArabicChar"/>
          <w:rtl/>
        </w:rPr>
        <w:t xml:space="preserve"> </w:t>
      </w:r>
      <w:r w:rsidR="00FA2B42" w:rsidRPr="00FA2B42">
        <w:rPr>
          <w:rStyle w:val="libArabicChar"/>
          <w:rFonts w:hint="cs"/>
          <w:rtl/>
        </w:rPr>
        <w:t>ه</w:t>
      </w:r>
      <w:r w:rsidRPr="00BE5616">
        <w:rPr>
          <w:rStyle w:val="libArabicChar"/>
          <w:rFonts w:hint="cs"/>
          <w:rtl/>
        </w:rPr>
        <w:t>ما</w:t>
      </w:r>
      <w:r w:rsidRPr="00BE5616">
        <w:rPr>
          <w:rStyle w:val="libArabicChar"/>
          <w:rtl/>
        </w:rPr>
        <w:t xml:space="preserve"> </w:t>
      </w:r>
      <w:r w:rsidRPr="00BE5616">
        <w:rPr>
          <w:rStyle w:val="libArabicChar"/>
          <w:rFonts w:hint="cs"/>
          <w:rtl/>
        </w:rPr>
        <w:t>ح</w:t>
      </w:r>
      <w:r w:rsidR="00FA2B42" w:rsidRPr="00FA2B42">
        <w:rPr>
          <w:rStyle w:val="libArabicChar"/>
          <w:rFonts w:hint="cs"/>
          <w:rtl/>
        </w:rPr>
        <w:t>ي</w:t>
      </w:r>
      <w:r w:rsidRPr="00BE5616">
        <w:rPr>
          <w:rStyle w:val="libArabicChar"/>
          <w:rFonts w:hint="cs"/>
          <w:rtl/>
        </w:rPr>
        <w:t>ين</w:t>
      </w:r>
      <w:r w:rsidRPr="00BE5616">
        <w:rPr>
          <w:rStyle w:val="libArabicChar"/>
          <w:rtl/>
        </w:rPr>
        <w:t xml:space="preserve"> </w:t>
      </w:r>
      <w:r w:rsidRPr="00BE5616">
        <w:rPr>
          <w:rStyle w:val="libArabicChar"/>
          <w:rFonts w:hint="cs"/>
          <w:rtl/>
        </w:rPr>
        <w:t>كانا</w:t>
      </w:r>
      <w:r w:rsidRPr="00BE5616">
        <w:rPr>
          <w:rStyle w:val="libArabicChar"/>
          <w:rtl/>
        </w:rPr>
        <w:t xml:space="preserve"> </w:t>
      </w:r>
      <w:r w:rsidRPr="00BE5616">
        <w:rPr>
          <w:rStyle w:val="libArabicChar"/>
          <w:rFonts w:hint="cs"/>
          <w:rtl/>
        </w:rPr>
        <w:t>او</w:t>
      </w:r>
      <w:r w:rsidRPr="00BE5616">
        <w:rPr>
          <w:rStyle w:val="libArabicChar"/>
          <w:rtl/>
        </w:rPr>
        <w:t xml:space="preserve"> </w:t>
      </w:r>
      <w:r w:rsidRPr="00BE5616">
        <w:rPr>
          <w:rStyle w:val="libArabicChar"/>
          <w:rFonts w:hint="cs"/>
          <w:rtl/>
        </w:rPr>
        <w:t>م</w:t>
      </w:r>
      <w:r w:rsidR="00FA2B42" w:rsidRPr="00FA2B42">
        <w:rPr>
          <w:rStyle w:val="libArabicChar"/>
          <w:rFonts w:hint="cs"/>
          <w:rtl/>
        </w:rPr>
        <w:t>ي</w:t>
      </w:r>
      <w:r w:rsidRPr="00BE5616">
        <w:rPr>
          <w:rStyle w:val="libArabicChar"/>
          <w:rFonts w:hint="cs"/>
          <w:rtl/>
        </w:rPr>
        <w:t>تين</w:t>
      </w:r>
      <w:r w:rsidRPr="00BE5616">
        <w:rPr>
          <w:rStyle w:val="libArabicChar"/>
          <w:rtl/>
        </w:rPr>
        <w:t>''</w:t>
      </w:r>
      <w:r w:rsidR="00FA5EFA" w:rsidRPr="00610DB8">
        <w:rPr>
          <w:rStyle w:val="libFootnotenumChar"/>
          <w:rtl/>
          <w:lang w:bidi="ar-SA"/>
        </w:rPr>
        <w:t>(1</w:t>
      </w:r>
      <w:r w:rsidR="00610DB8" w:rsidRPr="00610DB8">
        <w:rPr>
          <w:rStyle w:val="libFootnotenumChar"/>
          <w:rtl/>
          <w:lang w:bidi="ar-SA"/>
        </w:rPr>
        <w:t>)</w:t>
      </w:r>
      <w:r w:rsidR="00FA5EFA">
        <w:rPr>
          <w:rtl/>
        </w:rPr>
        <w:t xml:space="preserve"> </w:t>
      </w:r>
      <w:r>
        <w:rPr>
          <w:rtl/>
        </w:rPr>
        <w:t xml:space="preserve">''تم اپنے وا لدين كى اطاعت كر واور ان كى ساتھ نيك سلوك كرو ' خواہ وہ زندہ ہوں يا مر چكے ہوں _ ،، </w:t>
      </w:r>
    </w:p>
    <w:p w:rsidR="00E03C34" w:rsidRDefault="00E03C34" w:rsidP="00FA2B42">
      <w:pPr>
        <w:pStyle w:val="libNormal"/>
        <w:rPr>
          <w:rtl/>
        </w:rPr>
      </w:pPr>
      <w:r>
        <w:rPr>
          <w:rtl/>
        </w:rPr>
        <w:t xml:space="preserve">منصوربن جازم كہتے ہيں كہ ميں حضرت امام جعفر صادق عليہ السلّام كى خدمت ميں حاضر ہوا اور عرض كيا : كس عمل كى زيادہ قدر وقيمت ہے ؟ </w:t>
      </w:r>
    </w:p>
    <w:p w:rsidR="00E03C34" w:rsidRDefault="00E03C34" w:rsidP="00FA2B42">
      <w:pPr>
        <w:pStyle w:val="libNormal"/>
        <w:rPr>
          <w:rtl/>
        </w:rPr>
      </w:pPr>
      <w:r>
        <w:rPr>
          <w:rtl/>
        </w:rPr>
        <w:t xml:space="preserve">آپ نے فرمايا : </w:t>
      </w:r>
    </w:p>
    <w:p w:rsidR="00E03C34" w:rsidRDefault="00E03C34" w:rsidP="00FA2B42">
      <w:pPr>
        <w:pStyle w:val="libNormal"/>
        <w:rPr>
          <w:rtl/>
        </w:rPr>
      </w:pPr>
      <w:r>
        <w:rPr>
          <w:rtl/>
        </w:rPr>
        <w:t xml:space="preserve">'' </w:t>
      </w:r>
      <w:r w:rsidRPr="00BE5616">
        <w:rPr>
          <w:rStyle w:val="libArabicChar"/>
          <w:rtl/>
        </w:rPr>
        <w:t>الصلوة لوقت</w:t>
      </w:r>
      <w:r w:rsidR="00FA2B42" w:rsidRPr="00FA2B42">
        <w:rPr>
          <w:rStyle w:val="libArabicChar"/>
          <w:rFonts w:hint="cs"/>
          <w:rtl/>
        </w:rPr>
        <w:t>ه</w:t>
      </w:r>
      <w:r w:rsidRPr="00BE5616">
        <w:rPr>
          <w:rStyle w:val="libArabicChar"/>
          <w:rFonts w:hint="cs"/>
          <w:rtl/>
        </w:rPr>
        <w:t>ا</w:t>
      </w:r>
      <w:r w:rsidRPr="00BE5616">
        <w:rPr>
          <w:rStyle w:val="libArabicChar"/>
          <w:rtl/>
        </w:rPr>
        <w:t xml:space="preserve"> </w:t>
      </w:r>
      <w:r w:rsidRPr="00BE5616">
        <w:rPr>
          <w:rStyle w:val="libArabicChar"/>
          <w:rFonts w:hint="cs"/>
          <w:rtl/>
        </w:rPr>
        <w:t>وبرَّ</w:t>
      </w:r>
      <w:r w:rsidRPr="00BE5616">
        <w:rPr>
          <w:rStyle w:val="libArabicChar"/>
          <w:rtl/>
        </w:rPr>
        <w:t xml:space="preserve"> </w:t>
      </w:r>
      <w:r w:rsidRPr="00BE5616">
        <w:rPr>
          <w:rStyle w:val="libArabicChar"/>
          <w:rFonts w:hint="cs"/>
          <w:rtl/>
        </w:rPr>
        <w:t>الوالدين</w:t>
      </w:r>
      <w:r w:rsidRPr="00BE5616">
        <w:rPr>
          <w:rStyle w:val="libArabicChar"/>
          <w:rtl/>
        </w:rPr>
        <w:t xml:space="preserve"> </w:t>
      </w:r>
      <w:r w:rsidRPr="00BE5616">
        <w:rPr>
          <w:rStyle w:val="libArabicChar"/>
          <w:rFonts w:hint="cs"/>
          <w:rtl/>
        </w:rPr>
        <w:t>والج</w:t>
      </w:r>
      <w:r w:rsidR="00FA2B42" w:rsidRPr="00FA2B42">
        <w:rPr>
          <w:rStyle w:val="libArabicChar"/>
          <w:rFonts w:hint="cs"/>
          <w:rtl/>
        </w:rPr>
        <w:t>ه</w:t>
      </w:r>
      <w:r w:rsidRPr="00BE5616">
        <w:rPr>
          <w:rStyle w:val="libArabicChar"/>
          <w:rFonts w:hint="cs"/>
          <w:rtl/>
        </w:rPr>
        <w:t>ا</w:t>
      </w:r>
      <w:r w:rsidRPr="00BE5616">
        <w:rPr>
          <w:rStyle w:val="libArabicChar"/>
          <w:rtl/>
        </w:rPr>
        <w:t xml:space="preserve"> </w:t>
      </w:r>
      <w:r w:rsidRPr="00BE5616">
        <w:rPr>
          <w:rStyle w:val="libArabicChar"/>
          <w:rFonts w:hint="cs"/>
          <w:rtl/>
        </w:rPr>
        <w:t>د</w:t>
      </w:r>
      <w:r w:rsidRPr="00BE5616">
        <w:rPr>
          <w:rStyle w:val="libArabicChar"/>
          <w:rtl/>
        </w:rPr>
        <w:t xml:space="preserve"> </w:t>
      </w:r>
      <w:r w:rsidRPr="00BE5616">
        <w:rPr>
          <w:rStyle w:val="libArabicChar"/>
          <w:rFonts w:hint="cs"/>
          <w:rtl/>
        </w:rPr>
        <w:t>فى</w:t>
      </w:r>
      <w:r w:rsidRPr="00BE5616">
        <w:rPr>
          <w:rStyle w:val="libArabicChar"/>
          <w:rtl/>
        </w:rPr>
        <w:t xml:space="preserve"> </w:t>
      </w:r>
      <w:r w:rsidRPr="00BE5616">
        <w:rPr>
          <w:rStyle w:val="libArabicChar"/>
          <w:rFonts w:hint="cs"/>
          <w:rtl/>
        </w:rPr>
        <w:t>سبيل</w:t>
      </w:r>
      <w:r w:rsidRPr="00BE5616">
        <w:rPr>
          <w:rStyle w:val="libArabicChar"/>
          <w:rtl/>
        </w:rPr>
        <w:t xml:space="preserve"> </w:t>
      </w:r>
      <w:r w:rsidRPr="00BE5616">
        <w:rPr>
          <w:rStyle w:val="libArabicChar"/>
          <w:rFonts w:hint="cs"/>
          <w:rtl/>
        </w:rPr>
        <w:t>الل</w:t>
      </w:r>
      <w:r w:rsidR="00FA2B42" w:rsidRPr="00FA2B42">
        <w:rPr>
          <w:rStyle w:val="libArabicChar"/>
          <w:rFonts w:hint="cs"/>
          <w:rtl/>
        </w:rPr>
        <w:t>ه</w:t>
      </w:r>
      <w:r>
        <w:rPr>
          <w:rtl/>
        </w:rPr>
        <w:t xml:space="preserve"> ''</w:t>
      </w:r>
      <w:r w:rsidR="00FA5EFA" w:rsidRPr="00610DB8">
        <w:rPr>
          <w:rStyle w:val="libFootnotenumChar"/>
          <w:rtl/>
          <w:lang w:bidi="ar-SA"/>
        </w:rPr>
        <w:t>(2</w:t>
      </w:r>
      <w:r w:rsidR="00610DB8" w:rsidRPr="00610DB8">
        <w:rPr>
          <w:rStyle w:val="libFootnotenumChar"/>
          <w:rtl/>
          <w:lang w:bidi="ar-SA"/>
        </w:rPr>
        <w:t>)</w:t>
      </w:r>
      <w:r w:rsidR="00FA5EFA">
        <w:rPr>
          <w:rtl/>
        </w:rPr>
        <w:t xml:space="preserve"> </w:t>
      </w:r>
      <w:r>
        <w:rPr>
          <w:rtl/>
        </w:rPr>
        <w:t xml:space="preserve">'' اول وقت ميں نماز كى ادائيگى ، والدين كے ساتھ نيكى اور راہ خدا ميں جہاد _ '' </w:t>
      </w:r>
    </w:p>
    <w:p w:rsidR="00E03C34" w:rsidRDefault="00E03C34" w:rsidP="00FA2B42">
      <w:pPr>
        <w:pStyle w:val="libNormal"/>
        <w:rPr>
          <w:rtl/>
        </w:rPr>
      </w:pPr>
    </w:p>
    <w:p w:rsidR="00E03C34" w:rsidRDefault="00E03C34" w:rsidP="00FA2B42">
      <w:pPr>
        <w:pStyle w:val="libNormal"/>
        <w:rPr>
          <w:rtl/>
        </w:rPr>
      </w:pPr>
      <w:r>
        <w:rPr>
          <w:rtl/>
        </w:rPr>
        <w:t xml:space="preserve">ج: ...... ايك شخص نے رسول خدا(ص) كى خدمت ميں عرض كيا كہ ميںاپنے وطن اور علاقے اور والدين سے جدا ہو كر ، آپ(ص) كى خدمت ميں مسلمان ہونے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اصول كافى _ ج 2_ ص 158</w:t>
      </w:r>
    </w:p>
    <w:p w:rsidR="00BE5616" w:rsidRDefault="00E03C34" w:rsidP="00FA2B42">
      <w:pPr>
        <w:pStyle w:val="libFootnote"/>
        <w:rPr>
          <w:rtl/>
        </w:rPr>
      </w:pPr>
      <w:r>
        <w:rPr>
          <w:rtl/>
        </w:rPr>
        <w:t>2_ اصول كافى ج2 ص 158</w:t>
      </w:r>
      <w:r w:rsidR="007525F8">
        <w:rPr>
          <w:rtl/>
        </w:rPr>
        <w:br w:type="page"/>
      </w:r>
      <w:r w:rsidR="007525F8">
        <w:rPr>
          <w:rtl/>
        </w:rPr>
        <w:lastRenderedPageBreak/>
        <w:t xml:space="preserve"> </w:t>
      </w:r>
      <w:r w:rsidR="007525F8">
        <w:rPr>
          <w:rtl/>
        </w:rPr>
        <w:cr/>
      </w:r>
    </w:p>
    <w:p w:rsidR="00E03C34" w:rsidRDefault="00E03C34" w:rsidP="00FA2B42">
      <w:pPr>
        <w:pStyle w:val="libFootnote"/>
        <w:rPr>
          <w:rtl/>
        </w:rPr>
      </w:pPr>
      <w:r w:rsidRPr="00BE5616">
        <w:rPr>
          <w:rStyle w:val="libNormalChar"/>
          <w:rtl/>
        </w:rPr>
        <w:t>كى غرض سے حاضر ہوا ہوں ، اور جس وقت ميں رخت سفر باندھ رہا تھا ميرے والدين ميرى جدائي كے صدمہ سے رو رہے تھے _</w:t>
      </w:r>
      <w:r>
        <w:rPr>
          <w:rtl/>
        </w:rPr>
        <w:t xml:space="preserve"> </w:t>
      </w:r>
    </w:p>
    <w:p w:rsidR="00E03C34" w:rsidRDefault="00E03C34" w:rsidP="00FA2B42">
      <w:pPr>
        <w:pStyle w:val="libNormal"/>
        <w:rPr>
          <w:rtl/>
        </w:rPr>
      </w:pPr>
      <w:r>
        <w:rPr>
          <w:rtl/>
        </w:rPr>
        <w:t xml:space="preserve">رسول خدا (ص) نے فرمايا : </w:t>
      </w:r>
    </w:p>
    <w:p w:rsidR="00E03C34" w:rsidRDefault="00E03C34" w:rsidP="00FA2B42">
      <w:pPr>
        <w:pStyle w:val="libNormal"/>
        <w:rPr>
          <w:rtl/>
        </w:rPr>
      </w:pPr>
      <w:r>
        <w:rPr>
          <w:rtl/>
        </w:rPr>
        <w:t>'' تم واپس چلے جائو ، پہلے ماں باپ كو راضى كرو پھر ہمارے پاس آئو _ ،، يہ سنكر اس نے آپ (ص) كے فرمان پر عمل كيا ''</w:t>
      </w:r>
      <w:r w:rsidR="0006593C">
        <w:rPr>
          <w:rtl/>
        </w:rPr>
        <w:t xml:space="preserve"> </w:t>
      </w:r>
      <w:r w:rsidR="0006593C" w:rsidRPr="00610DB8">
        <w:rPr>
          <w:rStyle w:val="libFootnotenumChar"/>
          <w:rtl/>
        </w:rPr>
        <w:t>(1)</w:t>
      </w:r>
      <w:r w:rsidR="0006593C">
        <w:rPr>
          <w:rtl/>
        </w:rPr>
        <w:t xml:space="preserve"> </w:t>
      </w:r>
      <w:r w:rsidR="0006593C">
        <w:rPr>
          <w:rtl/>
        </w:rPr>
        <w:cr/>
        <w:t xml:space="preserve"> </w:t>
      </w:r>
    </w:p>
    <w:p w:rsidR="00E03C34" w:rsidRDefault="00E03C34" w:rsidP="00FA2B42">
      <w:pPr>
        <w:pStyle w:val="libNormal"/>
        <w:rPr>
          <w:rtl/>
        </w:rPr>
      </w:pPr>
      <w:r>
        <w:rPr>
          <w:rtl/>
        </w:rPr>
        <w:t xml:space="preserve">د : ... رسول خدا(ص) فرماتے ہيں : </w:t>
      </w:r>
    </w:p>
    <w:p w:rsidR="00E03C34" w:rsidRDefault="00E03C34" w:rsidP="00FA2B42">
      <w:pPr>
        <w:pStyle w:val="libNormal"/>
        <w:rPr>
          <w:rtl/>
        </w:rPr>
      </w:pPr>
      <w:r w:rsidRPr="00BE5616">
        <w:rPr>
          <w:rStyle w:val="libArabicChar"/>
          <w:rtl/>
        </w:rPr>
        <w:t>''رَضى الرب فى رضى الوالدين وسخط الرب فى سخط الوالدين</w:t>
      </w:r>
      <w:r>
        <w:rPr>
          <w:rtl/>
        </w:rPr>
        <w:t xml:space="preserve"> ''</w:t>
      </w:r>
      <w:r w:rsidR="00FA5EFA" w:rsidRPr="00610DB8">
        <w:rPr>
          <w:rStyle w:val="libFootnotenumChar"/>
          <w:rtl/>
          <w:lang w:bidi="ar-SA"/>
        </w:rPr>
        <w:t>(2</w:t>
      </w:r>
      <w:r w:rsidR="00610DB8" w:rsidRPr="00610DB8">
        <w:rPr>
          <w:rStyle w:val="libFootnotenumChar"/>
          <w:rtl/>
          <w:lang w:bidi="ar-SA"/>
        </w:rPr>
        <w:t>)</w:t>
      </w:r>
      <w:r w:rsidR="00FA5EFA">
        <w:rPr>
          <w:rtl/>
        </w:rPr>
        <w:t xml:space="preserve"> </w:t>
      </w:r>
      <w:r>
        <w:rPr>
          <w:rtl/>
        </w:rPr>
        <w:t xml:space="preserve">'' رب كى رضا ، والدين كى رضامندى ميں ہے اور خالق كى ناراضگى والدين كى ناراضگى ميں ہے _'' </w:t>
      </w:r>
    </w:p>
    <w:p w:rsidR="00E03C34" w:rsidRDefault="00E03C34" w:rsidP="00FA2B42">
      <w:pPr>
        <w:pStyle w:val="libNormal"/>
        <w:rPr>
          <w:rtl/>
        </w:rPr>
      </w:pPr>
      <w:r>
        <w:rPr>
          <w:rtl/>
        </w:rPr>
        <w:t xml:space="preserve">ھ : ... رسول خدا(ص) سے مروى ہے كہ حضرت موسى (ع) نے اللہ تعالى سے اپنے ايك شہيد دوست كے انجام كا سوال كيا تو خدا نے فرمايا كہ وہ جہنّم ميں ہے ، انہوں نے عرض كيا كہ كيا تو نے شھداء سے جنّت كا وعدہ نہيں فرمايا ؟ ،ندا آئي : '' كيوں نہيں ؟ ' ليكن وہ اپنے والدين كو ہميشہ ستايا كرتا تھا ، اور ميں والدين كى نافرمانى كرنے والوں سے كوئي بھى عمل قبول نہيں كرتا _ '' 1 </w:t>
      </w:r>
    </w:p>
    <w:p w:rsidR="00E03C34" w:rsidRDefault="00E03C34" w:rsidP="00FA2B42">
      <w:pPr>
        <w:pStyle w:val="libNormal"/>
        <w:rPr>
          <w:rtl/>
        </w:rPr>
      </w:pPr>
      <w:r>
        <w:rPr>
          <w:rtl/>
        </w:rPr>
        <w:t xml:space="preserve">و: ... حضرت امام محمد باقر عليہ السلّام فرماتے ہيں : </w:t>
      </w:r>
    </w:p>
    <w:p w:rsidR="00E03C34" w:rsidRDefault="00E03C34" w:rsidP="00D04734">
      <w:pPr>
        <w:pStyle w:val="libNormal"/>
        <w:rPr>
          <w:rtl/>
        </w:rPr>
      </w:pPr>
      <w:r w:rsidRPr="00BE5616">
        <w:rPr>
          <w:rStyle w:val="libArabicChar"/>
          <w:rtl/>
        </w:rPr>
        <w:t>'' انَّ العبد ليكون برابو الدي</w:t>
      </w:r>
      <w:r w:rsidR="00FA2B42" w:rsidRPr="00FA2B42">
        <w:rPr>
          <w:rStyle w:val="libArabicChar"/>
          <w:rFonts w:hint="cs"/>
          <w:rtl/>
        </w:rPr>
        <w:t>ه</w:t>
      </w:r>
      <w:r w:rsidRPr="00BE5616">
        <w:rPr>
          <w:rStyle w:val="libArabicChar"/>
          <w:rtl/>
        </w:rPr>
        <w:t xml:space="preserve"> </w:t>
      </w:r>
      <w:r w:rsidRPr="00BE5616">
        <w:rPr>
          <w:rStyle w:val="libArabicChar"/>
          <w:rFonts w:hint="cs"/>
          <w:rtl/>
        </w:rPr>
        <w:t>فى</w:t>
      </w:r>
      <w:r w:rsidRPr="00BE5616">
        <w:rPr>
          <w:rStyle w:val="libArabicChar"/>
          <w:rtl/>
        </w:rPr>
        <w:t xml:space="preserve"> </w:t>
      </w:r>
      <w:r w:rsidRPr="00BE5616">
        <w:rPr>
          <w:rStyle w:val="libArabicChar"/>
          <w:rFonts w:hint="cs"/>
          <w:rtl/>
        </w:rPr>
        <w:t>حيا</w:t>
      </w:r>
      <w:r w:rsidRPr="00BE5616">
        <w:rPr>
          <w:rStyle w:val="libArabicChar"/>
          <w:rtl/>
        </w:rPr>
        <w:t xml:space="preserve"> </w:t>
      </w:r>
      <w:r w:rsidRPr="00BE5616">
        <w:rPr>
          <w:rStyle w:val="libArabicChar"/>
          <w:rFonts w:hint="cs"/>
          <w:rtl/>
        </w:rPr>
        <w:t>ت</w:t>
      </w:r>
      <w:r w:rsidR="00FA2B42" w:rsidRPr="00FA2B42">
        <w:rPr>
          <w:rStyle w:val="libArabicChar"/>
          <w:rFonts w:hint="cs"/>
          <w:rtl/>
        </w:rPr>
        <w:t>ه</w:t>
      </w:r>
      <w:r w:rsidRPr="00BE5616">
        <w:rPr>
          <w:rStyle w:val="libArabicChar"/>
          <w:rFonts w:hint="cs"/>
          <w:rtl/>
        </w:rPr>
        <w:t>ما</w:t>
      </w:r>
      <w:r w:rsidRPr="00BE5616">
        <w:rPr>
          <w:rStyle w:val="libArabicChar"/>
          <w:rtl/>
        </w:rPr>
        <w:t xml:space="preserve"> </w:t>
      </w:r>
      <w:r w:rsidRPr="00BE5616">
        <w:rPr>
          <w:rStyle w:val="libArabicChar"/>
          <w:rFonts w:hint="cs"/>
          <w:rtl/>
        </w:rPr>
        <w:t>ثم</w:t>
      </w:r>
      <w:r w:rsidRPr="00BE5616">
        <w:rPr>
          <w:rStyle w:val="libArabicChar"/>
          <w:rtl/>
        </w:rPr>
        <w:t xml:space="preserve"> </w:t>
      </w:r>
      <w:r w:rsidRPr="00BE5616">
        <w:rPr>
          <w:rStyle w:val="libArabicChar"/>
          <w:rFonts w:hint="cs"/>
          <w:rtl/>
        </w:rPr>
        <w:t>يموتان</w:t>
      </w:r>
      <w:r w:rsidRPr="00BE5616">
        <w:rPr>
          <w:rStyle w:val="libArabicChar"/>
          <w:rtl/>
        </w:rPr>
        <w:t xml:space="preserve"> </w:t>
      </w:r>
      <w:r w:rsidRPr="00BE5616">
        <w:rPr>
          <w:rStyle w:val="libArabicChar"/>
          <w:rFonts w:hint="cs"/>
          <w:rtl/>
        </w:rPr>
        <w:t>فلا</w:t>
      </w:r>
      <w:r w:rsidRPr="00BE5616">
        <w:rPr>
          <w:rStyle w:val="libArabicChar"/>
          <w:rtl/>
        </w:rPr>
        <w:t xml:space="preserve"> </w:t>
      </w:r>
      <w:r w:rsidRPr="00BE5616">
        <w:rPr>
          <w:rStyle w:val="libArabicChar"/>
          <w:rFonts w:hint="cs"/>
          <w:rtl/>
        </w:rPr>
        <w:t>يقضي</w:t>
      </w:r>
      <w:r w:rsidRPr="00BE5616">
        <w:rPr>
          <w:rStyle w:val="libArabicChar"/>
          <w:rtl/>
        </w:rPr>
        <w:t xml:space="preserve"> </w:t>
      </w:r>
      <w:r w:rsidRPr="00BE5616">
        <w:rPr>
          <w:rStyle w:val="libArabicChar"/>
          <w:rFonts w:hint="cs"/>
          <w:rtl/>
        </w:rPr>
        <w:t>عَن</w:t>
      </w:r>
      <w:r w:rsidR="00FA2B42" w:rsidRPr="00FA2B42">
        <w:rPr>
          <w:rStyle w:val="libArabicChar"/>
          <w:rFonts w:hint="cs"/>
          <w:rtl/>
        </w:rPr>
        <w:t>ه</w:t>
      </w:r>
      <w:r w:rsidRPr="00BE5616">
        <w:rPr>
          <w:rStyle w:val="libArabicChar"/>
          <w:rFonts w:hint="cs"/>
          <w:rtl/>
        </w:rPr>
        <w:t>ماَ</w:t>
      </w:r>
      <w:r w:rsidRPr="00BE5616">
        <w:rPr>
          <w:rStyle w:val="libArabicChar"/>
          <w:rtl/>
        </w:rPr>
        <w:t xml:space="preserve"> </w:t>
      </w:r>
      <w:r w:rsidRPr="00BE5616">
        <w:rPr>
          <w:rStyle w:val="libArabicChar"/>
          <w:rFonts w:hint="cs"/>
          <w:rtl/>
        </w:rPr>
        <w:t>ديون</w:t>
      </w:r>
      <w:r w:rsidR="00FA2B42" w:rsidRPr="00FA2B42">
        <w:rPr>
          <w:rStyle w:val="libArabicChar"/>
          <w:rFonts w:hint="cs"/>
          <w:rtl/>
        </w:rPr>
        <w:t>ه</w:t>
      </w:r>
      <w:r w:rsidRPr="00BE5616">
        <w:rPr>
          <w:rStyle w:val="libArabicChar"/>
          <w:rFonts w:hint="cs"/>
          <w:rtl/>
        </w:rPr>
        <w:t>ما</w:t>
      </w:r>
      <w:r w:rsidRPr="00BE5616">
        <w:rPr>
          <w:rStyle w:val="libArabicChar"/>
          <w:rtl/>
        </w:rPr>
        <w:t xml:space="preserve"> </w:t>
      </w:r>
      <w:r w:rsidRPr="00BE5616">
        <w:rPr>
          <w:rStyle w:val="libArabicChar"/>
          <w:rFonts w:hint="cs"/>
          <w:rtl/>
        </w:rPr>
        <w:t>وَلاَ</w:t>
      </w:r>
      <w:r w:rsidRPr="00BE5616">
        <w:rPr>
          <w:rStyle w:val="libArabicChar"/>
          <w:rtl/>
        </w:rPr>
        <w:t xml:space="preserve"> </w:t>
      </w:r>
      <w:r w:rsidRPr="00BE5616">
        <w:rPr>
          <w:rStyle w:val="libArabicChar"/>
          <w:rFonts w:hint="cs"/>
          <w:rtl/>
        </w:rPr>
        <w:t>يستغفر</w:t>
      </w:r>
      <w:r w:rsidRPr="00BE5616">
        <w:rPr>
          <w:rStyle w:val="libArabicChar"/>
          <w:rtl/>
        </w:rPr>
        <w:t xml:space="preserve"> </w:t>
      </w:r>
      <w:r w:rsidRPr="00BE5616">
        <w:rPr>
          <w:rStyle w:val="libArabicChar"/>
          <w:rFonts w:hint="cs"/>
          <w:rtl/>
        </w:rPr>
        <w:t>ل</w:t>
      </w:r>
      <w:r w:rsidR="00FA2B42" w:rsidRPr="00FA2B42">
        <w:rPr>
          <w:rStyle w:val="libArabicChar"/>
          <w:rFonts w:hint="cs"/>
          <w:rtl/>
        </w:rPr>
        <w:t>ه</w:t>
      </w:r>
      <w:r w:rsidRPr="00BE5616">
        <w:rPr>
          <w:rStyle w:val="libArabicChar"/>
          <w:rFonts w:hint="cs"/>
          <w:rtl/>
        </w:rPr>
        <w:t>ما</w:t>
      </w:r>
      <w:r w:rsidRPr="00BE5616">
        <w:rPr>
          <w:rStyle w:val="libArabicChar"/>
          <w:rtl/>
        </w:rPr>
        <w:t xml:space="preserve"> </w:t>
      </w:r>
      <w:r w:rsidRPr="00BE5616">
        <w:rPr>
          <w:rStyle w:val="libArabicChar"/>
          <w:rFonts w:hint="cs"/>
          <w:rtl/>
        </w:rPr>
        <w:t>فيكتب</w:t>
      </w:r>
      <w:r w:rsidR="00FA2B42" w:rsidRPr="00FA2B42">
        <w:rPr>
          <w:rStyle w:val="libArabicChar"/>
          <w:rFonts w:hint="cs"/>
          <w:rtl/>
        </w:rPr>
        <w:t>ه</w:t>
      </w:r>
      <w:r w:rsidRPr="00BE5616">
        <w:rPr>
          <w:rStyle w:val="libArabicChar"/>
          <w:rtl/>
        </w:rPr>
        <w:t xml:space="preserve"> </w:t>
      </w:r>
      <w:r w:rsidRPr="00BE5616">
        <w:rPr>
          <w:rStyle w:val="libArabicChar"/>
          <w:rFonts w:hint="cs"/>
          <w:rtl/>
        </w:rPr>
        <w:t>الل</w:t>
      </w:r>
      <w:r w:rsidR="00FA2B42" w:rsidRPr="00FA2B42">
        <w:rPr>
          <w:rStyle w:val="libArabicChar"/>
          <w:rFonts w:hint="cs"/>
          <w:rtl/>
        </w:rPr>
        <w:t>ه</w:t>
      </w:r>
      <w:r w:rsidRPr="00BE5616">
        <w:rPr>
          <w:rStyle w:val="libArabicChar"/>
          <w:rtl/>
        </w:rPr>
        <w:t xml:space="preserve"> </w:t>
      </w:r>
      <w:r w:rsidRPr="00BE5616">
        <w:rPr>
          <w:rStyle w:val="libArabicChar"/>
          <w:rFonts w:hint="cs"/>
          <w:rtl/>
        </w:rPr>
        <w:t>عاقاً</w:t>
      </w:r>
      <w:r w:rsidRPr="00BE5616">
        <w:rPr>
          <w:rStyle w:val="libArabicChar"/>
          <w:rtl/>
        </w:rPr>
        <w:t xml:space="preserve"> ''</w:t>
      </w:r>
      <w:r w:rsidR="00FA5EFA" w:rsidRPr="00D04734">
        <w:rPr>
          <w:rStyle w:val="libFootnotenumChar"/>
          <w:rtl/>
          <w:lang w:bidi="ar-SA"/>
        </w:rPr>
        <w:t xml:space="preserve">(3) </w:t>
      </w:r>
      <w:r w:rsidR="00F01BE6" w:rsidRPr="006B1525">
        <w:rPr>
          <w:rtl/>
        </w:rPr>
        <w:t>____________________</w:t>
      </w:r>
      <w:r>
        <w:rPr>
          <w:rtl/>
        </w:rPr>
        <w:t xml:space="preserve"> </w:t>
      </w:r>
    </w:p>
    <w:p w:rsidR="00E03C34" w:rsidRDefault="00E03C34" w:rsidP="00FA2B42">
      <w:pPr>
        <w:pStyle w:val="libFootnote"/>
        <w:rPr>
          <w:rtl/>
        </w:rPr>
      </w:pPr>
      <w:r>
        <w:rPr>
          <w:rtl/>
        </w:rPr>
        <w:t>1_ مستدرك الوسائل _ ج 2_ ص 627</w:t>
      </w:r>
    </w:p>
    <w:p w:rsidR="00E03C34" w:rsidRDefault="00E03C34" w:rsidP="00FA2B42">
      <w:pPr>
        <w:pStyle w:val="libFootnote"/>
        <w:rPr>
          <w:rtl/>
        </w:rPr>
      </w:pPr>
      <w:r>
        <w:rPr>
          <w:rtl/>
        </w:rPr>
        <w:t>2_ مستدرك الوسائل _ ج 2_ ص27</w:t>
      </w:r>
    </w:p>
    <w:p w:rsidR="00BE5616" w:rsidRDefault="00E03C34" w:rsidP="00FA2B42">
      <w:pPr>
        <w:pStyle w:val="libFootnote"/>
        <w:rPr>
          <w:rtl/>
        </w:rPr>
      </w:pPr>
      <w:r>
        <w:rPr>
          <w:rtl/>
        </w:rPr>
        <w:t>3_ اصول كافى ج 2_ ص 163</w:t>
      </w:r>
      <w:r w:rsidR="007525F8">
        <w:rPr>
          <w:rtl/>
        </w:rPr>
        <w:br w:type="page"/>
      </w:r>
      <w:r w:rsidR="007525F8">
        <w:rPr>
          <w:rtl/>
        </w:rPr>
        <w:lastRenderedPageBreak/>
        <w:t xml:space="preserve"> </w:t>
      </w:r>
      <w:r w:rsidR="007525F8">
        <w:rPr>
          <w:rtl/>
        </w:rPr>
        <w:cr/>
      </w:r>
    </w:p>
    <w:p w:rsidR="00E03C34" w:rsidRDefault="00E03C34" w:rsidP="00FA2B42">
      <w:pPr>
        <w:pStyle w:val="libNormal"/>
        <w:rPr>
          <w:rtl/>
        </w:rPr>
      </w:pPr>
      <w:r>
        <w:rPr>
          <w:rtl/>
        </w:rPr>
        <w:t xml:space="preserve">'' بعض اوقات ايسا ہوتا ہے كہ كوئي بندہ ، اپنے والدين كى زندگى ميں ان كے ساتھ نيكى كرتا ہے ، ليكن جب وہ مر جاتے ہيں تو وہ نہ ان كے قرضے ادا كرتا ہے اور نہ ہى خدا سے ان كے گناہوں كى بخشش طلب كرتا ہے ، تو ايسى صورت ميں خدا اسے والدين كا نافرمان اور عاق لكھ ديتا ہے '' _ </w:t>
      </w:r>
    </w:p>
    <w:p w:rsidR="00E03C34" w:rsidRDefault="00E03C34" w:rsidP="00FA2B42">
      <w:pPr>
        <w:pStyle w:val="libNormal"/>
        <w:rPr>
          <w:rtl/>
        </w:rPr>
      </w:pPr>
    </w:p>
    <w:p w:rsidR="00E03C34" w:rsidRDefault="00E03C34" w:rsidP="00FA2B42">
      <w:pPr>
        <w:pStyle w:val="Heading2Center"/>
        <w:rPr>
          <w:rtl/>
        </w:rPr>
      </w:pPr>
      <w:bookmarkStart w:id="73" w:name="_Toc521154864"/>
      <w:r w:rsidRPr="00D04734">
        <w:rPr>
          <w:rtl/>
        </w:rPr>
        <w:t>(2)_ اويس</w:t>
      </w:r>
      <w:r>
        <w:rPr>
          <w:rtl/>
        </w:rPr>
        <w:t xml:space="preserve"> قرنى كا سبق آموز كردار :</w:t>
      </w:r>
      <w:bookmarkEnd w:id="73"/>
    </w:p>
    <w:p w:rsidR="00E03C34" w:rsidRDefault="00E03C34" w:rsidP="00FA2B42">
      <w:pPr>
        <w:pStyle w:val="libNormal"/>
        <w:rPr>
          <w:rtl/>
        </w:rPr>
      </w:pPr>
      <w:r>
        <w:rPr>
          <w:rtl/>
        </w:rPr>
        <w:t xml:space="preserve">حضرت اويس قرنى رسالتمآب (ص) كے ايك سچے عاشق اور حقيقى پيروكار تھے ، جن كا كام سار بانى تھا ، اور اس سے وہ اپنا اور اپنى والدہ كا خرچ چلاتے تھے ، وہ اپنے اس عشق و محبّت كے باو جود آنحضرت صّلى اللہ عليہ وآلہ وسّلم كى زيارت سے شرفياب نہيں ہو پائے تھے _ </w:t>
      </w:r>
    </w:p>
    <w:p w:rsidR="00E03C34" w:rsidRDefault="00E03C34" w:rsidP="00FA2B42">
      <w:pPr>
        <w:pStyle w:val="libNormal"/>
        <w:rPr>
          <w:rtl/>
        </w:rPr>
      </w:pPr>
      <w:r>
        <w:rPr>
          <w:rtl/>
        </w:rPr>
        <w:t xml:space="preserve">ايك دن انہوں نے اپنى والدہ سے حضور(ص) كى زيارت كى اجازت مانگى ، تاكہ مدينہ پہنچ كر آنحضرت(ص) كى زيارت كا شرف حاصل كر سكيں ، ليكن وہ اس شرط پر اجازت دينے پر راضى ہوئي كہ مدينہ ميں آدھے دن سے زيادہ نہيں ٹھہريں گے _ </w:t>
      </w:r>
    </w:p>
    <w:p w:rsidR="00E03C34" w:rsidRDefault="00E03C34" w:rsidP="00FA2B42">
      <w:pPr>
        <w:pStyle w:val="libNormal"/>
        <w:rPr>
          <w:rtl/>
        </w:rPr>
      </w:pPr>
      <w:r>
        <w:rPr>
          <w:rtl/>
        </w:rPr>
        <w:t xml:space="preserve">حضرت اويس قرنى نے مدينہ كا سفر اختيار كيا اور بڑے شوق اور بے پناہ مشكلات كے ساتھ سفر طے كر كے حضور(ص) پاك كے در دولت پر حاضرى دى ، ان كا دل محبوب كے ديدار كے لئے تڑپ رہا تھا اور اشك شوق آنكھوں سے رواں تھے ، ليكن انہيں بتايا گيا كہ سر كار دو عالم (ص) تو مدينہ ميں تشريف فرما نہيں ہيں ، اور كہيں سفر پر گئے ہيں، اپنى ماں سے كئے ہوئے وعدے كے پيش نظر صرف آدھے دن تك آنحضرت(ص) كا انتظار كيا ، ليكن حضور(ص) تشريف نہيں لائے ، لہذ وہ ختمى مرتبت(ص) كى زيارت كا شرف </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حاصل كئے بغير مدينہ سے واپس چلے گئے _ </w:t>
      </w:r>
    </w:p>
    <w:p w:rsidR="00E03C34" w:rsidRDefault="00E03C34" w:rsidP="00FA2B42">
      <w:pPr>
        <w:pStyle w:val="libNormal"/>
        <w:rPr>
          <w:rtl/>
        </w:rPr>
      </w:pPr>
      <w:r>
        <w:rPr>
          <w:rtl/>
        </w:rPr>
        <w:t xml:space="preserve">جب حضور(ص) پاك مدينہ تشريف لے آئے اور اپنے گھر پہنچے تو آپ(ص) كو اويس قرنى كے آنے كى خبر دى گئي _ حضور(ص) نے فرمايا : </w:t>
      </w:r>
    </w:p>
    <w:p w:rsidR="00E03C34" w:rsidRDefault="00E03C34" w:rsidP="00FA2B42">
      <w:pPr>
        <w:pStyle w:val="libNormal"/>
        <w:rPr>
          <w:rtl/>
        </w:rPr>
      </w:pPr>
      <w:r>
        <w:rPr>
          <w:rtl/>
        </w:rPr>
        <w:t xml:space="preserve">'' اويس قرنى ہمارے گھر ميں نور چھوڑ گئے ہيں ''_ </w:t>
      </w:r>
    </w:p>
    <w:p w:rsidR="00E03C34" w:rsidRDefault="00E03C34" w:rsidP="00FA2B42">
      <w:pPr>
        <w:pStyle w:val="libNormal"/>
        <w:rPr>
          <w:rtl/>
        </w:rPr>
      </w:pPr>
      <w:r>
        <w:rPr>
          <w:rtl/>
        </w:rPr>
        <w:t xml:space="preserve">پھر فرمايا : </w:t>
      </w:r>
    </w:p>
    <w:p w:rsidR="00E03C34" w:rsidRDefault="00E03C34" w:rsidP="00FA2B42">
      <w:pPr>
        <w:pStyle w:val="libNormal"/>
        <w:rPr>
          <w:rtl/>
        </w:rPr>
      </w:pPr>
      <w:r w:rsidRPr="00C33825">
        <w:rPr>
          <w:rStyle w:val="libArabicChar"/>
          <w:rtl/>
        </w:rPr>
        <w:t>''يفوح روائح الجنة من قبل القرن واشو قا</w:t>
      </w:r>
      <w:r w:rsidR="00FA2B42" w:rsidRPr="00FA2B42">
        <w:rPr>
          <w:rStyle w:val="libArabicChar"/>
          <w:rFonts w:hint="cs"/>
          <w:rtl/>
        </w:rPr>
        <w:t>ه</w:t>
      </w:r>
      <w:r w:rsidRPr="00C33825">
        <w:rPr>
          <w:rStyle w:val="libArabicChar"/>
          <w:rtl/>
        </w:rPr>
        <w:t xml:space="preserve"> </w:t>
      </w:r>
      <w:r w:rsidRPr="00C33825">
        <w:rPr>
          <w:rStyle w:val="libArabicChar"/>
          <w:rFonts w:hint="cs"/>
          <w:rtl/>
        </w:rPr>
        <w:t>اليك</w:t>
      </w:r>
      <w:r w:rsidRPr="00C33825">
        <w:rPr>
          <w:rStyle w:val="libArabicChar"/>
          <w:rtl/>
        </w:rPr>
        <w:t xml:space="preserve"> </w:t>
      </w:r>
      <w:r w:rsidRPr="00C33825">
        <w:rPr>
          <w:rStyle w:val="libArabicChar"/>
          <w:rFonts w:hint="cs"/>
          <w:rtl/>
        </w:rPr>
        <w:t>يا</w:t>
      </w:r>
      <w:r w:rsidRPr="00C33825">
        <w:rPr>
          <w:rStyle w:val="libArabicChar"/>
          <w:rtl/>
        </w:rPr>
        <w:t xml:space="preserve"> </w:t>
      </w:r>
      <w:r w:rsidRPr="00C33825">
        <w:rPr>
          <w:rStyle w:val="libArabicChar"/>
          <w:rFonts w:hint="cs"/>
          <w:rtl/>
        </w:rPr>
        <w:t>اويس</w:t>
      </w:r>
      <w:r w:rsidRPr="00C33825">
        <w:rPr>
          <w:rStyle w:val="libArabicChar"/>
          <w:rtl/>
        </w:rPr>
        <w:t xml:space="preserve"> </w:t>
      </w:r>
      <w:r w:rsidRPr="00C33825">
        <w:rPr>
          <w:rStyle w:val="libArabicChar"/>
          <w:rFonts w:hint="cs"/>
          <w:rtl/>
        </w:rPr>
        <w:t>القرن</w:t>
      </w:r>
      <w:r>
        <w:rPr>
          <w:rtl/>
        </w:rPr>
        <w:t xml:space="preserve"> '' </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 نسيم جنّت قرن كى طرف سے آ رہى ہے ، اے اويس قرنى ہم تمہارى ملاقات كے كس قدر خواہشمند ہيں '' _ </w:t>
      </w:r>
    </w:p>
    <w:p w:rsidR="00E03C34" w:rsidRDefault="00E03C34" w:rsidP="00FA2B42">
      <w:pPr>
        <w:pStyle w:val="libNormal"/>
        <w:rPr>
          <w:rtl/>
        </w:rPr>
      </w:pPr>
    </w:p>
    <w:p w:rsidR="00E03C34" w:rsidRDefault="00E03C34" w:rsidP="00FA2B42">
      <w:pPr>
        <w:pStyle w:val="Heading2Center"/>
        <w:rPr>
          <w:rtl/>
        </w:rPr>
      </w:pPr>
      <w:bookmarkStart w:id="74" w:name="_Toc521154865"/>
      <w:r>
        <w:rPr>
          <w:rtl/>
        </w:rPr>
        <w:t>( 3) _ باپ كا احترام ، امام زمانہ (ع) كا فرمان :</w:t>
      </w:r>
      <w:bookmarkEnd w:id="74"/>
    </w:p>
    <w:p w:rsidR="00E03C34" w:rsidRDefault="00E03C34" w:rsidP="00FA2B42">
      <w:pPr>
        <w:pStyle w:val="libNormal"/>
        <w:rPr>
          <w:rtl/>
        </w:rPr>
      </w:pPr>
      <w:r>
        <w:rPr>
          <w:rtl/>
        </w:rPr>
        <w:t xml:space="preserve">سيد محمود موسوى نجفى المعروف سيد محمود ہندى كا شمارا اپنے زمانہ كے زاہد لوگوں ميں ہوتا تھا ، اور وہ حضرت امير المومنين عليہ السلام كے حرم مقّدس ميں نماز پڑھايا كرتے تھے، انہوں نے ايك عالم كى زبان سے نقل كيا ہے كہ ان كا ايك دوست تھا جو حمّام ميں كام كيا كرتا تھا،اس نے ذكر كيا ہے كہ ميرے والد نہايت ہى بوڑھے ہو چكے تھے، ميں ان كا بہت ہى احترام كيا كرتا تھا ، اور ان كا ہر كام پورا كيا كرتا تھا ، سوائے بدھ كى رات كے ، كيونكہ اس رات ميں امام زمانہ ( عج) كے شوق زيارت كے پيش نظر مسجد سہلہ جايا كرتا تھا _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Normal"/>
        <w:rPr>
          <w:rtl/>
        </w:rPr>
      </w:pPr>
      <w:r>
        <w:rPr>
          <w:rtl/>
        </w:rPr>
        <w:t>1</w:t>
      </w:r>
      <w:r w:rsidRPr="00C33825">
        <w:rPr>
          <w:rStyle w:val="libFootnoteChar"/>
          <w:rtl/>
        </w:rPr>
        <w:t>_ منتہى الآمال _ ج 1_ ص</w:t>
      </w:r>
      <w:r>
        <w:rPr>
          <w:rtl/>
        </w:rPr>
        <w:t xml:space="preserve"> 239</w:t>
      </w:r>
      <w:r w:rsidR="007525F8">
        <w:rPr>
          <w:rtl/>
        </w:rPr>
        <w:br w:type="page"/>
      </w:r>
      <w:r w:rsidR="007525F8">
        <w:rPr>
          <w:rtl/>
        </w:rPr>
        <w:lastRenderedPageBreak/>
        <w:t xml:space="preserve"> </w:t>
      </w:r>
      <w:r w:rsidR="007525F8">
        <w:rPr>
          <w:rtl/>
        </w:rPr>
        <w:cr/>
      </w:r>
      <w:r>
        <w:rPr>
          <w:rtl/>
        </w:rPr>
        <w:t xml:space="preserve">چنانچہ جب چاليس بدھ كى راتيں مكمل ہو گئيں اور آخرى رات كو ميں بڑى آرزوئيں لے كر گيا تھا كہ يقينا آنجناب(ع) كى زيارت ہو گى ، اور جب ميں واپس پلٹ رہا تھا تو راستے ميں ايك نورانى صورت كے شخص كو ديكھا جو گھوڑے پر سوار تھا ، جب ميرے نزديك پہنچا تو ميرے نام سے مجھے پكارا اور تين مرتبہ كہا :'' تم اپنے باپ كا خاص خيال ركھا كرو اور اس كا احترام كيا كرو ، '' يہ كہا اور ميرى نگاہوں سے غائب ہو گيا _ ميں نے لمحہ بھر سوچا كہ يہ شخص كون تھا ؟ ، پھر فو راً خيال آيا كہ يہ تو وہى عظيم الشّان شخصيّت ہيں ، جن كے شوق ديدار كے لئے ميں چاليس بدھ كى راتيں مسجد سہلہ جا چكا ہوں _ </w:t>
      </w:r>
    </w:p>
    <w:p w:rsidR="00E03C34" w:rsidRDefault="00E03C34" w:rsidP="00FA2B42">
      <w:pPr>
        <w:pStyle w:val="libNormal"/>
        <w:rPr>
          <w:rtl/>
        </w:rPr>
      </w:pPr>
      <w:r>
        <w:rPr>
          <w:rtl/>
        </w:rPr>
        <w:t xml:space="preserve">ميں نے آنجناب(ع) كى سفارش كو اپنے ذہن ميں محفوظ كر ليا اور والد كى خدمت كے لئے يوں كمر بستہ ہو گيا جيسے كوئي نوكر ہوتا ہے </w:t>
      </w:r>
      <w:r w:rsidR="00FA5EFA" w:rsidRPr="00610DB8">
        <w:rPr>
          <w:rStyle w:val="libFootnotenumChar"/>
          <w:rtl/>
          <w:lang w:bidi="ar-SA"/>
        </w:rPr>
        <w:t>(1</w:t>
      </w:r>
      <w:r w:rsidR="00610DB8" w:rsidRPr="00610DB8">
        <w:rPr>
          <w:rStyle w:val="libFootnotenumChar"/>
          <w:rtl/>
          <w:lang w:bidi="ar-SA"/>
        </w:rPr>
        <w:t>)</w:t>
      </w:r>
      <w:r w:rsidR="00FA5EFA">
        <w:rPr>
          <w:rtl/>
        </w:rPr>
        <w:t xml:space="preserve"> </w:t>
      </w:r>
    </w:p>
    <w:p w:rsidR="00E03C34" w:rsidRDefault="00E03C34" w:rsidP="00FA2B42">
      <w:pPr>
        <w:pStyle w:val="Heading2Center"/>
        <w:rPr>
          <w:rtl/>
        </w:rPr>
      </w:pPr>
      <w:bookmarkStart w:id="75" w:name="_Toc521154866"/>
      <w:r>
        <w:rPr>
          <w:rtl/>
        </w:rPr>
        <w:t>4)_ والدين كيلئے اولاد كا فريضہ :</w:t>
      </w:r>
      <w:bookmarkEnd w:id="75"/>
    </w:p>
    <w:p w:rsidR="00E03C34" w:rsidRDefault="00E03C34" w:rsidP="00FA2B42">
      <w:pPr>
        <w:pStyle w:val="libNormal"/>
        <w:rPr>
          <w:rtl/>
        </w:rPr>
      </w:pPr>
      <w:r>
        <w:rPr>
          <w:rtl/>
        </w:rPr>
        <w:t xml:space="preserve">ہم يہاں والدين كے لئے اولاد كے شرعى فريضے كى طرف اشارہ كريں گے ،بہتر ہے كہ اولاد اپنے والدين كى ضروريات كو پورا كرے ، زندگى كى مشكلات ميں ان كا ہاتھ بٹائے ، جب انہيں كوئي چيز دينا چاہے تو ان كے ہاتھ كے اوپر اپنا ہاتھ نہ لے جائے ، ان كے آگے نہ چلے ، بيٹھتے وقت ان كا سہارا نہ لے _ </w:t>
      </w:r>
    </w:p>
    <w:p w:rsidR="00D04734" w:rsidRDefault="00E03C34" w:rsidP="00D04734">
      <w:pPr>
        <w:pStyle w:val="libNormal"/>
        <w:rPr>
          <w:rtl/>
        </w:rPr>
      </w:pPr>
      <w:r>
        <w:rPr>
          <w:rtl/>
        </w:rPr>
        <w:t xml:space="preserve">منقول ہے كہ حضرت امام زين العابدين عليہ السلّام نے ايك شخص كو ديكھا جو كہ اپنے باپ كے ساتھ ٹيك لگائے بيٹھا تھا ، امام نے اس كى اس گستانى كى وجہ سے مرتے دم تك اس سے بات نہيں كى </w:t>
      </w:r>
      <w:r w:rsidR="00FA5EFA" w:rsidRPr="00D04734">
        <w:rPr>
          <w:rStyle w:val="libFootnotenumChar"/>
          <w:rtl/>
          <w:lang w:bidi="ar-SA"/>
        </w:rPr>
        <w:t>(2)</w:t>
      </w:r>
      <w:r w:rsidR="00FA5EFA">
        <w:rPr>
          <w:rtl/>
        </w:rPr>
        <w:t xml:space="preserve"> </w:t>
      </w:r>
    </w:p>
    <w:p w:rsidR="00E03C34" w:rsidRDefault="00F01BE6" w:rsidP="00D04734">
      <w:pPr>
        <w:pStyle w:val="libLine"/>
        <w:rPr>
          <w:rtl/>
        </w:rPr>
      </w:pPr>
      <w:r w:rsidRPr="006B1525">
        <w:rPr>
          <w:rtl/>
        </w:rPr>
        <w:t>____________________</w:t>
      </w:r>
      <w:r w:rsidR="00E03C34">
        <w:rPr>
          <w:rtl/>
        </w:rPr>
        <w:t xml:space="preserve"> </w:t>
      </w:r>
    </w:p>
    <w:p w:rsidR="00E03C34" w:rsidRDefault="00E03C34" w:rsidP="00FA2B42">
      <w:pPr>
        <w:pStyle w:val="libFootnote"/>
        <w:rPr>
          <w:rtl/>
        </w:rPr>
      </w:pPr>
      <w:r>
        <w:rPr>
          <w:rtl/>
        </w:rPr>
        <w:t>1_ منتہى الآمال _ ج 3_ ص 324</w:t>
      </w:r>
    </w:p>
    <w:p w:rsidR="00C33825" w:rsidRDefault="00E03C34" w:rsidP="00FA2B42">
      <w:pPr>
        <w:pStyle w:val="libFootnote"/>
        <w:rPr>
          <w:rtl/>
        </w:rPr>
      </w:pPr>
      <w:r>
        <w:rPr>
          <w:rtl/>
        </w:rPr>
        <w:t>2_ اصول كافى _ ج 2_ ص 261</w:t>
      </w:r>
      <w:r w:rsidR="007525F8">
        <w:rPr>
          <w:rtl/>
        </w:rPr>
        <w:br w:type="page"/>
      </w:r>
    </w:p>
    <w:p w:rsidR="00C33825" w:rsidRDefault="00C33825" w:rsidP="00FA2B42">
      <w:pPr>
        <w:pStyle w:val="libFootnote"/>
        <w:rPr>
          <w:rtl/>
        </w:rPr>
      </w:pPr>
    </w:p>
    <w:p w:rsidR="00E03C34" w:rsidRDefault="00E03C34" w:rsidP="00FA2B42">
      <w:pPr>
        <w:pStyle w:val="libNormal"/>
        <w:rPr>
          <w:rtl/>
        </w:rPr>
      </w:pPr>
      <w:r>
        <w:rPr>
          <w:rtl/>
        </w:rPr>
        <w:t xml:space="preserve">اولاد كے لئے مناسب نہيں ہے كہ وہ تند مزاجى اور درشت لہجے كے ساتھ والدين كے ساتھ بات كرے يا ان كے سامنے تيورى چڑھا كر آئے كہ اس طرح سے وہ آزردہ ہوجائيں ' اونچى آواز ميں ان سے بات نہ كريں' ان سے ناراضگى كا اظہار يا ان پر كسى قسم كا اعتراض نہ كرے كہ كھانا كھانے ميں ان سے پہل نہ كرے ' كھانا كھالينے كے بعد خود ہى دسترخوان كو اكٹھا كرے ' انہيں ان كے نام سے نہ پكارے بلكہ بڑے ادب اور احترام كے ساتھ آواز دے' تعظےم اور ادب كے ساتھ ان سے گفتگو كرے ' ان كے حق ميں دعائے خير كرے 'ان كے زحمتوں اور تكليفوں كا شكريہ ادا كرے اور قدر كرے' اور كہے: </w:t>
      </w:r>
    </w:p>
    <w:p w:rsidR="00E03C34" w:rsidRDefault="00E03C34" w:rsidP="00FA2B42">
      <w:pPr>
        <w:pStyle w:val="libNormal"/>
        <w:rPr>
          <w:rtl/>
        </w:rPr>
      </w:pPr>
      <w:r>
        <w:rPr>
          <w:rtl/>
        </w:rPr>
        <w:t xml:space="preserve">''بار الہا ميں انہيں جزا دينے كى طاقت نہيں ركھتا تو خود ہى ان پر رحمت نازل فرما''_ </w:t>
      </w:r>
    </w:p>
    <w:p w:rsidR="00E03C34" w:rsidRDefault="00E03C34" w:rsidP="00FA2B42">
      <w:pPr>
        <w:pStyle w:val="libNormal"/>
        <w:rPr>
          <w:rtl/>
        </w:rPr>
      </w:pPr>
    </w:p>
    <w:p w:rsidR="00E03C34" w:rsidRDefault="00E03C34" w:rsidP="00FA2B42">
      <w:pPr>
        <w:pStyle w:val="Heading2Center"/>
        <w:rPr>
          <w:rtl/>
        </w:rPr>
      </w:pPr>
      <w:bookmarkStart w:id="76" w:name="_Toc521154867"/>
      <w:r w:rsidRPr="00D04734">
        <w:rPr>
          <w:rtl/>
        </w:rPr>
        <w:t>(5)_مرنے</w:t>
      </w:r>
      <w:r>
        <w:rPr>
          <w:rtl/>
        </w:rPr>
        <w:t xml:space="preserve"> كے بعد ياد ركھنا :</w:t>
      </w:r>
      <w:bookmarkEnd w:id="76"/>
    </w:p>
    <w:p w:rsidR="00E03C34" w:rsidRDefault="00E03C34" w:rsidP="00FA2B42">
      <w:pPr>
        <w:pStyle w:val="libNormal"/>
        <w:rPr>
          <w:rtl/>
        </w:rPr>
      </w:pPr>
      <w:r>
        <w:rPr>
          <w:rtl/>
        </w:rPr>
        <w:t xml:space="preserve">والدين كى موت كے ساتھ اولاد كا فريضہ ختم نہيں ہوتا ہے_ وہ وفات پانے سے ايك جگہ سے دوسرى جگہ منتقل ہوجاتے ہيں اور عالم برزخ ميں رہتے ہيں' اور اولاد كى نيكى ان كو مل جاتى ہے_ لہذا اولاد كا فرض ہے كہ والدين كے جو فرائض ان سے چھوٹ گئے ہيں وہ انہيں ادا كرے' ان كے قرض چكائے تاكہ انہيں مشكلات سے چھٹكارا ملے' اس بارے ميں رسول خدا (ص) سے دريافت كيا تو آنحضرت (ص) نے فرمايا : </w:t>
      </w:r>
    </w:p>
    <w:p w:rsidR="00E03C34" w:rsidRDefault="00E03C34" w:rsidP="00FA2B42">
      <w:pPr>
        <w:pStyle w:val="libNormal"/>
        <w:rPr>
          <w:rtl/>
        </w:rPr>
      </w:pPr>
      <w:r>
        <w:rPr>
          <w:rtl/>
        </w:rPr>
        <w:t xml:space="preserve">''مرنے كے بعد ان كے لئے نماز پڑھے ' ان كے گناہوں كى بخشش كى دعا مانگے ان كے كئے ہوئے وعدے پورا كرے' ان كے دوستوں كا احترام </w:t>
      </w:r>
    </w:p>
    <w:p w:rsidR="00E03C34" w:rsidRDefault="007525F8" w:rsidP="00FA2B42">
      <w:pPr>
        <w:pStyle w:val="libNormal"/>
        <w:rPr>
          <w:rtl/>
        </w:rPr>
      </w:pPr>
      <w:r>
        <w:rPr>
          <w:rtl/>
        </w:rPr>
        <w:br w:type="page"/>
      </w:r>
      <w:r>
        <w:rPr>
          <w:rtl/>
        </w:rPr>
        <w:lastRenderedPageBreak/>
        <w:t xml:space="preserve"> </w:t>
      </w:r>
      <w:r>
        <w:rPr>
          <w:rtl/>
        </w:rPr>
        <w:cr/>
      </w:r>
      <w:r w:rsidR="00E03C34">
        <w:rPr>
          <w:rtl/>
        </w:rPr>
        <w:t>كرے اور ان كے رشتہ داروں سے ميل ملاقات ركھے''</w:t>
      </w:r>
      <w:r w:rsidR="00FA5EFA" w:rsidRPr="00610DB8">
        <w:rPr>
          <w:rStyle w:val="libFootnotenumChar"/>
          <w:rtl/>
          <w:lang w:bidi="ar-SA"/>
        </w:rPr>
        <w:t>(1</w:t>
      </w:r>
      <w:r w:rsidR="00610DB8" w:rsidRPr="00610DB8">
        <w:rPr>
          <w:rStyle w:val="libFootnotenumChar"/>
          <w:rtl/>
          <w:lang w:bidi="ar-SA"/>
        </w:rPr>
        <w:t>)</w:t>
      </w:r>
      <w:r w:rsidR="00FA5EFA">
        <w:rPr>
          <w:rtl/>
        </w:rPr>
        <w:t xml:space="preserve"> </w:t>
      </w:r>
      <w:r w:rsidR="00E03C34">
        <w:rPr>
          <w:rtl/>
        </w:rPr>
        <w:t xml:space="preserve">آپ (ص) ہى كا ارشاد ہے : </w:t>
      </w:r>
    </w:p>
    <w:p w:rsidR="00E03C34" w:rsidRDefault="00E03C34" w:rsidP="00FA2B42">
      <w:pPr>
        <w:pStyle w:val="libNormal"/>
        <w:rPr>
          <w:rtl/>
        </w:rPr>
      </w:pPr>
      <w:r w:rsidRPr="00C33825">
        <w:rPr>
          <w:rStyle w:val="libArabicChar"/>
          <w:rtl/>
        </w:rPr>
        <w:t>''سيد الابرار يوم القيامة رجل برَّ والدي</w:t>
      </w:r>
      <w:r w:rsidR="00FA2B42" w:rsidRPr="00FA2B42">
        <w:rPr>
          <w:rStyle w:val="libArabicChar"/>
          <w:rFonts w:hint="cs"/>
          <w:rtl/>
        </w:rPr>
        <w:t>ه</w:t>
      </w:r>
      <w:r w:rsidRPr="00C33825">
        <w:rPr>
          <w:rStyle w:val="libArabicChar"/>
          <w:rtl/>
        </w:rPr>
        <w:t xml:space="preserve"> </w:t>
      </w:r>
      <w:r w:rsidRPr="00C33825">
        <w:rPr>
          <w:rStyle w:val="libArabicChar"/>
          <w:rFonts w:hint="cs"/>
          <w:rtl/>
        </w:rPr>
        <w:t>بعد</w:t>
      </w:r>
      <w:r w:rsidRPr="00C33825">
        <w:rPr>
          <w:rStyle w:val="libArabicChar"/>
          <w:rtl/>
        </w:rPr>
        <w:t xml:space="preserve"> </w:t>
      </w:r>
      <w:r w:rsidRPr="00C33825">
        <w:rPr>
          <w:rStyle w:val="libArabicChar"/>
          <w:rFonts w:hint="cs"/>
          <w:rtl/>
        </w:rPr>
        <w:t>موت</w:t>
      </w:r>
      <w:r w:rsidR="00FA2B42" w:rsidRPr="00FA2B42">
        <w:rPr>
          <w:rStyle w:val="libArabicChar"/>
          <w:rFonts w:hint="cs"/>
          <w:rtl/>
        </w:rPr>
        <w:t>ه</w:t>
      </w:r>
      <w:r w:rsidRPr="00C33825">
        <w:rPr>
          <w:rStyle w:val="libArabicChar"/>
          <w:rFonts w:hint="cs"/>
          <w:rtl/>
        </w:rPr>
        <w:t>ما</w:t>
      </w:r>
      <w:r w:rsidRPr="00C33825">
        <w:rPr>
          <w:rStyle w:val="libArabicChar"/>
          <w:rtl/>
        </w:rPr>
        <w:t>''</w:t>
      </w:r>
      <w:r w:rsidR="0006593C">
        <w:rPr>
          <w:rtl/>
        </w:rPr>
        <w:t xml:space="preserve"> </w:t>
      </w:r>
      <w:r w:rsidR="0006593C" w:rsidRPr="00610DB8">
        <w:rPr>
          <w:rStyle w:val="libFootnotenumChar"/>
          <w:rtl/>
        </w:rPr>
        <w:t>(2)</w:t>
      </w:r>
      <w:r w:rsidR="0006593C">
        <w:rPr>
          <w:rtl/>
        </w:rPr>
        <w:t xml:space="preserve"> </w:t>
      </w:r>
      <w:r w:rsidR="0006593C">
        <w:rPr>
          <w:rtl/>
        </w:rPr>
        <w:cr/>
        <w:t xml:space="preserve"> </w:t>
      </w:r>
      <w:r>
        <w:rPr>
          <w:rtl/>
        </w:rPr>
        <w:t xml:space="preserve">''بروز قيامت نيك لوگوں كا سردار وہ شخص ہوگا جو والدين كے مرنے كے بعد بھى ان كے ساتھ نيكى كرتا ہے''_ </w:t>
      </w:r>
    </w:p>
    <w:p w:rsidR="00E03C34" w:rsidRDefault="00E03C34" w:rsidP="00FA2B42">
      <w:pPr>
        <w:pStyle w:val="libNormal"/>
        <w:rPr>
          <w:rtl/>
        </w:rPr>
      </w:pPr>
    </w:p>
    <w:p w:rsidR="00E03C34" w:rsidRDefault="00E03C34" w:rsidP="00FA2B42">
      <w:pPr>
        <w:pStyle w:val="Heading2Center"/>
        <w:rPr>
          <w:rtl/>
        </w:rPr>
      </w:pPr>
      <w:bookmarkStart w:id="77" w:name="_Toc521154868"/>
      <w:r w:rsidRPr="00D04734">
        <w:rPr>
          <w:rtl/>
        </w:rPr>
        <w:t xml:space="preserve">(6)_ والدين </w:t>
      </w:r>
      <w:r>
        <w:rPr>
          <w:rtl/>
        </w:rPr>
        <w:t>سے نيك سلوك كا انجام:</w:t>
      </w:r>
      <w:bookmarkEnd w:id="77"/>
    </w:p>
    <w:p w:rsidR="00E03C34" w:rsidRDefault="00E03C34" w:rsidP="00FA2B42">
      <w:pPr>
        <w:pStyle w:val="libNormal"/>
        <w:rPr>
          <w:rtl/>
        </w:rPr>
      </w:pPr>
      <w:r>
        <w:rPr>
          <w:rtl/>
        </w:rPr>
        <w:t xml:space="preserve">ہم يہاں اس الہى پسنديدہ فعل كے كچھ فوائد قلم بند كررہے ہيں: </w:t>
      </w:r>
    </w:p>
    <w:p w:rsidR="00E03C34" w:rsidRDefault="00E03C34" w:rsidP="00FA2B42">
      <w:pPr>
        <w:pStyle w:val="libNormal"/>
        <w:rPr>
          <w:rtl/>
        </w:rPr>
      </w:pPr>
    </w:p>
    <w:p w:rsidR="00E03C34" w:rsidRDefault="00E03C34" w:rsidP="00FA2B42">
      <w:pPr>
        <w:pStyle w:val="Heading2Center"/>
        <w:rPr>
          <w:rtl/>
        </w:rPr>
      </w:pPr>
      <w:bookmarkStart w:id="78" w:name="_Toc521154869"/>
      <w:r>
        <w:rPr>
          <w:rtl/>
        </w:rPr>
        <w:t>الف: ...... جنت ميں پيغمبروں (ص) كے ساتھ ہم نشيني_</w:t>
      </w:r>
      <w:bookmarkEnd w:id="78"/>
      <w:r>
        <w:rPr>
          <w:rtl/>
        </w:rPr>
        <w:t xml:space="preserve"> </w:t>
      </w:r>
    </w:p>
    <w:p w:rsidR="00E03C34" w:rsidRDefault="00E03C34" w:rsidP="00FA2B42">
      <w:pPr>
        <w:pStyle w:val="libNormal"/>
        <w:rPr>
          <w:rtl/>
        </w:rPr>
      </w:pPr>
      <w:r>
        <w:rPr>
          <w:rtl/>
        </w:rPr>
        <w:t xml:space="preserve">حضرت موسى عليه السلام نے خداوند عالم سے درخواست كى كہ انہيں جنت ميں ان كے ہم نشين كا تعارف كرايا جائے، خداوند عالم نے انہيں ايك قصاب كا پتہ بتايا ، حضرت موسى عليه السلام اس جوان كى دوكان پر پہنچ گئے اور غروب آفتاب كے وقت اس كے ہمراہ اس كے گھر گئے، اس نے كھانا تيار كيا پھر چھت سے لٹكى ہوئي ٹوكرى كو نيچے اُتارا ' اس ميںايك نہايت ہى بڈھى فرتوت عورت بيٹھى ہوئي تھي، اس نے اسے اپنے ہاتھ سے كھانا كھلايا اور اسے بنايا سنوارا' پھر دسترخوان بچھا كر حضرت موسى عليه السلام كے ساتھ كھانا كھانے ميں مصروف ہوگيا_ </w:t>
      </w:r>
    </w:p>
    <w:p w:rsidR="00E03C34" w:rsidRDefault="00E03C34" w:rsidP="00FA2B42">
      <w:pPr>
        <w:pStyle w:val="libNormal"/>
        <w:rPr>
          <w:rtl/>
        </w:rPr>
      </w:pPr>
      <w:r>
        <w:rPr>
          <w:rtl/>
        </w:rPr>
        <w:t xml:space="preserve">حضرت موسى عليه السلام نے اس سے بڑھيا كے بارے ميں سوال كيا تو اس نے كہا:'' يہ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مستدرك الوسائل _ ج 2_ ص 632</w:t>
      </w:r>
    </w:p>
    <w:p w:rsidR="00C33825" w:rsidRDefault="00E03C34" w:rsidP="00FA2B42">
      <w:pPr>
        <w:pStyle w:val="libFootnote"/>
        <w:rPr>
          <w:rtl/>
        </w:rPr>
      </w:pPr>
      <w:r>
        <w:rPr>
          <w:rtl/>
        </w:rPr>
        <w:t>2_ بحارالانوار _ ج 71_ ص 86</w:t>
      </w:r>
      <w:r w:rsidR="007525F8">
        <w:rPr>
          <w:rtl/>
        </w:rPr>
        <w:br w:type="page"/>
      </w:r>
      <w:r w:rsidR="007525F8">
        <w:rPr>
          <w:rtl/>
        </w:rPr>
        <w:lastRenderedPageBreak/>
        <w:t xml:space="preserve"> </w:t>
      </w:r>
      <w:r w:rsidR="007525F8">
        <w:rPr>
          <w:rtl/>
        </w:rPr>
        <w:cr/>
      </w:r>
    </w:p>
    <w:p w:rsidR="00E03C34" w:rsidRDefault="00E03C34" w:rsidP="00FA2B42">
      <w:pPr>
        <w:pStyle w:val="libNormal"/>
        <w:rPr>
          <w:rtl/>
        </w:rPr>
      </w:pPr>
      <w:r>
        <w:rPr>
          <w:rtl/>
        </w:rPr>
        <w:t xml:space="preserve">بڑھيا ميرى والدہ ہے اور چونكہ ميرى مالى حالت كمزور ہے' لہذا اس كے لئے كوئي نوكر چاكر نہيں ركھ سكتا اور خود ہى اس كى خدمت پر كمر بستہ رہتا ہوں، حضرت موسى _ نے اس سے پوچھا كہ اس بڑھيا نے كيا باتيں كيں؟ اس نے كھا كہ ميں جب بھى اسے كھانا كھلاتا اور اسے سنوار تاہوں تو وہ مجھے يہى دعا ديتى ہے كہ خدا تمہارى مغفرت كرے اور قيامت كے دن تمہيں حضرت موسى عليه السلام كا ہمنشين بنائے_ </w:t>
      </w:r>
    </w:p>
    <w:p w:rsidR="00E03C34" w:rsidRDefault="00E03C34" w:rsidP="00FA2B42">
      <w:pPr>
        <w:pStyle w:val="libNormal"/>
        <w:rPr>
          <w:rtl/>
        </w:rPr>
      </w:pPr>
      <w:r>
        <w:rPr>
          <w:rtl/>
        </w:rPr>
        <w:t>يہ سن كر حضرت موسى عليه السلام نے فرمايا : تمہيں خوشخبرى كہ اس كى دعا تمہارے بارے ميں قبول ہوچكى ہے اور جبرئيل (ع) نے مجھے خبر دى ہے كہ تم جنت ميں ميرے ہم نشين ہوگے</w:t>
      </w:r>
      <w:r w:rsidR="0006593C">
        <w:rPr>
          <w:rtl/>
        </w:rPr>
        <w:t xml:space="preserve"> </w:t>
      </w:r>
      <w:r w:rsidR="0006593C" w:rsidRPr="00610DB8">
        <w:rPr>
          <w:rStyle w:val="libFootnotenumChar"/>
          <w:rtl/>
        </w:rPr>
        <w:t>(1)</w:t>
      </w:r>
      <w:r w:rsidR="0006593C">
        <w:rPr>
          <w:rtl/>
        </w:rPr>
        <w:t xml:space="preserve"> </w:t>
      </w:r>
      <w:r w:rsidR="0006593C">
        <w:rPr>
          <w:rtl/>
        </w:rPr>
        <w:cr/>
        <w:t xml:space="preserve"> </w:t>
      </w:r>
    </w:p>
    <w:p w:rsidR="00E03C34" w:rsidRDefault="00E03C34" w:rsidP="00FA2B42">
      <w:pPr>
        <w:pStyle w:val="Heading2Center"/>
        <w:rPr>
          <w:rtl/>
        </w:rPr>
      </w:pPr>
      <w:bookmarkStart w:id="79" w:name="_Toc521154870"/>
      <w:r>
        <w:rPr>
          <w:rtl/>
        </w:rPr>
        <w:t>ب: ...... عمرميں اضافہ كا موجب_</w:t>
      </w:r>
      <w:bookmarkEnd w:id="79"/>
      <w:r>
        <w:rPr>
          <w:rtl/>
        </w:rPr>
        <w:t xml:space="preserve"> </w:t>
      </w:r>
    </w:p>
    <w:p w:rsidR="00E03C34" w:rsidRDefault="00E03C34" w:rsidP="00FA2B42">
      <w:pPr>
        <w:pStyle w:val="libNormal"/>
        <w:rPr>
          <w:rtl/>
        </w:rPr>
      </w:pPr>
      <w:r>
        <w:rPr>
          <w:rtl/>
        </w:rPr>
        <w:t xml:space="preserve">حضرت امام محمد باقر عليه السلام فرماتے ہيں : </w:t>
      </w:r>
    </w:p>
    <w:p w:rsidR="00E03C34" w:rsidRDefault="00E03C34" w:rsidP="00FA2B42">
      <w:pPr>
        <w:pStyle w:val="libNormal"/>
        <w:rPr>
          <w:rtl/>
        </w:rPr>
      </w:pPr>
      <w:r w:rsidRPr="008D6125">
        <w:rPr>
          <w:rStyle w:val="libArabicChar"/>
          <w:rtl/>
        </w:rPr>
        <w:t>''البرُّ و صدقة السّرّ ينفيان الفقر ويزيد ان فى العمر و يدفعان عن سبعين ميئة سوئ''</w:t>
      </w:r>
      <w:r w:rsidR="00FA5EFA" w:rsidRPr="00610DB8">
        <w:rPr>
          <w:rStyle w:val="libFootnotenumChar"/>
          <w:rtl/>
          <w:lang w:bidi="ar-SA"/>
        </w:rPr>
        <w:t>(2</w:t>
      </w:r>
      <w:r w:rsidR="00610DB8" w:rsidRPr="00610DB8">
        <w:rPr>
          <w:rStyle w:val="libFootnotenumChar"/>
          <w:rtl/>
          <w:lang w:bidi="ar-SA"/>
        </w:rPr>
        <w:t>)</w:t>
      </w:r>
      <w:r w:rsidR="00FA5EFA">
        <w:rPr>
          <w:rtl/>
        </w:rPr>
        <w:t xml:space="preserve"> </w:t>
      </w:r>
      <w:r>
        <w:rPr>
          <w:rtl/>
        </w:rPr>
        <w:t xml:space="preserve">''نيكى كرنا (جن ميں سے والدين كے ساتھ نيكى بھى شامل ہے) اور چھپا كر صدقہ دينا فقر كو دور كرديتے ہيں اور ستر قسم كى برى موت سے بچاتے ہيں اور اس كے برعكس والدين كے ساتھ بدسلوكى عمر كو كم كرديتى ہے''_ </w:t>
      </w:r>
    </w:p>
    <w:p w:rsidR="00E03C34" w:rsidRDefault="00E03C34" w:rsidP="00FA2B42">
      <w:pPr>
        <w:pStyle w:val="libNormal"/>
        <w:rPr>
          <w:rtl/>
        </w:rPr>
      </w:pPr>
    </w:p>
    <w:p w:rsidR="00E03C34" w:rsidRDefault="00E03C34" w:rsidP="00FA2B42">
      <w:pPr>
        <w:pStyle w:val="Heading2Center"/>
        <w:rPr>
          <w:rtl/>
        </w:rPr>
      </w:pPr>
      <w:bookmarkStart w:id="80" w:name="_Toc521154871"/>
      <w:r>
        <w:rPr>
          <w:rtl/>
        </w:rPr>
        <w:t>ج: ...... رسول خدا (ص) اور ائمہ طاہرين عليہم السلام كى رضا كا سبب ہے_</w:t>
      </w:r>
      <w:bookmarkEnd w:id="80"/>
      <w:r>
        <w:rPr>
          <w:rtl/>
        </w:rPr>
        <w:t xml:space="preserve"> </w:t>
      </w:r>
    </w:p>
    <w:p w:rsidR="00E03C34" w:rsidRDefault="00E03C34" w:rsidP="00FA2B42">
      <w:pPr>
        <w:pStyle w:val="libNormal"/>
        <w:rPr>
          <w:rtl/>
        </w:rPr>
      </w:pPr>
      <w:r>
        <w:rPr>
          <w:rtl/>
        </w:rPr>
        <w:t xml:space="preserve">ايك دن رسول خدا (ص) كى رضاعي(دودھ شريك)بہن ان كے پاس آئيں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پند تاريخ_ ج 1_ ص 70</w:t>
      </w:r>
    </w:p>
    <w:p w:rsidR="008D6125" w:rsidRDefault="00E03C34" w:rsidP="00FA2B42">
      <w:pPr>
        <w:pStyle w:val="libFootnote"/>
        <w:rPr>
          <w:rtl/>
        </w:rPr>
      </w:pPr>
      <w:r>
        <w:rPr>
          <w:rtl/>
        </w:rPr>
        <w:t>2_ بحارالانوار _ ج 71_ ص 81</w:t>
      </w:r>
      <w:r w:rsidR="007525F8">
        <w:rPr>
          <w:rtl/>
        </w:rPr>
        <w:br w:type="page"/>
      </w:r>
      <w:r w:rsidR="007525F8">
        <w:rPr>
          <w:rtl/>
        </w:rPr>
        <w:lastRenderedPageBreak/>
        <w:t xml:space="preserve"> </w:t>
      </w:r>
    </w:p>
    <w:p w:rsidR="00E03C34" w:rsidRDefault="00E03C34" w:rsidP="00FA2B42">
      <w:pPr>
        <w:pStyle w:val="libNormal"/>
        <w:rPr>
          <w:rtl/>
        </w:rPr>
      </w:pPr>
      <w:r>
        <w:rPr>
          <w:rtl/>
        </w:rPr>
        <w:t xml:space="preserve">تو حضور (ص) نے ان كے لئے اپنى عبا بچھادى اور بڑى خندہ پيشانى كے ساتھ ان سے ملاقات كي، اتفاق سے اسى دن آپ (ص) كا رضاعى بھائي بھى آگيا ، ليكن حضور (ص) نے بہن كى مانند اس سے سلوك نہيں كيا ، كسى نے آپ(ص) سے اس بارے ميں سوال كيا تو آپ (ص) نے فرمايا : </w:t>
      </w:r>
    </w:p>
    <w:p w:rsidR="00E03C34" w:rsidRDefault="00E03C34" w:rsidP="00FA2B42">
      <w:pPr>
        <w:pStyle w:val="libNormal"/>
        <w:rPr>
          <w:rtl/>
        </w:rPr>
      </w:pPr>
      <w:r>
        <w:rPr>
          <w:rtl/>
        </w:rPr>
        <w:t>''چونكہ يہ لڑكى اپنے ماں باپ كے ساتھ بہت محبت كرتى ہے''</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عمادبن حيّان كہتے ہيں كہ ميں نے حضرت امام جعفر صادق عليه السلام كى خدمت ميں عرض كيا كہ ميرا بيٹا اسماعيل مجھ سے بہت محبت كرتا ہے، تو حضرت (ع) نے فرمايا: </w:t>
      </w:r>
    </w:p>
    <w:p w:rsidR="00E03C34" w:rsidRDefault="00E03C34" w:rsidP="00FA2B42">
      <w:pPr>
        <w:pStyle w:val="libNormal"/>
        <w:rPr>
          <w:rtl/>
        </w:rPr>
      </w:pPr>
      <w:r>
        <w:rPr>
          <w:rtl/>
        </w:rPr>
        <w:t>''ميں اسے پہلے بھى دوست ركھتا تھا اب ميرى اس سے محبت بڑھ گئي ہے''</w:t>
      </w:r>
      <w:r w:rsidR="00FA5EFA" w:rsidRPr="00610DB8">
        <w:rPr>
          <w:rStyle w:val="libFootnotenumChar"/>
          <w:rtl/>
          <w:lang w:bidi="ar-SA"/>
        </w:rPr>
        <w:t>(2</w:t>
      </w:r>
      <w:r w:rsidR="00610DB8" w:rsidRPr="00610DB8">
        <w:rPr>
          <w:rStyle w:val="libFootnotenumChar"/>
          <w:rtl/>
          <w:lang w:bidi="ar-SA"/>
        </w:rPr>
        <w:t>)</w:t>
      </w:r>
      <w:r w:rsidR="00FA5EFA">
        <w:rPr>
          <w:rtl/>
        </w:rPr>
        <w:t xml:space="preserve"> </w:t>
      </w:r>
    </w:p>
    <w:p w:rsidR="00E03C34" w:rsidRDefault="00E03C34" w:rsidP="00FA2B42">
      <w:pPr>
        <w:pStyle w:val="Heading2Center"/>
        <w:rPr>
          <w:rtl/>
        </w:rPr>
      </w:pPr>
      <w:bookmarkStart w:id="81" w:name="_Toc521154872"/>
      <w:r>
        <w:rPr>
          <w:rtl/>
        </w:rPr>
        <w:t>د: ...... حج كا ثواب_</w:t>
      </w:r>
      <w:bookmarkEnd w:id="81"/>
      <w:r>
        <w:rPr>
          <w:rtl/>
        </w:rPr>
        <w:t xml:space="preserve"> </w:t>
      </w:r>
    </w:p>
    <w:p w:rsidR="00E03C34" w:rsidRDefault="00E03C34" w:rsidP="00FA2B42">
      <w:pPr>
        <w:pStyle w:val="libNormal"/>
        <w:rPr>
          <w:rtl/>
        </w:rPr>
      </w:pPr>
      <w:r>
        <w:rPr>
          <w:rtl/>
        </w:rPr>
        <w:t xml:space="preserve">رسول خدا (ص) فرماتے ہيں : </w:t>
      </w:r>
    </w:p>
    <w:p w:rsidR="00E03C34" w:rsidRDefault="00E03C34" w:rsidP="00FA2B42">
      <w:pPr>
        <w:pStyle w:val="libNormal"/>
        <w:rPr>
          <w:rtl/>
        </w:rPr>
      </w:pPr>
      <w:r>
        <w:rPr>
          <w:rtl/>
        </w:rPr>
        <w:t xml:space="preserve">''جواولاد اپنے والدين كى طرف محبت بھرى نگاہوں سے ديكھتى ہے تو ہر نگاہ كے بدلے ايك مقبول حج كا ثواب ہوتا ہے''_ </w:t>
      </w:r>
    </w:p>
    <w:p w:rsidR="00E03C34" w:rsidRDefault="00E03C34" w:rsidP="00FA2B42">
      <w:pPr>
        <w:pStyle w:val="libNormal"/>
        <w:rPr>
          <w:rtl/>
        </w:rPr>
      </w:pPr>
      <w:r>
        <w:rPr>
          <w:rtl/>
        </w:rPr>
        <w:t xml:space="preserve">پھر زوردے كر فرمايا : </w:t>
      </w:r>
    </w:p>
    <w:p w:rsidR="00E03C34" w:rsidRDefault="00E03C34" w:rsidP="00FA2B42">
      <w:pPr>
        <w:pStyle w:val="libNormal"/>
        <w:rPr>
          <w:rtl/>
        </w:rPr>
      </w:pPr>
      <w:r>
        <w:rPr>
          <w:rtl/>
        </w:rPr>
        <w:t>''والدين كى طرف محبت بھرى نگاہ سے ديكھنا عبادت ہے''</w:t>
      </w:r>
      <w:r w:rsidR="0006593C">
        <w:rPr>
          <w:rtl/>
        </w:rPr>
        <w:t xml:space="preserve"> </w:t>
      </w:r>
      <w:r w:rsidR="0006593C" w:rsidRPr="00610DB8">
        <w:rPr>
          <w:rStyle w:val="libFootnotenumChar"/>
          <w:rtl/>
        </w:rPr>
        <w:t>(3)</w:t>
      </w:r>
      <w:r w:rsidR="0006593C">
        <w:rPr>
          <w:rtl/>
        </w:rPr>
        <w:t xml:space="preserve"> </w:t>
      </w:r>
      <w:r w:rsidR="0006593C">
        <w:rPr>
          <w:rtl/>
        </w:rPr>
        <w:cr/>
        <w:t xml:space="preserve"> </w:t>
      </w:r>
    </w:p>
    <w:p w:rsidR="00E03C34" w:rsidRDefault="00E03C34" w:rsidP="00FA2B42">
      <w:pPr>
        <w:pStyle w:val="Heading2Center"/>
        <w:rPr>
          <w:rtl/>
        </w:rPr>
      </w:pPr>
      <w:bookmarkStart w:id="82" w:name="_Toc521154873"/>
      <w:r>
        <w:rPr>
          <w:rtl/>
        </w:rPr>
        <w:t>ھ: ...... موت كى آساني_</w:t>
      </w:r>
      <w:bookmarkEnd w:id="82"/>
      <w:r>
        <w:rPr>
          <w:rtl/>
        </w:rPr>
        <w:t xml:space="preserve">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اصول كافي_ ج 2_ ص 129</w:t>
      </w:r>
    </w:p>
    <w:p w:rsidR="00E03C34" w:rsidRDefault="00E03C34" w:rsidP="00FA2B42">
      <w:pPr>
        <w:pStyle w:val="libFootnote"/>
        <w:rPr>
          <w:rtl/>
        </w:rPr>
      </w:pPr>
      <w:r>
        <w:rPr>
          <w:rtl/>
        </w:rPr>
        <w:t>2_ اصول كافي_ ج 2_ ص 129</w:t>
      </w:r>
    </w:p>
    <w:p w:rsidR="00E03C34" w:rsidRDefault="00E03C34" w:rsidP="00FA2B42">
      <w:pPr>
        <w:pStyle w:val="libFootnote"/>
        <w:rPr>
          <w:rtl/>
        </w:rPr>
      </w:pPr>
      <w:r>
        <w:rPr>
          <w:rtl/>
        </w:rPr>
        <w:t>3_ بحارالانوار _ ج 71_ ص 80</w:t>
      </w:r>
      <w:r w:rsidR="007525F8">
        <w:rPr>
          <w:rtl/>
        </w:rPr>
        <w:br w:type="page"/>
      </w:r>
      <w:r w:rsidR="007525F8">
        <w:rPr>
          <w:rtl/>
        </w:rPr>
        <w:lastRenderedPageBreak/>
        <w:t xml:space="preserve"> </w:t>
      </w:r>
      <w:r w:rsidR="007525F8">
        <w:rPr>
          <w:rtl/>
        </w:rPr>
        <w:cr/>
      </w:r>
      <w:r w:rsidRPr="008D6125">
        <w:rPr>
          <w:rStyle w:val="libNormalChar"/>
          <w:rtl/>
        </w:rPr>
        <w:t>حضرت امام جعفر صادق عليه السلام فرماتے ہيں :</w:t>
      </w:r>
      <w:r>
        <w:rPr>
          <w:rtl/>
        </w:rPr>
        <w:t xml:space="preserve"> </w:t>
      </w:r>
    </w:p>
    <w:p w:rsidR="00E03C34" w:rsidRDefault="00E03C34" w:rsidP="00FA2B42">
      <w:pPr>
        <w:pStyle w:val="libNormal"/>
        <w:rPr>
          <w:rtl/>
        </w:rPr>
      </w:pPr>
      <w:r>
        <w:rPr>
          <w:rtl/>
        </w:rPr>
        <w:t>''جو شخص اس بات كو پسند كرتا ہے كہ خداوند عالم اس پر موت كى سختى آسان كردے' اسے چاہئے كہ وہ اپنے ماں باپ كے رشتہ داروں كے ساتھ نيك سلوك كرے''</w:t>
      </w:r>
      <w:r w:rsidR="00FA5EFA" w:rsidRPr="00610DB8">
        <w:rPr>
          <w:rStyle w:val="libFootnotenumChar"/>
          <w:rtl/>
          <w:lang w:bidi="ar-SA"/>
        </w:rPr>
        <w:t>(1</w:t>
      </w:r>
      <w:r w:rsidR="00610DB8" w:rsidRPr="00610DB8">
        <w:rPr>
          <w:rStyle w:val="libFootnotenumChar"/>
          <w:rtl/>
          <w:lang w:bidi="ar-SA"/>
        </w:rPr>
        <w:t>)</w:t>
      </w:r>
      <w:r w:rsidR="00FA5EFA">
        <w:rPr>
          <w:rtl/>
        </w:rPr>
        <w:t xml:space="preserve"> </w:t>
      </w:r>
    </w:p>
    <w:p w:rsidR="00E03C34" w:rsidRDefault="00E03C34" w:rsidP="00FA2B42">
      <w:pPr>
        <w:pStyle w:val="Heading2Center"/>
        <w:rPr>
          <w:rtl/>
        </w:rPr>
      </w:pPr>
      <w:bookmarkStart w:id="83" w:name="_Toc521154874"/>
      <w:r>
        <w:rPr>
          <w:rtl/>
        </w:rPr>
        <w:t>ذ: ...... اپنى اولاد كى نيكى كا سبب ہے_</w:t>
      </w:r>
      <w:bookmarkEnd w:id="83"/>
      <w:r>
        <w:rPr>
          <w:rtl/>
        </w:rPr>
        <w:t xml:space="preserve"> </w:t>
      </w:r>
    </w:p>
    <w:p w:rsidR="00E03C34" w:rsidRDefault="00E03C34" w:rsidP="00FA2B42">
      <w:pPr>
        <w:pStyle w:val="libNormal"/>
        <w:rPr>
          <w:rtl/>
        </w:rPr>
      </w:pPr>
      <w:r>
        <w:rPr>
          <w:rtl/>
        </w:rPr>
        <w:t xml:space="preserve">مثل مشہور ہے كہ ''جيسى كرنى ويسى بھرني'' اور يہ ضرب المثل ہمارى اس گفتگو پر بخوبى صادق آتى ہے ، اولاد زيادہ تر اپنے والدين سے سيكھتى ہے اگر وہ اپنے والدين كو ان كے ماں باپ كے ساتھ محبت اور اچھا سلوك كرتے ديكھتى ہے تو خود بھى اپنے والدين سے اچھا سلوك كرتى ہيں اور اگر انہيں برا سلوك كرتے ديكھتى ہيں تو وہ بھى ان سے براسلوك كرتى ہيں_ حضرت امام جعفر صادق عليه السلام فرماتے ہيں : </w:t>
      </w:r>
    </w:p>
    <w:p w:rsidR="00E03C34" w:rsidRDefault="00E03C34" w:rsidP="00FA2B42">
      <w:pPr>
        <w:pStyle w:val="libNormal"/>
        <w:rPr>
          <w:rtl/>
        </w:rPr>
      </w:pPr>
      <w:r w:rsidRPr="008D6125">
        <w:rPr>
          <w:rStyle w:val="libArabicChar"/>
          <w:rtl/>
        </w:rPr>
        <w:t>'' برُّوا ابائكم يبركم ابنائوكم''</w:t>
      </w:r>
      <w:r w:rsidR="0006593C">
        <w:rPr>
          <w:rtl/>
        </w:rPr>
        <w:t xml:space="preserve"> </w:t>
      </w:r>
      <w:r w:rsidR="0006593C" w:rsidRPr="00610DB8">
        <w:rPr>
          <w:rStyle w:val="libFootnotenumChar"/>
          <w:rtl/>
        </w:rPr>
        <w:t>(2)</w:t>
      </w:r>
      <w:r w:rsidR="0006593C">
        <w:rPr>
          <w:rtl/>
        </w:rPr>
        <w:t xml:space="preserve"> </w:t>
      </w:r>
      <w:r w:rsidR="0006593C">
        <w:rPr>
          <w:rtl/>
        </w:rPr>
        <w:cr/>
        <w:t xml:space="preserve"> </w:t>
      </w:r>
      <w:r>
        <w:rPr>
          <w:rtl/>
        </w:rPr>
        <w:t xml:space="preserve">''تم اپنے والدين كے ساتھ نيكى كرو تمہارى اولاد تمہارے ساتھ نيكى كرے گي''_ </w:t>
      </w:r>
    </w:p>
    <w:p w:rsidR="00E03C34" w:rsidRDefault="00E03C34" w:rsidP="00FA2B42">
      <w:pPr>
        <w:pStyle w:val="libNormal"/>
        <w:rPr>
          <w:rtl/>
        </w:rPr>
      </w:pPr>
    </w:p>
    <w:p w:rsidR="00E03C34" w:rsidRDefault="00E03C34" w:rsidP="00FA2B42">
      <w:pPr>
        <w:pStyle w:val="Heading2Center"/>
        <w:rPr>
          <w:rtl/>
        </w:rPr>
      </w:pPr>
      <w:bookmarkStart w:id="84" w:name="_Toc521154875"/>
      <w:r>
        <w:rPr>
          <w:rtl/>
        </w:rPr>
        <w:t>ي: ...... خدا كا حكم يا والدين كى خواہش ؟</w:t>
      </w:r>
      <w:bookmarkEnd w:id="84"/>
      <w:r>
        <w:rPr>
          <w:rtl/>
        </w:rPr>
        <w:t xml:space="preserve"> </w:t>
      </w:r>
    </w:p>
    <w:p w:rsidR="00E03C34" w:rsidRDefault="00E03C34" w:rsidP="00FA2B42">
      <w:pPr>
        <w:pStyle w:val="libNormal"/>
        <w:rPr>
          <w:rtl/>
        </w:rPr>
      </w:pPr>
      <w:r>
        <w:rPr>
          <w:rtl/>
        </w:rPr>
        <w:t xml:space="preserve">اس كے باوجود كہ خداوند عالم نے ماں باپ كے ساتھ نيكى كرنے اور ان كى رضامندى حاصل كرنے كى بڑى تاكيد ہے_ يہ بات بھى ضرور پيش نظر ركھنى چاہئے كہ اسلام كا يہ حكم اس حد تك قابل عمل ہے جب تك كہ والدين كى خواہشات خدا كے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بحارالانوار _ ج 71_ ص 81</w:t>
      </w:r>
    </w:p>
    <w:p w:rsidR="00E03C34" w:rsidRDefault="00E03C34" w:rsidP="00FA2B42">
      <w:pPr>
        <w:pStyle w:val="libFootnote"/>
        <w:rPr>
          <w:rtl/>
        </w:rPr>
      </w:pPr>
      <w:r>
        <w:rPr>
          <w:rtl/>
        </w:rPr>
        <w:t>2_ بحارالانوار _ ج 71_ ص 21</w:t>
      </w:r>
      <w:r w:rsidR="007525F8">
        <w:rPr>
          <w:rtl/>
        </w:rPr>
        <w:br w:type="page"/>
      </w:r>
      <w:r w:rsidR="007525F8">
        <w:rPr>
          <w:rtl/>
        </w:rPr>
        <w:lastRenderedPageBreak/>
        <w:t xml:space="preserve"> </w:t>
      </w:r>
      <w:r w:rsidR="007525F8">
        <w:rPr>
          <w:rtl/>
        </w:rPr>
        <w:cr/>
      </w:r>
      <w:r w:rsidRPr="008D6125">
        <w:rPr>
          <w:rStyle w:val="libNormalChar"/>
          <w:rtl/>
        </w:rPr>
        <w:t>حكم سے نہ ٹكرائيں_ ليكن جس موقع پر ان كى خواہشات اسلام كے واجب احكام سے متصادم ہوتى نظر آئيں تو پھر اسلام كے حكم كو فوقيت حاصل ہوگي، قرآن مجيد اس بارے ميں ہمارى راہنمائي فرماتا ہے:</w:t>
      </w:r>
      <w:r>
        <w:rPr>
          <w:rtl/>
        </w:rPr>
        <w:t xml:space="preserve"> </w:t>
      </w:r>
    </w:p>
    <w:p w:rsidR="00E03C34" w:rsidRDefault="0006593C" w:rsidP="00FA2B42">
      <w:pPr>
        <w:pStyle w:val="libNormal"/>
        <w:rPr>
          <w:rtl/>
        </w:rPr>
      </w:pPr>
      <w:r>
        <w:rPr>
          <w:rStyle w:val="libAieChar"/>
          <w:rtl/>
        </w:rPr>
        <w:t xml:space="preserve"> </w:t>
      </w:r>
      <w:r w:rsidRPr="0006593C">
        <w:rPr>
          <w:rStyle w:val="libAlaemChar"/>
          <w:rtl/>
        </w:rPr>
        <w:t>(</w:t>
      </w:r>
      <w:r w:rsidRPr="008D6125">
        <w:rPr>
          <w:rStyle w:val="libAieChar"/>
          <w:rtl/>
        </w:rPr>
        <w:t xml:space="preserve"> وان جا</w:t>
      </w:r>
      <w:r w:rsidRPr="00FA2B42">
        <w:rPr>
          <w:rStyle w:val="libAieChar"/>
          <w:rFonts w:hint="cs"/>
          <w:rtl/>
        </w:rPr>
        <w:t>ه</w:t>
      </w:r>
      <w:r w:rsidRPr="008D6125">
        <w:rPr>
          <w:rStyle w:val="libAieChar"/>
          <w:rFonts w:hint="cs"/>
          <w:rtl/>
        </w:rPr>
        <w:t>داك</w:t>
      </w:r>
      <w:r w:rsidRPr="008D6125">
        <w:rPr>
          <w:rStyle w:val="libAieChar"/>
          <w:rtl/>
        </w:rPr>
        <w:t xml:space="preserve"> </w:t>
      </w:r>
      <w:r w:rsidRPr="008D6125">
        <w:rPr>
          <w:rStyle w:val="libAieChar"/>
          <w:rFonts w:hint="cs"/>
          <w:rtl/>
        </w:rPr>
        <w:t>على</w:t>
      </w:r>
      <w:r w:rsidRPr="008D6125">
        <w:rPr>
          <w:rStyle w:val="libAieChar"/>
          <w:rtl/>
        </w:rPr>
        <w:t xml:space="preserve"> </w:t>
      </w:r>
      <w:r w:rsidRPr="008D6125">
        <w:rPr>
          <w:rStyle w:val="libAieChar"/>
          <w:rFonts w:hint="cs"/>
          <w:rtl/>
        </w:rPr>
        <w:t>ان</w:t>
      </w:r>
      <w:r w:rsidRPr="008D6125">
        <w:rPr>
          <w:rStyle w:val="libAieChar"/>
          <w:rtl/>
        </w:rPr>
        <w:t xml:space="preserve"> </w:t>
      </w:r>
      <w:r w:rsidRPr="008D6125">
        <w:rPr>
          <w:rStyle w:val="libAieChar"/>
          <w:rFonts w:hint="cs"/>
          <w:rtl/>
        </w:rPr>
        <w:t>تُشرك</w:t>
      </w:r>
      <w:r w:rsidRPr="008D6125">
        <w:rPr>
          <w:rStyle w:val="libAieChar"/>
          <w:rtl/>
        </w:rPr>
        <w:t xml:space="preserve"> </w:t>
      </w:r>
      <w:r w:rsidRPr="008D6125">
        <w:rPr>
          <w:rStyle w:val="libAieChar"/>
          <w:rFonts w:hint="cs"/>
          <w:rtl/>
        </w:rPr>
        <w:t>بى</w:t>
      </w:r>
      <w:r w:rsidRPr="008D6125">
        <w:rPr>
          <w:rStyle w:val="libAieChar"/>
          <w:rtl/>
        </w:rPr>
        <w:t xml:space="preserve"> </w:t>
      </w:r>
      <w:r w:rsidRPr="008D6125">
        <w:rPr>
          <w:rStyle w:val="libAieChar"/>
          <w:rFonts w:hint="cs"/>
          <w:rtl/>
        </w:rPr>
        <w:t>ماليس</w:t>
      </w:r>
      <w:r w:rsidRPr="008D6125">
        <w:rPr>
          <w:rStyle w:val="libAieChar"/>
          <w:rtl/>
        </w:rPr>
        <w:t xml:space="preserve"> </w:t>
      </w:r>
      <w:r w:rsidRPr="008D6125">
        <w:rPr>
          <w:rStyle w:val="libAieChar"/>
          <w:rFonts w:hint="cs"/>
          <w:rtl/>
        </w:rPr>
        <w:t>لك</w:t>
      </w:r>
      <w:r w:rsidRPr="008D6125">
        <w:rPr>
          <w:rStyle w:val="libAieChar"/>
          <w:rtl/>
        </w:rPr>
        <w:t xml:space="preserve"> </w:t>
      </w:r>
      <w:r w:rsidRPr="008D6125">
        <w:rPr>
          <w:rStyle w:val="libAieChar"/>
          <w:rFonts w:hint="cs"/>
          <w:rtl/>
        </w:rPr>
        <w:t>ب</w:t>
      </w:r>
      <w:r w:rsidRPr="00FA2B42">
        <w:rPr>
          <w:rStyle w:val="libAieChar"/>
          <w:rFonts w:hint="cs"/>
          <w:rtl/>
        </w:rPr>
        <w:t>ه</w:t>
      </w:r>
      <w:r w:rsidRPr="008D6125">
        <w:rPr>
          <w:rStyle w:val="libAieChar"/>
          <w:rtl/>
        </w:rPr>
        <w:t xml:space="preserve"> </w:t>
      </w:r>
      <w:r w:rsidRPr="008D6125">
        <w:rPr>
          <w:rStyle w:val="libAieChar"/>
          <w:rFonts w:hint="cs"/>
          <w:rtl/>
        </w:rPr>
        <w:t>علم</w:t>
      </w:r>
      <w:r w:rsidRPr="008D6125">
        <w:rPr>
          <w:rStyle w:val="libAieChar"/>
          <w:rtl/>
        </w:rPr>
        <w:t xml:space="preserve"> </w:t>
      </w:r>
      <w:r w:rsidRPr="008D6125">
        <w:rPr>
          <w:rStyle w:val="libAieChar"/>
          <w:rFonts w:hint="cs"/>
          <w:rtl/>
        </w:rPr>
        <w:t>فلا</w:t>
      </w:r>
      <w:r w:rsidRPr="008D6125">
        <w:rPr>
          <w:rStyle w:val="libAieChar"/>
          <w:rtl/>
        </w:rPr>
        <w:t xml:space="preserve"> </w:t>
      </w:r>
      <w:r w:rsidRPr="008D6125">
        <w:rPr>
          <w:rStyle w:val="libAieChar"/>
          <w:rFonts w:hint="cs"/>
          <w:rtl/>
        </w:rPr>
        <w:t>تطع</w:t>
      </w:r>
      <w:r w:rsidRPr="00FA2B42">
        <w:rPr>
          <w:rStyle w:val="libAieChar"/>
          <w:rFonts w:hint="cs"/>
          <w:rtl/>
        </w:rPr>
        <w:t>ه</w:t>
      </w:r>
      <w:r w:rsidRPr="008D6125">
        <w:rPr>
          <w:rStyle w:val="libAieChar"/>
          <w:rFonts w:hint="cs"/>
          <w:rtl/>
        </w:rPr>
        <w:t>ما</w:t>
      </w:r>
      <w:r w:rsidRPr="008D6125">
        <w:rPr>
          <w:rStyle w:val="libAieChar"/>
          <w:rtl/>
        </w:rPr>
        <w:t xml:space="preserve"> </w:t>
      </w:r>
      <w:r w:rsidRPr="008D6125">
        <w:rPr>
          <w:rStyle w:val="libAieChar"/>
          <w:rFonts w:hint="cs"/>
          <w:rtl/>
        </w:rPr>
        <w:t>وصاحب</w:t>
      </w:r>
      <w:r w:rsidRPr="00FA2B42">
        <w:rPr>
          <w:rStyle w:val="libAieChar"/>
          <w:rFonts w:hint="cs"/>
          <w:rtl/>
        </w:rPr>
        <w:t>ه</w:t>
      </w:r>
      <w:r w:rsidRPr="008D6125">
        <w:rPr>
          <w:rStyle w:val="libAieChar"/>
          <w:rFonts w:hint="cs"/>
          <w:rtl/>
        </w:rPr>
        <w:t>ما</w:t>
      </w:r>
      <w:r w:rsidRPr="008D6125">
        <w:rPr>
          <w:rStyle w:val="libAieChar"/>
          <w:rtl/>
        </w:rPr>
        <w:t xml:space="preserve"> </w:t>
      </w:r>
      <w:r w:rsidRPr="008D6125">
        <w:rPr>
          <w:rStyle w:val="libAieChar"/>
          <w:rFonts w:hint="cs"/>
          <w:rtl/>
        </w:rPr>
        <w:t>فى</w:t>
      </w:r>
      <w:r w:rsidRPr="008D6125">
        <w:rPr>
          <w:rStyle w:val="libAieChar"/>
          <w:rtl/>
        </w:rPr>
        <w:t xml:space="preserve"> </w:t>
      </w:r>
      <w:r w:rsidRPr="008D6125">
        <w:rPr>
          <w:rStyle w:val="libAieChar"/>
          <w:rFonts w:hint="cs"/>
          <w:rtl/>
        </w:rPr>
        <w:t>الدُّنيا</w:t>
      </w:r>
      <w:r w:rsidRPr="008D6125">
        <w:rPr>
          <w:rStyle w:val="libAieChar"/>
          <w:rtl/>
        </w:rPr>
        <w:t xml:space="preserve"> </w:t>
      </w:r>
      <w:r w:rsidRPr="008D6125">
        <w:rPr>
          <w:rStyle w:val="libAieChar"/>
          <w:rFonts w:hint="cs"/>
          <w:rtl/>
        </w:rPr>
        <w:t>معروفاً</w:t>
      </w:r>
      <w:r w:rsidRPr="008D6125">
        <w:rPr>
          <w:rStyle w:val="libAieChar"/>
          <w:rtl/>
        </w:rPr>
        <w:t>''</w:t>
      </w:r>
      <w:r>
        <w:rPr>
          <w:rStyle w:val="libAieChar"/>
          <w:rtl/>
        </w:rPr>
        <w:t xml:space="preserve"> </w:t>
      </w:r>
      <w:r w:rsidR="000C7CB7" w:rsidRPr="000C7CB7">
        <w:rPr>
          <w:rStyle w:val="libAlaemChar"/>
          <w:rtl/>
        </w:rPr>
        <w:t>)</w:t>
      </w:r>
      <w:r>
        <w:rPr>
          <w:rtl/>
        </w:rPr>
        <w:t xml:space="preserve"> </w:t>
      </w:r>
      <w:r w:rsidRPr="00610DB8">
        <w:rPr>
          <w:rStyle w:val="libFootnotenumChar"/>
          <w:rtl/>
        </w:rPr>
        <w:t>(1)</w:t>
      </w:r>
      <w:r>
        <w:rPr>
          <w:rtl/>
        </w:rPr>
        <w:t xml:space="preserve"> </w:t>
      </w:r>
      <w:r>
        <w:rPr>
          <w:rtl/>
        </w:rPr>
        <w:cr/>
        <w:t xml:space="preserve"> </w:t>
      </w:r>
      <w:r w:rsidR="00E03C34">
        <w:rPr>
          <w:rtl/>
        </w:rPr>
        <w:t xml:space="preserve">''اور اگر وہ دونوں اس بات كى كوشش كريں كہ تم جس كے بارے ميں علم اور دليل نہيں ركھتے اسے ميرا شريك قرار دو' تو ان كى بات نہ مانو' اور دنيا ميں ان كے ساتھ نيك سلوك كرو''_ </w:t>
      </w:r>
    </w:p>
    <w:p w:rsidR="00E03C34" w:rsidRDefault="00E03C34" w:rsidP="00FA2B42">
      <w:pPr>
        <w:pStyle w:val="libNormal"/>
        <w:rPr>
          <w:rtl/>
        </w:rPr>
      </w:pPr>
      <w:r>
        <w:rPr>
          <w:rtl/>
        </w:rPr>
        <w:t xml:space="preserve">حضرت اميرالمومنين على عليه السلام فرماتے ہيں : </w:t>
      </w:r>
    </w:p>
    <w:p w:rsidR="00E03C34" w:rsidRDefault="00E03C34" w:rsidP="00FA2B42">
      <w:pPr>
        <w:pStyle w:val="libNormal"/>
        <w:rPr>
          <w:rtl/>
        </w:rPr>
      </w:pPr>
      <w:r w:rsidRPr="008D6125">
        <w:rPr>
          <w:rStyle w:val="libArabicChar"/>
          <w:rtl/>
        </w:rPr>
        <w:t>''لاطاعة لمخلوق فى معصية الخالق''</w:t>
      </w:r>
      <w:r w:rsidR="00FA5EFA" w:rsidRPr="00610DB8">
        <w:rPr>
          <w:rStyle w:val="libFootnotenumChar"/>
          <w:rtl/>
          <w:lang w:bidi="ar-SA"/>
        </w:rPr>
        <w:t>(2</w:t>
      </w:r>
      <w:r w:rsidR="00610DB8" w:rsidRPr="00610DB8">
        <w:rPr>
          <w:rStyle w:val="libFootnotenumChar"/>
          <w:rtl/>
          <w:lang w:bidi="ar-SA"/>
        </w:rPr>
        <w:t>)</w:t>
      </w:r>
      <w:r w:rsidR="00FA5EFA">
        <w:rPr>
          <w:rtl/>
        </w:rPr>
        <w:t xml:space="preserve"> </w:t>
      </w:r>
      <w:r>
        <w:rPr>
          <w:rtl/>
        </w:rPr>
        <w:t xml:space="preserve">'' خالق كى نافرمانى ميں مخلوق كى اطاعت نہيں كى جاسكتي''_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سورہ لقمان_ آيت 15</w:t>
      </w:r>
    </w:p>
    <w:p w:rsidR="00E03C34" w:rsidRDefault="00E03C34" w:rsidP="00FA2B42">
      <w:pPr>
        <w:pStyle w:val="libFootnote"/>
        <w:rPr>
          <w:rtl/>
        </w:rPr>
      </w:pPr>
      <w:r>
        <w:rPr>
          <w:rtl/>
        </w:rPr>
        <w:t>2_ بحارالانوار _ ج 71_ ص 5</w:t>
      </w:r>
    </w:p>
    <w:p w:rsidR="00E03C34" w:rsidRDefault="007525F8" w:rsidP="00FA2B42">
      <w:pPr>
        <w:pStyle w:val="Heading2Center"/>
        <w:rPr>
          <w:rtl/>
        </w:rPr>
      </w:pPr>
      <w:r>
        <w:rPr>
          <w:rtl/>
        </w:rPr>
        <w:br w:type="page"/>
      </w:r>
      <w:r>
        <w:rPr>
          <w:rtl/>
        </w:rPr>
        <w:lastRenderedPageBreak/>
        <w:t xml:space="preserve"> </w:t>
      </w:r>
      <w:r>
        <w:rPr>
          <w:rtl/>
        </w:rPr>
        <w:cr/>
      </w:r>
      <w:bookmarkStart w:id="85" w:name="_Toc521154876"/>
      <w:r w:rsidR="00E03C34">
        <w:rPr>
          <w:rtl/>
        </w:rPr>
        <w:t>آٹھواں سبق:</w:t>
      </w:r>
      <w:bookmarkEnd w:id="85"/>
      <w:r w:rsidR="00E03C34">
        <w:rPr>
          <w:rtl/>
        </w:rPr>
        <w:t xml:space="preserve"> </w:t>
      </w:r>
    </w:p>
    <w:p w:rsidR="00E03C34" w:rsidRDefault="00E03C34" w:rsidP="00FA2B42">
      <w:pPr>
        <w:pStyle w:val="Heading2Center"/>
        <w:rPr>
          <w:rtl/>
        </w:rPr>
      </w:pPr>
      <w:bookmarkStart w:id="86" w:name="_Toc521154877"/>
      <w:r>
        <w:rPr>
          <w:rtl/>
        </w:rPr>
        <w:t>تواضع يا انكساري</w:t>
      </w:r>
      <w:bookmarkEnd w:id="86"/>
    </w:p>
    <w:p w:rsidR="00E03C34" w:rsidRDefault="00E03C34" w:rsidP="00FA2B42">
      <w:pPr>
        <w:pStyle w:val="libNormal"/>
        <w:rPr>
          <w:rtl/>
        </w:rPr>
      </w:pPr>
      <w:r>
        <w:rPr>
          <w:rtl/>
        </w:rPr>
        <w:t xml:space="preserve">1)_ تواضع كے بارے ميں روايات </w:t>
      </w:r>
    </w:p>
    <w:p w:rsidR="00E03C34" w:rsidRDefault="00E03C34" w:rsidP="00FA2B42">
      <w:pPr>
        <w:pStyle w:val="libNormal"/>
        <w:rPr>
          <w:rtl/>
        </w:rPr>
      </w:pPr>
      <w:r>
        <w:rPr>
          <w:rtl/>
        </w:rPr>
        <w:t xml:space="preserve">2)_تواضع كے آثار </w:t>
      </w:r>
    </w:p>
    <w:p w:rsidR="00E03C34" w:rsidRDefault="00E03C34" w:rsidP="00FA2B42">
      <w:pPr>
        <w:pStyle w:val="libNormal"/>
        <w:rPr>
          <w:rtl/>
        </w:rPr>
      </w:pPr>
      <w:r>
        <w:rPr>
          <w:rtl/>
        </w:rPr>
        <w:t xml:space="preserve">3)_ تواضع كن لوگوں كے سامنے ؟ </w:t>
      </w:r>
    </w:p>
    <w:p w:rsidR="00E03C34" w:rsidRDefault="00E03C34" w:rsidP="00FA2B42">
      <w:pPr>
        <w:pStyle w:val="libNormal"/>
        <w:rPr>
          <w:rtl/>
        </w:rPr>
      </w:pPr>
      <w:r>
        <w:rPr>
          <w:rtl/>
        </w:rPr>
        <w:t xml:space="preserve">4)_ رسول اكرم (ص) كى تواضع </w:t>
      </w:r>
    </w:p>
    <w:p w:rsidR="00E03C34" w:rsidRDefault="00E03C34" w:rsidP="00FA2B42">
      <w:pPr>
        <w:pStyle w:val="libNormal"/>
        <w:rPr>
          <w:rtl/>
        </w:rPr>
      </w:pPr>
      <w:r>
        <w:rPr>
          <w:rtl/>
        </w:rPr>
        <w:t xml:space="preserve">5)_ حضرت عيسى عليه السلام سے ايك سبق </w:t>
      </w:r>
    </w:p>
    <w:p w:rsidR="00E03C34" w:rsidRDefault="00E03C34" w:rsidP="00FA2B42">
      <w:pPr>
        <w:pStyle w:val="libNormal"/>
        <w:rPr>
          <w:rtl/>
        </w:rPr>
      </w:pPr>
      <w:r>
        <w:rPr>
          <w:rtl/>
        </w:rPr>
        <w:t xml:space="preserve">6)_امام زين العابدين عليه السلام كى انكساري </w:t>
      </w:r>
    </w:p>
    <w:p w:rsidR="00E03C34" w:rsidRDefault="00E03C34" w:rsidP="00FA2B42">
      <w:pPr>
        <w:pStyle w:val="libNormal"/>
        <w:rPr>
          <w:rtl/>
        </w:rPr>
      </w:pPr>
      <w:r>
        <w:rPr>
          <w:rtl/>
        </w:rPr>
        <w:t xml:space="preserve">7)_ تواضع اپناے سے متعلّق چند نكات </w:t>
      </w:r>
    </w:p>
    <w:p w:rsidR="00E03C34" w:rsidRDefault="007525F8" w:rsidP="00FA2B42">
      <w:pPr>
        <w:pStyle w:val="libNormal"/>
        <w:rPr>
          <w:rtl/>
        </w:rPr>
      </w:pPr>
      <w:r>
        <w:rPr>
          <w:rtl/>
        </w:rPr>
        <w:br w:type="page"/>
      </w:r>
      <w:r>
        <w:rPr>
          <w:rtl/>
        </w:rPr>
        <w:lastRenderedPageBreak/>
        <w:t xml:space="preserve"> </w:t>
      </w:r>
      <w:r>
        <w:rPr>
          <w:rtl/>
        </w:rPr>
        <w:cr/>
      </w:r>
      <w:r w:rsidR="00E03C34">
        <w:rPr>
          <w:rtl/>
        </w:rPr>
        <w:t xml:space="preserve">''تواضع يا فروتنى '' كے معنى ہيں '' خود كو دوسرں سے چھوٹا ظاہر كرنا ' ،،جسے ''كسرنفسى '' اور '' عاجزى '' بھى كہتے ہيں _ تواضع يا انكسارى ، انسانى روح كے صحيح سالم ہونے كى ايك علامت ہے، انسان دوسروں سے خواہ كتنا ہى بہتر اور برتر ہو ، ليكن پروردگار عالم كى عظمت كا ادراك اسے اس بات پر آمادہ كرتا ہے كہ وہ خدا كے حضور سر جھكا دے اور بندگان خدا كے سامنے انكسارى كا اظہار كرے _ </w:t>
      </w:r>
    </w:p>
    <w:p w:rsidR="00E03C34" w:rsidRDefault="00E03C34" w:rsidP="00FA2B42">
      <w:pPr>
        <w:pStyle w:val="libNormal"/>
        <w:rPr>
          <w:rtl/>
        </w:rPr>
      </w:pPr>
    </w:p>
    <w:p w:rsidR="00E03C34" w:rsidRDefault="00E03C34" w:rsidP="00FA2B42">
      <w:pPr>
        <w:pStyle w:val="Heading2Center"/>
        <w:rPr>
          <w:rtl/>
        </w:rPr>
      </w:pPr>
      <w:bookmarkStart w:id="87" w:name="_Toc521154878"/>
      <w:r w:rsidRPr="00D04734">
        <w:rPr>
          <w:rtl/>
        </w:rPr>
        <w:t>(1) _تواضع</w:t>
      </w:r>
      <w:r>
        <w:rPr>
          <w:rtl/>
        </w:rPr>
        <w:t xml:space="preserve"> كے بارے ميں روايات :</w:t>
      </w:r>
      <w:bookmarkEnd w:id="87"/>
    </w:p>
    <w:p w:rsidR="00E03C34" w:rsidRDefault="00E03C34" w:rsidP="00FA2B42">
      <w:pPr>
        <w:pStyle w:val="libNormal"/>
        <w:rPr>
          <w:rtl/>
        </w:rPr>
      </w:pPr>
      <w:r>
        <w:rPr>
          <w:rtl/>
        </w:rPr>
        <w:t xml:space="preserve">حضرت امام رضا عليه السلام فرماتے ہيں : </w:t>
      </w:r>
    </w:p>
    <w:p w:rsidR="00E03C34" w:rsidRDefault="00E03C34" w:rsidP="00FA2B42">
      <w:pPr>
        <w:pStyle w:val="libNormal"/>
        <w:rPr>
          <w:rtl/>
        </w:rPr>
      </w:pPr>
      <w:r>
        <w:rPr>
          <w:rtl/>
        </w:rPr>
        <w:t xml:space="preserve">'' </w:t>
      </w:r>
      <w:r w:rsidRPr="008D6125">
        <w:rPr>
          <w:rStyle w:val="libArabicChar"/>
          <w:rtl/>
        </w:rPr>
        <w:t>ان من التواضع ان يجلس الرجل دوں شرف</w:t>
      </w:r>
      <w:r w:rsidR="00FA2B42" w:rsidRPr="00FA2B42">
        <w:rPr>
          <w:rStyle w:val="libArabicChar"/>
          <w:rFonts w:hint="cs"/>
          <w:rtl/>
        </w:rPr>
        <w:t>ه</w:t>
      </w:r>
      <w:r>
        <w:rPr>
          <w:rtl/>
        </w:rPr>
        <w:t xml:space="preserve"> '' </w:t>
      </w:r>
      <w:r w:rsidR="0006593C">
        <w:rPr>
          <w:rtl/>
        </w:rPr>
        <w:t xml:space="preserve"> </w:t>
      </w:r>
      <w:r w:rsidR="0006593C" w:rsidRPr="00610DB8">
        <w:rPr>
          <w:rStyle w:val="libFootnotenumChar"/>
          <w:rtl/>
        </w:rPr>
        <w:t>(1)</w:t>
      </w:r>
      <w:r w:rsidR="0006593C">
        <w:rPr>
          <w:rtl/>
        </w:rPr>
        <w:t xml:space="preserve"> </w:t>
      </w:r>
      <w:r w:rsidR="0006593C">
        <w:rPr>
          <w:rtl/>
        </w:rPr>
        <w:cr/>
        <w:t xml:space="preserve"> </w:t>
      </w:r>
      <w:r>
        <w:rPr>
          <w:rtl/>
        </w:rPr>
        <w:t xml:space="preserve">'' يہ بات تواضع ميں سے ہے كہ انسان ايسى جگہ پر بيٹھے جو اس كے مقام و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Normal"/>
        <w:rPr>
          <w:rtl/>
        </w:rPr>
      </w:pPr>
      <w:r>
        <w:rPr>
          <w:rtl/>
        </w:rPr>
        <w:t>1</w:t>
      </w:r>
      <w:r w:rsidRPr="008D6125">
        <w:rPr>
          <w:rStyle w:val="libFootnoteChar"/>
          <w:rtl/>
        </w:rPr>
        <w:t>_ اصول كافى _ ج2 ص123</w:t>
      </w:r>
      <w:r>
        <w:rPr>
          <w:rtl/>
        </w:rPr>
        <w:t>_</w:t>
      </w:r>
      <w:r w:rsidR="007525F8">
        <w:rPr>
          <w:rtl/>
        </w:rPr>
        <w:br w:type="page"/>
      </w:r>
      <w:r w:rsidR="007525F8">
        <w:rPr>
          <w:rtl/>
        </w:rPr>
        <w:lastRenderedPageBreak/>
        <w:t xml:space="preserve"> </w:t>
      </w:r>
      <w:r w:rsidR="007525F8">
        <w:rPr>
          <w:rtl/>
        </w:rPr>
        <w:cr/>
      </w:r>
      <w:r>
        <w:rPr>
          <w:rtl/>
        </w:rPr>
        <w:t xml:space="preserve">منزلت سے كمتر ہو _ '' آپ (ع) ہى كا ارشاد ہے كہ : </w:t>
      </w:r>
    </w:p>
    <w:p w:rsidR="00E03C34" w:rsidRDefault="00E03C34" w:rsidP="00D04734">
      <w:pPr>
        <w:pStyle w:val="libNormal"/>
        <w:rPr>
          <w:rtl/>
        </w:rPr>
      </w:pPr>
      <w:r>
        <w:rPr>
          <w:rtl/>
        </w:rPr>
        <w:t xml:space="preserve">'' </w:t>
      </w:r>
      <w:r w:rsidRPr="008D6125">
        <w:rPr>
          <w:rStyle w:val="libArabicChar"/>
          <w:rtl/>
        </w:rPr>
        <w:t xml:space="preserve">من التواضع ان ترضى بالمجلس دون المجلس وان تسلم على من تلقى وان تترك المراء وان كنت محقاً وان لاتحب ان تحمد على التقوى </w:t>
      </w:r>
      <w:r>
        <w:rPr>
          <w:rtl/>
        </w:rPr>
        <w:t xml:space="preserve">'' </w:t>
      </w:r>
      <w:r w:rsidR="00D04734" w:rsidRPr="00612652">
        <w:rPr>
          <w:rStyle w:val="libFootnotenumChar"/>
          <w:rFonts w:hint="cs"/>
          <w:rtl/>
        </w:rPr>
        <w:t>(1)</w:t>
      </w:r>
      <w:r>
        <w:rPr>
          <w:rtl/>
        </w:rPr>
        <w:t xml:space="preserve"> </w:t>
      </w:r>
    </w:p>
    <w:p w:rsidR="00E03C34" w:rsidRDefault="00E03C34" w:rsidP="00FA2B42">
      <w:pPr>
        <w:pStyle w:val="libNormal"/>
        <w:rPr>
          <w:rtl/>
        </w:rPr>
      </w:pPr>
      <w:r>
        <w:rPr>
          <w:rtl/>
        </w:rPr>
        <w:t xml:space="preserve">'' يہ بھى تواضع ہى ميں سے ہى كہ تم ايسى جگہ پر بيٹھنے پر راضى ہو جائو جو تمہارى شان سے كمتر ہے ، جس سے ملو اس پر سلام كرو ، خواہ تم حق پر ہى ہو پھر بھى لڑائي جھگڑے والى بحث كو ترك كرو اور اس بات كو پسند نہ كرو كہ تمہارے تقوى كى تعريف كى جائے _ '' </w:t>
      </w:r>
    </w:p>
    <w:p w:rsidR="00E03C34" w:rsidRDefault="00E03C34" w:rsidP="00FA2B42">
      <w:pPr>
        <w:pStyle w:val="libNormal"/>
        <w:rPr>
          <w:rtl/>
        </w:rPr>
      </w:pPr>
      <w:r>
        <w:rPr>
          <w:rtl/>
        </w:rPr>
        <w:t xml:space="preserve">حضرت امير المومنين على عليہ السلّام فرماتے ہيں : </w:t>
      </w:r>
    </w:p>
    <w:p w:rsidR="00E03C34" w:rsidRDefault="00E03C34" w:rsidP="00D04734">
      <w:pPr>
        <w:pStyle w:val="libNormal"/>
        <w:rPr>
          <w:rtl/>
        </w:rPr>
      </w:pPr>
      <w:r w:rsidRPr="008D6125">
        <w:rPr>
          <w:rStyle w:val="libArabicChar"/>
          <w:rtl/>
        </w:rPr>
        <w:t>'' عليك بالتواضع فان</w:t>
      </w:r>
      <w:r w:rsidR="00FA2B42" w:rsidRPr="00FA2B42">
        <w:rPr>
          <w:rStyle w:val="libArabicChar"/>
          <w:rFonts w:hint="cs"/>
          <w:rtl/>
        </w:rPr>
        <w:t>ه</w:t>
      </w:r>
      <w:r w:rsidRPr="008D6125">
        <w:rPr>
          <w:rStyle w:val="libArabicChar"/>
          <w:rtl/>
        </w:rPr>
        <w:t xml:space="preserve"> </w:t>
      </w:r>
      <w:r w:rsidRPr="008D6125">
        <w:rPr>
          <w:rStyle w:val="libArabicChar"/>
          <w:rFonts w:hint="cs"/>
          <w:rtl/>
        </w:rPr>
        <w:t>من</w:t>
      </w:r>
      <w:r w:rsidRPr="008D6125">
        <w:rPr>
          <w:rStyle w:val="libArabicChar"/>
          <w:rtl/>
        </w:rPr>
        <w:t xml:space="preserve"> </w:t>
      </w:r>
      <w:r w:rsidRPr="008D6125">
        <w:rPr>
          <w:rStyle w:val="libArabicChar"/>
          <w:rFonts w:hint="cs"/>
          <w:rtl/>
        </w:rPr>
        <w:t>اعظم</w:t>
      </w:r>
      <w:r w:rsidRPr="008D6125">
        <w:rPr>
          <w:rStyle w:val="libArabicChar"/>
          <w:rtl/>
        </w:rPr>
        <w:t xml:space="preserve"> </w:t>
      </w:r>
      <w:r w:rsidRPr="008D6125">
        <w:rPr>
          <w:rStyle w:val="libArabicChar"/>
          <w:rFonts w:hint="cs"/>
          <w:rtl/>
        </w:rPr>
        <w:t>العبادة</w:t>
      </w:r>
      <w:r>
        <w:rPr>
          <w:rtl/>
        </w:rPr>
        <w:t xml:space="preserve"> '' </w:t>
      </w:r>
      <w:r w:rsidR="00D04734" w:rsidRPr="00612652">
        <w:rPr>
          <w:rStyle w:val="libFootnotenumChar"/>
          <w:rFonts w:hint="cs"/>
          <w:rtl/>
        </w:rPr>
        <w:t>(2)</w:t>
      </w:r>
      <w:r>
        <w:rPr>
          <w:rtl/>
        </w:rPr>
        <w:t xml:space="preserve"> </w:t>
      </w:r>
    </w:p>
    <w:p w:rsidR="00E03C34" w:rsidRDefault="00E03C34" w:rsidP="00FA2B42">
      <w:pPr>
        <w:pStyle w:val="libNormal"/>
        <w:rPr>
          <w:rtl/>
        </w:rPr>
      </w:pPr>
      <w:r>
        <w:rPr>
          <w:rtl/>
        </w:rPr>
        <w:t xml:space="preserve">'' تم پر تو اضع كرنا واجب ہے ، كيونكہ فروتنى بہت بڑى عبادت ہے _ '' </w:t>
      </w:r>
    </w:p>
    <w:p w:rsidR="00E03C34" w:rsidRDefault="00E03C34" w:rsidP="00FA2B42">
      <w:pPr>
        <w:pStyle w:val="libNormal"/>
        <w:rPr>
          <w:rtl/>
        </w:rPr>
      </w:pPr>
      <w:r>
        <w:rPr>
          <w:rtl/>
        </w:rPr>
        <w:t xml:space="preserve">ايك دن رسالتماب(ص) نے اصحاب سے فرمايا : </w:t>
      </w:r>
    </w:p>
    <w:p w:rsidR="00E03C34" w:rsidRDefault="00E03C34" w:rsidP="00D04734">
      <w:pPr>
        <w:pStyle w:val="libNormal"/>
        <w:rPr>
          <w:rtl/>
        </w:rPr>
      </w:pPr>
      <w:r>
        <w:rPr>
          <w:rtl/>
        </w:rPr>
        <w:t>''ميںتم ميں عبادت كى مٹھاس كيوں نہيں ديكھ رہا ہوں _ انہوں نے عرض كيا:''حضور(ص) عبادت كى مٹھاس كيا ہوتى ہے؟''فرمايا : ''تواضع_''</w:t>
      </w:r>
      <w:r w:rsidR="00D04734" w:rsidRPr="00612652">
        <w:rPr>
          <w:rStyle w:val="libFootnotenumChar"/>
          <w:rFonts w:hint="cs"/>
          <w:rtl/>
        </w:rPr>
        <w:t>(3)</w:t>
      </w:r>
    </w:p>
    <w:p w:rsidR="00E03C34" w:rsidRDefault="00E03C34" w:rsidP="00FA2B42">
      <w:pPr>
        <w:pStyle w:val="libNormal"/>
        <w:rPr>
          <w:rtl/>
        </w:rPr>
      </w:pPr>
    </w:p>
    <w:p w:rsidR="00E03C34" w:rsidRDefault="00E03C34" w:rsidP="00FA2B42">
      <w:pPr>
        <w:pStyle w:val="Heading2Center"/>
        <w:rPr>
          <w:rtl/>
        </w:rPr>
      </w:pPr>
      <w:bookmarkStart w:id="88" w:name="_Toc521154879"/>
      <w:r w:rsidRPr="00D04734">
        <w:rPr>
          <w:rtl/>
        </w:rPr>
        <w:t>(2) ... تواضع</w:t>
      </w:r>
      <w:r>
        <w:rPr>
          <w:rtl/>
        </w:rPr>
        <w:t xml:space="preserve"> كے آثار :</w:t>
      </w:r>
      <w:bookmarkEnd w:id="88"/>
    </w:p>
    <w:p w:rsidR="00E03C34" w:rsidRDefault="00E03C34" w:rsidP="00FA2B42">
      <w:pPr>
        <w:pStyle w:val="libNormal"/>
        <w:rPr>
          <w:rtl/>
        </w:rPr>
      </w:pPr>
      <w:r>
        <w:rPr>
          <w:rtl/>
        </w:rPr>
        <w:t xml:space="preserve">بہت سے اچھے اور نيك كام ايسے ہيں جن كے اخروى اور جنّت كے علاوہ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اصول كافى _ ج2 ص 124</w:t>
      </w:r>
    </w:p>
    <w:p w:rsidR="00E03C34" w:rsidRDefault="00E03C34" w:rsidP="00FA2B42">
      <w:pPr>
        <w:pStyle w:val="libFootnote"/>
        <w:rPr>
          <w:rtl/>
        </w:rPr>
      </w:pPr>
      <w:r>
        <w:rPr>
          <w:rtl/>
        </w:rPr>
        <w:t>2_ بحارالانوار _ ج 72_ ص 119</w:t>
      </w:r>
    </w:p>
    <w:p w:rsidR="00E03C34" w:rsidRDefault="00E03C34" w:rsidP="00FA2B42">
      <w:pPr>
        <w:pStyle w:val="libFootnote"/>
        <w:rPr>
          <w:rtl/>
        </w:rPr>
      </w:pPr>
      <w:r>
        <w:rPr>
          <w:rtl/>
        </w:rPr>
        <w:t>3_ جامع السادات _ ج 1 ص 355</w:t>
      </w:r>
    </w:p>
    <w:p w:rsidR="008D6125" w:rsidRDefault="008D6125" w:rsidP="00FA2B42">
      <w:pPr>
        <w:pStyle w:val="libNormal"/>
        <w:rPr>
          <w:rtl/>
        </w:rPr>
      </w:pPr>
      <w:r>
        <w:rPr>
          <w:rtl/>
        </w:rPr>
        <w:br w:type="page"/>
      </w:r>
    </w:p>
    <w:p w:rsidR="00E03C34" w:rsidRDefault="00E03C34" w:rsidP="00FA2B42">
      <w:pPr>
        <w:pStyle w:val="libNormal"/>
        <w:rPr>
          <w:rtl/>
        </w:rPr>
      </w:pPr>
      <w:r>
        <w:rPr>
          <w:rtl/>
        </w:rPr>
        <w:lastRenderedPageBreak/>
        <w:t xml:space="preserve">دنيوى بركتيں اور دوسرے فوائد بھى ہيں ، جيسا كہ كچھ گناہ ايسے ہوتے ہيں جو اخروى عذاب اور سزا كے علاوہ اس دنيا ميں بھى مصيبت اور تباہى كاموجب ہوتے ہيں ، چنانچہ حضرت اميرالمومنين على عليہ السلّام دعائے كميل كے اوائل ميں انہى كى طرف اشارہ فرماتے ہيں : </w:t>
      </w:r>
    </w:p>
    <w:p w:rsidR="00E03C34" w:rsidRDefault="00E03C34" w:rsidP="00FA2B42">
      <w:pPr>
        <w:pStyle w:val="libNormal"/>
        <w:rPr>
          <w:rtl/>
        </w:rPr>
      </w:pPr>
      <w:r w:rsidRPr="008D6125">
        <w:rPr>
          <w:rStyle w:val="libArabicChar"/>
          <w:rtl/>
        </w:rPr>
        <w:t>الل</w:t>
      </w:r>
      <w:r w:rsidR="00FA2B42" w:rsidRPr="00FA2B42">
        <w:rPr>
          <w:rStyle w:val="libArabicChar"/>
          <w:rFonts w:hint="cs"/>
          <w:rtl/>
        </w:rPr>
        <w:t>ه</w:t>
      </w:r>
      <w:r w:rsidRPr="008D6125">
        <w:rPr>
          <w:rStyle w:val="libArabicChar"/>
          <w:rFonts w:hint="cs"/>
          <w:rtl/>
        </w:rPr>
        <w:t>م</w:t>
      </w:r>
      <w:r w:rsidRPr="008D6125">
        <w:rPr>
          <w:rStyle w:val="libArabicChar"/>
          <w:rtl/>
        </w:rPr>
        <w:t xml:space="preserve"> </w:t>
      </w:r>
      <w:r w:rsidRPr="008D6125">
        <w:rPr>
          <w:rStyle w:val="libArabicChar"/>
          <w:rFonts w:hint="cs"/>
          <w:rtl/>
        </w:rPr>
        <w:t>اغفرل</w:t>
      </w:r>
      <w:r w:rsidR="00FA2B42" w:rsidRPr="00FA2B42">
        <w:rPr>
          <w:rStyle w:val="libArabicChar"/>
          <w:rFonts w:hint="cs"/>
          <w:rtl/>
        </w:rPr>
        <w:t>ي</w:t>
      </w:r>
      <w:r w:rsidRPr="008D6125">
        <w:rPr>
          <w:rStyle w:val="libArabicChar"/>
          <w:rtl/>
        </w:rPr>
        <w:t xml:space="preserve"> </w:t>
      </w:r>
      <w:r w:rsidRPr="008D6125">
        <w:rPr>
          <w:rStyle w:val="libArabicChar"/>
          <w:rFonts w:hint="cs"/>
          <w:rtl/>
        </w:rPr>
        <w:t>الذنوب</w:t>
      </w:r>
      <w:r w:rsidRPr="008D6125">
        <w:rPr>
          <w:rStyle w:val="libArabicChar"/>
          <w:rtl/>
        </w:rPr>
        <w:t xml:space="preserve"> </w:t>
      </w:r>
      <w:r w:rsidRPr="008D6125">
        <w:rPr>
          <w:rStyle w:val="libArabicChar"/>
          <w:rFonts w:hint="cs"/>
          <w:rtl/>
        </w:rPr>
        <w:t>التى</w:t>
      </w:r>
      <w:r w:rsidRPr="008D6125">
        <w:rPr>
          <w:rStyle w:val="libArabicChar"/>
          <w:rtl/>
        </w:rPr>
        <w:t xml:space="preserve"> </w:t>
      </w:r>
      <w:r w:rsidRPr="008D6125">
        <w:rPr>
          <w:rStyle w:val="libArabicChar"/>
          <w:rFonts w:hint="cs"/>
          <w:rtl/>
        </w:rPr>
        <w:t>تغيرا</w:t>
      </w:r>
      <w:r w:rsidRPr="008D6125">
        <w:rPr>
          <w:rStyle w:val="libArabicChar"/>
          <w:rtl/>
        </w:rPr>
        <w:t xml:space="preserve"> </w:t>
      </w:r>
      <w:r w:rsidRPr="008D6125">
        <w:rPr>
          <w:rStyle w:val="libArabicChar"/>
          <w:rFonts w:hint="cs"/>
          <w:rtl/>
        </w:rPr>
        <w:t>لنعم</w:t>
      </w:r>
      <w:r w:rsidRPr="008D6125">
        <w:rPr>
          <w:rStyle w:val="libArabicChar"/>
          <w:rtl/>
        </w:rPr>
        <w:t xml:space="preserve"> ' ...</w:t>
      </w:r>
      <w:r>
        <w:rPr>
          <w:rtl/>
        </w:rPr>
        <w:t xml:space="preserve"> '' </w:t>
      </w:r>
    </w:p>
    <w:p w:rsidR="00E03C34" w:rsidRDefault="00E03C34" w:rsidP="00FA2B42">
      <w:pPr>
        <w:pStyle w:val="libNormal"/>
        <w:rPr>
          <w:rtl/>
        </w:rPr>
      </w:pPr>
      <w:r>
        <w:rPr>
          <w:rtl/>
        </w:rPr>
        <w:t xml:space="preserve">'' خداوندا ميرے وہ گناہ معاف كر دے جو تيرى نعمتوں كو الٹ پلٹ كر ديتے ہيں _'' </w:t>
      </w:r>
    </w:p>
    <w:p w:rsidR="00E03C34" w:rsidRDefault="00E03C34" w:rsidP="00FA2B42">
      <w:pPr>
        <w:pStyle w:val="libNormal"/>
        <w:rPr>
          <w:rtl/>
        </w:rPr>
      </w:pPr>
      <w:r>
        <w:rPr>
          <w:rtl/>
        </w:rPr>
        <w:t xml:space="preserve">اب ہم يہاں تواضع جيسى محبوب صفت كے فوائد اور آثار كو بيان كرتے ہيں ، اس اميد كے ساتھ كہ اللہ تعالى ہميں بھى تواضع كرنے والوں ميں سے كچھ قرار دے_ </w:t>
      </w:r>
    </w:p>
    <w:p w:rsidR="00E03C34" w:rsidRDefault="00E03C34" w:rsidP="00FA2B42">
      <w:pPr>
        <w:pStyle w:val="libNormal"/>
        <w:rPr>
          <w:rtl/>
        </w:rPr>
      </w:pPr>
      <w:r>
        <w:rPr>
          <w:rtl/>
        </w:rPr>
        <w:t xml:space="preserve">الف : ... تواضع _ انسان كى سربلندى كا سبب ہے ، چنانچہ رسول اكرم(ص) فرماتے ہيں : </w:t>
      </w:r>
    </w:p>
    <w:p w:rsidR="00E03C34" w:rsidRDefault="00E03C34" w:rsidP="00FA2B42">
      <w:pPr>
        <w:pStyle w:val="libNormal"/>
        <w:rPr>
          <w:rtl/>
        </w:rPr>
      </w:pPr>
      <w:r w:rsidRPr="008D6125">
        <w:rPr>
          <w:rStyle w:val="libArabicChar"/>
          <w:rtl/>
        </w:rPr>
        <w:t>'' ان التواضع لايزيد العبد الا رفعة فتو اضعو ار حمكم الل</w:t>
      </w:r>
      <w:r w:rsidR="00FA2B42" w:rsidRPr="00FA2B42">
        <w:rPr>
          <w:rStyle w:val="libArabicChar"/>
          <w:rFonts w:hint="cs"/>
          <w:rtl/>
        </w:rPr>
        <w:t>ه</w:t>
      </w:r>
      <w:r w:rsidRPr="008D6125">
        <w:rPr>
          <w:rStyle w:val="libArabicChar"/>
          <w:rtl/>
        </w:rPr>
        <w:t>''</w:t>
      </w:r>
      <w:r w:rsidR="00FA5EFA" w:rsidRPr="00610DB8">
        <w:rPr>
          <w:rStyle w:val="libFootnotenumChar"/>
          <w:rtl/>
          <w:lang w:bidi="ar-SA"/>
        </w:rPr>
        <w:t>(1</w:t>
      </w:r>
      <w:r w:rsidR="00610DB8" w:rsidRPr="00610DB8">
        <w:rPr>
          <w:rStyle w:val="libFootnotenumChar"/>
          <w:rtl/>
          <w:lang w:bidi="ar-SA"/>
        </w:rPr>
        <w:t>)</w:t>
      </w:r>
      <w:r w:rsidR="00FA5EFA">
        <w:rPr>
          <w:rtl/>
        </w:rPr>
        <w:t xml:space="preserve"> </w:t>
      </w:r>
      <w:r>
        <w:rPr>
          <w:rtl/>
        </w:rPr>
        <w:t xml:space="preserve">تواضع انسان كى سر بلندى كے علاوہ كسى چيز ميں اضافہ نہيں كرتى ، لہذا تم تواضع كيا كرو ، خدا تم پر رحمت نازل كرے _ '' </w:t>
      </w:r>
    </w:p>
    <w:p w:rsidR="00E03C34" w:rsidRDefault="00E03C34" w:rsidP="00FA2B42">
      <w:pPr>
        <w:pStyle w:val="libNormal"/>
        <w:rPr>
          <w:rtl/>
        </w:rPr>
      </w:pPr>
      <w:r>
        <w:rPr>
          <w:rtl/>
        </w:rPr>
        <w:t xml:space="preserve">حافظ شيراز ى فرماتے ہيں : </w:t>
      </w:r>
    </w:p>
    <w:p w:rsidR="00E03C34" w:rsidRDefault="00E03C34" w:rsidP="00FA2B42">
      <w:pPr>
        <w:pStyle w:val="libNormal"/>
        <w:rPr>
          <w:rtl/>
        </w:rPr>
      </w:pPr>
      <w:r>
        <w:rPr>
          <w:rtl/>
        </w:rPr>
        <w:t xml:space="preserve">در كوے عشق شوكت شاہى نمى خرند </w:t>
      </w:r>
    </w:p>
    <w:p w:rsidR="00E03C34" w:rsidRDefault="00E03C34" w:rsidP="00FA2B42">
      <w:pPr>
        <w:pStyle w:val="libNormal"/>
        <w:rPr>
          <w:rtl/>
        </w:rPr>
      </w:pPr>
      <w:r>
        <w:rPr>
          <w:rtl/>
        </w:rPr>
        <w:t>اقرار بندگى كن و اظہار چاكرى</w:t>
      </w:r>
    </w:p>
    <w:p w:rsidR="00E03C34" w:rsidRDefault="00E03C34" w:rsidP="00FA2B42">
      <w:pPr>
        <w:pStyle w:val="libNormal"/>
        <w:rPr>
          <w:rtl/>
        </w:rPr>
      </w:pPr>
      <w:r>
        <w:rPr>
          <w:rtl/>
        </w:rPr>
        <w:t xml:space="preserve">يعنى عشق كے كوچہ و بازار ميں شاہانہ ٹھاٹھ باٹ كا كوئي خريدار نہيں ہے ،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وسائل الشيعہ _ ج 11_ص 215</w:t>
      </w:r>
    </w:p>
    <w:p w:rsidR="008D6125" w:rsidRDefault="008D6125" w:rsidP="00FA2B42">
      <w:pPr>
        <w:pStyle w:val="libNormal"/>
        <w:rPr>
          <w:rtl/>
        </w:rPr>
      </w:pPr>
      <w:r>
        <w:rPr>
          <w:rtl/>
        </w:rPr>
        <w:br w:type="page"/>
      </w:r>
    </w:p>
    <w:p w:rsidR="00E03C34" w:rsidRDefault="00E03C34" w:rsidP="00FA2B42">
      <w:pPr>
        <w:pStyle w:val="libNormal"/>
        <w:rPr>
          <w:rtl/>
        </w:rPr>
      </w:pPr>
      <w:r>
        <w:rPr>
          <w:rtl/>
        </w:rPr>
        <w:lastRenderedPageBreak/>
        <w:t xml:space="preserve">لہذا (اگرعشق كا سودا كرنا ہے تو )بندگى ، غلامى اور نوكرى چاكرى كا اقرار و اظہار كرنا پڑے گا _ '' </w:t>
      </w:r>
    </w:p>
    <w:p w:rsidR="00E03C34" w:rsidRDefault="00E03C34" w:rsidP="00FA2B42">
      <w:pPr>
        <w:pStyle w:val="libNormal"/>
        <w:rPr>
          <w:rtl/>
        </w:rPr>
      </w:pPr>
      <w:r>
        <w:rPr>
          <w:rtl/>
        </w:rPr>
        <w:t xml:space="preserve">حضرت امام جعفر صادق عليہ السلّام سے روايت نقل كى گئي ہے كہ : </w:t>
      </w:r>
    </w:p>
    <w:p w:rsidR="00E03C34" w:rsidRDefault="00E03C34" w:rsidP="00FA2B42">
      <w:pPr>
        <w:pStyle w:val="libNormal"/>
        <w:rPr>
          <w:rtl/>
        </w:rPr>
      </w:pPr>
      <w:r w:rsidRPr="008D6125">
        <w:rPr>
          <w:rStyle w:val="libArabicChar"/>
          <w:rtl/>
        </w:rPr>
        <w:t>'' ان فى السمآء ملكين موكلين بالعناد فمن تواضع الل</w:t>
      </w:r>
      <w:r w:rsidR="00FA2B42" w:rsidRPr="00FA2B42">
        <w:rPr>
          <w:rStyle w:val="libArabicChar"/>
          <w:rFonts w:hint="cs"/>
          <w:rtl/>
        </w:rPr>
        <w:t>ه</w:t>
      </w:r>
      <w:r w:rsidRPr="008D6125">
        <w:rPr>
          <w:rStyle w:val="libArabicChar"/>
          <w:rtl/>
        </w:rPr>
        <w:t xml:space="preserve"> </w:t>
      </w:r>
      <w:r w:rsidRPr="008D6125">
        <w:rPr>
          <w:rStyle w:val="libArabicChar"/>
          <w:rFonts w:hint="cs"/>
          <w:rtl/>
        </w:rPr>
        <w:t>رفعا</w:t>
      </w:r>
      <w:r w:rsidR="00FA2B42" w:rsidRPr="00FA2B42">
        <w:rPr>
          <w:rStyle w:val="libArabicChar"/>
          <w:rFonts w:hint="cs"/>
          <w:rtl/>
        </w:rPr>
        <w:t>ه</w:t>
      </w:r>
      <w:r w:rsidRPr="008D6125">
        <w:rPr>
          <w:rStyle w:val="libArabicChar"/>
          <w:rtl/>
        </w:rPr>
        <w:t xml:space="preserve"> </w:t>
      </w:r>
      <w:r w:rsidRPr="008D6125">
        <w:rPr>
          <w:rStyle w:val="libArabicChar"/>
          <w:rFonts w:hint="cs"/>
          <w:rtl/>
        </w:rPr>
        <w:t>ومن</w:t>
      </w:r>
      <w:r w:rsidRPr="008D6125">
        <w:rPr>
          <w:rStyle w:val="libArabicChar"/>
          <w:rtl/>
        </w:rPr>
        <w:t xml:space="preserve"> </w:t>
      </w:r>
      <w:r w:rsidRPr="008D6125">
        <w:rPr>
          <w:rStyle w:val="libArabicChar"/>
          <w:rFonts w:hint="cs"/>
          <w:rtl/>
        </w:rPr>
        <w:t>تكبر</w:t>
      </w:r>
      <w:r w:rsidRPr="008D6125">
        <w:rPr>
          <w:rStyle w:val="libArabicChar"/>
          <w:rtl/>
        </w:rPr>
        <w:t xml:space="preserve"> </w:t>
      </w:r>
      <w:r w:rsidRPr="008D6125">
        <w:rPr>
          <w:rStyle w:val="libArabicChar"/>
          <w:rFonts w:hint="cs"/>
          <w:rtl/>
        </w:rPr>
        <w:t>فضعا</w:t>
      </w:r>
      <w:r w:rsidR="00FA2B42" w:rsidRPr="00FA2B42">
        <w:rPr>
          <w:rStyle w:val="libArabicChar"/>
          <w:rFonts w:hint="cs"/>
          <w:rtl/>
        </w:rPr>
        <w:t>ه</w:t>
      </w:r>
      <w:r w:rsidRPr="008D6125">
        <w:rPr>
          <w:rStyle w:val="libArabicChar"/>
          <w:rFonts w:hint="cs"/>
          <w:rtl/>
        </w:rPr>
        <w:t>ُ</w:t>
      </w:r>
      <w:r w:rsidRPr="008D6125">
        <w:rPr>
          <w:rStyle w:val="libArabicChar"/>
          <w:rtl/>
        </w:rPr>
        <w:t xml:space="preserve"> ''</w:t>
      </w:r>
      <w:r w:rsidR="00FA5EFA" w:rsidRPr="00610DB8">
        <w:rPr>
          <w:rStyle w:val="libFootnotenumChar"/>
          <w:rtl/>
          <w:lang w:bidi="ar-SA"/>
        </w:rPr>
        <w:t>(1</w:t>
      </w:r>
      <w:r w:rsidR="00610DB8" w:rsidRPr="00610DB8">
        <w:rPr>
          <w:rStyle w:val="libFootnotenumChar"/>
          <w:rtl/>
          <w:lang w:bidi="ar-SA"/>
        </w:rPr>
        <w:t>)</w:t>
      </w:r>
      <w:r w:rsidR="00FA5EFA">
        <w:rPr>
          <w:rtl/>
        </w:rPr>
        <w:t xml:space="preserve"> </w:t>
      </w:r>
      <w:r>
        <w:rPr>
          <w:rtl/>
        </w:rPr>
        <w:t xml:space="preserve">''آسمان ميں خدا كى طرف سے بندوں پر دو فرشتے مقرر ہيں ' اگر كوئي شخص خدا كے لئے تواضع اور انكسارى كرے تو وہ اسے بلند كر ديتے ہيں اور اگر كوئي شخص تكبرّ كرے تو وہ اسے پست كر ديتے ہيں _ '' </w:t>
      </w:r>
    </w:p>
    <w:p w:rsidR="00E03C34" w:rsidRDefault="00E03C34" w:rsidP="00FA2B42">
      <w:pPr>
        <w:pStyle w:val="libNormal"/>
        <w:rPr>
          <w:rtl/>
        </w:rPr>
      </w:pPr>
      <w:r>
        <w:rPr>
          <w:rtl/>
        </w:rPr>
        <w:t xml:space="preserve">ب ...... تواضع ترّقى كى زينہ ہے _ حضرت امير المومنين على عليہ السلّام فرماتے ہيں : </w:t>
      </w:r>
    </w:p>
    <w:p w:rsidR="00E03C34" w:rsidRDefault="00E03C34" w:rsidP="00FA2B42">
      <w:pPr>
        <w:pStyle w:val="libNormal"/>
        <w:rPr>
          <w:rtl/>
        </w:rPr>
      </w:pPr>
      <w:r w:rsidRPr="008D6125">
        <w:rPr>
          <w:rStyle w:val="libArabicChar"/>
          <w:rtl/>
        </w:rPr>
        <w:t>'' التواضع سلم الشرف ''</w:t>
      </w:r>
      <w:r>
        <w:rPr>
          <w:rtl/>
        </w:rPr>
        <w:t xml:space="preserve"> </w:t>
      </w:r>
      <w:r w:rsidR="0006593C">
        <w:rPr>
          <w:rtl/>
        </w:rPr>
        <w:t xml:space="preserve"> </w:t>
      </w:r>
      <w:r w:rsidR="0006593C" w:rsidRPr="00610DB8">
        <w:rPr>
          <w:rStyle w:val="libFootnotenumChar"/>
          <w:rtl/>
        </w:rPr>
        <w:t>(2)</w:t>
      </w:r>
      <w:r w:rsidR="0006593C">
        <w:rPr>
          <w:rtl/>
        </w:rPr>
        <w:t xml:space="preserve"> </w:t>
      </w:r>
      <w:r w:rsidR="0006593C">
        <w:rPr>
          <w:rtl/>
        </w:rPr>
        <w:cr/>
        <w:t xml:space="preserve"> </w:t>
      </w:r>
      <w:r>
        <w:rPr>
          <w:rtl/>
        </w:rPr>
        <w:t xml:space="preserve">ج ...... تواضع دوسرے كاموں كے منظّم ہونے كا سبب ہے ، حضرت امير (ع) ہى كا ارشاد ہے : </w:t>
      </w:r>
    </w:p>
    <w:p w:rsidR="00E03C34" w:rsidRDefault="00E03C34" w:rsidP="00FA2B42">
      <w:pPr>
        <w:pStyle w:val="libNormal"/>
        <w:rPr>
          <w:rtl/>
        </w:rPr>
      </w:pPr>
      <w:r w:rsidRPr="008D6125">
        <w:rPr>
          <w:rStyle w:val="libArabicChar"/>
          <w:rtl/>
        </w:rPr>
        <w:t>'' بخفض الجناح تنتظم الا مورُ ''</w:t>
      </w:r>
      <w:r>
        <w:rPr>
          <w:rtl/>
        </w:rPr>
        <w:t xml:space="preserve"> 3 </w:t>
      </w:r>
    </w:p>
    <w:p w:rsidR="00E03C34" w:rsidRDefault="00E03C34" w:rsidP="00FA2B42">
      <w:pPr>
        <w:pStyle w:val="libNormal"/>
        <w:rPr>
          <w:rtl/>
        </w:rPr>
      </w:pPr>
      <w:r>
        <w:rPr>
          <w:rtl/>
        </w:rPr>
        <w:t xml:space="preserve">'' تواضع كے سبب بہت سے امور منظم ہو جاتے ہيں _ '' </w:t>
      </w:r>
    </w:p>
    <w:p w:rsidR="00E03C34" w:rsidRDefault="00E03C34" w:rsidP="00FA2B42">
      <w:pPr>
        <w:pStyle w:val="libNormal"/>
        <w:rPr>
          <w:rtl/>
        </w:rPr>
      </w:pPr>
      <w:r>
        <w:rPr>
          <w:rtl/>
        </w:rPr>
        <w:t xml:space="preserve">د ...... تواضع دلوں ميں محبّت پيدا كرتى ہے ، حضرت على عليہ السلّام فرماتے ہيں كہ : </w:t>
      </w:r>
    </w:p>
    <w:p w:rsidR="00E03C34" w:rsidRDefault="006B1525" w:rsidP="000C7CB7">
      <w:pPr>
        <w:pStyle w:val="libLine"/>
        <w:rPr>
          <w:rtl/>
        </w:rPr>
      </w:pPr>
      <w:r>
        <w:rPr>
          <w:rtl/>
        </w:rPr>
        <w:t>____________________</w:t>
      </w:r>
      <w:r w:rsidR="00E03C34">
        <w:rPr>
          <w:rtl/>
        </w:rPr>
        <w:t xml:space="preserve"> </w:t>
      </w:r>
    </w:p>
    <w:p w:rsidR="00E03C34" w:rsidRDefault="00E03C34" w:rsidP="00612652">
      <w:pPr>
        <w:pStyle w:val="libFootnote"/>
        <w:rPr>
          <w:rtl/>
        </w:rPr>
      </w:pPr>
      <w:r>
        <w:rPr>
          <w:rtl/>
        </w:rPr>
        <w:t>1_ وسائل الشيعہ_ ج 11_ ص 215</w:t>
      </w:r>
    </w:p>
    <w:p w:rsidR="00E03C34" w:rsidRDefault="00E03C34" w:rsidP="00612652">
      <w:pPr>
        <w:pStyle w:val="libFootnote"/>
        <w:rPr>
          <w:rtl/>
        </w:rPr>
      </w:pPr>
      <w:r>
        <w:rPr>
          <w:rtl/>
        </w:rPr>
        <w:t>2_ شرح غررالحكم_ ج1_ ص 263</w:t>
      </w:r>
    </w:p>
    <w:p w:rsidR="00E03C34" w:rsidRDefault="00E03C34" w:rsidP="00612652">
      <w:pPr>
        <w:pStyle w:val="libFootnote"/>
        <w:rPr>
          <w:rtl/>
        </w:rPr>
      </w:pPr>
      <w:r>
        <w:rPr>
          <w:rtl/>
        </w:rPr>
        <w:t>3_ شرح غررالحكم_ ج 3_ ص 229</w:t>
      </w:r>
    </w:p>
    <w:p w:rsidR="008D6125" w:rsidRDefault="008D6125" w:rsidP="00FA2B42">
      <w:pPr>
        <w:pStyle w:val="libNormal"/>
        <w:rPr>
          <w:rtl/>
        </w:rPr>
      </w:pPr>
      <w:r>
        <w:rPr>
          <w:rtl/>
        </w:rPr>
        <w:br w:type="page"/>
      </w:r>
    </w:p>
    <w:p w:rsidR="00E03C34" w:rsidRDefault="00E03C34" w:rsidP="00FA2B42">
      <w:pPr>
        <w:pStyle w:val="libArabic"/>
        <w:rPr>
          <w:rtl/>
        </w:rPr>
      </w:pPr>
      <w:r>
        <w:rPr>
          <w:rtl/>
        </w:rPr>
        <w:lastRenderedPageBreak/>
        <w:t xml:space="preserve">ثمرة التواضع المحبّةَ '' </w:t>
      </w:r>
    </w:p>
    <w:p w:rsidR="00E03C34" w:rsidRDefault="00E03C34" w:rsidP="00FA2B42">
      <w:pPr>
        <w:pStyle w:val="libNormal"/>
        <w:rPr>
          <w:rtl/>
        </w:rPr>
      </w:pPr>
      <w:r>
        <w:rPr>
          <w:rtl/>
        </w:rPr>
        <w:t xml:space="preserve">'' تواضع كا پھل محبت ہے '' </w:t>
      </w:r>
    </w:p>
    <w:p w:rsidR="00E03C34" w:rsidRDefault="00E03C34" w:rsidP="00FA2B42">
      <w:pPr>
        <w:pStyle w:val="libNormal"/>
        <w:rPr>
          <w:rtl/>
        </w:rPr>
      </w:pPr>
    </w:p>
    <w:p w:rsidR="00E03C34" w:rsidRDefault="00E03C34" w:rsidP="00FA2B42">
      <w:pPr>
        <w:pStyle w:val="Heading2Center"/>
        <w:rPr>
          <w:rtl/>
        </w:rPr>
      </w:pPr>
      <w:bookmarkStart w:id="89" w:name="_Toc521154880"/>
      <w:r w:rsidRPr="00612652">
        <w:rPr>
          <w:rtl/>
        </w:rPr>
        <w:t>(3)_ تواضع</w:t>
      </w:r>
      <w:r>
        <w:rPr>
          <w:rtl/>
        </w:rPr>
        <w:t xml:space="preserve"> كن لوگوں كے سامنے ؟</w:t>
      </w:r>
      <w:bookmarkEnd w:id="89"/>
    </w:p>
    <w:p w:rsidR="00E03C34" w:rsidRDefault="00E03C34" w:rsidP="00FA2B42">
      <w:pPr>
        <w:pStyle w:val="libNormal"/>
        <w:rPr>
          <w:rtl/>
        </w:rPr>
      </w:pPr>
      <w:r>
        <w:rPr>
          <w:rtl/>
        </w:rPr>
        <w:t xml:space="preserve">اسلامى نقطہ نظر سے ، تواضع صرف دينى بزرگوں ، علمى شخصتيوں اور خدا كى ذات پر ايمان ركھنے والے افراد ہى كے لئے ہونى چاہيئے ، ليكن ذليل لوگوں ، مغروروں يا دولتمندوں كے سامنے ان كى قدرت ، طاقت اور مال و دولت كى وجہ سے تواضع بہت ہى مذموم فعل ہے، اگر خدا كى خوشنودى اور رضا كے حصول سے ہٹ كر كسى اور مقصد كے لئے تواضع كى جائے تو وہ ''ذلّت ،، ميں بدل جائے گى اور انسان كى حقارت اور اس كى انسانى عظمت كى پستى كا موجب بن جائے گى _ </w:t>
      </w:r>
    </w:p>
    <w:p w:rsidR="00E03C34" w:rsidRDefault="00E03C34" w:rsidP="00FA2B42">
      <w:pPr>
        <w:pStyle w:val="libNormal"/>
        <w:rPr>
          <w:rtl/>
        </w:rPr>
      </w:pPr>
      <w:r>
        <w:rPr>
          <w:rtl/>
        </w:rPr>
        <w:t xml:space="preserve">'' </w:t>
      </w:r>
      <w:r w:rsidRPr="008D6125">
        <w:rPr>
          <w:rStyle w:val="libArabicChar"/>
          <w:rtl/>
        </w:rPr>
        <w:t>من اتى غنيا يتواضع ل</w:t>
      </w:r>
      <w:r w:rsidR="00FA2B42" w:rsidRPr="00FA2B42">
        <w:rPr>
          <w:rStyle w:val="libArabicChar"/>
          <w:rFonts w:hint="cs"/>
          <w:rtl/>
        </w:rPr>
        <w:t>ه</w:t>
      </w:r>
      <w:r w:rsidRPr="008D6125">
        <w:rPr>
          <w:rStyle w:val="libArabicChar"/>
          <w:rtl/>
        </w:rPr>
        <w:t xml:space="preserve"> </w:t>
      </w:r>
      <w:r w:rsidRPr="008D6125">
        <w:rPr>
          <w:rStyle w:val="libArabicChar"/>
          <w:rFonts w:hint="cs"/>
          <w:rtl/>
        </w:rPr>
        <w:t>لاجل</w:t>
      </w:r>
      <w:r w:rsidRPr="008D6125">
        <w:rPr>
          <w:rStyle w:val="libArabicChar"/>
          <w:rtl/>
        </w:rPr>
        <w:t xml:space="preserve"> </w:t>
      </w:r>
      <w:r w:rsidRPr="008D6125">
        <w:rPr>
          <w:rStyle w:val="libArabicChar"/>
          <w:rFonts w:hint="cs"/>
          <w:rtl/>
        </w:rPr>
        <w:t>دنيا</w:t>
      </w:r>
      <w:r w:rsidR="00FA2B42" w:rsidRPr="00FA2B42">
        <w:rPr>
          <w:rStyle w:val="libArabicChar"/>
          <w:rFonts w:hint="cs"/>
          <w:rtl/>
        </w:rPr>
        <w:t>ه</w:t>
      </w:r>
      <w:r w:rsidRPr="008D6125">
        <w:rPr>
          <w:rStyle w:val="libArabicChar"/>
          <w:rtl/>
        </w:rPr>
        <w:t xml:space="preserve"> </w:t>
      </w:r>
      <w:r w:rsidRPr="008D6125">
        <w:rPr>
          <w:rStyle w:val="libArabicChar"/>
          <w:rFonts w:hint="cs"/>
          <w:rtl/>
        </w:rPr>
        <w:t>ذ</w:t>
      </w:r>
      <w:r w:rsidR="00FA2B42" w:rsidRPr="00FA2B42">
        <w:rPr>
          <w:rStyle w:val="libArabicChar"/>
          <w:rFonts w:hint="cs"/>
          <w:rtl/>
        </w:rPr>
        <w:t>ه</w:t>
      </w:r>
      <w:r w:rsidRPr="008D6125">
        <w:rPr>
          <w:rStyle w:val="libArabicChar"/>
          <w:rFonts w:hint="cs"/>
          <w:rtl/>
        </w:rPr>
        <w:t>ب</w:t>
      </w:r>
      <w:r w:rsidRPr="008D6125">
        <w:rPr>
          <w:rStyle w:val="libArabicChar"/>
          <w:rtl/>
        </w:rPr>
        <w:t xml:space="preserve"> </w:t>
      </w:r>
      <w:r w:rsidRPr="008D6125">
        <w:rPr>
          <w:rStyle w:val="libArabicChar"/>
          <w:rFonts w:hint="cs"/>
          <w:rtl/>
        </w:rPr>
        <w:t>ثلثا</w:t>
      </w:r>
      <w:r w:rsidRPr="008D6125">
        <w:rPr>
          <w:rStyle w:val="libArabicChar"/>
          <w:rtl/>
        </w:rPr>
        <w:t xml:space="preserve"> </w:t>
      </w:r>
      <w:r w:rsidRPr="008D6125">
        <w:rPr>
          <w:rStyle w:val="libArabicChar"/>
          <w:rFonts w:hint="cs"/>
          <w:rtl/>
        </w:rPr>
        <w:t>د</w:t>
      </w:r>
      <w:r w:rsidRPr="008D6125">
        <w:rPr>
          <w:rStyle w:val="libArabicChar"/>
          <w:rtl/>
        </w:rPr>
        <w:t>ين</w:t>
      </w:r>
      <w:r w:rsidR="00FA2B42" w:rsidRPr="00FA2B42">
        <w:rPr>
          <w:rStyle w:val="libArabicChar"/>
          <w:rFonts w:hint="cs"/>
          <w:rtl/>
        </w:rPr>
        <w:t>ه</w:t>
      </w:r>
      <w:r w:rsidRPr="008D6125">
        <w:rPr>
          <w:rStyle w:val="libArabicChar"/>
          <w:rtl/>
        </w:rPr>
        <w:t xml:space="preserve"> ''</w:t>
      </w:r>
      <w:r w:rsidR="00FA5EFA" w:rsidRPr="00610DB8">
        <w:rPr>
          <w:rStyle w:val="libFootnotenumChar"/>
          <w:rtl/>
          <w:lang w:bidi="ar-SA"/>
        </w:rPr>
        <w:t>(1</w:t>
      </w:r>
      <w:r w:rsidR="00610DB8" w:rsidRPr="00610DB8">
        <w:rPr>
          <w:rStyle w:val="libFootnotenumChar"/>
          <w:rtl/>
          <w:lang w:bidi="ar-SA"/>
        </w:rPr>
        <w:t>)</w:t>
      </w:r>
      <w:r w:rsidR="00FA5EFA">
        <w:rPr>
          <w:rtl/>
        </w:rPr>
        <w:t xml:space="preserve"> </w:t>
      </w:r>
      <w:r>
        <w:rPr>
          <w:rtl/>
        </w:rPr>
        <w:t xml:space="preserve">''جو كسى مالدار شخص كے پاس جاكر اس دولت و دنياكى وجہ سے اس كے سامنے تواضع كرتا ہے تو اس كا دوتہائي دين ختم ہو جاتا ہے ''_ </w:t>
      </w:r>
    </w:p>
    <w:p w:rsidR="00E03C34" w:rsidRDefault="00E03C34" w:rsidP="00FA2B42">
      <w:pPr>
        <w:pStyle w:val="libNormal"/>
        <w:rPr>
          <w:rtl/>
        </w:rPr>
      </w:pPr>
    </w:p>
    <w:p w:rsidR="00E03C34" w:rsidRDefault="00E03C34" w:rsidP="00FA2B42">
      <w:pPr>
        <w:pStyle w:val="Heading2Center"/>
        <w:rPr>
          <w:rtl/>
        </w:rPr>
      </w:pPr>
      <w:bookmarkStart w:id="90" w:name="_Toc521154881"/>
      <w:r w:rsidRPr="00612652">
        <w:rPr>
          <w:rtl/>
        </w:rPr>
        <w:t>(4) _ رسول</w:t>
      </w:r>
      <w:r>
        <w:rPr>
          <w:rtl/>
        </w:rPr>
        <w:t xml:space="preserve"> اكرم (ص) كى تواضع :</w:t>
      </w:r>
      <w:bookmarkEnd w:id="90"/>
    </w:p>
    <w:p w:rsidR="00E03C34" w:rsidRDefault="00E03C34" w:rsidP="00FA2B42">
      <w:pPr>
        <w:pStyle w:val="libNormal"/>
        <w:rPr>
          <w:rtl/>
        </w:rPr>
      </w:pPr>
      <w:r>
        <w:rPr>
          <w:rtl/>
        </w:rPr>
        <w:t xml:space="preserve">خدا وند عالم كے برگزيدہ لوگوں ميں سے رسول خدا محمّدمصلفى صّلى اللہ عليہ وآلہ وسّلم كى ذات وشخصيت اعلى درجہ كى حامل تھى ، ليكن اس كے باوجود آپ(ع) كے اندر اعلى درجہ كى فروتنى اور انكسارى پائي جاتى تھى _ </w:t>
      </w:r>
    </w:p>
    <w:p w:rsidR="00E03C34" w:rsidRDefault="00E03C34" w:rsidP="00FA2B42">
      <w:pPr>
        <w:pStyle w:val="libNormal"/>
        <w:rPr>
          <w:rtl/>
        </w:rPr>
      </w:pPr>
      <w:r>
        <w:rPr>
          <w:rtl/>
        </w:rPr>
        <w:t xml:space="preserve">آپ(ص) تواضع كى بنا پر اپنى بھيڑ بكريوں كو خود ہى چارہ ديتے تھے ،اپنے مقّدس </w:t>
      </w:r>
    </w:p>
    <w:p w:rsidR="00E03C34" w:rsidRDefault="006B1525" w:rsidP="000C7CB7">
      <w:pPr>
        <w:pStyle w:val="libLine"/>
        <w:rPr>
          <w:rtl/>
        </w:rPr>
      </w:pPr>
      <w:r>
        <w:rPr>
          <w:rtl/>
        </w:rPr>
        <w:t>____________________</w:t>
      </w:r>
      <w:r w:rsidR="00E03C34">
        <w:rPr>
          <w:rtl/>
        </w:rPr>
        <w:t xml:space="preserve"> </w:t>
      </w:r>
    </w:p>
    <w:p w:rsidR="00E03C34" w:rsidRPr="008D6125" w:rsidRDefault="00E03C34" w:rsidP="00FA2B42">
      <w:pPr>
        <w:pStyle w:val="libNormal"/>
        <w:rPr>
          <w:rStyle w:val="libFootnoteChar"/>
          <w:rtl/>
        </w:rPr>
      </w:pPr>
      <w:r>
        <w:rPr>
          <w:rtl/>
        </w:rPr>
        <w:t>1</w:t>
      </w:r>
      <w:r w:rsidRPr="008D6125">
        <w:rPr>
          <w:rStyle w:val="libFootnoteChar"/>
          <w:rtl/>
        </w:rPr>
        <w:t>_ بحارالانوار_ ج 75_ ص 69</w:t>
      </w:r>
    </w:p>
    <w:p w:rsidR="008D6125" w:rsidRDefault="008D6125" w:rsidP="00FA2B42">
      <w:pPr>
        <w:pStyle w:val="libNormal"/>
        <w:rPr>
          <w:rtl/>
        </w:rPr>
      </w:pPr>
      <w:r>
        <w:rPr>
          <w:rtl/>
        </w:rPr>
        <w:br w:type="page"/>
      </w:r>
    </w:p>
    <w:p w:rsidR="00E03C34" w:rsidRDefault="00E03C34" w:rsidP="00FA2B42">
      <w:pPr>
        <w:pStyle w:val="libNormal"/>
        <w:rPr>
          <w:rtl/>
        </w:rPr>
      </w:pPr>
      <w:r>
        <w:rPr>
          <w:rtl/>
        </w:rPr>
        <w:lastRenderedPageBreak/>
        <w:t xml:space="preserve"> </w:t>
      </w:r>
    </w:p>
    <w:p w:rsidR="00E03C34" w:rsidRDefault="00E03C34" w:rsidP="00FA2B42">
      <w:pPr>
        <w:pStyle w:val="libNormal"/>
        <w:rPr>
          <w:rtl/>
        </w:rPr>
      </w:pPr>
      <w:r>
        <w:rPr>
          <w:rtl/>
        </w:rPr>
        <w:t xml:space="preserve">ہاتھوں سے ان كا دودھ دوہتے تھے ، اپنے پھٹے پرانے كپڑوں اور جوتوں كو خود ہى ٹانكے لگاتے تھے ، اپنے نوكروں كے ساتھ بيٹھ كر كھانا كھاتے تھے ، چكّى پيسنے ميں اپنے خدمتگاروں كا ہاتھ بٹاتے تھے ، بازار سے سودا سلف خريد كر اپنے گھر خود لے جاتے تھے ، ہر امير غريب اور چھوٹے بڑے شخص سے مصافحہ كرتے تھے ، سلام كرنے ميں پہل كرتے تھے اور تمام مومنين كى دعوت كو قبول فرماتے تھے </w:t>
      </w:r>
      <w:r w:rsidR="00FA5EFA" w:rsidRPr="00610DB8">
        <w:rPr>
          <w:rStyle w:val="libFootnotenumChar"/>
          <w:rtl/>
          <w:lang w:bidi="ar-SA"/>
        </w:rPr>
        <w:t>(1</w:t>
      </w:r>
      <w:r w:rsidR="00610DB8" w:rsidRPr="00610DB8">
        <w:rPr>
          <w:rStyle w:val="libFootnotenumChar"/>
          <w:rtl/>
          <w:lang w:bidi="ar-SA"/>
        </w:rPr>
        <w:t>)</w:t>
      </w:r>
      <w:r w:rsidR="00FA5EFA">
        <w:rPr>
          <w:rtl/>
        </w:rPr>
        <w:t xml:space="preserve"> </w:t>
      </w:r>
    </w:p>
    <w:p w:rsidR="00E03C34" w:rsidRDefault="00E03C34" w:rsidP="00FA2B42">
      <w:pPr>
        <w:pStyle w:val="Heading2Center"/>
        <w:rPr>
          <w:rtl/>
        </w:rPr>
      </w:pPr>
      <w:bookmarkStart w:id="91" w:name="_Toc521154882"/>
      <w:r w:rsidRPr="00612652">
        <w:rPr>
          <w:rtl/>
        </w:rPr>
        <w:t>(5) _ حضرت</w:t>
      </w:r>
      <w:r>
        <w:rPr>
          <w:rtl/>
        </w:rPr>
        <w:t xml:space="preserve"> عيسى عليه السلام سے ايك سبق :</w:t>
      </w:r>
      <w:bookmarkEnd w:id="91"/>
    </w:p>
    <w:p w:rsidR="00E03C34" w:rsidRDefault="00E03C34" w:rsidP="00FA2B42">
      <w:pPr>
        <w:pStyle w:val="libNormal"/>
        <w:rPr>
          <w:rtl/>
        </w:rPr>
      </w:pPr>
      <w:r>
        <w:rPr>
          <w:rtl/>
        </w:rPr>
        <w:t xml:space="preserve">ايك دن حضرت عيسى _نے اپنے ساتھيوں سے فرمايا : '' تم سے ميرى ايك درخواست ہے '' انہوں نے عرض كيا : '' اے روح خدا حكم فرمائيں ، ہم آپ كى خدمت ميں حاضر ہيں '' ،فرمايا : '' آج ميں چاہتا ہوں كہ تمہارے پائوں دھلائوں ''_ </w:t>
      </w:r>
    </w:p>
    <w:p w:rsidR="00E03C34" w:rsidRDefault="00E03C34" w:rsidP="00FA2B42">
      <w:pPr>
        <w:pStyle w:val="libNormal"/>
        <w:rPr>
          <w:rtl/>
        </w:rPr>
      </w:pPr>
      <w:r>
        <w:rPr>
          <w:rtl/>
        </w:rPr>
        <w:t xml:space="preserve">يہ كہا اور اٹھ كھڑے ہوے اور ان كے پائوں دھلا دئے _ انہوں نے عرض كيا : ''اے روح خدا يہ كام تو ہميں كرنا چاہئے ، آپ نے ايسا كيوں كيا ؟ ، فرمايا : </w:t>
      </w:r>
    </w:p>
    <w:p w:rsidR="00E03C34" w:rsidRDefault="00E03C34" w:rsidP="00FA2B42">
      <w:pPr>
        <w:pStyle w:val="libNormal"/>
        <w:rPr>
          <w:rtl/>
        </w:rPr>
      </w:pPr>
      <w:r>
        <w:rPr>
          <w:rtl/>
        </w:rPr>
        <w:t xml:space="preserve">'' لوگوں كى خدمت كرنے ميں عالم اس بات كا زيادہ حقدار ہوتا ہے ، ميں نے اس طرح سے تواضع كر كے تمہيں سبق ديا ہے كہ ميرے بعد تمہيں لوگوں كے درميان تواضع سے كام لينا ہے _ '' </w:t>
      </w:r>
    </w:p>
    <w:p w:rsidR="00E03C34" w:rsidRDefault="00E03C34" w:rsidP="00FA2B42">
      <w:pPr>
        <w:pStyle w:val="libNormal"/>
        <w:rPr>
          <w:rtl/>
        </w:rPr>
      </w:pPr>
      <w:r>
        <w:rPr>
          <w:rtl/>
        </w:rPr>
        <w:t xml:space="preserve">پھر فرمايا : ''تواضع ہى كى وجہ سے حكمت اور دانائي كى عمارت استوار ہوتى ہے نہ كہ تكبرّ كى وجہ سے ' زراعت ہموار زمين ميں نشوونما پاتى ہے نہ كہ پہاڑوں پر _ '' 2 </w:t>
      </w:r>
    </w:p>
    <w:p w:rsidR="00E03C34" w:rsidRDefault="006B1525" w:rsidP="000C7CB7">
      <w:pPr>
        <w:pStyle w:val="libLine"/>
        <w:rPr>
          <w:rtl/>
        </w:rPr>
      </w:pPr>
      <w:r>
        <w:rPr>
          <w:rtl/>
        </w:rPr>
        <w:t>____________________</w:t>
      </w:r>
      <w:r w:rsidR="00E03C34">
        <w:rPr>
          <w:rtl/>
        </w:rPr>
        <w:t xml:space="preserve"> </w:t>
      </w:r>
    </w:p>
    <w:p w:rsidR="00E03C34" w:rsidRDefault="00E03C34" w:rsidP="00FA2B42">
      <w:pPr>
        <w:pStyle w:val="libFootnote"/>
        <w:rPr>
          <w:rtl/>
        </w:rPr>
      </w:pPr>
      <w:r>
        <w:rPr>
          <w:rtl/>
        </w:rPr>
        <w:t>1_ بحارالانوار 0 ج 70_ ص 208</w:t>
      </w:r>
    </w:p>
    <w:p w:rsidR="00E03C34" w:rsidRDefault="00E03C34" w:rsidP="00FA2B42">
      <w:pPr>
        <w:pStyle w:val="libFootnote"/>
        <w:rPr>
          <w:rtl/>
        </w:rPr>
      </w:pPr>
      <w:r>
        <w:rPr>
          <w:rtl/>
        </w:rPr>
        <w:t>2_ اصول كافى _ ج1_ ص 45 _ ترجمہ مصطفوي_</w:t>
      </w:r>
    </w:p>
    <w:p w:rsidR="008D6125" w:rsidRDefault="008D6125" w:rsidP="00FA2B42">
      <w:pPr>
        <w:pStyle w:val="libNormal"/>
        <w:rPr>
          <w:rtl/>
        </w:rPr>
      </w:pPr>
      <w:r>
        <w:rPr>
          <w:rtl/>
        </w:rPr>
        <w:br w:type="page"/>
      </w:r>
    </w:p>
    <w:p w:rsidR="00E03C34" w:rsidRDefault="00E03C34" w:rsidP="00FA2B42">
      <w:pPr>
        <w:pStyle w:val="Heading2Center"/>
        <w:rPr>
          <w:rtl/>
        </w:rPr>
      </w:pPr>
      <w:bookmarkStart w:id="92" w:name="_Toc521154883"/>
      <w:r w:rsidRPr="00612652">
        <w:rPr>
          <w:rtl/>
        </w:rPr>
        <w:lastRenderedPageBreak/>
        <w:t>(6) ... حضرت</w:t>
      </w:r>
      <w:r>
        <w:rPr>
          <w:rtl/>
        </w:rPr>
        <w:t xml:space="preserve"> امام زين العابدين (ع) كى انكسارى :</w:t>
      </w:r>
      <w:bookmarkEnd w:id="92"/>
    </w:p>
    <w:p w:rsidR="00E03C34" w:rsidRDefault="00E03C34" w:rsidP="00FA2B42">
      <w:pPr>
        <w:pStyle w:val="libNormal"/>
        <w:rPr>
          <w:rtl/>
        </w:rPr>
      </w:pPr>
      <w:r>
        <w:rPr>
          <w:rtl/>
        </w:rPr>
        <w:t xml:space="preserve">حضرت امام محمد باقر عليه السلام فرماتے ہيں كہ ميرے والد ( امام زين العابدين عليہ السلّام ) ايسے لوگوں كے ساتھ سفر كرتے تھے جو انہيں نہيں پہچانتے تھے ، اور قافلہ والوں سے يہ عہد ليتے تھے كہ ميں تمہارى ضروريات كو پورا كروں گا _ </w:t>
      </w:r>
    </w:p>
    <w:p w:rsidR="00E03C34" w:rsidRDefault="00E03C34" w:rsidP="00FA2B42">
      <w:pPr>
        <w:pStyle w:val="libNormal"/>
        <w:rPr>
          <w:rtl/>
        </w:rPr>
      </w:pPr>
      <w:r>
        <w:rPr>
          <w:rtl/>
        </w:rPr>
        <w:t xml:space="preserve">ايك سفر كے دوران آپ(ع) مسافروں كى خدمت ميں سرگرم عمل تھے كہ ايك شخص نے آپ(ص) كو پہچان ليا ، اور قافلہ والوں سے كہا : </w:t>
      </w:r>
    </w:p>
    <w:p w:rsidR="00E03C34" w:rsidRDefault="00E03C34" w:rsidP="00FA2B42">
      <w:pPr>
        <w:pStyle w:val="libNormal"/>
        <w:rPr>
          <w:rtl/>
        </w:rPr>
      </w:pPr>
      <w:r>
        <w:rPr>
          <w:rtl/>
        </w:rPr>
        <w:t xml:space="preserve">'' تمہيں معلوم نہيں كہ يہ كون ہيں ؟ يہ تو على ابن الحسين (عليه السلام) ( امام زين العابدين (عليه السلام) ) ہيں _ '' </w:t>
      </w:r>
    </w:p>
    <w:p w:rsidR="00E03C34" w:rsidRDefault="00E03C34" w:rsidP="00FA2B42">
      <w:pPr>
        <w:pStyle w:val="libNormal"/>
        <w:rPr>
          <w:rtl/>
        </w:rPr>
      </w:pPr>
      <w:r>
        <w:rPr>
          <w:rtl/>
        </w:rPr>
        <w:t xml:space="preserve">يہ سنكر سب لوگ آپ(ع) كے گرد جمع ہو گئے اور آپ(ع) كے ہاتھ پائوں كو بوسے دينے لگے، اورعرض كرنے لگے ... فرزند رسول (ص) آيا آپ (ع) چاہتے ہيں كہ ہم جہّنم ميںچلے جائيں ؟ اگر ہم آپ(ع) كى شان ميں گستاخى كرتے تو بدبخت ہو جاتے ، آخر آپ(ع) ايسا كيوں كر رہے ہيں ؟ </w:t>
      </w:r>
    </w:p>
    <w:p w:rsidR="00612652" w:rsidRDefault="00E03C34" w:rsidP="00612652">
      <w:pPr>
        <w:pStyle w:val="libNormal"/>
        <w:rPr>
          <w:rtl/>
        </w:rPr>
      </w:pPr>
      <w:r>
        <w:rPr>
          <w:rtl/>
        </w:rPr>
        <w:t>امام (ع) نے جواب ديا : '' ايك مرتبہ ميں نے واقف كار لوگوں كے ساتھ سفر كيا ، انہوں نے رسول (ص) خدا كے احترام كى وجہ سے ميرا بے حداحترام كيا ، مجھے اس بات كا خوف تھا كہ تم لوگ بھى ميرے ساتھ وہى سلوك كرو ، اسى لئے ايك اجنبى كى صورت ميں نے تمہارے ساتھ سفر كو اختيار كيا ''</w:t>
      </w:r>
      <w:r w:rsidR="00FA5EFA" w:rsidRPr="00612652">
        <w:rPr>
          <w:rStyle w:val="libFootnotenumChar"/>
          <w:rtl/>
          <w:lang w:bidi="ar-SA"/>
        </w:rPr>
        <w:t>(1 )</w:t>
      </w:r>
    </w:p>
    <w:p w:rsidR="00E03C34" w:rsidRDefault="00FA5EFA" w:rsidP="00612652">
      <w:pPr>
        <w:pStyle w:val="libNormal"/>
        <w:rPr>
          <w:rtl/>
        </w:rPr>
      </w:pPr>
      <w:r>
        <w:rPr>
          <w:rtl/>
        </w:rPr>
        <w:t xml:space="preserve"> </w:t>
      </w:r>
      <w:r w:rsidR="006B1525">
        <w:rPr>
          <w:rtl/>
        </w:rPr>
        <w:t>____________________</w:t>
      </w:r>
      <w:r w:rsidR="00E03C34">
        <w:rPr>
          <w:rtl/>
        </w:rPr>
        <w:t xml:space="preserve"> </w:t>
      </w:r>
    </w:p>
    <w:p w:rsidR="00E03C34" w:rsidRPr="008D6125" w:rsidRDefault="00E03C34" w:rsidP="00FA2B42">
      <w:pPr>
        <w:pStyle w:val="libNormal"/>
        <w:rPr>
          <w:rStyle w:val="libFootnoteChar"/>
          <w:rtl/>
        </w:rPr>
      </w:pPr>
      <w:r>
        <w:rPr>
          <w:rtl/>
        </w:rPr>
        <w:t>1</w:t>
      </w:r>
      <w:r w:rsidRPr="008D6125">
        <w:rPr>
          <w:rStyle w:val="libFootnoteChar"/>
          <w:rtl/>
        </w:rPr>
        <w:t>_ سفينة البحار _ ج 1_ ص 382</w:t>
      </w:r>
    </w:p>
    <w:p w:rsidR="008D6125" w:rsidRDefault="008D6125" w:rsidP="00FA2B42">
      <w:pPr>
        <w:pStyle w:val="libNormal"/>
        <w:rPr>
          <w:rtl/>
        </w:rPr>
      </w:pPr>
      <w:r>
        <w:rPr>
          <w:rtl/>
        </w:rPr>
        <w:br w:type="page"/>
      </w:r>
    </w:p>
    <w:p w:rsidR="008D6125" w:rsidRDefault="008D6125" w:rsidP="00FA2B42">
      <w:pPr>
        <w:pStyle w:val="libNormal"/>
        <w:rPr>
          <w:rtl/>
        </w:rPr>
      </w:pPr>
    </w:p>
    <w:p w:rsidR="00E03C34" w:rsidRDefault="00E03C34" w:rsidP="00FA2B42">
      <w:pPr>
        <w:pStyle w:val="Heading2Center"/>
        <w:rPr>
          <w:rtl/>
        </w:rPr>
      </w:pPr>
      <w:bookmarkStart w:id="93" w:name="_Toc521154884"/>
      <w:r w:rsidRPr="00612652">
        <w:rPr>
          <w:rtl/>
        </w:rPr>
        <w:t>(7) ...</w:t>
      </w:r>
      <w:r>
        <w:rPr>
          <w:rtl/>
        </w:rPr>
        <w:t xml:space="preserve"> تواضع سے متعلّق چند نكات :</w:t>
      </w:r>
      <w:bookmarkEnd w:id="93"/>
    </w:p>
    <w:p w:rsidR="00E03C34" w:rsidRDefault="00E03C34" w:rsidP="00FA2B42">
      <w:pPr>
        <w:pStyle w:val="libNormal"/>
        <w:rPr>
          <w:rtl/>
        </w:rPr>
      </w:pPr>
      <w:r>
        <w:rPr>
          <w:rtl/>
        </w:rPr>
        <w:t xml:space="preserve">1) ...... ہم سلام كرنے ميں دوسروں سے پہل كريں اور كسى سے سلام كى اميد نہ ركھيں _ </w:t>
      </w:r>
    </w:p>
    <w:p w:rsidR="00E03C34" w:rsidRDefault="00E03C34" w:rsidP="00FA2B42">
      <w:pPr>
        <w:pStyle w:val="libNormal"/>
        <w:rPr>
          <w:rtl/>
        </w:rPr>
      </w:pPr>
      <w:r>
        <w:rPr>
          <w:rtl/>
        </w:rPr>
        <w:t xml:space="preserve">2) ...... مجلس ميں جہاں جگہ خالى ہو وہيں بيٹھ جائيں _ </w:t>
      </w:r>
    </w:p>
    <w:p w:rsidR="00E03C34" w:rsidRDefault="00E03C34" w:rsidP="00FA2B42">
      <w:pPr>
        <w:pStyle w:val="libNormal"/>
        <w:rPr>
          <w:rtl/>
        </w:rPr>
      </w:pPr>
      <w:r>
        <w:rPr>
          <w:rtl/>
        </w:rPr>
        <w:t xml:space="preserve">3) ...... دوسرے لوگوں پر حكم نہ چلائيں يا انہيں كسى كام كا حكم نہ ديں _ </w:t>
      </w:r>
    </w:p>
    <w:p w:rsidR="00E03C34" w:rsidRDefault="00E03C34" w:rsidP="00FA2B42">
      <w:pPr>
        <w:pStyle w:val="libNormal"/>
        <w:rPr>
          <w:rtl/>
        </w:rPr>
      </w:pPr>
      <w:r>
        <w:rPr>
          <w:rtl/>
        </w:rPr>
        <w:t xml:space="preserve">4) ...... اپنے ذاتى كاموں كو خود انجام ديں _ </w:t>
      </w:r>
    </w:p>
    <w:p w:rsidR="00E03C34" w:rsidRDefault="00E03C34" w:rsidP="00FA2B42">
      <w:pPr>
        <w:pStyle w:val="libNormal"/>
        <w:rPr>
          <w:rtl/>
        </w:rPr>
      </w:pPr>
      <w:r>
        <w:rPr>
          <w:rtl/>
        </w:rPr>
        <w:t xml:space="preserve">5) ...... اپنے ماتحت لوگوں كو اپنا معاون سمجھيں _ </w:t>
      </w:r>
    </w:p>
    <w:p w:rsidR="00E03C34" w:rsidRDefault="00E03C34" w:rsidP="00FA2B42">
      <w:pPr>
        <w:pStyle w:val="libNormal"/>
        <w:rPr>
          <w:rtl/>
        </w:rPr>
      </w:pPr>
      <w:r>
        <w:rPr>
          <w:rtl/>
        </w:rPr>
        <w:t xml:space="preserve">6) ......بحث و مباحثہ اور لڑائي جھگڑا سے دور رہيں _ </w:t>
      </w:r>
    </w:p>
    <w:p w:rsidR="00E03C34" w:rsidRDefault="00E03C34" w:rsidP="00FA2B42">
      <w:pPr>
        <w:pStyle w:val="libNormal"/>
        <w:rPr>
          <w:rtl/>
        </w:rPr>
      </w:pPr>
      <w:r>
        <w:rPr>
          <w:rtl/>
        </w:rPr>
        <w:t xml:space="preserve">7) ...... خدا ہى كے لئے كام كريں اور لوگوں سے داد وتحسين وصول كرنے كى اميد نہ ركھيں _ </w:t>
      </w:r>
    </w:p>
    <w:p w:rsidR="00E03C34" w:rsidRDefault="00E03C34" w:rsidP="00FA2B42">
      <w:pPr>
        <w:pStyle w:val="libNormal"/>
        <w:rPr>
          <w:rtl/>
        </w:rPr>
      </w:pPr>
      <w:r>
        <w:rPr>
          <w:rtl/>
        </w:rPr>
        <w:t xml:space="preserve">8) ...... خود كو قيمتى اور فاخرہ لباس پہننے كا پابند نہ بنائيں _ </w:t>
      </w:r>
    </w:p>
    <w:p w:rsidR="00E03C34" w:rsidRDefault="00E03C34" w:rsidP="00FA2B42">
      <w:pPr>
        <w:pStyle w:val="libNormal"/>
        <w:rPr>
          <w:rtl/>
        </w:rPr>
      </w:pPr>
      <w:r>
        <w:rPr>
          <w:rtl/>
        </w:rPr>
        <w:t xml:space="preserve">9) ...... سفر كے دوران اپنے ہمسفر لوگوں كى خدمت كريں </w:t>
      </w:r>
    </w:p>
    <w:p w:rsidR="00E03C34" w:rsidRDefault="00E03C34" w:rsidP="00FA2B42">
      <w:pPr>
        <w:pStyle w:val="libNormal"/>
        <w:rPr>
          <w:rtl/>
        </w:rPr>
      </w:pPr>
      <w:r>
        <w:rPr>
          <w:rtl/>
        </w:rPr>
        <w:t xml:space="preserve">10) ...... حق اور حق كے قانون كى اطاعت كريں _ </w:t>
      </w:r>
    </w:p>
    <w:p w:rsidR="00E03C34" w:rsidRDefault="00E03C34" w:rsidP="00FA2B42">
      <w:pPr>
        <w:pStyle w:val="libNormal"/>
        <w:rPr>
          <w:rtl/>
        </w:rPr>
      </w:pPr>
      <w:r>
        <w:rPr>
          <w:rtl/>
        </w:rPr>
        <w:t xml:space="preserve">11) ...... بزرگوں كى زندگى كا مطالعہ كريں اور اس سے سبق حاصل كريں _ </w:t>
      </w:r>
    </w:p>
    <w:p w:rsidR="00E03C34" w:rsidRDefault="00E03C34" w:rsidP="00FA2B42">
      <w:pPr>
        <w:pStyle w:val="libNormal"/>
        <w:rPr>
          <w:rtl/>
        </w:rPr>
      </w:pPr>
      <w:r>
        <w:rPr>
          <w:rtl/>
        </w:rPr>
        <w:br w:type="page"/>
      </w:r>
    </w:p>
    <w:sdt>
      <w:sdtPr>
        <w:rPr>
          <w:rtl/>
        </w:rPr>
        <w:id w:val="-1234302646"/>
        <w:docPartObj>
          <w:docPartGallery w:val="Table of Contents"/>
          <w:docPartUnique/>
        </w:docPartObj>
      </w:sdtPr>
      <w:sdtEndPr>
        <w:rPr>
          <w:bCs w:val="0"/>
          <w:color w:val="000000" w:themeColor="text1"/>
        </w:rPr>
      </w:sdtEndPr>
      <w:sdtContent>
        <w:p w:rsidR="00A30DE0" w:rsidRPr="00A30DE0" w:rsidRDefault="00A30DE0" w:rsidP="00A30DE0">
          <w:pPr>
            <w:pStyle w:val="Heading2Center"/>
          </w:pPr>
          <w:r w:rsidRPr="00A30DE0">
            <w:rPr>
              <w:rFonts w:hint="cs"/>
              <w:rtl/>
            </w:rPr>
            <w:t>فہرست</w:t>
          </w:r>
        </w:p>
        <w:p w:rsidR="00A30DE0" w:rsidRDefault="00A30DE0">
          <w:pPr>
            <w:pStyle w:val="TOC2"/>
            <w:rPr>
              <w:rFonts w:asciiTheme="minorHAnsi" w:eastAsiaTheme="minorEastAsia" w:hAnsiTheme="minorHAnsi" w:cstheme="minorBidi"/>
              <w:b w:val="0"/>
              <w:color w:val="auto"/>
              <w:sz w:val="22"/>
              <w:szCs w:val="22"/>
              <w:rtl/>
            </w:rPr>
          </w:pPr>
          <w:r>
            <w:fldChar w:fldCharType="begin"/>
          </w:r>
          <w:r>
            <w:instrText xml:space="preserve"> TOC \o "1-3" \h \z \u </w:instrText>
          </w:r>
          <w:r>
            <w:fldChar w:fldCharType="separate"/>
          </w:r>
          <w:hyperlink w:anchor="_Toc521154791" w:history="1">
            <w:r w:rsidRPr="00682239">
              <w:rPr>
                <w:rStyle w:val="Hyperlink"/>
                <w:rtl/>
              </w:rPr>
              <w:t>پيش لفظ:</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Toc521154791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792" w:history="1">
            <w:r w:rsidRPr="00682239">
              <w:rPr>
                <w:rStyle w:val="Hyperlink"/>
                <w:rtl/>
              </w:rPr>
              <w:t>پہلا سبق: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Toc521154792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793" w:history="1">
            <w:r w:rsidRPr="00682239">
              <w:rPr>
                <w:rStyle w:val="Hyperlink"/>
                <w:rtl/>
              </w:rPr>
              <w:t>اخلاق حسنہ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Toc521154793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794" w:history="1">
            <w:r w:rsidRPr="00682239">
              <w:rPr>
                <w:rStyle w:val="Hyperlink"/>
                <w:rtl/>
              </w:rPr>
              <w:t>1)_'' حسن خلق'' كا معني: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Toc521154794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795" w:history="1">
            <w:r w:rsidRPr="00682239">
              <w:rPr>
                <w:rStyle w:val="Hyperlink"/>
                <w:rtl/>
              </w:rPr>
              <w:t>اسلام ميں اخلاق حسنہ كا مقام: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Toc521154795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796" w:history="1">
            <w:r w:rsidRPr="00682239">
              <w:rPr>
                <w:rStyle w:val="Hyperlink"/>
                <w:rtl/>
              </w:rPr>
              <w:t>2)_معصومين (ع) كے ارشادات: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Toc521154796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797" w:history="1">
            <w:r w:rsidRPr="00682239">
              <w:rPr>
                <w:rStyle w:val="Hyperlink"/>
                <w:rtl/>
              </w:rPr>
              <w:t>3)_اخلاق معصومين (ع) كے چند نمونے: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Toc521154797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798" w:history="1">
            <w:r w:rsidRPr="00682239">
              <w:rPr>
                <w:rStyle w:val="Hyperlink"/>
                <w:rtl/>
              </w:rPr>
              <w:t>4)_ حسن خلق كے ثمرات و فوائد: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Toc521154798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799" w:history="1">
            <w:r w:rsidRPr="00682239">
              <w:rPr>
                <w:rStyle w:val="Hyperlink"/>
                <w:rtl/>
              </w:rPr>
              <w:t>الف: ... ... دُنيوى فوائد: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Toc521154799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00" w:history="1">
            <w:r w:rsidRPr="00682239">
              <w:rPr>
                <w:rStyle w:val="Hyperlink"/>
                <w:rtl/>
              </w:rPr>
              <w:t>ب: ... ...اُخروى فوائد: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Toc521154800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01" w:history="1">
            <w:r w:rsidRPr="00682239">
              <w:rPr>
                <w:rStyle w:val="Hyperlink"/>
                <w:rtl/>
              </w:rPr>
              <w:t>5)_بدخلقي: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Toc521154801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02" w:history="1">
            <w:r w:rsidRPr="00682239">
              <w:rPr>
                <w:rStyle w:val="Hyperlink"/>
                <w:rtl/>
              </w:rPr>
              <w:t>6_بداخلاقى كا انجام: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Toc521154802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03" w:history="1">
            <w:r w:rsidRPr="00682239">
              <w:rPr>
                <w:rStyle w:val="Hyperlink"/>
                <w:rtl/>
              </w:rPr>
              <w:t>دوسرا سبق: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Toc521154803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04" w:history="1">
            <w:r w:rsidRPr="00682239">
              <w:rPr>
                <w:rStyle w:val="Hyperlink"/>
                <w:rtl/>
              </w:rPr>
              <w:t>نظم و ضبط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Toc521154804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05" w:history="1">
            <w:r w:rsidRPr="00682239">
              <w:rPr>
                <w:rStyle w:val="Hyperlink"/>
                <w:rtl/>
              </w:rPr>
              <w:t>1_اسلام ميں نظم وضبط كى اہميت: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Toc521154805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06" w:history="1">
            <w:r w:rsidRPr="00682239">
              <w:rPr>
                <w:rStyle w:val="Hyperlink"/>
                <w:rtl/>
              </w:rPr>
              <w:t>2_نجى اور فردى زندگى ميں نظم وضبط كى اہميت: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Toc521154806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07" w:history="1">
            <w:r w:rsidRPr="00682239">
              <w:rPr>
                <w:rStyle w:val="Hyperlink"/>
                <w:rtl/>
              </w:rPr>
              <w:t>الف:___صفائي: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Toc521154807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08" w:history="1">
            <w:r w:rsidRPr="00682239">
              <w:rPr>
                <w:rStyle w:val="Hyperlink"/>
                <w:rtl/>
              </w:rPr>
              <w:t>ب:___ سنوارنا: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Toc521154808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09" w:history="1">
            <w:r w:rsidRPr="00682239">
              <w:rPr>
                <w:rStyle w:val="Hyperlink"/>
                <w:rtl/>
              </w:rPr>
              <w:t>3_ معاشرتى زندگى ميں اس كى اہميت: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Toc521154809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A30DE0" w:rsidRDefault="00A30DE0" w:rsidP="00A30DE0">
          <w:pPr>
            <w:pStyle w:val="libNormal"/>
            <w:rPr>
              <w:rStyle w:val="Hyperlink"/>
              <w:rFonts w:ascii="Fajer Noori Nastalique" w:hAnsi="Fajer Noori Nastalique"/>
              <w:b w:val="0"/>
              <w:sz w:val="28"/>
              <w:szCs w:val="28"/>
            </w:rPr>
          </w:pPr>
          <w:r>
            <w:rPr>
              <w:rStyle w:val="Hyperlink"/>
            </w:rPr>
            <w:br w:type="page"/>
          </w:r>
        </w:p>
        <w:p w:rsidR="00A30DE0" w:rsidRDefault="00A30DE0">
          <w:pPr>
            <w:pStyle w:val="TOC2"/>
            <w:rPr>
              <w:rFonts w:asciiTheme="minorHAnsi" w:eastAsiaTheme="minorEastAsia" w:hAnsiTheme="minorHAnsi" w:cstheme="minorBidi"/>
              <w:b w:val="0"/>
              <w:color w:val="auto"/>
              <w:sz w:val="22"/>
              <w:szCs w:val="22"/>
              <w:rtl/>
            </w:rPr>
          </w:pPr>
          <w:hyperlink w:anchor="_Toc521154810" w:history="1">
            <w:r w:rsidRPr="00682239">
              <w:rPr>
                <w:rStyle w:val="Hyperlink"/>
                <w:rtl/>
              </w:rPr>
              <w:t>4_عہدوپيمان ميں اس كى اہميت: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Toc521154810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11" w:history="1">
            <w:r w:rsidRPr="00682239">
              <w:rPr>
                <w:rStyle w:val="Hyperlink"/>
                <w:rtl/>
              </w:rPr>
              <w:t>5_عبادت ميں اس كى اہميت: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Toc521154811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12" w:history="1">
            <w:r w:rsidRPr="00682239">
              <w:rPr>
                <w:rStyle w:val="Hyperlink"/>
                <w:rtl/>
              </w:rPr>
              <w:t>6_ اخراجات ميںاس كى اہميّت: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Toc521154812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13" w:history="1">
            <w:r w:rsidRPr="00682239">
              <w:rPr>
                <w:rStyle w:val="Hyperlink"/>
                <w:rtl/>
              </w:rPr>
              <w:t>7_محاذ جنگ اور عسكرى امور ميں نظم وضبط كى اہميّت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Toc521154813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14" w:history="1">
            <w:r w:rsidRPr="00682239">
              <w:rPr>
                <w:rStyle w:val="Hyperlink"/>
                <w:rtl/>
              </w:rPr>
              <w:t>تيسرا سبق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Toc521154814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15" w:history="1">
            <w:r w:rsidRPr="00682239">
              <w:rPr>
                <w:rStyle w:val="Hyperlink"/>
                <w:rtl/>
              </w:rPr>
              <w:t>سچ اور جھوٹ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Toc521154815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16" w:history="1">
            <w:r w:rsidRPr="00682239">
              <w:rPr>
                <w:rStyle w:val="Hyperlink"/>
                <w:rtl/>
              </w:rPr>
              <w:t>1) .........سچ اور جھوٹ كيا ہيں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Toc521154816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17" w:history="1">
            <w:r w:rsidRPr="00682239">
              <w:rPr>
                <w:rStyle w:val="Hyperlink"/>
                <w:rtl/>
              </w:rPr>
              <w:t>2) ...سچّائي انبياء (ع) كے مقاصد ميں سے ايك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Toc521154817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18" w:history="1">
            <w:r w:rsidRPr="00682239">
              <w:rPr>
                <w:rStyle w:val="Hyperlink"/>
                <w:rtl/>
              </w:rPr>
              <w:t>3) جھوٹ كے اثرات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Toc521154818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19" w:history="1">
            <w:r w:rsidRPr="00682239">
              <w:rPr>
                <w:rStyle w:val="Hyperlink"/>
                <w:rtl/>
              </w:rPr>
              <w:t>الف: ... جھوٹ ، انسان كى شرافت اور اس كى شخصيت كے منافى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Toc521154819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20" w:history="1">
            <w:r w:rsidRPr="00682239">
              <w:rPr>
                <w:rStyle w:val="Hyperlink"/>
                <w:rtl/>
              </w:rPr>
              <w:t>::: ب: ...... جھوٹ ، ايمان كو برباد كر ديتا ہے _</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Toc521154820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21" w:history="1">
            <w:r w:rsidRPr="00682239">
              <w:rPr>
                <w:rStyle w:val="Hyperlink"/>
                <w:rtl/>
              </w:rPr>
              <w:t>ج: ...... جھوٹ دوسرے گناہوں كا سبب بنتا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Toc521154821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22" w:history="1">
            <w:r w:rsidRPr="00682239">
              <w:rPr>
                <w:rStyle w:val="Hyperlink"/>
                <w:rtl/>
              </w:rPr>
              <w:t>د: ...... جھوٹ ، كفر سے قريب ہے _</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Toc521154822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23" w:history="1">
            <w:r w:rsidRPr="00682239">
              <w:rPr>
                <w:rStyle w:val="Hyperlink"/>
                <w:rtl/>
              </w:rPr>
              <w:t>ھ: ......جھوٹ بولنے والے پر كوئي اعتماد نہيں كرتا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Toc521154823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24" w:history="1">
            <w:r w:rsidRPr="00682239">
              <w:rPr>
                <w:rStyle w:val="Hyperlink"/>
                <w:rtl/>
              </w:rPr>
              <w:t>4) ......جھوٹ كى وجوہات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Toc521154824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25" w:history="1">
            <w:r w:rsidRPr="00682239">
              <w:rPr>
                <w:rStyle w:val="Hyperlink"/>
                <w:rtl/>
              </w:rPr>
              <w:t>الف: ...... احساس كمتري: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Toc521154825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26" w:history="1">
            <w:r w:rsidRPr="00682239">
              <w:rPr>
                <w:rStyle w:val="Hyperlink"/>
                <w:rtl/>
              </w:rPr>
              <w:t>ب: ...... سزا اور جرمانہ سے بچنے كيلئے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Toc521154826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27" w:history="1">
            <w:r w:rsidRPr="00682239">
              <w:rPr>
                <w:rStyle w:val="Hyperlink"/>
                <w:rtl/>
              </w:rPr>
              <w:t>ج: ...... منافقت اور دوغلى پاليسي_</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Toc521154827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28" w:history="1">
            <w:r w:rsidRPr="00682239">
              <w:rPr>
                <w:rStyle w:val="Hyperlink"/>
                <w:rtl/>
              </w:rPr>
              <w:t>د: ...... ايمان كا فقدان: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Toc521154828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29" w:history="1">
            <w:r w:rsidRPr="00682239">
              <w:rPr>
                <w:rStyle w:val="Hyperlink"/>
                <w:rtl/>
              </w:rPr>
              <w:t>5_جھوٹ كا علاج: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Toc521154829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A30DE0" w:rsidRDefault="00A30DE0" w:rsidP="00A30DE0">
          <w:pPr>
            <w:pStyle w:val="libNormal"/>
            <w:rPr>
              <w:rStyle w:val="Hyperlink"/>
              <w:rFonts w:ascii="Fajer Noori Nastalique" w:hAnsi="Fajer Noori Nastalique"/>
              <w:b w:val="0"/>
              <w:sz w:val="28"/>
              <w:szCs w:val="28"/>
            </w:rPr>
          </w:pPr>
          <w:r>
            <w:rPr>
              <w:rStyle w:val="Hyperlink"/>
            </w:rPr>
            <w:br w:type="page"/>
          </w:r>
        </w:p>
        <w:p w:rsidR="00A30DE0" w:rsidRDefault="00A30DE0">
          <w:pPr>
            <w:pStyle w:val="TOC2"/>
            <w:rPr>
              <w:rFonts w:asciiTheme="minorHAnsi" w:eastAsiaTheme="minorEastAsia" w:hAnsiTheme="minorHAnsi" w:cstheme="minorBidi"/>
              <w:b w:val="0"/>
              <w:color w:val="auto"/>
              <w:sz w:val="22"/>
              <w:szCs w:val="22"/>
              <w:rtl/>
            </w:rPr>
          </w:pPr>
          <w:hyperlink w:anchor="_Toc521154830" w:history="1">
            <w:r w:rsidRPr="00682239">
              <w:rPr>
                <w:rStyle w:val="Hyperlink"/>
                <w:rtl/>
              </w:rPr>
              <w:t>چوتھا سبق: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Toc521154830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31" w:history="1">
            <w:r w:rsidRPr="00682239">
              <w:rPr>
                <w:rStyle w:val="Hyperlink"/>
                <w:rtl/>
              </w:rPr>
              <w:t>ناروا گفتگو اور بدكلامي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Toc521154831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32" w:history="1">
            <w:r w:rsidRPr="00682239">
              <w:rPr>
                <w:rStyle w:val="Hyperlink"/>
                <w:rtl/>
              </w:rPr>
              <w:t>1) ... ... تمہيد: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Toc521154832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33" w:history="1">
            <w:r w:rsidRPr="00682239">
              <w:rPr>
                <w:rStyle w:val="Hyperlink"/>
                <w:rtl/>
              </w:rPr>
              <w:t>2) ...... امام صادق عليه السلام كا بدزبان شخص سے قطع رابطہ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Toc521154833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34" w:history="1">
            <w:r w:rsidRPr="00682239">
              <w:rPr>
                <w:rStyle w:val="Hyperlink"/>
                <w:rtl/>
              </w:rPr>
              <w:t>3) ... ... بدكلامى كا انجام: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Toc521154834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35" w:history="1">
            <w:r w:rsidRPr="00682239">
              <w:rPr>
                <w:rStyle w:val="Hyperlink"/>
                <w:rtl/>
              </w:rPr>
              <w:t>ب: ... ... بدزبان شخص كى دعا قبول نہيں ہوتي_</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Toc521154835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36" w:history="1">
            <w:r w:rsidRPr="00682239">
              <w:rPr>
                <w:rStyle w:val="Hyperlink"/>
                <w:rtl/>
              </w:rPr>
              <w:t>ج: ... ... بدزبان شخص پر جنت حرام ہي_ رسول خدا (ص) فرماتے ہيں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Toc521154836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37" w:history="1">
            <w:r w:rsidRPr="00682239">
              <w:rPr>
                <w:rStyle w:val="Hyperlink"/>
                <w:rtl/>
              </w:rPr>
              <w:t>د: ... ... بدزباني' نفاق كى علامت ہي_</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Toc521154837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38" w:history="1">
            <w:r w:rsidRPr="00682239">
              <w:rPr>
                <w:rStyle w:val="Hyperlink"/>
                <w:rtl/>
              </w:rPr>
              <w:t>ھ: ... ... بدزبان شخص كا شمار' بدترين لوگوں ميں ہوتا ہي_</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Toc521154838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39" w:history="1">
            <w:r w:rsidRPr="00682239">
              <w:rPr>
                <w:rStyle w:val="Hyperlink"/>
                <w:rtl/>
              </w:rPr>
              <w:t>و: ... ... بدزبانى كى وجہ سے انسان كى زندگى سے بركت اٹھ جاتى ہے اور وہ تباہ وبرباد ہوجاتاہي_</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Toc521154839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40" w:history="1">
            <w:r w:rsidRPr="00682239">
              <w:rPr>
                <w:rStyle w:val="Hyperlink"/>
                <w:rtl/>
              </w:rPr>
              <w:t>4) ... ... معصوم پيشوائوں (ع) كے كردار: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Toc521154840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41" w:history="1">
            <w:r w:rsidRPr="00682239">
              <w:rPr>
                <w:rStyle w:val="Hyperlink"/>
                <w:rtl/>
              </w:rPr>
              <w:t>5) ... ... بدزبانى كا علاج: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Toc521154841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42" w:history="1">
            <w:r w:rsidRPr="00682239">
              <w:rPr>
                <w:rStyle w:val="Hyperlink"/>
                <w:rtl/>
              </w:rPr>
              <w:t>ساتواں سبق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Toc521154842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43" w:history="1">
            <w:r w:rsidRPr="00682239">
              <w:rPr>
                <w:rStyle w:val="Hyperlink"/>
                <w:rtl/>
              </w:rPr>
              <w:t>غيبت اور تہمت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Toc521154843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44" w:history="1">
            <w:r w:rsidRPr="00682239">
              <w:rPr>
                <w:rStyle w:val="Hyperlink"/>
                <w:rtl/>
              </w:rPr>
              <w:t>(1)_غيبت اور تہمت كے معني: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Toc521154844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45" w:history="1">
            <w:r w:rsidRPr="00682239">
              <w:rPr>
                <w:rStyle w:val="Hyperlink"/>
                <w:rtl/>
              </w:rPr>
              <w:t>(2)_قران اور حديث ميں غيبت كى مذمّت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Toc521154845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46" w:history="1">
            <w:r w:rsidRPr="00682239">
              <w:rPr>
                <w:rStyle w:val="Hyperlink"/>
                <w:rtl/>
              </w:rPr>
              <w:t>(3)مومن كى غيبت سے بچنا چاہيي: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Toc521154846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47" w:history="1">
            <w:r w:rsidRPr="00682239">
              <w:rPr>
                <w:rStyle w:val="Hyperlink"/>
                <w:rtl/>
              </w:rPr>
              <w:t>(4)_غيبت كے الات (غيبت كا سر چشمہ):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Toc521154847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48" w:history="1">
            <w:r w:rsidRPr="00682239">
              <w:rPr>
                <w:rStyle w:val="Hyperlink"/>
                <w:rtl/>
              </w:rPr>
              <w:t>(5)_غيبت كے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Toc521154848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49" w:history="1">
            <w:r w:rsidRPr="00682239">
              <w:rPr>
                <w:rStyle w:val="Hyperlink"/>
                <w:rtl/>
              </w:rPr>
              <w:t>6)غيبت كا كفا رہ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Toc521154849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A30DE0" w:rsidRDefault="00A30DE0" w:rsidP="00A30DE0">
          <w:pPr>
            <w:pStyle w:val="libNormal"/>
            <w:rPr>
              <w:rStyle w:val="Hyperlink"/>
              <w:rFonts w:ascii="Fajer Noori Nastalique" w:hAnsi="Fajer Noori Nastalique"/>
              <w:b w:val="0"/>
              <w:sz w:val="28"/>
              <w:szCs w:val="28"/>
            </w:rPr>
          </w:pPr>
          <w:r>
            <w:rPr>
              <w:rStyle w:val="Hyperlink"/>
            </w:rPr>
            <w:br w:type="page"/>
          </w:r>
        </w:p>
        <w:p w:rsidR="00A30DE0" w:rsidRDefault="00A30DE0">
          <w:pPr>
            <w:pStyle w:val="TOC2"/>
            <w:rPr>
              <w:rFonts w:asciiTheme="minorHAnsi" w:eastAsiaTheme="minorEastAsia" w:hAnsiTheme="minorHAnsi" w:cstheme="minorBidi"/>
              <w:b w:val="0"/>
              <w:color w:val="auto"/>
              <w:sz w:val="22"/>
              <w:szCs w:val="22"/>
              <w:rtl/>
            </w:rPr>
          </w:pPr>
          <w:hyperlink w:anchor="_Toc521154850" w:history="1">
            <w:r w:rsidRPr="00682239">
              <w:rPr>
                <w:rStyle w:val="Hyperlink"/>
                <w:rtl/>
              </w:rPr>
              <w:t>قرآن و حديث ميں تہمت كى مذمّت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Toc521154850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51" w:history="1">
            <w:r w:rsidRPr="00682239">
              <w:rPr>
                <w:rStyle w:val="Hyperlink"/>
                <w:rtl/>
              </w:rPr>
              <w:t>چھٹا سبق: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Toc521154851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52" w:history="1">
            <w:r w:rsidRPr="00682239">
              <w:rPr>
                <w:rStyle w:val="Hyperlink"/>
                <w:rtl/>
              </w:rPr>
              <w:t>بھائي چارہ اور اتّحاد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Toc521154852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53" w:history="1">
            <w:r w:rsidRPr="00682239">
              <w:rPr>
                <w:rStyle w:val="Hyperlink"/>
                <w:rtl/>
              </w:rPr>
              <w:t>(1) _ تمہيد: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Toc521154853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54" w:history="1">
            <w:r w:rsidRPr="00682239">
              <w:rPr>
                <w:rStyle w:val="Hyperlink"/>
                <w:rtl/>
              </w:rPr>
              <w:t>(2) _اخّوت ، ايك خدائي نعمت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Toc521154854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55" w:history="1">
            <w:r w:rsidRPr="00682239">
              <w:rPr>
                <w:rStyle w:val="Hyperlink"/>
                <w:rtl/>
              </w:rPr>
              <w:t>(3)_دينى بھا ئيوں كے حقوق: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Toc521154855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56" w:history="1">
            <w:r w:rsidRPr="00682239">
              <w:rPr>
                <w:rStyle w:val="Hyperlink"/>
                <w:rtl/>
              </w:rPr>
              <w:t>(4)_ بہترين بھائي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Toc521154856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57" w:history="1">
            <w:r w:rsidRPr="00682239">
              <w:rPr>
                <w:rStyle w:val="Hyperlink"/>
                <w:rtl/>
              </w:rPr>
              <w:t>5)_ اتحاد' ايك قرآنى حكم: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Toc521154857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58" w:history="1">
            <w:r w:rsidRPr="00682239">
              <w:rPr>
                <w:rStyle w:val="Hyperlink"/>
                <w:rtl/>
              </w:rPr>
              <w:t>6)_ فرقہ بندى كے خطرات :_</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Toc521154858 \h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59" w:history="1">
            <w:r w:rsidRPr="00682239">
              <w:rPr>
                <w:rStyle w:val="Hyperlink"/>
                <w:rtl/>
              </w:rPr>
              <w:t>7)_تفرقہ پر دازى ايك سامراجى كا شيوہ: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Toc521154859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60" w:history="1">
            <w:r w:rsidRPr="00682239">
              <w:rPr>
                <w:rStyle w:val="Hyperlink"/>
                <w:rtl/>
              </w:rPr>
              <w:t>فرقہ بعدى ، خدا كا ايك عذاب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Toc521154860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61" w:history="1">
            <w:r w:rsidRPr="00682239">
              <w:rPr>
                <w:rStyle w:val="Hyperlink"/>
                <w:rtl/>
              </w:rPr>
              <w:t>ساتواں سبق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Toc521154861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62" w:history="1">
            <w:r w:rsidRPr="00682239">
              <w:rPr>
                <w:rStyle w:val="Hyperlink"/>
                <w:rtl/>
              </w:rPr>
              <w:t>والدين كے حقوق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Toc521154862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63" w:history="1">
            <w:r w:rsidRPr="00682239">
              <w:rPr>
                <w:rStyle w:val="Hyperlink"/>
                <w:rtl/>
              </w:rPr>
              <w:t>(1)_معصومين (ع) كے كلام كى روشنى ميں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Toc521154863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64" w:history="1">
            <w:r w:rsidRPr="00682239">
              <w:rPr>
                <w:rStyle w:val="Hyperlink"/>
                <w:rtl/>
              </w:rPr>
              <w:t>(2)_ اويس قرنى كا سبق آموز كردار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Toc521154864 \h</w:instrText>
            </w:r>
            <w:r>
              <w:rPr>
                <w:webHidden/>
                <w:rtl/>
              </w:rPr>
              <w:instrText xml:space="preserve"> </w:instrText>
            </w:r>
            <w:r>
              <w:rPr>
                <w:webHidden/>
                <w:rtl/>
              </w:rPr>
            </w:r>
            <w:r>
              <w:rPr>
                <w:webHidden/>
                <w:rtl/>
              </w:rPr>
              <w:fldChar w:fldCharType="separate"/>
            </w:r>
            <w:r>
              <w:rPr>
                <w:webHidden/>
                <w:rtl/>
              </w:rPr>
              <w:t>86</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65" w:history="1">
            <w:r w:rsidRPr="00682239">
              <w:rPr>
                <w:rStyle w:val="Hyperlink"/>
                <w:rtl/>
              </w:rPr>
              <w:t>( 3) _ باپ كا احترام ، امام زمانہ (ع) كا فرمان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Toc521154865 \h</w:instrText>
            </w:r>
            <w:r>
              <w:rPr>
                <w:webHidden/>
                <w:rtl/>
              </w:rPr>
              <w:instrText xml:space="preserve"> </w:instrText>
            </w:r>
            <w:r>
              <w:rPr>
                <w:webHidden/>
                <w:rtl/>
              </w:rPr>
            </w:r>
            <w:r>
              <w:rPr>
                <w:webHidden/>
                <w:rtl/>
              </w:rPr>
              <w:fldChar w:fldCharType="separate"/>
            </w:r>
            <w:r>
              <w:rPr>
                <w:webHidden/>
                <w:rtl/>
              </w:rPr>
              <w:t>87</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66" w:history="1">
            <w:r w:rsidRPr="00682239">
              <w:rPr>
                <w:rStyle w:val="Hyperlink"/>
                <w:rtl/>
              </w:rPr>
              <w:t>4)_ والدين كيلئے اولاد كا فريضہ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Toc521154866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67" w:history="1">
            <w:r w:rsidRPr="00682239">
              <w:rPr>
                <w:rStyle w:val="Hyperlink"/>
                <w:rtl/>
              </w:rPr>
              <w:t>(5)_مرنے كے بعد ياد ركھنا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Toc521154867 \h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68" w:history="1">
            <w:r w:rsidRPr="00682239">
              <w:rPr>
                <w:rStyle w:val="Hyperlink"/>
                <w:rtl/>
              </w:rPr>
              <w:t>(6)_ والدين سے نيك سلوك كا انجام: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Toc521154868 \h</w:instrText>
            </w:r>
            <w:r>
              <w:rPr>
                <w:webHidden/>
                <w:rtl/>
              </w:rPr>
              <w:instrText xml:space="preserve"> </w:instrText>
            </w:r>
            <w:r>
              <w:rPr>
                <w:webHidden/>
                <w:rtl/>
              </w:rPr>
            </w:r>
            <w:r>
              <w:rPr>
                <w:webHidden/>
                <w:rtl/>
              </w:rPr>
              <w:fldChar w:fldCharType="separate"/>
            </w:r>
            <w:r>
              <w:rPr>
                <w:webHidden/>
                <w:rtl/>
              </w:rPr>
              <w:t>90</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69" w:history="1">
            <w:r w:rsidRPr="00682239">
              <w:rPr>
                <w:rStyle w:val="Hyperlink"/>
                <w:rtl/>
              </w:rPr>
              <w:t>الف: ...... جنت ميں پيغمبروں (ص) كے ساتھ ہم نشيني_</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Toc521154869 \h</w:instrText>
            </w:r>
            <w:r>
              <w:rPr>
                <w:webHidden/>
                <w:rtl/>
              </w:rPr>
              <w:instrText xml:space="preserve"> </w:instrText>
            </w:r>
            <w:r>
              <w:rPr>
                <w:webHidden/>
                <w:rtl/>
              </w:rPr>
            </w:r>
            <w:r>
              <w:rPr>
                <w:webHidden/>
                <w:rtl/>
              </w:rPr>
              <w:fldChar w:fldCharType="separate"/>
            </w:r>
            <w:r>
              <w:rPr>
                <w:webHidden/>
                <w:rtl/>
              </w:rPr>
              <w:t>90</w:t>
            </w:r>
            <w:r>
              <w:rPr>
                <w:webHidden/>
                <w:rtl/>
              </w:rPr>
              <w:fldChar w:fldCharType="end"/>
            </w:r>
          </w:hyperlink>
        </w:p>
        <w:p w:rsidR="00A30DE0" w:rsidRDefault="00A30DE0" w:rsidP="00A30DE0">
          <w:pPr>
            <w:pStyle w:val="libNormal"/>
            <w:rPr>
              <w:rStyle w:val="Hyperlink"/>
              <w:rFonts w:ascii="Fajer Noori Nastalique" w:hAnsi="Fajer Noori Nastalique"/>
              <w:b w:val="0"/>
              <w:sz w:val="28"/>
              <w:szCs w:val="28"/>
            </w:rPr>
          </w:pPr>
          <w:bookmarkStart w:id="94" w:name="_GoBack"/>
          <w:r>
            <w:rPr>
              <w:rStyle w:val="Hyperlink"/>
            </w:rPr>
            <w:br w:type="page"/>
          </w:r>
        </w:p>
        <w:bookmarkEnd w:id="94"/>
        <w:p w:rsidR="00A30DE0" w:rsidRDefault="00A30DE0">
          <w:pPr>
            <w:pStyle w:val="TOC2"/>
            <w:rPr>
              <w:rFonts w:asciiTheme="minorHAnsi" w:eastAsiaTheme="minorEastAsia" w:hAnsiTheme="minorHAnsi" w:cstheme="minorBidi"/>
              <w:b w:val="0"/>
              <w:color w:val="auto"/>
              <w:sz w:val="22"/>
              <w:szCs w:val="22"/>
              <w:rtl/>
            </w:rPr>
          </w:pPr>
          <w:r w:rsidRPr="00682239">
            <w:rPr>
              <w:rStyle w:val="Hyperlink"/>
            </w:rPr>
            <w:lastRenderedPageBreak/>
            <w:fldChar w:fldCharType="begin"/>
          </w:r>
          <w:r w:rsidRPr="00682239">
            <w:rPr>
              <w:rStyle w:val="Hyperlink"/>
              <w:rtl/>
            </w:rPr>
            <w:instrText xml:space="preserve"> </w:instrText>
          </w:r>
          <w:r>
            <w:instrText>HYPERLINK \l "_Toc521154870</w:instrText>
          </w:r>
          <w:r>
            <w:rPr>
              <w:rtl/>
            </w:rPr>
            <w:instrText>"</w:instrText>
          </w:r>
          <w:r w:rsidRPr="00682239">
            <w:rPr>
              <w:rStyle w:val="Hyperlink"/>
              <w:rtl/>
            </w:rPr>
            <w:instrText xml:space="preserve"> </w:instrText>
          </w:r>
          <w:r w:rsidRPr="00682239">
            <w:rPr>
              <w:rStyle w:val="Hyperlink"/>
            </w:rPr>
          </w:r>
          <w:r w:rsidRPr="00682239">
            <w:rPr>
              <w:rStyle w:val="Hyperlink"/>
            </w:rPr>
            <w:fldChar w:fldCharType="separate"/>
          </w:r>
          <w:r w:rsidRPr="00682239">
            <w:rPr>
              <w:rStyle w:val="Hyperlink"/>
              <w:rtl/>
            </w:rPr>
            <w:t>ب: ...... عمرميں اضافہ كا موجب_</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Toc521154870 \h</w:instrText>
          </w:r>
          <w:r>
            <w:rPr>
              <w:webHidden/>
              <w:rtl/>
            </w:rPr>
            <w:instrText xml:space="preserve"> </w:instrText>
          </w:r>
          <w:r>
            <w:rPr>
              <w:webHidden/>
              <w:rtl/>
            </w:rPr>
          </w:r>
          <w:r>
            <w:rPr>
              <w:webHidden/>
              <w:rtl/>
            </w:rPr>
            <w:fldChar w:fldCharType="separate"/>
          </w:r>
          <w:r>
            <w:rPr>
              <w:webHidden/>
              <w:rtl/>
            </w:rPr>
            <w:t>91</w:t>
          </w:r>
          <w:r>
            <w:rPr>
              <w:webHidden/>
              <w:rtl/>
            </w:rPr>
            <w:fldChar w:fldCharType="end"/>
          </w:r>
          <w:r w:rsidRPr="00682239">
            <w:rPr>
              <w:rStyle w:val="Hyperlink"/>
            </w:rPr>
            <w:fldChar w:fldCharType="end"/>
          </w:r>
        </w:p>
        <w:p w:rsidR="00A30DE0" w:rsidRDefault="00A30DE0">
          <w:pPr>
            <w:pStyle w:val="TOC2"/>
            <w:rPr>
              <w:rFonts w:asciiTheme="minorHAnsi" w:eastAsiaTheme="minorEastAsia" w:hAnsiTheme="minorHAnsi" w:cstheme="minorBidi"/>
              <w:b w:val="0"/>
              <w:color w:val="auto"/>
              <w:sz w:val="22"/>
              <w:szCs w:val="22"/>
              <w:rtl/>
            </w:rPr>
          </w:pPr>
          <w:hyperlink w:anchor="_Toc521154871" w:history="1">
            <w:r w:rsidRPr="00682239">
              <w:rPr>
                <w:rStyle w:val="Hyperlink"/>
                <w:rtl/>
              </w:rPr>
              <w:t>ج: ...... رسول خدا (ص) اور ائمہ طاہرين عليہم السلام كى رضا كا سبب ہے_</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Toc521154871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72" w:history="1">
            <w:r w:rsidRPr="00682239">
              <w:rPr>
                <w:rStyle w:val="Hyperlink"/>
                <w:rtl/>
              </w:rPr>
              <w:t>د: ...... حج كا ثواب_</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Toc521154872 \h</w:instrText>
            </w:r>
            <w:r>
              <w:rPr>
                <w:webHidden/>
                <w:rtl/>
              </w:rPr>
              <w:instrText xml:space="preserve"> </w:instrText>
            </w:r>
            <w:r>
              <w:rPr>
                <w:webHidden/>
                <w:rtl/>
              </w:rPr>
            </w:r>
            <w:r>
              <w:rPr>
                <w:webHidden/>
                <w:rtl/>
              </w:rPr>
              <w:fldChar w:fldCharType="separate"/>
            </w:r>
            <w:r>
              <w:rPr>
                <w:webHidden/>
                <w:rtl/>
              </w:rPr>
              <w:t>92</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73" w:history="1">
            <w:r w:rsidRPr="00682239">
              <w:rPr>
                <w:rStyle w:val="Hyperlink"/>
                <w:rtl/>
              </w:rPr>
              <w:t>ھ: ...... موت كى آساني_</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Toc521154873 \h</w:instrText>
            </w:r>
            <w:r>
              <w:rPr>
                <w:webHidden/>
                <w:rtl/>
              </w:rPr>
              <w:instrText xml:space="preserve"> </w:instrText>
            </w:r>
            <w:r>
              <w:rPr>
                <w:webHidden/>
                <w:rtl/>
              </w:rPr>
            </w:r>
            <w:r>
              <w:rPr>
                <w:webHidden/>
                <w:rtl/>
              </w:rPr>
              <w:fldChar w:fldCharType="separate"/>
            </w:r>
            <w:r>
              <w:rPr>
                <w:webHidden/>
                <w:rtl/>
              </w:rPr>
              <w:t>92</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74" w:history="1">
            <w:r w:rsidRPr="00682239">
              <w:rPr>
                <w:rStyle w:val="Hyperlink"/>
                <w:rtl/>
              </w:rPr>
              <w:t>ذ: ...... اپنى اولاد كى نيكى كا سبب ہے_</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Toc521154874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75" w:history="1">
            <w:r w:rsidRPr="00682239">
              <w:rPr>
                <w:rStyle w:val="Hyperlink"/>
                <w:rtl/>
              </w:rPr>
              <w:t>ي: ...... خدا كا حكم يا والدين كى خواہش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Toc521154875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76" w:history="1">
            <w:r w:rsidRPr="00682239">
              <w:rPr>
                <w:rStyle w:val="Hyperlink"/>
                <w:rtl/>
              </w:rPr>
              <w:t>آٹھواں سبق: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Toc521154876 \h</w:instrText>
            </w:r>
            <w:r>
              <w:rPr>
                <w:webHidden/>
                <w:rtl/>
              </w:rPr>
              <w:instrText xml:space="preserve"> </w:instrText>
            </w:r>
            <w:r>
              <w:rPr>
                <w:webHidden/>
                <w:rtl/>
              </w:rPr>
            </w:r>
            <w:r>
              <w:rPr>
                <w:webHidden/>
                <w:rtl/>
              </w:rPr>
              <w:fldChar w:fldCharType="separate"/>
            </w:r>
            <w:r>
              <w:rPr>
                <w:webHidden/>
                <w:rtl/>
              </w:rPr>
              <w:t>95</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77" w:history="1">
            <w:r w:rsidRPr="00682239">
              <w:rPr>
                <w:rStyle w:val="Hyperlink"/>
                <w:rtl/>
              </w:rPr>
              <w:t>تواضع يا انكساري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Toc521154877 \h</w:instrText>
            </w:r>
            <w:r>
              <w:rPr>
                <w:webHidden/>
                <w:rtl/>
              </w:rPr>
              <w:instrText xml:space="preserve"> </w:instrText>
            </w:r>
            <w:r>
              <w:rPr>
                <w:webHidden/>
                <w:rtl/>
              </w:rPr>
            </w:r>
            <w:r>
              <w:rPr>
                <w:webHidden/>
                <w:rtl/>
              </w:rPr>
              <w:fldChar w:fldCharType="separate"/>
            </w:r>
            <w:r>
              <w:rPr>
                <w:webHidden/>
                <w:rtl/>
              </w:rPr>
              <w:t>95</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78" w:history="1">
            <w:r w:rsidRPr="00682239">
              <w:rPr>
                <w:rStyle w:val="Hyperlink"/>
                <w:rtl/>
              </w:rPr>
              <w:t>(1) _تواضع كے بارے ميں روايات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Toc521154878 \h</w:instrText>
            </w:r>
            <w:r>
              <w:rPr>
                <w:webHidden/>
                <w:rtl/>
              </w:rPr>
              <w:instrText xml:space="preserve"> </w:instrText>
            </w:r>
            <w:r>
              <w:rPr>
                <w:webHidden/>
                <w:rtl/>
              </w:rPr>
            </w:r>
            <w:r>
              <w:rPr>
                <w:webHidden/>
                <w:rtl/>
              </w:rPr>
              <w:fldChar w:fldCharType="separate"/>
            </w:r>
            <w:r>
              <w:rPr>
                <w:webHidden/>
                <w:rtl/>
              </w:rPr>
              <w:t>96</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79" w:history="1">
            <w:r w:rsidRPr="00682239">
              <w:rPr>
                <w:rStyle w:val="Hyperlink"/>
                <w:rtl/>
              </w:rPr>
              <w:t>(2) ... تواضع كے آثار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Toc521154879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80" w:history="1">
            <w:r w:rsidRPr="00682239">
              <w:rPr>
                <w:rStyle w:val="Hyperlink"/>
                <w:rtl/>
              </w:rPr>
              <w:t>(3)_ تواضع كن لوگوں كے سامنے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Toc521154880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81" w:history="1">
            <w:r w:rsidRPr="00682239">
              <w:rPr>
                <w:rStyle w:val="Hyperlink"/>
                <w:rtl/>
              </w:rPr>
              <w:t>(4) _ رسول اكرم (ص) كى تواضع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Toc521154881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82" w:history="1">
            <w:r w:rsidRPr="00682239">
              <w:rPr>
                <w:rStyle w:val="Hyperlink"/>
                <w:rtl/>
              </w:rPr>
              <w:t>(5) _ حضرت عيسى عليه السلام سے ايك سبق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Toc521154882 \h</w:instrText>
            </w:r>
            <w:r>
              <w:rPr>
                <w:webHidden/>
                <w:rtl/>
              </w:rPr>
              <w:instrText xml:space="preserve"> </w:instrText>
            </w:r>
            <w:r>
              <w:rPr>
                <w:webHidden/>
                <w:rtl/>
              </w:rPr>
            </w:r>
            <w:r>
              <w:rPr>
                <w:webHidden/>
                <w:rtl/>
              </w:rPr>
              <w:fldChar w:fldCharType="separate"/>
            </w:r>
            <w:r>
              <w:rPr>
                <w:webHidden/>
                <w:rtl/>
              </w:rPr>
              <w:t>101</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83" w:history="1">
            <w:r w:rsidRPr="00682239">
              <w:rPr>
                <w:rStyle w:val="Hyperlink"/>
                <w:rtl/>
              </w:rPr>
              <w:t>(6) ... حضرت امام زين العابدين (ع) كى انكسارى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Toc521154883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A30DE0" w:rsidRDefault="00A30DE0">
          <w:pPr>
            <w:pStyle w:val="TOC2"/>
            <w:rPr>
              <w:rFonts w:asciiTheme="minorHAnsi" w:eastAsiaTheme="minorEastAsia" w:hAnsiTheme="minorHAnsi" w:cstheme="minorBidi"/>
              <w:b w:val="0"/>
              <w:color w:val="auto"/>
              <w:sz w:val="22"/>
              <w:szCs w:val="22"/>
              <w:rtl/>
            </w:rPr>
          </w:pPr>
          <w:hyperlink w:anchor="_Toc521154884" w:history="1">
            <w:r w:rsidRPr="00682239">
              <w:rPr>
                <w:rStyle w:val="Hyperlink"/>
                <w:rtl/>
              </w:rPr>
              <w:t xml:space="preserve">(7) ... تواضع </w:t>
            </w:r>
            <w:r w:rsidRPr="00682239">
              <w:rPr>
                <w:rStyle w:val="Hyperlink"/>
                <w:rtl/>
              </w:rPr>
              <w:t>س</w:t>
            </w:r>
            <w:r w:rsidRPr="00682239">
              <w:rPr>
                <w:rStyle w:val="Hyperlink"/>
                <w:rtl/>
              </w:rPr>
              <w:t>ے متعلّق چند نكات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Toc521154884 \h</w:instrText>
            </w:r>
            <w:r>
              <w:rPr>
                <w:webHidden/>
                <w:rtl/>
              </w:rPr>
              <w:instrText xml:space="preserve"> </w:instrText>
            </w:r>
            <w:r>
              <w:rPr>
                <w:webHidden/>
                <w:rtl/>
              </w:rPr>
            </w:r>
            <w:r>
              <w:rPr>
                <w:webHidden/>
                <w:rtl/>
              </w:rPr>
              <w:fldChar w:fldCharType="separate"/>
            </w:r>
            <w:r>
              <w:rPr>
                <w:webHidden/>
                <w:rtl/>
              </w:rPr>
              <w:t>103</w:t>
            </w:r>
            <w:r>
              <w:rPr>
                <w:webHidden/>
                <w:rtl/>
              </w:rPr>
              <w:fldChar w:fldCharType="end"/>
            </w:r>
          </w:hyperlink>
        </w:p>
        <w:p w:rsidR="00A30DE0" w:rsidRDefault="00A30DE0" w:rsidP="00A30DE0">
          <w:pPr>
            <w:pStyle w:val="libNormal"/>
          </w:pPr>
          <w:r>
            <w:fldChar w:fldCharType="end"/>
          </w:r>
        </w:p>
      </w:sdtContent>
    </w:sdt>
    <w:p w:rsidR="00875A9B" w:rsidRPr="00CB3E53" w:rsidRDefault="00875A9B" w:rsidP="00FA2B42">
      <w:pPr>
        <w:pStyle w:val="libNormal"/>
      </w:pPr>
    </w:p>
    <w:sectPr w:rsidR="00875A9B" w:rsidRPr="00CB3E53"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AC7" w:rsidRDefault="00B94AC7">
      <w:r>
        <w:separator/>
      </w:r>
    </w:p>
  </w:endnote>
  <w:endnote w:type="continuationSeparator" w:id="0">
    <w:p w:rsidR="00B94AC7" w:rsidRDefault="00B94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CB7" w:rsidRDefault="000C7CB7"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CB7" w:rsidRPr="00826B03" w:rsidRDefault="000C7CB7"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AC7" w:rsidRDefault="00B94AC7">
      <w:r>
        <w:separator/>
      </w:r>
    </w:p>
  </w:footnote>
  <w:footnote w:type="continuationSeparator" w:id="0">
    <w:p w:rsidR="00B94AC7" w:rsidRDefault="00B94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D54"/>
    <w:rsid w:val="00002032"/>
    <w:rsid w:val="000035DD"/>
    <w:rsid w:val="0000385A"/>
    <w:rsid w:val="00004D72"/>
    <w:rsid w:val="00005A19"/>
    <w:rsid w:val="00005F58"/>
    <w:rsid w:val="000065B6"/>
    <w:rsid w:val="00007F62"/>
    <w:rsid w:val="00007FCA"/>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FB8"/>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6A"/>
    <w:rsid w:val="00062739"/>
    <w:rsid w:val="0006368E"/>
    <w:rsid w:val="0006435F"/>
    <w:rsid w:val="0006593C"/>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53CE"/>
    <w:rsid w:val="000854F5"/>
    <w:rsid w:val="0008579C"/>
    <w:rsid w:val="000859B3"/>
    <w:rsid w:val="0008761F"/>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04"/>
    <w:rsid w:val="00097263"/>
    <w:rsid w:val="00097EA5"/>
    <w:rsid w:val="000A14D7"/>
    <w:rsid w:val="000A3C22"/>
    <w:rsid w:val="000A4049"/>
    <w:rsid w:val="000A47EC"/>
    <w:rsid w:val="000A4FD9"/>
    <w:rsid w:val="000A610D"/>
    <w:rsid w:val="000A7359"/>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39A1"/>
    <w:rsid w:val="000C40F3"/>
    <w:rsid w:val="000C541C"/>
    <w:rsid w:val="000C5FE4"/>
    <w:rsid w:val="000C6C6C"/>
    <w:rsid w:val="000C737E"/>
    <w:rsid w:val="000C7722"/>
    <w:rsid w:val="000C7CB7"/>
    <w:rsid w:val="000D0691"/>
    <w:rsid w:val="000D0932"/>
    <w:rsid w:val="000D0AFA"/>
    <w:rsid w:val="000D123C"/>
    <w:rsid w:val="000D1263"/>
    <w:rsid w:val="000D1BDF"/>
    <w:rsid w:val="000D2709"/>
    <w:rsid w:val="000D2BDD"/>
    <w:rsid w:val="000D324B"/>
    <w:rsid w:val="000D3946"/>
    <w:rsid w:val="000D4303"/>
    <w:rsid w:val="000D48B2"/>
    <w:rsid w:val="000D4907"/>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89F"/>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98D"/>
    <w:rsid w:val="001C6BCF"/>
    <w:rsid w:val="001C7692"/>
    <w:rsid w:val="001C773C"/>
    <w:rsid w:val="001C7FA6"/>
    <w:rsid w:val="001D0825"/>
    <w:rsid w:val="001D23CB"/>
    <w:rsid w:val="001D2E1B"/>
    <w:rsid w:val="001D3B8D"/>
    <w:rsid w:val="001D3FD9"/>
    <w:rsid w:val="001D41A1"/>
    <w:rsid w:val="001D459F"/>
    <w:rsid w:val="001D465B"/>
    <w:rsid w:val="001D5007"/>
    <w:rsid w:val="001D52A2"/>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60AA"/>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A0169"/>
    <w:rsid w:val="002A0284"/>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7FC"/>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C7AB1"/>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649"/>
    <w:rsid w:val="002D580E"/>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2104"/>
    <w:rsid w:val="002F2966"/>
    <w:rsid w:val="002F2E1D"/>
    <w:rsid w:val="002F2F4C"/>
    <w:rsid w:val="002F3626"/>
    <w:rsid w:val="002F364B"/>
    <w:rsid w:val="002F514A"/>
    <w:rsid w:val="002F522E"/>
    <w:rsid w:val="002F62A1"/>
    <w:rsid w:val="002F6A05"/>
    <w:rsid w:val="002F6F56"/>
    <w:rsid w:val="002F7071"/>
    <w:rsid w:val="002F7903"/>
    <w:rsid w:val="002F7C69"/>
    <w:rsid w:val="002F7CA3"/>
    <w:rsid w:val="002F7E6B"/>
    <w:rsid w:val="00300115"/>
    <w:rsid w:val="003002A9"/>
    <w:rsid w:val="00300568"/>
    <w:rsid w:val="00300CCF"/>
    <w:rsid w:val="00300CF4"/>
    <w:rsid w:val="00301EBF"/>
    <w:rsid w:val="00302250"/>
    <w:rsid w:val="003023DA"/>
    <w:rsid w:val="00302BAB"/>
    <w:rsid w:val="00303063"/>
    <w:rsid w:val="00303640"/>
    <w:rsid w:val="00303924"/>
    <w:rsid w:val="0030406E"/>
    <w:rsid w:val="00304111"/>
    <w:rsid w:val="003042EF"/>
    <w:rsid w:val="00304A76"/>
    <w:rsid w:val="003070AB"/>
    <w:rsid w:val="003073DB"/>
    <w:rsid w:val="00307C3A"/>
    <w:rsid w:val="00307FE9"/>
    <w:rsid w:val="00310A38"/>
    <w:rsid w:val="00310A78"/>
    <w:rsid w:val="00310D1D"/>
    <w:rsid w:val="003112A9"/>
    <w:rsid w:val="00311515"/>
    <w:rsid w:val="003129CD"/>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32C8"/>
    <w:rsid w:val="00384BA3"/>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93D"/>
    <w:rsid w:val="003B5D61"/>
    <w:rsid w:val="003B6720"/>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6170"/>
    <w:rsid w:val="003F72E7"/>
    <w:rsid w:val="003F73E0"/>
    <w:rsid w:val="003F7AF7"/>
    <w:rsid w:val="004004C6"/>
    <w:rsid w:val="004006AD"/>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CB0"/>
    <w:rsid w:val="00443855"/>
    <w:rsid w:val="00443AC6"/>
    <w:rsid w:val="00444131"/>
    <w:rsid w:val="00444291"/>
    <w:rsid w:val="0044447D"/>
    <w:rsid w:val="0044455C"/>
    <w:rsid w:val="00444930"/>
    <w:rsid w:val="00445079"/>
    <w:rsid w:val="0044572B"/>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A29"/>
    <w:rsid w:val="00460A52"/>
    <w:rsid w:val="004612A9"/>
    <w:rsid w:val="004622E2"/>
    <w:rsid w:val="0046249C"/>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77B5"/>
    <w:rsid w:val="004D03C3"/>
    <w:rsid w:val="004D11C2"/>
    <w:rsid w:val="004D2FB8"/>
    <w:rsid w:val="004D37CE"/>
    <w:rsid w:val="004D4075"/>
    <w:rsid w:val="004D417C"/>
    <w:rsid w:val="004D4956"/>
    <w:rsid w:val="004D4CC2"/>
    <w:rsid w:val="004D580B"/>
    <w:rsid w:val="004D59A9"/>
    <w:rsid w:val="004D5A3D"/>
    <w:rsid w:val="004D5D16"/>
    <w:rsid w:val="004D5F2F"/>
    <w:rsid w:val="004D6034"/>
    <w:rsid w:val="004D6282"/>
    <w:rsid w:val="004D7678"/>
    <w:rsid w:val="004D7904"/>
    <w:rsid w:val="004D7CD7"/>
    <w:rsid w:val="004D7EE6"/>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4575"/>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5A9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35A"/>
    <w:rsid w:val="00561BB5"/>
    <w:rsid w:val="00561C58"/>
    <w:rsid w:val="005620F8"/>
    <w:rsid w:val="00562E3D"/>
    <w:rsid w:val="00562EED"/>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C6FE0"/>
    <w:rsid w:val="005D00A3"/>
    <w:rsid w:val="005D02A6"/>
    <w:rsid w:val="005D02F0"/>
    <w:rsid w:val="005D0E0E"/>
    <w:rsid w:val="005D1128"/>
    <w:rsid w:val="005D1D65"/>
    <w:rsid w:val="005D1F89"/>
    <w:rsid w:val="005D27D3"/>
    <w:rsid w:val="005D2C72"/>
    <w:rsid w:val="005D2D41"/>
    <w:rsid w:val="005D2E63"/>
    <w:rsid w:val="005D3753"/>
    <w:rsid w:val="005D3BA5"/>
    <w:rsid w:val="005D3C8E"/>
    <w:rsid w:val="005D3D9D"/>
    <w:rsid w:val="005D4C0C"/>
    <w:rsid w:val="005D5FB6"/>
    <w:rsid w:val="005D6370"/>
    <w:rsid w:val="005D68AF"/>
    <w:rsid w:val="005D70DA"/>
    <w:rsid w:val="005D7173"/>
    <w:rsid w:val="005D75AB"/>
    <w:rsid w:val="005D7D9D"/>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E8"/>
    <w:rsid w:val="00610B46"/>
    <w:rsid w:val="00610DB8"/>
    <w:rsid w:val="00611F92"/>
    <w:rsid w:val="00612195"/>
    <w:rsid w:val="00612652"/>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0AF"/>
    <w:rsid w:val="00644FE3"/>
    <w:rsid w:val="00645915"/>
    <w:rsid w:val="00646D08"/>
    <w:rsid w:val="00647B25"/>
    <w:rsid w:val="00650CE7"/>
    <w:rsid w:val="006510C4"/>
    <w:rsid w:val="0065115B"/>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A8F"/>
    <w:rsid w:val="0066482A"/>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652E"/>
    <w:rsid w:val="00686F76"/>
    <w:rsid w:val="006874E7"/>
    <w:rsid w:val="006878CA"/>
    <w:rsid w:val="00687928"/>
    <w:rsid w:val="00687BC4"/>
    <w:rsid w:val="006905FE"/>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7456"/>
    <w:rsid w:val="006A7D4D"/>
    <w:rsid w:val="006A7DFF"/>
    <w:rsid w:val="006B0501"/>
    <w:rsid w:val="006B0B2F"/>
    <w:rsid w:val="006B0F66"/>
    <w:rsid w:val="006B1525"/>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904"/>
    <w:rsid w:val="006C0D31"/>
    <w:rsid w:val="006C12DC"/>
    <w:rsid w:val="006C1925"/>
    <w:rsid w:val="006C22C1"/>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5908"/>
    <w:rsid w:val="006F5924"/>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E50"/>
    <w:rsid w:val="0073412B"/>
    <w:rsid w:val="0073418F"/>
    <w:rsid w:val="007342D2"/>
    <w:rsid w:val="00734559"/>
    <w:rsid w:val="0073523E"/>
    <w:rsid w:val="00735B80"/>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75F4"/>
    <w:rsid w:val="007500EE"/>
    <w:rsid w:val="00750438"/>
    <w:rsid w:val="007504C8"/>
    <w:rsid w:val="00750A4E"/>
    <w:rsid w:val="00750A68"/>
    <w:rsid w:val="00750FDB"/>
    <w:rsid w:val="00751600"/>
    <w:rsid w:val="0075172C"/>
    <w:rsid w:val="00751FA3"/>
    <w:rsid w:val="0075240F"/>
    <w:rsid w:val="007525F8"/>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1160"/>
    <w:rsid w:val="007D1BDF"/>
    <w:rsid w:val="007D1D2B"/>
    <w:rsid w:val="007D2078"/>
    <w:rsid w:val="007D22BB"/>
    <w:rsid w:val="007D2CC7"/>
    <w:rsid w:val="007D47BA"/>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468"/>
    <w:rsid w:val="007F32BB"/>
    <w:rsid w:val="007F4190"/>
    <w:rsid w:val="007F455C"/>
    <w:rsid w:val="007F4E53"/>
    <w:rsid w:val="007F5302"/>
    <w:rsid w:val="007F578D"/>
    <w:rsid w:val="007F5839"/>
    <w:rsid w:val="007F7638"/>
    <w:rsid w:val="007F799B"/>
    <w:rsid w:val="007F7B4E"/>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8F9"/>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A61D8"/>
    <w:rsid w:val="008B0022"/>
    <w:rsid w:val="008B0323"/>
    <w:rsid w:val="008B1AC0"/>
    <w:rsid w:val="008B3E4D"/>
    <w:rsid w:val="008B3F95"/>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A40"/>
    <w:rsid w:val="008D1AC2"/>
    <w:rsid w:val="008D2C9F"/>
    <w:rsid w:val="008D356E"/>
    <w:rsid w:val="008D3A12"/>
    <w:rsid w:val="008D3DE1"/>
    <w:rsid w:val="008D45F5"/>
    <w:rsid w:val="008D4E48"/>
    <w:rsid w:val="008D5098"/>
    <w:rsid w:val="008D5874"/>
    <w:rsid w:val="008D5F7C"/>
    <w:rsid w:val="008D5FE6"/>
    <w:rsid w:val="008D6125"/>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14E9"/>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86C"/>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794"/>
    <w:rsid w:val="009927D3"/>
    <w:rsid w:val="00992831"/>
    <w:rsid w:val="00992E31"/>
    <w:rsid w:val="0099412A"/>
    <w:rsid w:val="0099486D"/>
    <w:rsid w:val="0099503E"/>
    <w:rsid w:val="009951AB"/>
    <w:rsid w:val="009952AD"/>
    <w:rsid w:val="00995355"/>
    <w:rsid w:val="00995AE4"/>
    <w:rsid w:val="00996975"/>
    <w:rsid w:val="00996BC1"/>
    <w:rsid w:val="00997BA2"/>
    <w:rsid w:val="009A094C"/>
    <w:rsid w:val="009A12E7"/>
    <w:rsid w:val="009A23F3"/>
    <w:rsid w:val="009A3793"/>
    <w:rsid w:val="009A39F3"/>
    <w:rsid w:val="009A4035"/>
    <w:rsid w:val="009A4292"/>
    <w:rsid w:val="009A457D"/>
    <w:rsid w:val="009A493E"/>
    <w:rsid w:val="009A53CC"/>
    <w:rsid w:val="009A7001"/>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DE0"/>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3126"/>
    <w:rsid w:val="00A73550"/>
    <w:rsid w:val="00A73F3E"/>
    <w:rsid w:val="00A7410F"/>
    <w:rsid w:val="00A742ED"/>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6B6"/>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1D65"/>
    <w:rsid w:val="00AD1E3D"/>
    <w:rsid w:val="00AD239D"/>
    <w:rsid w:val="00AD2829"/>
    <w:rsid w:val="00AD2964"/>
    <w:rsid w:val="00AD365B"/>
    <w:rsid w:val="00AD3B67"/>
    <w:rsid w:val="00AD40F3"/>
    <w:rsid w:val="00AD41C3"/>
    <w:rsid w:val="00AD6BF7"/>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4A9"/>
    <w:rsid w:val="00AF5EB4"/>
    <w:rsid w:val="00AF5F9A"/>
    <w:rsid w:val="00AF6367"/>
    <w:rsid w:val="00AF7B44"/>
    <w:rsid w:val="00B002C1"/>
    <w:rsid w:val="00B01257"/>
    <w:rsid w:val="00B01368"/>
    <w:rsid w:val="00B0159B"/>
    <w:rsid w:val="00B01832"/>
    <w:rsid w:val="00B01B14"/>
    <w:rsid w:val="00B01F30"/>
    <w:rsid w:val="00B02EC1"/>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73A"/>
    <w:rsid w:val="00B24ABA"/>
    <w:rsid w:val="00B24DDC"/>
    <w:rsid w:val="00B25FFA"/>
    <w:rsid w:val="00B2682E"/>
    <w:rsid w:val="00B26960"/>
    <w:rsid w:val="00B26DB7"/>
    <w:rsid w:val="00B2747A"/>
    <w:rsid w:val="00B2750A"/>
    <w:rsid w:val="00B315F5"/>
    <w:rsid w:val="00B32873"/>
    <w:rsid w:val="00B32F31"/>
    <w:rsid w:val="00B334CA"/>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071"/>
    <w:rsid w:val="00B71ADF"/>
    <w:rsid w:val="00B71E76"/>
    <w:rsid w:val="00B71F37"/>
    <w:rsid w:val="00B72CF4"/>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AC7"/>
    <w:rsid w:val="00B94BAB"/>
    <w:rsid w:val="00B950AA"/>
    <w:rsid w:val="00B955A1"/>
    <w:rsid w:val="00B955A3"/>
    <w:rsid w:val="00B96DE1"/>
    <w:rsid w:val="00B97A6B"/>
    <w:rsid w:val="00B97BF8"/>
    <w:rsid w:val="00BA05E6"/>
    <w:rsid w:val="00BA12EB"/>
    <w:rsid w:val="00BA1938"/>
    <w:rsid w:val="00BA19A9"/>
    <w:rsid w:val="00BA20DE"/>
    <w:rsid w:val="00BA25B0"/>
    <w:rsid w:val="00BA32DC"/>
    <w:rsid w:val="00BA3E73"/>
    <w:rsid w:val="00BA43D6"/>
    <w:rsid w:val="00BA50A5"/>
    <w:rsid w:val="00BA545C"/>
    <w:rsid w:val="00BA57AE"/>
    <w:rsid w:val="00BA5E50"/>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56E"/>
    <w:rsid w:val="00BE2BFE"/>
    <w:rsid w:val="00BE3792"/>
    <w:rsid w:val="00BE5616"/>
    <w:rsid w:val="00BE6824"/>
    <w:rsid w:val="00BE6A25"/>
    <w:rsid w:val="00BE6CA8"/>
    <w:rsid w:val="00BE740C"/>
    <w:rsid w:val="00BE7C70"/>
    <w:rsid w:val="00BE7ED8"/>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825"/>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C9"/>
    <w:rsid w:val="00C87B96"/>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53"/>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E6D"/>
    <w:rsid w:val="00CE60EE"/>
    <w:rsid w:val="00CE65FD"/>
    <w:rsid w:val="00CE6606"/>
    <w:rsid w:val="00CE6A9E"/>
    <w:rsid w:val="00CE70F7"/>
    <w:rsid w:val="00CE719B"/>
    <w:rsid w:val="00CE72C4"/>
    <w:rsid w:val="00CF0045"/>
    <w:rsid w:val="00CF01DE"/>
    <w:rsid w:val="00CF02A6"/>
    <w:rsid w:val="00CF0CDF"/>
    <w:rsid w:val="00CF0DF3"/>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473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28F1"/>
    <w:rsid w:val="00D229D0"/>
    <w:rsid w:val="00D22CF1"/>
    <w:rsid w:val="00D248BD"/>
    <w:rsid w:val="00D24B24"/>
    <w:rsid w:val="00D24B5D"/>
    <w:rsid w:val="00D24B82"/>
    <w:rsid w:val="00D24D54"/>
    <w:rsid w:val="00D24EB0"/>
    <w:rsid w:val="00D25987"/>
    <w:rsid w:val="00D30F4B"/>
    <w:rsid w:val="00D31FBF"/>
    <w:rsid w:val="00D3340D"/>
    <w:rsid w:val="00D33A32"/>
    <w:rsid w:val="00D33F7F"/>
    <w:rsid w:val="00D34B19"/>
    <w:rsid w:val="00D35833"/>
    <w:rsid w:val="00D36159"/>
    <w:rsid w:val="00D36FFA"/>
    <w:rsid w:val="00D37990"/>
    <w:rsid w:val="00D400E6"/>
    <w:rsid w:val="00D40450"/>
    <w:rsid w:val="00D40FE7"/>
    <w:rsid w:val="00D42458"/>
    <w:rsid w:val="00D42698"/>
    <w:rsid w:val="00D43E58"/>
    <w:rsid w:val="00D43FC1"/>
    <w:rsid w:val="00D44B0A"/>
    <w:rsid w:val="00D454F2"/>
    <w:rsid w:val="00D4615E"/>
    <w:rsid w:val="00D464E5"/>
    <w:rsid w:val="00D46587"/>
    <w:rsid w:val="00D46602"/>
    <w:rsid w:val="00D46959"/>
    <w:rsid w:val="00D46C32"/>
    <w:rsid w:val="00D4705D"/>
    <w:rsid w:val="00D4718A"/>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7C"/>
    <w:rsid w:val="00D771CE"/>
    <w:rsid w:val="00D77D82"/>
    <w:rsid w:val="00D77EF6"/>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B7FA2"/>
    <w:rsid w:val="00DC02A0"/>
    <w:rsid w:val="00DC0B08"/>
    <w:rsid w:val="00DC0E27"/>
    <w:rsid w:val="00DC0ED5"/>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4DE"/>
    <w:rsid w:val="00DF537D"/>
    <w:rsid w:val="00DF5CE1"/>
    <w:rsid w:val="00DF5E1E"/>
    <w:rsid w:val="00DF60C9"/>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3C34"/>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0EB"/>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2474"/>
    <w:rsid w:val="00E32D9F"/>
    <w:rsid w:val="00E33345"/>
    <w:rsid w:val="00E33A54"/>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B5D"/>
    <w:rsid w:val="00EF6505"/>
    <w:rsid w:val="00EF691C"/>
    <w:rsid w:val="00EF69D3"/>
    <w:rsid w:val="00EF7539"/>
    <w:rsid w:val="00EF7A6F"/>
    <w:rsid w:val="00F00064"/>
    <w:rsid w:val="00F00190"/>
    <w:rsid w:val="00F004E8"/>
    <w:rsid w:val="00F0084F"/>
    <w:rsid w:val="00F00D68"/>
    <w:rsid w:val="00F01B37"/>
    <w:rsid w:val="00F01BE6"/>
    <w:rsid w:val="00F02941"/>
    <w:rsid w:val="00F029D8"/>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50110"/>
    <w:rsid w:val="00F505FE"/>
    <w:rsid w:val="00F506E3"/>
    <w:rsid w:val="00F509E0"/>
    <w:rsid w:val="00F51BD4"/>
    <w:rsid w:val="00F522F5"/>
    <w:rsid w:val="00F52CCD"/>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A0275"/>
    <w:rsid w:val="00FA02EB"/>
    <w:rsid w:val="00FA15C9"/>
    <w:rsid w:val="00FA16DB"/>
    <w:rsid w:val="00FA1810"/>
    <w:rsid w:val="00FA1A02"/>
    <w:rsid w:val="00FA1EB1"/>
    <w:rsid w:val="00FA2778"/>
    <w:rsid w:val="00FA2B42"/>
    <w:rsid w:val="00FA36B4"/>
    <w:rsid w:val="00FA3B58"/>
    <w:rsid w:val="00FA3C53"/>
    <w:rsid w:val="00FA3F72"/>
    <w:rsid w:val="00FA4378"/>
    <w:rsid w:val="00FA5484"/>
    <w:rsid w:val="00FA5EFA"/>
    <w:rsid w:val="00FA6127"/>
    <w:rsid w:val="00FA66BE"/>
    <w:rsid w:val="00FA6AE6"/>
    <w:rsid w:val="00FA6BBA"/>
    <w:rsid w:val="00FA78AE"/>
    <w:rsid w:val="00FA794F"/>
    <w:rsid w:val="00FA7AD9"/>
    <w:rsid w:val="00FA7CA1"/>
    <w:rsid w:val="00FA7E0B"/>
    <w:rsid w:val="00FB04FE"/>
    <w:rsid w:val="00FB090A"/>
    <w:rsid w:val="00FB1E1F"/>
    <w:rsid w:val="00FB2AB6"/>
    <w:rsid w:val="00FB3377"/>
    <w:rsid w:val="00FB35D1"/>
    <w:rsid w:val="00FB3EBB"/>
    <w:rsid w:val="00FB4549"/>
    <w:rsid w:val="00FB45B0"/>
    <w:rsid w:val="00FB46B5"/>
    <w:rsid w:val="00FB4ABB"/>
    <w:rsid w:val="00FB4D0D"/>
    <w:rsid w:val="00FB5C7D"/>
    <w:rsid w:val="00FB5F4E"/>
    <w:rsid w:val="00FB6A6F"/>
    <w:rsid w:val="00FB7CFB"/>
    <w:rsid w:val="00FC002F"/>
    <w:rsid w:val="00FC01FE"/>
    <w:rsid w:val="00FC0642"/>
    <w:rsid w:val="00FC0708"/>
    <w:rsid w:val="00FC09EB"/>
    <w:rsid w:val="00FC0C63"/>
    <w:rsid w:val="00FC105F"/>
    <w:rsid w:val="00FC10F9"/>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72"/>
    <w:rsid w:val="00FD1EE7"/>
    <w:rsid w:val="00FD40A7"/>
    <w:rsid w:val="00FD430C"/>
    <w:rsid w:val="00FD491F"/>
    <w:rsid w:val="00FD51E6"/>
    <w:rsid w:val="00FD5DC9"/>
    <w:rsid w:val="00FD5E5D"/>
    <w:rsid w:val="00FD67D5"/>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894"/>
    <w:rsid w:val="00FF6F12"/>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EE7A68"/>
  <w15:docId w15:val="{F073CF9B-C413-4281-B3D7-7B074595C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9214E9"/>
    <w:pPr>
      <w:bidi/>
      <w:ind w:firstLine="288"/>
      <w:jc w:val="lowKashida"/>
    </w:pPr>
    <w:rPr>
      <w:rFonts w:ascii="Noto Nastaliq Urdu" w:eastAsia="Noto Nastaliq Urdu" w:hAnsi="Noto Nastaliq Urdu" w:cs="Noto Nastaliq Urdu"/>
      <w:b/>
      <w:noProof/>
      <w:color w:val="000000" w:themeColor="text1"/>
      <w:sz w:val="24"/>
      <w:szCs w:val="24"/>
    </w:rPr>
  </w:style>
  <w:style w:type="character" w:customStyle="1" w:styleId="libNormalChar">
    <w:name w:val="libNormal Char"/>
    <w:basedOn w:val="DefaultParagraphFont"/>
    <w:link w:val="libNormal"/>
    <w:rsid w:val="009214E9"/>
    <w:rPr>
      <w:rFonts w:ascii="Noto Nastaliq Urdu" w:eastAsia="Noto Nastaliq Urdu" w:hAnsi="Noto Nastaliq Urdu" w:cs="Noto Nastaliq Urdu"/>
      <w:b/>
      <w:noProof/>
      <w:color w:val="000000" w:themeColor="text1"/>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A617D1"/>
    <w:pPr>
      <w:spacing w:before="240"/>
      <w:ind w:firstLine="0"/>
    </w:pPr>
    <w:rPr>
      <w:rFonts w:eastAsia="Calibri"/>
      <w:sz w:val="18"/>
      <w:szCs w:val="18"/>
      <w:lang w:bidi="fa-IR"/>
    </w:rPr>
  </w:style>
  <w:style w:type="character" w:customStyle="1" w:styleId="libFootnoteChar">
    <w:name w:val="libFootnote Char"/>
    <w:basedOn w:val="libNormalChar"/>
    <w:link w:val="libFootnote"/>
    <w:rsid w:val="00A617D1"/>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5D7D9D"/>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641D3E"/>
    <w:rPr>
      <w:b w:val="0"/>
      <w:bCs w:val="0"/>
      <w:color w:val="000000" w:themeColor="text1"/>
    </w:rPr>
  </w:style>
  <w:style w:type="character" w:customStyle="1" w:styleId="libArabicChar">
    <w:name w:val="libArabic Char"/>
    <w:basedOn w:val="libAieChar"/>
    <w:link w:val="libArabic"/>
    <w:rsid w:val="00641D3E"/>
    <w:rPr>
      <w:rFonts w:ascii="Traditional Arabic" w:eastAsia="Noto Nastaliq Urdu" w:hAnsi="Traditional Arabic" w:cs="Traditional Arabic"/>
      <w:b/>
      <w:noProof/>
      <w:color w:val="000000" w:themeColor="text1"/>
      <w:sz w:val="36"/>
      <w:szCs w:val="36"/>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noProof/>
      <w:color w:val="000000"/>
      <w:sz w:val="36"/>
      <w:szCs w:val="24"/>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E7809-FD76-4045-930B-B3FAAB7D9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20046</TotalTime>
  <Pages>108</Pages>
  <Words>15107</Words>
  <Characters>86113</Characters>
  <Application>Microsoft Office Word</Application>
  <DocSecurity>0</DocSecurity>
  <Lines>717</Lines>
  <Paragraphs>202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43</cp:revision>
  <cp:lastPrinted>2018-07-25T08:50:00Z</cp:lastPrinted>
  <dcterms:created xsi:type="dcterms:W3CDTF">2015-06-13T07:48:00Z</dcterms:created>
  <dcterms:modified xsi:type="dcterms:W3CDTF">2018-08-04T09:35:00Z</dcterms:modified>
</cp:coreProperties>
</file>